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1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 o m p i l a t i o n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This codes tests the new idea of using volume treated as a variable and ge</w:t>
      </w:r>
    </w:p>
    <w:p w:rsidR="0062748B" w:rsidRDefault="0062748B" w:rsidP="0062748B">
      <w:r>
        <w:t xml:space="preserve">      tting</w:t>
      </w:r>
    </w:p>
    <w:p w:rsidR="0062748B" w:rsidRDefault="0062748B" w:rsidP="0062748B">
      <w:r>
        <w:t xml:space="preserve">      rid of the binary variables. This way the industry can decide to treat dif</w:t>
      </w:r>
    </w:p>
    <w:p w:rsidR="0062748B" w:rsidRDefault="0062748B" w:rsidP="0062748B">
      <w:r>
        <w:t xml:space="preserve">      ferent</w:t>
      </w:r>
    </w:p>
    <w:p w:rsidR="0062748B" w:rsidRDefault="0062748B" w:rsidP="0062748B">
      <w:r>
        <w:t xml:space="preserve">      volumes of waste using different technologies and trade simultaneously to </w:t>
      </w:r>
    </w:p>
    <w:p w:rsidR="0062748B" w:rsidRDefault="0062748B" w:rsidP="0062748B">
      <w:r>
        <w:t xml:space="preserve">      achieve</w:t>
      </w:r>
    </w:p>
    <w:p w:rsidR="0062748B" w:rsidRDefault="0062748B" w:rsidP="0062748B">
      <w:r>
        <w:t xml:space="preserve">      reduction targets.</w:t>
      </w:r>
    </w:p>
    <w:p w:rsidR="0062748B" w:rsidRDefault="0062748B" w:rsidP="0062748B">
      <w:r>
        <w:t xml:space="preserve">       </w:t>
      </w:r>
    </w:p>
    <w:p w:rsidR="0062748B" w:rsidRDefault="0062748B" w:rsidP="0062748B">
      <w:r>
        <w:t xml:space="preserve">      The code solves the stochastic programming formulation of the mercury trad</w:t>
      </w:r>
    </w:p>
    <w:p w:rsidR="0062748B" w:rsidRDefault="0062748B" w:rsidP="0062748B">
      <w:r>
        <w:t xml:space="preserve">      ing problem.</w:t>
      </w:r>
    </w:p>
    <w:p w:rsidR="0062748B" w:rsidRDefault="0062748B" w:rsidP="0062748B">
      <w:r>
        <w:t xml:space="preserve">      It solves the mercury trading problem using a two stage approach.</w:t>
      </w:r>
    </w:p>
    <w:p w:rsidR="0062748B" w:rsidRDefault="0062748B" w:rsidP="0062748B">
      <w:r>
        <w:t xml:space="preserve">      The problem is divided as follows:</w:t>
      </w:r>
    </w:p>
    <w:p w:rsidR="0062748B" w:rsidRDefault="0062748B" w:rsidP="0062748B">
      <w:r>
        <w:t xml:space="preserve">      - The first stage decision variables are volumes treated by each industry </w:t>
      </w:r>
    </w:p>
    <w:p w:rsidR="0062748B" w:rsidRDefault="0062748B" w:rsidP="0062748B">
      <w:r>
        <w:t xml:space="preserve">      using each</w:t>
      </w:r>
    </w:p>
    <w:p w:rsidR="0062748B" w:rsidRDefault="0062748B" w:rsidP="0062748B">
      <w:r>
        <w:t xml:space="preserve">         technology. Once these are decided, binary parameters reflecting the se</w:t>
      </w:r>
    </w:p>
    <w:p w:rsidR="0062748B" w:rsidRDefault="0062748B" w:rsidP="0062748B">
      <w:r>
        <w:t xml:space="preserve">      lection of</w:t>
      </w:r>
    </w:p>
    <w:p w:rsidR="0062748B" w:rsidRDefault="0062748B" w:rsidP="0062748B">
      <w:r>
        <w:t xml:space="preserve">         a technology (for non-zero volume) are decided and used for second stag</w:t>
      </w:r>
    </w:p>
    <w:p w:rsidR="0062748B" w:rsidRDefault="0062748B" w:rsidP="0062748B">
      <w:r>
        <w:t xml:space="preserve">      e problem.</w:t>
      </w:r>
    </w:p>
    <w:p w:rsidR="0062748B" w:rsidRDefault="0062748B" w:rsidP="0062748B">
      <w:r>
        <w:t xml:space="preserve">         The objective is minimization of the</w:t>
      </w:r>
    </w:p>
    <w:p w:rsidR="0062748B" w:rsidRDefault="0062748B" w:rsidP="0062748B">
      <w:r>
        <w:t xml:space="preserve">        compliance cost by considering linear approximations of the cost functio</w:t>
      </w:r>
    </w:p>
    <w:p w:rsidR="0062748B" w:rsidRDefault="0062748B" w:rsidP="0062748B">
      <w:r>
        <w:lastRenderedPageBreak/>
        <w:t xml:space="preserve">      ns.</w:t>
      </w:r>
    </w:p>
    <w:p w:rsidR="0062748B" w:rsidRDefault="0062748B" w:rsidP="0062748B">
      <w:r>
        <w:t xml:space="preserve">      - The second stage variables are the technology design decisions. These de</w:t>
      </w:r>
    </w:p>
    <w:p w:rsidR="0062748B" w:rsidRDefault="0062748B" w:rsidP="0062748B">
      <w:r>
        <w:t xml:space="preserve">      cisions</w:t>
      </w:r>
    </w:p>
    <w:p w:rsidR="0062748B" w:rsidRDefault="0062748B" w:rsidP="0062748B">
      <w:r>
        <w:t xml:space="preserve">        are taken to minimize cost in the presence of extensive nonlinear cost f</w:t>
      </w:r>
    </w:p>
    <w:p w:rsidR="0062748B" w:rsidRDefault="0062748B" w:rsidP="0062748B">
      <w:r>
        <w:t xml:space="preserve">      unctions.</w:t>
      </w:r>
    </w:p>
    <w:p w:rsidR="0062748B" w:rsidRDefault="0062748B" w:rsidP="0062748B">
      <w:r>
        <w:t xml:space="preserve">        Some parameters in these nonlinear relatioships are considered as uncert</w:t>
      </w:r>
    </w:p>
    <w:p w:rsidR="0062748B" w:rsidRDefault="0062748B" w:rsidP="0062748B">
      <w:r>
        <w:t xml:space="preserve">      ain.</w:t>
      </w:r>
    </w:p>
    <w:p w:rsidR="0062748B" w:rsidRDefault="0062748B" w:rsidP="0062748B">
      <w:r>
        <w:t xml:space="preserve">      Note:The question is: Can you actually optimize the design? Right now, all</w:t>
      </w:r>
    </w:p>
    <w:p w:rsidR="0062748B" w:rsidRDefault="0062748B" w:rsidP="0062748B">
      <w:r>
        <w:t xml:space="preserve">       the design</w:t>
      </w:r>
    </w:p>
    <w:p w:rsidR="0062748B" w:rsidRDefault="0062748B" w:rsidP="0062748B">
      <w:r>
        <w:t xml:space="preserve">      equations are equalities and hence it is the direct computation of the non</w:t>
      </w:r>
    </w:p>
    <w:p w:rsidR="0062748B" w:rsidRDefault="0062748B" w:rsidP="0062748B">
      <w:r>
        <w:t xml:space="preserve">      linear</w:t>
      </w:r>
    </w:p>
    <w:p w:rsidR="0062748B" w:rsidRDefault="0062748B" w:rsidP="0062748B">
      <w:r>
        <w:t xml:space="preserve">      cost.</w:t>
      </w:r>
    </w:p>
    <w:p w:rsidR="0062748B" w:rsidRDefault="0062748B" w:rsidP="0062748B">
      <w:r>
        <w:t xml:space="preserve">       </w:t>
      </w:r>
    </w:p>
    <w:p w:rsidR="0062748B" w:rsidRDefault="0062748B" w:rsidP="0062748B">
      <w:r>
        <w:t xml:space="preserve">      The choice is between a set of possible treatment options and the option o</w:t>
      </w:r>
    </w:p>
    <w:p w:rsidR="0062748B" w:rsidRDefault="0062748B" w:rsidP="0062748B">
      <w:r>
        <w:t xml:space="preserve">      f</w:t>
      </w:r>
    </w:p>
    <w:p w:rsidR="0062748B" w:rsidRDefault="0062748B" w:rsidP="0062748B">
      <w:r>
        <w:t xml:space="preserve">      trading.</w:t>
      </w:r>
    </w:p>
    <w:p w:rsidR="0062748B" w:rsidRDefault="0062748B" w:rsidP="0062748B">
      <w:r>
        <w:t xml:space="preserve">      The details of the three treatement technologies are:</w:t>
      </w:r>
    </w:p>
    <w:p w:rsidR="0062748B" w:rsidRDefault="0062748B" w:rsidP="0062748B">
      <w:r>
        <w:t xml:space="preserve">      1. Coagulation and Filteration</w:t>
      </w:r>
    </w:p>
    <w:p w:rsidR="0062748B" w:rsidRDefault="0062748B" w:rsidP="0062748B">
      <w:r>
        <w:t xml:space="preserve">      2. Activated Carbon</w:t>
      </w:r>
    </w:p>
    <w:p w:rsidR="0062748B" w:rsidRDefault="0062748B" w:rsidP="0062748B">
      <w:r>
        <w:t xml:space="preserve">      3. Ion Exchange</w:t>
      </w:r>
    </w:p>
    <w:p w:rsidR="0062748B" w:rsidRDefault="0062748B" w:rsidP="0062748B">
      <w:r>
        <w:t xml:space="preserve">      The code takes the value of TMDL and does the rest of the calculations aut</w:t>
      </w:r>
    </w:p>
    <w:p w:rsidR="0062748B" w:rsidRDefault="0062748B" w:rsidP="0062748B">
      <w:r>
        <w:t xml:space="preserve">      omatically.</w:t>
      </w:r>
    </w:p>
    <w:p w:rsidR="0062748B" w:rsidRDefault="0062748B" w:rsidP="0062748B">
      <w:r>
        <w:t xml:space="preserve">      The health care cost is calculated after the optimization problem solution</w:t>
      </w:r>
    </w:p>
    <w:p w:rsidR="0062748B" w:rsidRDefault="0062748B" w:rsidP="0062748B">
      <w:r>
        <w:t xml:space="preserve">      .</w:t>
      </w:r>
    </w:p>
    <w:p w:rsidR="0062748B" w:rsidRDefault="0062748B" w:rsidP="0062748B">
      <w:r>
        <w:t xml:space="preserve">       </w:t>
      </w:r>
    </w:p>
    <w:p w:rsidR="0062748B" w:rsidRDefault="0062748B" w:rsidP="0062748B">
      <w:r>
        <w:lastRenderedPageBreak/>
        <w:t xml:space="preserve">      Declaration of units:</w:t>
      </w:r>
    </w:p>
    <w:p w:rsidR="0062748B" w:rsidRDefault="0062748B" w:rsidP="0062748B">
      <w:r>
        <w:t xml:space="preserve">      TMDL = Kg/year</w:t>
      </w:r>
    </w:p>
    <w:p w:rsidR="0062748B" w:rsidRDefault="0062748B" w:rsidP="0062748B">
      <w:r>
        <w:t xml:space="preserve">      HSC = nano grams per liter (parts per trillion)</w:t>
      </w:r>
    </w:p>
    <w:p w:rsidR="0062748B" w:rsidRDefault="0062748B" w:rsidP="0062748B">
      <w:r>
        <w:t xml:space="preserve">      TC= $ per 1000 Gallons</w:t>
      </w:r>
    </w:p>
    <w:p w:rsidR="0062748B" w:rsidRDefault="0062748B" w:rsidP="0062748B">
      <w:r>
        <w:t xml:space="preserve">      q = nano grams per liter</w:t>
      </w:r>
    </w:p>
    <w:p w:rsidR="0062748B" w:rsidRDefault="0062748B" w:rsidP="0062748B">
      <w:r>
        <w:t xml:space="preserve">      water_intake = liters per day per person</w:t>
      </w:r>
    </w:p>
    <w:p w:rsidR="0062748B" w:rsidRDefault="0062748B" w:rsidP="0062748B">
      <w:r>
        <w:t xml:space="preserve">      fish_intake = Kg per person per day</w:t>
      </w:r>
    </w:p>
    <w:p w:rsidR="0062748B" w:rsidRDefault="0062748B" w:rsidP="0062748B">
      <w:r>
        <w:t xml:space="preserve">      safe_Hg = mg/Kg</w:t>
      </w:r>
    </w:p>
    <w:p w:rsidR="0062748B" w:rsidRDefault="0062748B" w:rsidP="0062748B">
      <w:r>
        <w:t xml:space="preserve">      LC50 = micro grams per liter</w:t>
      </w:r>
    </w:p>
    <w:p w:rsidR="0062748B" w:rsidRDefault="0062748B" w:rsidP="0062748B">
      <w:r>
        <w:t xml:space="preserve">       </w:t>
      </w:r>
    </w:p>
    <w:p w:rsidR="0062748B" w:rsidRDefault="0062748B" w:rsidP="0062748B">
      <w:r>
        <w:t xml:space="preserve">       </w:t>
      </w:r>
    </w:p>
    <w:p w:rsidR="0062748B" w:rsidRDefault="0062748B" w:rsidP="0062748B">
      <w:r>
        <w:t xml:space="preserve">      $Offdigit</w:t>
      </w:r>
    </w:p>
    <w:p w:rsidR="0062748B" w:rsidRDefault="0062748B" w:rsidP="0062748B">
      <w:r>
        <w:t xml:space="preserve">      $Offlisting</w:t>
      </w:r>
    </w:p>
    <w:p w:rsidR="0062748B" w:rsidRDefault="0062748B" w:rsidP="0062748B">
      <w:r>
        <w:t xml:space="preserve">      $Offsymxref</w:t>
      </w:r>
    </w:p>
    <w:p w:rsidR="0062748B" w:rsidRDefault="0062748B" w:rsidP="0062748B">
      <w:r>
        <w:t xml:space="preserve">      $Offsymlist</w:t>
      </w:r>
    </w:p>
    <w:p w:rsidR="0062748B" w:rsidRDefault="0062748B" w:rsidP="0062748B">
      <w:r>
        <w:t xml:space="preserve">      $Offuelxref</w:t>
      </w:r>
    </w:p>
    <w:p w:rsidR="0062748B" w:rsidRDefault="0062748B" w:rsidP="0062748B">
      <w:r>
        <w:t xml:space="preserve">      $Offuellist</w:t>
      </w:r>
    </w:p>
    <w:p w:rsidR="0062748B" w:rsidRDefault="0062748B" w:rsidP="0062748B">
      <w:r>
        <w:t xml:space="preserve">      $Offupper</w:t>
      </w:r>
    </w:p>
    <w:p w:rsidR="0062748B" w:rsidRDefault="0062748B" w:rsidP="0062748B">
      <w:r>
        <w:t xml:space="preserve">       </w:t>
      </w:r>
    </w:p>
    <w:p w:rsidR="0062748B" w:rsidRDefault="0062748B" w:rsidP="0062748B">
      <w:r>
        <w:t xml:space="preserve">      options Limcol=0;</w:t>
      </w:r>
    </w:p>
    <w:p w:rsidR="0062748B" w:rsidRDefault="0062748B" w:rsidP="0062748B">
      <w:r>
        <w:t xml:space="preserve">      options Limrow=0;</w:t>
      </w:r>
    </w:p>
    <w:p w:rsidR="0062748B" w:rsidRDefault="0062748B" w:rsidP="0062748B">
      <w:r>
        <w:t xml:space="preserve">      options profile=0;</w:t>
      </w:r>
    </w:p>
    <w:p w:rsidR="0062748B" w:rsidRDefault="0062748B" w:rsidP="0062748B">
      <w:r>
        <w:t xml:space="preserve">      option sysout=off;</w:t>
      </w:r>
    </w:p>
    <w:p w:rsidR="0062748B" w:rsidRDefault="0062748B" w:rsidP="0062748B">
      <w:r>
        <w:t xml:space="preserve">      option solprint=on;</w:t>
      </w:r>
    </w:p>
    <w:p w:rsidR="0062748B" w:rsidRDefault="0062748B" w:rsidP="0062748B">
      <w:r>
        <w:t xml:space="preserve">  56   </w:t>
      </w:r>
    </w:p>
    <w:p w:rsidR="0062748B" w:rsidRDefault="0062748B" w:rsidP="0062748B">
      <w:r>
        <w:lastRenderedPageBreak/>
        <w:t xml:space="preserve">  57  *</w:t>
      </w:r>
    </w:p>
    <w:p w:rsidR="0062748B" w:rsidRDefault="0062748B" w:rsidP="0062748B">
      <w:r>
        <w:t xml:space="preserve">  58  * Option to govern the display of values in the results.</w:t>
      </w:r>
    </w:p>
    <w:p w:rsidR="0062748B" w:rsidRDefault="0062748B" w:rsidP="0062748B">
      <w:r>
        <w:t xml:space="preserve">  59  *</w:t>
      </w:r>
    </w:p>
    <w:p w:rsidR="0062748B" w:rsidRDefault="0062748B" w:rsidP="0062748B">
      <w:r>
        <w:t xml:space="preserve">  60  option decimals = 5;</w:t>
      </w:r>
    </w:p>
    <w:p w:rsidR="0062748B" w:rsidRDefault="0062748B" w:rsidP="0062748B">
      <w:r>
        <w:t xml:space="preserve">  61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 62  *</w:t>
      </w:r>
    </w:p>
    <w:p w:rsidR="0062748B" w:rsidRDefault="0062748B" w:rsidP="0062748B">
      <w:r>
        <w:t xml:space="preserve">  63  * Set declarations related to model</w:t>
      </w:r>
    </w:p>
    <w:p w:rsidR="0062748B" w:rsidRDefault="0062748B" w:rsidP="0062748B">
      <w:r>
        <w:t xml:space="preserve">  64  *</w:t>
      </w:r>
    </w:p>
    <w:p w:rsidR="0062748B" w:rsidRDefault="0062748B" w:rsidP="0062748B">
      <w:r>
        <w:t xml:space="preserve">  65  Sets i Number of industries /1*29/</w:t>
      </w:r>
    </w:p>
    <w:p w:rsidR="0062748B" w:rsidRDefault="0062748B" w:rsidP="0062748B">
      <w:r>
        <w:t xml:space="preserve">  66  * Restricting the size of the problem by including only a subset of indust</w:t>
      </w:r>
    </w:p>
    <w:p w:rsidR="0062748B" w:rsidRDefault="0062748B" w:rsidP="0062748B">
      <w:r>
        <w:t xml:space="preserve">      ries in the problem</w:t>
      </w:r>
    </w:p>
    <w:p w:rsidR="0062748B" w:rsidRDefault="0062748B" w:rsidP="0062748B">
      <w:r>
        <w:t xml:space="preserve">  67       j Number of treatment options /1*3/</w:t>
      </w:r>
    </w:p>
    <w:p w:rsidR="0062748B" w:rsidRDefault="0062748B" w:rsidP="0062748B">
      <w:r>
        <w:t xml:space="preserve">  68       alias(i,k);</w:t>
      </w:r>
    </w:p>
    <w:p w:rsidR="0062748B" w:rsidRDefault="0062748B" w:rsidP="0062748B">
      <w:r>
        <w:t xml:space="preserve">  69  *</w:t>
      </w:r>
    </w:p>
    <w:p w:rsidR="0062748B" w:rsidRDefault="0062748B" w:rsidP="0062748B">
      <w:r>
        <w:t xml:space="preserve">  70  * Set declarations related to the code</w:t>
      </w:r>
    </w:p>
    <w:p w:rsidR="0062748B" w:rsidRDefault="0062748B" w:rsidP="0062748B">
      <w:r>
        <w:t xml:space="preserve">  71  *</w:t>
      </w:r>
    </w:p>
    <w:p w:rsidR="0062748B" w:rsidRDefault="0062748B" w:rsidP="0062748B">
      <w:r>
        <w:t xml:space="preserve">  72  Sets s1 Set for the declaration of sub-problem matrices /1*2/</w:t>
      </w:r>
    </w:p>
    <w:p w:rsidR="0062748B" w:rsidRDefault="0062748B" w:rsidP="0062748B">
      <w:r>
        <w:t xml:space="preserve">  73       s2 Set for the declaration of sub-problem matrices /1*7/</w:t>
      </w:r>
    </w:p>
    <w:p w:rsidR="0062748B" w:rsidRDefault="0062748B" w:rsidP="0062748B">
      <w:r>
        <w:t xml:space="preserve">  74       n Maximum number of possible iterations /1*10/</w:t>
      </w:r>
    </w:p>
    <w:p w:rsidR="0062748B" w:rsidRDefault="0062748B" w:rsidP="0062748B">
      <w:r>
        <w:t xml:space="preserve">  75       m Number of samples /1*10/;</w:t>
      </w:r>
    </w:p>
    <w:p w:rsidR="0062748B" w:rsidRDefault="0062748B" w:rsidP="0062748B">
      <w:r>
        <w:t xml:space="preserve">  76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 77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lastRenderedPageBreak/>
        <w:t xml:space="preserve">  78  *</w:t>
      </w:r>
    </w:p>
    <w:p w:rsidR="0062748B" w:rsidRDefault="0062748B" w:rsidP="0062748B">
      <w:r>
        <w:t xml:space="preserve">  79  * Declaration of model related parameters</w:t>
      </w:r>
    </w:p>
    <w:p w:rsidR="0062748B" w:rsidRDefault="0062748B" w:rsidP="0062748B">
      <w:r>
        <w:t xml:space="preserve">  80  *</w:t>
      </w:r>
    </w:p>
    <w:p w:rsidR="0062748B" w:rsidRDefault="0062748B" w:rsidP="0062748B">
      <w:r>
        <w:t xml:space="preserve">  81  Parameter TMDLMean Total Maximum Daily Load - Mean</w:t>
      </w:r>
    </w:p>
    <w:p w:rsidR="0062748B" w:rsidRDefault="0062748B" w:rsidP="0062748B">
      <w:r>
        <w:t xml:space="preserve">  82            TMDL TMDL vector for the given samples /32/</w:t>
      </w:r>
    </w:p>
    <w:p w:rsidR="0062748B" w:rsidRDefault="0062748B" w:rsidP="0062748B">
      <w:r>
        <w:t xml:space="preserve">  83            HSC Highest Segment Concentration (ng per lit) /5.0/</w:t>
      </w:r>
    </w:p>
    <w:p w:rsidR="0062748B" w:rsidRDefault="0062748B" w:rsidP="0062748B">
      <w:r>
        <w:t xml:space="preserve">  84            CAL Current Annual Load (Kilograms per year) /58.8/</w:t>
      </w:r>
    </w:p>
    <w:p w:rsidR="0062748B" w:rsidRDefault="0062748B" w:rsidP="0062748B">
      <w:r>
        <w:t xml:space="preserve">  85   </w:t>
      </w:r>
    </w:p>
    <w:p w:rsidR="0062748B" w:rsidRDefault="0062748B" w:rsidP="0062748B">
      <w:r>
        <w:t xml:space="preserve">  86            r trading ratio /1.1/</w:t>
      </w:r>
    </w:p>
    <w:p w:rsidR="0062748B" w:rsidRDefault="0062748B" w:rsidP="0062748B">
      <w:r>
        <w:t xml:space="preserve">  87  *          F trading transaction cost (dollars per Kg) /400000000/</w:t>
      </w:r>
    </w:p>
    <w:p w:rsidR="0062748B" w:rsidRDefault="0062748B" w:rsidP="0062748B">
      <w:r>
        <w:t xml:space="preserve">  88            F trading transaction cost (dollars per Kg) /1500000/</w:t>
      </w:r>
    </w:p>
    <w:p w:rsidR="0062748B" w:rsidRDefault="0062748B" w:rsidP="0062748B">
      <w:r>
        <w:t xml:space="preserve">  89            TC Plant costs for the three technologies /1 0.953E-5,2 1.334E-5</w:t>
      </w:r>
    </w:p>
    <w:p w:rsidR="0062748B" w:rsidRDefault="0062748B" w:rsidP="0062748B">
      <w:r>
        <w:t xml:space="preserve">      ,3 0.882E-5/</w:t>
      </w:r>
    </w:p>
    <w:p w:rsidR="0062748B" w:rsidRDefault="0062748B" w:rsidP="0062748B">
      <w:r>
        <w:t xml:space="preserve">  90   </w:t>
      </w:r>
    </w:p>
    <w:p w:rsidR="0062748B" w:rsidRDefault="0062748B" w:rsidP="0062748B">
      <w:r>
        <w:t xml:space="preserve">  91  *          TC Plant costs for the three technologies (in $ per 1000 gallon</w:t>
      </w:r>
    </w:p>
    <w:p w:rsidR="0062748B" w:rsidRDefault="0062748B" w:rsidP="0062748B">
      <w:r>
        <w:t xml:space="preserve">      s) /1 1.0,2 1.55,3 0.65/</w:t>
      </w:r>
    </w:p>
    <w:p w:rsidR="0062748B" w:rsidRDefault="0062748B" w:rsidP="0062748B">
      <w:r>
        <w:t xml:space="preserve">  92  *   Trying new values derived from nonlinear averages</w:t>
      </w:r>
    </w:p>
    <w:p w:rsidR="0062748B" w:rsidRDefault="0062748B" w:rsidP="0062748B">
      <w:r>
        <w:t xml:space="preserve">  93  *          TC Plant costs for the three technologies (in $ per 1000 gallon</w:t>
      </w:r>
    </w:p>
    <w:p w:rsidR="0062748B" w:rsidRDefault="0062748B" w:rsidP="0062748B">
      <w:r>
        <w:t xml:space="preserve">      s) /1 0.953, 2 1.334, 3 0.882/</w:t>
      </w:r>
    </w:p>
    <w:p w:rsidR="0062748B" w:rsidRDefault="0062748B" w:rsidP="0062748B">
      <w:r>
        <w:t xml:space="preserve">  94            q Reductions possible by the treatment technologies (in ng per l</w:t>
      </w:r>
    </w:p>
    <w:p w:rsidR="0062748B" w:rsidRDefault="0062748B" w:rsidP="0062748B">
      <w:r>
        <w:t xml:space="preserve">      iter)/1 2,2 3,3 1/</w:t>
      </w:r>
    </w:p>
    <w:p w:rsidR="0062748B" w:rsidRDefault="0062748B" w:rsidP="0062748B">
      <w:r>
        <w:t xml:space="preserve">  95   </w:t>
      </w:r>
    </w:p>
    <w:p w:rsidR="0062748B" w:rsidRDefault="0062748B" w:rsidP="0062748B">
      <w:r>
        <w:t xml:space="preserve">  96            water_intake Intake of water by an average individual per day in</w:t>
      </w:r>
    </w:p>
    <w:p w:rsidR="0062748B" w:rsidRDefault="0062748B" w:rsidP="0062748B">
      <w:r>
        <w:t xml:space="preserve">       liters /2.0/</w:t>
      </w:r>
    </w:p>
    <w:p w:rsidR="0062748B" w:rsidRDefault="0062748B" w:rsidP="0062748B">
      <w:r>
        <w:t xml:space="preserve">  97            fish_intake Intake of fish food by an everage individual in kg p</w:t>
      </w:r>
    </w:p>
    <w:p w:rsidR="0062748B" w:rsidRDefault="0062748B" w:rsidP="0062748B">
      <w:r>
        <w:lastRenderedPageBreak/>
        <w:t xml:space="preserve">      er day /0.0175/</w:t>
      </w:r>
    </w:p>
    <w:p w:rsidR="0062748B" w:rsidRDefault="0062748B" w:rsidP="0062748B">
      <w:r>
        <w:t xml:space="preserve">  98            safe_hg Safe concentration of Hg in fishes in mg per kg /0.4/</w:t>
      </w:r>
    </w:p>
    <w:p w:rsidR="0062748B" w:rsidRDefault="0062748B" w:rsidP="0062748B">
      <w:r>
        <w:t xml:space="preserve">  99            LC50 The LC50 value of HG (taken from fishes) in micrograms per </w:t>
      </w:r>
    </w:p>
    <w:p w:rsidR="0062748B" w:rsidRDefault="0062748B" w:rsidP="0062748B">
      <w:r>
        <w:t xml:space="preserve">      liter /350/</w:t>
      </w:r>
    </w:p>
    <w:p w:rsidR="0062748B" w:rsidRDefault="0062748B" w:rsidP="0062748B">
      <w:r>
        <w:t xml:space="preserve"> 100   </w:t>
      </w:r>
    </w:p>
    <w:p w:rsidR="0062748B" w:rsidRDefault="0062748B" w:rsidP="0062748B">
      <w:r>
        <w:t xml:space="preserve"> 101            Compensation Compensation for each dead person in dollar /300000</w:t>
      </w:r>
    </w:p>
    <w:p w:rsidR="0062748B" w:rsidRDefault="0062748B" w:rsidP="0062748B">
      <w:r>
        <w:t xml:space="preserve">      0/</w:t>
      </w:r>
    </w:p>
    <w:p w:rsidR="0062748B" w:rsidRDefault="0062748B" w:rsidP="0062748B">
      <w:r>
        <w:t xml:space="preserve"> 102            population total population consuming the water /10000/;</w:t>
      </w:r>
    </w:p>
    <w:p w:rsidR="0062748B" w:rsidRDefault="0062748B" w:rsidP="0062748B">
      <w:r>
        <w:t xml:space="preserve"> 103  *</w:t>
      </w:r>
    </w:p>
    <w:p w:rsidR="0062748B" w:rsidRDefault="0062748B" w:rsidP="0062748B">
      <w:r>
        <w:t xml:space="preserve"> 104  * Declaration of scalars in the problem</w:t>
      </w:r>
    </w:p>
    <w:p w:rsidR="0062748B" w:rsidRDefault="0062748B" w:rsidP="0062748B">
      <w:r>
        <w:t xml:space="preserve"> 105  *</w:t>
      </w:r>
    </w:p>
    <w:p w:rsidR="0062748B" w:rsidRDefault="0062748B" w:rsidP="0062748B">
      <w:r>
        <w:t xml:space="preserve"> 106  scalar k1 conversion from gallons to liters /3.7845/</w:t>
      </w:r>
    </w:p>
    <w:p w:rsidR="0062748B" w:rsidRDefault="0062748B" w:rsidP="0062748B">
      <w:r>
        <w:t xml:space="preserve"> 107         k2 scalar used as a counter</w:t>
      </w:r>
    </w:p>
    <w:p w:rsidR="0062748B" w:rsidRDefault="0062748B" w:rsidP="0062748B">
      <w:r>
        <w:t xml:space="preserve"> 108         U Big value for the either-or constraint modeling /10/;</w:t>
      </w:r>
    </w:p>
    <w:p w:rsidR="0062748B" w:rsidRDefault="0062748B" w:rsidP="0062748B">
      <w:r>
        <w:t xml:space="preserve"> 109  *</w:t>
      </w:r>
    </w:p>
    <w:p w:rsidR="0062748B" w:rsidRDefault="0062748B" w:rsidP="0062748B">
      <w:r>
        <w:t xml:space="preserve"> 110  * Declaration of parameters in the problem for intermediate calculations</w:t>
      </w:r>
    </w:p>
    <w:p w:rsidR="0062748B" w:rsidRDefault="0062748B" w:rsidP="0062748B">
      <w:r>
        <w:t xml:space="preserve"> 111  *</w:t>
      </w:r>
    </w:p>
    <w:p w:rsidR="0062748B" w:rsidRDefault="0062748B" w:rsidP="0062748B">
      <w:r>
        <w:t xml:space="preserve"> 112  Parameter Cost cost incurred by each industry due to waste treatment setup</w:t>
      </w:r>
    </w:p>
    <w:p w:rsidR="0062748B" w:rsidRDefault="0062748B" w:rsidP="0062748B">
      <w:r>
        <w:t xml:space="preserve"> 113            CostTechnology The cost incurred by each industry due to technol</w:t>
      </w:r>
    </w:p>
    <w:p w:rsidR="0062748B" w:rsidRDefault="0062748B" w:rsidP="0062748B">
      <w:r>
        <w:t xml:space="preserve">      ogy implementation only</w:t>
      </w:r>
    </w:p>
    <w:p w:rsidR="0062748B" w:rsidRDefault="0062748B" w:rsidP="0062748B">
      <w:r>
        <w:t xml:space="preserve"> 114            CostTotal The total overall cost incurred which is to be minimiz</w:t>
      </w:r>
    </w:p>
    <w:p w:rsidR="0062748B" w:rsidRDefault="0062748B" w:rsidP="0062748B">
      <w:r>
        <w:t xml:space="preserve">      ed</w:t>
      </w:r>
    </w:p>
    <w:p w:rsidR="0062748B" w:rsidRDefault="0062748B" w:rsidP="0062748B">
      <w:r>
        <w:t xml:space="preserve"> 115            CostCombined Combined cost including the technology cost and hea</w:t>
      </w:r>
    </w:p>
    <w:p w:rsidR="0062748B" w:rsidRDefault="0062748B" w:rsidP="0062748B">
      <w:r>
        <w:t xml:space="preserve">      lth care cost</w:t>
      </w:r>
    </w:p>
    <w:p w:rsidR="0062748B" w:rsidRDefault="0062748B" w:rsidP="0062748B">
      <w:r>
        <w:t xml:space="preserve"> 116            CostHealth The actual health cost incurred due to the pollutant </w:t>
      </w:r>
    </w:p>
    <w:p w:rsidR="0062748B" w:rsidRDefault="0062748B" w:rsidP="0062748B">
      <w:r>
        <w:lastRenderedPageBreak/>
        <w:t xml:space="preserve">      discharge</w:t>
      </w:r>
    </w:p>
    <w:p w:rsidR="0062748B" w:rsidRDefault="0062748B" w:rsidP="0062748B">
      <w:r>
        <w:t xml:space="preserve"> 117            ReductionTarget Desired reduction in grams per year for the indi</w:t>
      </w:r>
    </w:p>
    <w:p w:rsidR="0062748B" w:rsidRDefault="0062748B" w:rsidP="0062748B">
      <w:r>
        <w:t xml:space="preserve">      vidual industries</w:t>
      </w:r>
    </w:p>
    <w:p w:rsidR="0062748B" w:rsidRDefault="0062748B" w:rsidP="0062748B">
      <w:r>
        <w:t xml:space="preserve"> 118            ReductionTargetTotal The total targetted reduction from all the </w:t>
      </w:r>
    </w:p>
    <w:p w:rsidR="0062748B" w:rsidRDefault="0062748B" w:rsidP="0062748B">
      <w:r>
        <w:t xml:space="preserve">      industries</w:t>
      </w:r>
    </w:p>
    <w:p w:rsidR="0062748B" w:rsidRDefault="0062748B" w:rsidP="0062748B">
      <w:r>
        <w:t xml:space="preserve"> 119            ReductionFinal Final reduction in the discharge achieved by each</w:t>
      </w:r>
    </w:p>
    <w:p w:rsidR="0062748B" w:rsidRDefault="0062748B" w:rsidP="0062748B">
      <w:r>
        <w:t xml:space="preserve">       industry after optimization</w:t>
      </w:r>
    </w:p>
    <w:p w:rsidR="0062748B" w:rsidRDefault="0062748B" w:rsidP="0062748B">
      <w:r>
        <w:t xml:space="preserve"> 120            ReductionFinalTotal The final combined reduction achieved by all</w:t>
      </w:r>
    </w:p>
    <w:p w:rsidR="0062748B" w:rsidRDefault="0062748B" w:rsidP="0062748B">
      <w:r>
        <w:t xml:space="preserve">       the industries</w:t>
      </w:r>
    </w:p>
    <w:p w:rsidR="0062748B" w:rsidRDefault="0062748B" w:rsidP="0062748B">
      <w:r>
        <w:t xml:space="preserve"> 121            ReductionTechnology The final reduction achieved by each industr</w:t>
      </w:r>
    </w:p>
    <w:p w:rsidR="0062748B" w:rsidRDefault="0062748B" w:rsidP="0062748B">
      <w:r>
        <w:t xml:space="preserve">      y due to technology implementation only</w:t>
      </w:r>
    </w:p>
    <w:p w:rsidR="0062748B" w:rsidRDefault="0062748B" w:rsidP="0062748B">
      <w:r>
        <w:t xml:space="preserve"> 122            WQS Water Quality Standard (ng per lit)</w:t>
      </w:r>
    </w:p>
    <w:p w:rsidR="0062748B" w:rsidRDefault="0062748B" w:rsidP="0062748B">
      <w:r>
        <w:t xml:space="preserve"> 123            Mortality The number of people dying due to the contamination</w:t>
      </w:r>
    </w:p>
    <w:p w:rsidR="0062748B" w:rsidRDefault="0062748B" w:rsidP="0062748B">
      <w:r>
        <w:t xml:space="preserve"> 124   </w:t>
      </w:r>
    </w:p>
    <w:p w:rsidR="0062748B" w:rsidRDefault="0062748B" w:rsidP="0062748B">
      <w:r>
        <w:t xml:space="preserve"> 125            TechnologyReductionCost Reduction cost per unit mass of the poll</w:t>
      </w:r>
    </w:p>
    <w:p w:rsidR="0062748B" w:rsidRDefault="0062748B" w:rsidP="0062748B">
      <w:r>
        <w:t xml:space="preserve">      utant for each technology ($ per grams)</w:t>
      </w:r>
    </w:p>
    <w:p w:rsidR="0062748B" w:rsidRDefault="0062748B" w:rsidP="0062748B">
      <w:r>
        <w:t xml:space="preserve"> 126   </w:t>
      </w:r>
    </w:p>
    <w:p w:rsidR="0062748B" w:rsidRDefault="0062748B" w:rsidP="0062748B">
      <w:r>
        <w:t xml:space="preserve"> 127  *          NonlinearTechCost The nonlinear technology implementation cost </w:t>
      </w:r>
    </w:p>
    <w:p w:rsidR="0062748B" w:rsidRDefault="0062748B" w:rsidP="0062748B">
      <w:r>
        <w:t xml:space="preserve">      for each industry</w:t>
      </w:r>
    </w:p>
    <w:p w:rsidR="0062748B" w:rsidRDefault="0062748B" w:rsidP="0062748B">
      <w:r>
        <w:t xml:space="preserve"> 128   </w:t>
      </w:r>
    </w:p>
    <w:p w:rsidR="0062748B" w:rsidRDefault="0062748B" w:rsidP="0062748B">
      <w:r>
        <w:t xml:space="preserve"> 129            CostTechSolution cost incurred by each industry for each technol</w:t>
      </w:r>
    </w:p>
    <w:p w:rsidR="0062748B" w:rsidRDefault="0062748B" w:rsidP="0062748B">
      <w:r>
        <w:t xml:space="preserve">      ogy due to waste treatment setup</w:t>
      </w:r>
    </w:p>
    <w:p w:rsidR="0062748B" w:rsidRDefault="0062748B" w:rsidP="0062748B">
      <w:r>
        <w:t xml:space="preserve"> 130            CostTechSolutionPS cost incurred by each industry due to waste t</w:t>
      </w:r>
    </w:p>
    <w:p w:rsidR="0062748B" w:rsidRDefault="0062748B" w:rsidP="0062748B">
      <w:r>
        <w:t xml:space="preserve">      reatment setup</w:t>
      </w:r>
    </w:p>
    <w:p w:rsidR="0062748B" w:rsidRDefault="0062748B" w:rsidP="0062748B">
      <w:r>
        <w:t xml:space="preserve"> 131            CostTechSolutionTotal The total overall cost incurred which is t</w:t>
      </w:r>
    </w:p>
    <w:p w:rsidR="0062748B" w:rsidRDefault="0062748B" w:rsidP="0062748B">
      <w:r>
        <w:lastRenderedPageBreak/>
        <w:t xml:space="preserve">      o be minimized</w:t>
      </w:r>
    </w:p>
    <w:p w:rsidR="0062748B" w:rsidRDefault="0062748B" w:rsidP="0062748B">
      <w:r>
        <w:t xml:space="preserve"> 132            CostTechSolutionMax The maximum value for the nonlinear technolo</w:t>
      </w:r>
    </w:p>
    <w:p w:rsidR="0062748B" w:rsidRDefault="0062748B" w:rsidP="0062748B">
      <w:r>
        <w:t xml:space="preserve">      gy implementation costs for each industry from all samples;</w:t>
      </w:r>
    </w:p>
    <w:p w:rsidR="0062748B" w:rsidRDefault="0062748B" w:rsidP="0062748B">
      <w:r>
        <w:t xml:space="preserve"> 133  *</w:t>
      </w:r>
    </w:p>
    <w:p w:rsidR="0062748B" w:rsidRDefault="0062748B" w:rsidP="0062748B">
      <w:r>
        <w:t xml:space="preserve"> 134  * Declaration of parameters to store results</w:t>
      </w:r>
    </w:p>
    <w:p w:rsidR="0062748B" w:rsidRDefault="0062748B" w:rsidP="0062748B">
      <w:r>
        <w:t xml:space="preserve"> 135  *</w:t>
      </w:r>
    </w:p>
    <w:p w:rsidR="0062748B" w:rsidRDefault="0062748B" w:rsidP="0062748B">
      <w:r>
        <w:t xml:space="preserve"> 136  Parameters  TotalTrading Total amount of mercury traded</w:t>
      </w:r>
    </w:p>
    <w:p w:rsidR="0062748B" w:rsidRDefault="0062748B" w:rsidP="0062748B">
      <w:r>
        <w:t xml:space="preserve"> 137   </w:t>
      </w:r>
    </w:p>
    <w:p w:rsidR="0062748B" w:rsidRDefault="0062748B" w:rsidP="0062748B">
      <w:r>
        <w:t xml:space="preserve"> 138              OptObjectiveSet Vector to store the Optimality results</w:t>
      </w:r>
    </w:p>
    <w:p w:rsidR="0062748B" w:rsidRDefault="0062748B" w:rsidP="0062748B">
      <w:r>
        <w:t xml:space="preserve"> 139   </w:t>
      </w:r>
    </w:p>
    <w:p w:rsidR="0062748B" w:rsidRDefault="0062748B" w:rsidP="0062748B">
      <w:r>
        <w:t xml:space="preserve"> 140              bSet Stores the binary decision for each sample</w:t>
      </w:r>
    </w:p>
    <w:p w:rsidR="0062748B" w:rsidRDefault="0062748B" w:rsidP="0062748B">
      <w:r>
        <w:t xml:space="preserve"> 141              Saving Saving through trading implementation</w:t>
      </w:r>
    </w:p>
    <w:p w:rsidR="0062748B" w:rsidRDefault="0062748B" w:rsidP="0062748B">
      <w:r>
        <w:t xml:space="preserve"> 142              Results Summary of cost related values;</w:t>
      </w:r>
    </w:p>
    <w:p w:rsidR="0062748B" w:rsidRDefault="0062748B" w:rsidP="0062748B">
      <w:r>
        <w:t xml:space="preserve"> 143  *</w:t>
      </w:r>
    </w:p>
    <w:p w:rsidR="0062748B" w:rsidRDefault="0062748B" w:rsidP="0062748B">
      <w:r>
        <w:t xml:space="preserve"> 144  * Declaration of parameters related to two stage problem solution</w:t>
      </w:r>
    </w:p>
    <w:p w:rsidR="0062748B" w:rsidRDefault="0062748B" w:rsidP="0062748B">
      <w:r>
        <w:t xml:space="preserve"> 145  *</w:t>
      </w:r>
    </w:p>
    <w:p w:rsidR="0062748B" w:rsidRDefault="0062748B" w:rsidP="0062748B">
      <w:r>
        <w:t xml:space="preserve"> 146  scalar iter iteration count</w:t>
      </w:r>
    </w:p>
    <w:p w:rsidR="0062748B" w:rsidRDefault="0062748B" w:rsidP="0062748B">
      <w:r>
        <w:t xml:space="preserve"> 147         FirstIteration First iteration indicator - To control the solution </w:t>
      </w:r>
    </w:p>
    <w:p w:rsidR="0062748B" w:rsidRDefault="0062748B" w:rsidP="0062748B">
      <w:r>
        <w:t xml:space="preserve">      of feasibility problem</w:t>
      </w:r>
    </w:p>
    <w:p w:rsidR="0062748B" w:rsidRDefault="0062748B" w:rsidP="0062748B">
      <w:r>
        <w:t xml:space="preserve"> 148         k3 Count for the solution of both subproblems for each sample</w:t>
      </w:r>
    </w:p>
    <w:p w:rsidR="0062748B" w:rsidRDefault="0062748B" w:rsidP="0062748B">
      <w:r>
        <w:t xml:space="preserve"> 149         epsilon Scalar to terminate the feasibility cut generation;</w:t>
      </w:r>
    </w:p>
    <w:p w:rsidR="0062748B" w:rsidRDefault="0062748B" w:rsidP="0062748B">
      <w:r>
        <w:t xml:space="preserve"> 150   </w:t>
      </w:r>
    </w:p>
    <w:p w:rsidR="0062748B" w:rsidRDefault="0062748B" w:rsidP="0062748B">
      <w:r>
        <w:t xml:space="preserve"> 151  epsilon = 1E-5;</w:t>
      </w:r>
    </w:p>
    <w:p w:rsidR="0062748B" w:rsidRDefault="0062748B" w:rsidP="0062748B">
      <w:r>
        <w:t xml:space="preserve"> 152   </w:t>
      </w:r>
    </w:p>
    <w:p w:rsidR="0062748B" w:rsidRDefault="0062748B" w:rsidP="0062748B">
      <w:r>
        <w:t xml:space="preserve"> 153  parameter</w:t>
      </w:r>
    </w:p>
    <w:p w:rsidR="0062748B" w:rsidRDefault="0062748B" w:rsidP="0062748B">
      <w:r>
        <w:lastRenderedPageBreak/>
        <w:t xml:space="preserve"> 154           WOpt Matrix for the second stage problem- Optimality Cut</w:t>
      </w:r>
    </w:p>
    <w:p w:rsidR="0062748B" w:rsidRDefault="0062748B" w:rsidP="0062748B">
      <w:r>
        <w:t xml:space="preserve"> 155           TOpt The T matrix in the generation of optimality cut</w:t>
      </w:r>
    </w:p>
    <w:p w:rsidR="0062748B" w:rsidRDefault="0062748B" w:rsidP="0062748B">
      <w:r>
        <w:t xml:space="preserve"> 156           hOpt The h vector for the second stage problem solution - optimal</w:t>
      </w:r>
    </w:p>
    <w:p w:rsidR="0062748B" w:rsidRDefault="0062748B" w:rsidP="0062748B">
      <w:r>
        <w:t xml:space="preserve">      ity cut</w:t>
      </w:r>
    </w:p>
    <w:p w:rsidR="0062748B" w:rsidRDefault="0062748B" w:rsidP="0062748B">
      <w:r>
        <w:t xml:space="preserve"> 157           G2 Parameter used to generate cuts after second stage is solved</w:t>
      </w:r>
    </w:p>
    <w:p w:rsidR="0062748B" w:rsidRDefault="0062748B" w:rsidP="0062748B">
      <w:r>
        <w:t xml:space="preserve"> 158           G1 Parameter used to generate cuts after second stage is solved</w:t>
      </w:r>
    </w:p>
    <w:p w:rsidR="0062748B" w:rsidRDefault="0062748B" w:rsidP="0062748B">
      <w:r>
        <w:t xml:space="preserve"> 159           E1 Temporay Parameter used to generate cuts after second stage is</w:t>
      </w:r>
    </w:p>
    <w:p w:rsidR="0062748B" w:rsidRDefault="0062748B" w:rsidP="0062748B">
      <w:r>
        <w:t xml:space="preserve">       solved</w:t>
      </w:r>
    </w:p>
    <w:p w:rsidR="0062748B" w:rsidRDefault="0062748B" w:rsidP="0062748B">
      <w:r>
        <w:t xml:space="preserve"> 160           E2 Temporary Parameter used to generate cuts after second stage i</w:t>
      </w:r>
    </w:p>
    <w:p w:rsidR="0062748B" w:rsidRDefault="0062748B" w:rsidP="0062748B">
      <w:r>
        <w:t xml:space="preserve">      s solved</w:t>
      </w:r>
    </w:p>
    <w:p w:rsidR="0062748B" w:rsidRDefault="0062748B" w:rsidP="0062748B">
      <w:r>
        <w:t xml:space="preserve"> 161           E1Set Parameter used to store optimality cut data for each sample</w:t>
      </w:r>
    </w:p>
    <w:p w:rsidR="0062748B" w:rsidRDefault="0062748B" w:rsidP="0062748B">
      <w:r>
        <w:t xml:space="preserve"> 162           E2Set Parameter used to store optimality cut data for each sample</w:t>
      </w:r>
    </w:p>
    <w:p w:rsidR="0062748B" w:rsidRDefault="0062748B" w:rsidP="0062748B">
      <w:r>
        <w:t xml:space="preserve"> 163           ThetaExact Variable for comparison with thetal.l</w:t>
      </w:r>
    </w:p>
    <w:p w:rsidR="0062748B" w:rsidRDefault="0062748B" w:rsidP="0062748B">
      <w:r>
        <w:t xml:space="preserve"> 164           a Temporary storage parameter of the first stage decision values</w:t>
      </w:r>
    </w:p>
    <w:p w:rsidR="0062748B" w:rsidRDefault="0062748B" w:rsidP="0062748B">
      <w:r>
        <w:t xml:space="preserve"> 165           objective_dual stores the objective value of dual solution for th</w:t>
      </w:r>
    </w:p>
    <w:p w:rsidR="0062748B" w:rsidRDefault="0062748B" w:rsidP="0062748B">
      <w:r>
        <w:t xml:space="preserve">      e various samples in the second stage</w:t>
      </w:r>
    </w:p>
    <w:p w:rsidR="0062748B" w:rsidRDefault="0062748B" w:rsidP="0062748B">
      <w:r>
        <w:t xml:space="preserve"> 166   </w:t>
      </w:r>
    </w:p>
    <w:p w:rsidR="0062748B" w:rsidRDefault="0062748B" w:rsidP="0062748B">
      <w:r>
        <w:t xml:space="preserve"> 167           ThetaSet Values of Theta.l</w:t>
      </w:r>
    </w:p>
    <w:p w:rsidR="0062748B" w:rsidRDefault="0062748B" w:rsidP="0062748B">
      <w:r>
        <w:t xml:space="preserve"> 168           ThetaExactSet Values of ThetaExact;</w:t>
      </w:r>
    </w:p>
    <w:p w:rsidR="0062748B" w:rsidRDefault="0062748B" w:rsidP="0062748B">
      <w:r>
        <w:t xml:space="preserve"> 169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170  *</w:t>
      </w:r>
    </w:p>
    <w:p w:rsidR="0062748B" w:rsidRDefault="0062748B" w:rsidP="0062748B">
      <w:r>
        <w:t xml:space="preserve"> 171  * Declaration of the industry data</w:t>
      </w:r>
    </w:p>
    <w:p w:rsidR="0062748B" w:rsidRDefault="0062748B" w:rsidP="0062748B">
      <w:r>
        <w:t xml:space="preserve"> 172  *</w:t>
      </w:r>
    </w:p>
    <w:p w:rsidR="0062748B" w:rsidRDefault="0062748B" w:rsidP="0062748B">
      <w:r>
        <w:t xml:space="preserve"> 173  Table Data Data related to the industries</w:t>
      </w:r>
    </w:p>
    <w:p w:rsidR="0062748B" w:rsidRDefault="0062748B" w:rsidP="0062748B">
      <w:r>
        <w:lastRenderedPageBreak/>
        <w:t xml:space="preserve"> 174  *Data(i,1) is the total volumetric discharge in MGD</w:t>
      </w:r>
    </w:p>
    <w:p w:rsidR="0062748B" w:rsidRDefault="0062748B" w:rsidP="0062748B">
      <w:r>
        <w:t xml:space="preserve"> 175  *Data(i,2) is the current discharge concentration in nanograms/liter</w:t>
      </w:r>
    </w:p>
    <w:p w:rsidR="0062748B" w:rsidRDefault="0062748B" w:rsidP="0062748B">
      <w:r>
        <w:t xml:space="preserve"> 176  *Data(i,3) is the available capital with the industry in Million Dollars</w:t>
      </w:r>
    </w:p>
    <w:p w:rsidR="0062748B" w:rsidRDefault="0062748B" w:rsidP="0062748B">
      <w:r>
        <w:t xml:space="preserve"> 177           1       2       3</w:t>
      </w:r>
    </w:p>
    <w:p w:rsidR="0062748B" w:rsidRDefault="0062748B" w:rsidP="0062748B">
      <w:r>
        <w:t xml:space="preserve"> 178  1        46.1    4.65    68</w:t>
      </w:r>
    </w:p>
    <w:p w:rsidR="0062748B" w:rsidRDefault="0062748B" w:rsidP="0062748B">
      <w:r>
        <w:t xml:space="preserve"> 179  2        1.5     3.7     8</w:t>
      </w:r>
    </w:p>
    <w:p w:rsidR="0062748B" w:rsidRDefault="0062748B" w:rsidP="0062748B">
      <w:r>
        <w:t xml:space="preserve"> 180  3        4.6     4.3     15</w:t>
      </w:r>
    </w:p>
    <w:p w:rsidR="0062748B" w:rsidRDefault="0062748B" w:rsidP="0062748B">
      <w:r>
        <w:t xml:space="preserve"> 181  4        1.5     3.4     5</w:t>
      </w:r>
    </w:p>
    <w:p w:rsidR="0062748B" w:rsidRDefault="0062748B" w:rsidP="0062748B">
      <w:r>
        <w:t xml:space="preserve"> 182  5        2       3.88    10</w:t>
      </w:r>
    </w:p>
    <w:p w:rsidR="0062748B" w:rsidRDefault="0062748B" w:rsidP="0062748B">
      <w:r>
        <w:t xml:space="preserve"> 183  6        2.24    3.7     12</w:t>
      </w:r>
    </w:p>
    <w:p w:rsidR="0062748B" w:rsidRDefault="0062748B" w:rsidP="0062748B">
      <w:r>
        <w:t xml:space="preserve"> 184  7        1.2     3.9     9</w:t>
      </w:r>
    </w:p>
    <w:p w:rsidR="0062748B" w:rsidRDefault="0062748B" w:rsidP="0062748B">
      <w:r>
        <w:t xml:space="preserve"> 185  8        27      4.83    30</w:t>
      </w:r>
    </w:p>
    <w:p w:rsidR="0062748B" w:rsidRDefault="0062748B" w:rsidP="0062748B">
      <w:r>
        <w:t xml:space="preserve"> 186  9        4.5     4.0     15</w:t>
      </w:r>
    </w:p>
    <w:p w:rsidR="0062748B" w:rsidRDefault="0062748B" w:rsidP="0062748B">
      <w:r>
        <w:t xml:space="preserve"> 187  10       1       3.1     5</w:t>
      </w:r>
    </w:p>
    <w:p w:rsidR="0062748B" w:rsidRDefault="0062748B" w:rsidP="0062748B">
      <w:r>
        <w:t xml:space="preserve"> 188  11       1       3.06    5</w:t>
      </w:r>
    </w:p>
    <w:p w:rsidR="0062748B" w:rsidRDefault="0062748B" w:rsidP="0062748B">
      <w:r>
        <w:t xml:space="preserve"> 189  12       1       3.22    5</w:t>
      </w:r>
    </w:p>
    <w:p w:rsidR="0062748B" w:rsidRDefault="0062748B" w:rsidP="0062748B">
      <w:r>
        <w:t xml:space="preserve"> 190  13       2       3.31    9</w:t>
      </w:r>
    </w:p>
    <w:p w:rsidR="0062748B" w:rsidRDefault="0062748B" w:rsidP="0062748B">
      <w:r>
        <w:t xml:space="preserve"> 191  14       3.765   4.8     10</w:t>
      </w:r>
    </w:p>
    <w:p w:rsidR="0062748B" w:rsidRDefault="0062748B" w:rsidP="0062748B">
      <w:r>
        <w:t xml:space="preserve"> 192  15       18      4.33    60</w:t>
      </w:r>
    </w:p>
    <w:p w:rsidR="0062748B" w:rsidRDefault="0062748B" w:rsidP="0062748B">
      <w:r>
        <w:t xml:space="preserve"> 193  16       7.2     5.1     20</w:t>
      </w:r>
    </w:p>
    <w:p w:rsidR="0062748B" w:rsidRDefault="0062748B" w:rsidP="0062748B">
      <w:r>
        <w:t xml:space="preserve"> 194  17       58.6    4.87    100</w:t>
      </w:r>
    </w:p>
    <w:p w:rsidR="0062748B" w:rsidRDefault="0062748B" w:rsidP="0062748B">
      <w:r>
        <w:t xml:space="preserve"> 195  18       23      4.52    40</w:t>
      </w:r>
    </w:p>
    <w:p w:rsidR="0062748B" w:rsidRDefault="0062748B" w:rsidP="0062748B">
      <w:r>
        <w:t xml:space="preserve"> 196  19       1.152   5.05    10</w:t>
      </w:r>
    </w:p>
    <w:p w:rsidR="0062748B" w:rsidRDefault="0062748B" w:rsidP="0062748B">
      <w:r>
        <w:t xml:space="preserve"> 197  20       0.362   4.14    5</w:t>
      </w:r>
    </w:p>
    <w:p w:rsidR="0062748B" w:rsidRDefault="0062748B" w:rsidP="0062748B">
      <w:r>
        <w:t xml:space="preserve"> 198  21       108     4.58    130</w:t>
      </w:r>
    </w:p>
    <w:p w:rsidR="0062748B" w:rsidRDefault="0062748B" w:rsidP="0062748B">
      <w:r>
        <w:lastRenderedPageBreak/>
        <w:t xml:space="preserve"> 199  22       4.68    5.2     12</w:t>
      </w:r>
    </w:p>
    <w:p w:rsidR="0062748B" w:rsidRDefault="0062748B" w:rsidP="0062748B">
      <w:r>
        <w:t xml:space="preserve"> 200  23       28.09   4.41    45</w:t>
      </w:r>
    </w:p>
    <w:p w:rsidR="0062748B" w:rsidRDefault="0062748B" w:rsidP="0062748B">
      <w:r>
        <w:t xml:space="preserve"> 201  24       1.921   3.9     10</w:t>
      </w:r>
    </w:p>
    <w:p w:rsidR="0062748B" w:rsidRDefault="0062748B" w:rsidP="0062748B">
      <w:r>
        <w:t xml:space="preserve"> 202  25       0.544   4.5     7</w:t>
      </w:r>
    </w:p>
    <w:p w:rsidR="0062748B" w:rsidRDefault="0062748B" w:rsidP="0062748B">
      <w:r>
        <w:t xml:space="preserve"> 203  26       0.5     3.95    10</w:t>
      </w:r>
    </w:p>
    <w:p w:rsidR="0062748B" w:rsidRDefault="0062748B" w:rsidP="0062748B">
      <w:r>
        <w:t xml:space="preserve"> 204  27       0.003   3.72    5</w:t>
      </w:r>
    </w:p>
    <w:p w:rsidR="0062748B" w:rsidRDefault="0062748B" w:rsidP="0062748B">
      <w:r>
        <w:t xml:space="preserve"> 205  28       1.246   4.1     5</w:t>
      </w:r>
    </w:p>
    <w:p w:rsidR="0062748B" w:rsidRDefault="0062748B" w:rsidP="0062748B">
      <w:r>
        <w:t xml:space="preserve"> 206  29       0.054   3.4     3;</w:t>
      </w:r>
    </w:p>
    <w:p w:rsidR="0062748B" w:rsidRDefault="0062748B" w:rsidP="0062748B">
      <w:r>
        <w:t xml:space="preserve"> 207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208  *</w:t>
      </w:r>
    </w:p>
    <w:p w:rsidR="0062748B" w:rsidRDefault="0062748B" w:rsidP="0062748B">
      <w:r>
        <w:t xml:space="preserve"> 209  * Calcuation of the derived parameters:</w:t>
      </w:r>
    </w:p>
    <w:p w:rsidR="0062748B" w:rsidRDefault="0062748B" w:rsidP="0062748B">
      <w:r>
        <w:t xml:space="preserve"> 210  * Reduction cost for each technology in $ per gram</w:t>
      </w:r>
    </w:p>
    <w:p w:rsidR="0062748B" w:rsidRDefault="0062748B" w:rsidP="0062748B">
      <w:r>
        <w:t xml:space="preserve"> 211  *</w:t>
      </w:r>
    </w:p>
    <w:p w:rsidR="0062748B" w:rsidRDefault="0062748B" w:rsidP="0062748B">
      <w:r>
        <w:t xml:space="preserve"> 212  TechnologyReductionCost(j)=0.001*TC(j)/(10**(-12)*k1*q(j));</w:t>
      </w:r>
    </w:p>
    <w:p w:rsidR="0062748B" w:rsidRDefault="0062748B" w:rsidP="0062748B">
      <w:r>
        <w:t xml:space="preserve"> 213  *</w:t>
      </w:r>
    </w:p>
    <w:p w:rsidR="0062748B" w:rsidRDefault="0062748B" w:rsidP="0062748B">
      <w:r>
        <w:t xml:space="preserve"> 214  * Water quality standard in nano grams per liter</w:t>
      </w:r>
    </w:p>
    <w:p w:rsidR="0062748B" w:rsidRDefault="0062748B" w:rsidP="0062748B">
      <w:r>
        <w:t xml:space="preserve"> 215  *</w:t>
      </w:r>
    </w:p>
    <w:p w:rsidR="0062748B" w:rsidRDefault="0062748B" w:rsidP="0062748B">
      <w:r>
        <w:t xml:space="preserve"> 216  WQS=(HSC/CAL)*TMDL;</w:t>
      </w:r>
    </w:p>
    <w:p w:rsidR="0062748B" w:rsidRDefault="0062748B" w:rsidP="0062748B">
      <w:r>
        <w:t xml:space="preserve"> 217  *</w:t>
      </w:r>
    </w:p>
    <w:p w:rsidR="0062748B" w:rsidRDefault="0062748B" w:rsidP="0062748B">
      <w:r>
        <w:t xml:space="preserve"> 218  * Reduction target for each industry based on the current discharge concen</w:t>
      </w:r>
    </w:p>
    <w:p w:rsidR="0062748B" w:rsidRDefault="0062748B" w:rsidP="0062748B">
      <w:r>
        <w:t xml:space="preserve">      tration in grams per year.</w:t>
      </w:r>
    </w:p>
    <w:p w:rsidR="0062748B" w:rsidRDefault="0062748B" w:rsidP="0062748B">
      <w:r>
        <w:t xml:space="preserve"> 219  * And total Targeted reduction</w:t>
      </w:r>
    </w:p>
    <w:p w:rsidR="0062748B" w:rsidRDefault="0062748B" w:rsidP="0062748B">
      <w:r>
        <w:t xml:space="preserve"> 220  *</w:t>
      </w:r>
    </w:p>
    <w:p w:rsidR="0062748B" w:rsidRDefault="0062748B" w:rsidP="0062748B">
      <w:r>
        <w:t xml:space="preserve"> 221  ReductionTarget(i)=((Data(i,'2')-WQS)*10**(-12))*Data(i,'1')*k1*10**(6)*36</w:t>
      </w:r>
    </w:p>
    <w:p w:rsidR="0062748B" w:rsidRDefault="0062748B" w:rsidP="0062748B">
      <w:r>
        <w:lastRenderedPageBreak/>
        <w:t xml:space="preserve">      5;</w:t>
      </w:r>
    </w:p>
    <w:p w:rsidR="0062748B" w:rsidRDefault="0062748B" w:rsidP="0062748B">
      <w:r>
        <w:t xml:space="preserve"> 222  ReductionTargetTotal=sum(i,ReductionTarget(i));</w:t>
      </w:r>
    </w:p>
    <w:p w:rsidR="0062748B" w:rsidRDefault="0062748B" w:rsidP="0062748B">
      <w:r>
        <w:t xml:space="preserve"> 223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224  * Declaration of parameters for the process models: The equations are writ</w:t>
      </w:r>
    </w:p>
    <w:p w:rsidR="0062748B" w:rsidRDefault="0062748B" w:rsidP="0062748B">
      <w:r>
        <w:t xml:space="preserve">      ten later</w:t>
      </w:r>
    </w:p>
    <w:p w:rsidR="0062748B" w:rsidRDefault="0062748B" w:rsidP="0062748B">
      <w:r>
        <w:t xml:space="preserve"> 225  * The parameters that are to be sampled are sampled at this stage.</w:t>
      </w:r>
    </w:p>
    <w:p w:rsidR="0062748B" w:rsidRDefault="0062748B" w:rsidP="0062748B">
      <w:r>
        <w:t xml:space="preserve"> 226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227  * Model for Coagulation and filtration (CF) process</w:t>
      </w:r>
    </w:p>
    <w:p w:rsidR="0062748B" w:rsidRDefault="0062748B" w:rsidP="0062748B">
      <w:r>
        <w:t xml:space="preserve"> 228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229  * Note: The model implemented here is only for the filtration process. It </w:t>
      </w:r>
    </w:p>
    <w:p w:rsidR="0062748B" w:rsidRDefault="0062748B" w:rsidP="0062748B">
      <w:r>
        <w:t xml:space="preserve">      does not</w:t>
      </w:r>
    </w:p>
    <w:p w:rsidR="0062748B" w:rsidRDefault="0062748B" w:rsidP="0062748B">
      <w:r>
        <w:t xml:space="preserve"> 230  * include the model for the coagulation process. The filtration model is f</w:t>
      </w:r>
    </w:p>
    <w:p w:rsidR="0062748B" w:rsidRDefault="0062748B" w:rsidP="0062748B">
      <w:r>
        <w:t xml:space="preserve">      or</w:t>
      </w:r>
    </w:p>
    <w:p w:rsidR="0062748B" w:rsidRDefault="0062748B" w:rsidP="0062748B">
      <w:r>
        <w:t xml:space="preserve"> 231  * a general water treatment process.</w:t>
      </w:r>
    </w:p>
    <w:p w:rsidR="0062748B" w:rsidRDefault="0062748B" w:rsidP="0062748B">
      <w:r>
        <w:t xml:space="preserve"> 232  *</w:t>
      </w:r>
    </w:p>
    <w:p w:rsidR="0062748B" w:rsidRDefault="0062748B" w:rsidP="0062748B">
      <w:r>
        <w:t xml:space="preserve"> 233  * Basic Parameters for the process</w:t>
      </w:r>
    </w:p>
    <w:p w:rsidR="0062748B" w:rsidRDefault="0062748B" w:rsidP="0062748B">
      <w:r>
        <w:t xml:space="preserve"> 234  *</w:t>
      </w:r>
    </w:p>
    <w:p w:rsidR="0062748B" w:rsidRDefault="0062748B" w:rsidP="0062748B">
      <w:r>
        <w:t xml:space="preserve"> 235  Parameter</w:t>
      </w:r>
    </w:p>
    <w:p w:rsidR="0062748B" w:rsidRDefault="0062748B" w:rsidP="0062748B">
      <w:r>
        <w:t xml:space="preserve"> 236  *</w:t>
      </w:r>
    </w:p>
    <w:p w:rsidR="0062748B" w:rsidRDefault="0062748B" w:rsidP="0062748B">
      <w:r>
        <w:t xml:space="preserve"> 237  * Process Input</w:t>
      </w:r>
    </w:p>
    <w:p w:rsidR="0062748B" w:rsidRDefault="0062748B" w:rsidP="0062748B">
      <w:r>
        <w:t xml:space="preserve"> 238  *</w:t>
      </w:r>
    </w:p>
    <w:p w:rsidR="0062748B" w:rsidRDefault="0062748B" w:rsidP="0062748B">
      <w:r>
        <w:t xml:space="preserve"> 239  CF_PlantAvailability Plant availability in percent /100/</w:t>
      </w:r>
    </w:p>
    <w:p w:rsidR="0062748B" w:rsidRDefault="0062748B" w:rsidP="0062748B">
      <w:r>
        <w:lastRenderedPageBreak/>
        <w:t xml:space="preserve"> 240  CF_PlantOpTime Plant operation time in percent /100/</w:t>
      </w:r>
    </w:p>
    <w:p w:rsidR="0062748B" w:rsidRDefault="0062748B" w:rsidP="0062748B">
      <w:r>
        <w:t xml:space="preserve"> 241  CF_MembraneModuleEqCost Membrane module equipment cost in $ /370000/</w:t>
      </w:r>
    </w:p>
    <w:p w:rsidR="0062748B" w:rsidRDefault="0062748B" w:rsidP="0062748B">
      <w:r>
        <w:t xml:space="preserve"> 242  * This value is changed from the spreadsheet (original value 27000)</w:t>
      </w:r>
    </w:p>
    <w:p w:rsidR="0062748B" w:rsidRDefault="0062748B" w:rsidP="0062748B">
      <w:r>
        <w:t xml:space="preserve"> 243  CF_ModularFlowRate Modular system flow rate in GMP /600/</w:t>
      </w:r>
    </w:p>
    <w:p w:rsidR="0062748B" w:rsidRDefault="0062748B" w:rsidP="0062748B">
      <w:r>
        <w:t xml:space="preserve"> 244  CF_NoOfMembranesPerModule Number of membranes per module /90/</w:t>
      </w:r>
    </w:p>
    <w:p w:rsidR="0062748B" w:rsidRDefault="0062748B" w:rsidP="0062748B">
      <w:r>
        <w:t xml:space="preserve"> 245  CF_PumpEfficiency Pump efficiency in percent /80/</w:t>
      </w:r>
    </w:p>
    <w:p w:rsidR="0062748B" w:rsidRDefault="0062748B" w:rsidP="0062748B">
      <w:r>
        <w:t xml:space="preserve"> 246  CF_MotorEfficiency Motor efficiency in percent /93/</w:t>
      </w:r>
    </w:p>
    <w:p w:rsidR="0062748B" w:rsidRDefault="0062748B" w:rsidP="0062748B">
      <w:r>
        <w:t xml:space="preserve"> 247  CF_DesignFeedPressure Design feed pressure in PSI /30/</w:t>
      </w:r>
    </w:p>
    <w:p w:rsidR="0062748B" w:rsidRDefault="0062748B" w:rsidP="0062748B">
      <w:r>
        <w:t xml:space="preserve"> 248  CF_BackflushPressure Backflush pressure in PSI /29/</w:t>
      </w:r>
    </w:p>
    <w:p w:rsidR="0062748B" w:rsidRDefault="0062748B" w:rsidP="0062748B">
      <w:r>
        <w:t xml:space="preserve"> 249  CF_BackwashInterval Backwash interval in minutes /15/</w:t>
      </w:r>
    </w:p>
    <w:p w:rsidR="0062748B" w:rsidRDefault="0062748B" w:rsidP="0062748B">
      <w:r>
        <w:t xml:space="preserve"> 250  CF_BackwashBackflushDuration Backwash and backflush duration /0.1/</w:t>
      </w:r>
    </w:p>
    <w:p w:rsidR="0062748B" w:rsidRDefault="0062748B" w:rsidP="0062748B">
      <w:r>
        <w:t xml:space="preserve"> 251  * Uncertain parameters in this catagory</w:t>
      </w:r>
    </w:p>
    <w:p w:rsidR="0062748B" w:rsidRDefault="0062748B" w:rsidP="0062748B">
      <w:r>
        <w:t xml:space="preserve"> 252  CF_CostPerMembraneMean Mean cost per membrane in $ /650/</w:t>
      </w:r>
    </w:p>
    <w:p w:rsidR="0062748B" w:rsidRDefault="0062748B" w:rsidP="0062748B">
      <w:r>
        <w:t xml:space="preserve"> 253  * Sampled parameters are stored in a parameter used later in the loop (bas</w:t>
      </w:r>
    </w:p>
    <w:p w:rsidR="0062748B" w:rsidRDefault="0062748B" w:rsidP="0062748B">
      <w:r>
        <w:t xml:space="preserve">      ed on the mean value defined above)</w:t>
      </w:r>
    </w:p>
    <w:p w:rsidR="0062748B" w:rsidRDefault="0062748B" w:rsidP="0062748B">
      <w:r>
        <w:t xml:space="preserve"> 254  CF_CostPerMembraneSet Cost per membrane in $ - To be sampled</w:t>
      </w:r>
    </w:p>
    <w:p w:rsidR="0062748B" w:rsidRDefault="0062748B" w:rsidP="0062748B">
      <w:r>
        <w:t xml:space="preserve"> 255  * Sampled parameter value from the set defined above</w:t>
      </w:r>
    </w:p>
    <w:p w:rsidR="0062748B" w:rsidRDefault="0062748B" w:rsidP="0062748B">
      <w:r>
        <w:t xml:space="preserve"> 256  CF_CostPerMembrane Cost per membrane in $</w:t>
      </w:r>
    </w:p>
    <w:p w:rsidR="0062748B" w:rsidRDefault="0062748B" w:rsidP="0062748B">
      <w:r>
        <w:t xml:space="preserve"> 257  *</w:t>
      </w:r>
    </w:p>
    <w:p w:rsidR="0062748B" w:rsidRDefault="0062748B" w:rsidP="0062748B">
      <w:r>
        <w:t xml:space="preserve"> 258  * Operations and Maintenance cost Input</w:t>
      </w:r>
    </w:p>
    <w:p w:rsidR="0062748B" w:rsidRDefault="0062748B" w:rsidP="0062748B">
      <w:r>
        <w:t xml:space="preserve"> 259  *</w:t>
      </w:r>
    </w:p>
    <w:p w:rsidR="0062748B" w:rsidRDefault="0062748B" w:rsidP="0062748B">
      <w:r>
        <w:t xml:space="preserve"> 260  CF_DesignDosage Design dosage in mg per liter /200/</w:t>
      </w:r>
    </w:p>
    <w:p w:rsidR="0062748B" w:rsidRDefault="0062748B" w:rsidP="0062748B">
      <w:r>
        <w:t xml:space="preserve"> 261  CF_NaOClSpecGravity Sodium Hypochlorite specific gravity /1.168/</w:t>
      </w:r>
    </w:p>
    <w:p w:rsidR="0062748B" w:rsidRDefault="0062748B" w:rsidP="0062748B">
      <w:r>
        <w:t xml:space="preserve"> 262  CF_NaOClConc Sodium Hypochlorite solution concentration in percent /12/</w:t>
      </w:r>
    </w:p>
    <w:p w:rsidR="0062748B" w:rsidRDefault="0062748B" w:rsidP="0062748B">
      <w:r>
        <w:t xml:space="preserve"> 263  CF_StaffDays Staff days /5/</w:t>
      </w:r>
    </w:p>
    <w:p w:rsidR="0062748B" w:rsidRDefault="0062748B" w:rsidP="0062748B">
      <w:r>
        <w:lastRenderedPageBreak/>
        <w:t xml:space="preserve"> 264  CF_LaborRate Labor rate per unit hour (salary and benefits) in $ per hours</w:t>
      </w:r>
    </w:p>
    <w:p w:rsidR="0062748B" w:rsidRDefault="0062748B" w:rsidP="0062748B">
      <w:r>
        <w:t xml:space="preserve">       /36.2/</w:t>
      </w:r>
    </w:p>
    <w:p w:rsidR="0062748B" w:rsidRDefault="0062748B" w:rsidP="0062748B">
      <w:r>
        <w:t xml:space="preserve"> 265  CF_AmortizationTime Amortization time in years /20/</w:t>
      </w:r>
    </w:p>
    <w:p w:rsidR="0062748B" w:rsidRDefault="0062748B" w:rsidP="0062748B">
      <w:r>
        <w:t xml:space="preserve"> 266  CF_InterestRate Interest rate in percent /8/</w:t>
      </w:r>
    </w:p>
    <w:p w:rsidR="0062748B" w:rsidRDefault="0062748B" w:rsidP="0062748B">
      <w:r>
        <w:t xml:space="preserve"> 267  CF_BuildingAreaCost Building area cost in $ per m2 /1076/</w:t>
      </w:r>
    </w:p>
    <w:p w:rsidR="0062748B" w:rsidRDefault="0062748B" w:rsidP="0062748B">
      <w:r>
        <w:t xml:space="preserve"> 268  CF_PerModuleInstallationCost Per Module Installation Cost /70000/</w:t>
      </w:r>
    </w:p>
    <w:p w:rsidR="0062748B" w:rsidRDefault="0062748B" w:rsidP="0062748B">
      <w:r>
        <w:t xml:space="preserve"> 269  * Uncertain parameters in this catagory</w:t>
      </w:r>
    </w:p>
    <w:p w:rsidR="0062748B" w:rsidRDefault="0062748B" w:rsidP="0062748B">
      <w:r>
        <w:t xml:space="preserve"> 270  CF_ElectricityRateMean Mean electricity rate (cost) in $ per kWh /0.095/</w:t>
      </w:r>
    </w:p>
    <w:p w:rsidR="0062748B" w:rsidRDefault="0062748B" w:rsidP="0062748B">
      <w:r>
        <w:t xml:space="preserve"> 271  CF_NaOClCostMean Mean Sodium hypochlorite cost in $ per liter for 12% solu</w:t>
      </w:r>
    </w:p>
    <w:p w:rsidR="0062748B" w:rsidRDefault="0062748B" w:rsidP="0062748B">
      <w:r>
        <w:t xml:space="preserve">      tion /0.43/</w:t>
      </w:r>
    </w:p>
    <w:p w:rsidR="0062748B" w:rsidRDefault="0062748B" w:rsidP="0062748B">
      <w:r>
        <w:t xml:space="preserve"> 272  CF_MembraneLifeMean Mean membrane life in years /5/</w:t>
      </w:r>
    </w:p>
    <w:p w:rsidR="0062748B" w:rsidRDefault="0062748B" w:rsidP="0062748B">
      <w:r>
        <w:t xml:space="preserve"> 273  * Sampled parameters are stored in a parameter used later in the loop (bas</w:t>
      </w:r>
    </w:p>
    <w:p w:rsidR="0062748B" w:rsidRDefault="0062748B" w:rsidP="0062748B">
      <w:r>
        <w:t xml:space="preserve">      ed on the mean value defined above)</w:t>
      </w:r>
    </w:p>
    <w:p w:rsidR="0062748B" w:rsidRDefault="0062748B" w:rsidP="0062748B">
      <w:r>
        <w:t xml:space="preserve"> 274  CF_ElectricityRateSet Mean electricity rate (cost) in $ per kWh - To be sa</w:t>
      </w:r>
    </w:p>
    <w:p w:rsidR="0062748B" w:rsidRDefault="0062748B" w:rsidP="0062748B">
      <w:r>
        <w:t xml:space="preserve">      mpled</w:t>
      </w:r>
    </w:p>
    <w:p w:rsidR="0062748B" w:rsidRDefault="0062748B" w:rsidP="0062748B">
      <w:r>
        <w:t xml:space="preserve"> 275  CF_NaOClCostSet Mean Sodium hypochlorite cost in $ per liter for 12% solut</w:t>
      </w:r>
    </w:p>
    <w:p w:rsidR="0062748B" w:rsidRDefault="0062748B" w:rsidP="0062748B">
      <w:r>
        <w:t xml:space="preserve">      ion - To be sampled</w:t>
      </w:r>
    </w:p>
    <w:p w:rsidR="0062748B" w:rsidRDefault="0062748B" w:rsidP="0062748B">
      <w:r>
        <w:t xml:space="preserve"> 276  CF_MembraneLifeSet Mean Membrane life in years - To be sampled</w:t>
      </w:r>
    </w:p>
    <w:p w:rsidR="0062748B" w:rsidRDefault="0062748B" w:rsidP="0062748B">
      <w:r>
        <w:t xml:space="preserve"> 277  * Sampled parameter value from the set defined above</w:t>
      </w:r>
    </w:p>
    <w:p w:rsidR="0062748B" w:rsidRDefault="0062748B" w:rsidP="0062748B">
      <w:r>
        <w:t xml:space="preserve"> 278  CF_ElectricityRate Mean electricity rate (cost) in $ per kWh</w:t>
      </w:r>
    </w:p>
    <w:p w:rsidR="0062748B" w:rsidRDefault="0062748B" w:rsidP="0062748B">
      <w:r>
        <w:t xml:space="preserve"> 279  CF_NaOClCost Mean Sodium hypochlorite cost in $ per liter for 12% solution</w:t>
      </w:r>
    </w:p>
    <w:p w:rsidR="0062748B" w:rsidRDefault="0062748B" w:rsidP="0062748B">
      <w:r>
        <w:t xml:space="preserve"> 280  CF_MembraneLife Mean Membrane life in years;</w:t>
      </w:r>
    </w:p>
    <w:p w:rsidR="0062748B" w:rsidRDefault="0062748B" w:rsidP="0062748B">
      <w:r>
        <w:t xml:space="preserve"> 281  *</w:t>
      </w:r>
    </w:p>
    <w:p w:rsidR="0062748B" w:rsidRDefault="0062748B" w:rsidP="0062748B">
      <w:r>
        <w:t xml:space="preserve"> 282  * Sampling of the uncertain parameters: Using uniform sampling available i</w:t>
      </w:r>
    </w:p>
    <w:p w:rsidR="0062748B" w:rsidRDefault="0062748B" w:rsidP="0062748B">
      <w:r>
        <w:t xml:space="preserve">      n GAMS</w:t>
      </w:r>
    </w:p>
    <w:p w:rsidR="0062748B" w:rsidRDefault="0062748B" w:rsidP="0062748B">
      <w:r>
        <w:lastRenderedPageBreak/>
        <w:t xml:space="preserve"> 283  *</w:t>
      </w:r>
    </w:p>
    <w:p w:rsidR="0062748B" w:rsidRDefault="0062748B" w:rsidP="0062748B">
      <w:r>
        <w:t xml:space="preserve"> 284  CF_CostPerMembraneSet(m)=uniform[CF_CostPerMembraneMean*0.8, CF_CostPerMem</w:t>
      </w:r>
    </w:p>
    <w:p w:rsidR="0062748B" w:rsidRDefault="0062748B" w:rsidP="0062748B">
      <w:r>
        <w:t xml:space="preserve">      braneMean*1.2];</w:t>
      </w:r>
    </w:p>
    <w:p w:rsidR="0062748B" w:rsidRDefault="0062748B" w:rsidP="0062748B">
      <w:r>
        <w:t xml:space="preserve"> 285  CF_ElectricityRateSet(m)=uniform[CF_ElectricityRateMean*0.8, CF_Electricit</w:t>
      </w:r>
    </w:p>
    <w:p w:rsidR="0062748B" w:rsidRDefault="0062748B" w:rsidP="0062748B">
      <w:r>
        <w:t xml:space="preserve">      yRateMean*1.2];</w:t>
      </w:r>
    </w:p>
    <w:p w:rsidR="0062748B" w:rsidRDefault="0062748B" w:rsidP="0062748B">
      <w:r>
        <w:t xml:space="preserve"> 286  CF_NaOClCostSet(m)=uniform[CF_NaOClCostMean*0.8, CF_NaOClCostMean*1.2];</w:t>
      </w:r>
    </w:p>
    <w:p w:rsidR="0062748B" w:rsidRDefault="0062748B" w:rsidP="0062748B">
      <w:r>
        <w:t xml:space="preserve"> 287  CF_MembraneLifeSet(m)=uniform[CF_MembraneLifeMean*0.8, CF_MembraneLifeMean</w:t>
      </w:r>
    </w:p>
    <w:p w:rsidR="0062748B" w:rsidRDefault="0062748B" w:rsidP="0062748B">
      <w:r>
        <w:t xml:space="preserve">      *1.2];</w:t>
      </w:r>
    </w:p>
    <w:p w:rsidR="0062748B" w:rsidRDefault="0062748B" w:rsidP="0062748B">
      <w:r>
        <w:t xml:space="preserve"> 288  *</w:t>
      </w:r>
    </w:p>
    <w:p w:rsidR="0062748B" w:rsidRDefault="0062748B" w:rsidP="0062748B">
      <w:r>
        <w:t xml:space="preserve"> 289  * Computed Parameters for the process</w:t>
      </w:r>
    </w:p>
    <w:p w:rsidR="0062748B" w:rsidRDefault="0062748B" w:rsidP="0062748B">
      <w:r>
        <w:t xml:space="preserve"> 290  *</w:t>
      </w:r>
    </w:p>
    <w:p w:rsidR="0062748B" w:rsidRDefault="0062748B" w:rsidP="0062748B">
      <w:r>
        <w:t xml:space="preserve"> 291  Parameter CF_RecoveryRate Recovery rate for the water flow in percent;</w:t>
      </w:r>
    </w:p>
    <w:p w:rsidR="0062748B" w:rsidRDefault="0062748B" w:rsidP="0062748B">
      <w:r>
        <w:t xml:space="preserve"> 292   </w:t>
      </w:r>
    </w:p>
    <w:p w:rsidR="0062748B" w:rsidRDefault="0062748B" w:rsidP="0062748B">
      <w:r>
        <w:t xml:space="preserve"> 293  Positive Variables</w:t>
      </w:r>
    </w:p>
    <w:p w:rsidR="0062748B" w:rsidRDefault="0062748B" w:rsidP="0062748B">
      <w:r>
        <w:t xml:space="preserve"> 294  CF_NoOfModules Number of modules</w:t>
      </w:r>
    </w:p>
    <w:p w:rsidR="0062748B" w:rsidRDefault="0062748B" w:rsidP="0062748B">
      <w:r>
        <w:t xml:space="preserve"> 295  CF_BackwashFlow Backwash flow</w:t>
      </w:r>
    </w:p>
    <w:p w:rsidR="0062748B" w:rsidRDefault="0062748B" w:rsidP="0062748B">
      <w:r>
        <w:t xml:space="preserve"> 296  *CF_RecoveryRate Recovery rate for the water flow in percent</w:t>
      </w:r>
    </w:p>
    <w:p w:rsidR="0062748B" w:rsidRDefault="0062748B" w:rsidP="0062748B">
      <w:r>
        <w:t xml:space="preserve"> 297  CF_FeedPumpHP Feed pump horsepower</w:t>
      </w:r>
    </w:p>
    <w:p w:rsidR="0062748B" w:rsidRDefault="0062748B" w:rsidP="0062748B">
      <w:r>
        <w:t xml:space="preserve"> 298  CF_FeedPumpPower Feed pump power requirement in kWh</w:t>
      </w:r>
    </w:p>
    <w:p w:rsidR="0062748B" w:rsidRDefault="0062748B" w:rsidP="0062748B">
      <w:r>
        <w:t xml:space="preserve"> 299  CF_BackflushPower Backflush power requirement in kWh</w:t>
      </w:r>
    </w:p>
    <w:p w:rsidR="0062748B" w:rsidRDefault="0062748B" w:rsidP="0062748B">
      <w:r>
        <w:t xml:space="preserve"> 300  CF_MFF Microfiltration feed flow in liters per sec</w:t>
      </w:r>
    </w:p>
    <w:p w:rsidR="0062748B" w:rsidRDefault="0062748B" w:rsidP="0062748B">
      <w:r>
        <w:t xml:space="preserve"> 301  CF_NoOfMembranes Number of membranes used</w:t>
      </w:r>
    </w:p>
    <w:p w:rsidR="0062748B" w:rsidRDefault="0062748B" w:rsidP="0062748B">
      <w:r>
        <w:t xml:space="preserve"> 302  CF_BuildingArea Building area for the process implementation</w:t>
      </w:r>
    </w:p>
    <w:p w:rsidR="0062748B" w:rsidRDefault="0062748B" w:rsidP="0062748B">
      <w:r>
        <w:t xml:space="preserve"> 303  * Direct and indirect construction costs</w:t>
      </w:r>
    </w:p>
    <w:p w:rsidR="0062748B" w:rsidRDefault="0062748B" w:rsidP="0062748B">
      <w:r>
        <w:t xml:space="preserve"> 304  CF_MembraneModuleCost Membrane module cost</w:t>
      </w:r>
    </w:p>
    <w:p w:rsidR="0062748B" w:rsidRDefault="0062748B" w:rsidP="0062748B">
      <w:r>
        <w:lastRenderedPageBreak/>
        <w:t xml:space="preserve"> 305  CF_BuildingCost Building cost - based on the building area</w:t>
      </w:r>
    </w:p>
    <w:p w:rsidR="0062748B" w:rsidRDefault="0062748B" w:rsidP="0062748B">
      <w:r>
        <w:t xml:space="preserve"> 306  CF_InstallationCost Installation cost for the process</w:t>
      </w:r>
    </w:p>
    <w:p w:rsidR="0062748B" w:rsidRDefault="0062748B" w:rsidP="0062748B">
      <w:r>
        <w:t xml:space="preserve"> 307  CF_MiscCost Miscellaneous cost (taken as 5% of the module cost)</w:t>
      </w:r>
    </w:p>
    <w:p w:rsidR="0062748B" w:rsidRDefault="0062748B" w:rsidP="0062748B">
      <w:r>
        <w:t xml:space="preserve"> 308  CF_PlantPipingCost Plant piping cost (taken as 5% of the module and misc c</w:t>
      </w:r>
    </w:p>
    <w:p w:rsidR="0062748B" w:rsidRDefault="0062748B" w:rsidP="0062748B">
      <w:r>
        <w:t xml:space="preserve">      ost)</w:t>
      </w:r>
    </w:p>
    <w:p w:rsidR="0062748B" w:rsidRDefault="0062748B" w:rsidP="0062748B">
      <w:r>
        <w:t xml:space="preserve"> 309  CF_EngineeringCost Engineering cost (taken as 10% of the module and misc c</w:t>
      </w:r>
    </w:p>
    <w:p w:rsidR="0062748B" w:rsidRDefault="0062748B" w:rsidP="0062748B">
      <w:r>
        <w:t xml:space="preserve">      ost)</w:t>
      </w:r>
    </w:p>
    <w:p w:rsidR="0062748B" w:rsidRDefault="0062748B" w:rsidP="0062748B">
      <w:r>
        <w:t xml:space="preserve"> 310  CF_DirectCapitalCost Total direct capital cost</w:t>
      </w:r>
    </w:p>
    <w:p w:rsidR="0062748B" w:rsidRDefault="0062748B" w:rsidP="0062748B">
      <w:r>
        <w:t xml:space="preserve"> 311  CF_ConstructionInterest Expense on interest during construction (taken as </w:t>
      </w:r>
    </w:p>
    <w:p w:rsidR="0062748B" w:rsidRDefault="0062748B" w:rsidP="0062748B">
      <w:r>
        <w:t xml:space="preserve">      6% of total direct capital cost)</w:t>
      </w:r>
    </w:p>
    <w:p w:rsidR="0062748B" w:rsidRDefault="0062748B" w:rsidP="0062748B">
      <w:r>
        <w:t xml:space="preserve"> 312  CF_Contingencies Contingencies (taken as 20% of total direct capital cost)</w:t>
      </w:r>
    </w:p>
    <w:p w:rsidR="0062748B" w:rsidRDefault="0062748B" w:rsidP="0062748B">
      <w:r>
        <w:t xml:space="preserve"> 313  CF_ProjectManagement Fees and project management (taken as 10% of total di</w:t>
      </w:r>
    </w:p>
    <w:p w:rsidR="0062748B" w:rsidRDefault="0062748B" w:rsidP="0062748B">
      <w:r>
        <w:t xml:space="preserve">      rect capital cost)</w:t>
      </w:r>
    </w:p>
    <w:p w:rsidR="0062748B" w:rsidRDefault="0062748B" w:rsidP="0062748B">
      <w:r>
        <w:t xml:space="preserve"> 314  CF_WorkingCapital Working capital (taken as 4% of total direct capital cos</w:t>
      </w:r>
    </w:p>
    <w:p w:rsidR="0062748B" w:rsidRDefault="0062748B" w:rsidP="0062748B">
      <w:r>
        <w:t xml:space="preserve">      t)</w:t>
      </w:r>
    </w:p>
    <w:p w:rsidR="0062748B" w:rsidRDefault="0062748B" w:rsidP="0062748B">
      <w:r>
        <w:t xml:space="preserve"> 315  CF_IndirectCapitalCost Total indirect capital cost</w:t>
      </w:r>
    </w:p>
    <w:p w:rsidR="0062748B" w:rsidRDefault="0062748B" w:rsidP="0062748B">
      <w:r>
        <w:t xml:space="preserve"> 316  CF_TotalConstructionCost Total (direct and indirect) construction cost</w:t>
      </w:r>
    </w:p>
    <w:p w:rsidR="0062748B" w:rsidRDefault="0062748B" w:rsidP="0062748B">
      <w:r>
        <w:t xml:space="preserve"> 317  * Operating and maintenance costs</w:t>
      </w:r>
    </w:p>
    <w:p w:rsidR="0062748B" w:rsidRDefault="0062748B" w:rsidP="0062748B">
      <w:r>
        <w:t xml:space="preserve"> 318  CF_ElectricityCost Electricity cost for the implementation of the process</w:t>
      </w:r>
    </w:p>
    <w:p w:rsidR="0062748B" w:rsidRDefault="0062748B" w:rsidP="0062748B">
      <w:r>
        <w:t xml:space="preserve"> 319  CF_LaborCost Labor cost for the implementation of the process</w:t>
      </w:r>
    </w:p>
    <w:p w:rsidR="0062748B" w:rsidRDefault="0062748B" w:rsidP="0062748B">
      <w:r>
        <w:t xml:space="preserve"> 320  CF_ChemicalCost Chemical cost for the process</w:t>
      </w:r>
    </w:p>
    <w:p w:rsidR="0062748B" w:rsidRDefault="0062748B" w:rsidP="0062748B">
      <w:r>
        <w:t xml:space="preserve"> 321  CF_MembraneReplacementCost Membrane replacement cost for the process</w:t>
      </w:r>
    </w:p>
    <w:p w:rsidR="0062748B" w:rsidRDefault="0062748B" w:rsidP="0062748B">
      <w:r>
        <w:t xml:space="preserve"> 322  CF_CleaningChemicalCost Cleaning chemical (NaOCl) cost</w:t>
      </w:r>
    </w:p>
    <w:p w:rsidR="0062748B" w:rsidRDefault="0062748B" w:rsidP="0062748B">
      <w:r>
        <w:t xml:space="preserve"> 323  CF_Repairs Repairs replacement and misc cost (taken as 2% of the direct ca</w:t>
      </w:r>
    </w:p>
    <w:p w:rsidR="0062748B" w:rsidRDefault="0062748B" w:rsidP="0062748B">
      <w:r>
        <w:t xml:space="preserve">      pital cost)</w:t>
      </w:r>
    </w:p>
    <w:p w:rsidR="0062748B" w:rsidRDefault="0062748B" w:rsidP="0062748B">
      <w:r>
        <w:lastRenderedPageBreak/>
        <w:t xml:space="preserve"> 324  CF_TotalOMCost Total operating and maintenance cost</w:t>
      </w:r>
    </w:p>
    <w:p w:rsidR="0062748B" w:rsidRDefault="0062748B" w:rsidP="0062748B">
      <w:r>
        <w:t xml:space="preserve"> 325   </w:t>
      </w:r>
    </w:p>
    <w:p w:rsidR="0062748B" w:rsidRDefault="0062748B" w:rsidP="0062748B">
      <w:r>
        <w:t xml:space="preserve"> 326  CF_CapitalRecovery Capital recovery - calculate from the total captical co</w:t>
      </w:r>
    </w:p>
    <w:p w:rsidR="0062748B" w:rsidRDefault="0062748B" w:rsidP="0062748B">
      <w:r>
        <w:t xml:space="preserve">      st</w:t>
      </w:r>
    </w:p>
    <w:p w:rsidR="0062748B" w:rsidRDefault="0062748B" w:rsidP="0062748B">
      <w:r>
        <w:t xml:space="preserve"> 327  CF_AnnualCost Annual cost depending on the Capital recovery and OM cost;</w:t>
      </w:r>
    </w:p>
    <w:p w:rsidR="0062748B" w:rsidRDefault="0062748B" w:rsidP="0062748B">
      <w:r>
        <w:t xml:space="preserve"> 328  *</w:t>
      </w:r>
    </w:p>
    <w:p w:rsidR="0062748B" w:rsidRDefault="0062748B" w:rsidP="0062748B">
      <w:r>
        <w:t xml:space="preserve"> 329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330  * Model for Granular Activated Carbon (GAC) Process</w:t>
      </w:r>
    </w:p>
    <w:p w:rsidR="0062748B" w:rsidRDefault="0062748B" w:rsidP="0062748B">
      <w:r>
        <w:t xml:space="preserve"> 331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332  *</w:t>
      </w:r>
    </w:p>
    <w:p w:rsidR="0062748B" w:rsidRDefault="0062748B" w:rsidP="0062748B">
      <w:r>
        <w:t xml:space="preserve"> 333  * Basic Parameters for the process</w:t>
      </w:r>
    </w:p>
    <w:p w:rsidR="0062748B" w:rsidRDefault="0062748B" w:rsidP="0062748B">
      <w:r>
        <w:t xml:space="preserve"> 334  *</w:t>
      </w:r>
    </w:p>
    <w:p w:rsidR="0062748B" w:rsidRDefault="0062748B" w:rsidP="0062748B">
      <w:r>
        <w:t xml:space="preserve"> 335  Parameter GAC_CapitalCostK1Mean Mean of constant 1 for the capital cost ca</w:t>
      </w:r>
    </w:p>
    <w:p w:rsidR="0062748B" w:rsidRDefault="0062748B" w:rsidP="0062748B">
      <w:r>
        <w:t xml:space="preserve">      lculation /1948.8/</w:t>
      </w:r>
    </w:p>
    <w:p w:rsidR="0062748B" w:rsidRDefault="0062748B" w:rsidP="0062748B">
      <w:r>
        <w:t xml:space="preserve"> 336            GAC_CapitalCostK2 Constant 2 for the capital cost calculation /0</w:t>
      </w:r>
    </w:p>
    <w:p w:rsidR="0062748B" w:rsidRDefault="0062748B" w:rsidP="0062748B">
      <w:r>
        <w:t xml:space="preserve">      .2569/</w:t>
      </w:r>
    </w:p>
    <w:p w:rsidR="0062748B" w:rsidRDefault="0062748B" w:rsidP="0062748B">
      <w:r>
        <w:t xml:space="preserve"> 337            GAC_OMCostK1Mean Mean of constant 1 for the operating and mainte</w:t>
      </w:r>
    </w:p>
    <w:p w:rsidR="0062748B" w:rsidRDefault="0062748B" w:rsidP="0062748B">
      <w:r>
        <w:t xml:space="preserve">      nance cost calculation /225.42/</w:t>
      </w:r>
    </w:p>
    <w:p w:rsidR="0062748B" w:rsidRDefault="0062748B" w:rsidP="0062748B">
      <w:r>
        <w:t xml:space="preserve"> 338            GAC_OMCostK2 Constant 2 for the operating and maintenance cost c</w:t>
      </w:r>
    </w:p>
    <w:p w:rsidR="0062748B" w:rsidRDefault="0062748B" w:rsidP="0062748B">
      <w:r>
        <w:t xml:space="preserve">      alculation /0.1692/</w:t>
      </w:r>
    </w:p>
    <w:p w:rsidR="0062748B" w:rsidRDefault="0062748B" w:rsidP="0062748B">
      <w:r>
        <w:t xml:space="preserve"> 339  * Sampled parameters are stored in a parameter used later in the loop (bas</w:t>
      </w:r>
    </w:p>
    <w:p w:rsidR="0062748B" w:rsidRDefault="0062748B" w:rsidP="0062748B">
      <w:r>
        <w:t xml:space="preserve">      ed on the mean value defined above)</w:t>
      </w:r>
    </w:p>
    <w:p w:rsidR="0062748B" w:rsidRDefault="0062748B" w:rsidP="0062748B">
      <w:r>
        <w:t xml:space="preserve"> 340            GAC_CapitalCostK1Set Constant 1 for the capital cost calculation</w:t>
      </w:r>
    </w:p>
    <w:p w:rsidR="0062748B" w:rsidRDefault="0062748B" w:rsidP="0062748B">
      <w:r>
        <w:lastRenderedPageBreak/>
        <w:t xml:space="preserve">       - To be sampled</w:t>
      </w:r>
    </w:p>
    <w:p w:rsidR="0062748B" w:rsidRDefault="0062748B" w:rsidP="0062748B">
      <w:r>
        <w:t xml:space="preserve"> 341            GAC_OMCostK1Set Constant 1 for the operating and maintenance cos</w:t>
      </w:r>
    </w:p>
    <w:p w:rsidR="0062748B" w:rsidRDefault="0062748B" w:rsidP="0062748B">
      <w:r>
        <w:t xml:space="preserve">      t calculation - To be sampled</w:t>
      </w:r>
    </w:p>
    <w:p w:rsidR="0062748B" w:rsidRDefault="0062748B" w:rsidP="0062748B">
      <w:r>
        <w:t xml:space="preserve"> 342  * Sampled parameter value from the set defined above</w:t>
      </w:r>
    </w:p>
    <w:p w:rsidR="0062748B" w:rsidRDefault="0062748B" w:rsidP="0062748B">
      <w:r>
        <w:t xml:space="preserve"> 343            GAC_CapitalCostK1 Constant 1 for the capital cost calculation</w:t>
      </w:r>
    </w:p>
    <w:p w:rsidR="0062748B" w:rsidRDefault="0062748B" w:rsidP="0062748B">
      <w:r>
        <w:t xml:space="preserve"> 344            GAC_OMCostK1 Constant 1 for the operating and maintenance cost c</w:t>
      </w:r>
    </w:p>
    <w:p w:rsidR="0062748B" w:rsidRDefault="0062748B" w:rsidP="0062748B">
      <w:r>
        <w:t xml:space="preserve">      alculation ;</w:t>
      </w:r>
    </w:p>
    <w:p w:rsidR="0062748B" w:rsidRDefault="0062748B" w:rsidP="0062748B">
      <w:r>
        <w:t xml:space="preserve"> 345  *</w:t>
      </w:r>
    </w:p>
    <w:p w:rsidR="0062748B" w:rsidRDefault="0062748B" w:rsidP="0062748B">
      <w:r>
        <w:t xml:space="preserve"> 346  * Sampling of the uncertain parameters: Using uniform sampling available i</w:t>
      </w:r>
    </w:p>
    <w:p w:rsidR="0062748B" w:rsidRDefault="0062748B" w:rsidP="0062748B">
      <w:r>
        <w:t xml:space="preserve">      n GAMS</w:t>
      </w:r>
    </w:p>
    <w:p w:rsidR="0062748B" w:rsidRDefault="0062748B" w:rsidP="0062748B">
      <w:r>
        <w:t xml:space="preserve"> 347  *</w:t>
      </w:r>
    </w:p>
    <w:p w:rsidR="0062748B" w:rsidRDefault="0062748B" w:rsidP="0062748B">
      <w:r>
        <w:t xml:space="preserve"> 348  GAC_CapitalCostK1Set(m)=uniform[GAC_CapitalCostK1Mean*0.8, GAC_CapitalCost</w:t>
      </w:r>
    </w:p>
    <w:p w:rsidR="0062748B" w:rsidRDefault="0062748B" w:rsidP="0062748B">
      <w:r>
        <w:t xml:space="preserve">      K1Mean*1.2];</w:t>
      </w:r>
    </w:p>
    <w:p w:rsidR="0062748B" w:rsidRDefault="0062748B" w:rsidP="0062748B">
      <w:r>
        <w:t xml:space="preserve"> 349  GAC_OMCostK1Set(m)=uniform[GAC_OMCostK1Mean*0.8, GAC_OMCostK1Mean*1.2];</w:t>
      </w:r>
    </w:p>
    <w:p w:rsidR="0062748B" w:rsidRDefault="0062748B" w:rsidP="0062748B">
      <w:r>
        <w:t xml:space="preserve"> 350  *</w:t>
      </w:r>
    </w:p>
    <w:p w:rsidR="0062748B" w:rsidRDefault="0062748B" w:rsidP="0062748B">
      <w:r>
        <w:t xml:space="preserve"> 351  * Computed Parameters for the process</w:t>
      </w:r>
    </w:p>
    <w:p w:rsidR="0062748B" w:rsidRDefault="0062748B" w:rsidP="0062748B">
      <w:r>
        <w:t xml:space="preserve"> 352  *</w:t>
      </w:r>
    </w:p>
    <w:p w:rsidR="0062748B" w:rsidRDefault="0062748B" w:rsidP="0062748B">
      <w:r>
        <w:t xml:space="preserve"> 353  Positive Variables</w:t>
      </w:r>
    </w:p>
    <w:p w:rsidR="0062748B" w:rsidRDefault="0062748B" w:rsidP="0062748B">
      <w:r>
        <w:t xml:space="preserve"> 354  GAC_CapitalCost Capital cost for the activated carbon process</w:t>
      </w:r>
    </w:p>
    <w:p w:rsidR="0062748B" w:rsidRDefault="0062748B" w:rsidP="0062748B">
      <w:r>
        <w:t xml:space="preserve"> 355  GAC_OMCost Operational and maintenance cost for the activated carbon proce</w:t>
      </w:r>
    </w:p>
    <w:p w:rsidR="0062748B" w:rsidRDefault="0062748B" w:rsidP="0062748B">
      <w:r>
        <w:t xml:space="preserve">      ss</w:t>
      </w:r>
    </w:p>
    <w:p w:rsidR="0062748B" w:rsidRDefault="0062748B" w:rsidP="0062748B">
      <w:r>
        <w:t xml:space="preserve"> 356  GAC_TotalCost Total cost for the activated carbon process implementation;</w:t>
      </w:r>
    </w:p>
    <w:p w:rsidR="0062748B" w:rsidRDefault="0062748B" w:rsidP="0062748B">
      <w:r>
        <w:t xml:space="preserve"> 357  *</w:t>
      </w:r>
    </w:p>
    <w:p w:rsidR="0062748B" w:rsidRDefault="0062748B" w:rsidP="0062748B">
      <w:r>
        <w:t xml:space="preserve"> 358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lastRenderedPageBreak/>
        <w:t xml:space="preserve"> 359  * Model for Ion Exchange Process</w:t>
      </w:r>
    </w:p>
    <w:p w:rsidR="0062748B" w:rsidRDefault="0062748B" w:rsidP="0062748B">
      <w:r>
        <w:t xml:space="preserve"> 360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361  *</w:t>
      </w:r>
    </w:p>
    <w:p w:rsidR="0062748B" w:rsidRDefault="0062748B" w:rsidP="0062748B">
      <w:r>
        <w:t xml:space="preserve"> 362  * Basic Parameters for the process</w:t>
      </w:r>
    </w:p>
    <w:p w:rsidR="0062748B" w:rsidRDefault="0062748B" w:rsidP="0062748B">
      <w:r>
        <w:t xml:space="preserve"> 363  *</w:t>
      </w:r>
    </w:p>
    <w:p w:rsidR="0062748B" w:rsidRDefault="0062748B" w:rsidP="0062748B">
      <w:r>
        <w:t xml:space="preserve"> 364  Parameters</w:t>
      </w:r>
    </w:p>
    <w:p w:rsidR="0062748B" w:rsidRDefault="0062748B" w:rsidP="0062748B">
      <w:r>
        <w:t xml:space="preserve"> 365  IX_CationEqv Equivalents per liter of cations /0.00362/</w:t>
      </w:r>
    </w:p>
    <w:p w:rsidR="0062748B" w:rsidRDefault="0062748B" w:rsidP="0062748B">
      <w:r>
        <w:t xml:space="preserve"> 366  IX_AnionEqv Equivalents per liter of anions /0.00737/</w:t>
      </w:r>
    </w:p>
    <w:p w:rsidR="0062748B" w:rsidRDefault="0062748B" w:rsidP="0062748B">
      <w:r>
        <w:t xml:space="preserve"> 367  IX_ResinCationEqv Cation Equivalents per liter of resin /20/</w:t>
      </w:r>
    </w:p>
    <w:p w:rsidR="0062748B" w:rsidRDefault="0062748B" w:rsidP="0062748B">
      <w:r>
        <w:t xml:space="preserve"> 368  IX_ResinAnionEqv Anion Equivalents per liter of resin /11/</w:t>
      </w:r>
    </w:p>
    <w:p w:rsidR="0062748B" w:rsidRDefault="0062748B" w:rsidP="0062748B">
      <w:r>
        <w:t xml:space="preserve"> 369  IX_DesiredRunCycle Desired run cycle in days /1/</w:t>
      </w:r>
    </w:p>
    <w:p w:rsidR="0062748B" w:rsidRDefault="0062748B" w:rsidP="0062748B">
      <w:r>
        <w:t xml:space="preserve"> 370  IX_ServiceFlowRate Service flow rate (lit per hour per Lit of resin) /20/</w:t>
      </w:r>
    </w:p>
    <w:p w:rsidR="0062748B" w:rsidRDefault="0062748B" w:rsidP="0062748B">
      <w:r>
        <w:t xml:space="preserve"> 371  IX_ResinExpCoeff Resin expansion coefficient /2/</w:t>
      </w:r>
    </w:p>
    <w:p w:rsidR="0062748B" w:rsidRDefault="0062748B" w:rsidP="0062748B">
      <w:r>
        <w:t xml:space="preserve"> 372  IX_VesselAspectRatio Aspect ratio for the vessel /4/</w:t>
      </w:r>
    </w:p>
    <w:p w:rsidR="0062748B" w:rsidRDefault="0062748B" w:rsidP="0062748B">
      <w:r>
        <w:t xml:space="preserve"> 373  IX_CostFactor Cost factor for the operating pressure /2/</w:t>
      </w:r>
    </w:p>
    <w:p w:rsidR="0062748B" w:rsidRDefault="0062748B" w:rsidP="0062748B">
      <w:r>
        <w:t xml:space="preserve"> 374  IX_NaClMassPerResin Mass of NaCl per unit volume of resin in Kg per m3 /15</w:t>
      </w:r>
    </w:p>
    <w:p w:rsidR="0062748B" w:rsidRDefault="0062748B" w:rsidP="0062748B">
      <w:r>
        <w:t xml:space="preserve">      0/</w:t>
      </w:r>
    </w:p>
    <w:p w:rsidR="0062748B" w:rsidRDefault="0062748B" w:rsidP="0062748B">
      <w:r>
        <w:t xml:space="preserve"> 375  IX_NaClCost Cost of NaCl per kg /0.02/</w:t>
      </w:r>
    </w:p>
    <w:p w:rsidR="0062748B" w:rsidRDefault="0062748B" w:rsidP="0062748B">
      <w:r>
        <w:t xml:space="preserve"> 376  IX_NaClConc Concentration of the regeneration chemical in percent /10/</w:t>
      </w:r>
    </w:p>
    <w:p w:rsidR="0062748B" w:rsidRDefault="0062748B" w:rsidP="0062748B">
      <w:r>
        <w:t xml:space="preserve"> 377  IX_PlantAailabilityFactor Plant availability due to down time /1/</w:t>
      </w:r>
    </w:p>
    <w:p w:rsidR="0062748B" w:rsidRDefault="0062748B" w:rsidP="0062748B">
      <w:r>
        <w:t xml:space="preserve"> 378  IX_PlannedOpTimePerDay Planned operation time per day /1/</w:t>
      </w:r>
    </w:p>
    <w:p w:rsidR="0062748B" w:rsidRDefault="0062748B" w:rsidP="0062748B">
      <w:r>
        <w:t xml:space="preserve"> 379  * Uncertain parameters in this catagory</w:t>
      </w:r>
    </w:p>
    <w:p w:rsidR="0062748B" w:rsidRDefault="0062748B" w:rsidP="0062748B">
      <w:r>
        <w:t xml:space="preserve"> 380  IX_ResinPriceMean Mean nominal resin price in $ per m3 /1607/</w:t>
      </w:r>
    </w:p>
    <w:p w:rsidR="0062748B" w:rsidRDefault="0062748B" w:rsidP="0062748B">
      <w:r>
        <w:t xml:space="preserve"> 381  IX_CostSlopeMean Mean slope for the logarithmic equation for the vessel co</w:t>
      </w:r>
    </w:p>
    <w:p w:rsidR="0062748B" w:rsidRDefault="0062748B" w:rsidP="0062748B">
      <w:r>
        <w:lastRenderedPageBreak/>
        <w:t xml:space="preserve">      st calculation /0.562/</w:t>
      </w:r>
    </w:p>
    <w:p w:rsidR="0062748B" w:rsidRDefault="0062748B" w:rsidP="0062748B">
      <w:r>
        <w:t xml:space="preserve"> 382  IX_CostInterceptMean Mean intercept for the logarithmic equation for the v</w:t>
      </w:r>
    </w:p>
    <w:p w:rsidR="0062748B" w:rsidRDefault="0062748B" w:rsidP="0062748B">
      <w:r>
        <w:t xml:space="preserve">      essel cost calculation /3.446/</w:t>
      </w:r>
    </w:p>
    <w:p w:rsidR="0062748B" w:rsidRDefault="0062748B" w:rsidP="0062748B">
      <w:r>
        <w:t xml:space="preserve"> 383  * Sampled parameters are stored in a parameter used later in the loop (bas</w:t>
      </w:r>
    </w:p>
    <w:p w:rsidR="0062748B" w:rsidRDefault="0062748B" w:rsidP="0062748B">
      <w:r>
        <w:t xml:space="preserve">      ed on the mean value defined above)</w:t>
      </w:r>
    </w:p>
    <w:p w:rsidR="0062748B" w:rsidRDefault="0062748B" w:rsidP="0062748B">
      <w:r>
        <w:t xml:space="preserve"> 384  IX_ResinPriceSet Mean nominal resin price in $ per m3</w:t>
      </w:r>
    </w:p>
    <w:p w:rsidR="0062748B" w:rsidRDefault="0062748B" w:rsidP="0062748B">
      <w:r>
        <w:t xml:space="preserve"> 385  IX_CostSlopeSet Mean slope for the logarithmic equation for the vessel cos</w:t>
      </w:r>
    </w:p>
    <w:p w:rsidR="0062748B" w:rsidRDefault="0062748B" w:rsidP="0062748B">
      <w:r>
        <w:t xml:space="preserve">      t calculation</w:t>
      </w:r>
    </w:p>
    <w:p w:rsidR="0062748B" w:rsidRDefault="0062748B" w:rsidP="0062748B">
      <w:r>
        <w:t xml:space="preserve"> 386  IX_CostInterceptSet Mean intercept for the logarithmic equation for the ve</w:t>
      </w:r>
    </w:p>
    <w:p w:rsidR="0062748B" w:rsidRDefault="0062748B" w:rsidP="0062748B">
      <w:r>
        <w:t xml:space="preserve">      ssel cost calculation</w:t>
      </w:r>
    </w:p>
    <w:p w:rsidR="0062748B" w:rsidRDefault="0062748B" w:rsidP="0062748B">
      <w:r>
        <w:t xml:space="preserve"> 387  * Sampled parameter value from the set defined above</w:t>
      </w:r>
    </w:p>
    <w:p w:rsidR="0062748B" w:rsidRDefault="0062748B" w:rsidP="0062748B">
      <w:r>
        <w:t xml:space="preserve"> 388  IX_ResinPrice Mean nominal resin price in $ per m3</w:t>
      </w:r>
    </w:p>
    <w:p w:rsidR="0062748B" w:rsidRDefault="0062748B" w:rsidP="0062748B">
      <w:r>
        <w:t xml:space="preserve"> 389  IX_CostSlope Mean slope for the logarithmic equation for the vessel cost c</w:t>
      </w:r>
    </w:p>
    <w:p w:rsidR="0062748B" w:rsidRDefault="0062748B" w:rsidP="0062748B">
      <w:r>
        <w:t xml:space="preserve">      alculation</w:t>
      </w:r>
    </w:p>
    <w:p w:rsidR="0062748B" w:rsidRDefault="0062748B" w:rsidP="0062748B">
      <w:r>
        <w:t xml:space="preserve"> 390  IX_CostIntercept Mean intercept for the logarithmic equation for the vesse</w:t>
      </w:r>
    </w:p>
    <w:p w:rsidR="0062748B" w:rsidRDefault="0062748B" w:rsidP="0062748B">
      <w:r>
        <w:t xml:space="preserve">      l cost calculation;</w:t>
      </w:r>
    </w:p>
    <w:p w:rsidR="0062748B" w:rsidRDefault="0062748B" w:rsidP="0062748B">
      <w:r>
        <w:t xml:space="preserve"> 391  *</w:t>
      </w:r>
    </w:p>
    <w:p w:rsidR="0062748B" w:rsidRDefault="0062748B" w:rsidP="0062748B">
      <w:r>
        <w:t xml:space="preserve"> 392  * Sampling of the uncertain parameters</w:t>
      </w:r>
    </w:p>
    <w:p w:rsidR="0062748B" w:rsidRDefault="0062748B" w:rsidP="0062748B">
      <w:r>
        <w:t xml:space="preserve"> 393  *</w:t>
      </w:r>
    </w:p>
    <w:p w:rsidR="0062748B" w:rsidRDefault="0062748B" w:rsidP="0062748B">
      <w:r>
        <w:t xml:space="preserve"> 394  IX_ResinPriceSet(m)=uniform[IX_ResinPriceMean*0.8, IX_ResinPriceMean*1.2];</w:t>
      </w:r>
    </w:p>
    <w:p w:rsidR="0062748B" w:rsidRDefault="0062748B" w:rsidP="0062748B">
      <w:r>
        <w:t xml:space="preserve"> 395  IX_CostSlopeSet(m)=uniform[IX_CostSlopeMean*0.8, IX_CostSlopeMean*1.2];</w:t>
      </w:r>
    </w:p>
    <w:p w:rsidR="0062748B" w:rsidRDefault="0062748B" w:rsidP="0062748B">
      <w:r>
        <w:t xml:space="preserve"> 396  IX_CostInterceptSet(m)=uniform[IX_CostInterceptMean*0.8, IX_CostInterceptM</w:t>
      </w:r>
    </w:p>
    <w:p w:rsidR="0062748B" w:rsidRDefault="0062748B" w:rsidP="0062748B">
      <w:r>
        <w:t xml:space="preserve">      ean*1.2];</w:t>
      </w:r>
    </w:p>
    <w:p w:rsidR="0062748B" w:rsidRDefault="0062748B" w:rsidP="0062748B">
      <w:r>
        <w:t xml:space="preserve"> 397  *</w:t>
      </w:r>
    </w:p>
    <w:p w:rsidR="0062748B" w:rsidRDefault="0062748B" w:rsidP="0062748B">
      <w:r>
        <w:t xml:space="preserve"> 398  * Computed Parameters for the process</w:t>
      </w:r>
    </w:p>
    <w:p w:rsidR="0062748B" w:rsidRDefault="0062748B" w:rsidP="0062748B">
      <w:r>
        <w:lastRenderedPageBreak/>
        <w:t xml:space="preserve"> 399  *</w:t>
      </w:r>
    </w:p>
    <w:p w:rsidR="0062748B" w:rsidRDefault="0062748B" w:rsidP="0062748B">
      <w:r>
        <w:t xml:space="preserve"> 400  Positive variables</w:t>
      </w:r>
    </w:p>
    <w:p w:rsidR="0062748B" w:rsidRDefault="0062748B" w:rsidP="0062748B">
      <w:r>
        <w:t xml:space="preserve"> 401  IX_MinResinVolume Minimum volume of the medium in m3</w:t>
      </w:r>
    </w:p>
    <w:p w:rsidR="0062748B" w:rsidRDefault="0062748B" w:rsidP="0062748B">
      <w:r>
        <w:t xml:space="preserve"> 402  IX_MinVolExhaustionTime Minimum volume exhaustion time in days</w:t>
      </w:r>
    </w:p>
    <w:p w:rsidR="0062748B" w:rsidRDefault="0062748B" w:rsidP="0062748B">
      <w:r>
        <w:t xml:space="preserve"> 403  IX_RunCycleResin Resin for the desired run cycle in m3</w:t>
      </w:r>
    </w:p>
    <w:p w:rsidR="0062748B" w:rsidRDefault="0062748B" w:rsidP="0062748B">
      <w:r>
        <w:t xml:space="preserve"> 404  IX_ExhaustionTimeResinVolume Resin volume in m3 for the minimum exhaustion</w:t>
      </w:r>
    </w:p>
    <w:p w:rsidR="0062748B" w:rsidRDefault="0062748B" w:rsidP="0062748B">
      <w:r>
        <w:t xml:space="preserve">       time</w:t>
      </w:r>
    </w:p>
    <w:p w:rsidR="0062748B" w:rsidRDefault="0062748B" w:rsidP="0062748B">
      <w:r>
        <w:t xml:space="preserve"> 405  IX_VesselVolume Total vessel volume in m3</w:t>
      </w:r>
    </w:p>
    <w:p w:rsidR="0062748B" w:rsidRDefault="0062748B" w:rsidP="0062748B">
      <w:r>
        <w:t xml:space="preserve"> 406  IX_ResinCost Total resin cost (in $ per day -- need to check)</w:t>
      </w:r>
    </w:p>
    <w:p w:rsidR="0062748B" w:rsidRDefault="0062748B" w:rsidP="0062748B">
      <w:r>
        <w:t xml:space="preserve"> 407  IX_BedArea Bed area for the vessel in m2</w:t>
      </w:r>
    </w:p>
    <w:p w:rsidR="0062748B" w:rsidRDefault="0062748B" w:rsidP="0062748B">
      <w:r>
        <w:t xml:space="preserve"> 408  IX_TankTotalCost Total Tank cost in $</w:t>
      </w:r>
    </w:p>
    <w:p w:rsidR="0062748B" w:rsidRDefault="0062748B" w:rsidP="0062748B">
      <w:r>
        <w:t xml:space="preserve"> 409  IX_NaClReq NaCl requirement in Kg per day</w:t>
      </w:r>
    </w:p>
    <w:p w:rsidR="0062748B" w:rsidRDefault="0062748B" w:rsidP="0062748B">
      <w:r>
        <w:t xml:space="preserve"> 410  IX_TotalChemCost Total chemical cost per year</w:t>
      </w:r>
    </w:p>
    <w:p w:rsidR="0062748B" w:rsidRDefault="0062748B" w:rsidP="0062748B">
      <w:r>
        <w:t xml:space="preserve"> 411  IX_RegFluidReq Regeneration fluid requirement</w:t>
      </w:r>
    </w:p>
    <w:p w:rsidR="0062748B" w:rsidRDefault="0062748B" w:rsidP="0062748B">
      <w:r>
        <w:t xml:space="preserve"> 412  IX_StorageTankCost Storage tank cost</w:t>
      </w:r>
    </w:p>
    <w:p w:rsidR="0062748B" w:rsidRDefault="0062748B" w:rsidP="0062748B">
      <w:r>
        <w:t xml:space="preserve"> 413  IX_ConstructionCost Construction cost</w:t>
      </w:r>
    </w:p>
    <w:p w:rsidR="0062748B" w:rsidRDefault="0062748B" w:rsidP="0062748B">
      <w:r>
        <w:t xml:space="preserve"> 414  IX_OMCost Operating and maintenance cost</w:t>
      </w:r>
    </w:p>
    <w:p w:rsidR="0062748B" w:rsidRDefault="0062748B" w:rsidP="0062748B">
      <w:r>
        <w:t xml:space="preserve"> 415  IX_TotalCost Total cost for the implementation of ion exchange process for</w:t>
      </w:r>
    </w:p>
    <w:p w:rsidR="0062748B" w:rsidRDefault="0062748B" w:rsidP="0062748B">
      <w:r>
        <w:t xml:space="preserve">       each industry;</w:t>
      </w:r>
    </w:p>
    <w:p w:rsidR="0062748B" w:rsidRDefault="0062748B" w:rsidP="0062748B">
      <w:r>
        <w:t xml:space="preserve"> 416  * This cost is the sum of the construction and vessel cost which are one t</w:t>
      </w:r>
    </w:p>
    <w:p w:rsidR="0062748B" w:rsidRDefault="0062748B" w:rsidP="0062748B">
      <w:r>
        <w:t xml:space="preserve">      ime expenses</w:t>
      </w:r>
    </w:p>
    <w:p w:rsidR="0062748B" w:rsidRDefault="0062748B" w:rsidP="0062748B">
      <w:r>
        <w:t xml:space="preserve"> 417  * and annual operating-maintenance cost and the annual resin cost.</w:t>
      </w:r>
    </w:p>
    <w:p w:rsidR="0062748B" w:rsidRDefault="0062748B" w:rsidP="0062748B">
      <w:r>
        <w:t xml:space="preserve"> 418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419   </w:t>
      </w:r>
    </w:p>
    <w:p w:rsidR="0062748B" w:rsidRDefault="0062748B" w:rsidP="0062748B">
      <w:r>
        <w:lastRenderedPageBreak/>
        <w:t xml:space="preserve"> 420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421  *</w:t>
      </w:r>
    </w:p>
    <w:p w:rsidR="0062748B" w:rsidRDefault="0062748B" w:rsidP="0062748B">
      <w:r>
        <w:t xml:space="preserve"> 422  * Declaration of the model variables</w:t>
      </w:r>
    </w:p>
    <w:p w:rsidR="0062748B" w:rsidRDefault="0062748B" w:rsidP="0062748B">
      <w:r>
        <w:t xml:space="preserve"> 423  *</w:t>
      </w:r>
    </w:p>
    <w:p w:rsidR="0062748B" w:rsidRDefault="0062748B" w:rsidP="0062748B">
      <w:r>
        <w:t xml:space="preserve"> 424  * Technology only problem solution decision variables</w:t>
      </w:r>
    </w:p>
    <w:p w:rsidR="0062748B" w:rsidRDefault="0062748B" w:rsidP="0062748B">
      <w:r>
        <w:t xml:space="preserve"> 425  *</w:t>
      </w:r>
    </w:p>
    <w:p w:rsidR="0062748B" w:rsidRDefault="0062748B" w:rsidP="0062748B">
      <w:r>
        <w:t xml:space="preserve"> 426  Variable Tobj Objective function for the technoogy only problem;</w:t>
      </w:r>
    </w:p>
    <w:p w:rsidR="0062748B" w:rsidRDefault="0062748B" w:rsidP="0062748B">
      <w:r>
        <w:t xml:space="preserve"> 427  *</w:t>
      </w:r>
    </w:p>
    <w:p w:rsidR="0062748B" w:rsidRDefault="0062748B" w:rsidP="0062748B">
      <w:r>
        <w:t xml:space="preserve"> 428  * First stage decision variable</w:t>
      </w:r>
    </w:p>
    <w:p w:rsidR="0062748B" w:rsidRDefault="0062748B" w:rsidP="0062748B">
      <w:r>
        <w:t xml:space="preserve"> 429  *</w:t>
      </w:r>
    </w:p>
    <w:p w:rsidR="0062748B" w:rsidRDefault="0062748B" w:rsidP="0062748B">
      <w:r>
        <w:t xml:space="preserve"> 430  Parameter b binary parameter specifying the process selection based on fir</w:t>
      </w:r>
    </w:p>
    <w:p w:rsidR="0062748B" w:rsidRDefault="0062748B" w:rsidP="0062748B">
      <w:r>
        <w:t xml:space="preserve">      st stage decision variables;</w:t>
      </w:r>
    </w:p>
    <w:p w:rsidR="0062748B" w:rsidRDefault="0062748B" w:rsidP="0062748B">
      <w:r>
        <w:t xml:space="preserve"> 431  Positive Variable t Variable deciding the amount of mercury traded between</w:t>
      </w:r>
    </w:p>
    <w:p w:rsidR="0062748B" w:rsidRDefault="0062748B" w:rsidP="0062748B">
      <w:r>
        <w:t xml:space="preserve">       various industries;</w:t>
      </w:r>
    </w:p>
    <w:p w:rsidR="0062748B" w:rsidRDefault="0062748B" w:rsidP="0062748B">
      <w:r>
        <w:t xml:space="preserve"> 432  Variable   Theta Linear approximation of the recourse function</w:t>
      </w:r>
    </w:p>
    <w:p w:rsidR="0062748B" w:rsidRDefault="0062748B" w:rsidP="0062748B">
      <w:r>
        <w:t xml:space="preserve"> 433           MasterObjective Objective function of the master problem;</w:t>
      </w:r>
    </w:p>
    <w:p w:rsidR="0062748B" w:rsidRDefault="0062748B" w:rsidP="0062748B">
      <w:r>
        <w:t xml:space="preserve"> 434  Positive Variable Volume volume of waste treated by each industry using ea</w:t>
      </w:r>
    </w:p>
    <w:p w:rsidR="0062748B" w:rsidRDefault="0062748B" w:rsidP="0062748B">
      <w:r>
        <w:t xml:space="preserve">      ch technology (defined over i and j);</w:t>
      </w:r>
    </w:p>
    <w:p w:rsidR="0062748B" w:rsidRDefault="0062748B" w:rsidP="0062748B">
      <w:r>
        <w:t xml:space="preserve"> 435   </w:t>
      </w:r>
    </w:p>
    <w:p w:rsidR="0062748B" w:rsidRDefault="0062748B" w:rsidP="0062748B">
      <w:r>
        <w:t xml:space="preserve"> 436  *</w:t>
      </w:r>
    </w:p>
    <w:p w:rsidR="0062748B" w:rsidRDefault="0062748B" w:rsidP="0062748B">
      <w:r>
        <w:t xml:space="preserve"> 437  * Second stage decision variable</w:t>
      </w:r>
    </w:p>
    <w:p w:rsidR="0062748B" w:rsidRDefault="0062748B" w:rsidP="0062748B">
      <w:r>
        <w:t xml:space="preserve"> 438  *</w:t>
      </w:r>
    </w:p>
    <w:p w:rsidR="0062748B" w:rsidRDefault="0062748B" w:rsidP="0062748B">
      <w:r>
        <w:t xml:space="preserve"> 439  Variables SubObjective Objective function of the second stage sub-problem</w:t>
      </w:r>
    </w:p>
    <w:p w:rsidR="0062748B" w:rsidRDefault="0062748B" w:rsidP="0062748B">
      <w:r>
        <w:t xml:space="preserve"> 440            WQS_final Final water standard achieved after reduction;</w:t>
      </w:r>
    </w:p>
    <w:p w:rsidR="0062748B" w:rsidRDefault="0062748B" w:rsidP="0062748B">
      <w:r>
        <w:lastRenderedPageBreak/>
        <w:t xml:space="preserve"> 441   </w:t>
      </w:r>
    </w:p>
    <w:p w:rsidR="0062748B" w:rsidRDefault="0062748B" w:rsidP="0062748B">
      <w:r>
        <w:t xml:space="preserve"> 442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443  * Describing all the model computations as equations rather than simple pa</w:t>
      </w:r>
    </w:p>
    <w:p w:rsidR="0062748B" w:rsidRDefault="0062748B" w:rsidP="0062748B">
      <w:r>
        <w:t xml:space="preserve">      rameter</w:t>
      </w:r>
    </w:p>
    <w:p w:rsidR="0062748B" w:rsidRDefault="0062748B" w:rsidP="0062748B">
      <w:r>
        <w:t xml:space="preserve"> 444  * computations. The computed parameters in the model are converted into va</w:t>
      </w:r>
    </w:p>
    <w:p w:rsidR="0062748B" w:rsidRDefault="0062748B" w:rsidP="0062748B">
      <w:r>
        <w:t xml:space="preserve">      riables.</w:t>
      </w:r>
    </w:p>
    <w:p w:rsidR="0062748B" w:rsidRDefault="0062748B" w:rsidP="0062748B">
      <w:r>
        <w:t xml:space="preserve"> 445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446  *</w:t>
      </w:r>
    </w:p>
    <w:p w:rsidR="0062748B" w:rsidRDefault="0062748B" w:rsidP="0062748B">
      <w:r>
        <w:t xml:space="preserve"> 447  * Desired flow rate in L/sec. The original unit is MGD. And the emperical </w:t>
      </w:r>
    </w:p>
    <w:p w:rsidR="0062748B" w:rsidRDefault="0062748B" w:rsidP="0062748B">
      <w:r>
        <w:t xml:space="preserve">      equations</w:t>
      </w:r>
    </w:p>
    <w:p w:rsidR="0062748B" w:rsidRDefault="0062748B" w:rsidP="0062748B">
      <w:r>
        <w:t xml:space="preserve"> 448  * use the units L/sec. So instead of using a conversion factor in all equa</w:t>
      </w:r>
    </w:p>
    <w:p w:rsidR="0062748B" w:rsidRDefault="0062748B" w:rsidP="0062748B">
      <w:r>
        <w:t xml:space="preserve">      tions,</w:t>
      </w:r>
    </w:p>
    <w:p w:rsidR="0062748B" w:rsidRDefault="0062748B" w:rsidP="0062748B">
      <w:r>
        <w:t xml:space="preserve"> 449  * generating a new parameter in the desired unit for the flow.</w:t>
      </w:r>
    </w:p>
    <w:p w:rsidR="0062748B" w:rsidRDefault="0062748B" w:rsidP="0062748B">
      <w:r>
        <w:t xml:space="preserve"> 450  *</w:t>
      </w:r>
    </w:p>
    <w:p w:rsidR="0062748B" w:rsidRDefault="0062748B" w:rsidP="0062748B">
      <w:r>
        <w:t xml:space="preserve"> 451  Positive Variable DFR Desired flow rate for the industry in liters per sec</w:t>
      </w:r>
    </w:p>
    <w:p w:rsidR="0062748B" w:rsidRDefault="0062748B" w:rsidP="0062748B">
      <w:r>
        <w:t xml:space="preserve">      ;</w:t>
      </w:r>
    </w:p>
    <w:p w:rsidR="0062748B" w:rsidRDefault="0062748B" w:rsidP="0062748B">
      <w:r>
        <w:t xml:space="preserve"> 452  Equation DFREq;</w:t>
      </w:r>
    </w:p>
    <w:p w:rsidR="0062748B" w:rsidRDefault="0062748B" w:rsidP="0062748B">
      <w:r>
        <w:t xml:space="preserve"> 453  DFREq(i,j)..     DFR(i,j) =e= Volume(i,j)*10**(6)*k1/86400 ;</w:t>
      </w:r>
    </w:p>
    <w:p w:rsidR="0062748B" w:rsidRDefault="0062748B" w:rsidP="0062748B">
      <w:r>
        <w:t xml:space="preserve"> 454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455  * Model for Coagulation and filtration (CF) process</w:t>
      </w:r>
    </w:p>
    <w:p w:rsidR="0062748B" w:rsidRDefault="0062748B" w:rsidP="0062748B">
      <w:r>
        <w:t xml:space="preserve"> 456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lastRenderedPageBreak/>
        <w:t xml:space="preserve"> 457  Equations CF01, CF03, CF04, CF05, CF06, CF07, CF08, CF09, CF10, CF11, CF12</w:t>
      </w:r>
    </w:p>
    <w:p w:rsidR="0062748B" w:rsidRDefault="0062748B" w:rsidP="0062748B">
      <w:r>
        <w:t xml:space="preserve">      ,</w:t>
      </w:r>
    </w:p>
    <w:p w:rsidR="0062748B" w:rsidRDefault="0062748B" w:rsidP="0062748B">
      <w:r>
        <w:t xml:space="preserve"> 458            CF13, CF14, CF15, CF16, CF17, CF18, CF19, CF20, CF21, CF22, CF23</w:t>
      </w:r>
    </w:p>
    <w:p w:rsidR="0062748B" w:rsidRDefault="0062748B" w:rsidP="0062748B">
      <w:r>
        <w:t xml:space="preserve">      , CF24, CF25,</w:t>
      </w:r>
    </w:p>
    <w:p w:rsidR="0062748B" w:rsidRDefault="0062748B" w:rsidP="0062748B">
      <w:r>
        <w:t xml:space="preserve"> 459            CF26, CF27, CF28, CF29, CF30, CF31;</w:t>
      </w:r>
    </w:p>
    <w:p w:rsidR="0062748B" w:rsidRDefault="0062748B" w:rsidP="0062748B">
      <w:r>
        <w:t xml:space="preserve"> 460  * Removing the round function to avoid discontinuity in the model</w:t>
      </w:r>
    </w:p>
    <w:p w:rsidR="0062748B" w:rsidRDefault="0062748B" w:rsidP="0062748B">
      <w:r>
        <w:t xml:space="preserve"> 461  CF01(i)..                CF_NoOfModules(i) =e= (Volume(i,'1')*10**6/(24*60</w:t>
      </w:r>
    </w:p>
    <w:p w:rsidR="0062748B" w:rsidRDefault="0062748B" w:rsidP="0062748B">
      <w:r>
        <w:t xml:space="preserve">      *CF_ModularFlowRate)) ;</w:t>
      </w:r>
    </w:p>
    <w:p w:rsidR="0062748B" w:rsidRDefault="0062748B" w:rsidP="0062748B">
      <w:r>
        <w:t xml:space="preserve"> 462   </w:t>
      </w:r>
    </w:p>
    <w:p w:rsidR="0062748B" w:rsidRDefault="0062748B" w:rsidP="0062748B">
      <w:r>
        <w:t xml:space="preserve"> 463  * An approximation is used in this equation. The original equation had div</w:t>
      </w:r>
    </w:p>
    <w:p w:rsidR="0062748B" w:rsidRDefault="0062748B" w:rsidP="0062748B">
      <w:r>
        <w:t xml:space="preserve">      ision by DFR which might be a problem.</w:t>
      </w:r>
    </w:p>
    <w:p w:rsidR="0062748B" w:rsidRDefault="0062748B" w:rsidP="0062748B">
      <w:r>
        <w:t xml:space="preserve"> 464  * So here, that part is solved using previous equation so that now there i</w:t>
      </w:r>
    </w:p>
    <w:p w:rsidR="0062748B" w:rsidRDefault="0062748B" w:rsidP="0062748B">
      <w:r>
        <w:t xml:space="preserve">      s only parameter part remaining.</w:t>
      </w:r>
    </w:p>
    <w:p w:rsidR="0062748B" w:rsidRDefault="0062748B" w:rsidP="0062748B">
      <w:r>
        <w:t xml:space="preserve"> 465  * This approximation is possible only because we have removed the round fu</w:t>
      </w:r>
    </w:p>
    <w:p w:rsidR="0062748B" w:rsidRDefault="0062748B" w:rsidP="0062748B">
      <w:r>
        <w:t xml:space="preserve">      nction from the previous equation.</w:t>
      </w:r>
    </w:p>
    <w:p w:rsidR="0062748B" w:rsidRDefault="0062748B" w:rsidP="0062748B">
      <w:r>
        <w:t xml:space="preserve"> 466  *CF02(i)..                CF_RecoveryRate(i) =e= 100-(24*3600/(CF_Backwash</w:t>
      </w:r>
    </w:p>
    <w:p w:rsidR="0062748B" w:rsidRDefault="0062748B" w:rsidP="0062748B">
      <w:r>
        <w:t xml:space="preserve">      Interval*60))*(CF_BackwashBackflushDuration*60)</w:t>
      </w:r>
    </w:p>
    <w:p w:rsidR="0062748B" w:rsidRDefault="0062748B" w:rsidP="0062748B">
      <w:r>
        <w:t xml:space="preserve"> 467  *                                      * (CF_ModularFlowRate*k1/60)*(1/(24</w:t>
      </w:r>
    </w:p>
    <w:p w:rsidR="0062748B" w:rsidRDefault="0062748B" w:rsidP="0062748B">
      <w:r>
        <w:t xml:space="preserve">      *60*CF_ModularFlowRate*k1))*100 ;</w:t>
      </w:r>
    </w:p>
    <w:p w:rsidR="0062748B" w:rsidRDefault="0062748B" w:rsidP="0062748B">
      <w:r>
        <w:t xml:space="preserve"> 468   </w:t>
      </w:r>
    </w:p>
    <w:p w:rsidR="0062748B" w:rsidRDefault="0062748B" w:rsidP="0062748B">
      <w:r>
        <w:t xml:space="preserve"> 469  * Declaring recovery rate as a parameter instead of a variable</w:t>
      </w:r>
    </w:p>
    <w:p w:rsidR="0062748B" w:rsidRDefault="0062748B" w:rsidP="0062748B">
      <w:r>
        <w:t xml:space="preserve"> 470               CF_RecoveryRate(i) = 100-(24*3600/(CF_BackwashInterval*60))*(</w:t>
      </w:r>
    </w:p>
    <w:p w:rsidR="0062748B" w:rsidRDefault="0062748B" w:rsidP="0062748B">
      <w:r>
        <w:t xml:space="preserve">      CF_BackwashBackflushDuration*60)</w:t>
      </w:r>
    </w:p>
    <w:p w:rsidR="0062748B" w:rsidRDefault="0062748B" w:rsidP="0062748B">
      <w:r>
        <w:t xml:space="preserve"> 471                                        * (CF_ModularFlowRate*k1/60)*(1/(24*</w:t>
      </w:r>
    </w:p>
    <w:p w:rsidR="0062748B" w:rsidRDefault="0062748B" w:rsidP="0062748B">
      <w:r>
        <w:t xml:space="preserve">      60*CF_ModularFlowRate*k1))*100 ;</w:t>
      </w:r>
    </w:p>
    <w:p w:rsidR="0062748B" w:rsidRDefault="0062748B" w:rsidP="0062748B">
      <w:r>
        <w:lastRenderedPageBreak/>
        <w:t xml:space="preserve"> 472   </w:t>
      </w:r>
    </w:p>
    <w:p w:rsidR="0062748B" w:rsidRDefault="0062748B" w:rsidP="0062748B">
      <w:r>
        <w:t xml:space="preserve"> 473  CF03(i)..                CF_MFF(i) =e= (DFR(i,'1')/(CF_RecoveryRate(i)/100</w:t>
      </w:r>
    </w:p>
    <w:p w:rsidR="0062748B" w:rsidRDefault="0062748B" w:rsidP="0062748B">
      <w:r>
        <w:t xml:space="preserve">      ));</w:t>
      </w:r>
    </w:p>
    <w:p w:rsidR="0062748B" w:rsidRDefault="0062748B" w:rsidP="0062748B">
      <w:r>
        <w:t xml:space="preserve"> 474   </w:t>
      </w:r>
    </w:p>
    <w:p w:rsidR="0062748B" w:rsidRDefault="0062748B" w:rsidP="0062748B">
      <w:r>
        <w:t xml:space="preserve"> 475  CF04(i)..                CF_BackwashFlow(i) =e= (CF_MFF(i)-DFR(i,'1'));</w:t>
      </w:r>
    </w:p>
    <w:p w:rsidR="0062748B" w:rsidRDefault="0062748B" w:rsidP="0062748B">
      <w:r>
        <w:t xml:space="preserve"> 476   </w:t>
      </w:r>
    </w:p>
    <w:p w:rsidR="0062748B" w:rsidRDefault="0062748B" w:rsidP="0062748B">
      <w:r>
        <w:t xml:space="preserve"> 477  CF05(i)..                CF_FeedPumpHP(i) =e= (CF_MFF(i)*60/k1)*(2.31*CF_D</w:t>
      </w:r>
    </w:p>
    <w:p w:rsidR="0062748B" w:rsidRDefault="0062748B" w:rsidP="0062748B">
      <w:r>
        <w:t xml:space="preserve">      esignFeedPressure)/(3960*CF_PumpEfficiency/100);</w:t>
      </w:r>
    </w:p>
    <w:p w:rsidR="0062748B" w:rsidRDefault="0062748B" w:rsidP="0062748B">
      <w:r>
        <w:t xml:space="preserve"> 478   </w:t>
      </w:r>
    </w:p>
    <w:p w:rsidR="0062748B" w:rsidRDefault="0062748B" w:rsidP="0062748B">
      <w:r>
        <w:t xml:space="preserve"> 479  CF06(i)..                CF_FeedPumpPower(i) =e= CF_FeedPumpHP(i)*365*24*0</w:t>
      </w:r>
    </w:p>
    <w:p w:rsidR="0062748B" w:rsidRDefault="0062748B" w:rsidP="0062748B">
      <w:r>
        <w:t xml:space="preserve">      .746 ;</w:t>
      </w:r>
    </w:p>
    <w:p w:rsidR="0062748B" w:rsidRDefault="0062748B" w:rsidP="0062748B">
      <w:r>
        <w:t xml:space="preserve"> 480  *                Note: The original equation has the term 'planned operati</w:t>
      </w:r>
    </w:p>
    <w:p w:rsidR="0062748B" w:rsidRDefault="0062748B" w:rsidP="0062748B">
      <w:r>
        <w:t xml:space="preserve">      on time per day' and</w:t>
      </w:r>
    </w:p>
    <w:p w:rsidR="0062748B" w:rsidRDefault="0062748B" w:rsidP="0062748B">
      <w:r>
        <w:t xml:space="preserve"> 481  *                'plant availability due to downtime'.</w:t>
      </w:r>
    </w:p>
    <w:p w:rsidR="0062748B" w:rsidRDefault="0062748B" w:rsidP="0062748B">
      <w:r>
        <w:t xml:space="preserve"> 482  *                 The values are 1 and hence it is ignored in the equation</w:t>
      </w:r>
    </w:p>
    <w:p w:rsidR="0062748B" w:rsidRDefault="0062748B" w:rsidP="0062748B">
      <w:r>
        <w:t xml:space="preserve">       above.</w:t>
      </w:r>
    </w:p>
    <w:p w:rsidR="0062748B" w:rsidRDefault="0062748B" w:rsidP="0062748B">
      <w:r>
        <w:t xml:space="preserve"> 483   </w:t>
      </w:r>
    </w:p>
    <w:p w:rsidR="0062748B" w:rsidRDefault="0062748B" w:rsidP="0062748B">
      <w:r>
        <w:t xml:space="preserve"> 484  CF07(i)..                CF_BackflushPower(i) =e= CF_FeedPumpHP(i)*((CF_Ba</w:t>
      </w:r>
    </w:p>
    <w:p w:rsidR="0062748B" w:rsidRDefault="0062748B" w:rsidP="0062748B">
      <w:r>
        <w:t xml:space="preserve">      ckwashBackflushDuration*60*86400/900)/3600) * 365*0.745 ;</w:t>
      </w:r>
    </w:p>
    <w:p w:rsidR="0062748B" w:rsidRDefault="0062748B" w:rsidP="0062748B">
      <w:r>
        <w:t xml:space="preserve"> 485   </w:t>
      </w:r>
    </w:p>
    <w:p w:rsidR="0062748B" w:rsidRDefault="0062748B" w:rsidP="0062748B">
      <w:r>
        <w:t xml:space="preserve"> 486  CF08(i)..                CF_NoOfMembranes(i) =e= CF_NoOfModules(i) * CF_No</w:t>
      </w:r>
    </w:p>
    <w:p w:rsidR="0062748B" w:rsidRDefault="0062748B" w:rsidP="0062748B">
      <w:r>
        <w:t xml:space="preserve">      OfMembranesPerModule ;</w:t>
      </w:r>
    </w:p>
    <w:p w:rsidR="0062748B" w:rsidRDefault="0062748B" w:rsidP="0062748B">
      <w:r>
        <w:t xml:space="preserve"> 487   </w:t>
      </w:r>
    </w:p>
    <w:p w:rsidR="0062748B" w:rsidRDefault="0062748B" w:rsidP="0062748B">
      <w:r>
        <w:t xml:space="preserve"> 488  CF09(i)..                CF_BuildingArea(i) =e= (DFR(i,'1')*86400/1000) * </w:t>
      </w:r>
    </w:p>
    <w:p w:rsidR="0062748B" w:rsidRDefault="0062748B" w:rsidP="0062748B">
      <w:r>
        <w:t xml:space="preserve">      (1.227244/100) ;</w:t>
      </w:r>
    </w:p>
    <w:p w:rsidR="0062748B" w:rsidRDefault="0062748B" w:rsidP="0062748B">
      <w:r>
        <w:lastRenderedPageBreak/>
        <w:t xml:space="preserve"> 489  *</w:t>
      </w:r>
    </w:p>
    <w:p w:rsidR="0062748B" w:rsidRDefault="0062748B" w:rsidP="0062748B">
      <w:r>
        <w:t xml:space="preserve"> 490  *                Computation of the Direct Capital Cost</w:t>
      </w:r>
    </w:p>
    <w:p w:rsidR="0062748B" w:rsidRDefault="0062748B" w:rsidP="0062748B">
      <w:r>
        <w:t xml:space="preserve"> 491  *</w:t>
      </w:r>
    </w:p>
    <w:p w:rsidR="0062748B" w:rsidRDefault="0062748B" w:rsidP="0062748B">
      <w:r>
        <w:t xml:space="preserve"> 492  CF10(i)..                CF_MembraneModuleCost(i) =e= CF_MembraneModuleEqC</w:t>
      </w:r>
    </w:p>
    <w:p w:rsidR="0062748B" w:rsidRDefault="0062748B" w:rsidP="0062748B">
      <w:r>
        <w:t xml:space="preserve">      ost * CF_NoOfModules(i) ;</w:t>
      </w:r>
    </w:p>
    <w:p w:rsidR="0062748B" w:rsidRDefault="0062748B" w:rsidP="0062748B">
      <w:r>
        <w:t xml:space="preserve"> 493   </w:t>
      </w:r>
    </w:p>
    <w:p w:rsidR="0062748B" w:rsidRDefault="0062748B" w:rsidP="0062748B">
      <w:r>
        <w:t xml:space="preserve"> 494  CF11(i)..                 CF_BuildingCost(i) =e= CF_BuildingAreaCost * CF_</w:t>
      </w:r>
    </w:p>
    <w:p w:rsidR="0062748B" w:rsidRDefault="0062748B" w:rsidP="0062748B">
      <w:r>
        <w:t xml:space="preserve">      BuildingArea(i) ;</w:t>
      </w:r>
    </w:p>
    <w:p w:rsidR="0062748B" w:rsidRDefault="0062748B" w:rsidP="0062748B">
      <w:r>
        <w:t xml:space="preserve"> 495   </w:t>
      </w:r>
    </w:p>
    <w:p w:rsidR="0062748B" w:rsidRDefault="0062748B" w:rsidP="0062748B">
      <w:r>
        <w:t xml:space="preserve"> 496  CF12(i)..                 CF_InstallationCost(i) =e= CF_PerModuleInstallat</w:t>
      </w:r>
    </w:p>
    <w:p w:rsidR="0062748B" w:rsidRDefault="0062748B" w:rsidP="0062748B">
      <w:r>
        <w:t xml:space="preserve">      ionCost * CF_NoOfModules(i) ;</w:t>
      </w:r>
    </w:p>
    <w:p w:rsidR="0062748B" w:rsidRDefault="0062748B" w:rsidP="0062748B">
      <w:r>
        <w:t xml:space="preserve"> 497   </w:t>
      </w:r>
    </w:p>
    <w:p w:rsidR="0062748B" w:rsidRDefault="0062748B" w:rsidP="0062748B">
      <w:r>
        <w:t xml:space="preserve"> 498  CF13(i)..                 CF_MiscCost(i) =e=  CF_MembraneModuleCost(i)*0.0</w:t>
      </w:r>
    </w:p>
    <w:p w:rsidR="0062748B" w:rsidRDefault="0062748B" w:rsidP="0062748B">
      <w:r>
        <w:t xml:space="preserve">      5 ;</w:t>
      </w:r>
    </w:p>
    <w:p w:rsidR="0062748B" w:rsidRDefault="0062748B" w:rsidP="0062748B">
      <w:r>
        <w:t xml:space="preserve"> 499   </w:t>
      </w:r>
    </w:p>
    <w:p w:rsidR="0062748B" w:rsidRDefault="0062748B" w:rsidP="0062748B">
      <w:r>
        <w:t xml:space="preserve"> 500  CF14(i)..                 CF_PlantPipingCost(i) =e= (CF_MembraneModuleCost</w:t>
      </w:r>
    </w:p>
    <w:p w:rsidR="0062748B" w:rsidRDefault="0062748B" w:rsidP="0062748B">
      <w:r>
        <w:t xml:space="preserve">      (i)+CF_MiscCost(i))*0.05 ;</w:t>
      </w:r>
    </w:p>
    <w:p w:rsidR="0062748B" w:rsidRDefault="0062748B" w:rsidP="0062748B">
      <w:r>
        <w:t xml:space="preserve"> 501   </w:t>
      </w:r>
    </w:p>
    <w:p w:rsidR="0062748B" w:rsidRDefault="0062748B" w:rsidP="0062748B">
      <w:r>
        <w:t xml:space="preserve"> 502  CF15(i)..                 CF_EngineeringCost(i) =e= (CF_MembraneModuleCost</w:t>
      </w:r>
    </w:p>
    <w:p w:rsidR="0062748B" w:rsidRDefault="0062748B" w:rsidP="0062748B">
      <w:r>
        <w:t xml:space="preserve">      (i)+CF_MiscCost(i))*0.10 ;</w:t>
      </w:r>
    </w:p>
    <w:p w:rsidR="0062748B" w:rsidRDefault="0062748B" w:rsidP="0062748B">
      <w:r>
        <w:t xml:space="preserve"> 503   </w:t>
      </w:r>
    </w:p>
    <w:p w:rsidR="0062748B" w:rsidRDefault="0062748B" w:rsidP="0062748B">
      <w:r>
        <w:t xml:space="preserve"> 504  CF16(i)..                 CF_DirectCapitalCost(i) =e= CF_MembraneModuleCos</w:t>
      </w:r>
    </w:p>
    <w:p w:rsidR="0062748B" w:rsidRDefault="0062748B" w:rsidP="0062748B">
      <w:r>
        <w:t xml:space="preserve">      t(i) + CF_BuildingCost(i) + CF_InstallationCost(i)</w:t>
      </w:r>
    </w:p>
    <w:p w:rsidR="0062748B" w:rsidRDefault="0062748B" w:rsidP="0062748B">
      <w:r>
        <w:t xml:space="preserve"> 505                                      + CF_MiscCost(i) + CF_PlantPipingCost(</w:t>
      </w:r>
    </w:p>
    <w:p w:rsidR="0062748B" w:rsidRDefault="0062748B" w:rsidP="0062748B">
      <w:r>
        <w:t xml:space="preserve">      i) + CF_EngineeringCost(i) ;</w:t>
      </w:r>
    </w:p>
    <w:p w:rsidR="0062748B" w:rsidRDefault="0062748B" w:rsidP="0062748B">
      <w:r>
        <w:lastRenderedPageBreak/>
        <w:t xml:space="preserve"> 506  *</w:t>
      </w:r>
    </w:p>
    <w:p w:rsidR="0062748B" w:rsidRDefault="0062748B" w:rsidP="0062748B">
      <w:r>
        <w:t xml:space="preserve"> 507  *                Computation of the indirect Capital Cost</w:t>
      </w:r>
    </w:p>
    <w:p w:rsidR="0062748B" w:rsidRDefault="0062748B" w:rsidP="0062748B">
      <w:r>
        <w:t xml:space="preserve"> 508  *</w:t>
      </w:r>
    </w:p>
    <w:p w:rsidR="0062748B" w:rsidRDefault="0062748B" w:rsidP="0062748B">
      <w:r>
        <w:t xml:space="preserve"> 509  CF17(i)..                 CF_ConstructionInterest(i) =e= CF_DirectCapitalC</w:t>
      </w:r>
    </w:p>
    <w:p w:rsidR="0062748B" w:rsidRDefault="0062748B" w:rsidP="0062748B">
      <w:r>
        <w:t xml:space="preserve">      ost(i) * 0.06 ;</w:t>
      </w:r>
    </w:p>
    <w:p w:rsidR="0062748B" w:rsidRDefault="0062748B" w:rsidP="0062748B">
      <w:r>
        <w:t xml:space="preserve"> 510   </w:t>
      </w:r>
    </w:p>
    <w:p w:rsidR="0062748B" w:rsidRDefault="0062748B" w:rsidP="0062748B">
      <w:r>
        <w:t xml:space="preserve"> 511  CF18(i)..                 CF_Contingencies(i) =e= CF_DirectCapitalCost(i) </w:t>
      </w:r>
    </w:p>
    <w:p w:rsidR="0062748B" w:rsidRDefault="0062748B" w:rsidP="0062748B">
      <w:r>
        <w:t xml:space="preserve">      * 0.20 ;</w:t>
      </w:r>
    </w:p>
    <w:p w:rsidR="0062748B" w:rsidRDefault="0062748B" w:rsidP="0062748B">
      <w:r>
        <w:t xml:space="preserve"> 512   </w:t>
      </w:r>
    </w:p>
    <w:p w:rsidR="0062748B" w:rsidRDefault="0062748B" w:rsidP="0062748B">
      <w:r>
        <w:t xml:space="preserve"> 513  CF19(i)..                 CF_ProjectManagement(i) =e= CF_DirectCapitalCost</w:t>
      </w:r>
    </w:p>
    <w:p w:rsidR="0062748B" w:rsidRDefault="0062748B" w:rsidP="0062748B">
      <w:r>
        <w:t xml:space="preserve">      (i) * 0.10 ;</w:t>
      </w:r>
    </w:p>
    <w:p w:rsidR="0062748B" w:rsidRDefault="0062748B" w:rsidP="0062748B">
      <w:r>
        <w:t xml:space="preserve"> 514   </w:t>
      </w:r>
    </w:p>
    <w:p w:rsidR="0062748B" w:rsidRDefault="0062748B" w:rsidP="0062748B">
      <w:r>
        <w:t xml:space="preserve"> 515  CF20(i)..                 CF_WorkingCapital(i) =e= CF_DirectCapitalCost(i)</w:t>
      </w:r>
    </w:p>
    <w:p w:rsidR="0062748B" w:rsidRDefault="0062748B" w:rsidP="0062748B">
      <w:r>
        <w:t xml:space="preserve">       * 0.04 ;</w:t>
      </w:r>
    </w:p>
    <w:p w:rsidR="0062748B" w:rsidRDefault="0062748B" w:rsidP="0062748B">
      <w:r>
        <w:t xml:space="preserve"> 516   </w:t>
      </w:r>
    </w:p>
    <w:p w:rsidR="0062748B" w:rsidRDefault="0062748B" w:rsidP="0062748B">
      <w:r>
        <w:t xml:space="preserve"> 517  CF21(i)..                 CF_IndirectCapitalCost(i) =e= CF_ConstructionInt</w:t>
      </w:r>
    </w:p>
    <w:p w:rsidR="0062748B" w:rsidRDefault="0062748B" w:rsidP="0062748B">
      <w:r>
        <w:t xml:space="preserve">      erest(i) + CF_Contingencies(i)</w:t>
      </w:r>
    </w:p>
    <w:p w:rsidR="0062748B" w:rsidRDefault="0062748B" w:rsidP="0062748B">
      <w:r>
        <w:t xml:space="preserve"> 518                                            + CF_ProjectManagement(i) + CF_W</w:t>
      </w:r>
    </w:p>
    <w:p w:rsidR="0062748B" w:rsidRDefault="0062748B" w:rsidP="0062748B">
      <w:r>
        <w:t xml:space="preserve">      orkingCapital(i) ;</w:t>
      </w:r>
    </w:p>
    <w:p w:rsidR="0062748B" w:rsidRDefault="0062748B" w:rsidP="0062748B">
      <w:r>
        <w:t xml:space="preserve"> 519   </w:t>
      </w:r>
    </w:p>
    <w:p w:rsidR="0062748B" w:rsidRDefault="0062748B" w:rsidP="0062748B">
      <w:r>
        <w:t xml:space="preserve"> 520  CF22(i)..                 CF_TotalConstructionCost(i) =e= CF_DirectCapital</w:t>
      </w:r>
    </w:p>
    <w:p w:rsidR="0062748B" w:rsidRDefault="0062748B" w:rsidP="0062748B">
      <w:r>
        <w:t xml:space="preserve">      Cost(i) + CF_IndirectCapitalCost(i) ;</w:t>
      </w:r>
    </w:p>
    <w:p w:rsidR="0062748B" w:rsidRDefault="0062748B" w:rsidP="0062748B">
      <w:r>
        <w:t xml:space="preserve"> 521   </w:t>
      </w:r>
    </w:p>
    <w:p w:rsidR="0062748B" w:rsidRDefault="0062748B" w:rsidP="0062748B">
      <w:r>
        <w:t xml:space="preserve"> 522  *</w:t>
      </w:r>
    </w:p>
    <w:p w:rsidR="0062748B" w:rsidRDefault="0062748B" w:rsidP="0062748B">
      <w:r>
        <w:t xml:space="preserve"> 523  *                Operations and Maintenance cost estimates</w:t>
      </w:r>
    </w:p>
    <w:p w:rsidR="0062748B" w:rsidRDefault="0062748B" w:rsidP="0062748B">
      <w:r>
        <w:lastRenderedPageBreak/>
        <w:t xml:space="preserve"> 524  *</w:t>
      </w:r>
    </w:p>
    <w:p w:rsidR="0062748B" w:rsidRDefault="0062748B" w:rsidP="0062748B">
      <w:r>
        <w:t xml:space="preserve"> 525  CF23(i)..                 CF_ElectricityCost(i) =e= (CF_FeedPumpPower(i)+C</w:t>
      </w:r>
    </w:p>
    <w:p w:rsidR="0062748B" w:rsidRDefault="0062748B" w:rsidP="0062748B">
      <w:r>
        <w:t xml:space="preserve">      F_BackflushPower(i))* CF_ElectricityRate ;</w:t>
      </w:r>
    </w:p>
    <w:p w:rsidR="0062748B" w:rsidRDefault="0062748B" w:rsidP="0062748B">
      <w:r>
        <w:t xml:space="preserve"> 526   </w:t>
      </w:r>
    </w:p>
    <w:p w:rsidR="0062748B" w:rsidRDefault="0062748B" w:rsidP="0062748B">
      <w:r>
        <w:t xml:space="preserve"> 527  CF24(i)..                 CF_LaborCost(i) =e=  CF_StaffDays * 365 * 8 * CF</w:t>
      </w:r>
    </w:p>
    <w:p w:rsidR="0062748B" w:rsidRDefault="0062748B" w:rsidP="0062748B">
      <w:r>
        <w:t xml:space="preserve">      _LaborRate  ;</w:t>
      </w:r>
    </w:p>
    <w:p w:rsidR="0062748B" w:rsidRDefault="0062748B" w:rsidP="0062748B">
      <w:r>
        <w:t xml:space="preserve"> 528  *                Note: The original equation has the term 'planned operati</w:t>
      </w:r>
    </w:p>
    <w:p w:rsidR="0062748B" w:rsidRDefault="0062748B" w:rsidP="0062748B">
      <w:r>
        <w:t xml:space="preserve">      on time per day' at the end.</w:t>
      </w:r>
    </w:p>
    <w:p w:rsidR="0062748B" w:rsidRDefault="0062748B" w:rsidP="0062748B">
      <w:r>
        <w:t xml:space="preserve"> 529  *                The value is 1 and hence it is ignored in the equation ab</w:t>
      </w:r>
    </w:p>
    <w:p w:rsidR="0062748B" w:rsidRDefault="0062748B" w:rsidP="0062748B">
      <w:r>
        <w:t xml:space="preserve">      ove.</w:t>
      </w:r>
    </w:p>
    <w:p w:rsidR="0062748B" w:rsidRDefault="0062748B" w:rsidP="0062748B">
      <w:r>
        <w:t xml:space="preserve"> 530  *                Also, the rounding operation to the third place is ignore</w:t>
      </w:r>
    </w:p>
    <w:p w:rsidR="0062748B" w:rsidRDefault="0062748B" w:rsidP="0062748B">
      <w:r>
        <w:t xml:space="preserve">      d since it is not</w:t>
      </w:r>
    </w:p>
    <w:p w:rsidR="0062748B" w:rsidRDefault="0062748B" w:rsidP="0062748B">
      <w:r>
        <w:t xml:space="preserve"> 531  *                necessary to have this as a integer variable.</w:t>
      </w:r>
    </w:p>
    <w:p w:rsidR="0062748B" w:rsidRDefault="0062748B" w:rsidP="0062748B">
      <w:r>
        <w:t xml:space="preserve"> 532   </w:t>
      </w:r>
    </w:p>
    <w:p w:rsidR="0062748B" w:rsidRDefault="0062748B" w:rsidP="0062748B">
      <w:r>
        <w:t xml:space="preserve"> 533  CF25(i)..                 CF_ChemicalCost(i) =e= (0.0025 * (DFR(i,'1')*864</w:t>
      </w:r>
    </w:p>
    <w:p w:rsidR="0062748B" w:rsidRDefault="0062748B" w:rsidP="0062748B">
      <w:r>
        <w:t xml:space="preserve">      00/k1) - 333.333) * 2 * CF_NaOClCost ;</w:t>
      </w:r>
    </w:p>
    <w:p w:rsidR="0062748B" w:rsidRDefault="0062748B" w:rsidP="0062748B">
      <w:r>
        <w:t xml:space="preserve"> 534   </w:t>
      </w:r>
    </w:p>
    <w:p w:rsidR="0062748B" w:rsidRDefault="0062748B" w:rsidP="0062748B">
      <w:r>
        <w:t xml:space="preserve"> 535  CF26(i)..                 CF_MembraneReplacementCost(i) =e=  CF_NoOfMembra</w:t>
      </w:r>
    </w:p>
    <w:p w:rsidR="0062748B" w:rsidRDefault="0062748B" w:rsidP="0062748B">
      <w:r>
        <w:t xml:space="preserve">      nes(i) * CF_CostPerMembrane / CF_MembraneLife ;</w:t>
      </w:r>
    </w:p>
    <w:p w:rsidR="0062748B" w:rsidRDefault="0062748B" w:rsidP="0062748B">
      <w:r>
        <w:t xml:space="preserve"> 536  *                Note: The membrane replacement cost is taken by consideri</w:t>
      </w:r>
    </w:p>
    <w:p w:rsidR="0062748B" w:rsidRDefault="0062748B" w:rsidP="0062748B">
      <w:r>
        <w:t xml:space="preserve">      ng that membrane life is</w:t>
      </w:r>
    </w:p>
    <w:p w:rsidR="0062748B" w:rsidRDefault="0062748B" w:rsidP="0062748B">
      <w:r>
        <w:t xml:space="preserve"> 537  *                5 years and assuming uniform degradation of the membrane </w:t>
      </w:r>
    </w:p>
    <w:p w:rsidR="0062748B" w:rsidRDefault="0062748B" w:rsidP="0062748B">
      <w:r>
        <w:t xml:space="preserve">      every year.</w:t>
      </w:r>
    </w:p>
    <w:p w:rsidR="0062748B" w:rsidRDefault="0062748B" w:rsidP="0062748B">
      <w:r>
        <w:t xml:space="preserve"> 538   </w:t>
      </w:r>
    </w:p>
    <w:p w:rsidR="0062748B" w:rsidRDefault="0062748B" w:rsidP="0062748B">
      <w:r>
        <w:t xml:space="preserve"> 539  CF27(i)..                 CF_CleaningChemicalCost(i) =e= (0.0005 * (DFR(i,</w:t>
      </w:r>
    </w:p>
    <w:p w:rsidR="0062748B" w:rsidRDefault="0062748B" w:rsidP="0062748B">
      <w:r>
        <w:lastRenderedPageBreak/>
        <w:t xml:space="preserve">      '1')*86400/k1)+66.667) * 2 * CF_NaOClCost ;</w:t>
      </w:r>
    </w:p>
    <w:p w:rsidR="0062748B" w:rsidRDefault="0062748B" w:rsidP="0062748B">
      <w:r>
        <w:t xml:space="preserve"> 540   </w:t>
      </w:r>
    </w:p>
    <w:p w:rsidR="0062748B" w:rsidRDefault="0062748B" w:rsidP="0062748B">
      <w:r>
        <w:t xml:space="preserve"> 541  CF28(i)..                 CF_Repairs(i) =e= CF_DirectCapitalCost(i) * 0.02</w:t>
      </w:r>
    </w:p>
    <w:p w:rsidR="0062748B" w:rsidRDefault="0062748B" w:rsidP="0062748B">
      <w:r>
        <w:t xml:space="preserve">       ;</w:t>
      </w:r>
    </w:p>
    <w:p w:rsidR="0062748B" w:rsidRDefault="0062748B" w:rsidP="0062748B">
      <w:r>
        <w:t xml:space="preserve"> 542   </w:t>
      </w:r>
    </w:p>
    <w:p w:rsidR="0062748B" w:rsidRDefault="0062748B" w:rsidP="0062748B">
      <w:r>
        <w:t xml:space="preserve"> 543  CF29(i)..                 CF_TotalOMCost(i) =e= CF_ElectricityCost(i) + CF</w:t>
      </w:r>
    </w:p>
    <w:p w:rsidR="0062748B" w:rsidRDefault="0062748B" w:rsidP="0062748B">
      <w:r>
        <w:t xml:space="preserve">      _LaborCost(i) +  CF_ChemicalCost(i)</w:t>
      </w:r>
    </w:p>
    <w:p w:rsidR="0062748B" w:rsidRDefault="0062748B" w:rsidP="0062748B">
      <w:r>
        <w:t xml:space="preserve"> 544                                   + CF_MembraneReplacementCost(i) + CF_Clea</w:t>
      </w:r>
    </w:p>
    <w:p w:rsidR="0062748B" w:rsidRDefault="0062748B" w:rsidP="0062748B">
      <w:r>
        <w:t xml:space="preserve">      ningChemicalCost(i) + CF_Repairs(i) ;</w:t>
      </w:r>
    </w:p>
    <w:p w:rsidR="0062748B" w:rsidRDefault="0062748B" w:rsidP="0062748B">
      <w:r>
        <w:t xml:space="preserve"> 545   </w:t>
      </w:r>
    </w:p>
    <w:p w:rsidR="0062748B" w:rsidRDefault="0062748B" w:rsidP="0062748B">
      <w:r>
        <w:t xml:space="preserve"> 546  CF30(i)..                 CF_CapitalRecovery(i) =e= CF_TotalConstructionCo</w:t>
      </w:r>
    </w:p>
    <w:p w:rsidR="0062748B" w:rsidRDefault="0062748B" w:rsidP="0062748B">
      <w:r>
        <w:t xml:space="preserve">      st(i)</w:t>
      </w:r>
    </w:p>
    <w:p w:rsidR="0062748B" w:rsidRDefault="0062748B" w:rsidP="0062748B">
      <w:r>
        <w:t xml:space="preserve"> 547                                   *(((CF_InterestRate/100)*(1+CF_InterestRa</w:t>
      </w:r>
    </w:p>
    <w:p w:rsidR="0062748B" w:rsidRDefault="0062748B" w:rsidP="0062748B">
      <w:r>
        <w:t xml:space="preserve">      te/100)**CF_AmortizationTime)/((1+CF_InterestRate/100)**CF_AmortizationTim</w:t>
      </w:r>
    </w:p>
    <w:p w:rsidR="0062748B" w:rsidRDefault="0062748B" w:rsidP="0062748B">
      <w:r>
        <w:t xml:space="preserve">      e-1)) ;</w:t>
      </w:r>
    </w:p>
    <w:p w:rsidR="0062748B" w:rsidRDefault="0062748B" w:rsidP="0062748B">
      <w:r>
        <w:t xml:space="preserve"> 548   </w:t>
      </w:r>
    </w:p>
    <w:p w:rsidR="0062748B" w:rsidRDefault="0062748B" w:rsidP="0062748B">
      <w:r>
        <w:t xml:space="preserve"> 549  CF31(i)..                 CF_AnnualCost(i) =e= (CF_CapitalRecovery(i) + CF</w:t>
      </w:r>
    </w:p>
    <w:p w:rsidR="0062748B" w:rsidRDefault="0062748B" w:rsidP="0062748B">
      <w:r>
        <w:t xml:space="preserve">      _TotalOMCost(i))*2 ;</w:t>
      </w:r>
    </w:p>
    <w:p w:rsidR="0062748B" w:rsidRDefault="0062748B" w:rsidP="0062748B">
      <w:r>
        <w:t xml:space="preserve"> 550   </w:t>
      </w:r>
    </w:p>
    <w:p w:rsidR="0062748B" w:rsidRDefault="0062748B" w:rsidP="0062748B">
      <w:r>
        <w:t xml:space="preserve"> 551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552  * Model for Granular Activated Carbon (GAC) Process</w:t>
      </w:r>
    </w:p>
    <w:p w:rsidR="0062748B" w:rsidRDefault="0062748B" w:rsidP="0062748B">
      <w:r>
        <w:t xml:space="preserve"> 553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554  Equations GAC01, GAC02, GAC03;</w:t>
      </w:r>
    </w:p>
    <w:p w:rsidR="0062748B" w:rsidRDefault="0062748B" w:rsidP="0062748B">
      <w:r>
        <w:lastRenderedPageBreak/>
        <w:t xml:space="preserve"> 555   </w:t>
      </w:r>
    </w:p>
    <w:p w:rsidR="0062748B" w:rsidRDefault="0062748B" w:rsidP="0062748B">
      <w:r>
        <w:t xml:space="preserve"> 556  GAC01(i)..                 GAC_CapitalCost(i) =e= 1948.8 * (Volume(i,'2') </w:t>
      </w:r>
    </w:p>
    <w:p w:rsidR="0062748B" w:rsidRDefault="0062748B" w:rsidP="0062748B">
      <w:r>
        <w:t xml:space="preserve">      * 3785.4118)**(1-0.2569) ;</w:t>
      </w:r>
    </w:p>
    <w:p w:rsidR="0062748B" w:rsidRDefault="0062748B" w:rsidP="0062748B">
      <w:r>
        <w:t xml:space="preserve"> 557  GAC02(i)..                 GAC_OMCost(i)      =e= 225.42 * (Volume(i,'2') </w:t>
      </w:r>
    </w:p>
    <w:p w:rsidR="0062748B" w:rsidRDefault="0062748B" w:rsidP="0062748B">
      <w:r>
        <w:t xml:space="preserve">      * 3785.4118)**(1-0.1692) ;</w:t>
      </w:r>
    </w:p>
    <w:p w:rsidR="0062748B" w:rsidRDefault="0062748B" w:rsidP="0062748B">
      <w:r>
        <w:t xml:space="preserve"> 558  * Note: The constant in these equations multiplying the flow parameter is </w:t>
      </w:r>
    </w:p>
    <w:p w:rsidR="0062748B" w:rsidRDefault="0062748B" w:rsidP="0062748B">
      <w:r>
        <w:t xml:space="preserve">      to</w:t>
      </w:r>
    </w:p>
    <w:p w:rsidR="0062748B" w:rsidRDefault="0062748B" w:rsidP="0062748B">
      <w:r>
        <w:t xml:space="preserve"> 559  * convert the flow rate from MGD to m3/day.</w:t>
      </w:r>
    </w:p>
    <w:p w:rsidR="0062748B" w:rsidRDefault="0062748B" w:rsidP="0062748B">
      <w:r>
        <w:t xml:space="preserve"> 560  GAC03(i)..                 GAC_TotalCost(i) =e= GAC_CapitalCost(i) + GAC_O</w:t>
      </w:r>
    </w:p>
    <w:p w:rsidR="0062748B" w:rsidRDefault="0062748B" w:rsidP="0062748B">
      <w:r>
        <w:t xml:space="preserve">      MCost(i) ;</w:t>
      </w:r>
    </w:p>
    <w:p w:rsidR="0062748B" w:rsidRDefault="0062748B" w:rsidP="0062748B">
      <w:r>
        <w:t xml:space="preserve"> 561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562  * Model for Ion Exchange Process</w:t>
      </w:r>
    </w:p>
    <w:p w:rsidR="0062748B" w:rsidRDefault="0062748B" w:rsidP="0062748B">
      <w:r>
        <w:t xml:space="preserve"> 563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564  *</w:t>
      </w:r>
    </w:p>
    <w:p w:rsidR="0062748B" w:rsidRDefault="0062748B" w:rsidP="0062748B">
      <w:r>
        <w:t xml:space="preserve"> 565  * Computation of the Ion Exchange process parameters</w:t>
      </w:r>
    </w:p>
    <w:p w:rsidR="0062748B" w:rsidRDefault="0062748B" w:rsidP="0062748B">
      <w:r>
        <w:t xml:space="preserve"> 566  *</w:t>
      </w:r>
    </w:p>
    <w:p w:rsidR="0062748B" w:rsidRDefault="0062748B" w:rsidP="0062748B">
      <w:r>
        <w:t xml:space="preserve"> 567  Equations IX01,IX02,IX04,IX05,IX06,IX07,IX08,IX09,IX10,IX11,IX12,IX13,IX14</w:t>
      </w:r>
    </w:p>
    <w:p w:rsidR="0062748B" w:rsidRDefault="0062748B" w:rsidP="0062748B">
      <w:r>
        <w:t xml:space="preserve">      ,IX15;</w:t>
      </w:r>
    </w:p>
    <w:p w:rsidR="0062748B" w:rsidRDefault="0062748B" w:rsidP="0062748B">
      <w:r>
        <w:t xml:space="preserve"> 568   </w:t>
      </w:r>
    </w:p>
    <w:p w:rsidR="0062748B" w:rsidRDefault="0062748B" w:rsidP="0062748B">
      <w:r>
        <w:t xml:space="preserve"> 569  IX01(i)..                 IX_MinResinVolume(i) =e= (DFR(i,'3')*3600/(IX_Se</w:t>
      </w:r>
    </w:p>
    <w:p w:rsidR="0062748B" w:rsidRDefault="0062748B" w:rsidP="0062748B">
      <w:r>
        <w:t xml:space="preserve">      rviceFlowRate*1000));</w:t>
      </w:r>
    </w:p>
    <w:p w:rsidR="0062748B" w:rsidRDefault="0062748B" w:rsidP="0062748B">
      <w:r>
        <w:t xml:space="preserve"> 570  * The constants are to convert the units.</w:t>
      </w:r>
    </w:p>
    <w:p w:rsidR="0062748B" w:rsidRDefault="0062748B" w:rsidP="0062748B">
      <w:r>
        <w:t xml:space="preserve"> 571   </w:t>
      </w:r>
    </w:p>
    <w:p w:rsidR="0062748B" w:rsidRDefault="0062748B" w:rsidP="0062748B">
      <w:r>
        <w:lastRenderedPageBreak/>
        <w:t xml:space="preserve"> 572  IX02(i)..  IX_MinVolExhaustionTime(i) =e= IX_ResinCationEqv*3600/(IX_Servi</w:t>
      </w:r>
    </w:p>
    <w:p w:rsidR="0062748B" w:rsidRDefault="0062748B" w:rsidP="0062748B">
      <w:r>
        <w:t xml:space="preserve">      ceFlowRate*IX_CationEqv*86400);</w:t>
      </w:r>
    </w:p>
    <w:p w:rsidR="0062748B" w:rsidRDefault="0062748B" w:rsidP="0062748B">
      <w:r>
        <w:t xml:space="preserve"> 573  * Note: The formula is different in the document and spreadsheet! Need to </w:t>
      </w:r>
    </w:p>
    <w:p w:rsidR="0062748B" w:rsidRDefault="0062748B" w:rsidP="0062748B">
      <w:r>
        <w:t xml:space="preserve">      clarify.</w:t>
      </w:r>
    </w:p>
    <w:p w:rsidR="0062748B" w:rsidRDefault="0062748B" w:rsidP="0062748B">
      <w:r>
        <w:t xml:space="preserve"> 574   </w:t>
      </w:r>
    </w:p>
    <w:p w:rsidR="0062748B" w:rsidRDefault="0062748B" w:rsidP="0062748B">
      <w:r>
        <w:t xml:space="preserve"> 575  **** Additional if condition as given in the spreadsheet and the document</w:t>
      </w:r>
    </w:p>
    <w:p w:rsidR="0062748B" w:rsidRDefault="0062748B" w:rsidP="0062748B">
      <w:r>
        <w:t xml:space="preserve"> 576  *IX03(i)$(IX_MinVolExhaustionTime(i)&gt;IX_DesiredRunCycle).. IX_ExhaustionTi</w:t>
      </w:r>
    </w:p>
    <w:p w:rsidR="0062748B" w:rsidRDefault="0062748B" w:rsidP="0062748B">
      <w:r>
        <w:t xml:space="preserve">      meResinVolume(i) =e= IX_MinResinVolume(i) ;</w:t>
      </w:r>
    </w:p>
    <w:p w:rsidR="0062748B" w:rsidRDefault="0062748B" w:rsidP="0062748B">
      <w:r>
        <w:t xml:space="preserve"> 577  *IX04(i)$(IX_MinVolExhaustionTime(i)&lt;=IX_DesiredRunCycle)..   IX_Exhaustio</w:t>
      </w:r>
    </w:p>
    <w:p w:rsidR="0062748B" w:rsidRDefault="0062748B" w:rsidP="0062748B">
      <w:r>
        <w:t xml:space="preserve">      nTimeResinVolume(i)</w:t>
      </w:r>
    </w:p>
    <w:p w:rsidR="0062748B" w:rsidRDefault="0062748B" w:rsidP="0062748B">
      <w:r>
        <w:t xml:space="preserve"> 578  *                            =e= IX_DesiredRunCycle*DFR(i,'3')*86400*(IX_C</w:t>
      </w:r>
    </w:p>
    <w:p w:rsidR="0062748B" w:rsidRDefault="0062748B" w:rsidP="0062748B">
      <w:r>
        <w:t xml:space="preserve">      ationEqv)/(1000*(IX_ResinCationEqv));</w:t>
      </w:r>
    </w:p>
    <w:p w:rsidR="0062748B" w:rsidRDefault="0062748B" w:rsidP="0062748B">
      <w:r>
        <w:t xml:space="preserve"> 579   </w:t>
      </w:r>
    </w:p>
    <w:p w:rsidR="0062748B" w:rsidRDefault="0062748B" w:rsidP="0062748B">
      <w:r>
        <w:t xml:space="preserve"> 580  IX04(i)..   IX_ExhaustionTimeResinVolume(i)</w:t>
      </w:r>
    </w:p>
    <w:p w:rsidR="0062748B" w:rsidRDefault="0062748B" w:rsidP="0062748B">
      <w:r>
        <w:t xml:space="preserve"> 581                              =e= IX_DesiredRunCycle*DFR(i,'3')*86400*(IX_Ca</w:t>
      </w:r>
    </w:p>
    <w:p w:rsidR="0062748B" w:rsidRDefault="0062748B" w:rsidP="0062748B">
      <w:r>
        <w:t xml:space="preserve">      tionEqv)/(1000*(IX_ResinCationEqv));</w:t>
      </w:r>
    </w:p>
    <w:p w:rsidR="0062748B" w:rsidRDefault="0062748B" w:rsidP="0062748B">
      <w:r>
        <w:t xml:space="preserve"> 582   </w:t>
      </w:r>
    </w:p>
    <w:p w:rsidR="0062748B" w:rsidRDefault="0062748B" w:rsidP="0062748B">
      <w:r>
        <w:t xml:space="preserve"> 583  IX05(i)..                 IX_VesselVolume(i)  =e= IX_ExhaustionTimeResinVo</w:t>
      </w:r>
    </w:p>
    <w:p w:rsidR="0062748B" w:rsidRDefault="0062748B" w:rsidP="0062748B">
      <w:r>
        <w:t xml:space="preserve">      lume(i) * IX_ResinExpCoeff ;</w:t>
      </w:r>
    </w:p>
    <w:p w:rsidR="0062748B" w:rsidRDefault="0062748B" w:rsidP="0062748B">
      <w:r>
        <w:t xml:space="preserve"> 584   </w:t>
      </w:r>
    </w:p>
    <w:p w:rsidR="0062748B" w:rsidRDefault="0062748B" w:rsidP="0062748B">
      <w:r>
        <w:t xml:space="preserve"> 585  IX06(i)..                 IX_ResinCost(i)   =e= IX_ExhaustionTimeResinVolu</w:t>
      </w:r>
    </w:p>
    <w:p w:rsidR="0062748B" w:rsidRDefault="0062748B" w:rsidP="0062748B">
      <w:r>
        <w:t xml:space="preserve">      me(i) * IX_ResinPrice ;</w:t>
      </w:r>
    </w:p>
    <w:p w:rsidR="0062748B" w:rsidRDefault="0062748B" w:rsidP="0062748B">
      <w:r>
        <w:t xml:space="preserve"> 586  * Note: The resin cost is per day -- probably.</w:t>
      </w:r>
    </w:p>
    <w:p w:rsidR="0062748B" w:rsidRDefault="0062748B" w:rsidP="0062748B">
      <w:r>
        <w:t xml:space="preserve"> 587   </w:t>
      </w:r>
    </w:p>
    <w:p w:rsidR="0062748B" w:rsidRDefault="0062748B" w:rsidP="0062748B">
      <w:r>
        <w:t xml:space="preserve"> 588  IX07(i)..                 IX_TankTotalCost(i) =e= 10**(IX_CostIntercept+IX</w:t>
      </w:r>
    </w:p>
    <w:p w:rsidR="0062748B" w:rsidRDefault="0062748B" w:rsidP="0062748B">
      <w:r>
        <w:lastRenderedPageBreak/>
        <w:t xml:space="preserve">      _CostSlope*log10(IX_VesselVolume(i)+epsilon))</w:t>
      </w:r>
    </w:p>
    <w:p w:rsidR="0062748B" w:rsidRDefault="0062748B" w:rsidP="0062748B">
      <w:r>
        <w:t xml:space="preserve"> 589                                           * IX_CostFactor ;</w:t>
      </w:r>
    </w:p>
    <w:p w:rsidR="0062748B" w:rsidRDefault="0062748B" w:rsidP="0062748B">
      <w:r>
        <w:t xml:space="preserve"> 590  * Note: This calculation is different in the document and excel sheet. Thi</w:t>
      </w:r>
    </w:p>
    <w:p w:rsidR="0062748B" w:rsidRDefault="0062748B" w:rsidP="0062748B">
      <w:r>
        <w:t xml:space="preserve">      s equation</w:t>
      </w:r>
    </w:p>
    <w:p w:rsidR="0062748B" w:rsidRDefault="0062748B" w:rsidP="0062748B">
      <w:r>
        <w:t xml:space="preserve"> 591  *       is taken from the excel sheet.</w:t>
      </w:r>
    </w:p>
    <w:p w:rsidR="0062748B" w:rsidRDefault="0062748B" w:rsidP="0062748B">
      <w:r>
        <w:t xml:space="preserve"> 592  *</w:t>
      </w:r>
    </w:p>
    <w:p w:rsidR="0062748B" w:rsidRDefault="0062748B" w:rsidP="0062748B">
      <w:r>
        <w:t xml:space="preserve"> 593  * Regeneration requirements</w:t>
      </w:r>
    </w:p>
    <w:p w:rsidR="0062748B" w:rsidRDefault="0062748B" w:rsidP="0062748B">
      <w:r>
        <w:t xml:space="preserve"> 594  *</w:t>
      </w:r>
    </w:p>
    <w:p w:rsidR="0062748B" w:rsidRDefault="0062748B" w:rsidP="0062748B">
      <w:r>
        <w:t xml:space="preserve"> 595  IX08(i)..                 IX_NaClReq(i) =e= IX_ExhaustionTimeResinVolume(i</w:t>
      </w:r>
    </w:p>
    <w:p w:rsidR="0062748B" w:rsidRDefault="0062748B" w:rsidP="0062748B">
      <w:r>
        <w:t xml:space="preserve">      ) * IX_NaClMassPerResin ;</w:t>
      </w:r>
    </w:p>
    <w:p w:rsidR="0062748B" w:rsidRDefault="0062748B" w:rsidP="0062748B">
      <w:r>
        <w:t xml:space="preserve"> 596   </w:t>
      </w:r>
    </w:p>
    <w:p w:rsidR="0062748B" w:rsidRDefault="0062748B" w:rsidP="0062748B">
      <w:r>
        <w:t xml:space="preserve"> 597  IX09(i)..                 IX_RegFluidReq(i) =e= IX_NaClReq(i)/((IX_NaClCon</w:t>
      </w:r>
    </w:p>
    <w:p w:rsidR="0062748B" w:rsidRDefault="0062748B" w:rsidP="0062748B">
      <w:r>
        <w:t xml:space="preserve">      c/100)*1000);</w:t>
      </w:r>
    </w:p>
    <w:p w:rsidR="0062748B" w:rsidRDefault="0062748B" w:rsidP="0062748B">
      <w:r>
        <w:t xml:space="preserve"> 598   </w:t>
      </w:r>
    </w:p>
    <w:p w:rsidR="0062748B" w:rsidRDefault="0062748B" w:rsidP="0062748B">
      <w:r>
        <w:t xml:space="preserve"> 599  IX10(i)..                 IX_TotalChemCost(i) =e=  IX_NaClReq(i) *  IX_NaC</w:t>
      </w:r>
    </w:p>
    <w:p w:rsidR="0062748B" w:rsidRDefault="0062748B" w:rsidP="0062748B">
      <w:r>
        <w:t xml:space="preserve">      lCost</w:t>
      </w:r>
    </w:p>
    <w:p w:rsidR="0062748B" w:rsidRDefault="0062748B" w:rsidP="0062748B">
      <w:r>
        <w:t xml:space="preserve"> 600                                           * (365*IX_PlantAailabilityFactor*</w:t>
      </w:r>
    </w:p>
    <w:p w:rsidR="0062748B" w:rsidRDefault="0062748B" w:rsidP="0062748B">
      <w:r>
        <w:t xml:space="preserve">      IX_PlannedOpTimePerDay/(IX_DesiredRunCycle+1)) ;</w:t>
      </w:r>
    </w:p>
    <w:p w:rsidR="0062748B" w:rsidRDefault="0062748B" w:rsidP="0062748B">
      <w:r>
        <w:t xml:space="preserve"> 601   </w:t>
      </w:r>
    </w:p>
    <w:p w:rsidR="0062748B" w:rsidRDefault="0062748B" w:rsidP="0062748B">
      <w:r>
        <w:t xml:space="preserve"> 602  * Storage tank cost according to the spreadsheet</w:t>
      </w:r>
    </w:p>
    <w:p w:rsidR="0062748B" w:rsidRDefault="0062748B" w:rsidP="0062748B">
      <w:r>
        <w:t xml:space="preserve"> 603  IX11(i)..                 IX_StorageTankCost(i) =e=0.25*1000* IX_RegFluidR</w:t>
      </w:r>
    </w:p>
    <w:p w:rsidR="0062748B" w:rsidRDefault="0062748B" w:rsidP="0062748B">
      <w:r>
        <w:t xml:space="preserve">      eq(i);</w:t>
      </w:r>
    </w:p>
    <w:p w:rsidR="0062748B" w:rsidRDefault="0062748B" w:rsidP="0062748B">
      <w:r>
        <w:t xml:space="preserve"> 604  *</w:t>
      </w:r>
    </w:p>
    <w:p w:rsidR="0062748B" w:rsidRDefault="0062748B" w:rsidP="0062748B">
      <w:r>
        <w:t xml:space="preserve"> 605  * Regeneration and backwashing pump</w:t>
      </w:r>
    </w:p>
    <w:p w:rsidR="0062748B" w:rsidRDefault="0062748B" w:rsidP="0062748B">
      <w:r>
        <w:t xml:space="preserve"> 606  *</w:t>
      </w:r>
    </w:p>
    <w:p w:rsidR="0062748B" w:rsidRDefault="0062748B" w:rsidP="0062748B">
      <w:r>
        <w:lastRenderedPageBreak/>
        <w:t xml:space="preserve"> 607  IX12(i)..                 IX_BedArea(i) =e= (3.14/4)*((4*IX_VesselVolume(i</w:t>
      </w:r>
    </w:p>
    <w:p w:rsidR="0062748B" w:rsidRDefault="0062748B" w:rsidP="0062748B">
      <w:r>
        <w:t xml:space="preserve">      ))/(IX_VesselAspectRatio*3.14))**(2/3) ;</w:t>
      </w:r>
    </w:p>
    <w:p w:rsidR="0062748B" w:rsidRDefault="0062748B" w:rsidP="0062748B">
      <w:r>
        <w:t xml:space="preserve"> 608   </w:t>
      </w:r>
    </w:p>
    <w:p w:rsidR="0062748B" w:rsidRDefault="0062748B" w:rsidP="0062748B">
      <w:r>
        <w:t xml:space="preserve"> 609  IX13(i)..                 IX_ConstructionCost(i) =e= (36000 + 1254.21* IX_</w:t>
      </w:r>
    </w:p>
    <w:p w:rsidR="0062748B" w:rsidRDefault="0062748B" w:rsidP="0062748B">
      <w:r>
        <w:t xml:space="preserve">      BedArea(i) - 0.1212*IX_BedArea(i)**2) ;</w:t>
      </w:r>
    </w:p>
    <w:p w:rsidR="0062748B" w:rsidRDefault="0062748B" w:rsidP="0062748B">
      <w:r>
        <w:t xml:space="preserve"> 610  * Note: The construction cost is one time -- probably.</w:t>
      </w:r>
    </w:p>
    <w:p w:rsidR="0062748B" w:rsidRDefault="0062748B" w:rsidP="0062748B">
      <w:r>
        <w:t xml:space="preserve"> 611   </w:t>
      </w:r>
    </w:p>
    <w:p w:rsidR="0062748B" w:rsidRDefault="0062748B" w:rsidP="0062748B">
      <w:r>
        <w:t xml:space="preserve"> 612  IX14(i)..                 IX_OMCost(i) =e= (73.3 * IX_BedArea(i)**(0.75) +</w:t>
      </w:r>
    </w:p>
    <w:p w:rsidR="0062748B" w:rsidRDefault="0062748B" w:rsidP="0062748B">
      <w:r>
        <w:t xml:space="preserve">       2200) ;</w:t>
      </w:r>
    </w:p>
    <w:p w:rsidR="0062748B" w:rsidRDefault="0062748B" w:rsidP="0062748B">
      <w:r>
        <w:t xml:space="preserve"> 613  * Note: The operating and maintenance cost is annual.</w:t>
      </w:r>
    </w:p>
    <w:p w:rsidR="0062748B" w:rsidRDefault="0062748B" w:rsidP="0062748B">
      <w:r>
        <w:t xml:space="preserve"> 614   </w:t>
      </w:r>
    </w:p>
    <w:p w:rsidR="0062748B" w:rsidRDefault="0062748B" w:rsidP="0062748B">
      <w:r>
        <w:t xml:space="preserve"> 615  IX15(i)..                 IX_TotalCost(i) =e= IX_ConstructionCost(i)  + IX</w:t>
      </w:r>
    </w:p>
    <w:p w:rsidR="0062748B" w:rsidRDefault="0062748B" w:rsidP="0062748B">
      <w:r>
        <w:t xml:space="preserve">      _StorageTankCost(i)</w:t>
      </w:r>
    </w:p>
    <w:p w:rsidR="0062748B" w:rsidRDefault="0062748B" w:rsidP="0062748B">
      <w:r>
        <w:t xml:space="preserve"> 616                                  + IX_TankTotalCost(i) + IX_ResinCost(i)*24</w:t>
      </w:r>
    </w:p>
    <w:p w:rsidR="0062748B" w:rsidRDefault="0062748B" w:rsidP="0062748B">
      <w:r>
        <w:t xml:space="preserve">       + IX_TotalChemCost(i)</w:t>
      </w:r>
    </w:p>
    <w:p w:rsidR="0062748B" w:rsidRDefault="0062748B" w:rsidP="0062748B">
      <w:r>
        <w:t xml:space="preserve"> 617                                 + IX_OMCost(i) ;</w:t>
      </w:r>
    </w:p>
    <w:p w:rsidR="0062748B" w:rsidRDefault="0062748B" w:rsidP="0062748B">
      <w:r>
        <w:t xml:space="preserve"> 618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619  Positive Variable NonlinearTechCost;</w:t>
      </w:r>
    </w:p>
    <w:p w:rsidR="0062748B" w:rsidRDefault="0062748B" w:rsidP="0062748B">
      <w:r>
        <w:t xml:space="preserve"> 620  Equations NonlinearTechCost01, NonlinearTechCost02, NonlinearTechCost03;</w:t>
      </w:r>
    </w:p>
    <w:p w:rsidR="0062748B" w:rsidRDefault="0062748B" w:rsidP="0062748B">
      <w:r>
        <w:t xml:space="preserve"> 621  NonlinearTechCost01(i)..  NonlinearTechCost(i,'1') =e= CF_AnnualCost(i)*1E</w:t>
      </w:r>
    </w:p>
    <w:p w:rsidR="0062748B" w:rsidRDefault="0062748B" w:rsidP="0062748B">
      <w:r>
        <w:t xml:space="preserve">      -5;</w:t>
      </w:r>
    </w:p>
    <w:p w:rsidR="0062748B" w:rsidRDefault="0062748B" w:rsidP="0062748B">
      <w:r>
        <w:t xml:space="preserve"> 622  NonlinearTechCost02(i)..  NonlinearTechCost(i,'2') =e= GAC_TotalCost(i)*1E</w:t>
      </w:r>
    </w:p>
    <w:p w:rsidR="0062748B" w:rsidRDefault="0062748B" w:rsidP="0062748B">
      <w:r>
        <w:t xml:space="preserve">      -5;</w:t>
      </w:r>
    </w:p>
    <w:p w:rsidR="0062748B" w:rsidRDefault="0062748B" w:rsidP="0062748B">
      <w:r>
        <w:t xml:space="preserve"> 623  NonlinearTechCost03(i)..  NonlinearTechCost(i,'3') =e= IX_TotalCost(i)*1E-</w:t>
      </w:r>
    </w:p>
    <w:p w:rsidR="0062748B" w:rsidRDefault="0062748B" w:rsidP="0062748B">
      <w:r>
        <w:lastRenderedPageBreak/>
        <w:t xml:space="preserve">      5;</w:t>
      </w:r>
    </w:p>
    <w:p w:rsidR="0062748B" w:rsidRDefault="0062748B" w:rsidP="0062748B">
      <w:r>
        <w:t xml:space="preserve"> 624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625  *</w:t>
      </w:r>
    </w:p>
    <w:p w:rsidR="0062748B" w:rsidRDefault="0062748B" w:rsidP="0062748B">
      <w:r>
        <w:t xml:space="preserve"> 626  * First Technology only model is solved to generate constraints for the tr</w:t>
      </w:r>
    </w:p>
    <w:p w:rsidR="0062748B" w:rsidRDefault="0062748B" w:rsidP="0062748B">
      <w:r>
        <w:t xml:space="preserve">      ading problem.</w:t>
      </w:r>
    </w:p>
    <w:p w:rsidR="0062748B" w:rsidRDefault="0062748B" w:rsidP="0062748B">
      <w:r>
        <w:t xml:space="preserve"> 627  * The constraint states that no industry should be required to spend more </w:t>
      </w:r>
    </w:p>
    <w:p w:rsidR="0062748B" w:rsidRDefault="0062748B" w:rsidP="0062748B">
      <w:r>
        <w:t xml:space="preserve">      as a results</w:t>
      </w:r>
    </w:p>
    <w:p w:rsidR="0062748B" w:rsidRDefault="0062748B" w:rsidP="0062748B">
      <w:r>
        <w:t xml:space="preserve"> 628  * of trading.</w:t>
      </w:r>
    </w:p>
    <w:p w:rsidR="0062748B" w:rsidRDefault="0062748B" w:rsidP="0062748B">
      <w:r>
        <w:t xml:space="preserve"> 629  *</w:t>
      </w:r>
    </w:p>
    <w:p w:rsidR="0062748B" w:rsidRDefault="0062748B" w:rsidP="0062748B">
      <w:r>
        <w:t xml:space="preserve"> 630  * Definig the Technology only problem</w:t>
      </w:r>
    </w:p>
    <w:p w:rsidR="0062748B" w:rsidRDefault="0062748B" w:rsidP="0062748B">
      <w:r>
        <w:t xml:space="preserve"> 631  *</w:t>
      </w:r>
    </w:p>
    <w:p w:rsidR="0062748B" w:rsidRDefault="0062748B" w:rsidP="0062748B">
      <w:r>
        <w:t xml:space="preserve"> 632  Equations Tobjective</w:t>
      </w:r>
    </w:p>
    <w:p w:rsidR="0062748B" w:rsidRDefault="0062748B" w:rsidP="0062748B">
      <w:r>
        <w:t xml:space="preserve"> 633            Tc1</w:t>
      </w:r>
    </w:p>
    <w:p w:rsidR="0062748B" w:rsidRDefault="0062748B" w:rsidP="0062748B">
      <w:r>
        <w:t xml:space="preserve"> 634            Tc2;</w:t>
      </w:r>
    </w:p>
    <w:p w:rsidR="0062748B" w:rsidRDefault="0062748B" w:rsidP="0062748B">
      <w:r>
        <w:t xml:space="preserve"> 635  *</w:t>
      </w:r>
    </w:p>
    <w:p w:rsidR="0062748B" w:rsidRDefault="0062748B" w:rsidP="0062748B">
      <w:r>
        <w:t xml:space="preserve"> 636  * Objective: Minimization of the compliance cost. 10**(-3) factor from TC(</w:t>
      </w:r>
    </w:p>
    <w:p w:rsidR="0062748B" w:rsidRDefault="0062748B" w:rsidP="0062748B">
      <w:r>
        <w:t xml:space="preserve">      j) and</w:t>
      </w:r>
    </w:p>
    <w:p w:rsidR="0062748B" w:rsidRDefault="0062748B" w:rsidP="0062748B">
      <w:r>
        <w:t xml:space="preserve"> 637  * 10**(6) factor from Data(i,1) result in 1000.</w:t>
      </w:r>
    </w:p>
    <w:p w:rsidR="0062748B" w:rsidRDefault="0062748B" w:rsidP="0062748B">
      <w:r>
        <w:t xml:space="preserve"> 638  *</w:t>
      </w:r>
    </w:p>
    <w:p w:rsidR="0062748B" w:rsidRDefault="0062748B" w:rsidP="0062748B">
      <w:r>
        <w:t xml:space="preserve"> 639  Tobjective.. Tobj =e= sum((i,j), NonlinearTechCost(i,j));</w:t>
      </w:r>
    </w:p>
    <w:p w:rsidR="0062748B" w:rsidRDefault="0062748B" w:rsidP="0062748B">
      <w:r>
        <w:t xml:space="preserve"> 640  *</w:t>
      </w:r>
    </w:p>
    <w:p w:rsidR="0062748B" w:rsidRDefault="0062748B" w:rsidP="0062748B">
      <w:r>
        <w:t xml:space="preserve"> 641  * Restriction on the number of technologies that can be implemented (varie</w:t>
      </w:r>
    </w:p>
    <w:p w:rsidR="0062748B" w:rsidRDefault="0062748B" w:rsidP="0062748B">
      <w:r>
        <w:t xml:space="preserve">      s from 1-3)</w:t>
      </w:r>
    </w:p>
    <w:p w:rsidR="0062748B" w:rsidRDefault="0062748B" w:rsidP="0062748B">
      <w:r>
        <w:t xml:space="preserve"> 642  *</w:t>
      </w:r>
    </w:p>
    <w:p w:rsidR="0062748B" w:rsidRDefault="0062748B" w:rsidP="0062748B">
      <w:r>
        <w:lastRenderedPageBreak/>
        <w:t xml:space="preserve"> 643  Tc1(i)..  sum(j,Volume(i,j)) =l= Data(i,'1');</w:t>
      </w:r>
    </w:p>
    <w:p w:rsidR="0062748B" w:rsidRDefault="0062748B" w:rsidP="0062748B">
      <w:r>
        <w:t xml:space="preserve"> 644  *</w:t>
      </w:r>
    </w:p>
    <w:p w:rsidR="0062748B" w:rsidRDefault="0062748B" w:rsidP="0062748B">
      <w:r>
        <w:t xml:space="preserve"> 645  * The reduction achieved should be atleast equal to the desired reduction.</w:t>
      </w:r>
    </w:p>
    <w:p w:rsidR="0062748B" w:rsidRDefault="0062748B" w:rsidP="0062748B">
      <w:r>
        <w:t xml:space="preserve"> 646  * The reduction constraint is multiplied by 1000 on both sides to avoid</w:t>
      </w:r>
    </w:p>
    <w:p w:rsidR="0062748B" w:rsidRDefault="0062748B" w:rsidP="0062748B">
      <w:r>
        <w:t xml:space="preserve"> 647  * numerical errors arising due to small values. In LHS, 10**(-12) factor f</w:t>
      </w:r>
    </w:p>
    <w:p w:rsidR="0062748B" w:rsidRDefault="0062748B" w:rsidP="0062748B">
      <w:r>
        <w:t xml:space="preserve">      or q(j)</w:t>
      </w:r>
    </w:p>
    <w:p w:rsidR="0062748B" w:rsidRDefault="0062748B" w:rsidP="0062748B">
      <w:r>
        <w:t xml:space="preserve"> 648  * and 10**6 factor for Data(i,1) result in 10**(-6).</w:t>
      </w:r>
    </w:p>
    <w:p w:rsidR="0062748B" w:rsidRDefault="0062748B" w:rsidP="0062748B">
      <w:r>
        <w:t xml:space="preserve"> 649  *</w:t>
      </w:r>
    </w:p>
    <w:p w:rsidR="0062748B" w:rsidRDefault="0062748B" w:rsidP="0062748B">
      <w:r>
        <w:t xml:space="preserve"> 650  Tc2(i).. 10**(-6)*k1*365*sum(j,q(j)*Volume(i,j)) =g= ReductionTarget(i);</w:t>
      </w:r>
    </w:p>
    <w:p w:rsidR="0062748B" w:rsidRDefault="0062748B" w:rsidP="0062748B">
      <w:r>
        <w:t xml:space="preserve"> 651  *</w:t>
      </w:r>
    </w:p>
    <w:p w:rsidR="0062748B" w:rsidRDefault="0062748B" w:rsidP="0062748B">
      <w:r>
        <w:t xml:space="preserve"> 652  * Use a single value of reduction (probably the mean or worst value) for t</w:t>
      </w:r>
    </w:p>
    <w:p w:rsidR="0062748B" w:rsidRDefault="0062748B" w:rsidP="0062748B">
      <w:r>
        <w:t xml:space="preserve">      his problem solution</w:t>
      </w:r>
    </w:p>
    <w:p w:rsidR="0062748B" w:rsidRDefault="0062748B" w:rsidP="0062748B">
      <w:r>
        <w:t xml:space="preserve"> 653  *</w:t>
      </w:r>
    </w:p>
    <w:p w:rsidR="0062748B" w:rsidRDefault="0062748B" w:rsidP="0062748B">
      <w:r>
        <w:t xml:space="preserve"> 654  Model TechProblem /Tobjective, Tc1, Tc2, DFREq,</w:t>
      </w:r>
    </w:p>
    <w:p w:rsidR="0062748B" w:rsidRDefault="0062748B" w:rsidP="0062748B">
      <w:r>
        <w:t xml:space="preserve"> 655            CF01, CF03, CF04, CF05, CF06, CF07, CF08, CF09, CF10, CF11, CF12</w:t>
      </w:r>
    </w:p>
    <w:p w:rsidR="0062748B" w:rsidRDefault="0062748B" w:rsidP="0062748B">
      <w:r>
        <w:t xml:space="preserve">      ,</w:t>
      </w:r>
    </w:p>
    <w:p w:rsidR="0062748B" w:rsidRDefault="0062748B" w:rsidP="0062748B">
      <w:r>
        <w:t xml:space="preserve"> 656            CF13, CF14, CF15, CF16, CF17, CF18, CF19, CF20, CF21, CF22, CF23</w:t>
      </w:r>
    </w:p>
    <w:p w:rsidR="0062748B" w:rsidRDefault="0062748B" w:rsidP="0062748B">
      <w:r>
        <w:t xml:space="preserve">      , CF24, CF25,</w:t>
      </w:r>
    </w:p>
    <w:p w:rsidR="0062748B" w:rsidRDefault="0062748B" w:rsidP="0062748B">
      <w:r>
        <w:t xml:space="preserve"> 657            CF26, CF27, CF28, CF29, CF30, CF31,GAC01, GAC02, GAC03,</w:t>
      </w:r>
    </w:p>
    <w:p w:rsidR="0062748B" w:rsidRDefault="0062748B" w:rsidP="0062748B">
      <w:r>
        <w:t xml:space="preserve"> 658            IX01,IX02,IX04,IX05,IX06,IX07,IX08,IX09,IX10,IX11,IX12,IX13,IX14</w:t>
      </w:r>
    </w:p>
    <w:p w:rsidR="0062748B" w:rsidRDefault="0062748B" w:rsidP="0062748B">
      <w:r>
        <w:t xml:space="preserve">      ,IX15,</w:t>
      </w:r>
    </w:p>
    <w:p w:rsidR="0062748B" w:rsidRDefault="0062748B" w:rsidP="0062748B">
      <w:r>
        <w:t xml:space="preserve"> 659            NonlinearTechCost01, NonlinearTechCost02, NonlinearTechCost03/;</w:t>
      </w:r>
    </w:p>
    <w:p w:rsidR="0062748B" w:rsidRDefault="0062748B" w:rsidP="0062748B">
      <w:r>
        <w:t xml:space="preserve"> 660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661  *</w:t>
      </w:r>
    </w:p>
    <w:p w:rsidR="0062748B" w:rsidRDefault="0062748B" w:rsidP="0062748B">
      <w:r>
        <w:lastRenderedPageBreak/>
        <w:t xml:space="preserve"> 662  * Declaration of the master problem: The the problem is the simultaneous t</w:t>
      </w:r>
    </w:p>
    <w:p w:rsidR="0062748B" w:rsidRDefault="0062748B" w:rsidP="0062748B">
      <w:r>
        <w:t xml:space="preserve">      echnology</w:t>
      </w:r>
    </w:p>
    <w:p w:rsidR="0062748B" w:rsidRDefault="0062748B" w:rsidP="0062748B">
      <w:r>
        <w:t xml:space="preserve"> 663  * and trading selection decisions.</w:t>
      </w:r>
    </w:p>
    <w:p w:rsidR="0062748B" w:rsidRDefault="0062748B" w:rsidP="0062748B">
      <w:r>
        <w:t xml:space="preserve"> 664  *</w:t>
      </w:r>
    </w:p>
    <w:p w:rsidR="0062748B" w:rsidRDefault="0062748B" w:rsidP="0062748B">
      <w:r>
        <w:t xml:space="preserve"> 665  Equations Mobj Objective function for the master problem</w:t>
      </w:r>
    </w:p>
    <w:p w:rsidR="0062748B" w:rsidRDefault="0062748B" w:rsidP="0062748B">
      <w:r>
        <w:t xml:space="preserve"> 666            Mc1 Limitation on the number of technologies per industry</w:t>
      </w:r>
    </w:p>
    <w:p w:rsidR="0062748B" w:rsidRDefault="0062748B" w:rsidP="0062748B">
      <w:r>
        <w:t xml:space="preserve"> 667            Mc2 No trading within the industry</w:t>
      </w:r>
    </w:p>
    <w:p w:rsidR="0062748B" w:rsidRDefault="0062748B" w:rsidP="0062748B">
      <w:r>
        <w:t xml:space="preserve"> 668            Mc3 Constrain on the objective based on linear approximation</w:t>
      </w:r>
    </w:p>
    <w:p w:rsidR="0062748B" w:rsidRDefault="0062748B" w:rsidP="0062748B">
      <w:r>
        <w:t xml:space="preserve"> 669            Mc4 Constraint to satisfy the minimum reduction requirement</w:t>
      </w:r>
    </w:p>
    <w:p w:rsidR="0062748B" w:rsidRDefault="0062748B" w:rsidP="0062748B">
      <w:r>
        <w:t xml:space="preserve"> 670            Mc5 Constraint not to exceed the Tech only reduction cost</w:t>
      </w:r>
    </w:p>
    <w:p w:rsidR="0062748B" w:rsidRDefault="0062748B" w:rsidP="0062748B">
      <w:r>
        <w:t xml:space="preserve"> 671            Mc6 Lower bound on the reduction</w:t>
      </w:r>
    </w:p>
    <w:p w:rsidR="0062748B" w:rsidRDefault="0062748B" w:rsidP="0062748B">
      <w:r>
        <w:t xml:space="preserve"> 672            Mc7 Constraint for the first master problem solution</w:t>
      </w:r>
    </w:p>
    <w:p w:rsidR="0062748B" w:rsidRDefault="0062748B" w:rsidP="0062748B">
      <w:r>
        <w:t xml:space="preserve"> 673            Mc8 Optimality cut for the first stage problem</w:t>
      </w:r>
    </w:p>
    <w:p w:rsidR="0062748B" w:rsidRDefault="0062748B" w:rsidP="0062748B">
      <w:r>
        <w:t xml:space="preserve"> 674            Mc9 Triel constraint;</w:t>
      </w:r>
    </w:p>
    <w:p w:rsidR="0062748B" w:rsidRDefault="0062748B" w:rsidP="0062748B">
      <w:r>
        <w:t xml:space="preserve"> 675  *</w:t>
      </w:r>
    </w:p>
    <w:p w:rsidR="0062748B" w:rsidRDefault="0062748B" w:rsidP="0062748B">
      <w:r>
        <w:t xml:space="preserve"> 676  * The objective function is the sum of the reduction cost (implementation </w:t>
      </w:r>
    </w:p>
    <w:p w:rsidR="0062748B" w:rsidRDefault="0062748B" w:rsidP="0062748B">
      <w:r>
        <w:t xml:space="preserve">      and</w:t>
      </w:r>
    </w:p>
    <w:p w:rsidR="0062748B" w:rsidRDefault="0062748B" w:rsidP="0062748B">
      <w:r>
        <w:t xml:space="preserve"> 677  * trading cost). Since trading cost is not really incurred for the watersh</w:t>
      </w:r>
    </w:p>
    <w:p w:rsidR="0062748B" w:rsidRDefault="0062748B" w:rsidP="0062748B">
      <w:r>
        <w:t xml:space="preserve">      ed taken</w:t>
      </w:r>
    </w:p>
    <w:p w:rsidR="0062748B" w:rsidRDefault="0062748B" w:rsidP="0062748B">
      <w:r>
        <w:t xml:space="preserve"> 678  * together, the objective reflects only the technology implemntation cost.</w:t>
      </w:r>
    </w:p>
    <w:p w:rsidR="0062748B" w:rsidRDefault="0062748B" w:rsidP="0062748B">
      <w:r>
        <w:t xml:space="preserve"> 679  *</w:t>
      </w:r>
    </w:p>
    <w:p w:rsidR="0062748B" w:rsidRDefault="0062748B" w:rsidP="0062748B">
      <w:r>
        <w:t xml:space="preserve"> 680  * In this problem, the master problem objective function is the linear app</w:t>
      </w:r>
    </w:p>
    <w:p w:rsidR="0062748B" w:rsidRDefault="0062748B" w:rsidP="0062748B">
      <w:r>
        <w:t xml:space="preserve">      roximation</w:t>
      </w:r>
    </w:p>
    <w:p w:rsidR="0062748B" w:rsidRDefault="0062748B" w:rsidP="0062748B">
      <w:r>
        <w:t xml:space="preserve"> 681  * of the technology implementation costs. In the second stage problem, thi</w:t>
      </w:r>
    </w:p>
    <w:p w:rsidR="0062748B" w:rsidRDefault="0062748B" w:rsidP="0062748B">
      <w:r>
        <w:t xml:space="preserve">      s linear</w:t>
      </w:r>
    </w:p>
    <w:p w:rsidR="0062748B" w:rsidRDefault="0062748B" w:rsidP="0062748B">
      <w:r>
        <w:lastRenderedPageBreak/>
        <w:t xml:space="preserve"> 682  * approximation is refined using nonlinear and exact equations. So in that</w:t>
      </w:r>
    </w:p>
    <w:p w:rsidR="0062748B" w:rsidRDefault="0062748B" w:rsidP="0062748B">
      <w:r>
        <w:t xml:space="preserve">       sense,</w:t>
      </w:r>
    </w:p>
    <w:p w:rsidR="0062748B" w:rsidRDefault="0062748B" w:rsidP="0062748B">
      <w:r>
        <w:t xml:space="preserve"> 683  * theta is actually the total master problem objective. One idea therefore</w:t>
      </w:r>
    </w:p>
    <w:p w:rsidR="0062748B" w:rsidRDefault="0062748B" w:rsidP="0062748B">
      <w:r>
        <w:t xml:space="preserve">       is to use</w:t>
      </w:r>
    </w:p>
    <w:p w:rsidR="0062748B" w:rsidRDefault="0062748B" w:rsidP="0062748B">
      <w:r>
        <w:t xml:space="preserve"> 684  * theta as the objective function. where theta is defined through an equal</w:t>
      </w:r>
    </w:p>
    <w:p w:rsidR="0062748B" w:rsidRDefault="0062748B" w:rsidP="0062748B">
      <w:r>
        <w:t xml:space="preserve">      ity constraint</w:t>
      </w:r>
    </w:p>
    <w:p w:rsidR="0062748B" w:rsidRDefault="0062748B" w:rsidP="0062748B">
      <w:r>
        <w:t xml:space="preserve"> 685  * to be equal to the linear tech cost. In the first stage there is no cons</w:t>
      </w:r>
    </w:p>
    <w:p w:rsidR="0062748B" w:rsidRDefault="0062748B" w:rsidP="0062748B">
      <w:r>
        <w:t xml:space="preserve">      traint on</w:t>
      </w:r>
    </w:p>
    <w:p w:rsidR="0062748B" w:rsidRDefault="0062748B" w:rsidP="0062748B">
      <w:r>
        <w:t xml:space="preserve"> 686  * theta. After the first iteration, the optimality cut is introduced in th</w:t>
      </w:r>
    </w:p>
    <w:p w:rsidR="0062748B" w:rsidRDefault="0062748B" w:rsidP="0062748B">
      <w:r>
        <w:t xml:space="preserve">      e master</w:t>
      </w:r>
    </w:p>
    <w:p w:rsidR="0062748B" w:rsidRDefault="0062748B" w:rsidP="0062748B">
      <w:r>
        <w:t xml:space="preserve"> 687  * problem on theta.</w:t>
      </w:r>
    </w:p>
    <w:p w:rsidR="0062748B" w:rsidRDefault="0062748B" w:rsidP="0062748B">
      <w:r>
        <w:t xml:space="preserve"> 688  *</w:t>
      </w:r>
    </w:p>
    <w:p w:rsidR="0062748B" w:rsidRDefault="0062748B" w:rsidP="0062748B">
      <w:r>
        <w:t xml:space="preserve"> 689  Mobj..         MasterObjective =e= Theta;</w:t>
      </w:r>
    </w:p>
    <w:p w:rsidR="0062748B" w:rsidRDefault="0062748B" w:rsidP="0062748B">
      <w:r>
        <w:t xml:space="preserve"> 690  *</w:t>
      </w:r>
    </w:p>
    <w:p w:rsidR="0062748B" w:rsidRDefault="0062748B" w:rsidP="0062748B">
      <w:r>
        <w:t xml:space="preserve"> 691  * Restriction on the number of technologies that can be implemented (varie</w:t>
      </w:r>
    </w:p>
    <w:p w:rsidR="0062748B" w:rsidRDefault="0062748B" w:rsidP="0062748B">
      <w:r>
        <w:t xml:space="preserve">      s from 1-3)</w:t>
      </w:r>
    </w:p>
    <w:p w:rsidR="0062748B" w:rsidRDefault="0062748B" w:rsidP="0062748B">
      <w:r>
        <w:t xml:space="preserve"> 692  *</w:t>
      </w:r>
    </w:p>
    <w:p w:rsidR="0062748B" w:rsidRDefault="0062748B" w:rsidP="0062748B">
      <w:r>
        <w:t xml:space="preserve"> 693  Mc1(i)..       sum(j,Volume(i,j)) =l= Data(i,'1');</w:t>
      </w:r>
    </w:p>
    <w:p w:rsidR="0062748B" w:rsidRDefault="0062748B" w:rsidP="0062748B">
      <w:r>
        <w:t xml:space="preserve"> 694  *</w:t>
      </w:r>
    </w:p>
    <w:p w:rsidR="0062748B" w:rsidRDefault="0062748B" w:rsidP="0062748B">
      <w:r>
        <w:t xml:space="preserve"> 695  * No industry can trade with itself.</w:t>
      </w:r>
    </w:p>
    <w:p w:rsidR="0062748B" w:rsidRDefault="0062748B" w:rsidP="0062748B">
      <w:r>
        <w:t xml:space="preserve"> 696  *</w:t>
      </w:r>
    </w:p>
    <w:p w:rsidR="0062748B" w:rsidRDefault="0062748B" w:rsidP="0062748B">
      <w:r>
        <w:t xml:space="preserve"> 697  Mc2(i)..       t(i,i) =e= 0;</w:t>
      </w:r>
    </w:p>
    <w:p w:rsidR="0062748B" w:rsidRDefault="0062748B" w:rsidP="0062748B">
      <w:r>
        <w:t xml:space="preserve"> 698  *</w:t>
      </w:r>
    </w:p>
    <w:p w:rsidR="0062748B" w:rsidRDefault="0062748B" w:rsidP="0062748B">
      <w:r>
        <w:t xml:space="preserve"> 699  * Putting a constraint on the objective variable based on linear approxima</w:t>
      </w:r>
    </w:p>
    <w:p w:rsidR="0062748B" w:rsidRDefault="0062748B" w:rsidP="0062748B">
      <w:r>
        <w:t xml:space="preserve">      tion: NEED TO CHECK IF THIS IS RIGHT</w:t>
      </w:r>
    </w:p>
    <w:p w:rsidR="0062748B" w:rsidRDefault="0062748B" w:rsidP="0062748B">
      <w:r>
        <w:lastRenderedPageBreak/>
        <w:t xml:space="preserve"> 700  *</w:t>
      </w:r>
    </w:p>
    <w:p w:rsidR="0062748B" w:rsidRDefault="0062748B" w:rsidP="0062748B">
      <w:r>
        <w:t xml:space="preserve"> 701  Mc3$(iter&gt;1)..          Theta =g= 1000*365*sum((i,j),TC(j)*Volume(i,j));</w:t>
      </w:r>
    </w:p>
    <w:p w:rsidR="0062748B" w:rsidRDefault="0062748B" w:rsidP="0062748B">
      <w:r>
        <w:t xml:space="preserve"> 702  *</w:t>
      </w:r>
    </w:p>
    <w:p w:rsidR="0062748B" w:rsidRDefault="0062748B" w:rsidP="0062748B">
      <w:r>
        <w:t xml:space="preserve"> 703  * The reduction achieved should be atleast equal to the desired reduction.</w:t>
      </w:r>
    </w:p>
    <w:p w:rsidR="0062748B" w:rsidRDefault="0062748B" w:rsidP="0062748B">
      <w:r>
        <w:t xml:space="preserve"> 704  * The reduction constraint is multiplied by 1000 on both sides to avoid</w:t>
      </w:r>
    </w:p>
    <w:p w:rsidR="0062748B" w:rsidRDefault="0062748B" w:rsidP="0062748B">
      <w:r>
        <w:t xml:space="preserve"> 705  * numerical errors arising due to small values. In LHS, 10**(-12) factor f</w:t>
      </w:r>
    </w:p>
    <w:p w:rsidR="0062748B" w:rsidRDefault="0062748B" w:rsidP="0062748B">
      <w:r>
        <w:t xml:space="preserve">      or q(j)</w:t>
      </w:r>
    </w:p>
    <w:p w:rsidR="0062748B" w:rsidRDefault="0062748B" w:rsidP="0062748B">
      <w:r>
        <w:t xml:space="preserve"> 706  * and 10**6 factor for Data(i,1) result in 10**(-6).</w:t>
      </w:r>
    </w:p>
    <w:p w:rsidR="0062748B" w:rsidRDefault="0062748B" w:rsidP="0062748B">
      <w:r>
        <w:t xml:space="preserve"> 707  *</w:t>
      </w:r>
    </w:p>
    <w:p w:rsidR="0062748B" w:rsidRDefault="0062748B" w:rsidP="0062748B">
      <w:r>
        <w:t xml:space="preserve"> 708  Mc4(i)..       10**(-6)*k1*365*sum(j,q(j)*Volume(i,j))+(sum(k,t(i,k))-r*su</w:t>
      </w:r>
    </w:p>
    <w:p w:rsidR="0062748B" w:rsidRDefault="0062748B" w:rsidP="0062748B">
      <w:r>
        <w:t xml:space="preserve">      m(k,t(k,i))) =g= ReductionTarget(i);</w:t>
      </w:r>
    </w:p>
    <w:p w:rsidR="0062748B" w:rsidRDefault="0062748B" w:rsidP="0062748B">
      <w:r>
        <w:t xml:space="preserve"> 709  *</w:t>
      </w:r>
    </w:p>
    <w:p w:rsidR="0062748B" w:rsidRDefault="0062748B" w:rsidP="0062748B">
      <w:r>
        <w:t xml:space="preserve"> 710  * The cost incurred due to trading can not be higher than that due to tech</w:t>
      </w:r>
    </w:p>
    <w:p w:rsidR="0062748B" w:rsidRDefault="0062748B" w:rsidP="0062748B">
      <w:r>
        <w:t xml:space="preserve">      nology implementation (in $ per year).</w:t>
      </w:r>
    </w:p>
    <w:p w:rsidR="0062748B" w:rsidRDefault="0062748B" w:rsidP="0062748B">
      <w:r>
        <w:t xml:space="preserve"> 711  * The technology only implementation cost is the highest from given set (a</w:t>
      </w:r>
    </w:p>
    <w:p w:rsidR="0062748B" w:rsidRDefault="0062748B" w:rsidP="0062748B">
      <w:r>
        <w:t xml:space="preserve">      chieved through solution for each sample).</w:t>
      </w:r>
    </w:p>
    <w:p w:rsidR="0062748B" w:rsidRDefault="0062748B" w:rsidP="0062748B">
      <w:r>
        <w:t xml:space="preserve"> 712  *</w:t>
      </w:r>
    </w:p>
    <w:p w:rsidR="0062748B" w:rsidRDefault="0062748B" w:rsidP="0062748B">
      <w:r>
        <w:t xml:space="preserve"> 713  Mc5(i)..       CostTechSolutionMax(i) =g= 1000*365*sum(j,Volume(i,j)*TC(j)</w:t>
      </w:r>
    </w:p>
    <w:p w:rsidR="0062748B" w:rsidRDefault="0062748B" w:rsidP="0062748B">
      <w:r>
        <w:t xml:space="preserve">      )+F*(sum(k,t(i,k))-sum(k,t(k,i)))/1000;</w:t>
      </w:r>
    </w:p>
    <w:p w:rsidR="0062748B" w:rsidRDefault="0062748B" w:rsidP="0062748B">
      <w:r>
        <w:t xml:space="preserve"> 714  *</w:t>
      </w:r>
    </w:p>
    <w:p w:rsidR="0062748B" w:rsidRDefault="0062748B" w:rsidP="0062748B">
      <w:r>
        <w:t xml:space="preserve"> 715  * This constraint ensures that the minimim reduction is zero. Thus if some</w:t>
      </w:r>
    </w:p>
    <w:p w:rsidR="0062748B" w:rsidRDefault="0062748B" w:rsidP="0062748B">
      <w:r>
        <w:t xml:space="preserve">       industry already has emission</w:t>
      </w:r>
    </w:p>
    <w:p w:rsidR="0062748B" w:rsidRDefault="0062748B" w:rsidP="0062748B">
      <w:r>
        <w:t xml:space="preserve"> 716  * level below the regulation, then it is not allowed to increase its emiss</w:t>
      </w:r>
    </w:p>
    <w:p w:rsidR="0062748B" w:rsidRDefault="0062748B" w:rsidP="0062748B">
      <w:r>
        <w:t xml:space="preserve">      ion.</w:t>
      </w:r>
    </w:p>
    <w:p w:rsidR="0062748B" w:rsidRDefault="0062748B" w:rsidP="0062748B">
      <w:r>
        <w:t xml:space="preserve"> 717  *</w:t>
      </w:r>
    </w:p>
    <w:p w:rsidR="0062748B" w:rsidRDefault="0062748B" w:rsidP="0062748B">
      <w:r>
        <w:lastRenderedPageBreak/>
        <w:t xml:space="preserve"> 718  Mc6(i)..       10**(-6)*k1*365*sum(j,q(j)*Volume(i,j))+(sum(k,t(i,k))-r*su</w:t>
      </w:r>
    </w:p>
    <w:p w:rsidR="0062748B" w:rsidRDefault="0062748B" w:rsidP="0062748B">
      <w:r>
        <w:t xml:space="preserve">      m(k,t(k,i))) =g= 0;</w:t>
      </w:r>
    </w:p>
    <w:p w:rsidR="0062748B" w:rsidRDefault="0062748B" w:rsidP="0062748B">
      <w:r>
        <w:t xml:space="preserve"> 719  *</w:t>
      </w:r>
    </w:p>
    <w:p w:rsidR="0062748B" w:rsidRDefault="0062748B" w:rsidP="0062748B">
      <w:r>
        <w:t xml:space="preserve"> 720  * Fixing the approximation of the second stage recourse function for the f</w:t>
      </w:r>
    </w:p>
    <w:p w:rsidR="0062748B" w:rsidRDefault="0062748B" w:rsidP="0062748B">
      <w:r>
        <w:t xml:space="preserve">      irst iteration</w:t>
      </w:r>
    </w:p>
    <w:p w:rsidR="0062748B" w:rsidRDefault="0062748B" w:rsidP="0062748B">
      <w:r>
        <w:t xml:space="preserve"> 721  *</w:t>
      </w:r>
    </w:p>
    <w:p w:rsidR="0062748B" w:rsidRDefault="0062748B" w:rsidP="0062748B">
      <w:r>
        <w:t xml:space="preserve"> 722  Mc7$(iter=1).. Theta =e= -9999999;</w:t>
      </w:r>
    </w:p>
    <w:p w:rsidR="0062748B" w:rsidRDefault="0062748B" w:rsidP="0062748B">
      <w:r>
        <w:t xml:space="preserve"> 723  *</w:t>
      </w:r>
    </w:p>
    <w:p w:rsidR="0062748B" w:rsidRDefault="0062748B" w:rsidP="0062748B">
      <w:r>
        <w:t xml:space="preserve"> 724  * Optimality cut</w:t>
      </w:r>
    </w:p>
    <w:p w:rsidR="0062748B" w:rsidRDefault="0062748B" w:rsidP="0062748B">
      <w:r>
        <w:t xml:space="preserve"> 725  *</w:t>
      </w:r>
    </w:p>
    <w:p w:rsidR="0062748B" w:rsidRDefault="0062748B" w:rsidP="0062748B">
      <w:r>
        <w:t xml:space="preserve"> 726  *Mc8(n)$(ord(n)&lt;iter)..  Theta =g= G1(n)-sum((i,j),G2(i,'1',n,j)*Volume(i,</w:t>
      </w:r>
    </w:p>
    <w:p w:rsidR="0062748B" w:rsidRDefault="0062748B" w:rsidP="0062748B">
      <w:r>
        <w:t xml:space="preserve">      j))-sum((i,k),G2(i,'2',n,k)*t(i,k));</w:t>
      </w:r>
    </w:p>
    <w:p w:rsidR="0062748B" w:rsidRDefault="0062748B" w:rsidP="0062748B">
      <w:r>
        <w:t xml:space="preserve"> 727  Mc8(n)$(ord(n)&lt;iter)..  Theta =g= G1(n)-sum((i,j),G2(i,'1',n,j)*b(i,j))-su</w:t>
      </w:r>
    </w:p>
    <w:p w:rsidR="0062748B" w:rsidRDefault="0062748B" w:rsidP="0062748B">
      <w:r>
        <w:t xml:space="preserve">      m((i,k),G2(i,'2',n,k)*t(i,k));</w:t>
      </w:r>
    </w:p>
    <w:p w:rsidR="0062748B" w:rsidRDefault="0062748B" w:rsidP="0062748B">
      <w:r>
        <w:t xml:space="preserve"> 728  *</w:t>
      </w:r>
    </w:p>
    <w:p w:rsidR="0062748B" w:rsidRDefault="0062748B" w:rsidP="0062748B">
      <w:r>
        <w:t xml:space="preserve"> 729  * Lower bound on the trading variable</w:t>
      </w:r>
    </w:p>
    <w:p w:rsidR="0062748B" w:rsidRDefault="0062748B" w:rsidP="0062748B">
      <w:r>
        <w:t xml:space="preserve"> 730  *</w:t>
      </w:r>
    </w:p>
    <w:p w:rsidR="0062748B" w:rsidRDefault="0062748B" w:rsidP="0062748B">
      <w:r>
        <w:t xml:space="preserve"> 731  t.lo(i,k) = 0;</w:t>
      </w:r>
    </w:p>
    <w:p w:rsidR="0062748B" w:rsidRDefault="0062748B" w:rsidP="0062748B">
      <w:r>
        <w:t xml:space="preserve"> 732  Mc9(i).. Volume(i,'1') =g= 1.0;</w:t>
      </w:r>
    </w:p>
    <w:p w:rsidR="0062748B" w:rsidRDefault="0062748B" w:rsidP="0062748B">
      <w:r>
        <w:t xml:space="preserve"> 733   </w:t>
      </w:r>
    </w:p>
    <w:p w:rsidR="0062748B" w:rsidRDefault="0062748B" w:rsidP="0062748B">
      <w:r>
        <w:t xml:space="preserve"> 734  Model MasterProblem /Mobj, Mc1, Mc2, Mc3, Mc4, Mc5, Mc6, Mc7, Mc8,  DFREq,</w:t>
      </w:r>
    </w:p>
    <w:p w:rsidR="0062748B" w:rsidRDefault="0062748B" w:rsidP="0062748B">
      <w:r>
        <w:t xml:space="preserve"> 735            CF01, CF03, CF04, CF05, CF06, CF07, CF08, CF09, CF10, CF11, CF12</w:t>
      </w:r>
    </w:p>
    <w:p w:rsidR="0062748B" w:rsidRDefault="0062748B" w:rsidP="0062748B">
      <w:r>
        <w:t xml:space="preserve">      ,</w:t>
      </w:r>
    </w:p>
    <w:p w:rsidR="0062748B" w:rsidRDefault="0062748B" w:rsidP="0062748B">
      <w:r>
        <w:t xml:space="preserve"> 736            CF13, CF14, CF15, CF16, CF17, CF18, CF19, CF20, CF21, CF22, CF23</w:t>
      </w:r>
    </w:p>
    <w:p w:rsidR="0062748B" w:rsidRDefault="0062748B" w:rsidP="0062748B">
      <w:r>
        <w:t xml:space="preserve">      , CF24, CF25,</w:t>
      </w:r>
    </w:p>
    <w:p w:rsidR="0062748B" w:rsidRDefault="0062748B" w:rsidP="0062748B">
      <w:r>
        <w:lastRenderedPageBreak/>
        <w:t xml:space="preserve"> 737            CF26, CF27, CF28, CF29, CF30, CF31,GAC01, GAC02, GAC03,</w:t>
      </w:r>
    </w:p>
    <w:p w:rsidR="0062748B" w:rsidRDefault="0062748B" w:rsidP="0062748B">
      <w:r>
        <w:t xml:space="preserve"> 738            IX01,IX02,IX04,IX05,IX06,IX07,IX08,IX09,IX10,IX11,IX12,IX13,IX14</w:t>
      </w:r>
    </w:p>
    <w:p w:rsidR="0062748B" w:rsidRDefault="0062748B" w:rsidP="0062748B">
      <w:r>
        <w:t xml:space="preserve">      ,IX15/;</w:t>
      </w:r>
    </w:p>
    <w:p w:rsidR="0062748B" w:rsidRDefault="0062748B" w:rsidP="0062748B">
      <w:r>
        <w:t xml:space="preserve"> 739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740  *</w:t>
      </w:r>
    </w:p>
    <w:p w:rsidR="0062748B" w:rsidRDefault="0062748B" w:rsidP="0062748B">
      <w:r>
        <w:t xml:space="preserve"> 741  * Generation of the Matrices for second stage dual problem.</w:t>
      </w:r>
    </w:p>
    <w:p w:rsidR="0062748B" w:rsidRDefault="0062748B" w:rsidP="0062748B">
      <w:r>
        <w:t xml:space="preserve"> 742  *</w:t>
      </w:r>
    </w:p>
    <w:p w:rsidR="0062748B" w:rsidRDefault="0062748B" w:rsidP="0062748B">
      <w:r>
        <w:t xml:space="preserve"> 743  * In this problem, the second stage objective is the minimization of healt</w:t>
      </w:r>
    </w:p>
    <w:p w:rsidR="0062748B" w:rsidRDefault="0062748B" w:rsidP="0062748B">
      <w:r>
        <w:t xml:space="preserve">      h care cost.</w:t>
      </w:r>
    </w:p>
    <w:p w:rsidR="0062748B" w:rsidRDefault="0062748B" w:rsidP="0062748B">
      <w:r>
        <w:t xml:space="preserve"> 744  * This depends on the uncertain realization of actual discharge allocation</w:t>
      </w:r>
    </w:p>
    <w:p w:rsidR="0062748B" w:rsidRDefault="0062748B" w:rsidP="0062748B">
      <w:r>
        <w:t xml:space="preserve">      s (targeted reduction).</w:t>
      </w:r>
    </w:p>
    <w:p w:rsidR="0062748B" w:rsidRDefault="0062748B" w:rsidP="0062748B">
      <w:r>
        <w:t xml:space="preserve"> 745  * The constraints are the equality constraints that compute the final wate</w:t>
      </w:r>
    </w:p>
    <w:p w:rsidR="0062748B" w:rsidRDefault="0062748B" w:rsidP="0062748B">
      <w:r>
        <w:t xml:space="preserve">      r quality</w:t>
      </w:r>
    </w:p>
    <w:p w:rsidR="0062748B" w:rsidRDefault="0062748B" w:rsidP="0062748B">
      <w:r>
        <w:t xml:space="preserve"> 746  * standard using the first stage decision variables.</w:t>
      </w:r>
    </w:p>
    <w:p w:rsidR="0062748B" w:rsidRDefault="0062748B" w:rsidP="0062748B">
      <w:r>
        <w:t xml:space="preserve"> 747  * Since the first stage decisions are always second stage feasible (proble</w:t>
      </w:r>
    </w:p>
    <w:p w:rsidR="0062748B" w:rsidRDefault="0062748B" w:rsidP="0062748B">
      <w:r>
        <w:t xml:space="preserve">      m with</w:t>
      </w:r>
    </w:p>
    <w:p w:rsidR="0062748B" w:rsidRDefault="0062748B" w:rsidP="0062748B">
      <w:r>
        <w:t xml:space="preserve"> 748  * complete recourse) the feasibility cut is not introduced in this problem</w:t>
      </w:r>
    </w:p>
    <w:p w:rsidR="0062748B" w:rsidRDefault="0062748B" w:rsidP="0062748B">
      <w:r>
        <w:t xml:space="preserve">      .</w:t>
      </w:r>
    </w:p>
    <w:p w:rsidR="0062748B" w:rsidRDefault="0062748B" w:rsidP="0062748B">
      <w:r>
        <w:t xml:space="preserve"> 749  *</w:t>
      </w:r>
    </w:p>
    <w:p w:rsidR="0062748B" w:rsidRDefault="0062748B" w:rsidP="0062748B">
      <w:r>
        <w:t xml:space="preserve"> 750  * Matrices for the optimality cut:</w:t>
      </w:r>
    </w:p>
    <w:p w:rsidR="0062748B" w:rsidRDefault="0062748B" w:rsidP="0062748B">
      <w:r>
        <w:t xml:space="preserve"> 751  *</w:t>
      </w:r>
    </w:p>
    <w:p w:rsidR="0062748B" w:rsidRDefault="0062748B" w:rsidP="0062748B">
      <w:r>
        <w:t xml:space="preserve"> 752  * Initializing the Wopt matrix to 0.</w:t>
      </w:r>
    </w:p>
    <w:p w:rsidR="0062748B" w:rsidRDefault="0062748B" w:rsidP="0062748B">
      <w:r>
        <w:t xml:space="preserve"> 753  *</w:t>
      </w:r>
    </w:p>
    <w:p w:rsidR="0062748B" w:rsidRDefault="0062748B" w:rsidP="0062748B">
      <w:r>
        <w:t xml:space="preserve"> 754  WOpt(i,s1,k)=0;</w:t>
      </w:r>
    </w:p>
    <w:p w:rsidR="0062748B" w:rsidRDefault="0062748B" w:rsidP="0062748B">
      <w:r>
        <w:lastRenderedPageBreak/>
        <w:t xml:space="preserve"> 755  *</w:t>
      </w:r>
    </w:p>
    <w:p w:rsidR="0062748B" w:rsidRDefault="0062748B" w:rsidP="0062748B">
      <w:r>
        <w:t xml:space="preserve"> 756  * Declaring nonzero values for those corresponding to tech selection binar</w:t>
      </w:r>
    </w:p>
    <w:p w:rsidR="0062748B" w:rsidRDefault="0062748B" w:rsidP="0062748B">
      <w:r>
        <w:t xml:space="preserve">      y decisions</w:t>
      </w:r>
    </w:p>
    <w:p w:rsidR="0062748B" w:rsidRDefault="0062748B" w:rsidP="0062748B">
      <w:r>
        <w:t xml:space="preserve"> 757  *</w:t>
      </w:r>
    </w:p>
    <w:p w:rsidR="0062748B" w:rsidRDefault="0062748B" w:rsidP="0062748B">
      <w:r>
        <w:t xml:space="preserve"> 758  WOpt(i,'1',k)=1;</w:t>
      </w:r>
    </w:p>
    <w:p w:rsidR="0062748B" w:rsidRDefault="0062748B" w:rsidP="0062748B">
      <w:r>
        <w:t xml:space="preserve"> 759  *</w:t>
      </w:r>
    </w:p>
    <w:p w:rsidR="0062748B" w:rsidRDefault="0062748B" w:rsidP="0062748B">
      <w:r>
        <w:t xml:space="preserve"> 760  * Declaring hOpt which is always zero.</w:t>
      </w:r>
    </w:p>
    <w:p w:rsidR="0062748B" w:rsidRDefault="0062748B" w:rsidP="0062748B">
      <w:r>
        <w:t xml:space="preserve"> 761  *</w:t>
      </w:r>
    </w:p>
    <w:p w:rsidR="0062748B" w:rsidRDefault="0062748B" w:rsidP="0062748B">
      <w:r>
        <w:t xml:space="preserve"> 762  hOpt(i,s1,k)=0;</w:t>
      </w:r>
    </w:p>
    <w:p w:rsidR="0062748B" w:rsidRDefault="0062748B" w:rsidP="0062748B">
      <w:r>
        <w:t xml:space="preserve"> 763  *</w:t>
      </w:r>
    </w:p>
    <w:p w:rsidR="0062748B" w:rsidRDefault="0062748B" w:rsidP="0062748B">
      <w:r>
        <w:t xml:space="preserve"> 764  * Initialize the G1 and G2 matrices for the master problem: If not initial</w:t>
      </w:r>
    </w:p>
    <w:p w:rsidR="0062748B" w:rsidRDefault="0062748B" w:rsidP="0062748B">
      <w:r>
        <w:t xml:space="preserve">      ized,</w:t>
      </w:r>
    </w:p>
    <w:p w:rsidR="0062748B" w:rsidRDefault="0062748B" w:rsidP="0062748B">
      <w:r>
        <w:t xml:space="preserve"> 765  * GAMS gives error on compilation</w:t>
      </w:r>
    </w:p>
    <w:p w:rsidR="0062748B" w:rsidRDefault="0062748B" w:rsidP="0062748B">
      <w:r>
        <w:t xml:space="preserve"> 766  *</w:t>
      </w:r>
    </w:p>
    <w:p w:rsidR="0062748B" w:rsidRDefault="0062748B" w:rsidP="0062748B">
      <w:r>
        <w:t xml:space="preserve"> 767  G1(n)=0;</w:t>
      </w:r>
    </w:p>
    <w:p w:rsidR="0062748B" w:rsidRDefault="0062748B" w:rsidP="0062748B">
      <w:r>
        <w:t xml:space="preserve"> 768  G2(i,s1,n,k)=0;</w:t>
      </w:r>
    </w:p>
    <w:p w:rsidR="0062748B" w:rsidRDefault="0062748B" w:rsidP="0062748B">
      <w:r>
        <w:t xml:space="preserve"> 769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770  * Second stage : Formulation for the Optimality Cut</w:t>
      </w:r>
    </w:p>
    <w:p w:rsidR="0062748B" w:rsidRDefault="0062748B" w:rsidP="0062748B">
      <w:r>
        <w:t xml:space="preserve"> 771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772  * Declaration of variables and equations for the dual (second stage) probl</w:t>
      </w:r>
    </w:p>
    <w:p w:rsidR="0062748B" w:rsidRDefault="0062748B" w:rsidP="0062748B">
      <w:r>
        <w:t xml:space="preserve">      ems</w:t>
      </w:r>
    </w:p>
    <w:p w:rsidR="0062748B" w:rsidRDefault="0062748B" w:rsidP="0062748B">
      <w:r>
        <w:t xml:space="preserve"> 773  Positive variable pi simplex variable (one in number);</w:t>
      </w:r>
    </w:p>
    <w:p w:rsidR="0062748B" w:rsidRDefault="0062748B" w:rsidP="0062748B">
      <w:r>
        <w:t xml:space="preserve"> 774  Variable OptObjective Objective function for the Optimality problem;</w:t>
      </w:r>
    </w:p>
    <w:p w:rsidR="0062748B" w:rsidRDefault="0062748B" w:rsidP="0062748B">
      <w:r>
        <w:lastRenderedPageBreak/>
        <w:t xml:space="preserve"> 775  Equation OptObj Objective function for the optimality problem</w:t>
      </w:r>
    </w:p>
    <w:p w:rsidR="0062748B" w:rsidRDefault="0062748B" w:rsidP="0062748B">
      <w:r>
        <w:t xml:space="preserve"> 776           Optconst1 Constraint for the optimality problem;</w:t>
      </w:r>
    </w:p>
    <w:p w:rsidR="0062748B" w:rsidRDefault="0062748B" w:rsidP="0062748B">
      <w:r>
        <w:t xml:space="preserve"> 777  *</w:t>
      </w:r>
    </w:p>
    <w:p w:rsidR="0062748B" w:rsidRDefault="0062748B" w:rsidP="0062748B">
      <w:r>
        <w:t xml:space="preserve"> 778  * For the second stage primal problem, the objective is the pure sum of th</w:t>
      </w:r>
    </w:p>
    <w:p w:rsidR="0062748B" w:rsidRDefault="0062748B" w:rsidP="0062748B">
      <w:r>
        <w:t xml:space="preserve">      e nonlinear</w:t>
      </w:r>
    </w:p>
    <w:p w:rsidR="0062748B" w:rsidRDefault="0062748B" w:rsidP="0062748B">
      <w:r>
        <w:t xml:space="preserve"> 779  * costs which are taken as the decision variables. So the coefficient matr</w:t>
      </w:r>
    </w:p>
    <w:p w:rsidR="0062748B" w:rsidRDefault="0062748B" w:rsidP="0062748B">
      <w:r>
        <w:t xml:space="preserve">      ix</w:t>
      </w:r>
    </w:p>
    <w:p w:rsidR="0062748B" w:rsidRDefault="0062748B" w:rsidP="0062748B">
      <w:r>
        <w:t xml:space="preserve"> 780  * consists of just 1.</w:t>
      </w:r>
    </w:p>
    <w:p w:rsidR="0062748B" w:rsidRDefault="0062748B" w:rsidP="0062748B">
      <w:r>
        <w:t xml:space="preserve"> 781  *</w:t>
      </w:r>
    </w:p>
    <w:p w:rsidR="0062748B" w:rsidRDefault="0062748B" w:rsidP="0062748B">
      <w:r>
        <w:t xml:space="preserve"> 782  Optobj..   OptObjective =e= sum((i,s1,k),pi(i,s1,k)*(hOpt(i,s1,k)- TOpt(i,</w:t>
      </w:r>
    </w:p>
    <w:p w:rsidR="0062748B" w:rsidRDefault="0062748B" w:rsidP="0062748B">
      <w:r>
        <w:t xml:space="preserve">      s1,k)*a(i,s1,k)));</w:t>
      </w:r>
    </w:p>
    <w:p w:rsidR="0062748B" w:rsidRDefault="0062748B" w:rsidP="0062748B">
      <w:r>
        <w:t xml:space="preserve"> 783  Optconst1(i,s1,k).. WOpt(i,s1,k)*pi(i,s1,k) =l= 1;</w:t>
      </w:r>
    </w:p>
    <w:p w:rsidR="0062748B" w:rsidRDefault="0062748B" w:rsidP="0062748B">
      <w:r>
        <w:t xml:space="preserve"> 784   </w:t>
      </w:r>
    </w:p>
    <w:p w:rsidR="0062748B" w:rsidRDefault="0062748B" w:rsidP="0062748B">
      <w:r>
        <w:t xml:space="preserve"> 785  Model Optimality /Optobj, Optconst1/;</w:t>
      </w:r>
    </w:p>
    <w:p w:rsidR="0062748B" w:rsidRDefault="0062748B" w:rsidP="0062748B">
      <w:r>
        <w:t xml:space="preserve"> 786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787  * Start the Execution of various problem solutions.</w:t>
      </w:r>
    </w:p>
    <w:p w:rsidR="0062748B" w:rsidRDefault="0062748B" w:rsidP="0062748B">
      <w:r>
        <w:t xml:space="preserve"> 788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789  *</w:t>
      </w:r>
    </w:p>
    <w:p w:rsidR="0062748B" w:rsidRDefault="0062748B" w:rsidP="0062748B">
      <w:r>
        <w:t xml:space="preserve"> 790  * Parameter/Scalar initialization</w:t>
      </w:r>
    </w:p>
    <w:p w:rsidR="0062748B" w:rsidRDefault="0062748B" w:rsidP="0062748B">
      <w:r>
        <w:t xml:space="preserve"> 791  *</w:t>
      </w:r>
    </w:p>
    <w:p w:rsidR="0062748B" w:rsidRDefault="0062748B" w:rsidP="0062748B">
      <w:r>
        <w:t xml:space="preserve"> 792  * Iteration count</w:t>
      </w:r>
    </w:p>
    <w:p w:rsidR="0062748B" w:rsidRDefault="0062748B" w:rsidP="0062748B">
      <w:r>
        <w:t xml:space="preserve"> 793  iter=1;</w:t>
      </w:r>
    </w:p>
    <w:p w:rsidR="0062748B" w:rsidRDefault="0062748B" w:rsidP="0062748B">
      <w:r>
        <w:t xml:space="preserve"> 794  * Indicator of the first iteration</w:t>
      </w:r>
    </w:p>
    <w:p w:rsidR="0062748B" w:rsidRDefault="0062748B" w:rsidP="0062748B">
      <w:r>
        <w:lastRenderedPageBreak/>
        <w:t xml:space="preserve"> 795  FirstIteration=1;</w:t>
      </w:r>
    </w:p>
    <w:p w:rsidR="0062748B" w:rsidRDefault="0062748B" w:rsidP="0062748B">
      <w:r>
        <w:t xml:space="preserve"> 796  *</w:t>
      </w:r>
    </w:p>
    <w:p w:rsidR="0062748B" w:rsidRDefault="0062748B" w:rsidP="0062748B">
      <w:r>
        <w:t xml:space="preserve"> 797  * The outermost loop of solving the problem iteratively will start here</w:t>
      </w:r>
    </w:p>
    <w:p w:rsidR="0062748B" w:rsidRDefault="0062748B" w:rsidP="0062748B">
      <w:r>
        <w:t xml:space="preserve"> 798  *</w:t>
      </w:r>
    </w:p>
    <w:p w:rsidR="0062748B" w:rsidRDefault="0062748B" w:rsidP="0062748B">
      <w:r>
        <w:t xml:space="preserve"> 799  * Initializing theta.l and ThetaExact to some arbitrary numbers so that th</w:t>
      </w:r>
    </w:p>
    <w:p w:rsidR="0062748B" w:rsidRDefault="0062748B" w:rsidP="0062748B">
      <w:r>
        <w:t xml:space="preserve">      e code</w:t>
      </w:r>
    </w:p>
    <w:p w:rsidR="0062748B" w:rsidRDefault="0062748B" w:rsidP="0062748B">
      <w:r>
        <w:t xml:space="preserve"> 800  * enters the loop in the first iteration. These numbers are overwritten on</w:t>
      </w:r>
    </w:p>
    <w:p w:rsidR="0062748B" w:rsidRDefault="0062748B" w:rsidP="0062748B">
      <w:r>
        <w:t xml:space="preserve">      ce the</w:t>
      </w:r>
    </w:p>
    <w:p w:rsidR="0062748B" w:rsidRDefault="0062748B" w:rsidP="0062748B">
      <w:r>
        <w:t xml:space="preserve"> 801  * Master and subproblem are solved during the first iteration.</w:t>
      </w:r>
    </w:p>
    <w:p w:rsidR="0062748B" w:rsidRDefault="0062748B" w:rsidP="0062748B">
      <w:r>
        <w:t xml:space="preserve"> 802  *</w:t>
      </w:r>
    </w:p>
    <w:p w:rsidR="0062748B" w:rsidRDefault="0062748B" w:rsidP="0062748B">
      <w:r>
        <w:t xml:space="preserve"> 803  Theta.l=10;</w:t>
      </w:r>
    </w:p>
    <w:p w:rsidR="0062748B" w:rsidRDefault="0062748B" w:rsidP="0062748B">
      <w:r>
        <w:t xml:space="preserve"> 804  ThetaExact=Theta.l+1;</w:t>
      </w:r>
    </w:p>
    <w:p w:rsidR="0062748B" w:rsidRDefault="0062748B" w:rsidP="0062748B">
      <w:r>
        <w:t xml:space="preserve"> 805  *</w:t>
      </w:r>
    </w:p>
    <w:p w:rsidR="0062748B" w:rsidRDefault="0062748B" w:rsidP="0062748B">
      <w:r>
        <w:t xml:space="preserve"> 806  * While loop to iteratively solve master problem and the optimality proble</w:t>
      </w:r>
    </w:p>
    <w:p w:rsidR="0062748B" w:rsidRDefault="0062748B" w:rsidP="0062748B">
      <w:r>
        <w:t xml:space="preserve">      m till</w:t>
      </w:r>
    </w:p>
    <w:p w:rsidR="0062748B" w:rsidRDefault="0062748B" w:rsidP="0062748B">
      <w:r>
        <w:t xml:space="preserve"> 807  * the termination criteria is achieved.</w:t>
      </w:r>
    </w:p>
    <w:p w:rsidR="0062748B" w:rsidRDefault="0062748B" w:rsidP="0062748B">
      <w:r>
        <w:t xml:space="preserve"> 808  * Sometimes, the values of theta.l and ThetaExact are practically same (an</w:t>
      </w:r>
    </w:p>
    <w:p w:rsidR="0062748B" w:rsidRDefault="0062748B" w:rsidP="0062748B">
      <w:r>
        <w:t xml:space="preserve">      d hence</w:t>
      </w:r>
    </w:p>
    <w:p w:rsidR="0062748B" w:rsidRDefault="0062748B" w:rsidP="0062748B">
      <w:r>
        <w:t xml:space="preserve"> 809  * the optimal has been achieved). However there is a small difference (ord</w:t>
      </w:r>
    </w:p>
    <w:p w:rsidR="0062748B" w:rsidRDefault="0062748B" w:rsidP="0062748B">
      <w:r>
        <w:t xml:space="preserve">      er of</w:t>
      </w:r>
    </w:p>
    <w:p w:rsidR="0062748B" w:rsidRDefault="0062748B" w:rsidP="0062748B">
      <w:r>
        <w:t xml:space="preserve"> 810  * 10^-9, due to which the algorithm does not terminate. This is a numerica</w:t>
      </w:r>
    </w:p>
    <w:p w:rsidR="0062748B" w:rsidRDefault="0062748B" w:rsidP="0062748B">
      <w:r>
        <w:t xml:space="preserve">      l issue.</w:t>
      </w:r>
    </w:p>
    <w:p w:rsidR="0062748B" w:rsidRDefault="0062748B" w:rsidP="0062748B">
      <w:r>
        <w:t xml:space="preserve"> 811  * To take care of it, a small number 'epsilon' is added in the comparison.</w:t>
      </w:r>
    </w:p>
    <w:p w:rsidR="0062748B" w:rsidRDefault="0062748B" w:rsidP="0062748B">
      <w:r>
        <w:t xml:space="preserve"> 812  *</w:t>
      </w:r>
    </w:p>
    <w:p w:rsidR="0062748B" w:rsidRDefault="0062748B" w:rsidP="0062748B">
      <w:r>
        <w:t xml:space="preserve"> 813  * To ensure that the technology only problem uses nonlinear costs for the </w:t>
      </w:r>
    </w:p>
    <w:p w:rsidR="0062748B" w:rsidRDefault="0062748B" w:rsidP="0062748B">
      <w:r>
        <w:lastRenderedPageBreak/>
        <w:t xml:space="preserve">      problem</w:t>
      </w:r>
    </w:p>
    <w:p w:rsidR="0062748B" w:rsidRDefault="0062748B" w:rsidP="0062748B">
      <w:r>
        <w:t xml:space="preserve"> 814  * solution (this will ensure that the master problem solution using the va</w:t>
      </w:r>
    </w:p>
    <w:p w:rsidR="0062748B" w:rsidRDefault="0062748B" w:rsidP="0062748B">
      <w:r>
        <w:t xml:space="preserve">      lue from</w:t>
      </w:r>
    </w:p>
    <w:p w:rsidR="0062748B" w:rsidRDefault="0062748B" w:rsidP="0062748B">
      <w:r>
        <w:t xml:space="preserve"> 815  * the tech-only solution in its constraint is second stage feasible), the </w:t>
      </w:r>
    </w:p>
    <w:p w:rsidR="0062748B" w:rsidRDefault="0062748B" w:rsidP="0062748B">
      <w:r>
        <w:t xml:space="preserve">      nonlinear</w:t>
      </w:r>
    </w:p>
    <w:p w:rsidR="0062748B" w:rsidRDefault="0062748B" w:rsidP="0062748B">
      <w:r>
        <w:t xml:space="preserve"> 816  * costs for each technology are calculated for each sample within this whi</w:t>
      </w:r>
    </w:p>
    <w:p w:rsidR="0062748B" w:rsidRDefault="0062748B" w:rsidP="0062748B">
      <w:r>
        <w:t xml:space="preserve">      le loop.</w:t>
      </w:r>
    </w:p>
    <w:p w:rsidR="0062748B" w:rsidRDefault="0062748B" w:rsidP="0062748B">
      <w:r>
        <w:t xml:space="preserve"> 817  * These costs are calculated without the inclusion of the a.l varaibles.</w:t>
      </w:r>
    </w:p>
    <w:p w:rsidR="0062748B" w:rsidRDefault="0062748B" w:rsidP="0062748B">
      <w:r>
        <w:t xml:space="preserve"> 818  * The costs are then stored and used for two purposes: 1. To solve the tec</w:t>
      </w:r>
    </w:p>
    <w:p w:rsidR="0062748B" w:rsidRDefault="0062748B" w:rsidP="0062748B">
      <w:r>
        <w:t xml:space="preserve">      h only problem</w:t>
      </w:r>
    </w:p>
    <w:p w:rsidR="0062748B" w:rsidRDefault="0062748B" w:rsidP="0062748B">
      <w:r>
        <w:t xml:space="preserve"> 819  * and 2. To formulate the TOpt matrix (the formulation of this matrix uses</w:t>
      </w:r>
    </w:p>
    <w:p w:rsidR="0062748B" w:rsidRDefault="0062748B" w:rsidP="0062748B">
      <w:r>
        <w:t xml:space="preserve">       the</w:t>
      </w:r>
    </w:p>
    <w:p w:rsidR="0062748B" w:rsidRDefault="0062748B" w:rsidP="0062748B">
      <w:r>
        <w:t xml:space="preserve"> 820  * first stage decision variables a.l)</w:t>
      </w:r>
    </w:p>
    <w:p w:rsidR="0062748B" w:rsidRDefault="0062748B" w:rsidP="0062748B">
      <w:r>
        <w:t xml:space="preserve"> 821  *</w:t>
      </w:r>
    </w:p>
    <w:p w:rsidR="0062748B" w:rsidRDefault="0062748B" w:rsidP="0062748B">
      <w:r>
        <w:t xml:space="preserve"> 822  while((Theta.l &lt; ThetaExact-epsilon and iter&lt;3),</w:t>
      </w:r>
    </w:p>
    <w:p w:rsidR="0062748B" w:rsidRDefault="0062748B" w:rsidP="0062748B">
      <w:r>
        <w:t xml:space="preserve"> 823  *</w:t>
      </w:r>
    </w:p>
    <w:p w:rsidR="0062748B" w:rsidRDefault="0062748B" w:rsidP="0062748B">
      <w:r>
        <w:t xml:space="preserve"> 824  * If it is decided that new samples are to be taken in each iteration (acc</w:t>
      </w:r>
    </w:p>
    <w:p w:rsidR="0062748B" w:rsidRDefault="0062748B" w:rsidP="0062748B">
      <w:r>
        <w:t xml:space="preserve">      ording</w:t>
      </w:r>
    </w:p>
    <w:p w:rsidR="0062748B" w:rsidRDefault="0062748B" w:rsidP="0062748B">
      <w:r>
        <w:t xml:space="preserve"> 825  * to the internal sampling technique) then the sampling should be done her</w:t>
      </w:r>
    </w:p>
    <w:p w:rsidR="0062748B" w:rsidRDefault="0062748B" w:rsidP="0062748B">
      <w:r>
        <w:t xml:space="preserve">      e.</w:t>
      </w:r>
    </w:p>
    <w:p w:rsidR="0062748B" w:rsidRDefault="0062748B" w:rsidP="0062748B">
      <w:r>
        <w:t xml:space="preserve"> 826  * If using HSS, the same samples are to be used in each iteration, then th</w:t>
      </w:r>
    </w:p>
    <w:p w:rsidR="0062748B" w:rsidRDefault="0062748B" w:rsidP="0062748B">
      <w:r>
        <w:t xml:space="preserve">      e sampling</w:t>
      </w:r>
    </w:p>
    <w:p w:rsidR="0062748B" w:rsidRDefault="0062748B" w:rsidP="0062748B">
      <w:r>
        <w:t xml:space="preserve"> 827  * can be done earlier and the loop for the calculation of the NonlinearTec</w:t>
      </w:r>
    </w:p>
    <w:p w:rsidR="0062748B" w:rsidRDefault="0062748B" w:rsidP="0062748B">
      <w:r>
        <w:t xml:space="preserve">      hcost can be moved</w:t>
      </w:r>
    </w:p>
    <w:p w:rsidR="0062748B" w:rsidRDefault="0062748B" w:rsidP="0062748B">
      <w:r>
        <w:t xml:space="preserve"> 828  * outside this while loop.</w:t>
      </w:r>
    </w:p>
    <w:p w:rsidR="0062748B" w:rsidRDefault="0062748B" w:rsidP="0062748B">
      <w:r>
        <w:lastRenderedPageBreak/>
        <w:t xml:space="preserve"> 829  *</w:t>
      </w:r>
    </w:p>
    <w:p w:rsidR="0062748B" w:rsidRDefault="0062748B" w:rsidP="0062748B">
      <w:r>
        <w:t xml:space="preserve"> 830   </w:t>
      </w:r>
    </w:p>
    <w:p w:rsidR="0062748B" w:rsidRDefault="0062748B" w:rsidP="0062748B">
      <w:r>
        <w:t xml:space="preserve"> 831  *</w:t>
      </w:r>
    </w:p>
    <w:p w:rsidR="0062748B" w:rsidRDefault="0062748B" w:rsidP="0062748B">
      <w:r>
        <w:t xml:space="preserve"> 832  * Solving the optimality problem for each realization of the uncertain par</w:t>
      </w:r>
    </w:p>
    <w:p w:rsidR="0062748B" w:rsidRDefault="0062748B" w:rsidP="0062748B">
      <w:r>
        <w:t xml:space="preserve">      ameter</w:t>
      </w:r>
    </w:p>
    <w:p w:rsidR="0062748B" w:rsidRDefault="0062748B" w:rsidP="0062748B">
      <w:r>
        <w:t xml:space="preserve"> 833  * and then introducing the optimality cut if needed.</w:t>
      </w:r>
    </w:p>
    <w:p w:rsidR="0062748B" w:rsidRDefault="0062748B" w:rsidP="0062748B">
      <w:r>
        <w:t xml:space="preserve"> 834  *</w:t>
      </w:r>
    </w:p>
    <w:p w:rsidR="0062748B" w:rsidRDefault="0062748B" w:rsidP="0062748B">
      <w:r>
        <w:t xml:space="preserve"> 835           for (k3=1 to card(m) by 1,</w:t>
      </w:r>
    </w:p>
    <w:p w:rsidR="0062748B" w:rsidRDefault="0062748B" w:rsidP="0062748B">
      <w:r>
        <w:t xml:space="preserve"> 836  *</w:t>
      </w:r>
    </w:p>
    <w:p w:rsidR="0062748B" w:rsidRDefault="0062748B" w:rsidP="0062748B">
      <w:r>
        <w:t xml:space="preserve"> 837  *                Generating nonlinear costs for each process for each samp</w:t>
      </w:r>
    </w:p>
    <w:p w:rsidR="0062748B" w:rsidRDefault="0062748B" w:rsidP="0062748B">
      <w:r>
        <w:t xml:space="preserve">      le. This is later</w:t>
      </w:r>
    </w:p>
    <w:p w:rsidR="0062748B" w:rsidRDefault="0062748B" w:rsidP="0062748B">
      <w:r>
        <w:t xml:space="preserve"> 838  *                used to generate the TOpt matrix and also to solve the Te</w:t>
      </w:r>
    </w:p>
    <w:p w:rsidR="0062748B" w:rsidRDefault="0062748B" w:rsidP="0062748B">
      <w:r>
        <w:t xml:space="preserve">      chnology only</w:t>
      </w:r>
    </w:p>
    <w:p w:rsidR="0062748B" w:rsidRDefault="0062748B" w:rsidP="0062748B">
      <w:r>
        <w:t xml:space="preserve"> 839  *                problem using the nonlinear cost values.</w:t>
      </w:r>
    </w:p>
    <w:p w:rsidR="0062748B" w:rsidRDefault="0062748B" w:rsidP="0062748B">
      <w:r>
        <w:t xml:space="preserve"> 840  *                For this, the model equations for the three</w:t>
      </w:r>
    </w:p>
    <w:p w:rsidR="0062748B" w:rsidRDefault="0062748B" w:rsidP="0062748B">
      <w:r>
        <w:t xml:space="preserve"> 841  *                technologies need to be solved to compute the parameter '</w:t>
      </w:r>
    </w:p>
    <w:p w:rsidR="0062748B" w:rsidRDefault="0062748B" w:rsidP="0062748B">
      <w:r>
        <w:t xml:space="preserve">      NonLinCost'.</w:t>
      </w:r>
    </w:p>
    <w:p w:rsidR="0062748B" w:rsidRDefault="0062748B" w:rsidP="0062748B">
      <w:r>
        <w:t xml:space="preserve"> 842  *                Currently, I do not know how to call one gams code from a</w:t>
      </w:r>
    </w:p>
    <w:p w:rsidR="0062748B" w:rsidRDefault="0062748B" w:rsidP="0062748B">
      <w:r>
        <w:t xml:space="preserve">      nother. Ideally,</w:t>
      </w:r>
    </w:p>
    <w:p w:rsidR="0062748B" w:rsidRDefault="0062748B" w:rsidP="0062748B">
      <w:r>
        <w:t xml:space="preserve"> 843  *                it is better to have all those equations in another code </w:t>
      </w:r>
    </w:p>
    <w:p w:rsidR="0062748B" w:rsidRDefault="0062748B" w:rsidP="0062748B">
      <w:r>
        <w:t xml:space="preserve">      which is called here</w:t>
      </w:r>
    </w:p>
    <w:p w:rsidR="0062748B" w:rsidRDefault="0062748B" w:rsidP="0062748B">
      <w:r>
        <w:t xml:space="preserve"> 844  *                iteratively for each sample. That will simplify the repre</w:t>
      </w:r>
    </w:p>
    <w:p w:rsidR="0062748B" w:rsidRDefault="0062748B" w:rsidP="0062748B">
      <w:r>
        <w:t xml:space="preserve">      sentation.</w:t>
      </w:r>
    </w:p>
    <w:p w:rsidR="0062748B" w:rsidRDefault="0062748B" w:rsidP="0062748B">
      <w:r>
        <w:t xml:space="preserve"> 845  *                However, since I do not know how to do it, currently all </w:t>
      </w:r>
    </w:p>
    <w:p w:rsidR="0062748B" w:rsidRDefault="0062748B" w:rsidP="0062748B">
      <w:r>
        <w:t xml:space="preserve">      the equations</w:t>
      </w:r>
    </w:p>
    <w:p w:rsidR="0062748B" w:rsidRDefault="0062748B" w:rsidP="0062748B">
      <w:r>
        <w:lastRenderedPageBreak/>
        <w:t xml:space="preserve"> 846  *                are included in this loop. Sorry for the messy representa</w:t>
      </w:r>
    </w:p>
    <w:p w:rsidR="0062748B" w:rsidRDefault="0062748B" w:rsidP="0062748B">
      <w:r>
        <w:t xml:space="preserve">      tion!</w:t>
      </w:r>
    </w:p>
    <w:p w:rsidR="0062748B" w:rsidRDefault="0062748B" w:rsidP="0062748B">
      <w:r>
        <w:t xml:space="preserve"> 847  *</w:t>
      </w:r>
    </w:p>
    <w:p w:rsidR="0062748B" w:rsidRDefault="0062748B" w:rsidP="0062748B">
      <w:r>
        <w:t xml:space="preserve"> 848  *                Using the current sample number the appropriate value is </w:t>
      </w:r>
    </w:p>
    <w:p w:rsidR="0062748B" w:rsidRDefault="0062748B" w:rsidP="0062748B">
      <w:r>
        <w:t xml:space="preserve">      taken from the</w:t>
      </w:r>
    </w:p>
    <w:p w:rsidR="0062748B" w:rsidRDefault="0062748B" w:rsidP="0062748B">
      <w:r>
        <w:t xml:space="preserve"> 849  *                sampled set and assigned to the parameter used in the equ</w:t>
      </w:r>
    </w:p>
    <w:p w:rsidR="0062748B" w:rsidRDefault="0062748B" w:rsidP="0062748B">
      <w:r>
        <w:t xml:space="preserve">      ation here.</w:t>
      </w:r>
    </w:p>
    <w:p w:rsidR="0062748B" w:rsidRDefault="0062748B" w:rsidP="0062748B">
      <w:r>
        <w:t xml:space="preserve"> 850  *</w:t>
      </w:r>
    </w:p>
    <w:p w:rsidR="0062748B" w:rsidRDefault="0062748B" w:rsidP="0062748B">
      <w:r>
        <w:t xml:space="preserve"> 851                   CF_CostPerMembrane=sum(m$(ord(m)=k3),CF_CostPerMembraneSe</w:t>
      </w:r>
    </w:p>
    <w:p w:rsidR="0062748B" w:rsidRDefault="0062748B" w:rsidP="0062748B">
      <w:r>
        <w:t xml:space="preserve">      t(m));</w:t>
      </w:r>
    </w:p>
    <w:p w:rsidR="0062748B" w:rsidRDefault="0062748B" w:rsidP="0062748B">
      <w:r>
        <w:t xml:space="preserve"> 852                   CF_ElectricityRate=sum(m$(ord(m)=k3),CF_ElectricityRateSe</w:t>
      </w:r>
    </w:p>
    <w:p w:rsidR="0062748B" w:rsidRDefault="0062748B" w:rsidP="0062748B">
      <w:r>
        <w:t xml:space="preserve">      t(m));</w:t>
      </w:r>
    </w:p>
    <w:p w:rsidR="0062748B" w:rsidRDefault="0062748B" w:rsidP="0062748B">
      <w:r>
        <w:t xml:space="preserve"> 853                   CF_NaOClCost=sum(m$(ord(m)=k3),CF_NaOClCostSet(m));</w:t>
      </w:r>
    </w:p>
    <w:p w:rsidR="0062748B" w:rsidRDefault="0062748B" w:rsidP="0062748B">
      <w:r>
        <w:t xml:space="preserve"> 854                   CF_MembraneLife=sum(m$(ord(m)=k3),CF_MembraneLifeSet(m));</w:t>
      </w:r>
    </w:p>
    <w:p w:rsidR="0062748B" w:rsidRDefault="0062748B" w:rsidP="0062748B">
      <w:r>
        <w:t xml:space="preserve"> 855   </w:t>
      </w:r>
    </w:p>
    <w:p w:rsidR="0062748B" w:rsidRDefault="0062748B" w:rsidP="0062748B">
      <w:r>
        <w:t xml:space="preserve"> 856                   GAC_CapitalCostK1=sum(m$(ord(m)=k3),GAC_CapitalCostK1Set(</w:t>
      </w:r>
    </w:p>
    <w:p w:rsidR="0062748B" w:rsidRDefault="0062748B" w:rsidP="0062748B">
      <w:r>
        <w:t xml:space="preserve">      m));</w:t>
      </w:r>
    </w:p>
    <w:p w:rsidR="0062748B" w:rsidRDefault="0062748B" w:rsidP="0062748B">
      <w:r>
        <w:t xml:space="preserve"> 857                   GAC_OMCostK1=sum(m$(ord(m)=k3),GAC_OMCostK1Set(m));</w:t>
      </w:r>
    </w:p>
    <w:p w:rsidR="0062748B" w:rsidRDefault="0062748B" w:rsidP="0062748B">
      <w:r>
        <w:t xml:space="preserve"> 858   </w:t>
      </w:r>
    </w:p>
    <w:p w:rsidR="0062748B" w:rsidRDefault="0062748B" w:rsidP="0062748B">
      <w:r>
        <w:t xml:space="preserve"> 859                   IX_ResinPrice=sum(m$(ord(m)=k3),IX_ResinPriceSet(m));</w:t>
      </w:r>
    </w:p>
    <w:p w:rsidR="0062748B" w:rsidRDefault="0062748B" w:rsidP="0062748B">
      <w:r>
        <w:t xml:space="preserve"> 860                   IX_CostSlope=sum(m$(ord(m)=k3),IX_CostSlopeSet(m));</w:t>
      </w:r>
    </w:p>
    <w:p w:rsidR="0062748B" w:rsidRDefault="0062748B" w:rsidP="0062748B">
      <w:r>
        <w:t xml:space="preserve"> 861                   IX_CostIntercept=sum(m$(ord(m)=k3),IX_CostInterceptSet(m)</w:t>
      </w:r>
    </w:p>
    <w:p w:rsidR="0062748B" w:rsidRDefault="0062748B" w:rsidP="0062748B">
      <w:r>
        <w:t xml:space="preserve">      );</w:t>
      </w:r>
    </w:p>
    <w:p w:rsidR="0062748B" w:rsidRDefault="0062748B" w:rsidP="0062748B">
      <w:r>
        <w:t xml:space="preserve"> 862  *</w:t>
      </w:r>
    </w:p>
    <w:p w:rsidR="0062748B" w:rsidRDefault="0062748B" w:rsidP="0062748B">
      <w:r>
        <w:t xml:space="preserve"> 863  *        Using this to solve the technology only solution.</w:t>
      </w:r>
    </w:p>
    <w:p w:rsidR="0062748B" w:rsidRDefault="0062748B" w:rsidP="0062748B">
      <w:r>
        <w:lastRenderedPageBreak/>
        <w:t xml:space="preserve"> 864  *        Solve the Technology only problem to generate the required cut fo</w:t>
      </w:r>
    </w:p>
    <w:p w:rsidR="0062748B" w:rsidRDefault="0062748B" w:rsidP="0062748B">
      <w:r>
        <w:t xml:space="preserve">      r</w:t>
      </w:r>
    </w:p>
    <w:p w:rsidR="0062748B" w:rsidRDefault="0062748B" w:rsidP="0062748B">
      <w:r>
        <w:t xml:space="preserve"> 865  *        the trading problem</w:t>
      </w:r>
    </w:p>
    <w:p w:rsidR="0062748B" w:rsidRDefault="0062748B" w:rsidP="0062748B">
      <w:r>
        <w:t xml:space="preserve"> 866  *</w:t>
      </w:r>
    </w:p>
    <w:p w:rsidR="0062748B" w:rsidRDefault="0062748B" w:rsidP="0062748B">
      <w:r>
        <w:t xml:space="preserve"> 867                   Options Optcr=0.001;</w:t>
      </w:r>
    </w:p>
    <w:p w:rsidR="0062748B" w:rsidRDefault="0062748B" w:rsidP="0062748B">
      <w:r>
        <w:t xml:space="preserve"> 868                   Solve TechProblem using nlp minimizing Tobj;</w:t>
      </w:r>
    </w:p>
    <w:p w:rsidR="0062748B" w:rsidRDefault="0062748B" w:rsidP="0062748B">
      <w:r>
        <w:t xml:space="preserve"> 869  *</w:t>
      </w:r>
    </w:p>
    <w:p w:rsidR="0062748B" w:rsidRDefault="0062748B" w:rsidP="0062748B">
      <w:r>
        <w:t xml:space="preserve"> 870  * For the final result, the binary parameter is fixed based on the volume </w:t>
      </w:r>
    </w:p>
    <w:p w:rsidR="0062748B" w:rsidRDefault="0062748B" w:rsidP="0062748B">
      <w:r>
        <w:t xml:space="preserve">      variable</w:t>
      </w:r>
    </w:p>
    <w:p w:rsidR="0062748B" w:rsidRDefault="0062748B" w:rsidP="0062748B">
      <w:r>
        <w:t xml:space="preserve"> 871  *</w:t>
      </w:r>
    </w:p>
    <w:p w:rsidR="0062748B" w:rsidRDefault="0062748B" w:rsidP="0062748B">
      <w:r>
        <w:t xml:space="preserve"> 872  b(i,j)=0;</w:t>
      </w:r>
    </w:p>
    <w:p w:rsidR="0062748B" w:rsidRDefault="0062748B" w:rsidP="0062748B">
      <w:r>
        <w:t xml:space="preserve"> 873  b(i,j)=1$(Volume.l(i,j)&gt;epsilon);</w:t>
      </w:r>
    </w:p>
    <w:p w:rsidR="0062748B" w:rsidRDefault="0062748B" w:rsidP="0062748B">
      <w:r>
        <w:t xml:space="preserve"> 874  *</w:t>
      </w:r>
    </w:p>
    <w:p w:rsidR="0062748B" w:rsidRDefault="0062748B" w:rsidP="0062748B">
      <w:r>
        <w:t xml:space="preserve"> 875  *        Post solve computation of the Technology only implementation cost</w:t>
      </w:r>
    </w:p>
    <w:p w:rsidR="0062748B" w:rsidRDefault="0062748B" w:rsidP="0062748B">
      <w:r>
        <w:t xml:space="preserve">      s (in $/year)</w:t>
      </w:r>
    </w:p>
    <w:p w:rsidR="0062748B" w:rsidRDefault="0062748B" w:rsidP="0062748B">
      <w:r>
        <w:t xml:space="preserve"> 876  *</w:t>
      </w:r>
    </w:p>
    <w:p w:rsidR="0062748B" w:rsidRDefault="0062748B" w:rsidP="0062748B">
      <w:r>
        <w:t xml:space="preserve"> 877                   CostTechSolution(i,m,j)$(ord(m)=k3) = NonlinearTechCost.l</w:t>
      </w:r>
    </w:p>
    <w:p w:rsidR="0062748B" w:rsidRDefault="0062748B" w:rsidP="0062748B">
      <w:r>
        <w:t xml:space="preserve">      (i,j)*b(i,j);</w:t>
      </w:r>
    </w:p>
    <w:p w:rsidR="0062748B" w:rsidRDefault="0062748B" w:rsidP="0062748B">
      <w:r>
        <w:t xml:space="preserve"> 878                   CostTechSolutionPS(i,m)$(ord(m)=k3) = sum(j,CostTechSolut</w:t>
      </w:r>
    </w:p>
    <w:p w:rsidR="0062748B" w:rsidRDefault="0062748B" w:rsidP="0062748B">
      <w:r>
        <w:t xml:space="preserve">      ion(i,m,j));</w:t>
      </w:r>
    </w:p>
    <w:p w:rsidR="0062748B" w:rsidRDefault="0062748B" w:rsidP="0062748B">
      <w:r>
        <w:t xml:space="preserve"> 879                   CostTechSolutionTotal(m)$(ord(m)=k3)=sum(i,CostTechSoluti</w:t>
      </w:r>
    </w:p>
    <w:p w:rsidR="0062748B" w:rsidRDefault="0062748B" w:rsidP="0062748B">
      <w:r>
        <w:t xml:space="preserve">      onPS(i,m));</w:t>
      </w:r>
    </w:p>
    <w:p w:rsidR="0062748B" w:rsidRDefault="0062748B" w:rsidP="0062748B">
      <w:r>
        <w:t xml:space="preserve"> 880   </w:t>
      </w:r>
    </w:p>
    <w:p w:rsidR="0062748B" w:rsidRDefault="0062748B" w:rsidP="0062748B">
      <w:r>
        <w:t xml:space="preserve"> 881           );</w:t>
      </w:r>
    </w:p>
    <w:p w:rsidR="0062748B" w:rsidRDefault="0062748B" w:rsidP="0062748B">
      <w:r>
        <w:t xml:space="preserve"> 882   </w:t>
      </w:r>
    </w:p>
    <w:p w:rsidR="0062748B" w:rsidRDefault="0062748B" w:rsidP="0062748B">
      <w:r>
        <w:lastRenderedPageBreak/>
        <w:t xml:space="preserve"> 883  Display Tobj.l, Volume.l, NonlinearTechCost.l,CostTechSolution;</w:t>
      </w:r>
    </w:p>
    <w:p w:rsidR="0062748B" w:rsidRDefault="0062748B" w:rsidP="0062748B">
      <w:r>
        <w:t xml:space="preserve"> 884  *</w:t>
      </w:r>
    </w:p>
    <w:p w:rsidR="0062748B" w:rsidRDefault="0062748B" w:rsidP="0062748B">
      <w:r>
        <w:t xml:space="preserve"> 885  *        For the NonlinearTechCost for all the samples, select the maximum</w:t>
      </w:r>
    </w:p>
    <w:p w:rsidR="0062748B" w:rsidRDefault="0062748B" w:rsidP="0062748B">
      <w:r>
        <w:t xml:space="preserve">       value</w:t>
      </w:r>
    </w:p>
    <w:p w:rsidR="0062748B" w:rsidRDefault="0062748B" w:rsidP="0062748B">
      <w:r>
        <w:t xml:space="preserve"> 886  *        for the solution of the tech only problem</w:t>
      </w:r>
    </w:p>
    <w:p w:rsidR="0062748B" w:rsidRDefault="0062748B" w:rsidP="0062748B">
      <w:r>
        <w:t xml:space="preserve"> 887  *</w:t>
      </w:r>
    </w:p>
    <w:p w:rsidR="0062748B" w:rsidRDefault="0062748B" w:rsidP="0062748B">
      <w:r>
        <w:t xml:space="preserve"> 888           CostTechSolutionMax(i) = smax(m,CostTechSolutionPS(i,m));</w:t>
      </w:r>
    </w:p>
    <w:p w:rsidR="0062748B" w:rsidRDefault="0062748B" w:rsidP="0062748B">
      <w:r>
        <w:t xml:space="preserve"> 889  *</w:t>
      </w:r>
    </w:p>
    <w:p w:rsidR="0062748B" w:rsidRDefault="0062748B" w:rsidP="0062748B">
      <w:r>
        <w:t xml:space="preserve"> 890  *        Solving the master problem using the technology only solution in </w:t>
      </w:r>
    </w:p>
    <w:p w:rsidR="0062748B" w:rsidRDefault="0062748B" w:rsidP="0062748B">
      <w:r>
        <w:t xml:space="preserve">      its constraint.</w:t>
      </w:r>
    </w:p>
    <w:p w:rsidR="0062748B" w:rsidRDefault="0062748B" w:rsidP="0062748B">
      <w:r>
        <w:t xml:space="preserve"> 891  *</w:t>
      </w:r>
    </w:p>
    <w:p w:rsidR="0062748B" w:rsidRDefault="0062748B" w:rsidP="0062748B">
      <w:r>
        <w:t xml:space="preserve"> 892  *        MasterProblem.OptFile=1;</w:t>
      </w:r>
    </w:p>
    <w:p w:rsidR="0062748B" w:rsidRDefault="0062748B" w:rsidP="0062748B">
      <w:r>
        <w:t xml:space="preserve"> 893          Solve MasterProblem using nlp minimizing MasterObjective;</w:t>
      </w:r>
    </w:p>
    <w:p w:rsidR="0062748B" w:rsidRDefault="0062748B" w:rsidP="0062748B">
      <w:r>
        <w:t xml:space="preserve"> 894  Display MasterObjective.l;</w:t>
      </w:r>
    </w:p>
    <w:p w:rsidR="0062748B" w:rsidRDefault="0062748B" w:rsidP="0062748B">
      <w:r>
        <w:t xml:space="preserve"> 895   </w:t>
      </w:r>
    </w:p>
    <w:p w:rsidR="0062748B" w:rsidRDefault="0062748B" w:rsidP="0062748B">
      <w:r>
        <w:t xml:space="preserve"> 896  *</w:t>
      </w:r>
    </w:p>
    <w:p w:rsidR="0062748B" w:rsidRDefault="0062748B" w:rsidP="0062748B">
      <w:r>
        <w:t xml:space="preserve"> 897  * The first stage decisions are stored in the temporary variable to be</w:t>
      </w:r>
    </w:p>
    <w:p w:rsidR="0062748B" w:rsidRDefault="0062748B" w:rsidP="0062748B">
      <w:r>
        <w:t xml:space="preserve"> 898  * used by the second stage. This temporary variable combines the binary (b</w:t>
      </w:r>
    </w:p>
    <w:p w:rsidR="0062748B" w:rsidRDefault="0062748B" w:rsidP="0062748B">
      <w:r>
        <w:t xml:space="preserve">      ) and</w:t>
      </w:r>
    </w:p>
    <w:p w:rsidR="0062748B" w:rsidRDefault="0062748B" w:rsidP="0062748B">
      <w:r>
        <w:t xml:space="preserve"> 899  * continuous decisions (t) into one matrix.</w:t>
      </w:r>
    </w:p>
    <w:p w:rsidR="0062748B" w:rsidRDefault="0062748B" w:rsidP="0062748B">
      <w:r>
        <w:t xml:space="preserve"> 900  *</w:t>
      </w:r>
    </w:p>
    <w:p w:rsidR="0062748B" w:rsidRDefault="0062748B" w:rsidP="0062748B">
      <w:r>
        <w:t xml:space="preserve"> 901  *</w:t>
      </w:r>
    </w:p>
    <w:p w:rsidR="0062748B" w:rsidRDefault="0062748B" w:rsidP="0062748B">
      <w:r>
        <w:t xml:space="preserve"> 902  * For the final result, the binary parameter is fixed based on the volume </w:t>
      </w:r>
    </w:p>
    <w:p w:rsidR="0062748B" w:rsidRDefault="0062748B" w:rsidP="0062748B">
      <w:r>
        <w:t xml:space="preserve">      variable</w:t>
      </w:r>
    </w:p>
    <w:p w:rsidR="0062748B" w:rsidRDefault="0062748B" w:rsidP="0062748B">
      <w:r>
        <w:t xml:space="preserve"> 903  *</w:t>
      </w:r>
    </w:p>
    <w:p w:rsidR="0062748B" w:rsidRDefault="0062748B" w:rsidP="0062748B">
      <w:r>
        <w:lastRenderedPageBreak/>
        <w:t xml:space="preserve"> 904  b(i,j)=0;</w:t>
      </w:r>
    </w:p>
    <w:p w:rsidR="0062748B" w:rsidRDefault="0062748B" w:rsidP="0062748B">
      <w:r>
        <w:t xml:space="preserve"> 905  b(i,j)=1$(Volume.l(i,j)&gt;epsilon);</w:t>
      </w:r>
    </w:p>
    <w:p w:rsidR="0062748B" w:rsidRDefault="0062748B" w:rsidP="0062748B">
      <w:r>
        <w:t xml:space="preserve"> 906   </w:t>
      </w:r>
    </w:p>
    <w:p w:rsidR="0062748B" w:rsidRDefault="0062748B" w:rsidP="0062748B">
      <w:r>
        <w:t xml:space="preserve"> 907           a(i,s1,j)  = 0 ;</w:t>
      </w:r>
    </w:p>
    <w:p w:rsidR="0062748B" w:rsidRDefault="0062748B" w:rsidP="0062748B">
      <w:r>
        <w:t xml:space="preserve"> 908           a(i,'1',j) = b(i,j);</w:t>
      </w:r>
    </w:p>
    <w:p w:rsidR="0062748B" w:rsidRDefault="0062748B" w:rsidP="0062748B">
      <w:r>
        <w:t xml:space="preserve"> 909           a(i,'2',k) = t.l(i,k);</w:t>
      </w:r>
    </w:p>
    <w:p w:rsidR="0062748B" w:rsidRDefault="0062748B" w:rsidP="0062748B">
      <w:r>
        <w:t xml:space="preserve"> 910   </w:t>
      </w:r>
    </w:p>
    <w:p w:rsidR="0062748B" w:rsidRDefault="0062748B" w:rsidP="0062748B">
      <w:r>
        <w:t xml:space="preserve"> 911           ThetaSet(n)$(ord(n)=iter)=Theta.l;</w:t>
      </w:r>
    </w:p>
    <w:p w:rsidR="0062748B" w:rsidRDefault="0062748B" w:rsidP="0062748B">
      <w:r>
        <w:t xml:space="preserve"> 912           Display a;</w:t>
      </w:r>
    </w:p>
    <w:p w:rsidR="0062748B" w:rsidRDefault="0062748B" w:rsidP="0062748B">
      <w:r>
        <w:t xml:space="preserve"> 913  *</w:t>
      </w:r>
    </w:p>
    <w:p w:rsidR="0062748B" w:rsidRDefault="0062748B" w:rsidP="0062748B">
      <w:r>
        <w:t xml:space="preserve"> 914  * Solving the optimality problem for each realization of the uncertain par</w:t>
      </w:r>
    </w:p>
    <w:p w:rsidR="0062748B" w:rsidRDefault="0062748B" w:rsidP="0062748B">
      <w:r>
        <w:t xml:space="preserve">      ameter</w:t>
      </w:r>
    </w:p>
    <w:p w:rsidR="0062748B" w:rsidRDefault="0062748B" w:rsidP="0062748B">
      <w:r>
        <w:t xml:space="preserve"> 915  * and then introducing the optimality cut if needed.</w:t>
      </w:r>
    </w:p>
    <w:p w:rsidR="0062748B" w:rsidRDefault="0062748B" w:rsidP="0062748B">
      <w:r>
        <w:t xml:space="preserve"> 916  *</w:t>
      </w:r>
    </w:p>
    <w:p w:rsidR="0062748B" w:rsidRDefault="0062748B" w:rsidP="0062748B">
      <w:r>
        <w:t xml:space="preserve"> 917           for (k3=1 to card(m) by 1,</w:t>
      </w:r>
    </w:p>
    <w:p w:rsidR="0062748B" w:rsidRDefault="0062748B" w:rsidP="0062748B">
      <w:r>
        <w:t xml:space="preserve"> 918  *</w:t>
      </w:r>
    </w:p>
    <w:p w:rsidR="0062748B" w:rsidRDefault="0062748B" w:rsidP="0062748B">
      <w:r>
        <w:t xml:space="preserve"> 919  *                Generating 'Topt' matrix which is on the RHS of the secon</w:t>
      </w:r>
    </w:p>
    <w:p w:rsidR="0062748B" w:rsidRDefault="0062748B" w:rsidP="0062748B">
      <w:r>
        <w:t xml:space="preserve">      d stage problem.</w:t>
      </w:r>
    </w:p>
    <w:p w:rsidR="0062748B" w:rsidRDefault="0062748B" w:rsidP="0062748B">
      <w:r>
        <w:t xml:space="preserve"> 920  *                For the generation of the TOpt matrix, the previously cal</w:t>
      </w:r>
    </w:p>
    <w:p w:rsidR="0062748B" w:rsidRDefault="0062748B" w:rsidP="0062748B">
      <w:r>
        <w:t xml:space="preserve">      culated</w:t>
      </w:r>
    </w:p>
    <w:p w:rsidR="0062748B" w:rsidRDefault="0062748B" w:rsidP="0062748B">
      <w:r>
        <w:t xml:space="preserve"> 921  *                nonlinear technology costs and the first stage decisions </w:t>
      </w:r>
    </w:p>
    <w:p w:rsidR="0062748B" w:rsidRDefault="0062748B" w:rsidP="0062748B">
      <w:r>
        <w:t xml:space="preserve">      are used.</w:t>
      </w:r>
    </w:p>
    <w:p w:rsidR="0062748B" w:rsidRDefault="0062748B" w:rsidP="0062748B">
      <w:r>
        <w:t xml:space="preserve"> 922  *</w:t>
      </w:r>
    </w:p>
    <w:p w:rsidR="0062748B" w:rsidRDefault="0062748B" w:rsidP="0062748B">
      <w:r>
        <w:t xml:space="preserve"> 923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lastRenderedPageBreak/>
        <w:t xml:space="preserve"> 924  *    Using the costs computed here for the current sample, the TOpt matrix</w:t>
      </w:r>
    </w:p>
    <w:p w:rsidR="0062748B" w:rsidRDefault="0062748B" w:rsidP="0062748B">
      <w:r>
        <w:t xml:space="preserve">       is declared.</w:t>
      </w:r>
    </w:p>
    <w:p w:rsidR="0062748B" w:rsidRDefault="0062748B" w:rsidP="0062748B">
      <w:r>
        <w:t xml:space="preserve"> 925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926  *                Initialize T to zero</w:t>
      </w:r>
    </w:p>
    <w:p w:rsidR="0062748B" w:rsidRDefault="0062748B" w:rsidP="0062748B">
      <w:r>
        <w:t xml:space="preserve"> 927                   TOpt(i,s1,k)=0;</w:t>
      </w:r>
    </w:p>
    <w:p w:rsidR="0062748B" w:rsidRDefault="0062748B" w:rsidP="0062748B">
      <w:r>
        <w:t xml:space="preserve"> 928  *                Enter the data for the part corresponding to binary (tech</w:t>
      </w:r>
    </w:p>
    <w:p w:rsidR="0062748B" w:rsidRDefault="0062748B" w:rsidP="0062748B">
      <w:r>
        <w:t xml:space="preserve">       selection) decisions</w:t>
      </w:r>
    </w:p>
    <w:p w:rsidR="0062748B" w:rsidRDefault="0062748B" w:rsidP="0062748B">
      <w:r>
        <w:t xml:space="preserve"> 929  *                Negative sign is used to take care of the representation </w:t>
      </w:r>
    </w:p>
    <w:p w:rsidR="0062748B" w:rsidRDefault="0062748B" w:rsidP="0062748B">
      <w:r>
        <w:t xml:space="preserve">      in standard form.</w:t>
      </w:r>
    </w:p>
    <w:p w:rsidR="0062748B" w:rsidRDefault="0062748B" w:rsidP="0062748B">
      <w:r>
        <w:t xml:space="preserve"> 930                   TOpt(i,'1','1') = -sum(m$(ord(m)=k3),CostTechSolution(i,'</w:t>
      </w:r>
    </w:p>
    <w:p w:rsidR="0062748B" w:rsidRDefault="0062748B" w:rsidP="0062748B">
      <w:r>
        <w:t xml:space="preserve">      1',m));</w:t>
      </w:r>
    </w:p>
    <w:p w:rsidR="0062748B" w:rsidRDefault="0062748B" w:rsidP="0062748B">
      <w:r>
        <w:t xml:space="preserve"> 931                   TOpt(i,'1','2') = -sum(m$(ord(m)=k3),CostTechSolution(i,'</w:t>
      </w:r>
    </w:p>
    <w:p w:rsidR="0062748B" w:rsidRDefault="0062748B" w:rsidP="0062748B">
      <w:r>
        <w:t xml:space="preserve">      2',m));</w:t>
      </w:r>
    </w:p>
    <w:p w:rsidR="0062748B" w:rsidRDefault="0062748B" w:rsidP="0062748B">
      <w:r>
        <w:t xml:space="preserve"> 932                   TOpt(i,'1','3') = -sum(m$(ord(m)=k3),CostTechSolution(i,'</w:t>
      </w:r>
    </w:p>
    <w:p w:rsidR="0062748B" w:rsidRDefault="0062748B" w:rsidP="0062748B">
      <w:r>
        <w:t xml:space="preserve">      3',m));</w:t>
      </w:r>
    </w:p>
    <w:p w:rsidR="0062748B" w:rsidRDefault="0062748B" w:rsidP="0062748B">
      <w:r>
        <w:t xml:space="preserve"> 933  *=========================================================================</w:t>
      </w:r>
    </w:p>
    <w:p w:rsidR="0062748B" w:rsidRDefault="0062748B" w:rsidP="0062748B">
      <w:r>
        <w:t xml:space="preserve">      ======</w:t>
      </w:r>
    </w:p>
    <w:p w:rsidR="0062748B" w:rsidRDefault="0062748B" w:rsidP="0062748B">
      <w:r>
        <w:t xml:space="preserve"> 934   </w:t>
      </w:r>
    </w:p>
    <w:p w:rsidR="0062748B" w:rsidRDefault="0062748B" w:rsidP="0062748B">
      <w:r>
        <w:t xml:space="preserve"> 935                   Options Optcr=1E-8;</w:t>
      </w:r>
    </w:p>
    <w:p w:rsidR="0062748B" w:rsidRDefault="0062748B" w:rsidP="0062748B">
      <w:r>
        <w:t xml:space="preserve"> 936                   Solve Optimality using lp maximizing OptObjective;</w:t>
      </w:r>
    </w:p>
    <w:p w:rsidR="0062748B" w:rsidRDefault="0062748B" w:rsidP="0062748B">
      <w:r>
        <w:t xml:space="preserve"> 937   </w:t>
      </w:r>
    </w:p>
    <w:p w:rsidR="0062748B" w:rsidRDefault="0062748B" w:rsidP="0062748B">
      <w:r>
        <w:t xml:space="preserve"> 938                   OptObjectiveSet(m)$(ord(m)=k3)=OptObjective.l;</w:t>
      </w:r>
    </w:p>
    <w:p w:rsidR="0062748B" w:rsidRDefault="0062748B" w:rsidP="0062748B">
      <w:r>
        <w:t xml:space="preserve"> 939   </w:t>
      </w:r>
    </w:p>
    <w:p w:rsidR="0062748B" w:rsidRDefault="0062748B" w:rsidP="0062748B">
      <w:r>
        <w:t xml:space="preserve"> 940  *                Generation of E1 and E2:</w:t>
      </w:r>
    </w:p>
    <w:p w:rsidR="0062748B" w:rsidRDefault="0062748B" w:rsidP="0062748B">
      <w:r>
        <w:lastRenderedPageBreak/>
        <w:t xml:space="preserve"> 941                   E1Set(m)$(ord(m)=k3)=sum((i,s1,k),pi.l(i,s1,k)*hOpt(i,s1,</w:t>
      </w:r>
    </w:p>
    <w:p w:rsidR="0062748B" w:rsidRDefault="0062748B" w:rsidP="0062748B">
      <w:r>
        <w:t xml:space="preserve">      k));</w:t>
      </w:r>
    </w:p>
    <w:p w:rsidR="0062748B" w:rsidRDefault="0062748B" w:rsidP="0062748B">
      <w:r>
        <w:t xml:space="preserve"> 942                   E2Set(i,s1,m,k)$(ord(m)=k3)=pi.l(i,s1,k)*TOpt(i,s1,k);</w:t>
      </w:r>
    </w:p>
    <w:p w:rsidR="0062748B" w:rsidRDefault="0062748B" w:rsidP="0062748B">
      <w:r>
        <w:t xml:space="preserve"> 943   </w:t>
      </w:r>
    </w:p>
    <w:p w:rsidR="0062748B" w:rsidRDefault="0062748B" w:rsidP="0062748B">
      <w:r>
        <w:t xml:space="preserve"> 944           );</w:t>
      </w:r>
    </w:p>
    <w:p w:rsidR="0062748B" w:rsidRDefault="0062748B" w:rsidP="0062748B">
      <w:r>
        <w:t xml:space="preserve"> 945   </w:t>
      </w:r>
    </w:p>
    <w:p w:rsidR="0062748B" w:rsidRDefault="0062748B" w:rsidP="0062748B">
      <w:r>
        <w:t xml:space="preserve"> 946           E1 = sum(m,E1Set(m))/card(m);</w:t>
      </w:r>
    </w:p>
    <w:p w:rsidR="0062748B" w:rsidRDefault="0062748B" w:rsidP="0062748B">
      <w:r>
        <w:t xml:space="preserve"> 947           E2(i,s1,k) = sum(m,E2Set(i,s1,m,k))/card(m);</w:t>
      </w:r>
    </w:p>
    <w:p w:rsidR="0062748B" w:rsidRDefault="0062748B" w:rsidP="0062748B">
      <w:r>
        <w:t xml:space="preserve"> 948   </w:t>
      </w:r>
    </w:p>
    <w:p w:rsidR="0062748B" w:rsidRDefault="0062748B" w:rsidP="0062748B">
      <w:r>
        <w:t xml:space="preserve"> 949           G1(n)$(ord(n)=iter)=E1;</w:t>
      </w:r>
    </w:p>
    <w:p w:rsidR="0062748B" w:rsidRDefault="0062748B" w:rsidP="0062748B">
      <w:r>
        <w:t xml:space="preserve"> 950           G2(i,s1,n,k)$(ord(n)=iter)=E2(i,s1,k);</w:t>
      </w:r>
    </w:p>
    <w:p w:rsidR="0062748B" w:rsidRDefault="0062748B" w:rsidP="0062748B">
      <w:r>
        <w:t xml:space="preserve"> 951   </w:t>
      </w:r>
    </w:p>
    <w:p w:rsidR="0062748B" w:rsidRDefault="0062748B" w:rsidP="0062748B">
      <w:r>
        <w:t xml:space="preserve"> 952           ThetaExact = E1-sum((i,s1,k),E2(i,s1,k)*a(i,s1,k));</w:t>
      </w:r>
    </w:p>
    <w:p w:rsidR="0062748B" w:rsidRDefault="0062748B" w:rsidP="0062748B">
      <w:r>
        <w:t xml:space="preserve"> 953   </w:t>
      </w:r>
    </w:p>
    <w:p w:rsidR="0062748B" w:rsidRDefault="0062748B" w:rsidP="0062748B">
      <w:r>
        <w:t xml:space="preserve"> 954           ThetaExactSet(n)$(ord(n)=iter)=ThetaExact;</w:t>
      </w:r>
    </w:p>
    <w:p w:rsidR="0062748B" w:rsidRDefault="0062748B" w:rsidP="0062748B">
      <w:r>
        <w:t xml:space="preserve"> 955   </w:t>
      </w:r>
    </w:p>
    <w:p w:rsidR="0062748B" w:rsidRDefault="0062748B" w:rsidP="0062748B">
      <w:r>
        <w:t xml:space="preserve"> 956           iter = iter +1 ;</w:t>
      </w:r>
    </w:p>
    <w:p w:rsidR="0062748B" w:rsidRDefault="0062748B" w:rsidP="0062748B">
      <w:r>
        <w:t xml:space="preserve"> 957  *</w:t>
      </w:r>
    </w:p>
    <w:p w:rsidR="0062748B" w:rsidRDefault="0062748B" w:rsidP="0062748B">
      <w:r>
        <w:t xml:space="preserve"> 958  * Saving the current binary decisions</w:t>
      </w:r>
    </w:p>
    <w:p w:rsidR="0062748B" w:rsidRDefault="0062748B" w:rsidP="0062748B">
      <w:r>
        <w:t xml:space="preserve"> 959  *</w:t>
      </w:r>
    </w:p>
    <w:p w:rsidR="0062748B" w:rsidRDefault="0062748B" w:rsidP="0062748B">
      <w:r>
        <w:t xml:space="preserve"> 960  * bSet(i,n,j)$(ord(n)=iter)=b.l(i,j);</w:t>
      </w:r>
    </w:p>
    <w:p w:rsidR="0062748B" w:rsidRDefault="0062748B" w:rsidP="0062748B">
      <w:r>
        <w:t xml:space="preserve"> 961   </w:t>
      </w:r>
    </w:p>
    <w:p w:rsidR="0062748B" w:rsidRDefault="0062748B" w:rsidP="0062748B">
      <w:r>
        <w:t xml:space="preserve"> 962  *</w:t>
      </w:r>
    </w:p>
    <w:p w:rsidR="0062748B" w:rsidRDefault="0062748B" w:rsidP="0062748B">
      <w:r>
        <w:t xml:space="preserve"> 963  * 'While' loop ends here.</w:t>
      </w:r>
    </w:p>
    <w:p w:rsidR="0062748B" w:rsidRDefault="0062748B" w:rsidP="0062748B">
      <w:r>
        <w:t xml:space="preserve"> 964  *</w:t>
      </w:r>
    </w:p>
    <w:p w:rsidR="0062748B" w:rsidRDefault="0062748B" w:rsidP="0062748B">
      <w:r>
        <w:lastRenderedPageBreak/>
        <w:t xml:space="preserve"> 965  );</w:t>
      </w:r>
    </w:p>
    <w:p w:rsidR="0062748B" w:rsidRDefault="0062748B" w:rsidP="0062748B">
      <w:r>
        <w:t xml:space="preserve"> 966   </w:t>
      </w:r>
    </w:p>
    <w:p w:rsidR="0062748B" w:rsidRDefault="0062748B" w:rsidP="0062748B">
      <w:r>
        <w:t xml:space="preserve"> 967  *</w:t>
      </w:r>
    </w:p>
    <w:p w:rsidR="0062748B" w:rsidRDefault="0062748B" w:rsidP="0062748B">
      <w:r>
        <w:t xml:space="preserve"> 968  * For the final result, the binary parameter is fixed based on the volume </w:t>
      </w:r>
    </w:p>
    <w:p w:rsidR="0062748B" w:rsidRDefault="0062748B" w:rsidP="0062748B">
      <w:r>
        <w:t xml:space="preserve">      variable</w:t>
      </w:r>
    </w:p>
    <w:p w:rsidR="0062748B" w:rsidRDefault="0062748B" w:rsidP="0062748B">
      <w:r>
        <w:t xml:space="preserve"> 969  *</w:t>
      </w:r>
    </w:p>
    <w:p w:rsidR="0062748B" w:rsidRDefault="0062748B" w:rsidP="0062748B">
      <w:r>
        <w:t xml:space="preserve"> 970  b(i,j)=0;</w:t>
      </w:r>
    </w:p>
    <w:p w:rsidR="0062748B" w:rsidRDefault="0062748B" w:rsidP="0062748B">
      <w:r>
        <w:t xml:space="preserve"> 971  b(i,j)=1$(Volume.l(i,j)&gt;epsilon);</w:t>
      </w:r>
    </w:p>
    <w:p w:rsidR="0062748B" w:rsidRDefault="0062748B" w:rsidP="0062748B">
      <w:r>
        <w:t xml:space="preserve"> 972   </w:t>
      </w:r>
    </w:p>
    <w:p w:rsidR="0062748B" w:rsidRDefault="0062748B" w:rsidP="0062748B">
      <w:r>
        <w:t xml:space="preserve"> 973  ReductionFinal(i) = 10**(-6)*k1*365*sum(j,q(j)*Volume.l(i,j))+(sum(k,t.l(i</w:t>
      </w:r>
    </w:p>
    <w:p w:rsidR="0062748B" w:rsidRDefault="0062748B" w:rsidP="0062748B">
      <w:r>
        <w:t xml:space="preserve">      ,k))-r*sum(k,t.l(k,i)));</w:t>
      </w:r>
    </w:p>
    <w:p w:rsidR="0062748B" w:rsidRDefault="0062748B" w:rsidP="0062748B">
      <w:r>
        <w:t xml:space="preserve"> 974  ReductionFinalTotal=sum(i,ReductionFinal(i));</w:t>
      </w:r>
    </w:p>
    <w:p w:rsidR="0062748B" w:rsidRDefault="0062748B" w:rsidP="0062748B">
      <w:r>
        <w:t xml:space="preserve"> 975  ReductionTechnology(i)  = 10**(-6)*k1*365*sum(j,q(j)*Volume.l(i,j));</w:t>
      </w:r>
    </w:p>
    <w:p w:rsidR="0062748B" w:rsidRDefault="0062748B" w:rsidP="0062748B">
      <w:r>
        <w:t xml:space="preserve"> 976   </w:t>
      </w:r>
    </w:p>
    <w:p w:rsidR="0062748B" w:rsidRDefault="0062748B" w:rsidP="0062748B">
      <w:r>
        <w:t xml:space="preserve"> 977  Cost(i,'1')=1000*365*sum(j,Volume.l(i,j)*TC(j))+F*(sum(k,t.l(i,k))-sum(k,t</w:t>
      </w:r>
    </w:p>
    <w:p w:rsidR="0062748B" w:rsidRDefault="0062748B" w:rsidP="0062748B">
      <w:r>
        <w:t xml:space="preserve">      .l(k,i)))/1000;</w:t>
      </w:r>
    </w:p>
    <w:p w:rsidR="0062748B" w:rsidRDefault="0062748B" w:rsidP="0062748B">
      <w:r>
        <w:t xml:space="preserve"> 978  *Cost(i,'1')=sum(j,NonlinearTechCost.l(i,j))+F*(sum(k,t.l(i,k))-sum(k,t.l(</w:t>
      </w:r>
    </w:p>
    <w:p w:rsidR="0062748B" w:rsidRDefault="0062748B" w:rsidP="0062748B">
      <w:r>
        <w:t xml:space="preserve">      k,i)))/1000;</w:t>
      </w:r>
    </w:p>
    <w:p w:rsidR="0062748B" w:rsidRDefault="0062748B" w:rsidP="0062748B">
      <w:r>
        <w:t xml:space="preserve"> 979  CostTechnology(i,'1')=1000*365*sum(j,Volume.l(i,j)*TC(j));</w:t>
      </w:r>
    </w:p>
    <w:p w:rsidR="0062748B" w:rsidRDefault="0062748B" w:rsidP="0062748B">
      <w:r>
        <w:t xml:space="preserve"> 980  CostTotal = sum(i,Cost(i,'1'));</w:t>
      </w:r>
    </w:p>
    <w:p w:rsidR="0062748B" w:rsidRDefault="0062748B" w:rsidP="0062748B">
      <w:r>
        <w:t xml:space="preserve"> 981   </w:t>
      </w:r>
    </w:p>
    <w:p w:rsidR="0062748B" w:rsidRDefault="0062748B" w:rsidP="0062748B">
      <w:r>
        <w:t xml:space="preserve"> 982  Saving(i,'1') = CostTechSolutionMax(i)-Cost(i,'1');</w:t>
      </w:r>
    </w:p>
    <w:p w:rsidR="0062748B" w:rsidRDefault="0062748B" w:rsidP="0062748B">
      <w:r>
        <w:t xml:space="preserve"> 983  Results(i,'1')= CostTechSolutionMax(i);</w:t>
      </w:r>
    </w:p>
    <w:p w:rsidR="0062748B" w:rsidRDefault="0062748B" w:rsidP="0062748B">
      <w:r>
        <w:t xml:space="preserve"> 984  Results(i,'2')= Cost(i,'1');</w:t>
      </w:r>
    </w:p>
    <w:p w:rsidR="0062748B" w:rsidRDefault="0062748B" w:rsidP="0062748B">
      <w:r>
        <w:t xml:space="preserve"> 985  Results(i,'3')= Saving(i,'1');</w:t>
      </w:r>
    </w:p>
    <w:p w:rsidR="0062748B" w:rsidRDefault="0062748B" w:rsidP="0062748B">
      <w:r>
        <w:lastRenderedPageBreak/>
        <w:t xml:space="preserve"> 986   </w:t>
      </w:r>
    </w:p>
    <w:p w:rsidR="0062748B" w:rsidRDefault="0062748B" w:rsidP="0062748B">
      <w:r>
        <w:t xml:space="preserve"> 987  option b:0;</w:t>
      </w:r>
    </w:p>
    <w:p w:rsidR="0062748B" w:rsidRDefault="0062748B" w:rsidP="0062748B">
      <w:r>
        <w:t xml:space="preserve"> 988   </w:t>
      </w:r>
    </w:p>
    <w:p w:rsidR="0062748B" w:rsidRDefault="0062748B" w:rsidP="0062748B">
      <w:r>
        <w:t xml:space="preserve"> 989  Display ReductionTarget, ReductionFinal, ReductionTargetTotal, ReductionFi</w:t>
      </w:r>
    </w:p>
    <w:p w:rsidR="0062748B" w:rsidRDefault="0062748B" w:rsidP="0062748B">
      <w:r>
        <w:t xml:space="preserve">      nalTotal, ReductionTechnology;</w:t>
      </w:r>
    </w:p>
    <w:p w:rsidR="0062748B" w:rsidRDefault="0062748B" w:rsidP="0062748B">
      <w:r>
        <w:t xml:space="preserve"> 990   </w:t>
      </w:r>
    </w:p>
    <w:p w:rsidR="0062748B" w:rsidRDefault="0062748B" w:rsidP="0062748B">
      <w:r>
        <w:t xml:space="preserve"> 991  Display  MasterObjective.l, iter, Volume.l, t.l, Results,CostTechSolutionM</w:t>
      </w:r>
    </w:p>
    <w:p w:rsidR="0062748B" w:rsidRDefault="0062748B" w:rsidP="0062748B">
      <w:r>
        <w:t xml:space="preserve">      ax, NonlinearTechCost.l, b;</w:t>
      </w:r>
    </w:p>
    <w:p w:rsidR="0062748B" w:rsidRDefault="0062748B" w:rsidP="0062748B">
      <w:r>
        <w:t xml:space="preserve"> 992   </w:t>
      </w:r>
    </w:p>
    <w:p w:rsidR="0062748B" w:rsidRDefault="0062748B" w:rsidP="0062748B">
      <w:r>
        <w:t xml:space="preserve"> 993   </w:t>
      </w:r>
    </w:p>
    <w:p w:rsidR="0062748B" w:rsidRDefault="0062748B" w:rsidP="0062748B">
      <w:r>
        <w:t xml:space="preserve"> 994  *Display  G1, G2, ThetaSet, ThetaExactSet;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COMPILATION TIME     =        0.000 SECONDS      3 MB  24.1.3 r41464 WEX-WEI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2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Tobjective  =E=  </w:t>
      </w:r>
    </w:p>
    <w:p w:rsidR="0062748B" w:rsidRDefault="0062748B" w:rsidP="0062748B"/>
    <w:p w:rsidR="0062748B" w:rsidRDefault="0062748B" w:rsidP="0062748B">
      <w:r>
        <w:t>Tobjective..  Tobj - NonlinearTechCost(1,1) - NonlinearTechCost(1,2)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NonlinearTechCost(1,3) - NonlinearTechCost(2,1) - NonlinearTechCost(2,2)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NonlinearTechCost(2,3) - NonlinearTechCost(3,1) - NonlinearTechCost(3,2)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NonlinearTechCost(3,3) - NonlinearTechCost(4,1) - NonlinearTechCost(4,2)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NonlinearTechCost(4,3) - NonlinearTechCost(5,1) - NonlinearTechCost(5,2)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NonlinearTechCost(5,3) - NonlinearTechCost(6,1) - NonlinearTechCost(6,2)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NonlinearTechCost(6,3) - NonlinearTechCost(7,1) - NonlinearTechCost(7,2)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NonlinearTechCost(7,3) - NonlinearTechCost(8,1) - NonlinearTechCost(8,2)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NonlinearTechCost(8,3) - NonlinearTechCost(9,1) - NonlinearTechCost(9,2)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NonlinearTechCost(9,3) - NonlinearTechCost(10,1)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NonlinearTechCost(10,2) - NonlinearTechCost(10,3)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NonlinearTechCost(11,1) - NonlinearTechCost(11,2)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NonlinearTechCost(11,3) - NonlinearTechCost(12,1)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NonlinearTechCost(12,2) - NonlinearTechCost(12,3)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NonlinearTechCost(13,1) - NonlinearTechCost(13,2)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NonlinearTechCost(13,3) - NonlinearTechCost(14,1)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NonlinearTechCost(14,2) - NonlinearTechCost(14,3)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NonlinearTechCost(15,1) - NonlinearTechCost(15,2)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NonlinearTechCost(15,3) - NonlinearTechCost(16,1)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NonlinearTechCost(16,2) - NonlinearTechCost(16,3)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NonlinearTechCost(17,1) - NonlinearTechCost(17,2)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NonlinearTechCost(17,3) - NonlinearTechCost(18,1)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NonlinearTechCost(18,2) - NonlinearTechCost(18,3)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NonlinearTechCost(19,1) - NonlinearTechCost(19,2)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NonlinearTechCost(19,3) - NonlinearTechCost(20,1)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NonlinearTechCost(20,2) - NonlinearTechCost(20,3)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NonlinearTechCost(21,1) - NonlinearTechCost(21,2)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NonlinearTechCost(21,3) - NonlinearTechCost(22,1)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NonlinearTechCost(22,2) - NonlinearTechCost(22,3)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NonlinearTechCost(23,1) - NonlinearTechCost(23,2)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NonlinearTechCost(23,3) - NonlinearTechCost(24,1)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NonlinearTechCost(24,2) - NonlinearTechCost(24,3)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NonlinearTechCost(25,1) - NonlinearTechCost(25,2)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NonlinearTechCost(25,3) - NonlinearTechCost(26,1)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NonlinearTechCost(26,2) - NonlinearTechCost(26,3)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NonlinearTechCost(27,1) - NonlinearTechCost(27,2)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NonlinearTechCost(27,3) - NonlinearTechCost(28,1)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NonlinearTechCost(28,2) - NonlinearTechCost(28,3)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NonlinearTechCost(29,1) - NonlinearTechCost(29,2)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 xml:space="preserve">---- Tc1  =L=  </w:t>
      </w:r>
    </w:p>
    <w:p w:rsidR="0062748B" w:rsidRDefault="0062748B" w:rsidP="0062748B"/>
    <w:p w:rsidR="0062748B" w:rsidRDefault="0062748B" w:rsidP="0062748B">
      <w:r>
        <w:t>Tc1(1)..  Volume(1,1) + Volume(1,2) + Volume(1,3) =L= 46.1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Tc1(2)..  Volume(2,1) + Volume(2,2) + Volume(2,3) =L= 1.5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Tc1(3)..  Volume(3,1) + Volume(3,2) + Volume(3,3) =L= 4.6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Tc2  =G=  </w:t>
      </w:r>
    </w:p>
    <w:p w:rsidR="0062748B" w:rsidRDefault="0062748B" w:rsidP="0062748B"/>
    <w:p w:rsidR="0062748B" w:rsidRDefault="0062748B" w:rsidP="0062748B">
      <w:r>
        <w:t>Tc2(1)..  0.002762685*Volume(1,1) + 0.00414402749999999*Volume(1,2)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+ 0.0013813425*Volume(1,3) =G= 0.122832874808418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0.122832874808418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Tc2(2)..  0.002762685*Volume(2,1) + 0.00414402749999999*Volume(2,2)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+ 0.0013813425*Volume(2,3) =G= 0.00202831822193877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0.00202831822193877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Tc2(3)..  0.002762685*Volume(3,1) + 0.00414402749999999*Volume(3,2)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+ 0.0013813425*Volume(3,3) =G= 0.0100326811806122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0.0100326811806122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DFREq  =E=  </w:t>
      </w:r>
    </w:p>
    <w:p w:rsidR="0062748B" w:rsidRDefault="0062748B" w:rsidP="0062748B"/>
    <w:p w:rsidR="0062748B" w:rsidRDefault="0062748B" w:rsidP="0062748B">
      <w:r>
        <w:t>DFREq(1,1)..  - 43.8020833333334*Volume(1,1) + DFR(1,1)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DFREq(1,2)..  - 43.8020833333334*Volume(1,2) + DFR(1,2)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DFREq(1,3)..  - 43.8020833333334*Volume(1,3) + 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CF01  =E=  </w:t>
      </w:r>
    </w:p>
    <w:p w:rsidR="0062748B" w:rsidRDefault="0062748B" w:rsidP="0062748B"/>
    <w:p w:rsidR="0062748B" w:rsidRDefault="0062748B" w:rsidP="0062748B">
      <w:r>
        <w:t>CF01(1)..  CF_NoOfModules(1) - 1.15740740740741*Volume(1,1)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CF01(2)..  CF_NoOfModules(2) - 1.15740740740741*Volume(2,1)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CF01(3)..  CF_NoOfModules(3) - 1.15740740740741*Volume(3,1)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CF03  =E=  </w:t>
      </w:r>
    </w:p>
    <w:p w:rsidR="0062748B" w:rsidRDefault="0062748B" w:rsidP="0062748B"/>
    <w:p w:rsidR="0062748B" w:rsidRDefault="0062748B" w:rsidP="0062748B">
      <w:r>
        <w:t>CF03(1)..  CF_MFF(1) - 1.00671140939597*DFR(1,1)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CF03(2)..  CF_MFF(2) - 1.00671140939597*DFR(2,1)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CF03(3)..  CF_MFF(3) - 1.00671140939597*DFR(3,1)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CF04  =E=  </w:t>
      </w:r>
    </w:p>
    <w:p w:rsidR="0062748B" w:rsidRDefault="0062748B" w:rsidP="0062748B"/>
    <w:p w:rsidR="0062748B" w:rsidRDefault="0062748B" w:rsidP="0062748B">
      <w:r>
        <w:t>CF04(1)..  CF_BackwashFlow(1) - CF_MFF(1)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CF04(2)..  CF_BackwashFlow(2) - CF_MFF(2) + 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CF04(3)..  CF_BackwashFlow(3) - CF_MFF(3) + 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CF05  =E=  </w:t>
      </w:r>
    </w:p>
    <w:p w:rsidR="0062748B" w:rsidRDefault="0062748B" w:rsidP="0062748B"/>
    <w:p w:rsidR="0062748B" w:rsidRDefault="0062748B" w:rsidP="0062748B">
      <w:r>
        <w:t>CF05(1)..  CF_FeedPumpHP(1) - 0.346809353943718*CF_MFF(1)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CF05(2)..  CF_FeedPumpHP(2) - 0.346809353943718*CF_MFF(2)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CF05(3)..  CF_FeedPumpHP(3) - 0.346809353943718*CF_MFF(3)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CF06  =E=  </w:t>
      </w:r>
    </w:p>
    <w:p w:rsidR="0062748B" w:rsidRDefault="0062748B" w:rsidP="0062748B"/>
    <w:p w:rsidR="0062748B" w:rsidRDefault="0062748B" w:rsidP="0062748B">
      <w:r>
        <w:t>CF06(1)..  - 6534.96*CF_FeedPumpHP(1) + CF_FeedPumpPower(1)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CF06(2)..  - 6534.96*CF_FeedPumpHP(2) + CF_FeedPumpPower(2)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CF06(3)..  - 6534.96*CF_FeedPumpHP(3) + CF_FeedPumpPower(3)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CF07  =E=  </w:t>
      </w:r>
    </w:p>
    <w:p w:rsidR="0062748B" w:rsidRDefault="0062748B" w:rsidP="0062748B"/>
    <w:p w:rsidR="0062748B" w:rsidRDefault="0062748B" w:rsidP="0062748B">
      <w:r>
        <w:t>CF07(1)..  - 43.508*CF_FeedPumpHP(1) + CF_BackflushPower(1)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CF07(2)..  - 43.508*CF_FeedPumpHP(2) + CF_BackflushPower(2)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CF07(3)..  - 43.508*CF_FeedPumpHP(3) + CF_BackflushPower(3)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CF08  =E=  </w:t>
      </w:r>
    </w:p>
    <w:p w:rsidR="0062748B" w:rsidRDefault="0062748B" w:rsidP="0062748B"/>
    <w:p w:rsidR="0062748B" w:rsidRDefault="0062748B" w:rsidP="0062748B">
      <w:r>
        <w:t>CF08(1)..  - 90*CF_NoOfModules(1) + CF_NoOfMembranes(1)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CF08(2)..  - 90*CF_NoOfModules(2) + CF_NoOfMembranes(2)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CF08(3)..  - 90*CF_NoOfModules(3) + CF_NoOfMembranes(3)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CF09  =E=  </w:t>
      </w:r>
    </w:p>
    <w:p w:rsidR="0062748B" w:rsidRDefault="0062748B" w:rsidP="0062748B"/>
    <w:p w:rsidR="0062748B" w:rsidRDefault="0062748B" w:rsidP="0062748B">
      <w:r>
        <w:t>CF09(1)..  CF_BuildingArea(1) - 1.060338816*DFR(1,1)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CF09(2)..  CF_BuildingArea(2) - 1.060338816*DFR(2,1)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CF09(3)..  CF_BuildingArea(3) - 1.060338816*DFR(3,1)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CF10  =E=  </w:t>
      </w:r>
    </w:p>
    <w:p w:rsidR="0062748B" w:rsidRDefault="0062748B" w:rsidP="0062748B"/>
    <w:p w:rsidR="0062748B" w:rsidRDefault="0062748B" w:rsidP="0062748B">
      <w:r>
        <w:t>CF10(1)..  - 370000*CF_NoOfModules(1) + CF_MembraneModuleCost(1)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CF10(2)..  - 370000*CF_NoOfModules(2) + CF_MembraneModuleCost(2)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CF10(3)..  - 370000*CF_NoOfModules(3) + CF_MembraneModuleCost(3)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CF11  =E=  </w:t>
      </w:r>
    </w:p>
    <w:p w:rsidR="0062748B" w:rsidRDefault="0062748B" w:rsidP="0062748B"/>
    <w:p w:rsidR="0062748B" w:rsidRDefault="0062748B" w:rsidP="0062748B">
      <w:r>
        <w:t>CF11(1)..  - 1076*CF_BuildingArea(1) + CF_BuildingCost(1)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CF11(2)..  - 1076*CF_BuildingArea(2) + CF_BuildingCost(2)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CF11(3)..  - 1076*CF_BuildingArea(3) + CF_BuildingCost(3)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CF12  =E=  </w:t>
      </w:r>
    </w:p>
    <w:p w:rsidR="0062748B" w:rsidRDefault="0062748B" w:rsidP="0062748B"/>
    <w:p w:rsidR="0062748B" w:rsidRDefault="0062748B" w:rsidP="0062748B">
      <w:r>
        <w:t>CF12(1)..  - 70000*CF_NoOfModules(1) + CF_InstallationCost(1)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CF12(2)..  - 70000*CF_NoOfModules(2) + CF_InstallationCost(2)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CF12(3)..  - 70000*CF_NoOfModules(3) + CF_InstallationCost(3)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CF13  =E=  </w:t>
      </w:r>
    </w:p>
    <w:p w:rsidR="0062748B" w:rsidRDefault="0062748B" w:rsidP="0062748B"/>
    <w:p w:rsidR="0062748B" w:rsidRDefault="0062748B" w:rsidP="0062748B">
      <w:r>
        <w:t>CF13(1)..  - 0.05*CF_MembraneModuleCost(1) + CF_MiscCost(1)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CF13(2)..  - 0.05*CF_MembraneModuleCost(2) + CF_MiscCost(2)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CF13(3)..  - 0.05*CF_MembraneModuleCost(3) + CF_MiscCost(3)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CF14  =E=  </w:t>
      </w:r>
    </w:p>
    <w:p w:rsidR="0062748B" w:rsidRDefault="0062748B" w:rsidP="0062748B"/>
    <w:p w:rsidR="0062748B" w:rsidRDefault="0062748B" w:rsidP="0062748B">
      <w:r>
        <w:t>CF14(1)..  - 0.05*CF_MembraneModuleCost(1) - 0.05*CF_MiscCost(1)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CF_PlantPipingCost(1)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CF14(2)..  - 0.05*CF_MembraneModuleCost(2) - 0.05*CF_MiscCost(2)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CF14(3)..  - 0.05*CF_MembraneModuleCost(3) - 0.05*CF_MiscCost(3)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CF15  =E=  </w:t>
      </w:r>
    </w:p>
    <w:p w:rsidR="0062748B" w:rsidRDefault="0062748B" w:rsidP="0062748B"/>
    <w:p w:rsidR="0062748B" w:rsidRDefault="0062748B" w:rsidP="0062748B">
      <w:r>
        <w:t>CF15(1)..  - 0.1*CF_MembraneModuleCost(1) - 0.1*CF_MiscCost(1)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CF15(2)..  - 0.1*CF_MembraneModuleCost(2) - 0.1*CF_MiscCost(2)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CF15(3)..  - 0.1*CF_MembraneModuleCost(3) - 0.1*CF_MiscCost(3)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CF_EngineeringCost(3)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CF16  =E=  </w:t>
      </w:r>
    </w:p>
    <w:p w:rsidR="0062748B" w:rsidRDefault="0062748B" w:rsidP="0062748B"/>
    <w:p w:rsidR="0062748B" w:rsidRDefault="0062748B" w:rsidP="0062748B">
      <w:r>
        <w:t>CF16(1)..  - CF_MembraneModuleCost(1) - CF_BuildingCost(1)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CF_InstallationCost(1) - CF_MiscCost(1) - CF_PlantPipingCost(1)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CF_EngineeringCost(1) + CF_DirectCapitalCost(1)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CF16(2)..  - CF_MembraneModuleCost(2) - CF_BuildingCost(2)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CF_InstallationCost(2) - CF_MiscCost(2) - CF_PlantPipingCost(2)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CF_EngineeringCost(2) + CF_DirectCapitalCost(2)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CF16(3)..  - CF_MembraneModuleCost(3) - CF_BuildingCost(3)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CF_InstallationCost(3) - CF_MiscCost(3) - CF_PlantPipingCost(3)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CF_EngineeringCost(3) + CF_DirectCapitalCost(3)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CF17  =E=  </w:t>
      </w:r>
    </w:p>
    <w:p w:rsidR="0062748B" w:rsidRDefault="0062748B" w:rsidP="0062748B"/>
    <w:p w:rsidR="0062748B" w:rsidRDefault="0062748B" w:rsidP="0062748B">
      <w:r>
        <w:t>CF17(1)..  - 0.06*CF_DirectCapitalCost(1) + CF_ConstructionInterest(1)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CF17(2)..  - 0.06*CF_DirectCapitalCost(2) + CF_ConstructionInterest(2)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CF17(3)..  - 0.06*CF_DirectCapitalCost(3) + CF_ConstructionInterest(3)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CF18  =E=  </w:t>
      </w:r>
    </w:p>
    <w:p w:rsidR="0062748B" w:rsidRDefault="0062748B" w:rsidP="0062748B"/>
    <w:p w:rsidR="0062748B" w:rsidRDefault="0062748B" w:rsidP="0062748B">
      <w:r>
        <w:t>CF18(1)..  - 0.2*CF_DirectCapitalCost(1) + CF_Contingencies(1)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CF18(2)..  - 0.2*CF_DirectCapitalCost(2) + CF_Contingencies(2)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CF18(3)..  - 0.2*CF_DirectCapitalCost(3) + CF_Contingencies(3)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CF19  =E=  </w:t>
      </w:r>
    </w:p>
    <w:p w:rsidR="0062748B" w:rsidRDefault="0062748B" w:rsidP="0062748B"/>
    <w:p w:rsidR="0062748B" w:rsidRDefault="0062748B" w:rsidP="0062748B">
      <w:r>
        <w:t>CF19(1)..  - 0.1*CF_DirectCapitalCost(1) + CF_ProjectManagement(1)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CF19(2)..  - 0.1*CF_DirectCapitalCost(2) + CF_ProjectManagement(2)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CF19(3)..  - 0.1*CF_DirectCapitalCost(3) + CF_ProjectManagement(3)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CF20  =E=  </w:t>
      </w:r>
    </w:p>
    <w:p w:rsidR="0062748B" w:rsidRDefault="0062748B" w:rsidP="0062748B"/>
    <w:p w:rsidR="0062748B" w:rsidRDefault="0062748B" w:rsidP="0062748B">
      <w:r>
        <w:lastRenderedPageBreak/>
        <w:t>CF20(1)..  - 0.04*CF_DirectCapitalCost(1) + CF_WorkingCapital(1)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CF20(2)..  - 0.04*CF_DirectCapitalCost(2) + CF_WorkingCapital(2)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CF20(3)..  - 0.04*CF_DirectCapitalCost(3) + CF_WorkingCapital(3)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CF21  =E=  </w:t>
      </w:r>
    </w:p>
    <w:p w:rsidR="0062748B" w:rsidRDefault="0062748B" w:rsidP="0062748B"/>
    <w:p w:rsidR="0062748B" w:rsidRDefault="0062748B" w:rsidP="0062748B">
      <w:r>
        <w:t>CF21(1)..  - CF_ConstructionInterest(1) - CF_Contingencies(1)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CF_ProjectManagement(1) - CF_WorkingCapital(1)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CF21(2)..  - CF_ConstructionInterest(2) - CF_Contingencies(2)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CF_ProjectManagement(2) - CF_WorkingCapital(2)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CF21(3)..  - CF_ConstructionInterest(3) - CF_Contingencies(3)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CF_ProjectManagement(3) - CF_WorkingCapital(3)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CF22  =E=  </w:t>
      </w:r>
    </w:p>
    <w:p w:rsidR="0062748B" w:rsidRDefault="0062748B" w:rsidP="0062748B"/>
    <w:p w:rsidR="0062748B" w:rsidRDefault="0062748B" w:rsidP="0062748B">
      <w:r>
        <w:t>CF22(1)..  - CF_DirectCapitalCost(1) - CF_IndirectCapitalCost(1)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CF22(2)..  - CF_DirectCapitalCost(2) - CF_IndirectCapitalCost(2)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CF22(3)..  - CF_DirectCapitalCost(3) - CF_IndirectCapitalCost(3)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CF_TotalConstructionCost(3)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CF23  =E=  </w:t>
      </w:r>
    </w:p>
    <w:p w:rsidR="0062748B" w:rsidRDefault="0062748B" w:rsidP="0062748B"/>
    <w:p w:rsidR="0062748B" w:rsidRDefault="0062748B" w:rsidP="0062748B">
      <w:r>
        <w:t>CF23(1)..  - 0.113928469826*CF_FeedPumpPower(1)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- 0.113928469826*CF_BackflushPower(1) + CF_ElectricityCost(1)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CF23(2)..  - 0.113928469826*CF_FeedPumpPower(2)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- 0.113928469826*CF_BackflushPower(2) + CF_ElectricityCost(2)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CF23(3)..  - 0.113928469826*CF_FeedPumpPower(3)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- 0.113928469826*CF_BackflushPower(3) + CF_ElectricityCost(3)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CF24  =E=  </w:t>
      </w:r>
    </w:p>
    <w:p w:rsidR="0062748B" w:rsidRDefault="0062748B" w:rsidP="0062748B"/>
    <w:p w:rsidR="0062748B" w:rsidRDefault="0062748B" w:rsidP="0062748B">
      <w:r>
        <w:t>CF24(1)..  CF_LaborCost(1)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CF24(2)..  CF_LaborCost(2)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CF24(3)..  CF_LaborCost(3)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CF25  =E=  </w:t>
      </w:r>
    </w:p>
    <w:p w:rsidR="0062748B" w:rsidRDefault="0062748B" w:rsidP="0062748B"/>
    <w:p w:rsidR="0062748B" w:rsidRDefault="0062748B" w:rsidP="0062748B">
      <w:r>
        <w:t>CF25(1)..  CF_ChemicalCost(1) - 46.3298106922616*DFR(1,1) =E= -270.578693255703</w:t>
      </w:r>
    </w:p>
    <w:p w:rsidR="0062748B" w:rsidRDefault="0062748B" w:rsidP="0062748B">
      <w:r>
        <w:t xml:space="preserve">      ; (LHS = 0, INFES = 270.578693255703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CF25(2)..  CF_ChemicalCost(2) - 46.3298106922616*DFR(2,1) =E= -270.578693255703</w:t>
      </w:r>
    </w:p>
    <w:p w:rsidR="0062748B" w:rsidRDefault="0062748B" w:rsidP="0062748B">
      <w:r>
        <w:t xml:space="preserve">      ; (LHS = 0, INFES = 270.578693255703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CF25(3)..  CF_ChemicalCost(3) - 46.3298106922616*DFR(3,1) =E= -270.578693255703</w:t>
      </w:r>
    </w:p>
    <w:p w:rsidR="0062748B" w:rsidRDefault="0062748B" w:rsidP="0062748B">
      <w:r>
        <w:t xml:space="preserve">      ; (LHS = 0, INFES = 270.578693255703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CF26  =E=  </w:t>
      </w:r>
    </w:p>
    <w:p w:rsidR="0062748B" w:rsidRDefault="0062748B" w:rsidP="0062748B"/>
    <w:p w:rsidR="0062748B" w:rsidRDefault="0062748B" w:rsidP="0062748B">
      <w:r>
        <w:t>CF26(1)..  - 133.773114625416*CF_NoOfMembranes(1)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CF26(2)..  - 133.773114625416*CF_NoOfMembranes(2)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CF26(3)..  - 133.773114625416*CF_NoOfMembranes(3)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CF27  =E=  </w:t>
      </w:r>
    </w:p>
    <w:p w:rsidR="0062748B" w:rsidRDefault="0062748B" w:rsidP="0062748B"/>
    <w:p w:rsidR="0062748B" w:rsidRDefault="0062748B" w:rsidP="0062748B">
      <w:r>
        <w:t xml:space="preserve">CF27(1)..  CF_CleaningChemicalCost(1) - 9.26596213845232*DFR(1,1) =E= </w:t>
      </w:r>
    </w:p>
    <w:p w:rsidR="0062748B" w:rsidRDefault="0062748B" w:rsidP="0062748B">
      <w:r>
        <w:t xml:space="preserve">     54.1160633458972 ; (LHS = 0, INFES = 54.1160633458972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CF27(2)..  CF_CleaningChemicalCost(2) - 9.26596213845232*DFR(2,1) =E= </w:t>
      </w:r>
    </w:p>
    <w:p w:rsidR="0062748B" w:rsidRDefault="0062748B" w:rsidP="0062748B">
      <w:r>
        <w:t xml:space="preserve">     54.1160633458972 ; (LHS = 0, INFES = 54.1160633458972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CF27(3)..  CF_CleaningChemicalCost(3) - 9.26596213845232*DFR(3,1) =E= </w:t>
      </w:r>
    </w:p>
    <w:p w:rsidR="0062748B" w:rsidRDefault="0062748B" w:rsidP="0062748B">
      <w:r>
        <w:t xml:space="preserve">     54.1160633458972 ; (LHS = 0, INFES = 54.1160633458972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CF28  =E=  </w:t>
      </w:r>
    </w:p>
    <w:p w:rsidR="0062748B" w:rsidRDefault="0062748B" w:rsidP="0062748B"/>
    <w:p w:rsidR="0062748B" w:rsidRDefault="0062748B" w:rsidP="0062748B">
      <w:r>
        <w:t>CF28(1)..  - 0.02*CF_DirectCapitalCost(1) + CF_Repairs(1)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CF28(2)..  - 0.02*CF_DirectCapitalCost(2) + CF_Repairs(2)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CF28(3)..  - 0.02*CF_DirectCapitalCost(3) + CF_Repairs(3)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CF29  =E=  </w:t>
      </w:r>
    </w:p>
    <w:p w:rsidR="0062748B" w:rsidRDefault="0062748B" w:rsidP="0062748B"/>
    <w:p w:rsidR="0062748B" w:rsidRDefault="0062748B" w:rsidP="0062748B">
      <w:r>
        <w:t>CF29(1)..  - CF_ElectricityCost(1) - CF_LaborCost(1) - CF_ChemicalCost(1)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CF_MembraneReplacementCost(1) - CF_CleaningChemicalCost(1)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CF_Repairs(1) + CF_TotalOMCost(1)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CF29(2)..  - CF_ElectricityCost(2) - CF_LaborCost(2) - CF_ChemicalCost(2)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CF_MembraneReplacementCost(2) - CF_CleaningChemicalCost(2)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CF_Repairs(2) + CF_TotalOMCost(2)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CF29(3)..  - CF_ElectricityCost(3) - CF_LaborCost(3) - CF_ChemicalCost(3)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CF_MembraneReplacementCost(3) - CF_CleaningChemicalCost(3)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CF_Repairs(3) + CF_TotalOMCost(3)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CF30  =E=  </w:t>
      </w:r>
    </w:p>
    <w:p w:rsidR="0062748B" w:rsidRDefault="0062748B" w:rsidP="0062748B"/>
    <w:p w:rsidR="0062748B" w:rsidRDefault="0062748B" w:rsidP="0062748B">
      <w:r>
        <w:t>CF30(1)..  - 0.101852208823151*CF_TotalConstructionCost(1)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CF30(2)..  - 0.101852208823151*CF_TotalConstructionCost(2)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CF_CapitalRecovery(2)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CF30(3)..  - 0.101852208823151*CF_TotalConstructionCost(3)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CF31  =E=  </w:t>
      </w:r>
    </w:p>
    <w:p w:rsidR="0062748B" w:rsidRDefault="0062748B" w:rsidP="0062748B"/>
    <w:p w:rsidR="0062748B" w:rsidRDefault="0062748B" w:rsidP="0062748B">
      <w:r>
        <w:t>CF31(1)..  - 2*CF_TotalOMCost(1) - 2*CF_CapitalRecovery(1) + CF_AnnualCost(1)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CF31(2)..  - 2*CF_TotalOMCost(2) - 2*CF_CapitalRecovery(2) + CF_AnnualCost(2)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CF31(3)..  - 2*CF_TotalOMCost(3) - 2*CF_CapitalRecovery(3) + CF_AnnualCost(3)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GAC01  =E=  </w:t>
      </w:r>
    </w:p>
    <w:p w:rsidR="0062748B" w:rsidRDefault="0062748B" w:rsidP="0062748B"/>
    <w:p w:rsidR="0062748B" w:rsidRDefault="0062748B" w:rsidP="0062748B">
      <w:r>
        <w:t>GAC01(1)..  GAC_CapitalCost(1) - (7.37701051584E16)*Volume(1,2)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GAC01(2)..  GAC_CapitalCost(2) - (7.37701051584E16)*Volume(2,2)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GAC01(3)..  GAC_CapitalCost(3) - (7.37701051584E16)*Volume(3,2)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GAC02  =E=  </w:t>
      </w:r>
    </w:p>
    <w:p w:rsidR="0062748B" w:rsidRDefault="0062748B" w:rsidP="0062748B"/>
    <w:p w:rsidR="0062748B" w:rsidRDefault="0062748B" w:rsidP="0062748B">
      <w:r>
        <w:t>GAC02(1)..  GAC_OMCost(1) - (8.53307527956E15)*Volume(1,2)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GAC02(2)..  GAC_OMCost(2) - (8.53307527956E15)*Volume(2,2)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GAC02(3)..  GAC_OMCost(3) - (8.53307527956E15)*Volume(3,2)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GAC03  =E=  </w:t>
      </w:r>
    </w:p>
    <w:p w:rsidR="0062748B" w:rsidRDefault="0062748B" w:rsidP="0062748B"/>
    <w:p w:rsidR="0062748B" w:rsidRDefault="0062748B" w:rsidP="0062748B">
      <w:r>
        <w:t>GAC03(1)..  - GAC_CapitalCost(1) - GAC_OMCost(1) + GAC_TotalCost(1)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GAC03(2)..  - GAC_CapitalCost(2) - GAC_OMCost(2) + GAC_TotalCost(2)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GAC03(3)..  - GAC_CapitalCost(3) - GAC_OMCost(3) + GAC_TotalCost(3)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IX01  =E=  </w:t>
      </w:r>
    </w:p>
    <w:p w:rsidR="0062748B" w:rsidRDefault="0062748B" w:rsidP="0062748B"/>
    <w:p w:rsidR="0062748B" w:rsidRDefault="0062748B" w:rsidP="0062748B">
      <w:r>
        <w:t>IX01(1)..  IX_MinResinVolume(1) - 0.18*DFR(1,3)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IX01(2)..  IX_MinResinVolume(2) - 0.18*DFR(2,3)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IX01(3)..  IX_MinResinVolume(3) - 0.18*DFR(3,3)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IX02  =E=  </w:t>
      </w:r>
    </w:p>
    <w:p w:rsidR="0062748B" w:rsidRDefault="0062748B" w:rsidP="0062748B"/>
    <w:p w:rsidR="0062748B" w:rsidRDefault="0062748B" w:rsidP="0062748B">
      <w:r>
        <w:t>IX02(1)..  IX_MinVolExhaustionTime(1)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IX02(2)..  IX_MinVolExhaustionTime(2)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IX02(3)..  IX_MinVolExhaustionTime(3)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IX04  =E=  </w:t>
      </w:r>
    </w:p>
    <w:p w:rsidR="0062748B" w:rsidRDefault="0062748B" w:rsidP="0062748B"/>
    <w:p w:rsidR="0062748B" w:rsidRDefault="0062748B" w:rsidP="0062748B">
      <w:r>
        <w:t>IX04(1)..  IX_ExhaustionTimeResinVolume(1) - 0.0156384*DFR(1,3)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IX04(2)..  IX_ExhaustionTimeResinVolume(2) - 0.0156384*DFR(2,3)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IX04(3)..  IX_ExhaustionTimeResinVolume(3) - 0.0156384*DFR(3,3)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IX05  =E=  </w:t>
      </w:r>
    </w:p>
    <w:p w:rsidR="0062748B" w:rsidRDefault="0062748B" w:rsidP="0062748B"/>
    <w:p w:rsidR="0062748B" w:rsidRDefault="0062748B" w:rsidP="0062748B">
      <w:r>
        <w:t>IX05(1)..  - 2*IX_ExhaustionTimeResinVolume(1) + IX_VesselVolume(1)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IX05(2)..  - 2*IX_ExhaustionTimeResinVolume(2) + IX_VesselVolume(2)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IX05(3)..  - 2*IX_ExhaustionTimeResinVolume(3) + IX_VesselVolume(3)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IX06  =E=  </w:t>
      </w:r>
    </w:p>
    <w:p w:rsidR="0062748B" w:rsidRDefault="0062748B" w:rsidP="0062748B"/>
    <w:p w:rsidR="0062748B" w:rsidRDefault="0062748B" w:rsidP="0062748B">
      <w:r>
        <w:t>IX06(1)..  - 1332.3746263144*IX_ExhaustionTimeResinVolume(1) + IX_ResinCost(1)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IX06(2)..  - 1332.3746263144*IX_ExhaustionTimeResinVolume(2) + IX_ResinCost(2)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IX06(3)..  - 1332.3746263144*IX_ExhaustionTimeResinVolume(3) + IX_ResinCost(3)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IX07  =E=  </w:t>
      </w:r>
    </w:p>
    <w:p w:rsidR="0062748B" w:rsidRDefault="0062748B" w:rsidP="0062748B"/>
    <w:p w:rsidR="0062748B" w:rsidRDefault="0062748B" w:rsidP="0062748B">
      <w:r>
        <w:t>IX07(1)..  - (329419.73460751)*IX_VesselVolume(1) + IX_TankTotalCost(1)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-6.53307027629864, INFES = 6.53307027629864 ****)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IX07(2)..  - (329419.73460751)*IX_VesselVolume(2) + IX_TankTotalCost(2)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-6.53307027629864, INFES = 6.53307027629864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IX07(3)..  - (329419.73460751)*IX_VesselVolume(3) + IX_TankTotalCost(3)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-6.53307027629864, INFES = 6.53307027629864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IX08  =E=  </w:t>
      </w:r>
    </w:p>
    <w:p w:rsidR="0062748B" w:rsidRDefault="0062748B" w:rsidP="0062748B"/>
    <w:p w:rsidR="0062748B" w:rsidRDefault="0062748B" w:rsidP="0062748B">
      <w:r>
        <w:t>IX08(1)..  - 150*IX_ExhaustionTimeResinVolume(1) + IX_NaClReq(1)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IX08(2)..  - 150*IX_ExhaustionTimeResinVolume(2) + IX_NaClReq(2)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IX08(3)..  - 150*IX_ExhaustionTimeResinVolume(3) + IX_NaClReq(3)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IX09  =E=  </w:t>
      </w:r>
    </w:p>
    <w:p w:rsidR="0062748B" w:rsidRDefault="0062748B" w:rsidP="0062748B"/>
    <w:p w:rsidR="0062748B" w:rsidRDefault="0062748B" w:rsidP="0062748B">
      <w:r>
        <w:t>IX09(1)..  - 0.01*IX_NaClReq(1) + IX_RegFluidReq(1)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IX09(2)..  - 0.01*IX_NaClReq(2) + IX_RegFluidReq(2)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IX09(3)..  - 0.01*IX_NaClReq(3) + IX_RegFluidReq(3)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IX10  =E=  </w:t>
      </w:r>
    </w:p>
    <w:p w:rsidR="0062748B" w:rsidRDefault="0062748B" w:rsidP="0062748B"/>
    <w:p w:rsidR="0062748B" w:rsidRDefault="0062748B" w:rsidP="0062748B">
      <w:r>
        <w:t>IX10(1)..  - 3.65*IX_NaClReq(1) + IX_TotalChemCost(1)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IX10(2)..  - 3.65*IX_NaClReq(2) + IX_TotalChemCost(2)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IX10(3)..  - 3.65*IX_NaClReq(3) + IX_TotalChemCost(3)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IX11  =E=  </w:t>
      </w:r>
    </w:p>
    <w:p w:rsidR="0062748B" w:rsidRDefault="0062748B" w:rsidP="0062748B"/>
    <w:p w:rsidR="0062748B" w:rsidRDefault="0062748B" w:rsidP="0062748B">
      <w:r>
        <w:t>IX11(1)..  - 250*IX_RegFluidReq(1) + IX_StorageTankCost(1)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IX11(2)..  - 250*IX_RegFluidReq(2) + IX_StorageTankCost(2)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IX11(3)..  - 250*IX_RegFluidReq(3) + IX_StorageTankCost(3)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IX12  =E=  </w:t>
      </w:r>
    </w:p>
    <w:p w:rsidR="0062748B" w:rsidRDefault="0062748B" w:rsidP="0062748B"/>
    <w:p w:rsidR="0062748B" w:rsidRDefault="0062748B" w:rsidP="0062748B">
      <w:r>
        <w:t>IX12(1)..  - (2500000000)*IX_VesselVolume(1) + IX_BedArea(1)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IX12(2)..  - (2500000000)*IX_VesselVolume(2) + IX_BedArea(2)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IX12(3)..  - (2500000000)*IX_VesselVolume(3) + IX_BedArea(3)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IX13  =E=  </w:t>
      </w:r>
    </w:p>
    <w:p w:rsidR="0062748B" w:rsidRDefault="0062748B" w:rsidP="0062748B"/>
    <w:p w:rsidR="0062748B" w:rsidRDefault="0062748B" w:rsidP="0062748B">
      <w:r>
        <w:lastRenderedPageBreak/>
        <w:t>IX13(1)..  - (1254.21)*IX_BedArea(1) + IX_ConstructionCost(1)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IX13(2)..  - (1254.21)*IX_BedArea(2) + IX_ConstructionCost(2)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IX13(3)..  - (1254.21)*IX_BedArea(3) + IX_ConstructionCost(3)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IX14  =E=  </w:t>
      </w:r>
    </w:p>
    <w:p w:rsidR="0062748B" w:rsidRDefault="0062748B" w:rsidP="0062748B"/>
    <w:p w:rsidR="0062748B" w:rsidRDefault="0062748B" w:rsidP="0062748B">
      <w:r>
        <w:t>IX14(1)..  - (733000000000)*IX_BedArea(1) + IX_OMCost(1)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IX14(2)..  - (733000000000)*IX_BedArea(2) + IX_OMCost(2)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IX14(3)..  - (733000000000)*IX_BedArea(3) + IX_OMCost(3)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IX15  =E=  </w:t>
      </w:r>
    </w:p>
    <w:p w:rsidR="0062748B" w:rsidRDefault="0062748B" w:rsidP="0062748B"/>
    <w:p w:rsidR="0062748B" w:rsidRDefault="0062748B" w:rsidP="0062748B">
      <w:r>
        <w:t>IX15(1)..  - 24*IX_ResinCost(1) - IX_TankTotalCost(1) - IX_TotalChemCost(1)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IX_StorageTankCost(1) - IX_ConstructionCost(1) - IX_OMCost(1)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IX15(2)..  - 24*IX_ResinCost(2) - IX_TankTotalCost(2) - IX_TotalChemCost(2)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IX_StorageTankCost(2) - IX_ConstructionCost(2) - IX_OMCost(2)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IX15(3)..  - 24*IX_ResinCost(3) - IX_TankTotalCost(3) - IX_TotalChemCost(3)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IX_StorageTankCost(3) - IX_ConstructionCost(3) - IX_OMCost(3)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IX_TotalCost(3)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NonlinearTechCost01  =E=  </w:t>
      </w:r>
    </w:p>
    <w:p w:rsidR="0062748B" w:rsidRDefault="0062748B" w:rsidP="0062748B"/>
    <w:p w:rsidR="0062748B" w:rsidRDefault="0062748B" w:rsidP="0062748B">
      <w:r>
        <w:t>NonlinearTechCost01(1)..  - 1E-5*CF_AnnualCost(1) + NonlinearTechCost(1,1)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NonlinearTechCost01(2)..  - 1E-5*CF_AnnualCost(2) + NonlinearTechCost(2,1)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NonlinearTechCost01(3)..  - 1E-5*CF_AnnualCost(3) + NonlinearTechCost(3,1)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NonlinearTechCost02  =E=  </w:t>
      </w:r>
    </w:p>
    <w:p w:rsidR="0062748B" w:rsidRDefault="0062748B" w:rsidP="0062748B"/>
    <w:p w:rsidR="0062748B" w:rsidRDefault="0062748B" w:rsidP="0062748B">
      <w:r>
        <w:t>NonlinearTechCost02(1)..  - 1E-5*GAC_TotalCost(1) + NonlinearTechCost(1,2)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NonlinearTechCost02(2)..  - 1E-5*GAC_TotalCost(2) + NonlinearTechCost(2,2) =E= 0</w:t>
      </w:r>
    </w:p>
    <w:p w:rsidR="0062748B" w:rsidRDefault="0062748B" w:rsidP="0062748B">
      <w:r>
        <w:lastRenderedPageBreak/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NonlinearTechCost02(3)..  - 1E-5*GAC_TotalCost(3) + NonlinearTechCost(3,2)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NonlinearTechCost03  =E=  </w:t>
      </w:r>
    </w:p>
    <w:p w:rsidR="0062748B" w:rsidRDefault="0062748B" w:rsidP="0062748B"/>
    <w:p w:rsidR="0062748B" w:rsidRDefault="0062748B" w:rsidP="0062748B">
      <w:r>
        <w:t>NonlinearTechCost03(1)..  - 1E-5*IX_TotalCost(1) + NonlinearTechCost(1,3)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NonlinearTechCost03(2)..  - 1E-5*IX_TotalCost(2) + NonlinearTechCost(2,3)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NonlinearTechCost03(3)..  - 1E-5*IX_TotalCost(3) + NonlinearTechCost(3,3)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3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CF_NoOfModules  Number of modules</w:t>
      </w:r>
    </w:p>
    <w:p w:rsidR="0062748B" w:rsidRDefault="0062748B" w:rsidP="0062748B"/>
    <w:p w:rsidR="0062748B" w:rsidRDefault="0062748B" w:rsidP="0062748B">
      <w:r>
        <w:t>CF_NoOfModules(1)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CF01(1)</w:t>
      </w:r>
    </w:p>
    <w:p w:rsidR="0062748B" w:rsidRDefault="0062748B" w:rsidP="0062748B">
      <w:r>
        <w:t xml:space="preserve">      -90       CF08(1)</w:t>
      </w:r>
    </w:p>
    <w:p w:rsidR="0062748B" w:rsidRDefault="0062748B" w:rsidP="0062748B">
      <w:r>
        <w:t xml:space="preserve">  -370000       CF10(1)</w:t>
      </w:r>
    </w:p>
    <w:p w:rsidR="0062748B" w:rsidRDefault="0062748B" w:rsidP="0062748B">
      <w:r>
        <w:t xml:space="preserve">   -70000       CF12(1)</w:t>
      </w:r>
    </w:p>
    <w:p w:rsidR="0062748B" w:rsidRDefault="0062748B" w:rsidP="0062748B"/>
    <w:p w:rsidR="0062748B" w:rsidRDefault="0062748B" w:rsidP="0062748B">
      <w:r>
        <w:t>CF_NoOfModules(2)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CF01(2)</w:t>
      </w:r>
    </w:p>
    <w:p w:rsidR="0062748B" w:rsidRDefault="0062748B" w:rsidP="0062748B">
      <w:r>
        <w:t xml:space="preserve">      -90       CF08(2)</w:t>
      </w:r>
    </w:p>
    <w:p w:rsidR="0062748B" w:rsidRDefault="0062748B" w:rsidP="0062748B">
      <w:r>
        <w:t xml:space="preserve">  -370000       CF10(2)</w:t>
      </w:r>
    </w:p>
    <w:p w:rsidR="0062748B" w:rsidRDefault="0062748B" w:rsidP="0062748B">
      <w:r>
        <w:t xml:space="preserve">   -70000       CF12(2)</w:t>
      </w:r>
    </w:p>
    <w:p w:rsidR="0062748B" w:rsidRDefault="0062748B" w:rsidP="0062748B"/>
    <w:p w:rsidR="0062748B" w:rsidRDefault="0062748B" w:rsidP="0062748B">
      <w:r>
        <w:t>CF_NoOfModules(3)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CF01(3)</w:t>
      </w:r>
    </w:p>
    <w:p w:rsidR="0062748B" w:rsidRDefault="0062748B" w:rsidP="0062748B">
      <w:r>
        <w:t xml:space="preserve">      -90       CF08(3)</w:t>
      </w:r>
    </w:p>
    <w:p w:rsidR="0062748B" w:rsidRDefault="0062748B" w:rsidP="0062748B">
      <w:r>
        <w:lastRenderedPageBreak/>
        <w:t xml:space="preserve">  -370000       CF10(3)</w:t>
      </w:r>
    </w:p>
    <w:p w:rsidR="0062748B" w:rsidRDefault="0062748B" w:rsidP="0062748B">
      <w:r>
        <w:t xml:space="preserve">   -70000       CF12(3)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CF_BackwashFlow  Backwash flow</w:t>
      </w:r>
    </w:p>
    <w:p w:rsidR="0062748B" w:rsidRDefault="0062748B" w:rsidP="0062748B"/>
    <w:p w:rsidR="0062748B" w:rsidRDefault="0062748B" w:rsidP="0062748B">
      <w:r>
        <w:t>CF_BackwashFlow(1)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CF04(1)</w:t>
      </w:r>
    </w:p>
    <w:p w:rsidR="0062748B" w:rsidRDefault="0062748B" w:rsidP="0062748B"/>
    <w:p w:rsidR="0062748B" w:rsidRDefault="0062748B" w:rsidP="0062748B">
      <w:r>
        <w:t>CF_BackwashFlow(2)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CF04(2)</w:t>
      </w:r>
    </w:p>
    <w:p w:rsidR="0062748B" w:rsidRDefault="0062748B" w:rsidP="0062748B"/>
    <w:p w:rsidR="0062748B" w:rsidRDefault="0062748B" w:rsidP="0062748B">
      <w:r>
        <w:t>CF_BackwashFlow(3)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CF_FeedPumpHP  Feed pump horsepower</w:t>
      </w:r>
    </w:p>
    <w:p w:rsidR="0062748B" w:rsidRDefault="0062748B" w:rsidP="0062748B"/>
    <w:p w:rsidR="0062748B" w:rsidRDefault="0062748B" w:rsidP="0062748B">
      <w:r>
        <w:t>CF_FeedPumpHP(1)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CF05(1)</w:t>
      </w:r>
    </w:p>
    <w:p w:rsidR="0062748B" w:rsidRDefault="0062748B" w:rsidP="0062748B">
      <w:r>
        <w:t xml:space="preserve">    -6534.96    CF06(1)</w:t>
      </w:r>
    </w:p>
    <w:p w:rsidR="0062748B" w:rsidRDefault="0062748B" w:rsidP="0062748B">
      <w:r>
        <w:t xml:space="preserve">      -43.508   CF07(1)</w:t>
      </w:r>
    </w:p>
    <w:p w:rsidR="0062748B" w:rsidRDefault="0062748B" w:rsidP="0062748B"/>
    <w:p w:rsidR="0062748B" w:rsidRDefault="0062748B" w:rsidP="0062748B">
      <w:r>
        <w:t>CF_FeedPumpHP(2)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CF05(2)</w:t>
      </w:r>
    </w:p>
    <w:p w:rsidR="0062748B" w:rsidRDefault="0062748B" w:rsidP="0062748B">
      <w:r>
        <w:t xml:space="preserve">    -6534.96    CF06(2)</w:t>
      </w:r>
    </w:p>
    <w:p w:rsidR="0062748B" w:rsidRDefault="0062748B" w:rsidP="0062748B">
      <w:r>
        <w:t xml:space="preserve">      -43.508   CF07(2)</w:t>
      </w:r>
    </w:p>
    <w:p w:rsidR="0062748B" w:rsidRDefault="0062748B" w:rsidP="0062748B"/>
    <w:p w:rsidR="0062748B" w:rsidRDefault="0062748B" w:rsidP="0062748B">
      <w:r>
        <w:t>CF_FeedPumpHP(3)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CF05(3)</w:t>
      </w:r>
    </w:p>
    <w:p w:rsidR="0062748B" w:rsidRDefault="0062748B" w:rsidP="0062748B">
      <w:r>
        <w:t xml:space="preserve">    -6534.96    CF06(3)</w:t>
      </w:r>
    </w:p>
    <w:p w:rsidR="0062748B" w:rsidRDefault="0062748B" w:rsidP="0062748B">
      <w:r>
        <w:t xml:space="preserve">      -43.508   CF07(3)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CF_FeedPumpPower  Feed pump power requirement in kWh</w:t>
      </w:r>
    </w:p>
    <w:p w:rsidR="0062748B" w:rsidRDefault="0062748B" w:rsidP="0062748B"/>
    <w:p w:rsidR="0062748B" w:rsidRDefault="0062748B" w:rsidP="0062748B">
      <w:r>
        <w:t>CF_FeedPumpPower(1)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CF06(1)</w:t>
      </w:r>
    </w:p>
    <w:p w:rsidR="0062748B" w:rsidRDefault="0062748B" w:rsidP="0062748B">
      <w:r>
        <w:t xml:space="preserve">       -0.1139  CF23(1)</w:t>
      </w:r>
    </w:p>
    <w:p w:rsidR="0062748B" w:rsidRDefault="0062748B" w:rsidP="0062748B"/>
    <w:p w:rsidR="0062748B" w:rsidRDefault="0062748B" w:rsidP="0062748B">
      <w:r>
        <w:lastRenderedPageBreak/>
        <w:t>CF_FeedPumpPower(2)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CF06(2)</w:t>
      </w:r>
    </w:p>
    <w:p w:rsidR="0062748B" w:rsidRDefault="0062748B" w:rsidP="0062748B">
      <w:r>
        <w:t xml:space="preserve">       -0.1139  CF23(2)</w:t>
      </w:r>
    </w:p>
    <w:p w:rsidR="0062748B" w:rsidRDefault="0062748B" w:rsidP="0062748B"/>
    <w:p w:rsidR="0062748B" w:rsidRDefault="0062748B" w:rsidP="0062748B">
      <w:r>
        <w:t>CF_FeedPumpPower(3)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CF06(3)</w:t>
      </w:r>
    </w:p>
    <w:p w:rsidR="0062748B" w:rsidRDefault="0062748B" w:rsidP="0062748B">
      <w:r>
        <w:t xml:space="preserve">       -0.1139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CF_BackflushPower  Backflush power requirement in kWh</w:t>
      </w:r>
    </w:p>
    <w:p w:rsidR="0062748B" w:rsidRDefault="0062748B" w:rsidP="0062748B"/>
    <w:p w:rsidR="0062748B" w:rsidRDefault="0062748B" w:rsidP="0062748B">
      <w:r>
        <w:t>CF_BackflushPower(1)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CF07(1)</w:t>
      </w:r>
    </w:p>
    <w:p w:rsidR="0062748B" w:rsidRDefault="0062748B" w:rsidP="0062748B">
      <w:r>
        <w:t xml:space="preserve">       -0.1139  CF23(1)</w:t>
      </w:r>
    </w:p>
    <w:p w:rsidR="0062748B" w:rsidRDefault="0062748B" w:rsidP="0062748B"/>
    <w:p w:rsidR="0062748B" w:rsidRDefault="0062748B" w:rsidP="0062748B">
      <w:r>
        <w:t>CF_BackflushPower(2)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CF07(2)</w:t>
      </w:r>
    </w:p>
    <w:p w:rsidR="0062748B" w:rsidRDefault="0062748B" w:rsidP="0062748B">
      <w:r>
        <w:t xml:space="preserve">       -0.1139  CF23(2)</w:t>
      </w:r>
    </w:p>
    <w:p w:rsidR="0062748B" w:rsidRDefault="0062748B" w:rsidP="0062748B"/>
    <w:p w:rsidR="0062748B" w:rsidRDefault="0062748B" w:rsidP="0062748B">
      <w:r>
        <w:t>CF_BackflushPower(3)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CF07(3)</w:t>
      </w:r>
    </w:p>
    <w:p w:rsidR="0062748B" w:rsidRDefault="0062748B" w:rsidP="0062748B">
      <w:r>
        <w:t xml:space="preserve">       -0.1139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CF_MFF  Microfiltration feed flow in liters per sec</w:t>
      </w:r>
    </w:p>
    <w:p w:rsidR="0062748B" w:rsidRDefault="0062748B" w:rsidP="0062748B"/>
    <w:p w:rsidR="0062748B" w:rsidRDefault="0062748B" w:rsidP="0062748B">
      <w:r>
        <w:t>CF_MFF(1)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CF03(1)</w:t>
      </w:r>
    </w:p>
    <w:p w:rsidR="0062748B" w:rsidRDefault="0062748B" w:rsidP="0062748B">
      <w:r>
        <w:t xml:space="preserve">       -1       CF04(1)</w:t>
      </w:r>
    </w:p>
    <w:p w:rsidR="0062748B" w:rsidRDefault="0062748B" w:rsidP="0062748B">
      <w:r>
        <w:t xml:space="preserve">       -0.3468  CF05(1)</w:t>
      </w:r>
    </w:p>
    <w:p w:rsidR="0062748B" w:rsidRDefault="0062748B" w:rsidP="0062748B"/>
    <w:p w:rsidR="0062748B" w:rsidRDefault="0062748B" w:rsidP="0062748B">
      <w:r>
        <w:t>CF_MFF(2)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CF03(2)</w:t>
      </w:r>
    </w:p>
    <w:p w:rsidR="0062748B" w:rsidRDefault="0062748B" w:rsidP="0062748B">
      <w:r>
        <w:t xml:space="preserve">       -1       CF04(2)</w:t>
      </w:r>
    </w:p>
    <w:p w:rsidR="0062748B" w:rsidRDefault="0062748B" w:rsidP="0062748B">
      <w:r>
        <w:t xml:space="preserve">       -0.3468  CF05(2)</w:t>
      </w:r>
    </w:p>
    <w:p w:rsidR="0062748B" w:rsidRDefault="0062748B" w:rsidP="0062748B"/>
    <w:p w:rsidR="0062748B" w:rsidRDefault="0062748B" w:rsidP="0062748B">
      <w:r>
        <w:t>CF_MFF(3)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CF03(3)</w:t>
      </w:r>
    </w:p>
    <w:p w:rsidR="0062748B" w:rsidRDefault="0062748B" w:rsidP="0062748B">
      <w:r>
        <w:t xml:space="preserve">       -1       CF04(3)</w:t>
      </w:r>
    </w:p>
    <w:p w:rsidR="0062748B" w:rsidRDefault="0062748B" w:rsidP="0062748B">
      <w:r>
        <w:t xml:space="preserve">       -0.3468  CF05(3)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CF_NoOfMembranes  Number of membranes used</w:t>
      </w:r>
    </w:p>
    <w:p w:rsidR="0062748B" w:rsidRDefault="0062748B" w:rsidP="0062748B"/>
    <w:p w:rsidR="0062748B" w:rsidRDefault="0062748B" w:rsidP="0062748B">
      <w:r>
        <w:t>CF_NoOfMembranes(1)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CF08(1)</w:t>
      </w:r>
    </w:p>
    <w:p w:rsidR="0062748B" w:rsidRDefault="0062748B" w:rsidP="0062748B">
      <w:r>
        <w:t xml:space="preserve">     -133.7731  CF26(1)</w:t>
      </w:r>
    </w:p>
    <w:p w:rsidR="0062748B" w:rsidRDefault="0062748B" w:rsidP="0062748B"/>
    <w:p w:rsidR="0062748B" w:rsidRDefault="0062748B" w:rsidP="0062748B">
      <w:r>
        <w:t>CF_NoOfMembranes(2)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CF08(2)</w:t>
      </w:r>
    </w:p>
    <w:p w:rsidR="0062748B" w:rsidRDefault="0062748B" w:rsidP="0062748B">
      <w:r>
        <w:t xml:space="preserve">     -133.7731  CF26(2)</w:t>
      </w:r>
    </w:p>
    <w:p w:rsidR="0062748B" w:rsidRDefault="0062748B" w:rsidP="0062748B"/>
    <w:p w:rsidR="0062748B" w:rsidRDefault="0062748B" w:rsidP="0062748B">
      <w:r>
        <w:t>CF_NoOfMembranes(3)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CF08(3)</w:t>
      </w:r>
    </w:p>
    <w:p w:rsidR="0062748B" w:rsidRDefault="0062748B" w:rsidP="0062748B">
      <w:r>
        <w:t xml:space="preserve">     -133.7731  CF26(3)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CF_BuildingArea  Building area for the process implementation</w:t>
      </w:r>
    </w:p>
    <w:p w:rsidR="0062748B" w:rsidRDefault="0062748B" w:rsidP="0062748B"/>
    <w:p w:rsidR="0062748B" w:rsidRDefault="0062748B" w:rsidP="0062748B">
      <w:r>
        <w:t>CF_BuildingArea(1)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CF09(1)</w:t>
      </w:r>
    </w:p>
    <w:p w:rsidR="0062748B" w:rsidRDefault="0062748B" w:rsidP="0062748B">
      <w:r>
        <w:t xml:space="preserve">    -1076       CF11(1)</w:t>
      </w:r>
    </w:p>
    <w:p w:rsidR="0062748B" w:rsidRDefault="0062748B" w:rsidP="0062748B"/>
    <w:p w:rsidR="0062748B" w:rsidRDefault="0062748B" w:rsidP="0062748B">
      <w:r>
        <w:t>CF_BuildingArea(2)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CF09(2)</w:t>
      </w:r>
    </w:p>
    <w:p w:rsidR="0062748B" w:rsidRDefault="0062748B" w:rsidP="0062748B">
      <w:r>
        <w:t xml:space="preserve">    -1076       CF11(2)</w:t>
      </w:r>
    </w:p>
    <w:p w:rsidR="0062748B" w:rsidRDefault="0062748B" w:rsidP="0062748B"/>
    <w:p w:rsidR="0062748B" w:rsidRDefault="0062748B" w:rsidP="0062748B">
      <w:r>
        <w:t>CF_BuildingArea(3)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CF09(3)</w:t>
      </w:r>
    </w:p>
    <w:p w:rsidR="0062748B" w:rsidRDefault="0062748B" w:rsidP="0062748B">
      <w:r>
        <w:t xml:space="preserve">    -1076       CF11(3)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CF_MembraneModuleCost  Membrane module cost</w:t>
      </w:r>
    </w:p>
    <w:p w:rsidR="0062748B" w:rsidRDefault="0062748B" w:rsidP="0062748B"/>
    <w:p w:rsidR="0062748B" w:rsidRDefault="0062748B" w:rsidP="0062748B">
      <w:r>
        <w:t>CF_MembraneModuleCost(1)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CF10(1)</w:t>
      </w:r>
    </w:p>
    <w:p w:rsidR="0062748B" w:rsidRDefault="0062748B" w:rsidP="0062748B">
      <w:r>
        <w:t xml:space="preserve">       -0.05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CF_MembraneModuleCost(2)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CF10(2)</w:t>
      </w:r>
    </w:p>
    <w:p w:rsidR="0062748B" w:rsidRDefault="0062748B" w:rsidP="0062748B">
      <w:r>
        <w:t xml:space="preserve">       -0.05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CF_MembraneModuleCost(3)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CF10(3)</w:t>
      </w:r>
    </w:p>
    <w:p w:rsidR="0062748B" w:rsidRDefault="0062748B" w:rsidP="0062748B">
      <w:r>
        <w:t xml:space="preserve">       -0.05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CF_BuildingCost  Building cost - based on the building area</w:t>
      </w:r>
    </w:p>
    <w:p w:rsidR="0062748B" w:rsidRDefault="0062748B" w:rsidP="0062748B"/>
    <w:p w:rsidR="0062748B" w:rsidRDefault="0062748B" w:rsidP="0062748B">
      <w:r>
        <w:t>CF_BuildingCost(1)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CF_BuildingCost(2)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CF_BuildingCost(3)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CF_InstallationCost  Installation cost for the process</w:t>
      </w:r>
    </w:p>
    <w:p w:rsidR="0062748B" w:rsidRDefault="0062748B" w:rsidP="0062748B"/>
    <w:p w:rsidR="0062748B" w:rsidRDefault="0062748B" w:rsidP="0062748B">
      <w:r>
        <w:t>CF_InstallationCost(1)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CF_InstallationCost(2)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lastRenderedPageBreak/>
        <w:t>CF_InstallationCost(3)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CF_MiscCost  Miscellaneous cost (taken as 5% of the module cost)</w:t>
      </w:r>
    </w:p>
    <w:p w:rsidR="0062748B" w:rsidRDefault="0062748B" w:rsidP="0062748B"/>
    <w:p w:rsidR="0062748B" w:rsidRDefault="0062748B" w:rsidP="0062748B">
      <w:r>
        <w:t>CF_MiscCost(1)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CF_MiscCost(2)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CF_MiscCost(3)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CF_PlantPipingCost  Plant piping cost (taken as 5%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CF_PlantPipingCost(1)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CF_PlantPipingCost(2)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CF_PlantPipingCost(3)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CF_EngineeringCost  Engineering cost (taken as 10%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CF_EngineeringCost(1)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CF_EngineeringCost(2)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CF_EngineeringCost(3)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CF_DirectCapitalCost  Total direct capital cost</w:t>
      </w:r>
    </w:p>
    <w:p w:rsidR="0062748B" w:rsidRDefault="0062748B" w:rsidP="0062748B"/>
    <w:p w:rsidR="0062748B" w:rsidRDefault="0062748B" w:rsidP="0062748B">
      <w:r>
        <w:t>CF_DirectCapitalCost(1)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CF16(1)</w:t>
      </w:r>
    </w:p>
    <w:p w:rsidR="0062748B" w:rsidRDefault="0062748B" w:rsidP="0062748B">
      <w:r>
        <w:t xml:space="preserve">       -0.06    CF17(1)</w:t>
      </w:r>
    </w:p>
    <w:p w:rsidR="0062748B" w:rsidRDefault="0062748B" w:rsidP="0062748B">
      <w:r>
        <w:t xml:space="preserve">       -0.2     CF18(1)</w:t>
      </w:r>
    </w:p>
    <w:p w:rsidR="0062748B" w:rsidRDefault="0062748B" w:rsidP="0062748B">
      <w:r>
        <w:t xml:space="preserve">       -0.1     CF19(1)</w:t>
      </w:r>
    </w:p>
    <w:p w:rsidR="0062748B" w:rsidRDefault="0062748B" w:rsidP="0062748B">
      <w:r>
        <w:t xml:space="preserve">       -0.04    CF20(1)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>
      <w:r>
        <w:t xml:space="preserve">       -0.02    CF28(1)</w:t>
      </w:r>
    </w:p>
    <w:p w:rsidR="0062748B" w:rsidRDefault="0062748B" w:rsidP="0062748B"/>
    <w:p w:rsidR="0062748B" w:rsidRDefault="0062748B" w:rsidP="0062748B">
      <w:r>
        <w:t>CF_DirectCapitalCost(2)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CF16(2)</w:t>
      </w:r>
    </w:p>
    <w:p w:rsidR="0062748B" w:rsidRDefault="0062748B" w:rsidP="0062748B">
      <w:r>
        <w:t xml:space="preserve">       -0.06    CF17(2)</w:t>
      </w:r>
    </w:p>
    <w:p w:rsidR="0062748B" w:rsidRDefault="0062748B" w:rsidP="0062748B">
      <w:r>
        <w:t xml:space="preserve">       -0.2     CF18(2)</w:t>
      </w:r>
    </w:p>
    <w:p w:rsidR="0062748B" w:rsidRDefault="0062748B" w:rsidP="0062748B">
      <w:r>
        <w:t xml:space="preserve">       -0.1     CF19(2)</w:t>
      </w:r>
    </w:p>
    <w:p w:rsidR="0062748B" w:rsidRDefault="0062748B" w:rsidP="0062748B">
      <w:r>
        <w:t xml:space="preserve">       -0.04    CF20(2)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>
      <w:r>
        <w:t xml:space="preserve">       -0.02    CF28(2)</w:t>
      </w:r>
    </w:p>
    <w:p w:rsidR="0062748B" w:rsidRDefault="0062748B" w:rsidP="0062748B"/>
    <w:p w:rsidR="0062748B" w:rsidRDefault="0062748B" w:rsidP="0062748B">
      <w:r>
        <w:t>CF_DirectCapitalCost(3)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CF16(3)</w:t>
      </w:r>
    </w:p>
    <w:p w:rsidR="0062748B" w:rsidRDefault="0062748B" w:rsidP="0062748B">
      <w:r>
        <w:t xml:space="preserve">       -0.06    CF17(3)</w:t>
      </w:r>
    </w:p>
    <w:p w:rsidR="0062748B" w:rsidRDefault="0062748B" w:rsidP="0062748B">
      <w:r>
        <w:t xml:space="preserve">       -0.2     CF18(3)</w:t>
      </w:r>
    </w:p>
    <w:p w:rsidR="0062748B" w:rsidRDefault="0062748B" w:rsidP="0062748B">
      <w:r>
        <w:t xml:space="preserve">       -0.1     CF19(3)</w:t>
      </w:r>
    </w:p>
    <w:p w:rsidR="0062748B" w:rsidRDefault="0062748B" w:rsidP="0062748B">
      <w:r>
        <w:lastRenderedPageBreak/>
        <w:t xml:space="preserve">       -0.04    CF20(3)</w:t>
      </w:r>
    </w:p>
    <w:p w:rsidR="0062748B" w:rsidRDefault="0062748B" w:rsidP="0062748B">
      <w:r>
        <w:t xml:space="preserve">       -1       CF22(3)</w:t>
      </w:r>
    </w:p>
    <w:p w:rsidR="0062748B" w:rsidRDefault="0062748B" w:rsidP="0062748B">
      <w:r>
        <w:t xml:space="preserve">       -0.02    CF28(3)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 xml:space="preserve">---- CF_ConstructionInterest  Expense on interest during construction (taken as </w:t>
      </w:r>
    </w:p>
    <w:p w:rsidR="0062748B" w:rsidRDefault="0062748B" w:rsidP="0062748B">
      <w:r>
        <w:t xml:space="preserve">                              6% of total direct capital cost)</w:t>
      </w:r>
    </w:p>
    <w:p w:rsidR="0062748B" w:rsidRDefault="0062748B" w:rsidP="0062748B"/>
    <w:p w:rsidR="0062748B" w:rsidRDefault="0062748B" w:rsidP="0062748B">
      <w:r>
        <w:t>CF_ConstructionInterest(1)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CF_ConstructionInterest(2)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CF_ConstructionInterest(3)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CF_Contingencies  Contingencies (taken as 20% of total direct capital cost)</w:t>
      </w:r>
    </w:p>
    <w:p w:rsidR="0062748B" w:rsidRDefault="0062748B" w:rsidP="0062748B"/>
    <w:p w:rsidR="0062748B" w:rsidRDefault="0062748B" w:rsidP="0062748B">
      <w:r>
        <w:t>CF_Contingencies(1)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CF_Contingencies(2)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CF_Contingencies(3)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CF_ProjectManagement  Fees and project management (taken as 10% of total di</w:t>
      </w:r>
    </w:p>
    <w:p w:rsidR="0062748B" w:rsidRDefault="0062748B" w:rsidP="0062748B">
      <w:r>
        <w:t xml:space="preserve">                           rect capital cost)</w:t>
      </w:r>
    </w:p>
    <w:p w:rsidR="0062748B" w:rsidRDefault="0062748B" w:rsidP="0062748B"/>
    <w:p w:rsidR="0062748B" w:rsidRDefault="0062748B" w:rsidP="0062748B">
      <w:r>
        <w:t>CF_ProjectManagement(1)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CF19(1)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CF_ProjectManagement(2)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CF_ProjectManagement(3)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CF_WorkingCapital  Working capital (taken as 4% of total direct capital cos</w:t>
      </w:r>
    </w:p>
    <w:p w:rsidR="0062748B" w:rsidRDefault="0062748B" w:rsidP="0062748B">
      <w:r>
        <w:t xml:space="preserve">                        t)</w:t>
      </w:r>
    </w:p>
    <w:p w:rsidR="0062748B" w:rsidRDefault="0062748B" w:rsidP="0062748B"/>
    <w:p w:rsidR="0062748B" w:rsidRDefault="0062748B" w:rsidP="0062748B">
      <w:r>
        <w:t>CF_WorkingCapital(1)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CF_WorkingCapital(2)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CF20(2)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CF_WorkingCapital(3)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CF_IndirectCapitalCost  Total indirect capital cost</w:t>
      </w:r>
    </w:p>
    <w:p w:rsidR="0062748B" w:rsidRDefault="0062748B" w:rsidP="0062748B"/>
    <w:p w:rsidR="0062748B" w:rsidRDefault="0062748B" w:rsidP="0062748B">
      <w:r>
        <w:t>CF_IndirectCapitalCost(1)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/>
    <w:p w:rsidR="0062748B" w:rsidRDefault="0062748B" w:rsidP="0062748B">
      <w:r>
        <w:t>CF_IndirectCapitalCost(2)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/>
    <w:p w:rsidR="0062748B" w:rsidRDefault="0062748B" w:rsidP="0062748B">
      <w:r>
        <w:t>CF_IndirectCapitalCost(3)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CF21(3)</w:t>
      </w:r>
    </w:p>
    <w:p w:rsidR="0062748B" w:rsidRDefault="0062748B" w:rsidP="0062748B">
      <w:r>
        <w:lastRenderedPageBreak/>
        <w:t xml:space="preserve">       -1       CF22(3)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CF_TotalConstructionCost  Total (direct and indirect) construction cost</w:t>
      </w:r>
    </w:p>
    <w:p w:rsidR="0062748B" w:rsidRDefault="0062748B" w:rsidP="0062748B"/>
    <w:p w:rsidR="0062748B" w:rsidRDefault="0062748B" w:rsidP="0062748B">
      <w:r>
        <w:t>CF_TotalConstructionCost(1)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CF22(1)</w:t>
      </w:r>
    </w:p>
    <w:p w:rsidR="0062748B" w:rsidRDefault="0062748B" w:rsidP="0062748B">
      <w:r>
        <w:t xml:space="preserve">       -0.1019  CF30(1)</w:t>
      </w:r>
    </w:p>
    <w:p w:rsidR="0062748B" w:rsidRDefault="0062748B" w:rsidP="0062748B"/>
    <w:p w:rsidR="0062748B" w:rsidRDefault="0062748B" w:rsidP="0062748B">
      <w:r>
        <w:t>CF_TotalConstructionCost(2)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CF22(2)</w:t>
      </w:r>
    </w:p>
    <w:p w:rsidR="0062748B" w:rsidRDefault="0062748B" w:rsidP="0062748B">
      <w:r>
        <w:t xml:space="preserve">       -0.1019  CF30(2)</w:t>
      </w:r>
    </w:p>
    <w:p w:rsidR="0062748B" w:rsidRDefault="0062748B" w:rsidP="0062748B"/>
    <w:p w:rsidR="0062748B" w:rsidRDefault="0062748B" w:rsidP="0062748B">
      <w:r>
        <w:t>CF_TotalConstructionCost(3)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CF22(3)</w:t>
      </w:r>
    </w:p>
    <w:p w:rsidR="0062748B" w:rsidRDefault="0062748B" w:rsidP="0062748B">
      <w:r>
        <w:t xml:space="preserve">       -0.1019  CF30(3)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CF_ElectricityCost  Electricity cost for the implementation of the process</w:t>
      </w:r>
    </w:p>
    <w:p w:rsidR="0062748B" w:rsidRDefault="0062748B" w:rsidP="0062748B"/>
    <w:p w:rsidR="0062748B" w:rsidRDefault="0062748B" w:rsidP="0062748B">
      <w:r>
        <w:lastRenderedPageBreak/>
        <w:t>CF_ElectricityCost(1)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CF_ElectricityCost(2)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CF_ElectricityCost(3)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CF_LaborCost  Labor cost for the implementation of the process</w:t>
      </w:r>
    </w:p>
    <w:p w:rsidR="0062748B" w:rsidRDefault="0062748B" w:rsidP="0062748B"/>
    <w:p w:rsidR="0062748B" w:rsidRDefault="0062748B" w:rsidP="0062748B">
      <w:r>
        <w:t>CF_LaborCost(1)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CF_LaborCost(2)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CF24(2)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CF_LaborCost(3)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CF_ChemicalCost  Chemical cost for the process</w:t>
      </w:r>
    </w:p>
    <w:p w:rsidR="0062748B" w:rsidRDefault="0062748B" w:rsidP="0062748B"/>
    <w:p w:rsidR="0062748B" w:rsidRDefault="0062748B" w:rsidP="0062748B">
      <w:r>
        <w:t>CF_ChemicalCost(1)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CF25(3)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CF_MembraneReplacementCost  Membrane replacement cost for the process</w:t>
      </w:r>
    </w:p>
    <w:p w:rsidR="0062748B" w:rsidRDefault="0062748B" w:rsidP="0062748B"/>
    <w:p w:rsidR="0062748B" w:rsidRDefault="0062748B" w:rsidP="0062748B">
      <w:r>
        <w:t>CF_MembraneReplacementCost(1)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CF_MembraneReplacementCost(2)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CF_MembraneReplacementCost(3)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CF_CleaningChemicalCost  Cleaning chemical (NaOCl) cost</w:t>
      </w:r>
    </w:p>
    <w:p w:rsidR="0062748B" w:rsidRDefault="0062748B" w:rsidP="0062748B"/>
    <w:p w:rsidR="0062748B" w:rsidRDefault="0062748B" w:rsidP="0062748B">
      <w:r>
        <w:t>CF_CleaningChemicalCost(1)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CF_CleaningChemicalCost(2)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CF_CleaningChemicalCost(3)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CF_Repairs  Repairs replacement and misc cost (taken as 2% of the direct ca</w:t>
      </w:r>
    </w:p>
    <w:p w:rsidR="0062748B" w:rsidRDefault="0062748B" w:rsidP="0062748B">
      <w:r>
        <w:t xml:space="preserve">                 pital cost)</w:t>
      </w:r>
    </w:p>
    <w:p w:rsidR="0062748B" w:rsidRDefault="0062748B" w:rsidP="0062748B"/>
    <w:p w:rsidR="0062748B" w:rsidRDefault="0062748B" w:rsidP="0062748B">
      <w:r>
        <w:t>CF_Repairs(1)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CF_Repairs(2)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CF_Repairs(3)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CF_TotalOMCost  Total operating and maintenance cost</w:t>
      </w:r>
    </w:p>
    <w:p w:rsidR="0062748B" w:rsidRDefault="0062748B" w:rsidP="0062748B"/>
    <w:p w:rsidR="0062748B" w:rsidRDefault="0062748B" w:rsidP="0062748B">
      <w:r>
        <w:t>CF_TotalOMCost(1)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CF_TotalOMCost(2)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lastRenderedPageBreak/>
        <w:t>CF_TotalOMCost(3)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CF_CapitalRecovery  Capital recovery - calculate from the total captical co</w:t>
      </w:r>
    </w:p>
    <w:p w:rsidR="0062748B" w:rsidRDefault="0062748B" w:rsidP="0062748B">
      <w:r>
        <w:t xml:space="preserve">                         st</w:t>
      </w:r>
    </w:p>
    <w:p w:rsidR="0062748B" w:rsidRDefault="0062748B" w:rsidP="0062748B"/>
    <w:p w:rsidR="0062748B" w:rsidRDefault="0062748B" w:rsidP="0062748B">
      <w:r>
        <w:t>CF_CapitalRecovery(1)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CF_CapitalRecovery(2)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t>CF_CapitalRecovery(3)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CF_AnnualCost  Annual cost depending on the Capital recovery and OM cost</w:t>
      </w:r>
    </w:p>
    <w:p w:rsidR="0062748B" w:rsidRDefault="0062748B" w:rsidP="0062748B"/>
    <w:p w:rsidR="0062748B" w:rsidRDefault="0062748B" w:rsidP="0062748B">
      <w:r>
        <w:t>CF_AnnualCost(1)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CF31(1)</w:t>
      </w:r>
    </w:p>
    <w:p w:rsidR="0062748B" w:rsidRDefault="0062748B" w:rsidP="0062748B">
      <w:r>
        <w:t xml:space="preserve">  -1.000000E-5  NonlinearTechCost01(1)</w:t>
      </w:r>
    </w:p>
    <w:p w:rsidR="0062748B" w:rsidRDefault="0062748B" w:rsidP="0062748B"/>
    <w:p w:rsidR="0062748B" w:rsidRDefault="0062748B" w:rsidP="0062748B">
      <w:r>
        <w:t>CF_AnnualCost(2)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CF31(2)</w:t>
      </w:r>
    </w:p>
    <w:p w:rsidR="0062748B" w:rsidRDefault="0062748B" w:rsidP="0062748B">
      <w:r>
        <w:t xml:space="preserve">  -1.000000E-5  NonlinearTechCost01(2)</w:t>
      </w:r>
    </w:p>
    <w:p w:rsidR="0062748B" w:rsidRDefault="0062748B" w:rsidP="0062748B"/>
    <w:p w:rsidR="0062748B" w:rsidRDefault="0062748B" w:rsidP="0062748B">
      <w:r>
        <w:t>CF_AnnualCost(3)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CF31(3)</w:t>
      </w:r>
    </w:p>
    <w:p w:rsidR="0062748B" w:rsidRDefault="0062748B" w:rsidP="0062748B">
      <w:r>
        <w:t xml:space="preserve">  -1.000000E-5  NonlinearTechCost01(3)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GAC_CapitalCost  Capital cost for the activated carbon process</w:t>
      </w:r>
    </w:p>
    <w:p w:rsidR="0062748B" w:rsidRDefault="0062748B" w:rsidP="0062748B"/>
    <w:p w:rsidR="0062748B" w:rsidRDefault="0062748B" w:rsidP="0062748B">
      <w:r>
        <w:t>GAC_CapitalCost(1)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GAC01(1)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GAC_OMCost  Operational and maintenance cost for the activated carbon proce</w:t>
      </w:r>
    </w:p>
    <w:p w:rsidR="0062748B" w:rsidRDefault="0062748B" w:rsidP="0062748B">
      <w:r>
        <w:t xml:space="preserve">                 ss</w:t>
      </w:r>
    </w:p>
    <w:p w:rsidR="0062748B" w:rsidRDefault="0062748B" w:rsidP="0062748B"/>
    <w:p w:rsidR="0062748B" w:rsidRDefault="0062748B" w:rsidP="0062748B">
      <w:r>
        <w:t>GAC_OMCost(1)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GAC02(2)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GAC_TotalCost  Total cost for the activated carbon process implementation</w:t>
      </w:r>
    </w:p>
    <w:p w:rsidR="0062748B" w:rsidRDefault="0062748B" w:rsidP="0062748B"/>
    <w:p w:rsidR="0062748B" w:rsidRDefault="0062748B" w:rsidP="0062748B">
      <w:r>
        <w:t>GAC_TotalCost(1)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GAC03(1)</w:t>
      </w:r>
    </w:p>
    <w:p w:rsidR="0062748B" w:rsidRDefault="0062748B" w:rsidP="0062748B">
      <w:r>
        <w:t xml:space="preserve">  -1.000000E-5  NonlinearTechCost02(1)</w:t>
      </w:r>
    </w:p>
    <w:p w:rsidR="0062748B" w:rsidRDefault="0062748B" w:rsidP="0062748B"/>
    <w:p w:rsidR="0062748B" w:rsidRDefault="0062748B" w:rsidP="0062748B">
      <w:r>
        <w:t>GAC_TotalCost(2)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GAC03(2)</w:t>
      </w:r>
    </w:p>
    <w:p w:rsidR="0062748B" w:rsidRDefault="0062748B" w:rsidP="0062748B">
      <w:r>
        <w:t xml:space="preserve">  -1.000000E-5  NonlinearTechCost02(2)</w:t>
      </w:r>
    </w:p>
    <w:p w:rsidR="0062748B" w:rsidRDefault="0062748B" w:rsidP="0062748B"/>
    <w:p w:rsidR="0062748B" w:rsidRDefault="0062748B" w:rsidP="0062748B">
      <w:r>
        <w:t>GAC_TotalCost(3)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GAC03(3)</w:t>
      </w:r>
    </w:p>
    <w:p w:rsidR="0062748B" w:rsidRDefault="0062748B" w:rsidP="0062748B">
      <w:r>
        <w:lastRenderedPageBreak/>
        <w:t xml:space="preserve">  -1.000000E-5  NonlinearTechCost02(3)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IX_MinResinVolume  Minimum volume of the medium in m3</w:t>
      </w:r>
    </w:p>
    <w:p w:rsidR="0062748B" w:rsidRDefault="0062748B" w:rsidP="0062748B"/>
    <w:p w:rsidR="0062748B" w:rsidRDefault="0062748B" w:rsidP="0062748B">
      <w:r>
        <w:t>IX_MinResinVolume(1)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IX01(1)</w:t>
      </w:r>
    </w:p>
    <w:p w:rsidR="0062748B" w:rsidRDefault="0062748B" w:rsidP="0062748B"/>
    <w:p w:rsidR="0062748B" w:rsidRDefault="0062748B" w:rsidP="0062748B">
      <w:r>
        <w:t>IX_MinResinVolume(2)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IX01(2)</w:t>
      </w:r>
    </w:p>
    <w:p w:rsidR="0062748B" w:rsidRDefault="0062748B" w:rsidP="0062748B"/>
    <w:p w:rsidR="0062748B" w:rsidRDefault="0062748B" w:rsidP="0062748B">
      <w:r>
        <w:t>IX_MinResinVolume(3)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IX_MinVolExhaustionTime  Minimum volume exhaustion time in days</w:t>
      </w:r>
    </w:p>
    <w:p w:rsidR="0062748B" w:rsidRDefault="0062748B" w:rsidP="0062748B"/>
    <w:p w:rsidR="0062748B" w:rsidRDefault="0062748B" w:rsidP="0062748B">
      <w:r>
        <w:t>IX_MinVolExhaustionTime(1)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IX02(1)</w:t>
      </w:r>
    </w:p>
    <w:p w:rsidR="0062748B" w:rsidRDefault="0062748B" w:rsidP="0062748B"/>
    <w:p w:rsidR="0062748B" w:rsidRDefault="0062748B" w:rsidP="0062748B">
      <w:r>
        <w:t>IX_MinVolExhaustionTime(2)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IX02(2)</w:t>
      </w:r>
    </w:p>
    <w:p w:rsidR="0062748B" w:rsidRDefault="0062748B" w:rsidP="0062748B"/>
    <w:p w:rsidR="0062748B" w:rsidRDefault="0062748B" w:rsidP="0062748B">
      <w:r>
        <w:t>IX_MinVolExhaustionTime(3)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IX_ExhaustionTimeResinVolume  Resin volume in m3 for the minimum exhaustion</w:t>
      </w:r>
    </w:p>
    <w:p w:rsidR="0062748B" w:rsidRDefault="0062748B" w:rsidP="0062748B">
      <w:r>
        <w:t xml:space="preserve">                                   time</w:t>
      </w:r>
    </w:p>
    <w:p w:rsidR="0062748B" w:rsidRDefault="0062748B" w:rsidP="0062748B"/>
    <w:p w:rsidR="0062748B" w:rsidRDefault="0062748B" w:rsidP="0062748B">
      <w:r>
        <w:t>IX_ExhaustionTimeResinVolume(1)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IX04(1)</w:t>
      </w:r>
    </w:p>
    <w:p w:rsidR="0062748B" w:rsidRDefault="0062748B" w:rsidP="0062748B">
      <w:r>
        <w:t xml:space="preserve">       -2       IX05(1)</w:t>
      </w:r>
    </w:p>
    <w:p w:rsidR="0062748B" w:rsidRDefault="0062748B" w:rsidP="0062748B">
      <w:r>
        <w:t xml:space="preserve">    -1332.3746  IX06(1)</w:t>
      </w:r>
    </w:p>
    <w:p w:rsidR="0062748B" w:rsidRDefault="0062748B" w:rsidP="0062748B">
      <w:r>
        <w:t xml:space="preserve">     -150       IX08(1)</w:t>
      </w:r>
    </w:p>
    <w:p w:rsidR="0062748B" w:rsidRDefault="0062748B" w:rsidP="0062748B"/>
    <w:p w:rsidR="0062748B" w:rsidRDefault="0062748B" w:rsidP="0062748B">
      <w:r>
        <w:t>IX_ExhaustionTimeResinVolume(2)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IX04(2)</w:t>
      </w:r>
    </w:p>
    <w:p w:rsidR="0062748B" w:rsidRDefault="0062748B" w:rsidP="0062748B">
      <w:r>
        <w:t xml:space="preserve">       -2       IX05(2)</w:t>
      </w:r>
    </w:p>
    <w:p w:rsidR="0062748B" w:rsidRDefault="0062748B" w:rsidP="0062748B">
      <w:r>
        <w:lastRenderedPageBreak/>
        <w:t xml:space="preserve">    -1332.3746  IX06(2)</w:t>
      </w:r>
    </w:p>
    <w:p w:rsidR="0062748B" w:rsidRDefault="0062748B" w:rsidP="0062748B">
      <w:r>
        <w:t xml:space="preserve">     -150       IX08(2)</w:t>
      </w:r>
    </w:p>
    <w:p w:rsidR="0062748B" w:rsidRDefault="0062748B" w:rsidP="0062748B"/>
    <w:p w:rsidR="0062748B" w:rsidRDefault="0062748B" w:rsidP="0062748B">
      <w:r>
        <w:t>IX_ExhaustionTimeResinVolume(3)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IX04(3)</w:t>
      </w:r>
    </w:p>
    <w:p w:rsidR="0062748B" w:rsidRDefault="0062748B" w:rsidP="0062748B">
      <w:r>
        <w:t xml:space="preserve">       -2       IX05(3)</w:t>
      </w:r>
    </w:p>
    <w:p w:rsidR="0062748B" w:rsidRDefault="0062748B" w:rsidP="0062748B">
      <w:r>
        <w:t xml:space="preserve">    -1332.3746  IX06(3)</w:t>
      </w:r>
    </w:p>
    <w:p w:rsidR="0062748B" w:rsidRDefault="0062748B" w:rsidP="0062748B">
      <w:r>
        <w:t xml:space="preserve">     -150       IX08(3)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IX_VesselVolume  Total vessel volume in m3</w:t>
      </w:r>
    </w:p>
    <w:p w:rsidR="0062748B" w:rsidRDefault="0062748B" w:rsidP="0062748B"/>
    <w:p w:rsidR="0062748B" w:rsidRDefault="0062748B" w:rsidP="0062748B">
      <w:r>
        <w:t>IX_VesselVolume(1)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IX05(1)</w:t>
      </w:r>
    </w:p>
    <w:p w:rsidR="0062748B" w:rsidRDefault="0062748B" w:rsidP="0062748B">
      <w:r>
        <w:t xml:space="preserve"> (-329419.7346) IX07(1)</w:t>
      </w:r>
    </w:p>
    <w:p w:rsidR="0062748B" w:rsidRDefault="0062748B" w:rsidP="0062748B">
      <w:r>
        <w:t xml:space="preserve"> (-2.500000E+9) IX12(1)</w:t>
      </w:r>
    </w:p>
    <w:p w:rsidR="0062748B" w:rsidRDefault="0062748B" w:rsidP="0062748B"/>
    <w:p w:rsidR="0062748B" w:rsidRDefault="0062748B" w:rsidP="0062748B">
      <w:r>
        <w:t>IX_VesselVolume(2)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IX05(2)</w:t>
      </w:r>
    </w:p>
    <w:p w:rsidR="0062748B" w:rsidRDefault="0062748B" w:rsidP="0062748B">
      <w:r>
        <w:t xml:space="preserve"> (-329419.7346) IX07(2)</w:t>
      </w:r>
    </w:p>
    <w:p w:rsidR="0062748B" w:rsidRDefault="0062748B" w:rsidP="0062748B">
      <w:r>
        <w:t xml:space="preserve"> (-2.500000E+9) IX12(2)</w:t>
      </w:r>
    </w:p>
    <w:p w:rsidR="0062748B" w:rsidRDefault="0062748B" w:rsidP="0062748B"/>
    <w:p w:rsidR="0062748B" w:rsidRDefault="0062748B" w:rsidP="0062748B">
      <w:r>
        <w:t>IX_VesselVolume(3)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IX05(3)</w:t>
      </w:r>
    </w:p>
    <w:p w:rsidR="0062748B" w:rsidRDefault="0062748B" w:rsidP="0062748B">
      <w:r>
        <w:t xml:space="preserve"> (-329419.7346) IX07(3)</w:t>
      </w:r>
    </w:p>
    <w:p w:rsidR="0062748B" w:rsidRDefault="0062748B" w:rsidP="0062748B">
      <w:r>
        <w:t xml:space="preserve"> (-2.500000E+9) IX12(3)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IX_ResinCost  Total resin cost (in $ per day -- need to check)</w:t>
      </w:r>
    </w:p>
    <w:p w:rsidR="0062748B" w:rsidRDefault="0062748B" w:rsidP="0062748B"/>
    <w:p w:rsidR="0062748B" w:rsidRDefault="0062748B" w:rsidP="0062748B">
      <w:r>
        <w:t>IX_ResinCost(1)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IX06(1)</w:t>
      </w:r>
    </w:p>
    <w:p w:rsidR="0062748B" w:rsidRDefault="0062748B" w:rsidP="0062748B">
      <w:r>
        <w:t xml:space="preserve">      -24       IX15(1)</w:t>
      </w:r>
    </w:p>
    <w:p w:rsidR="0062748B" w:rsidRDefault="0062748B" w:rsidP="0062748B"/>
    <w:p w:rsidR="0062748B" w:rsidRDefault="0062748B" w:rsidP="0062748B">
      <w:r>
        <w:t>IX_ResinCost(2)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IX06(2)</w:t>
      </w:r>
    </w:p>
    <w:p w:rsidR="0062748B" w:rsidRDefault="0062748B" w:rsidP="0062748B">
      <w:r>
        <w:t xml:space="preserve">      -24       IX15(2)</w:t>
      </w:r>
    </w:p>
    <w:p w:rsidR="0062748B" w:rsidRDefault="0062748B" w:rsidP="0062748B"/>
    <w:p w:rsidR="0062748B" w:rsidRDefault="0062748B" w:rsidP="0062748B">
      <w:r>
        <w:t>IX_ResinCost(3)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IX06(3)</w:t>
      </w:r>
    </w:p>
    <w:p w:rsidR="0062748B" w:rsidRDefault="0062748B" w:rsidP="0062748B">
      <w:r>
        <w:t xml:space="preserve">      -24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IX_BedArea  Bed area for the vessel in m2</w:t>
      </w:r>
    </w:p>
    <w:p w:rsidR="0062748B" w:rsidRDefault="0062748B" w:rsidP="0062748B"/>
    <w:p w:rsidR="0062748B" w:rsidRDefault="0062748B" w:rsidP="0062748B">
      <w:r>
        <w:t>IX_BedArea(1)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IX12(1)</w:t>
      </w:r>
    </w:p>
    <w:p w:rsidR="0062748B" w:rsidRDefault="0062748B" w:rsidP="0062748B">
      <w:r>
        <w:t xml:space="preserve">   (-1254.21)   IX13(1)</w:t>
      </w:r>
    </w:p>
    <w:p w:rsidR="0062748B" w:rsidRDefault="0062748B" w:rsidP="0062748B">
      <w:r>
        <w:t xml:space="preserve"> (-7.33000E+11) IX14(1)</w:t>
      </w:r>
    </w:p>
    <w:p w:rsidR="0062748B" w:rsidRDefault="0062748B" w:rsidP="0062748B"/>
    <w:p w:rsidR="0062748B" w:rsidRDefault="0062748B" w:rsidP="0062748B">
      <w:r>
        <w:t>IX_BedArea(2)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IX12(2)</w:t>
      </w:r>
    </w:p>
    <w:p w:rsidR="0062748B" w:rsidRDefault="0062748B" w:rsidP="0062748B">
      <w:r>
        <w:t xml:space="preserve">   (-1254.21)   IX13(2)</w:t>
      </w:r>
    </w:p>
    <w:p w:rsidR="0062748B" w:rsidRDefault="0062748B" w:rsidP="0062748B">
      <w:r>
        <w:t xml:space="preserve"> (-7.33000E+11) IX14(2)</w:t>
      </w:r>
    </w:p>
    <w:p w:rsidR="0062748B" w:rsidRDefault="0062748B" w:rsidP="0062748B"/>
    <w:p w:rsidR="0062748B" w:rsidRDefault="0062748B" w:rsidP="0062748B">
      <w:r>
        <w:t>IX_BedArea(3)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IX12(3)</w:t>
      </w:r>
    </w:p>
    <w:p w:rsidR="0062748B" w:rsidRDefault="0062748B" w:rsidP="0062748B">
      <w:r>
        <w:t xml:space="preserve">   (-1254.21)   IX13(3)</w:t>
      </w:r>
    </w:p>
    <w:p w:rsidR="0062748B" w:rsidRDefault="0062748B" w:rsidP="0062748B">
      <w:r>
        <w:t xml:space="preserve"> (-7.33000E+11) IX14(3)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lastRenderedPageBreak/>
        <w:t>---- IX_TankTotalCost  Total Tank cost in $</w:t>
      </w:r>
    </w:p>
    <w:p w:rsidR="0062748B" w:rsidRDefault="0062748B" w:rsidP="0062748B"/>
    <w:p w:rsidR="0062748B" w:rsidRDefault="0062748B" w:rsidP="0062748B">
      <w:r>
        <w:t>IX_TankTotalCost(1)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IX_TankTotalCost(2)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IX_TankTotalCost(3)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IX_NaClReq  NaCl requirement in Kg per day</w:t>
      </w:r>
    </w:p>
    <w:p w:rsidR="0062748B" w:rsidRDefault="0062748B" w:rsidP="0062748B"/>
    <w:p w:rsidR="0062748B" w:rsidRDefault="0062748B" w:rsidP="0062748B">
      <w:r>
        <w:t>IX_NaClReq(1)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IX08(1)</w:t>
      </w:r>
    </w:p>
    <w:p w:rsidR="0062748B" w:rsidRDefault="0062748B" w:rsidP="0062748B">
      <w:r>
        <w:t xml:space="preserve">       -0.01    IX09(1)</w:t>
      </w:r>
    </w:p>
    <w:p w:rsidR="0062748B" w:rsidRDefault="0062748B" w:rsidP="0062748B">
      <w:r>
        <w:lastRenderedPageBreak/>
        <w:t xml:space="preserve">       -3.65    IX10(1)</w:t>
      </w:r>
    </w:p>
    <w:p w:rsidR="0062748B" w:rsidRDefault="0062748B" w:rsidP="0062748B"/>
    <w:p w:rsidR="0062748B" w:rsidRDefault="0062748B" w:rsidP="0062748B">
      <w:r>
        <w:t>IX_NaClReq(2)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IX08(2)</w:t>
      </w:r>
    </w:p>
    <w:p w:rsidR="0062748B" w:rsidRDefault="0062748B" w:rsidP="0062748B">
      <w:r>
        <w:t xml:space="preserve">       -0.01    IX09(2)</w:t>
      </w:r>
    </w:p>
    <w:p w:rsidR="0062748B" w:rsidRDefault="0062748B" w:rsidP="0062748B">
      <w:r>
        <w:t xml:space="preserve">       -3.65    IX10(2)</w:t>
      </w:r>
    </w:p>
    <w:p w:rsidR="0062748B" w:rsidRDefault="0062748B" w:rsidP="0062748B"/>
    <w:p w:rsidR="0062748B" w:rsidRDefault="0062748B" w:rsidP="0062748B">
      <w:r>
        <w:t>IX_NaClReq(3)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IX08(3)</w:t>
      </w:r>
    </w:p>
    <w:p w:rsidR="0062748B" w:rsidRDefault="0062748B" w:rsidP="0062748B">
      <w:r>
        <w:t xml:space="preserve">       -0.01    IX09(3)</w:t>
      </w:r>
    </w:p>
    <w:p w:rsidR="0062748B" w:rsidRDefault="0062748B" w:rsidP="0062748B">
      <w:r>
        <w:t xml:space="preserve">       -3.65    IX10(3)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IX_TotalChemCost  Total chemical cost per year</w:t>
      </w:r>
    </w:p>
    <w:p w:rsidR="0062748B" w:rsidRDefault="0062748B" w:rsidP="0062748B"/>
    <w:p w:rsidR="0062748B" w:rsidRDefault="0062748B" w:rsidP="0062748B">
      <w:r>
        <w:t>IX_TotalChemCost(1)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IX_TotalChemCost(2)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IX10(2)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IX_TotalChemCost(3)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IX_RegFluidReq  Regeneration fluid requirement</w:t>
      </w:r>
    </w:p>
    <w:p w:rsidR="0062748B" w:rsidRDefault="0062748B" w:rsidP="0062748B"/>
    <w:p w:rsidR="0062748B" w:rsidRDefault="0062748B" w:rsidP="0062748B">
      <w:r>
        <w:t>IX_RegFluidReq(1)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IX09(1)</w:t>
      </w:r>
    </w:p>
    <w:p w:rsidR="0062748B" w:rsidRDefault="0062748B" w:rsidP="0062748B">
      <w:r>
        <w:t xml:space="preserve">     -250       IX11(1)</w:t>
      </w:r>
    </w:p>
    <w:p w:rsidR="0062748B" w:rsidRDefault="0062748B" w:rsidP="0062748B"/>
    <w:p w:rsidR="0062748B" w:rsidRDefault="0062748B" w:rsidP="0062748B">
      <w:r>
        <w:t>IX_RegFluidReq(2)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IX09(2)</w:t>
      </w:r>
    </w:p>
    <w:p w:rsidR="0062748B" w:rsidRDefault="0062748B" w:rsidP="0062748B">
      <w:r>
        <w:t xml:space="preserve">     -250       IX11(2)</w:t>
      </w:r>
    </w:p>
    <w:p w:rsidR="0062748B" w:rsidRDefault="0062748B" w:rsidP="0062748B"/>
    <w:p w:rsidR="0062748B" w:rsidRDefault="0062748B" w:rsidP="0062748B">
      <w:r>
        <w:t>IX_RegFluidReq(3)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IX09(3)</w:t>
      </w:r>
    </w:p>
    <w:p w:rsidR="0062748B" w:rsidRDefault="0062748B" w:rsidP="0062748B">
      <w:r>
        <w:lastRenderedPageBreak/>
        <w:t xml:space="preserve">     -250       IX11(3)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IX_StorageTankCost  Storage tank cost</w:t>
      </w:r>
    </w:p>
    <w:p w:rsidR="0062748B" w:rsidRDefault="0062748B" w:rsidP="0062748B"/>
    <w:p w:rsidR="0062748B" w:rsidRDefault="0062748B" w:rsidP="0062748B">
      <w:r>
        <w:t>IX_StorageTankCost(1)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IX_StorageTankCost(2)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IX_StorageTankCost(3)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IX_ConstructionCost  Construction cost</w:t>
      </w:r>
    </w:p>
    <w:p w:rsidR="0062748B" w:rsidRDefault="0062748B" w:rsidP="0062748B"/>
    <w:p w:rsidR="0062748B" w:rsidRDefault="0062748B" w:rsidP="0062748B">
      <w:r>
        <w:lastRenderedPageBreak/>
        <w:t>IX_ConstructionCost(1)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IX_OMCost  Operating and maintenance cost</w:t>
      </w:r>
    </w:p>
    <w:p w:rsidR="0062748B" w:rsidRDefault="0062748B" w:rsidP="0062748B"/>
    <w:p w:rsidR="0062748B" w:rsidRDefault="0062748B" w:rsidP="0062748B">
      <w:r>
        <w:t>IX_OMCost(1)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IX_OMCost(2)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IX14(2)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IX_TotalCost  Total cost for the implementation of ion exchange process for</w:t>
      </w:r>
    </w:p>
    <w:p w:rsidR="0062748B" w:rsidRDefault="0062748B" w:rsidP="0062748B">
      <w:r>
        <w:t xml:space="preserve">                   each industry</w:t>
      </w:r>
    </w:p>
    <w:p w:rsidR="0062748B" w:rsidRDefault="0062748B" w:rsidP="0062748B"/>
    <w:p w:rsidR="0062748B" w:rsidRDefault="0062748B" w:rsidP="0062748B">
      <w:r>
        <w:t>IX_TotalCost(1)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IX15(1)</w:t>
      </w:r>
    </w:p>
    <w:p w:rsidR="0062748B" w:rsidRDefault="0062748B" w:rsidP="0062748B">
      <w:r>
        <w:t xml:space="preserve">  -1.000000E-5  NonlinearTechCost03(1)</w:t>
      </w:r>
    </w:p>
    <w:p w:rsidR="0062748B" w:rsidRDefault="0062748B" w:rsidP="0062748B"/>
    <w:p w:rsidR="0062748B" w:rsidRDefault="0062748B" w:rsidP="0062748B">
      <w:r>
        <w:t>IX_TotalCost(2)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IX15(2)</w:t>
      </w:r>
    </w:p>
    <w:p w:rsidR="0062748B" w:rsidRDefault="0062748B" w:rsidP="0062748B">
      <w:r>
        <w:t xml:space="preserve">  -1.000000E-5  NonlinearTechCost03(2)</w:t>
      </w:r>
    </w:p>
    <w:p w:rsidR="0062748B" w:rsidRDefault="0062748B" w:rsidP="0062748B"/>
    <w:p w:rsidR="0062748B" w:rsidRDefault="0062748B" w:rsidP="0062748B">
      <w:r>
        <w:t>IX_TotalCost(3)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IX15(3)</w:t>
      </w:r>
    </w:p>
    <w:p w:rsidR="0062748B" w:rsidRDefault="0062748B" w:rsidP="0062748B">
      <w:r>
        <w:t xml:space="preserve">  -1.000000E-5  NonlinearTechCost03(3)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Tobj  Objective function for the technoogy only problem</w:t>
      </w:r>
    </w:p>
    <w:p w:rsidR="0062748B" w:rsidRDefault="0062748B" w:rsidP="0062748B"/>
    <w:p w:rsidR="0062748B" w:rsidRDefault="0062748B" w:rsidP="0062748B">
      <w:r>
        <w:t>Tobj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t xml:space="preserve">        1       Tobjective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Volume  volume of waste treated by each industry using each technology (def</w:t>
      </w:r>
    </w:p>
    <w:p w:rsidR="0062748B" w:rsidRDefault="0062748B" w:rsidP="0062748B">
      <w:r>
        <w:t xml:space="preserve">             ined over i and j)</w:t>
      </w:r>
    </w:p>
    <w:p w:rsidR="0062748B" w:rsidRDefault="0062748B" w:rsidP="0062748B"/>
    <w:p w:rsidR="0062748B" w:rsidRDefault="0062748B" w:rsidP="0062748B">
      <w:r>
        <w:t>Volume(1,1)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0.0028  Tc2(1)</w:t>
      </w:r>
    </w:p>
    <w:p w:rsidR="0062748B" w:rsidRDefault="0062748B" w:rsidP="0062748B">
      <w:r>
        <w:t xml:space="preserve">      -43.8021  DFREq(1,1)</w:t>
      </w:r>
    </w:p>
    <w:p w:rsidR="0062748B" w:rsidRDefault="0062748B" w:rsidP="0062748B">
      <w:r>
        <w:t xml:space="preserve">       -1.1574  CF01(1)</w:t>
      </w:r>
    </w:p>
    <w:p w:rsidR="0062748B" w:rsidRDefault="0062748B" w:rsidP="0062748B"/>
    <w:p w:rsidR="0062748B" w:rsidRDefault="0062748B" w:rsidP="0062748B">
      <w:r>
        <w:t>Volume(1,2)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Tc1(1)</w:t>
      </w:r>
    </w:p>
    <w:p w:rsidR="0062748B" w:rsidRDefault="0062748B" w:rsidP="0062748B">
      <w:r>
        <w:t xml:space="preserve">        0.0041  Tc2(1)</w:t>
      </w:r>
    </w:p>
    <w:p w:rsidR="0062748B" w:rsidRDefault="0062748B" w:rsidP="0062748B">
      <w:r>
        <w:t xml:space="preserve">      -43.8021  DFREq(1,2)</w:t>
      </w:r>
    </w:p>
    <w:p w:rsidR="0062748B" w:rsidRDefault="0062748B" w:rsidP="0062748B">
      <w:r>
        <w:t xml:space="preserve"> (-7.37701E+16) GAC01(1)</w:t>
      </w:r>
    </w:p>
    <w:p w:rsidR="0062748B" w:rsidRDefault="0062748B" w:rsidP="0062748B">
      <w:r>
        <w:t xml:space="preserve"> (-8.53308E+15) GAC02(1)</w:t>
      </w:r>
    </w:p>
    <w:p w:rsidR="0062748B" w:rsidRDefault="0062748B" w:rsidP="0062748B"/>
    <w:p w:rsidR="0062748B" w:rsidRDefault="0062748B" w:rsidP="0062748B">
      <w:r>
        <w:t>Volume(1,3)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0.0014  Tc2(1)</w:t>
      </w:r>
    </w:p>
    <w:p w:rsidR="0062748B" w:rsidRDefault="0062748B" w:rsidP="0062748B">
      <w:r>
        <w:t xml:space="preserve">      -43.8021  DFREq(1,3)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>---- DFR  Desired flow rate for the industry in liters per sec</w:t>
      </w:r>
    </w:p>
    <w:p w:rsidR="0062748B" w:rsidRDefault="0062748B" w:rsidP="0062748B"/>
    <w:p w:rsidR="0062748B" w:rsidRDefault="0062748B" w:rsidP="0062748B">
      <w:r>
        <w:t>DFR(1,1)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DFREq(1,1)</w:t>
      </w:r>
    </w:p>
    <w:p w:rsidR="0062748B" w:rsidRDefault="0062748B" w:rsidP="0062748B">
      <w:r>
        <w:t xml:space="preserve">       -1.0067  CF03(1)</w:t>
      </w:r>
    </w:p>
    <w:p w:rsidR="0062748B" w:rsidRDefault="0062748B" w:rsidP="0062748B">
      <w:r>
        <w:t xml:space="preserve">        1       CF04(1)</w:t>
      </w:r>
    </w:p>
    <w:p w:rsidR="0062748B" w:rsidRDefault="0062748B" w:rsidP="0062748B">
      <w:r>
        <w:t xml:space="preserve">       -1.0603  CF09(1)</w:t>
      </w:r>
    </w:p>
    <w:p w:rsidR="0062748B" w:rsidRDefault="0062748B" w:rsidP="0062748B">
      <w:r>
        <w:t xml:space="preserve">      -46.3298  CF25(1)</w:t>
      </w:r>
    </w:p>
    <w:p w:rsidR="0062748B" w:rsidRDefault="0062748B" w:rsidP="0062748B">
      <w:r>
        <w:t xml:space="preserve">       -9.266   CF27(1)</w:t>
      </w:r>
    </w:p>
    <w:p w:rsidR="0062748B" w:rsidRDefault="0062748B" w:rsidP="0062748B"/>
    <w:p w:rsidR="0062748B" w:rsidRDefault="0062748B" w:rsidP="0062748B">
      <w:r>
        <w:lastRenderedPageBreak/>
        <w:t>DFR(1,2)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DFREq(1,2)</w:t>
      </w:r>
    </w:p>
    <w:p w:rsidR="0062748B" w:rsidRDefault="0062748B" w:rsidP="0062748B"/>
    <w:p w:rsidR="0062748B" w:rsidRDefault="0062748B" w:rsidP="0062748B">
      <w:r>
        <w:t>DFR(1,3)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DFREq(1,3)</w:t>
      </w:r>
    </w:p>
    <w:p w:rsidR="0062748B" w:rsidRDefault="0062748B" w:rsidP="0062748B">
      <w:r>
        <w:t xml:space="preserve">       -0.18    IX01(1)</w:t>
      </w:r>
    </w:p>
    <w:p w:rsidR="0062748B" w:rsidRDefault="0062748B" w:rsidP="0062748B">
      <w:r>
        <w:t xml:space="preserve">       -0.0156  IX04(1)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 xml:space="preserve">---- NonlinearTechCost  </w:t>
      </w:r>
    </w:p>
    <w:p w:rsidR="0062748B" w:rsidRDefault="0062748B" w:rsidP="0062748B"/>
    <w:p w:rsidR="0062748B" w:rsidRDefault="0062748B" w:rsidP="0062748B">
      <w:r>
        <w:t>NonlinearTechCost(1,1)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NonlinearTechCost01(1)</w:t>
      </w:r>
    </w:p>
    <w:p w:rsidR="0062748B" w:rsidRDefault="0062748B" w:rsidP="0062748B"/>
    <w:p w:rsidR="0062748B" w:rsidRDefault="0062748B" w:rsidP="0062748B">
      <w:r>
        <w:t>NonlinearTechCost(1,2)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NonlinearTechCost02(1)</w:t>
      </w:r>
    </w:p>
    <w:p w:rsidR="0062748B" w:rsidRDefault="0062748B" w:rsidP="0062748B"/>
    <w:p w:rsidR="0062748B" w:rsidRDefault="0062748B" w:rsidP="0062748B">
      <w:r>
        <w:t>NonlinearTechCost(1,3)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NonlinearTechCost03(1)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4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1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54     SINGLE EQUATIONS        1,596</w:t>
      </w:r>
    </w:p>
    <w:p w:rsidR="0062748B" w:rsidRDefault="0062748B" w:rsidP="0062748B">
      <w:r>
        <w:t>BLOCKS OF VARIABLES          51     SINGLE VARIABLES        1,625</w:t>
      </w:r>
    </w:p>
    <w:p w:rsidR="0062748B" w:rsidRDefault="0062748B" w:rsidP="0062748B">
      <w:r>
        <w:t>NON ZERO ELEMENTS         4,003     NON LINEAR N-Z            174</w:t>
      </w:r>
    </w:p>
    <w:p w:rsidR="0062748B" w:rsidRDefault="0062748B" w:rsidP="0062748B">
      <w:r>
        <w:t>DERIVATIVE POOL              10     CONSTANT POOL              31</w:t>
      </w:r>
    </w:p>
    <w:p w:rsidR="0062748B" w:rsidRDefault="0062748B" w:rsidP="0062748B">
      <w:r>
        <w:t>CODE LENGTH               1,508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0.047 SECONDS      4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0.047 SECONDS      4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1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5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TechProblem         OBJECTIVE  Tobj</w:t>
      </w:r>
    </w:p>
    <w:p w:rsidR="0062748B" w:rsidRDefault="0062748B" w:rsidP="0062748B">
      <w:r>
        <w:t xml:space="preserve">     TYPE    NLP                 DIRECTION  MINIMIZE</w:t>
      </w:r>
    </w:p>
    <w:p w:rsidR="0062748B" w:rsidRDefault="0062748B" w:rsidP="0062748B">
      <w:r>
        <w:t xml:space="preserve">     SOLVER  CONOPT              FROM LINE  868</w:t>
      </w:r>
    </w:p>
    <w:p w:rsidR="0062748B" w:rsidRDefault="0062748B" w:rsidP="0062748B"/>
    <w:p w:rsidR="0062748B" w:rsidRDefault="0062748B" w:rsidP="0062748B">
      <w:r>
        <w:t xml:space="preserve">**** SOLVER STATUS     7 Licensing Problems        </w:t>
      </w:r>
    </w:p>
    <w:p w:rsidR="0062748B" w:rsidRDefault="0062748B" w:rsidP="0062748B">
      <w:r>
        <w:t xml:space="preserve">**** MODEL STATUS      11 Licensing Problem        </w:t>
      </w:r>
    </w:p>
    <w:p w:rsidR="0062748B" w:rsidRDefault="0062748B" w:rsidP="0062748B">
      <w:r>
        <w:t>**** OBJECTIVE VALUE               NA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>
      <w:r>
        <w:t xml:space="preserve"> EVALUATION ERRORS              0             0</w:t>
      </w:r>
    </w:p>
    <w:p w:rsidR="0062748B" w:rsidRDefault="0062748B" w:rsidP="0062748B">
      <w:r>
        <w:t xml:space="preserve">CONOPT 3         24.1.3 r41464 Released Jul 26, 2013 WEI x86_64/MS Windows    </w:t>
      </w:r>
    </w:p>
    <w:p w:rsidR="0062748B" w:rsidRDefault="0062748B" w:rsidP="0062748B">
      <w:r>
        <w:t>*** No license found</w:t>
      </w:r>
    </w:p>
    <w:p w:rsidR="0062748B" w:rsidRDefault="0062748B" w:rsidP="0062748B">
      <w:r>
        <w:t>*** To update your license, please contact your distributor.</w:t>
      </w:r>
    </w:p>
    <w:p w:rsidR="0062748B" w:rsidRDefault="0062748B" w:rsidP="0062748B">
      <w:r>
        <w:t>*** Too many equations for demo mode</w:t>
      </w:r>
    </w:p>
    <w:p w:rsidR="0062748B" w:rsidRDefault="0062748B" w:rsidP="0062748B">
      <w:r>
        <w:t>***   Number of equations          : 1596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variables for demo mode</w:t>
      </w:r>
    </w:p>
    <w:p w:rsidR="0062748B" w:rsidRDefault="0062748B" w:rsidP="0062748B">
      <w:r>
        <w:lastRenderedPageBreak/>
        <w:t>***   Number of variables          : 1625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nonzero elements for demo mode</w:t>
      </w:r>
    </w:p>
    <w:p w:rsidR="0062748B" w:rsidRDefault="0062748B" w:rsidP="0062748B">
      <w:r>
        <w:t>***   Number of nonzeros           : 4003</w:t>
      </w:r>
    </w:p>
    <w:p w:rsidR="0062748B" w:rsidRDefault="0062748B" w:rsidP="0062748B">
      <w:r>
        <w:t>***   Maximum allowed              : 2000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No solution returned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6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Tobjective  =E=  </w:t>
      </w:r>
    </w:p>
    <w:p w:rsidR="0062748B" w:rsidRDefault="0062748B" w:rsidP="0062748B"/>
    <w:p w:rsidR="0062748B" w:rsidRDefault="0062748B" w:rsidP="0062748B">
      <w:r>
        <w:t>Tobjective..  Tobj - NonlinearTechCost(1,1) - NonlinearTechCost(1,2)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NonlinearTechCost(1,3) - NonlinearTechCost(2,1) - NonlinearTechCost(2,2)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NonlinearTechCost(2,3) - NonlinearTechCost(3,1) - NonlinearTechCost(3,2)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NonlinearTechCost(3,3) - NonlinearTechCost(4,1) - NonlinearTechCost(4,2)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NonlinearTechCost(4,3) - NonlinearTechCost(5,1) - NonlinearTechCost(5,2)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NonlinearTechCost(5,3) - NonlinearTechCost(6,1) - NonlinearTechCost(6,2)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NonlinearTechCost(6,3) - NonlinearTechCost(7,1) - NonlinearTechCost(7,2)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NonlinearTechCost(7,3) - NonlinearTechCost(8,1) - NonlinearTechCost(8,2)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NonlinearTechCost(8,3) - NonlinearTechCost(9,1) - NonlinearTechCost(9,2)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NonlinearTechCost(9,3) - NonlinearTechCost(10,1)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NonlinearTechCost(10,2) - NonlinearTechCost(10,3)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NonlinearTechCost(11,1) - NonlinearTechCost(11,2)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NonlinearTechCost(11,3) - NonlinearTechCost(12,1)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NonlinearTechCost(12,2) - NonlinearTechCost(12,3)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NonlinearTechCost(13,1) - NonlinearTechCost(13,2)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NonlinearTechCost(13,3) - NonlinearTechCost(14,1)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NonlinearTechCost(14,2) - NonlinearTechCost(14,3)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NonlinearTechCost(15,1) - NonlinearTechCost(15,2)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NonlinearTechCost(15,3) - NonlinearTechCost(16,1)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NonlinearTechCost(16,2) - NonlinearTechCost(16,3)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NonlinearTechCost(17,1) - NonlinearTechCost(17,2)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NonlinearTechCost(17,3) - NonlinearTechCost(18,1)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NonlinearTechCost(18,2) - NonlinearTechCost(18,3)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NonlinearTechCost(19,1) - NonlinearTechCost(19,2)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NonlinearTechCost(19,3) - NonlinearTechCost(20,1)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NonlinearTechCost(20,2) - NonlinearTechCost(20,3)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NonlinearTechCost(21,1) - NonlinearTechCost(21,2)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NonlinearTechCost(21,3) - NonlinearTechCost(22,1)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NonlinearTechCost(22,2) - NonlinearTechCost(22,3)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NonlinearTechCost(23,1) - NonlinearTechCost(23,2)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NonlinearTechCost(23,3) - NonlinearTechCost(24,1)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NonlinearTechCost(24,2) - NonlinearTechCost(24,3)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NonlinearTechCost(25,1) - NonlinearTechCost(25,2)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NonlinearTechCost(25,3) - NonlinearTechCost(26,1)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NonlinearTechCost(26,2) - NonlinearTechCost(26,3)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NonlinearTechCost(27,1) - NonlinearTechCost(27,2)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NonlinearTechCost(27,3) - NonlinearTechCost(28,1)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NonlinearTechCost(28,2) - NonlinearTechCost(28,3)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NonlinearTechCost(29,1) - NonlinearTechCost(29,2)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 xml:space="preserve">---- Tc1  =L=  </w:t>
      </w:r>
    </w:p>
    <w:p w:rsidR="0062748B" w:rsidRDefault="0062748B" w:rsidP="0062748B"/>
    <w:p w:rsidR="0062748B" w:rsidRDefault="0062748B" w:rsidP="0062748B">
      <w:r>
        <w:t>Tc1(1)..  Volume(1,1) + Volume(1,2) + Volume(1,3) =L= 46.1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Tc1(2)..  Volume(2,1) + Volume(2,2) + Volume(2,3) =L= 1.5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Tc1(3)..  Volume(3,1) + Volume(3,2) + Volume(3,3) =L= 4.6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Tc2  =G=  </w:t>
      </w:r>
    </w:p>
    <w:p w:rsidR="0062748B" w:rsidRDefault="0062748B" w:rsidP="0062748B"/>
    <w:p w:rsidR="0062748B" w:rsidRDefault="0062748B" w:rsidP="0062748B">
      <w:r>
        <w:t>Tc2(1)..  0.002762685*Volume(1,1) + 0.00414402749999999*Volume(1,2)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+ 0.0013813425*Volume(1,3) =G= 0.122832874808418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0.122832874808418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Tc2(2)..  0.002762685*Volume(2,1) + 0.00414402749999999*Volume(2,2)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+ 0.0013813425*Volume(2,3) =G= 0.00202831822193877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0.00202831822193877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Tc2(3)..  0.002762685*Volume(3,1) + 0.00414402749999999*Volume(3,2)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+ 0.0013813425*Volume(3,3) =G= 0.0100326811806122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0.0100326811806122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DFREq  =E=  </w:t>
      </w:r>
    </w:p>
    <w:p w:rsidR="0062748B" w:rsidRDefault="0062748B" w:rsidP="0062748B"/>
    <w:p w:rsidR="0062748B" w:rsidRDefault="0062748B" w:rsidP="0062748B">
      <w:r>
        <w:t>DFREq(1,1)..  - 43.8020833333334*Volume(1,1) + DFR(1,1)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DFREq(1,2)..  - 43.8020833333334*Volume(1,2) + DFR(1,2)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DFREq(1,3)..  - 43.8020833333334*Volume(1,3) + 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CF01  =E=  </w:t>
      </w:r>
    </w:p>
    <w:p w:rsidR="0062748B" w:rsidRDefault="0062748B" w:rsidP="0062748B"/>
    <w:p w:rsidR="0062748B" w:rsidRDefault="0062748B" w:rsidP="0062748B">
      <w:r>
        <w:t>CF01(1)..  CF_NoOfModules(1) - 1.15740740740741*Volume(1,1)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CF01(2)..  CF_NoOfModules(2) - 1.15740740740741*Volume(2,1)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CF01(3)..  CF_NoOfModules(3) - 1.15740740740741*Volume(3,1)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CF03  =E=  </w:t>
      </w:r>
    </w:p>
    <w:p w:rsidR="0062748B" w:rsidRDefault="0062748B" w:rsidP="0062748B"/>
    <w:p w:rsidR="0062748B" w:rsidRDefault="0062748B" w:rsidP="0062748B">
      <w:r>
        <w:t>CF03(1)..  CF_MFF(1) - 1.00671140939597*DFR(1,1)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CF03(2)..  CF_MFF(2) - 1.00671140939597*DFR(2,1)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CF03(3)..  CF_MFF(3) - 1.00671140939597*DFR(3,1)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CF04  =E=  </w:t>
      </w:r>
    </w:p>
    <w:p w:rsidR="0062748B" w:rsidRDefault="0062748B" w:rsidP="0062748B"/>
    <w:p w:rsidR="0062748B" w:rsidRDefault="0062748B" w:rsidP="0062748B">
      <w:r>
        <w:t>CF04(1)..  CF_BackwashFlow(1) - CF_MFF(1)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CF04(2)..  CF_BackwashFlow(2) - CF_MFF(2) + 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CF04(3)..  CF_BackwashFlow(3) - CF_MFF(3) + 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CF05  =E=  </w:t>
      </w:r>
    </w:p>
    <w:p w:rsidR="0062748B" w:rsidRDefault="0062748B" w:rsidP="0062748B"/>
    <w:p w:rsidR="0062748B" w:rsidRDefault="0062748B" w:rsidP="0062748B">
      <w:r>
        <w:t>CF05(1)..  CF_FeedPumpHP(1) - 0.346809353943718*CF_MFF(1)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CF05(2)..  CF_FeedPumpHP(2) - 0.346809353943718*CF_MFF(2)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CF05(3)..  CF_FeedPumpHP(3) - 0.346809353943718*CF_MFF(3)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CF06  =E=  </w:t>
      </w:r>
    </w:p>
    <w:p w:rsidR="0062748B" w:rsidRDefault="0062748B" w:rsidP="0062748B"/>
    <w:p w:rsidR="0062748B" w:rsidRDefault="0062748B" w:rsidP="0062748B">
      <w:r>
        <w:t>CF06(1)..  - 6534.96*CF_FeedPumpHP(1) + CF_FeedPumpPower(1)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CF06(2)..  - 6534.96*CF_FeedPumpHP(2) + CF_FeedPumpPower(2)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CF06(3)..  - 6534.96*CF_FeedPumpHP(3) + CF_FeedPumpPower(3)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CF07  =E=  </w:t>
      </w:r>
    </w:p>
    <w:p w:rsidR="0062748B" w:rsidRDefault="0062748B" w:rsidP="0062748B"/>
    <w:p w:rsidR="0062748B" w:rsidRDefault="0062748B" w:rsidP="0062748B">
      <w:r>
        <w:t>CF07(1)..  - 43.508*CF_FeedPumpHP(1) + CF_BackflushPower(1)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CF07(2)..  - 43.508*CF_FeedPumpHP(2) + CF_BackflushPower(2)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CF07(3)..  - 43.508*CF_FeedPumpHP(3) + CF_BackflushPower(3)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CF08  =E=  </w:t>
      </w:r>
    </w:p>
    <w:p w:rsidR="0062748B" w:rsidRDefault="0062748B" w:rsidP="0062748B"/>
    <w:p w:rsidR="0062748B" w:rsidRDefault="0062748B" w:rsidP="0062748B">
      <w:r>
        <w:t>CF08(1)..  - 90*CF_NoOfModules(1) + CF_NoOfMembranes(1)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CF08(2)..  - 90*CF_NoOfModules(2) + CF_NoOfMembranes(2)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CF08(3)..  - 90*CF_NoOfModules(3) + CF_NoOfMembranes(3)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CF09  =E=  </w:t>
      </w:r>
    </w:p>
    <w:p w:rsidR="0062748B" w:rsidRDefault="0062748B" w:rsidP="0062748B"/>
    <w:p w:rsidR="0062748B" w:rsidRDefault="0062748B" w:rsidP="0062748B">
      <w:r>
        <w:t>CF09(1)..  CF_BuildingArea(1) - 1.060338816*DFR(1,1)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CF09(2)..  CF_BuildingArea(2) - 1.060338816*DFR(2,1)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CF09(3)..  CF_BuildingArea(3) - 1.060338816*DFR(3,1)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CF10  =E=  </w:t>
      </w:r>
    </w:p>
    <w:p w:rsidR="0062748B" w:rsidRDefault="0062748B" w:rsidP="0062748B"/>
    <w:p w:rsidR="0062748B" w:rsidRDefault="0062748B" w:rsidP="0062748B">
      <w:r>
        <w:t>CF10(1)..  - 370000*CF_NoOfModules(1) + CF_MembraneModuleCost(1)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CF10(2)..  - 370000*CF_NoOfModules(2) + CF_MembraneModuleCost(2)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CF10(3)..  - 370000*CF_NoOfModules(3) + CF_MembraneModuleCost(3)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CF11  =E=  </w:t>
      </w:r>
    </w:p>
    <w:p w:rsidR="0062748B" w:rsidRDefault="0062748B" w:rsidP="0062748B"/>
    <w:p w:rsidR="0062748B" w:rsidRDefault="0062748B" w:rsidP="0062748B">
      <w:r>
        <w:t>CF11(1)..  - 1076*CF_BuildingArea(1) + CF_BuildingCost(1)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CF11(2)..  - 1076*CF_BuildingArea(2) + CF_BuildingCost(2)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CF11(3)..  - 1076*CF_BuildingArea(3) + CF_BuildingCost(3)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CF12  =E=  </w:t>
      </w:r>
    </w:p>
    <w:p w:rsidR="0062748B" w:rsidRDefault="0062748B" w:rsidP="0062748B"/>
    <w:p w:rsidR="0062748B" w:rsidRDefault="0062748B" w:rsidP="0062748B">
      <w:r>
        <w:t>CF12(1)..  - 70000*CF_NoOfModules(1) + CF_InstallationCost(1)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CF12(2)..  - 70000*CF_NoOfModules(2) + CF_InstallationCost(2)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CF12(3)..  - 70000*CF_NoOfModules(3) + CF_InstallationCost(3)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CF13  =E=  </w:t>
      </w:r>
    </w:p>
    <w:p w:rsidR="0062748B" w:rsidRDefault="0062748B" w:rsidP="0062748B"/>
    <w:p w:rsidR="0062748B" w:rsidRDefault="0062748B" w:rsidP="0062748B">
      <w:r>
        <w:t>CF13(1)..  - 0.05*CF_MembraneModuleCost(1) + CF_MiscCost(1)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CF13(2)..  - 0.05*CF_MembraneModuleCost(2) + CF_MiscCost(2)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CF13(3)..  - 0.05*CF_MembraneModuleCost(3) + CF_MiscCost(3)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CF14  =E=  </w:t>
      </w:r>
    </w:p>
    <w:p w:rsidR="0062748B" w:rsidRDefault="0062748B" w:rsidP="0062748B"/>
    <w:p w:rsidR="0062748B" w:rsidRDefault="0062748B" w:rsidP="0062748B">
      <w:r>
        <w:t>CF14(1)..  - 0.05*CF_MembraneModuleCost(1) - 0.05*CF_MiscCost(1)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CF_PlantPipingCost(1)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CF14(2)..  - 0.05*CF_MembraneModuleCost(2) - 0.05*CF_MiscCost(2)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CF14(3)..  - 0.05*CF_MembraneModuleCost(3) - 0.05*CF_MiscCost(3)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CF15  =E=  </w:t>
      </w:r>
    </w:p>
    <w:p w:rsidR="0062748B" w:rsidRDefault="0062748B" w:rsidP="0062748B"/>
    <w:p w:rsidR="0062748B" w:rsidRDefault="0062748B" w:rsidP="0062748B">
      <w:r>
        <w:t>CF15(1)..  - 0.1*CF_MembraneModuleCost(1) - 0.1*CF_MiscCost(1)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CF15(2)..  - 0.1*CF_MembraneModuleCost(2) - 0.1*CF_MiscCost(2)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CF15(3)..  - 0.1*CF_MembraneModuleCost(3) - 0.1*CF_MiscCost(3)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CF_EngineeringCost(3)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CF16  =E=  </w:t>
      </w:r>
    </w:p>
    <w:p w:rsidR="0062748B" w:rsidRDefault="0062748B" w:rsidP="0062748B"/>
    <w:p w:rsidR="0062748B" w:rsidRDefault="0062748B" w:rsidP="0062748B">
      <w:r>
        <w:t>CF16(1)..  - CF_MembraneModuleCost(1) - CF_BuildingCost(1)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CF_InstallationCost(1) - CF_MiscCost(1) - CF_PlantPipingCost(1)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CF_EngineeringCost(1) + CF_DirectCapitalCost(1)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CF16(2)..  - CF_MembraneModuleCost(2) - CF_BuildingCost(2)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CF_InstallationCost(2) - CF_MiscCost(2) - CF_PlantPipingCost(2)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CF_EngineeringCost(2) + CF_DirectCapitalCost(2)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CF16(3)..  - CF_MembraneModuleCost(3) - CF_BuildingCost(3)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CF_InstallationCost(3) - CF_MiscCost(3) - CF_PlantPipingCost(3)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CF_EngineeringCost(3) + CF_DirectCapitalCost(3)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CF17  =E=  </w:t>
      </w:r>
    </w:p>
    <w:p w:rsidR="0062748B" w:rsidRDefault="0062748B" w:rsidP="0062748B"/>
    <w:p w:rsidR="0062748B" w:rsidRDefault="0062748B" w:rsidP="0062748B">
      <w:r>
        <w:t>CF17(1)..  - 0.06*CF_DirectCapitalCost(1) + CF_ConstructionInterest(1)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CF17(2)..  - 0.06*CF_DirectCapitalCost(2) + CF_ConstructionInterest(2)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CF17(3)..  - 0.06*CF_DirectCapitalCost(3) + CF_ConstructionInterest(3)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CF18  =E=  </w:t>
      </w:r>
    </w:p>
    <w:p w:rsidR="0062748B" w:rsidRDefault="0062748B" w:rsidP="0062748B"/>
    <w:p w:rsidR="0062748B" w:rsidRDefault="0062748B" w:rsidP="0062748B">
      <w:r>
        <w:t>CF18(1)..  - 0.2*CF_DirectCapitalCost(1) + CF_Contingencies(1)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CF18(2)..  - 0.2*CF_DirectCapitalCost(2) + CF_Contingencies(2)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CF18(3)..  - 0.2*CF_DirectCapitalCost(3) + CF_Contingencies(3)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CF19  =E=  </w:t>
      </w:r>
    </w:p>
    <w:p w:rsidR="0062748B" w:rsidRDefault="0062748B" w:rsidP="0062748B"/>
    <w:p w:rsidR="0062748B" w:rsidRDefault="0062748B" w:rsidP="0062748B">
      <w:r>
        <w:t>CF19(1)..  - 0.1*CF_DirectCapitalCost(1) + CF_ProjectManagement(1)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CF19(2)..  - 0.1*CF_DirectCapitalCost(2) + CF_ProjectManagement(2)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CF19(3)..  - 0.1*CF_DirectCapitalCost(3) + CF_ProjectManagement(3)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CF20  =E=  </w:t>
      </w:r>
    </w:p>
    <w:p w:rsidR="0062748B" w:rsidRDefault="0062748B" w:rsidP="0062748B"/>
    <w:p w:rsidR="0062748B" w:rsidRDefault="0062748B" w:rsidP="0062748B">
      <w:r>
        <w:lastRenderedPageBreak/>
        <w:t>CF20(1)..  - 0.04*CF_DirectCapitalCost(1) + CF_WorkingCapital(1)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CF20(2)..  - 0.04*CF_DirectCapitalCost(2) + CF_WorkingCapital(2)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CF20(3)..  - 0.04*CF_DirectCapitalCost(3) + CF_WorkingCapital(3)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CF21  =E=  </w:t>
      </w:r>
    </w:p>
    <w:p w:rsidR="0062748B" w:rsidRDefault="0062748B" w:rsidP="0062748B"/>
    <w:p w:rsidR="0062748B" w:rsidRDefault="0062748B" w:rsidP="0062748B">
      <w:r>
        <w:t>CF21(1)..  - CF_ConstructionInterest(1) - CF_Contingencies(1)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CF_ProjectManagement(1) - CF_WorkingCapital(1)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CF21(2)..  - CF_ConstructionInterest(2) - CF_Contingencies(2)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CF_ProjectManagement(2) - CF_WorkingCapital(2)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CF21(3)..  - CF_ConstructionInterest(3) - CF_Contingencies(3)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CF_ProjectManagement(3) - CF_WorkingCapital(3)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CF22  =E=  </w:t>
      </w:r>
    </w:p>
    <w:p w:rsidR="0062748B" w:rsidRDefault="0062748B" w:rsidP="0062748B"/>
    <w:p w:rsidR="0062748B" w:rsidRDefault="0062748B" w:rsidP="0062748B">
      <w:r>
        <w:t>CF22(1)..  - CF_DirectCapitalCost(1) - CF_IndirectCapitalCost(1)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CF22(2)..  - CF_DirectCapitalCost(2) - CF_IndirectCapitalCost(2)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CF22(3)..  - CF_DirectCapitalCost(3) - CF_IndirectCapitalCost(3)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CF_TotalConstructionCost(3)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CF23  =E=  </w:t>
      </w:r>
    </w:p>
    <w:p w:rsidR="0062748B" w:rsidRDefault="0062748B" w:rsidP="0062748B"/>
    <w:p w:rsidR="0062748B" w:rsidRDefault="0062748B" w:rsidP="0062748B">
      <w:r>
        <w:t>CF23(1)..  - 0.097991868364*CF_FeedPumpPower(1)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- 0.097991868364*CF_BackflushPower(1) + CF_ElectricityCost(1)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CF23(2)..  - 0.097991868364*CF_FeedPumpPower(2)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- 0.097991868364*CF_BackflushPower(2) + CF_ElectricityCost(2)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CF23(3)..  - 0.097991868364*CF_FeedPumpPower(3)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- 0.097991868364*CF_BackflushPower(3) + CF_ElectricityCost(3)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CF24  =E=  </w:t>
      </w:r>
    </w:p>
    <w:p w:rsidR="0062748B" w:rsidRDefault="0062748B" w:rsidP="0062748B"/>
    <w:p w:rsidR="0062748B" w:rsidRDefault="0062748B" w:rsidP="0062748B">
      <w:r>
        <w:t>CF24(1)..  CF_LaborCost(1)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CF24(2)..  CF_LaborCost(2)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CF24(3)..  CF_LaborCost(3)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CF25  =E=  </w:t>
      </w:r>
    </w:p>
    <w:p w:rsidR="0062748B" w:rsidRDefault="0062748B" w:rsidP="0062748B"/>
    <w:p w:rsidR="0062748B" w:rsidRDefault="0062748B" w:rsidP="0062748B">
      <w:r>
        <w:t>CF25(1)..  CF_ChemicalCost(1) - 46.1676573940737*DFR(1,1) =E= -269.631673898723</w:t>
      </w:r>
    </w:p>
    <w:p w:rsidR="0062748B" w:rsidRDefault="0062748B" w:rsidP="0062748B">
      <w:r>
        <w:t xml:space="preserve">      ; (LHS = 0, INFES = 269.631673898723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CF25(2)..  CF_ChemicalCost(2) - 46.1676573940737*DFR(2,1) =E= -269.631673898723</w:t>
      </w:r>
    </w:p>
    <w:p w:rsidR="0062748B" w:rsidRDefault="0062748B" w:rsidP="0062748B">
      <w:r>
        <w:t xml:space="preserve">      ; (LHS = 0, INFES = 269.631673898723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CF25(3)..  CF_ChemicalCost(3) - 46.1676573940737*DFR(3,1) =E= -269.631673898723</w:t>
      </w:r>
    </w:p>
    <w:p w:rsidR="0062748B" w:rsidRDefault="0062748B" w:rsidP="0062748B">
      <w:r>
        <w:t xml:space="preserve">      ; (LHS = 0, INFES = 269.631673898723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CF26  =E=  </w:t>
      </w:r>
    </w:p>
    <w:p w:rsidR="0062748B" w:rsidRDefault="0062748B" w:rsidP="0062748B"/>
    <w:p w:rsidR="0062748B" w:rsidRDefault="0062748B" w:rsidP="0062748B">
      <w:r>
        <w:t>CF26(1)..  - 147.708962383087*CF_NoOfMembranes(1)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CF26(2)..  - 147.708962383087*CF_NoOfMembranes(2)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CF26(3)..  - 147.708962383087*CF_NoOfMembranes(3)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CF27  =E=  </w:t>
      </w:r>
    </w:p>
    <w:p w:rsidR="0062748B" w:rsidRDefault="0062748B" w:rsidP="0062748B"/>
    <w:p w:rsidR="0062748B" w:rsidRDefault="0062748B" w:rsidP="0062748B">
      <w:r>
        <w:t xml:space="preserve">CF27(1)..  CF_CleaningChemicalCost(1) - 9.23353147881475*DFR(1,1) =E= </w:t>
      </w:r>
    </w:p>
    <w:p w:rsidR="0062748B" w:rsidRDefault="0062748B" w:rsidP="0062748B">
      <w:r>
        <w:t xml:space="preserve">     53.9266583380769 ; (LHS = 0, INFES = 53.9266583380769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CF27(2)..  CF_CleaningChemicalCost(2) - 9.23353147881475*DFR(2,1) =E= </w:t>
      </w:r>
    </w:p>
    <w:p w:rsidR="0062748B" w:rsidRDefault="0062748B" w:rsidP="0062748B">
      <w:r>
        <w:t xml:space="preserve">     53.9266583380769 ; (LHS = 0, INFES = 53.9266583380769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CF27(3)..  CF_CleaningChemicalCost(3) - 9.23353147881475*DFR(3,1) =E= </w:t>
      </w:r>
    </w:p>
    <w:p w:rsidR="0062748B" w:rsidRDefault="0062748B" w:rsidP="0062748B">
      <w:r>
        <w:t xml:space="preserve">     53.9266583380769 ; (LHS = 0, INFES = 53.9266583380769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CF28  =E=  </w:t>
      </w:r>
    </w:p>
    <w:p w:rsidR="0062748B" w:rsidRDefault="0062748B" w:rsidP="0062748B"/>
    <w:p w:rsidR="0062748B" w:rsidRDefault="0062748B" w:rsidP="0062748B">
      <w:r>
        <w:t>CF28(1)..  - 0.02*CF_DirectCapitalCost(1) + CF_Repairs(1)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CF28(2)..  - 0.02*CF_DirectCapitalCost(2) + CF_Repairs(2)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CF28(3)..  - 0.02*CF_DirectCapitalCost(3) + CF_Repairs(3)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CF29  =E=  </w:t>
      </w:r>
    </w:p>
    <w:p w:rsidR="0062748B" w:rsidRDefault="0062748B" w:rsidP="0062748B"/>
    <w:p w:rsidR="0062748B" w:rsidRDefault="0062748B" w:rsidP="0062748B">
      <w:r>
        <w:t>CF29(1)..  - CF_ElectricityCost(1) - CF_LaborCost(1) - CF_ChemicalCost(1)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CF_MembraneReplacementCost(1) - CF_CleaningChemicalCost(1)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CF_Repairs(1) + CF_TotalOMCost(1)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CF29(2)..  - CF_ElectricityCost(2) - CF_LaborCost(2) - CF_ChemicalCost(2)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CF_MembraneReplacementCost(2) - CF_CleaningChemicalCost(2)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CF_Repairs(2) + CF_TotalOMCost(2)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CF29(3)..  - CF_ElectricityCost(3) - CF_LaborCost(3) - CF_ChemicalCost(3)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CF_MembraneReplacementCost(3) - CF_CleaningChemicalCost(3)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CF_Repairs(3) + CF_TotalOMCost(3)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CF30  =E=  </w:t>
      </w:r>
    </w:p>
    <w:p w:rsidR="0062748B" w:rsidRDefault="0062748B" w:rsidP="0062748B"/>
    <w:p w:rsidR="0062748B" w:rsidRDefault="0062748B" w:rsidP="0062748B">
      <w:r>
        <w:t>CF30(1)..  - 0.101852208823151*CF_TotalConstructionCost(1)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CF30(2)..  - 0.101852208823151*CF_TotalConstructionCost(2)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CF_CapitalRecovery(2)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CF30(3)..  - 0.101852208823151*CF_TotalConstructionCost(3)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CF31  =E=  </w:t>
      </w:r>
    </w:p>
    <w:p w:rsidR="0062748B" w:rsidRDefault="0062748B" w:rsidP="0062748B"/>
    <w:p w:rsidR="0062748B" w:rsidRDefault="0062748B" w:rsidP="0062748B">
      <w:r>
        <w:t>CF31(1)..  - 2*CF_TotalOMCost(1) - 2*CF_CapitalRecovery(1) + CF_AnnualCost(1)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CF31(2)..  - 2*CF_TotalOMCost(2) - 2*CF_CapitalRecovery(2) + CF_AnnualCost(2)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CF31(3)..  - 2*CF_TotalOMCost(3) - 2*CF_CapitalRecovery(3) + CF_AnnualCost(3)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GAC01  =E=  </w:t>
      </w:r>
    </w:p>
    <w:p w:rsidR="0062748B" w:rsidRDefault="0062748B" w:rsidP="0062748B"/>
    <w:p w:rsidR="0062748B" w:rsidRDefault="0062748B" w:rsidP="0062748B">
      <w:r>
        <w:t>GAC01(1)..  GAC_CapitalCost(1) - (7.37701051584E16)*Volume(1,2)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GAC01(2)..  GAC_CapitalCost(2) - (7.37701051584E16)*Volume(2,2)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GAC01(3)..  GAC_CapitalCost(3) - (7.37701051584E16)*Volume(3,2)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GAC02  =E=  </w:t>
      </w:r>
    </w:p>
    <w:p w:rsidR="0062748B" w:rsidRDefault="0062748B" w:rsidP="0062748B"/>
    <w:p w:rsidR="0062748B" w:rsidRDefault="0062748B" w:rsidP="0062748B">
      <w:r>
        <w:t>GAC02(1)..  GAC_OMCost(1) - (8.53307527956E15)*Volume(1,2)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GAC02(2)..  GAC_OMCost(2) - (8.53307527956E15)*Volume(2,2)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GAC02(3)..  GAC_OMCost(3) - (8.53307527956E15)*Volume(3,2)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GAC03  =E=  </w:t>
      </w:r>
    </w:p>
    <w:p w:rsidR="0062748B" w:rsidRDefault="0062748B" w:rsidP="0062748B"/>
    <w:p w:rsidR="0062748B" w:rsidRDefault="0062748B" w:rsidP="0062748B">
      <w:r>
        <w:t>GAC03(1)..  - GAC_CapitalCost(1) - GAC_OMCost(1) + GAC_TotalCost(1)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GAC03(2)..  - GAC_CapitalCost(2) - GAC_OMCost(2) + GAC_TotalCost(2)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GAC03(3)..  - GAC_CapitalCost(3) - GAC_OMCost(3) + GAC_TotalCost(3)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IX01  =E=  </w:t>
      </w:r>
    </w:p>
    <w:p w:rsidR="0062748B" w:rsidRDefault="0062748B" w:rsidP="0062748B"/>
    <w:p w:rsidR="0062748B" w:rsidRDefault="0062748B" w:rsidP="0062748B">
      <w:r>
        <w:t>IX01(1)..  IX_MinResinVolume(1) - 0.18*DFR(1,3)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IX01(2)..  IX_MinResinVolume(2) - 0.18*DFR(2,3)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IX01(3)..  IX_MinResinVolume(3) - 0.18*DFR(3,3)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IX02  =E=  </w:t>
      </w:r>
    </w:p>
    <w:p w:rsidR="0062748B" w:rsidRDefault="0062748B" w:rsidP="0062748B"/>
    <w:p w:rsidR="0062748B" w:rsidRDefault="0062748B" w:rsidP="0062748B">
      <w:r>
        <w:t>IX02(1)..  IX_MinVolExhaustionTime(1)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IX02(2)..  IX_MinVolExhaustionTime(2)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IX02(3)..  IX_MinVolExhaustionTime(3)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IX04  =E=  </w:t>
      </w:r>
    </w:p>
    <w:p w:rsidR="0062748B" w:rsidRDefault="0062748B" w:rsidP="0062748B"/>
    <w:p w:rsidR="0062748B" w:rsidRDefault="0062748B" w:rsidP="0062748B">
      <w:r>
        <w:t>IX04(1)..  IX_ExhaustionTimeResinVolume(1) - 0.0156384*DFR(1,3)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IX04(2)..  IX_ExhaustionTimeResinVolume(2) - 0.0156384*DFR(2,3)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IX04(3)..  IX_ExhaustionTimeResinVolume(3) - 0.0156384*DFR(3,3)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IX05  =E=  </w:t>
      </w:r>
    </w:p>
    <w:p w:rsidR="0062748B" w:rsidRDefault="0062748B" w:rsidP="0062748B"/>
    <w:p w:rsidR="0062748B" w:rsidRDefault="0062748B" w:rsidP="0062748B">
      <w:r>
        <w:t>IX05(1)..  - 2*IX_ExhaustionTimeResinVolume(1) + IX_VesselVolume(1)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IX05(2)..  - 2*IX_ExhaustionTimeResinVolume(2) + IX_VesselVolume(2)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IX05(3)..  - 2*IX_ExhaustionTimeResinVolume(3) + IX_VesselVolume(3)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IX06  =E=  </w:t>
      </w:r>
    </w:p>
    <w:p w:rsidR="0062748B" w:rsidRDefault="0062748B" w:rsidP="0062748B"/>
    <w:p w:rsidR="0062748B" w:rsidRDefault="0062748B" w:rsidP="0062748B">
      <w:r>
        <w:t>IX06(1)..  - 1398.5149222972*IX_ExhaustionTimeResinVolume(1) + IX_ResinCost(1)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IX06(2)..  - 1398.5149222972*IX_ExhaustionTimeResinVolume(2) + IX_ResinCost(2)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IX06(3)..  - 1398.5149222972*IX_ExhaustionTimeResinVolume(3) + IX_ResinCost(3)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IX07  =E=  </w:t>
      </w:r>
    </w:p>
    <w:p w:rsidR="0062748B" w:rsidRDefault="0062748B" w:rsidP="0062748B"/>
    <w:p w:rsidR="0062748B" w:rsidRDefault="0062748B" w:rsidP="0062748B">
      <w:r>
        <w:t>IX07(1)..  - (175034.043621232)*IX_VesselVolume(1) + IX_TankTotalCost(1)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-3.4660511260612, INFES = 3.4660511260612 ****)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IX07(2)..  - (175034.043621232)*IX_VesselVolume(2) + IX_TankTotalCost(2)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-3.4660511260612, INFES = 3.4660511260612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IX07(3)..  - (175034.043621232)*IX_VesselVolume(3) + IX_TankTotalCost(3)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-3.4660511260612, INFES = 3.4660511260612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IX08  =E=  </w:t>
      </w:r>
    </w:p>
    <w:p w:rsidR="0062748B" w:rsidRDefault="0062748B" w:rsidP="0062748B"/>
    <w:p w:rsidR="0062748B" w:rsidRDefault="0062748B" w:rsidP="0062748B">
      <w:r>
        <w:t>IX08(1)..  - 150*IX_ExhaustionTimeResinVolume(1) + IX_NaClReq(1)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IX08(2)..  - 150*IX_ExhaustionTimeResinVolume(2) + IX_NaClReq(2)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IX08(3)..  - 150*IX_ExhaustionTimeResinVolume(3) + IX_NaClReq(3)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IX09  =E=  </w:t>
      </w:r>
    </w:p>
    <w:p w:rsidR="0062748B" w:rsidRDefault="0062748B" w:rsidP="0062748B"/>
    <w:p w:rsidR="0062748B" w:rsidRDefault="0062748B" w:rsidP="0062748B">
      <w:r>
        <w:t>IX09(1)..  - 0.01*IX_NaClReq(1) + IX_RegFluidReq(1)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IX09(2)..  - 0.01*IX_NaClReq(2) + IX_RegFluidReq(2)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IX09(3)..  - 0.01*IX_NaClReq(3) + IX_RegFluidReq(3)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IX10  =E=  </w:t>
      </w:r>
    </w:p>
    <w:p w:rsidR="0062748B" w:rsidRDefault="0062748B" w:rsidP="0062748B"/>
    <w:p w:rsidR="0062748B" w:rsidRDefault="0062748B" w:rsidP="0062748B">
      <w:r>
        <w:t>IX10(1)..  - 3.65*IX_NaClReq(1) + IX_TotalChemCost(1)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IX10(2)..  - 3.65*IX_NaClReq(2) + IX_TotalChemCost(2)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IX10(3)..  - 3.65*IX_NaClReq(3) + IX_TotalChemCost(3)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IX11  =E=  </w:t>
      </w:r>
    </w:p>
    <w:p w:rsidR="0062748B" w:rsidRDefault="0062748B" w:rsidP="0062748B"/>
    <w:p w:rsidR="0062748B" w:rsidRDefault="0062748B" w:rsidP="0062748B">
      <w:r>
        <w:t>IX11(1)..  - 250*IX_RegFluidReq(1) + IX_StorageTankCost(1)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IX11(2)..  - 250*IX_RegFluidReq(2) + IX_StorageTankCost(2)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IX11(3)..  - 250*IX_RegFluidReq(3) + IX_StorageTankCost(3)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IX12  =E=  </w:t>
      </w:r>
    </w:p>
    <w:p w:rsidR="0062748B" w:rsidRDefault="0062748B" w:rsidP="0062748B"/>
    <w:p w:rsidR="0062748B" w:rsidRDefault="0062748B" w:rsidP="0062748B">
      <w:r>
        <w:t>IX12(1)..  - (2500000000)*IX_VesselVolume(1) + IX_BedArea(1)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IX12(2)..  - (2500000000)*IX_VesselVolume(2) + IX_BedArea(2)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IX12(3)..  - (2500000000)*IX_VesselVolume(3) + IX_BedArea(3)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IX13  =E=  </w:t>
      </w:r>
    </w:p>
    <w:p w:rsidR="0062748B" w:rsidRDefault="0062748B" w:rsidP="0062748B"/>
    <w:p w:rsidR="0062748B" w:rsidRDefault="0062748B" w:rsidP="0062748B">
      <w:r>
        <w:lastRenderedPageBreak/>
        <w:t>IX13(1)..  - (1254.21)*IX_BedArea(1) + IX_ConstructionCost(1)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IX13(2)..  - (1254.21)*IX_BedArea(2) + IX_ConstructionCost(2)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IX13(3)..  - (1254.21)*IX_BedArea(3) + IX_ConstructionCost(3)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IX14  =E=  </w:t>
      </w:r>
    </w:p>
    <w:p w:rsidR="0062748B" w:rsidRDefault="0062748B" w:rsidP="0062748B"/>
    <w:p w:rsidR="0062748B" w:rsidRDefault="0062748B" w:rsidP="0062748B">
      <w:r>
        <w:t>IX14(1)..  - (733000000000)*IX_BedArea(1) + IX_OMCost(1)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IX14(2)..  - (733000000000)*IX_BedArea(2) + IX_OMCost(2)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IX14(3)..  - (733000000000)*IX_BedArea(3) + IX_OMCost(3)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IX15  =E=  </w:t>
      </w:r>
    </w:p>
    <w:p w:rsidR="0062748B" w:rsidRDefault="0062748B" w:rsidP="0062748B"/>
    <w:p w:rsidR="0062748B" w:rsidRDefault="0062748B" w:rsidP="0062748B">
      <w:r>
        <w:t>IX15(1)..  - 24*IX_ResinCost(1) - IX_TankTotalCost(1) - IX_TotalChemCost(1)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IX_StorageTankCost(1) - IX_ConstructionCost(1) - IX_OMCost(1)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IX15(2)..  - 24*IX_ResinCost(2) - IX_TankTotalCost(2) - IX_TotalChemCost(2)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IX_StorageTankCost(2) - IX_ConstructionCost(2) - IX_OMCost(2)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IX15(3)..  - 24*IX_ResinCost(3) - IX_TankTotalCost(3) - IX_TotalChemCost(3)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IX_StorageTankCost(3) - IX_ConstructionCost(3) - IX_OMCost(3)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IX_TotalCost(3)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NonlinearTechCost01  =E=  </w:t>
      </w:r>
    </w:p>
    <w:p w:rsidR="0062748B" w:rsidRDefault="0062748B" w:rsidP="0062748B"/>
    <w:p w:rsidR="0062748B" w:rsidRDefault="0062748B" w:rsidP="0062748B">
      <w:r>
        <w:t>NonlinearTechCost01(1)..  - 1E-5*CF_AnnualCost(1) + NonlinearTechCost(1,1)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NonlinearTechCost01(2)..  - 1E-5*CF_AnnualCost(2) + NonlinearTechCost(2,1)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NonlinearTechCost01(3)..  - 1E-5*CF_AnnualCost(3) + NonlinearTechCost(3,1)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NonlinearTechCost02  =E=  </w:t>
      </w:r>
    </w:p>
    <w:p w:rsidR="0062748B" w:rsidRDefault="0062748B" w:rsidP="0062748B"/>
    <w:p w:rsidR="0062748B" w:rsidRDefault="0062748B" w:rsidP="0062748B">
      <w:r>
        <w:t>NonlinearTechCost02(1)..  - 1E-5*GAC_TotalCost(1) + NonlinearTechCost(1,2)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NonlinearTechCost02(2)..  - 1E-5*GAC_TotalCost(2) + NonlinearTechCost(2,2) =E= 0</w:t>
      </w:r>
    </w:p>
    <w:p w:rsidR="0062748B" w:rsidRDefault="0062748B" w:rsidP="0062748B">
      <w:r>
        <w:lastRenderedPageBreak/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NonlinearTechCost02(3)..  - 1E-5*GAC_TotalCost(3) + NonlinearTechCost(3,2)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NonlinearTechCost03  =E=  </w:t>
      </w:r>
    </w:p>
    <w:p w:rsidR="0062748B" w:rsidRDefault="0062748B" w:rsidP="0062748B"/>
    <w:p w:rsidR="0062748B" w:rsidRDefault="0062748B" w:rsidP="0062748B">
      <w:r>
        <w:t>NonlinearTechCost03(1)..  - 1E-5*IX_TotalCost(1) + NonlinearTechCost(1,3)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NonlinearTechCost03(2)..  - 1E-5*IX_TotalCost(2) + NonlinearTechCost(2,3)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NonlinearTechCost03(3)..  - 1E-5*IX_TotalCost(3) + NonlinearTechCost(3,3)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7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CF_NoOfModules  Number of modules</w:t>
      </w:r>
    </w:p>
    <w:p w:rsidR="0062748B" w:rsidRDefault="0062748B" w:rsidP="0062748B"/>
    <w:p w:rsidR="0062748B" w:rsidRDefault="0062748B" w:rsidP="0062748B">
      <w:r>
        <w:t>CF_NoOfModules(1)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CF01(1)</w:t>
      </w:r>
    </w:p>
    <w:p w:rsidR="0062748B" w:rsidRDefault="0062748B" w:rsidP="0062748B">
      <w:r>
        <w:t xml:space="preserve">      -90       CF08(1)</w:t>
      </w:r>
    </w:p>
    <w:p w:rsidR="0062748B" w:rsidRDefault="0062748B" w:rsidP="0062748B">
      <w:r>
        <w:t xml:space="preserve">  -370000       CF10(1)</w:t>
      </w:r>
    </w:p>
    <w:p w:rsidR="0062748B" w:rsidRDefault="0062748B" w:rsidP="0062748B">
      <w:r>
        <w:t xml:space="preserve">   -70000       CF12(1)</w:t>
      </w:r>
    </w:p>
    <w:p w:rsidR="0062748B" w:rsidRDefault="0062748B" w:rsidP="0062748B"/>
    <w:p w:rsidR="0062748B" w:rsidRDefault="0062748B" w:rsidP="0062748B">
      <w:r>
        <w:t>CF_NoOfModules(2)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CF01(2)</w:t>
      </w:r>
    </w:p>
    <w:p w:rsidR="0062748B" w:rsidRDefault="0062748B" w:rsidP="0062748B">
      <w:r>
        <w:t xml:space="preserve">      -90       CF08(2)</w:t>
      </w:r>
    </w:p>
    <w:p w:rsidR="0062748B" w:rsidRDefault="0062748B" w:rsidP="0062748B">
      <w:r>
        <w:t xml:space="preserve">  -370000       CF10(2)</w:t>
      </w:r>
    </w:p>
    <w:p w:rsidR="0062748B" w:rsidRDefault="0062748B" w:rsidP="0062748B">
      <w:r>
        <w:t xml:space="preserve">   -70000       CF12(2)</w:t>
      </w:r>
    </w:p>
    <w:p w:rsidR="0062748B" w:rsidRDefault="0062748B" w:rsidP="0062748B"/>
    <w:p w:rsidR="0062748B" w:rsidRDefault="0062748B" w:rsidP="0062748B">
      <w:r>
        <w:t>CF_NoOfModules(3)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CF01(3)</w:t>
      </w:r>
    </w:p>
    <w:p w:rsidR="0062748B" w:rsidRDefault="0062748B" w:rsidP="0062748B">
      <w:r>
        <w:t xml:space="preserve">      -90       CF08(3)</w:t>
      </w:r>
    </w:p>
    <w:p w:rsidR="0062748B" w:rsidRDefault="0062748B" w:rsidP="0062748B">
      <w:r>
        <w:lastRenderedPageBreak/>
        <w:t xml:space="preserve">  -370000       CF10(3)</w:t>
      </w:r>
    </w:p>
    <w:p w:rsidR="0062748B" w:rsidRDefault="0062748B" w:rsidP="0062748B">
      <w:r>
        <w:t xml:space="preserve">   -70000       CF12(3)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CF_BackwashFlow  Backwash flow</w:t>
      </w:r>
    </w:p>
    <w:p w:rsidR="0062748B" w:rsidRDefault="0062748B" w:rsidP="0062748B"/>
    <w:p w:rsidR="0062748B" w:rsidRDefault="0062748B" w:rsidP="0062748B">
      <w:r>
        <w:t>CF_BackwashFlow(1)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CF04(1)</w:t>
      </w:r>
    </w:p>
    <w:p w:rsidR="0062748B" w:rsidRDefault="0062748B" w:rsidP="0062748B"/>
    <w:p w:rsidR="0062748B" w:rsidRDefault="0062748B" w:rsidP="0062748B">
      <w:r>
        <w:t>CF_BackwashFlow(2)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CF04(2)</w:t>
      </w:r>
    </w:p>
    <w:p w:rsidR="0062748B" w:rsidRDefault="0062748B" w:rsidP="0062748B"/>
    <w:p w:rsidR="0062748B" w:rsidRDefault="0062748B" w:rsidP="0062748B">
      <w:r>
        <w:t>CF_BackwashFlow(3)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CF_FeedPumpHP  Feed pump horsepower</w:t>
      </w:r>
    </w:p>
    <w:p w:rsidR="0062748B" w:rsidRDefault="0062748B" w:rsidP="0062748B"/>
    <w:p w:rsidR="0062748B" w:rsidRDefault="0062748B" w:rsidP="0062748B">
      <w:r>
        <w:t>CF_FeedPumpHP(1)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CF05(1)</w:t>
      </w:r>
    </w:p>
    <w:p w:rsidR="0062748B" w:rsidRDefault="0062748B" w:rsidP="0062748B">
      <w:r>
        <w:t xml:space="preserve">    -6534.96    CF06(1)</w:t>
      </w:r>
    </w:p>
    <w:p w:rsidR="0062748B" w:rsidRDefault="0062748B" w:rsidP="0062748B">
      <w:r>
        <w:t xml:space="preserve">      -43.508   CF07(1)</w:t>
      </w:r>
    </w:p>
    <w:p w:rsidR="0062748B" w:rsidRDefault="0062748B" w:rsidP="0062748B"/>
    <w:p w:rsidR="0062748B" w:rsidRDefault="0062748B" w:rsidP="0062748B">
      <w:r>
        <w:t>CF_FeedPumpHP(2)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CF05(2)</w:t>
      </w:r>
    </w:p>
    <w:p w:rsidR="0062748B" w:rsidRDefault="0062748B" w:rsidP="0062748B">
      <w:r>
        <w:t xml:space="preserve">    -6534.96    CF06(2)</w:t>
      </w:r>
    </w:p>
    <w:p w:rsidR="0062748B" w:rsidRDefault="0062748B" w:rsidP="0062748B">
      <w:r>
        <w:t xml:space="preserve">      -43.508   CF07(2)</w:t>
      </w:r>
    </w:p>
    <w:p w:rsidR="0062748B" w:rsidRDefault="0062748B" w:rsidP="0062748B"/>
    <w:p w:rsidR="0062748B" w:rsidRDefault="0062748B" w:rsidP="0062748B">
      <w:r>
        <w:t>CF_FeedPumpHP(3)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CF05(3)</w:t>
      </w:r>
    </w:p>
    <w:p w:rsidR="0062748B" w:rsidRDefault="0062748B" w:rsidP="0062748B">
      <w:r>
        <w:t xml:space="preserve">    -6534.96    CF06(3)</w:t>
      </w:r>
    </w:p>
    <w:p w:rsidR="0062748B" w:rsidRDefault="0062748B" w:rsidP="0062748B">
      <w:r>
        <w:t xml:space="preserve">      -43.508   CF07(3)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CF_FeedPumpPower  Feed pump power requirement in kWh</w:t>
      </w:r>
    </w:p>
    <w:p w:rsidR="0062748B" w:rsidRDefault="0062748B" w:rsidP="0062748B"/>
    <w:p w:rsidR="0062748B" w:rsidRDefault="0062748B" w:rsidP="0062748B">
      <w:r>
        <w:t>CF_FeedPumpPower(1)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CF06(1)</w:t>
      </w:r>
    </w:p>
    <w:p w:rsidR="0062748B" w:rsidRDefault="0062748B" w:rsidP="0062748B">
      <w:r>
        <w:t xml:space="preserve">       -0.098   CF23(1)</w:t>
      </w:r>
    </w:p>
    <w:p w:rsidR="0062748B" w:rsidRDefault="0062748B" w:rsidP="0062748B"/>
    <w:p w:rsidR="0062748B" w:rsidRDefault="0062748B" w:rsidP="0062748B">
      <w:r>
        <w:lastRenderedPageBreak/>
        <w:t>CF_FeedPumpPower(2)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CF06(2)</w:t>
      </w:r>
    </w:p>
    <w:p w:rsidR="0062748B" w:rsidRDefault="0062748B" w:rsidP="0062748B">
      <w:r>
        <w:t xml:space="preserve">       -0.098   CF23(2)</w:t>
      </w:r>
    </w:p>
    <w:p w:rsidR="0062748B" w:rsidRDefault="0062748B" w:rsidP="0062748B"/>
    <w:p w:rsidR="0062748B" w:rsidRDefault="0062748B" w:rsidP="0062748B">
      <w:r>
        <w:t>CF_FeedPumpPower(3)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CF06(3)</w:t>
      </w:r>
    </w:p>
    <w:p w:rsidR="0062748B" w:rsidRDefault="0062748B" w:rsidP="0062748B">
      <w:r>
        <w:t xml:space="preserve">       -0.098 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CF_BackflushPower  Backflush power requirement in kWh</w:t>
      </w:r>
    </w:p>
    <w:p w:rsidR="0062748B" w:rsidRDefault="0062748B" w:rsidP="0062748B"/>
    <w:p w:rsidR="0062748B" w:rsidRDefault="0062748B" w:rsidP="0062748B">
      <w:r>
        <w:t>CF_BackflushPower(1)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CF07(1)</w:t>
      </w:r>
    </w:p>
    <w:p w:rsidR="0062748B" w:rsidRDefault="0062748B" w:rsidP="0062748B">
      <w:r>
        <w:t xml:space="preserve">       -0.098   CF23(1)</w:t>
      </w:r>
    </w:p>
    <w:p w:rsidR="0062748B" w:rsidRDefault="0062748B" w:rsidP="0062748B"/>
    <w:p w:rsidR="0062748B" w:rsidRDefault="0062748B" w:rsidP="0062748B">
      <w:r>
        <w:t>CF_BackflushPower(2)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CF07(2)</w:t>
      </w:r>
    </w:p>
    <w:p w:rsidR="0062748B" w:rsidRDefault="0062748B" w:rsidP="0062748B">
      <w:r>
        <w:t xml:space="preserve">       -0.098   CF23(2)</w:t>
      </w:r>
    </w:p>
    <w:p w:rsidR="0062748B" w:rsidRDefault="0062748B" w:rsidP="0062748B"/>
    <w:p w:rsidR="0062748B" w:rsidRDefault="0062748B" w:rsidP="0062748B">
      <w:r>
        <w:t>CF_BackflushPower(3)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CF07(3)</w:t>
      </w:r>
    </w:p>
    <w:p w:rsidR="0062748B" w:rsidRDefault="0062748B" w:rsidP="0062748B">
      <w:r>
        <w:t xml:space="preserve">       -0.098 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CF_MFF  Microfiltration feed flow in liters per sec</w:t>
      </w:r>
    </w:p>
    <w:p w:rsidR="0062748B" w:rsidRDefault="0062748B" w:rsidP="0062748B"/>
    <w:p w:rsidR="0062748B" w:rsidRDefault="0062748B" w:rsidP="0062748B">
      <w:r>
        <w:t>CF_MFF(1)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CF03(1)</w:t>
      </w:r>
    </w:p>
    <w:p w:rsidR="0062748B" w:rsidRDefault="0062748B" w:rsidP="0062748B">
      <w:r>
        <w:t xml:space="preserve">       -1       CF04(1)</w:t>
      </w:r>
    </w:p>
    <w:p w:rsidR="0062748B" w:rsidRDefault="0062748B" w:rsidP="0062748B">
      <w:r>
        <w:t xml:space="preserve">       -0.3468  CF05(1)</w:t>
      </w:r>
    </w:p>
    <w:p w:rsidR="0062748B" w:rsidRDefault="0062748B" w:rsidP="0062748B"/>
    <w:p w:rsidR="0062748B" w:rsidRDefault="0062748B" w:rsidP="0062748B">
      <w:r>
        <w:t>CF_MFF(2)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CF03(2)</w:t>
      </w:r>
    </w:p>
    <w:p w:rsidR="0062748B" w:rsidRDefault="0062748B" w:rsidP="0062748B">
      <w:r>
        <w:t xml:space="preserve">       -1       CF04(2)</w:t>
      </w:r>
    </w:p>
    <w:p w:rsidR="0062748B" w:rsidRDefault="0062748B" w:rsidP="0062748B">
      <w:r>
        <w:t xml:space="preserve">       -0.3468  CF05(2)</w:t>
      </w:r>
    </w:p>
    <w:p w:rsidR="0062748B" w:rsidRDefault="0062748B" w:rsidP="0062748B"/>
    <w:p w:rsidR="0062748B" w:rsidRDefault="0062748B" w:rsidP="0062748B">
      <w:r>
        <w:t>CF_MFF(3)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CF03(3)</w:t>
      </w:r>
    </w:p>
    <w:p w:rsidR="0062748B" w:rsidRDefault="0062748B" w:rsidP="0062748B">
      <w:r>
        <w:t xml:space="preserve">       -1       CF04(3)</w:t>
      </w:r>
    </w:p>
    <w:p w:rsidR="0062748B" w:rsidRDefault="0062748B" w:rsidP="0062748B">
      <w:r>
        <w:t xml:space="preserve">       -0.3468  CF05(3)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CF_NoOfMembranes  Number of membranes used</w:t>
      </w:r>
    </w:p>
    <w:p w:rsidR="0062748B" w:rsidRDefault="0062748B" w:rsidP="0062748B"/>
    <w:p w:rsidR="0062748B" w:rsidRDefault="0062748B" w:rsidP="0062748B">
      <w:r>
        <w:t>CF_NoOfMembranes(1)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CF08(1)</w:t>
      </w:r>
    </w:p>
    <w:p w:rsidR="0062748B" w:rsidRDefault="0062748B" w:rsidP="0062748B">
      <w:r>
        <w:t xml:space="preserve">     -147.709   CF26(1)</w:t>
      </w:r>
    </w:p>
    <w:p w:rsidR="0062748B" w:rsidRDefault="0062748B" w:rsidP="0062748B"/>
    <w:p w:rsidR="0062748B" w:rsidRDefault="0062748B" w:rsidP="0062748B">
      <w:r>
        <w:t>CF_NoOfMembranes(2)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CF08(2)</w:t>
      </w:r>
    </w:p>
    <w:p w:rsidR="0062748B" w:rsidRDefault="0062748B" w:rsidP="0062748B">
      <w:r>
        <w:t xml:space="preserve">     -147.709   CF26(2)</w:t>
      </w:r>
    </w:p>
    <w:p w:rsidR="0062748B" w:rsidRDefault="0062748B" w:rsidP="0062748B"/>
    <w:p w:rsidR="0062748B" w:rsidRDefault="0062748B" w:rsidP="0062748B">
      <w:r>
        <w:t>CF_NoOfMembranes(3)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CF08(3)</w:t>
      </w:r>
    </w:p>
    <w:p w:rsidR="0062748B" w:rsidRDefault="0062748B" w:rsidP="0062748B">
      <w:r>
        <w:t xml:space="preserve">     -147.709   CF26(3)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CF_BuildingArea  Building area for the process implementation</w:t>
      </w:r>
    </w:p>
    <w:p w:rsidR="0062748B" w:rsidRDefault="0062748B" w:rsidP="0062748B"/>
    <w:p w:rsidR="0062748B" w:rsidRDefault="0062748B" w:rsidP="0062748B">
      <w:r>
        <w:t>CF_BuildingArea(1)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CF09(1)</w:t>
      </w:r>
    </w:p>
    <w:p w:rsidR="0062748B" w:rsidRDefault="0062748B" w:rsidP="0062748B">
      <w:r>
        <w:t xml:space="preserve">    -1076       CF11(1)</w:t>
      </w:r>
    </w:p>
    <w:p w:rsidR="0062748B" w:rsidRDefault="0062748B" w:rsidP="0062748B"/>
    <w:p w:rsidR="0062748B" w:rsidRDefault="0062748B" w:rsidP="0062748B">
      <w:r>
        <w:t>CF_BuildingArea(2)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CF09(2)</w:t>
      </w:r>
    </w:p>
    <w:p w:rsidR="0062748B" w:rsidRDefault="0062748B" w:rsidP="0062748B">
      <w:r>
        <w:t xml:space="preserve">    -1076       CF11(2)</w:t>
      </w:r>
    </w:p>
    <w:p w:rsidR="0062748B" w:rsidRDefault="0062748B" w:rsidP="0062748B"/>
    <w:p w:rsidR="0062748B" w:rsidRDefault="0062748B" w:rsidP="0062748B">
      <w:r>
        <w:t>CF_BuildingArea(3)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CF09(3)</w:t>
      </w:r>
    </w:p>
    <w:p w:rsidR="0062748B" w:rsidRDefault="0062748B" w:rsidP="0062748B">
      <w:r>
        <w:t xml:space="preserve">    -1076       CF11(3)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CF_MembraneModuleCost  Membrane module cost</w:t>
      </w:r>
    </w:p>
    <w:p w:rsidR="0062748B" w:rsidRDefault="0062748B" w:rsidP="0062748B"/>
    <w:p w:rsidR="0062748B" w:rsidRDefault="0062748B" w:rsidP="0062748B">
      <w:r>
        <w:t>CF_MembraneModuleCost(1)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CF10(1)</w:t>
      </w:r>
    </w:p>
    <w:p w:rsidR="0062748B" w:rsidRDefault="0062748B" w:rsidP="0062748B">
      <w:r>
        <w:t xml:space="preserve">       -0.05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CF_MembraneModuleCost(2)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CF10(2)</w:t>
      </w:r>
    </w:p>
    <w:p w:rsidR="0062748B" w:rsidRDefault="0062748B" w:rsidP="0062748B">
      <w:r>
        <w:t xml:space="preserve">       -0.05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CF_MembraneModuleCost(3)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CF10(3)</w:t>
      </w:r>
    </w:p>
    <w:p w:rsidR="0062748B" w:rsidRDefault="0062748B" w:rsidP="0062748B">
      <w:r>
        <w:t xml:space="preserve">       -0.05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CF_BuildingCost  Building cost - based on the building area</w:t>
      </w:r>
    </w:p>
    <w:p w:rsidR="0062748B" w:rsidRDefault="0062748B" w:rsidP="0062748B"/>
    <w:p w:rsidR="0062748B" w:rsidRDefault="0062748B" w:rsidP="0062748B">
      <w:r>
        <w:t>CF_BuildingCost(1)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CF_BuildingCost(2)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CF_BuildingCost(3)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CF_InstallationCost  Installation cost for the process</w:t>
      </w:r>
    </w:p>
    <w:p w:rsidR="0062748B" w:rsidRDefault="0062748B" w:rsidP="0062748B"/>
    <w:p w:rsidR="0062748B" w:rsidRDefault="0062748B" w:rsidP="0062748B">
      <w:r>
        <w:t>CF_InstallationCost(1)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CF_InstallationCost(2)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lastRenderedPageBreak/>
        <w:t>CF_InstallationCost(3)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CF_MiscCost  Miscellaneous cost (taken as 5% of the module cost)</w:t>
      </w:r>
    </w:p>
    <w:p w:rsidR="0062748B" w:rsidRDefault="0062748B" w:rsidP="0062748B"/>
    <w:p w:rsidR="0062748B" w:rsidRDefault="0062748B" w:rsidP="0062748B">
      <w:r>
        <w:t>CF_MiscCost(1)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CF_MiscCost(2)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CF_MiscCost(3)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CF_PlantPipingCost  Plant piping cost (taken as 5%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CF_PlantPipingCost(1)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CF_PlantPipingCost(2)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CF_PlantPipingCost(3)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CF_EngineeringCost  Engineering cost (taken as 10%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CF_EngineeringCost(1)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CF_EngineeringCost(2)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CF_EngineeringCost(3)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CF_DirectCapitalCost  Total direct capital cost</w:t>
      </w:r>
    </w:p>
    <w:p w:rsidR="0062748B" w:rsidRDefault="0062748B" w:rsidP="0062748B"/>
    <w:p w:rsidR="0062748B" w:rsidRDefault="0062748B" w:rsidP="0062748B">
      <w:r>
        <w:t>CF_DirectCapitalCost(1)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CF16(1)</w:t>
      </w:r>
    </w:p>
    <w:p w:rsidR="0062748B" w:rsidRDefault="0062748B" w:rsidP="0062748B">
      <w:r>
        <w:t xml:space="preserve">       -0.06    CF17(1)</w:t>
      </w:r>
    </w:p>
    <w:p w:rsidR="0062748B" w:rsidRDefault="0062748B" w:rsidP="0062748B">
      <w:r>
        <w:t xml:space="preserve">       -0.2     CF18(1)</w:t>
      </w:r>
    </w:p>
    <w:p w:rsidR="0062748B" w:rsidRDefault="0062748B" w:rsidP="0062748B">
      <w:r>
        <w:t xml:space="preserve">       -0.1     CF19(1)</w:t>
      </w:r>
    </w:p>
    <w:p w:rsidR="0062748B" w:rsidRDefault="0062748B" w:rsidP="0062748B">
      <w:r>
        <w:t xml:space="preserve">       -0.04    CF20(1)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>
      <w:r>
        <w:t xml:space="preserve">       -0.02    CF28(1)</w:t>
      </w:r>
    </w:p>
    <w:p w:rsidR="0062748B" w:rsidRDefault="0062748B" w:rsidP="0062748B"/>
    <w:p w:rsidR="0062748B" w:rsidRDefault="0062748B" w:rsidP="0062748B">
      <w:r>
        <w:t>CF_DirectCapitalCost(2)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CF16(2)</w:t>
      </w:r>
    </w:p>
    <w:p w:rsidR="0062748B" w:rsidRDefault="0062748B" w:rsidP="0062748B">
      <w:r>
        <w:t xml:space="preserve">       -0.06    CF17(2)</w:t>
      </w:r>
    </w:p>
    <w:p w:rsidR="0062748B" w:rsidRDefault="0062748B" w:rsidP="0062748B">
      <w:r>
        <w:t xml:space="preserve">       -0.2     CF18(2)</w:t>
      </w:r>
    </w:p>
    <w:p w:rsidR="0062748B" w:rsidRDefault="0062748B" w:rsidP="0062748B">
      <w:r>
        <w:t xml:space="preserve">       -0.1     CF19(2)</w:t>
      </w:r>
    </w:p>
    <w:p w:rsidR="0062748B" w:rsidRDefault="0062748B" w:rsidP="0062748B">
      <w:r>
        <w:t xml:space="preserve">       -0.04    CF20(2)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>
      <w:r>
        <w:t xml:space="preserve">       -0.02    CF28(2)</w:t>
      </w:r>
    </w:p>
    <w:p w:rsidR="0062748B" w:rsidRDefault="0062748B" w:rsidP="0062748B"/>
    <w:p w:rsidR="0062748B" w:rsidRDefault="0062748B" w:rsidP="0062748B">
      <w:r>
        <w:t>CF_DirectCapitalCost(3)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CF16(3)</w:t>
      </w:r>
    </w:p>
    <w:p w:rsidR="0062748B" w:rsidRDefault="0062748B" w:rsidP="0062748B">
      <w:r>
        <w:t xml:space="preserve">       -0.06    CF17(3)</w:t>
      </w:r>
    </w:p>
    <w:p w:rsidR="0062748B" w:rsidRDefault="0062748B" w:rsidP="0062748B">
      <w:r>
        <w:t xml:space="preserve">       -0.2     CF18(3)</w:t>
      </w:r>
    </w:p>
    <w:p w:rsidR="0062748B" w:rsidRDefault="0062748B" w:rsidP="0062748B">
      <w:r>
        <w:t xml:space="preserve">       -0.1     CF19(3)</w:t>
      </w:r>
    </w:p>
    <w:p w:rsidR="0062748B" w:rsidRDefault="0062748B" w:rsidP="0062748B">
      <w:r>
        <w:lastRenderedPageBreak/>
        <w:t xml:space="preserve">       -0.04    CF20(3)</w:t>
      </w:r>
    </w:p>
    <w:p w:rsidR="0062748B" w:rsidRDefault="0062748B" w:rsidP="0062748B">
      <w:r>
        <w:t xml:space="preserve">       -1       CF22(3)</w:t>
      </w:r>
    </w:p>
    <w:p w:rsidR="0062748B" w:rsidRDefault="0062748B" w:rsidP="0062748B">
      <w:r>
        <w:t xml:space="preserve">       -0.02    CF28(3)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 xml:space="preserve">---- CF_ConstructionInterest  Expense on interest during construction (taken as </w:t>
      </w:r>
    </w:p>
    <w:p w:rsidR="0062748B" w:rsidRDefault="0062748B" w:rsidP="0062748B">
      <w:r>
        <w:t xml:space="preserve">                              6% of total direct capital cost)</w:t>
      </w:r>
    </w:p>
    <w:p w:rsidR="0062748B" w:rsidRDefault="0062748B" w:rsidP="0062748B"/>
    <w:p w:rsidR="0062748B" w:rsidRDefault="0062748B" w:rsidP="0062748B">
      <w:r>
        <w:t>CF_ConstructionInterest(1)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CF_ConstructionInterest(2)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CF_ConstructionInterest(3)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CF_Contingencies  Contingencies (taken as 20% of total direct capital cost)</w:t>
      </w:r>
    </w:p>
    <w:p w:rsidR="0062748B" w:rsidRDefault="0062748B" w:rsidP="0062748B"/>
    <w:p w:rsidR="0062748B" w:rsidRDefault="0062748B" w:rsidP="0062748B">
      <w:r>
        <w:t>CF_Contingencies(1)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CF_Contingencies(2)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CF_Contingencies(3)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CF_ProjectManagement  Fees and project management (taken as 10% of total di</w:t>
      </w:r>
    </w:p>
    <w:p w:rsidR="0062748B" w:rsidRDefault="0062748B" w:rsidP="0062748B">
      <w:r>
        <w:t xml:space="preserve">                           rect capital cost)</w:t>
      </w:r>
    </w:p>
    <w:p w:rsidR="0062748B" w:rsidRDefault="0062748B" w:rsidP="0062748B"/>
    <w:p w:rsidR="0062748B" w:rsidRDefault="0062748B" w:rsidP="0062748B">
      <w:r>
        <w:t>CF_ProjectManagement(1)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CF19(1)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CF_ProjectManagement(2)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CF_ProjectManagement(3)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CF_WorkingCapital  Working capital (taken as 4% of total direct capital cos</w:t>
      </w:r>
    </w:p>
    <w:p w:rsidR="0062748B" w:rsidRDefault="0062748B" w:rsidP="0062748B">
      <w:r>
        <w:t xml:space="preserve">                        t)</w:t>
      </w:r>
    </w:p>
    <w:p w:rsidR="0062748B" w:rsidRDefault="0062748B" w:rsidP="0062748B"/>
    <w:p w:rsidR="0062748B" w:rsidRDefault="0062748B" w:rsidP="0062748B">
      <w:r>
        <w:t>CF_WorkingCapital(1)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CF_WorkingCapital(2)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CF20(2)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CF_WorkingCapital(3)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CF_IndirectCapitalCost  Total indirect capital cost</w:t>
      </w:r>
    </w:p>
    <w:p w:rsidR="0062748B" w:rsidRDefault="0062748B" w:rsidP="0062748B"/>
    <w:p w:rsidR="0062748B" w:rsidRDefault="0062748B" w:rsidP="0062748B">
      <w:r>
        <w:t>CF_IndirectCapitalCost(1)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/>
    <w:p w:rsidR="0062748B" w:rsidRDefault="0062748B" w:rsidP="0062748B">
      <w:r>
        <w:t>CF_IndirectCapitalCost(2)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/>
    <w:p w:rsidR="0062748B" w:rsidRDefault="0062748B" w:rsidP="0062748B">
      <w:r>
        <w:t>CF_IndirectCapitalCost(3)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CF21(3)</w:t>
      </w:r>
    </w:p>
    <w:p w:rsidR="0062748B" w:rsidRDefault="0062748B" w:rsidP="0062748B">
      <w:r>
        <w:lastRenderedPageBreak/>
        <w:t xml:space="preserve">       -1       CF22(3)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CF_TotalConstructionCost  Total (direct and indirect) construction cost</w:t>
      </w:r>
    </w:p>
    <w:p w:rsidR="0062748B" w:rsidRDefault="0062748B" w:rsidP="0062748B"/>
    <w:p w:rsidR="0062748B" w:rsidRDefault="0062748B" w:rsidP="0062748B">
      <w:r>
        <w:t>CF_TotalConstructionCost(1)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CF22(1)</w:t>
      </w:r>
    </w:p>
    <w:p w:rsidR="0062748B" w:rsidRDefault="0062748B" w:rsidP="0062748B">
      <w:r>
        <w:t xml:space="preserve">       -0.1019  CF30(1)</w:t>
      </w:r>
    </w:p>
    <w:p w:rsidR="0062748B" w:rsidRDefault="0062748B" w:rsidP="0062748B"/>
    <w:p w:rsidR="0062748B" w:rsidRDefault="0062748B" w:rsidP="0062748B">
      <w:r>
        <w:t>CF_TotalConstructionCost(2)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CF22(2)</w:t>
      </w:r>
    </w:p>
    <w:p w:rsidR="0062748B" w:rsidRDefault="0062748B" w:rsidP="0062748B">
      <w:r>
        <w:t xml:space="preserve">       -0.1019  CF30(2)</w:t>
      </w:r>
    </w:p>
    <w:p w:rsidR="0062748B" w:rsidRDefault="0062748B" w:rsidP="0062748B"/>
    <w:p w:rsidR="0062748B" w:rsidRDefault="0062748B" w:rsidP="0062748B">
      <w:r>
        <w:t>CF_TotalConstructionCost(3)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CF22(3)</w:t>
      </w:r>
    </w:p>
    <w:p w:rsidR="0062748B" w:rsidRDefault="0062748B" w:rsidP="0062748B">
      <w:r>
        <w:t xml:space="preserve">       -0.1019  CF30(3)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CF_ElectricityCost  Electricity cost for the implementation of the process</w:t>
      </w:r>
    </w:p>
    <w:p w:rsidR="0062748B" w:rsidRDefault="0062748B" w:rsidP="0062748B"/>
    <w:p w:rsidR="0062748B" w:rsidRDefault="0062748B" w:rsidP="0062748B">
      <w:r>
        <w:lastRenderedPageBreak/>
        <w:t>CF_ElectricityCost(1)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CF_ElectricityCost(2)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CF_ElectricityCost(3)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CF_LaborCost  Labor cost for the implementation of the process</w:t>
      </w:r>
    </w:p>
    <w:p w:rsidR="0062748B" w:rsidRDefault="0062748B" w:rsidP="0062748B"/>
    <w:p w:rsidR="0062748B" w:rsidRDefault="0062748B" w:rsidP="0062748B">
      <w:r>
        <w:t>CF_LaborCost(1)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CF_LaborCost(2)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CF24(2)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CF_LaborCost(3)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CF_ChemicalCost  Chemical cost for the process</w:t>
      </w:r>
    </w:p>
    <w:p w:rsidR="0062748B" w:rsidRDefault="0062748B" w:rsidP="0062748B"/>
    <w:p w:rsidR="0062748B" w:rsidRDefault="0062748B" w:rsidP="0062748B">
      <w:r>
        <w:t>CF_ChemicalCost(1)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CF25(3)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CF_MembraneReplacementCost  Membrane replacement cost for the process</w:t>
      </w:r>
    </w:p>
    <w:p w:rsidR="0062748B" w:rsidRDefault="0062748B" w:rsidP="0062748B"/>
    <w:p w:rsidR="0062748B" w:rsidRDefault="0062748B" w:rsidP="0062748B">
      <w:r>
        <w:t>CF_MembraneReplacementCost(1)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CF_MembraneReplacementCost(2)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CF_MembraneReplacementCost(3)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CF_CleaningChemicalCost  Cleaning chemical (NaOCl) cost</w:t>
      </w:r>
    </w:p>
    <w:p w:rsidR="0062748B" w:rsidRDefault="0062748B" w:rsidP="0062748B"/>
    <w:p w:rsidR="0062748B" w:rsidRDefault="0062748B" w:rsidP="0062748B">
      <w:r>
        <w:t>CF_CleaningChemicalCost(1)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CF_CleaningChemicalCost(2)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CF_CleaningChemicalCost(3)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CF_Repairs  Repairs replacement and misc cost (taken as 2% of the direct ca</w:t>
      </w:r>
    </w:p>
    <w:p w:rsidR="0062748B" w:rsidRDefault="0062748B" w:rsidP="0062748B">
      <w:r>
        <w:t xml:space="preserve">                 pital cost)</w:t>
      </w:r>
    </w:p>
    <w:p w:rsidR="0062748B" w:rsidRDefault="0062748B" w:rsidP="0062748B"/>
    <w:p w:rsidR="0062748B" w:rsidRDefault="0062748B" w:rsidP="0062748B">
      <w:r>
        <w:t>CF_Repairs(1)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CF_Repairs(2)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CF_Repairs(3)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CF_TotalOMCost  Total operating and maintenance cost</w:t>
      </w:r>
    </w:p>
    <w:p w:rsidR="0062748B" w:rsidRDefault="0062748B" w:rsidP="0062748B"/>
    <w:p w:rsidR="0062748B" w:rsidRDefault="0062748B" w:rsidP="0062748B">
      <w:r>
        <w:t>CF_TotalOMCost(1)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CF_TotalOMCost(2)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lastRenderedPageBreak/>
        <w:t>CF_TotalOMCost(3)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CF_CapitalRecovery  Capital recovery - calculate from the total captical co</w:t>
      </w:r>
    </w:p>
    <w:p w:rsidR="0062748B" w:rsidRDefault="0062748B" w:rsidP="0062748B">
      <w:r>
        <w:t xml:space="preserve">                         st</w:t>
      </w:r>
    </w:p>
    <w:p w:rsidR="0062748B" w:rsidRDefault="0062748B" w:rsidP="0062748B"/>
    <w:p w:rsidR="0062748B" w:rsidRDefault="0062748B" w:rsidP="0062748B">
      <w:r>
        <w:t>CF_CapitalRecovery(1)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CF_CapitalRecovery(2)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t>CF_CapitalRecovery(3)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CF_AnnualCost  Annual cost depending on the Capital recovery and OM cost</w:t>
      </w:r>
    </w:p>
    <w:p w:rsidR="0062748B" w:rsidRDefault="0062748B" w:rsidP="0062748B"/>
    <w:p w:rsidR="0062748B" w:rsidRDefault="0062748B" w:rsidP="0062748B">
      <w:r>
        <w:t>CF_AnnualCost(1)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CF31(1)</w:t>
      </w:r>
    </w:p>
    <w:p w:rsidR="0062748B" w:rsidRDefault="0062748B" w:rsidP="0062748B">
      <w:r>
        <w:t xml:space="preserve">  -1.000000E-5  NonlinearTechCost01(1)</w:t>
      </w:r>
    </w:p>
    <w:p w:rsidR="0062748B" w:rsidRDefault="0062748B" w:rsidP="0062748B"/>
    <w:p w:rsidR="0062748B" w:rsidRDefault="0062748B" w:rsidP="0062748B">
      <w:r>
        <w:t>CF_AnnualCost(2)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CF31(2)</w:t>
      </w:r>
    </w:p>
    <w:p w:rsidR="0062748B" w:rsidRDefault="0062748B" w:rsidP="0062748B">
      <w:r>
        <w:t xml:space="preserve">  -1.000000E-5  NonlinearTechCost01(2)</w:t>
      </w:r>
    </w:p>
    <w:p w:rsidR="0062748B" w:rsidRDefault="0062748B" w:rsidP="0062748B"/>
    <w:p w:rsidR="0062748B" w:rsidRDefault="0062748B" w:rsidP="0062748B">
      <w:r>
        <w:t>CF_AnnualCost(3)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CF31(3)</w:t>
      </w:r>
    </w:p>
    <w:p w:rsidR="0062748B" w:rsidRDefault="0062748B" w:rsidP="0062748B">
      <w:r>
        <w:t xml:space="preserve">  -1.000000E-5  NonlinearTechCost01(3)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GAC_CapitalCost  Capital cost for the activated carbon process</w:t>
      </w:r>
    </w:p>
    <w:p w:rsidR="0062748B" w:rsidRDefault="0062748B" w:rsidP="0062748B"/>
    <w:p w:rsidR="0062748B" w:rsidRDefault="0062748B" w:rsidP="0062748B">
      <w:r>
        <w:t>GAC_CapitalCost(1)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GAC01(1)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GAC_OMCost  Operational and maintenance cost for the activated carbon proce</w:t>
      </w:r>
    </w:p>
    <w:p w:rsidR="0062748B" w:rsidRDefault="0062748B" w:rsidP="0062748B">
      <w:r>
        <w:t xml:space="preserve">                 ss</w:t>
      </w:r>
    </w:p>
    <w:p w:rsidR="0062748B" w:rsidRDefault="0062748B" w:rsidP="0062748B"/>
    <w:p w:rsidR="0062748B" w:rsidRDefault="0062748B" w:rsidP="0062748B">
      <w:r>
        <w:t>GAC_OMCost(1)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GAC02(2)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GAC_TotalCost  Total cost for the activated carbon process implementation</w:t>
      </w:r>
    </w:p>
    <w:p w:rsidR="0062748B" w:rsidRDefault="0062748B" w:rsidP="0062748B"/>
    <w:p w:rsidR="0062748B" w:rsidRDefault="0062748B" w:rsidP="0062748B">
      <w:r>
        <w:t>GAC_TotalCost(1)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GAC03(1)</w:t>
      </w:r>
    </w:p>
    <w:p w:rsidR="0062748B" w:rsidRDefault="0062748B" w:rsidP="0062748B">
      <w:r>
        <w:t xml:space="preserve">  -1.000000E-5  NonlinearTechCost02(1)</w:t>
      </w:r>
    </w:p>
    <w:p w:rsidR="0062748B" w:rsidRDefault="0062748B" w:rsidP="0062748B"/>
    <w:p w:rsidR="0062748B" w:rsidRDefault="0062748B" w:rsidP="0062748B">
      <w:r>
        <w:t>GAC_TotalCost(2)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GAC03(2)</w:t>
      </w:r>
    </w:p>
    <w:p w:rsidR="0062748B" w:rsidRDefault="0062748B" w:rsidP="0062748B">
      <w:r>
        <w:t xml:space="preserve">  -1.000000E-5  NonlinearTechCost02(2)</w:t>
      </w:r>
    </w:p>
    <w:p w:rsidR="0062748B" w:rsidRDefault="0062748B" w:rsidP="0062748B"/>
    <w:p w:rsidR="0062748B" w:rsidRDefault="0062748B" w:rsidP="0062748B">
      <w:r>
        <w:t>GAC_TotalCost(3)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GAC03(3)</w:t>
      </w:r>
    </w:p>
    <w:p w:rsidR="0062748B" w:rsidRDefault="0062748B" w:rsidP="0062748B">
      <w:r>
        <w:lastRenderedPageBreak/>
        <w:t xml:space="preserve">  -1.000000E-5  NonlinearTechCost02(3)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IX_MinResinVolume  Minimum volume of the medium in m3</w:t>
      </w:r>
    </w:p>
    <w:p w:rsidR="0062748B" w:rsidRDefault="0062748B" w:rsidP="0062748B"/>
    <w:p w:rsidR="0062748B" w:rsidRDefault="0062748B" w:rsidP="0062748B">
      <w:r>
        <w:t>IX_MinResinVolume(1)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IX01(1)</w:t>
      </w:r>
    </w:p>
    <w:p w:rsidR="0062748B" w:rsidRDefault="0062748B" w:rsidP="0062748B"/>
    <w:p w:rsidR="0062748B" w:rsidRDefault="0062748B" w:rsidP="0062748B">
      <w:r>
        <w:t>IX_MinResinVolume(2)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IX01(2)</w:t>
      </w:r>
    </w:p>
    <w:p w:rsidR="0062748B" w:rsidRDefault="0062748B" w:rsidP="0062748B"/>
    <w:p w:rsidR="0062748B" w:rsidRDefault="0062748B" w:rsidP="0062748B">
      <w:r>
        <w:t>IX_MinResinVolume(3)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IX_MinVolExhaustionTime  Minimum volume exhaustion time in days</w:t>
      </w:r>
    </w:p>
    <w:p w:rsidR="0062748B" w:rsidRDefault="0062748B" w:rsidP="0062748B"/>
    <w:p w:rsidR="0062748B" w:rsidRDefault="0062748B" w:rsidP="0062748B">
      <w:r>
        <w:t>IX_MinVolExhaustionTime(1)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IX02(1)</w:t>
      </w:r>
    </w:p>
    <w:p w:rsidR="0062748B" w:rsidRDefault="0062748B" w:rsidP="0062748B"/>
    <w:p w:rsidR="0062748B" w:rsidRDefault="0062748B" w:rsidP="0062748B">
      <w:r>
        <w:t>IX_MinVolExhaustionTime(2)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IX02(2)</w:t>
      </w:r>
    </w:p>
    <w:p w:rsidR="0062748B" w:rsidRDefault="0062748B" w:rsidP="0062748B"/>
    <w:p w:rsidR="0062748B" w:rsidRDefault="0062748B" w:rsidP="0062748B">
      <w:r>
        <w:t>IX_MinVolExhaustionTime(3)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IX_ExhaustionTimeResinVolume  Resin volume in m3 for the minimum exhaustion</w:t>
      </w:r>
    </w:p>
    <w:p w:rsidR="0062748B" w:rsidRDefault="0062748B" w:rsidP="0062748B">
      <w:r>
        <w:t xml:space="preserve">                                   time</w:t>
      </w:r>
    </w:p>
    <w:p w:rsidR="0062748B" w:rsidRDefault="0062748B" w:rsidP="0062748B"/>
    <w:p w:rsidR="0062748B" w:rsidRDefault="0062748B" w:rsidP="0062748B">
      <w:r>
        <w:t>IX_ExhaustionTimeResinVolume(1)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IX04(1)</w:t>
      </w:r>
    </w:p>
    <w:p w:rsidR="0062748B" w:rsidRDefault="0062748B" w:rsidP="0062748B">
      <w:r>
        <w:t xml:space="preserve">       -2       IX05(1)</w:t>
      </w:r>
    </w:p>
    <w:p w:rsidR="0062748B" w:rsidRDefault="0062748B" w:rsidP="0062748B">
      <w:r>
        <w:t xml:space="preserve">    -1398.5149  IX06(1)</w:t>
      </w:r>
    </w:p>
    <w:p w:rsidR="0062748B" w:rsidRDefault="0062748B" w:rsidP="0062748B">
      <w:r>
        <w:t xml:space="preserve">     -150       IX08(1)</w:t>
      </w:r>
    </w:p>
    <w:p w:rsidR="0062748B" w:rsidRDefault="0062748B" w:rsidP="0062748B"/>
    <w:p w:rsidR="0062748B" w:rsidRDefault="0062748B" w:rsidP="0062748B">
      <w:r>
        <w:t>IX_ExhaustionTimeResinVolume(2)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IX04(2)</w:t>
      </w:r>
    </w:p>
    <w:p w:rsidR="0062748B" w:rsidRDefault="0062748B" w:rsidP="0062748B">
      <w:r>
        <w:t xml:space="preserve">       -2       IX05(2)</w:t>
      </w:r>
    </w:p>
    <w:p w:rsidR="0062748B" w:rsidRDefault="0062748B" w:rsidP="0062748B">
      <w:r>
        <w:lastRenderedPageBreak/>
        <w:t xml:space="preserve">    -1398.5149  IX06(2)</w:t>
      </w:r>
    </w:p>
    <w:p w:rsidR="0062748B" w:rsidRDefault="0062748B" w:rsidP="0062748B">
      <w:r>
        <w:t xml:space="preserve">     -150       IX08(2)</w:t>
      </w:r>
    </w:p>
    <w:p w:rsidR="0062748B" w:rsidRDefault="0062748B" w:rsidP="0062748B"/>
    <w:p w:rsidR="0062748B" w:rsidRDefault="0062748B" w:rsidP="0062748B">
      <w:r>
        <w:t>IX_ExhaustionTimeResinVolume(3)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IX04(3)</w:t>
      </w:r>
    </w:p>
    <w:p w:rsidR="0062748B" w:rsidRDefault="0062748B" w:rsidP="0062748B">
      <w:r>
        <w:t xml:space="preserve">       -2       IX05(3)</w:t>
      </w:r>
    </w:p>
    <w:p w:rsidR="0062748B" w:rsidRDefault="0062748B" w:rsidP="0062748B">
      <w:r>
        <w:t xml:space="preserve">    -1398.5149  IX06(3)</w:t>
      </w:r>
    </w:p>
    <w:p w:rsidR="0062748B" w:rsidRDefault="0062748B" w:rsidP="0062748B">
      <w:r>
        <w:t xml:space="preserve">     -150       IX08(3)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IX_VesselVolume  Total vessel volume in m3</w:t>
      </w:r>
    </w:p>
    <w:p w:rsidR="0062748B" w:rsidRDefault="0062748B" w:rsidP="0062748B"/>
    <w:p w:rsidR="0062748B" w:rsidRDefault="0062748B" w:rsidP="0062748B">
      <w:r>
        <w:t>IX_VesselVolume(1)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IX05(1)</w:t>
      </w:r>
    </w:p>
    <w:p w:rsidR="0062748B" w:rsidRDefault="0062748B" w:rsidP="0062748B">
      <w:r>
        <w:t xml:space="preserve"> (-175034.0436) IX07(1)</w:t>
      </w:r>
    </w:p>
    <w:p w:rsidR="0062748B" w:rsidRDefault="0062748B" w:rsidP="0062748B">
      <w:r>
        <w:t xml:space="preserve"> (-2.500000E+9) IX12(1)</w:t>
      </w:r>
    </w:p>
    <w:p w:rsidR="0062748B" w:rsidRDefault="0062748B" w:rsidP="0062748B"/>
    <w:p w:rsidR="0062748B" w:rsidRDefault="0062748B" w:rsidP="0062748B">
      <w:r>
        <w:t>IX_VesselVolume(2)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IX05(2)</w:t>
      </w:r>
    </w:p>
    <w:p w:rsidR="0062748B" w:rsidRDefault="0062748B" w:rsidP="0062748B">
      <w:r>
        <w:t xml:space="preserve"> (-175034.0436) IX07(2)</w:t>
      </w:r>
    </w:p>
    <w:p w:rsidR="0062748B" w:rsidRDefault="0062748B" w:rsidP="0062748B">
      <w:r>
        <w:t xml:space="preserve"> (-2.500000E+9) IX12(2)</w:t>
      </w:r>
    </w:p>
    <w:p w:rsidR="0062748B" w:rsidRDefault="0062748B" w:rsidP="0062748B"/>
    <w:p w:rsidR="0062748B" w:rsidRDefault="0062748B" w:rsidP="0062748B">
      <w:r>
        <w:t>IX_VesselVolume(3)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IX05(3)</w:t>
      </w:r>
    </w:p>
    <w:p w:rsidR="0062748B" w:rsidRDefault="0062748B" w:rsidP="0062748B">
      <w:r>
        <w:t xml:space="preserve"> (-175034.0436) IX07(3)</w:t>
      </w:r>
    </w:p>
    <w:p w:rsidR="0062748B" w:rsidRDefault="0062748B" w:rsidP="0062748B">
      <w:r>
        <w:t xml:space="preserve"> (-2.500000E+9) IX12(3)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IX_ResinCost  Total resin cost (in $ per day -- need to check)</w:t>
      </w:r>
    </w:p>
    <w:p w:rsidR="0062748B" w:rsidRDefault="0062748B" w:rsidP="0062748B"/>
    <w:p w:rsidR="0062748B" w:rsidRDefault="0062748B" w:rsidP="0062748B">
      <w:r>
        <w:t>IX_ResinCost(1)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IX06(1)</w:t>
      </w:r>
    </w:p>
    <w:p w:rsidR="0062748B" w:rsidRDefault="0062748B" w:rsidP="0062748B">
      <w:r>
        <w:t xml:space="preserve">      -24       IX15(1)</w:t>
      </w:r>
    </w:p>
    <w:p w:rsidR="0062748B" w:rsidRDefault="0062748B" w:rsidP="0062748B"/>
    <w:p w:rsidR="0062748B" w:rsidRDefault="0062748B" w:rsidP="0062748B">
      <w:r>
        <w:t>IX_ResinCost(2)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IX06(2)</w:t>
      </w:r>
    </w:p>
    <w:p w:rsidR="0062748B" w:rsidRDefault="0062748B" w:rsidP="0062748B">
      <w:r>
        <w:t xml:space="preserve">      -24       IX15(2)</w:t>
      </w:r>
    </w:p>
    <w:p w:rsidR="0062748B" w:rsidRDefault="0062748B" w:rsidP="0062748B"/>
    <w:p w:rsidR="0062748B" w:rsidRDefault="0062748B" w:rsidP="0062748B">
      <w:r>
        <w:t>IX_ResinCost(3)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IX06(3)</w:t>
      </w:r>
    </w:p>
    <w:p w:rsidR="0062748B" w:rsidRDefault="0062748B" w:rsidP="0062748B">
      <w:r>
        <w:t xml:space="preserve">      -24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IX_BedArea  Bed area for the vessel in m2</w:t>
      </w:r>
    </w:p>
    <w:p w:rsidR="0062748B" w:rsidRDefault="0062748B" w:rsidP="0062748B"/>
    <w:p w:rsidR="0062748B" w:rsidRDefault="0062748B" w:rsidP="0062748B">
      <w:r>
        <w:t>IX_BedArea(1)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IX12(1)</w:t>
      </w:r>
    </w:p>
    <w:p w:rsidR="0062748B" w:rsidRDefault="0062748B" w:rsidP="0062748B">
      <w:r>
        <w:t xml:space="preserve">   (-1254.21)   IX13(1)</w:t>
      </w:r>
    </w:p>
    <w:p w:rsidR="0062748B" w:rsidRDefault="0062748B" w:rsidP="0062748B">
      <w:r>
        <w:t xml:space="preserve"> (-7.33000E+11) IX14(1)</w:t>
      </w:r>
    </w:p>
    <w:p w:rsidR="0062748B" w:rsidRDefault="0062748B" w:rsidP="0062748B"/>
    <w:p w:rsidR="0062748B" w:rsidRDefault="0062748B" w:rsidP="0062748B">
      <w:r>
        <w:t>IX_BedArea(2)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IX12(2)</w:t>
      </w:r>
    </w:p>
    <w:p w:rsidR="0062748B" w:rsidRDefault="0062748B" w:rsidP="0062748B">
      <w:r>
        <w:t xml:space="preserve">   (-1254.21)   IX13(2)</w:t>
      </w:r>
    </w:p>
    <w:p w:rsidR="0062748B" w:rsidRDefault="0062748B" w:rsidP="0062748B">
      <w:r>
        <w:t xml:space="preserve"> (-7.33000E+11) IX14(2)</w:t>
      </w:r>
    </w:p>
    <w:p w:rsidR="0062748B" w:rsidRDefault="0062748B" w:rsidP="0062748B"/>
    <w:p w:rsidR="0062748B" w:rsidRDefault="0062748B" w:rsidP="0062748B">
      <w:r>
        <w:t>IX_BedArea(3)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IX12(3)</w:t>
      </w:r>
    </w:p>
    <w:p w:rsidR="0062748B" w:rsidRDefault="0062748B" w:rsidP="0062748B">
      <w:r>
        <w:t xml:space="preserve">   (-1254.21)   IX13(3)</w:t>
      </w:r>
    </w:p>
    <w:p w:rsidR="0062748B" w:rsidRDefault="0062748B" w:rsidP="0062748B">
      <w:r>
        <w:t xml:space="preserve"> (-7.33000E+11) IX14(3)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lastRenderedPageBreak/>
        <w:t>---- IX_TankTotalCost  Total Tank cost in $</w:t>
      </w:r>
    </w:p>
    <w:p w:rsidR="0062748B" w:rsidRDefault="0062748B" w:rsidP="0062748B"/>
    <w:p w:rsidR="0062748B" w:rsidRDefault="0062748B" w:rsidP="0062748B">
      <w:r>
        <w:t>IX_TankTotalCost(1)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IX_TankTotalCost(2)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IX_TankTotalCost(3)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IX_NaClReq  NaCl requirement in Kg per day</w:t>
      </w:r>
    </w:p>
    <w:p w:rsidR="0062748B" w:rsidRDefault="0062748B" w:rsidP="0062748B"/>
    <w:p w:rsidR="0062748B" w:rsidRDefault="0062748B" w:rsidP="0062748B">
      <w:r>
        <w:t>IX_NaClReq(1)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IX08(1)</w:t>
      </w:r>
    </w:p>
    <w:p w:rsidR="0062748B" w:rsidRDefault="0062748B" w:rsidP="0062748B">
      <w:r>
        <w:t xml:space="preserve">       -0.01    IX09(1)</w:t>
      </w:r>
    </w:p>
    <w:p w:rsidR="0062748B" w:rsidRDefault="0062748B" w:rsidP="0062748B">
      <w:r>
        <w:lastRenderedPageBreak/>
        <w:t xml:space="preserve">       -3.65    IX10(1)</w:t>
      </w:r>
    </w:p>
    <w:p w:rsidR="0062748B" w:rsidRDefault="0062748B" w:rsidP="0062748B"/>
    <w:p w:rsidR="0062748B" w:rsidRDefault="0062748B" w:rsidP="0062748B">
      <w:r>
        <w:t>IX_NaClReq(2)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IX08(2)</w:t>
      </w:r>
    </w:p>
    <w:p w:rsidR="0062748B" w:rsidRDefault="0062748B" w:rsidP="0062748B">
      <w:r>
        <w:t xml:space="preserve">       -0.01    IX09(2)</w:t>
      </w:r>
    </w:p>
    <w:p w:rsidR="0062748B" w:rsidRDefault="0062748B" w:rsidP="0062748B">
      <w:r>
        <w:t xml:space="preserve">       -3.65    IX10(2)</w:t>
      </w:r>
    </w:p>
    <w:p w:rsidR="0062748B" w:rsidRDefault="0062748B" w:rsidP="0062748B"/>
    <w:p w:rsidR="0062748B" w:rsidRDefault="0062748B" w:rsidP="0062748B">
      <w:r>
        <w:t>IX_NaClReq(3)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IX08(3)</w:t>
      </w:r>
    </w:p>
    <w:p w:rsidR="0062748B" w:rsidRDefault="0062748B" w:rsidP="0062748B">
      <w:r>
        <w:t xml:space="preserve">       -0.01    IX09(3)</w:t>
      </w:r>
    </w:p>
    <w:p w:rsidR="0062748B" w:rsidRDefault="0062748B" w:rsidP="0062748B">
      <w:r>
        <w:t xml:space="preserve">       -3.65    IX10(3)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IX_TotalChemCost  Total chemical cost per year</w:t>
      </w:r>
    </w:p>
    <w:p w:rsidR="0062748B" w:rsidRDefault="0062748B" w:rsidP="0062748B"/>
    <w:p w:rsidR="0062748B" w:rsidRDefault="0062748B" w:rsidP="0062748B">
      <w:r>
        <w:t>IX_TotalChemCost(1)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IX_TotalChemCost(2)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IX10(2)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IX_TotalChemCost(3)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IX_RegFluidReq  Regeneration fluid requirement</w:t>
      </w:r>
    </w:p>
    <w:p w:rsidR="0062748B" w:rsidRDefault="0062748B" w:rsidP="0062748B"/>
    <w:p w:rsidR="0062748B" w:rsidRDefault="0062748B" w:rsidP="0062748B">
      <w:r>
        <w:t>IX_RegFluidReq(1)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IX09(1)</w:t>
      </w:r>
    </w:p>
    <w:p w:rsidR="0062748B" w:rsidRDefault="0062748B" w:rsidP="0062748B">
      <w:r>
        <w:t xml:space="preserve">     -250       IX11(1)</w:t>
      </w:r>
    </w:p>
    <w:p w:rsidR="0062748B" w:rsidRDefault="0062748B" w:rsidP="0062748B"/>
    <w:p w:rsidR="0062748B" w:rsidRDefault="0062748B" w:rsidP="0062748B">
      <w:r>
        <w:t>IX_RegFluidReq(2)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IX09(2)</w:t>
      </w:r>
    </w:p>
    <w:p w:rsidR="0062748B" w:rsidRDefault="0062748B" w:rsidP="0062748B">
      <w:r>
        <w:t xml:space="preserve">     -250       IX11(2)</w:t>
      </w:r>
    </w:p>
    <w:p w:rsidR="0062748B" w:rsidRDefault="0062748B" w:rsidP="0062748B"/>
    <w:p w:rsidR="0062748B" w:rsidRDefault="0062748B" w:rsidP="0062748B">
      <w:r>
        <w:t>IX_RegFluidReq(3)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IX09(3)</w:t>
      </w:r>
    </w:p>
    <w:p w:rsidR="0062748B" w:rsidRDefault="0062748B" w:rsidP="0062748B">
      <w:r>
        <w:lastRenderedPageBreak/>
        <w:t xml:space="preserve">     -250       IX11(3)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IX_StorageTankCost  Storage tank cost</w:t>
      </w:r>
    </w:p>
    <w:p w:rsidR="0062748B" w:rsidRDefault="0062748B" w:rsidP="0062748B"/>
    <w:p w:rsidR="0062748B" w:rsidRDefault="0062748B" w:rsidP="0062748B">
      <w:r>
        <w:t>IX_StorageTankCost(1)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IX_StorageTankCost(2)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IX_StorageTankCost(3)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IX_ConstructionCost  Construction cost</w:t>
      </w:r>
    </w:p>
    <w:p w:rsidR="0062748B" w:rsidRDefault="0062748B" w:rsidP="0062748B"/>
    <w:p w:rsidR="0062748B" w:rsidRDefault="0062748B" w:rsidP="0062748B">
      <w:r>
        <w:lastRenderedPageBreak/>
        <w:t>IX_ConstructionCost(1)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IX_OMCost  Operating and maintenance cost</w:t>
      </w:r>
    </w:p>
    <w:p w:rsidR="0062748B" w:rsidRDefault="0062748B" w:rsidP="0062748B"/>
    <w:p w:rsidR="0062748B" w:rsidRDefault="0062748B" w:rsidP="0062748B">
      <w:r>
        <w:t>IX_OMCost(1)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IX_OMCost(2)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IX14(2)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IX_TotalCost  Total cost for the implementation of ion exchange process for</w:t>
      </w:r>
    </w:p>
    <w:p w:rsidR="0062748B" w:rsidRDefault="0062748B" w:rsidP="0062748B">
      <w:r>
        <w:t xml:space="preserve">                   each industry</w:t>
      </w:r>
    </w:p>
    <w:p w:rsidR="0062748B" w:rsidRDefault="0062748B" w:rsidP="0062748B"/>
    <w:p w:rsidR="0062748B" w:rsidRDefault="0062748B" w:rsidP="0062748B">
      <w:r>
        <w:t>IX_TotalCost(1)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IX15(1)</w:t>
      </w:r>
    </w:p>
    <w:p w:rsidR="0062748B" w:rsidRDefault="0062748B" w:rsidP="0062748B">
      <w:r>
        <w:t xml:space="preserve">  -1.000000E-5  NonlinearTechCost03(1)</w:t>
      </w:r>
    </w:p>
    <w:p w:rsidR="0062748B" w:rsidRDefault="0062748B" w:rsidP="0062748B"/>
    <w:p w:rsidR="0062748B" w:rsidRDefault="0062748B" w:rsidP="0062748B">
      <w:r>
        <w:t>IX_TotalCost(2)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IX15(2)</w:t>
      </w:r>
    </w:p>
    <w:p w:rsidR="0062748B" w:rsidRDefault="0062748B" w:rsidP="0062748B">
      <w:r>
        <w:t xml:space="preserve">  -1.000000E-5  NonlinearTechCost03(2)</w:t>
      </w:r>
    </w:p>
    <w:p w:rsidR="0062748B" w:rsidRDefault="0062748B" w:rsidP="0062748B"/>
    <w:p w:rsidR="0062748B" w:rsidRDefault="0062748B" w:rsidP="0062748B">
      <w:r>
        <w:t>IX_TotalCost(3)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IX15(3)</w:t>
      </w:r>
    </w:p>
    <w:p w:rsidR="0062748B" w:rsidRDefault="0062748B" w:rsidP="0062748B">
      <w:r>
        <w:t xml:space="preserve">  -1.000000E-5  NonlinearTechCost03(3)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Tobj  Objective function for the technoogy only problem</w:t>
      </w:r>
    </w:p>
    <w:p w:rsidR="0062748B" w:rsidRDefault="0062748B" w:rsidP="0062748B"/>
    <w:p w:rsidR="0062748B" w:rsidRDefault="0062748B" w:rsidP="0062748B">
      <w:r>
        <w:t>Tobj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t xml:space="preserve">        1       Tobjective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Volume  volume of waste treated by each industry using each technology (def</w:t>
      </w:r>
    </w:p>
    <w:p w:rsidR="0062748B" w:rsidRDefault="0062748B" w:rsidP="0062748B">
      <w:r>
        <w:t xml:space="preserve">             ined over i and j)</w:t>
      </w:r>
    </w:p>
    <w:p w:rsidR="0062748B" w:rsidRDefault="0062748B" w:rsidP="0062748B"/>
    <w:p w:rsidR="0062748B" w:rsidRDefault="0062748B" w:rsidP="0062748B">
      <w:r>
        <w:t>Volume(1,1)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0.0028  Tc2(1)</w:t>
      </w:r>
    </w:p>
    <w:p w:rsidR="0062748B" w:rsidRDefault="0062748B" w:rsidP="0062748B">
      <w:r>
        <w:t xml:space="preserve">      -43.8021  DFREq(1,1)</w:t>
      </w:r>
    </w:p>
    <w:p w:rsidR="0062748B" w:rsidRDefault="0062748B" w:rsidP="0062748B">
      <w:r>
        <w:t xml:space="preserve">       -1.1574  CF01(1)</w:t>
      </w:r>
    </w:p>
    <w:p w:rsidR="0062748B" w:rsidRDefault="0062748B" w:rsidP="0062748B"/>
    <w:p w:rsidR="0062748B" w:rsidRDefault="0062748B" w:rsidP="0062748B">
      <w:r>
        <w:t>Volume(1,2)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Tc1(1)</w:t>
      </w:r>
    </w:p>
    <w:p w:rsidR="0062748B" w:rsidRDefault="0062748B" w:rsidP="0062748B">
      <w:r>
        <w:t xml:space="preserve">        0.0041  Tc2(1)</w:t>
      </w:r>
    </w:p>
    <w:p w:rsidR="0062748B" w:rsidRDefault="0062748B" w:rsidP="0062748B">
      <w:r>
        <w:t xml:space="preserve">      -43.8021  DFREq(1,2)</w:t>
      </w:r>
    </w:p>
    <w:p w:rsidR="0062748B" w:rsidRDefault="0062748B" w:rsidP="0062748B">
      <w:r>
        <w:t xml:space="preserve"> (-7.37701E+16) GAC01(1)</w:t>
      </w:r>
    </w:p>
    <w:p w:rsidR="0062748B" w:rsidRDefault="0062748B" w:rsidP="0062748B">
      <w:r>
        <w:t xml:space="preserve"> (-8.53308E+15) GAC02(1)</w:t>
      </w:r>
    </w:p>
    <w:p w:rsidR="0062748B" w:rsidRDefault="0062748B" w:rsidP="0062748B"/>
    <w:p w:rsidR="0062748B" w:rsidRDefault="0062748B" w:rsidP="0062748B">
      <w:r>
        <w:t>Volume(1,3)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0.0014  Tc2(1)</w:t>
      </w:r>
    </w:p>
    <w:p w:rsidR="0062748B" w:rsidRDefault="0062748B" w:rsidP="0062748B">
      <w:r>
        <w:t xml:space="preserve">      -43.8021  DFREq(1,3)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>---- DFR  Desired flow rate for the industry in liters per sec</w:t>
      </w:r>
    </w:p>
    <w:p w:rsidR="0062748B" w:rsidRDefault="0062748B" w:rsidP="0062748B"/>
    <w:p w:rsidR="0062748B" w:rsidRDefault="0062748B" w:rsidP="0062748B">
      <w:r>
        <w:t>DFR(1,1)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DFREq(1,1)</w:t>
      </w:r>
    </w:p>
    <w:p w:rsidR="0062748B" w:rsidRDefault="0062748B" w:rsidP="0062748B">
      <w:r>
        <w:t xml:space="preserve">       -1.0067  CF03(1)</w:t>
      </w:r>
    </w:p>
    <w:p w:rsidR="0062748B" w:rsidRDefault="0062748B" w:rsidP="0062748B">
      <w:r>
        <w:t xml:space="preserve">        1       CF04(1)</w:t>
      </w:r>
    </w:p>
    <w:p w:rsidR="0062748B" w:rsidRDefault="0062748B" w:rsidP="0062748B">
      <w:r>
        <w:t xml:space="preserve">       -1.0603  CF09(1)</w:t>
      </w:r>
    </w:p>
    <w:p w:rsidR="0062748B" w:rsidRDefault="0062748B" w:rsidP="0062748B">
      <w:r>
        <w:t xml:space="preserve">      -46.1677  CF25(1)</w:t>
      </w:r>
    </w:p>
    <w:p w:rsidR="0062748B" w:rsidRDefault="0062748B" w:rsidP="0062748B">
      <w:r>
        <w:t xml:space="preserve">       -9.2335  CF27(1)</w:t>
      </w:r>
    </w:p>
    <w:p w:rsidR="0062748B" w:rsidRDefault="0062748B" w:rsidP="0062748B"/>
    <w:p w:rsidR="0062748B" w:rsidRDefault="0062748B" w:rsidP="0062748B">
      <w:r>
        <w:lastRenderedPageBreak/>
        <w:t>DFR(1,2)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DFREq(1,2)</w:t>
      </w:r>
    </w:p>
    <w:p w:rsidR="0062748B" w:rsidRDefault="0062748B" w:rsidP="0062748B"/>
    <w:p w:rsidR="0062748B" w:rsidRDefault="0062748B" w:rsidP="0062748B">
      <w:r>
        <w:t>DFR(1,3)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DFREq(1,3)</w:t>
      </w:r>
    </w:p>
    <w:p w:rsidR="0062748B" w:rsidRDefault="0062748B" w:rsidP="0062748B">
      <w:r>
        <w:t xml:space="preserve">       -0.18    IX01(1)</w:t>
      </w:r>
    </w:p>
    <w:p w:rsidR="0062748B" w:rsidRDefault="0062748B" w:rsidP="0062748B">
      <w:r>
        <w:t xml:space="preserve">       -0.0156  IX04(1)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 xml:space="preserve">---- NonlinearTechCost  </w:t>
      </w:r>
    </w:p>
    <w:p w:rsidR="0062748B" w:rsidRDefault="0062748B" w:rsidP="0062748B"/>
    <w:p w:rsidR="0062748B" w:rsidRDefault="0062748B" w:rsidP="0062748B">
      <w:r>
        <w:t>NonlinearTechCost(1,1)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NonlinearTechCost01(1)</w:t>
      </w:r>
    </w:p>
    <w:p w:rsidR="0062748B" w:rsidRDefault="0062748B" w:rsidP="0062748B"/>
    <w:p w:rsidR="0062748B" w:rsidRDefault="0062748B" w:rsidP="0062748B">
      <w:r>
        <w:t>NonlinearTechCost(1,2)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NonlinearTechCost02(1)</w:t>
      </w:r>
    </w:p>
    <w:p w:rsidR="0062748B" w:rsidRDefault="0062748B" w:rsidP="0062748B"/>
    <w:p w:rsidR="0062748B" w:rsidRDefault="0062748B" w:rsidP="0062748B">
      <w:r>
        <w:t>NonlinearTechCost(1,3)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NonlinearTechCost03(1)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8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54     SINGLE EQUATIONS        1,596</w:t>
      </w:r>
    </w:p>
    <w:p w:rsidR="0062748B" w:rsidRDefault="0062748B" w:rsidP="0062748B">
      <w:r>
        <w:t>BLOCKS OF VARIABLES          51     SINGLE VARIABLES        1,625</w:t>
      </w:r>
    </w:p>
    <w:p w:rsidR="0062748B" w:rsidRDefault="0062748B" w:rsidP="0062748B">
      <w:r>
        <w:t>NON ZERO ELEMENTS         4,003     NON LINEAR N-Z            174</w:t>
      </w:r>
    </w:p>
    <w:p w:rsidR="0062748B" w:rsidRDefault="0062748B" w:rsidP="0062748B">
      <w:r>
        <w:t>DERIVATIVE POOL              10     CONSTANT POOL              31</w:t>
      </w:r>
    </w:p>
    <w:p w:rsidR="0062748B" w:rsidRDefault="0062748B" w:rsidP="0062748B">
      <w:r>
        <w:t>CODE LENGTH               1,508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0.015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0.015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2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9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TechProblem         OBJECTIVE  Tobj</w:t>
      </w:r>
    </w:p>
    <w:p w:rsidR="0062748B" w:rsidRDefault="0062748B" w:rsidP="0062748B">
      <w:r>
        <w:t xml:space="preserve">     TYPE    NLP                 DIRECTION  MINIMIZE</w:t>
      </w:r>
    </w:p>
    <w:p w:rsidR="0062748B" w:rsidRDefault="0062748B" w:rsidP="0062748B">
      <w:r>
        <w:t xml:space="preserve">     SOLVER  CONOPT              FROM LINE  868</w:t>
      </w:r>
    </w:p>
    <w:p w:rsidR="0062748B" w:rsidRDefault="0062748B" w:rsidP="0062748B"/>
    <w:p w:rsidR="0062748B" w:rsidRDefault="0062748B" w:rsidP="0062748B">
      <w:r>
        <w:t xml:space="preserve">**** SOLVER STATUS     7 Licensing Problems        </w:t>
      </w:r>
    </w:p>
    <w:p w:rsidR="0062748B" w:rsidRDefault="0062748B" w:rsidP="0062748B">
      <w:r>
        <w:t xml:space="preserve">**** MODEL STATUS      11 Licensing Problem        </w:t>
      </w:r>
    </w:p>
    <w:p w:rsidR="0062748B" w:rsidRDefault="0062748B" w:rsidP="0062748B">
      <w:r>
        <w:t>**** OBJECTIVE VALUE               NA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>
      <w:r>
        <w:t xml:space="preserve"> EVALUATION ERRORS              0             0</w:t>
      </w:r>
    </w:p>
    <w:p w:rsidR="0062748B" w:rsidRDefault="0062748B" w:rsidP="0062748B">
      <w:r>
        <w:t xml:space="preserve">CONOPT 3         24.1.3 r41464 Released Jul 26, 2013 WEI x86_64/MS Windows    </w:t>
      </w:r>
    </w:p>
    <w:p w:rsidR="0062748B" w:rsidRDefault="0062748B" w:rsidP="0062748B">
      <w:r>
        <w:t>*** No license found</w:t>
      </w:r>
    </w:p>
    <w:p w:rsidR="0062748B" w:rsidRDefault="0062748B" w:rsidP="0062748B">
      <w:r>
        <w:t>*** To update your license, please contact your distributor.</w:t>
      </w:r>
    </w:p>
    <w:p w:rsidR="0062748B" w:rsidRDefault="0062748B" w:rsidP="0062748B">
      <w:r>
        <w:t>*** Too many equations for demo mode</w:t>
      </w:r>
    </w:p>
    <w:p w:rsidR="0062748B" w:rsidRDefault="0062748B" w:rsidP="0062748B">
      <w:r>
        <w:t>***   Number of equations          : 1596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variables for demo mode</w:t>
      </w:r>
    </w:p>
    <w:p w:rsidR="0062748B" w:rsidRDefault="0062748B" w:rsidP="0062748B">
      <w:r>
        <w:lastRenderedPageBreak/>
        <w:t>***   Number of variables          : 1625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nonzero elements for demo mode</w:t>
      </w:r>
    </w:p>
    <w:p w:rsidR="0062748B" w:rsidRDefault="0062748B" w:rsidP="0062748B">
      <w:r>
        <w:t>***   Number of nonzeros           : 4003</w:t>
      </w:r>
    </w:p>
    <w:p w:rsidR="0062748B" w:rsidRDefault="0062748B" w:rsidP="0062748B">
      <w:r>
        <w:t>***   Maximum allowed              : 2000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No solution returned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10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Tobjective  =E=  </w:t>
      </w:r>
    </w:p>
    <w:p w:rsidR="0062748B" w:rsidRDefault="0062748B" w:rsidP="0062748B"/>
    <w:p w:rsidR="0062748B" w:rsidRDefault="0062748B" w:rsidP="0062748B">
      <w:r>
        <w:t>Tobjective..  Tobj - NonlinearTechCost(1,1) - NonlinearTechCost(1,2)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NonlinearTechCost(1,3) - NonlinearTechCost(2,1) - NonlinearTechCost(2,2)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NonlinearTechCost(2,3) - NonlinearTechCost(3,1) - NonlinearTechCost(3,2)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NonlinearTechCost(3,3) - NonlinearTechCost(4,1) - NonlinearTechCost(4,2)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NonlinearTechCost(4,3) - NonlinearTechCost(5,1) - NonlinearTechCost(5,2)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NonlinearTechCost(5,3) - NonlinearTechCost(6,1) - NonlinearTechCost(6,2)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NonlinearTechCost(6,3) - NonlinearTechCost(7,1) - NonlinearTechCost(7,2)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NonlinearTechCost(7,3) - NonlinearTechCost(8,1) - NonlinearTechCost(8,2)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NonlinearTechCost(8,3) - NonlinearTechCost(9,1) - NonlinearTechCost(9,2)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NonlinearTechCost(9,3) - NonlinearTechCost(10,1)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NonlinearTechCost(10,2) - NonlinearTechCost(10,3)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NonlinearTechCost(11,1) - NonlinearTechCost(11,2)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NonlinearTechCost(11,3) - NonlinearTechCost(12,1)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NonlinearTechCost(12,2) - NonlinearTechCost(12,3)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NonlinearTechCost(13,1) - NonlinearTechCost(13,2)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NonlinearTechCost(13,3) - NonlinearTechCost(14,1)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NonlinearTechCost(14,2) - NonlinearTechCost(14,3)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NonlinearTechCost(15,1) - NonlinearTechCost(15,2)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NonlinearTechCost(15,3) - NonlinearTechCost(16,1)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NonlinearTechCost(16,2) - NonlinearTechCost(16,3)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NonlinearTechCost(17,1) - NonlinearTechCost(17,2)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NonlinearTechCost(17,3) - NonlinearTechCost(18,1)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NonlinearTechCost(18,2) - NonlinearTechCost(18,3)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NonlinearTechCost(19,1) - NonlinearTechCost(19,2)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NonlinearTechCost(19,3) - NonlinearTechCost(20,1)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NonlinearTechCost(20,2) - NonlinearTechCost(20,3)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NonlinearTechCost(21,1) - NonlinearTechCost(21,2)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NonlinearTechCost(21,3) - NonlinearTechCost(22,1)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NonlinearTechCost(22,2) - NonlinearTechCost(22,3)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NonlinearTechCost(23,1) - NonlinearTechCost(23,2)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NonlinearTechCost(23,3) - NonlinearTechCost(24,1)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NonlinearTechCost(24,2) - NonlinearTechCost(24,3)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NonlinearTechCost(25,1) - NonlinearTechCost(25,2)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NonlinearTechCost(25,3) - NonlinearTechCost(26,1)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NonlinearTechCost(26,2) - NonlinearTechCost(26,3)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NonlinearTechCost(27,1) - NonlinearTechCost(27,2)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NonlinearTechCost(27,3) - NonlinearTechCost(28,1)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NonlinearTechCost(28,2) - NonlinearTechCost(28,3)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NonlinearTechCost(29,1) - NonlinearTechCost(29,2)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 xml:space="preserve">---- Tc1  =L=  </w:t>
      </w:r>
    </w:p>
    <w:p w:rsidR="0062748B" w:rsidRDefault="0062748B" w:rsidP="0062748B"/>
    <w:p w:rsidR="0062748B" w:rsidRDefault="0062748B" w:rsidP="0062748B">
      <w:r>
        <w:t>Tc1(1)..  Volume(1,1) + Volume(1,2) + Volume(1,3) =L= 46.1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Tc1(2)..  Volume(2,1) + Volume(2,2) + Volume(2,3) =L= 1.5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Tc1(3)..  Volume(3,1) + Volume(3,2) + Volume(3,3) =L= 4.6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Tc2  =G=  </w:t>
      </w:r>
    </w:p>
    <w:p w:rsidR="0062748B" w:rsidRDefault="0062748B" w:rsidP="0062748B"/>
    <w:p w:rsidR="0062748B" w:rsidRDefault="0062748B" w:rsidP="0062748B">
      <w:r>
        <w:t>Tc2(1)..  0.002762685*Volume(1,1) + 0.00414402749999999*Volume(1,2)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+ 0.0013813425*Volume(1,3) =G= 0.122832874808418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0.122832874808418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Tc2(2)..  0.002762685*Volume(2,1) + 0.00414402749999999*Volume(2,2)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+ 0.0013813425*Volume(2,3) =G= 0.00202831822193877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0.00202831822193877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Tc2(3)..  0.002762685*Volume(3,1) + 0.00414402749999999*Volume(3,2)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+ 0.0013813425*Volume(3,3) =G= 0.0100326811806122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0.0100326811806122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DFREq  =E=  </w:t>
      </w:r>
    </w:p>
    <w:p w:rsidR="0062748B" w:rsidRDefault="0062748B" w:rsidP="0062748B"/>
    <w:p w:rsidR="0062748B" w:rsidRDefault="0062748B" w:rsidP="0062748B">
      <w:r>
        <w:t>DFREq(1,1)..  - 43.8020833333334*Volume(1,1) + DFR(1,1)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DFREq(1,2)..  - 43.8020833333334*Volume(1,2) + DFR(1,2)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DFREq(1,3)..  - 43.8020833333334*Volume(1,3) + 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CF01  =E=  </w:t>
      </w:r>
    </w:p>
    <w:p w:rsidR="0062748B" w:rsidRDefault="0062748B" w:rsidP="0062748B"/>
    <w:p w:rsidR="0062748B" w:rsidRDefault="0062748B" w:rsidP="0062748B">
      <w:r>
        <w:t>CF01(1)..  CF_NoOfModules(1) - 1.15740740740741*Volume(1,1)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CF01(2)..  CF_NoOfModules(2) - 1.15740740740741*Volume(2,1)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CF01(3)..  CF_NoOfModules(3) - 1.15740740740741*Volume(3,1)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CF03  =E=  </w:t>
      </w:r>
    </w:p>
    <w:p w:rsidR="0062748B" w:rsidRDefault="0062748B" w:rsidP="0062748B"/>
    <w:p w:rsidR="0062748B" w:rsidRDefault="0062748B" w:rsidP="0062748B">
      <w:r>
        <w:t>CF03(1)..  CF_MFF(1) - 1.00671140939597*DFR(1,1)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CF03(2)..  CF_MFF(2) - 1.00671140939597*DFR(2,1)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CF03(3)..  CF_MFF(3) - 1.00671140939597*DFR(3,1)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CF04  =E=  </w:t>
      </w:r>
    </w:p>
    <w:p w:rsidR="0062748B" w:rsidRDefault="0062748B" w:rsidP="0062748B"/>
    <w:p w:rsidR="0062748B" w:rsidRDefault="0062748B" w:rsidP="0062748B">
      <w:r>
        <w:t>CF04(1)..  CF_BackwashFlow(1) - CF_MFF(1)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CF04(2)..  CF_BackwashFlow(2) - CF_MFF(2) + 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CF04(3)..  CF_BackwashFlow(3) - CF_MFF(3) + 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CF05  =E=  </w:t>
      </w:r>
    </w:p>
    <w:p w:rsidR="0062748B" w:rsidRDefault="0062748B" w:rsidP="0062748B"/>
    <w:p w:rsidR="0062748B" w:rsidRDefault="0062748B" w:rsidP="0062748B">
      <w:r>
        <w:t>CF05(1)..  CF_FeedPumpHP(1) - 0.346809353943718*CF_MFF(1)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CF05(2)..  CF_FeedPumpHP(2) - 0.346809353943718*CF_MFF(2)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CF05(3)..  CF_FeedPumpHP(3) - 0.346809353943718*CF_MFF(3)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CF06  =E=  </w:t>
      </w:r>
    </w:p>
    <w:p w:rsidR="0062748B" w:rsidRDefault="0062748B" w:rsidP="0062748B"/>
    <w:p w:rsidR="0062748B" w:rsidRDefault="0062748B" w:rsidP="0062748B">
      <w:r>
        <w:t>CF06(1)..  - 6534.96*CF_FeedPumpHP(1) + CF_FeedPumpPower(1)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CF06(2)..  - 6534.96*CF_FeedPumpHP(2) + CF_FeedPumpPower(2)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CF06(3)..  - 6534.96*CF_FeedPumpHP(3) + CF_FeedPumpPower(3)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CF07  =E=  </w:t>
      </w:r>
    </w:p>
    <w:p w:rsidR="0062748B" w:rsidRDefault="0062748B" w:rsidP="0062748B"/>
    <w:p w:rsidR="0062748B" w:rsidRDefault="0062748B" w:rsidP="0062748B">
      <w:r>
        <w:t>CF07(1)..  - 43.508*CF_FeedPumpHP(1) + CF_BackflushPower(1)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CF07(2)..  - 43.508*CF_FeedPumpHP(2) + CF_BackflushPower(2)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CF07(3)..  - 43.508*CF_FeedPumpHP(3) + CF_BackflushPower(3)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CF08  =E=  </w:t>
      </w:r>
    </w:p>
    <w:p w:rsidR="0062748B" w:rsidRDefault="0062748B" w:rsidP="0062748B"/>
    <w:p w:rsidR="0062748B" w:rsidRDefault="0062748B" w:rsidP="0062748B">
      <w:r>
        <w:t>CF08(1)..  - 90*CF_NoOfModules(1) + CF_NoOfMembranes(1)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CF08(2)..  - 90*CF_NoOfModules(2) + CF_NoOfMembranes(2)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CF08(3)..  - 90*CF_NoOfModules(3) + CF_NoOfMembranes(3)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CF09  =E=  </w:t>
      </w:r>
    </w:p>
    <w:p w:rsidR="0062748B" w:rsidRDefault="0062748B" w:rsidP="0062748B"/>
    <w:p w:rsidR="0062748B" w:rsidRDefault="0062748B" w:rsidP="0062748B">
      <w:r>
        <w:t>CF09(1)..  CF_BuildingArea(1) - 1.060338816*DFR(1,1)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CF09(2)..  CF_BuildingArea(2) - 1.060338816*DFR(2,1)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CF09(3)..  CF_BuildingArea(3) - 1.060338816*DFR(3,1)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CF10  =E=  </w:t>
      </w:r>
    </w:p>
    <w:p w:rsidR="0062748B" w:rsidRDefault="0062748B" w:rsidP="0062748B"/>
    <w:p w:rsidR="0062748B" w:rsidRDefault="0062748B" w:rsidP="0062748B">
      <w:r>
        <w:t>CF10(1)..  - 370000*CF_NoOfModules(1) + CF_MembraneModuleCost(1)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CF10(2)..  - 370000*CF_NoOfModules(2) + CF_MembraneModuleCost(2)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CF10(3)..  - 370000*CF_NoOfModules(3) + CF_MembraneModuleCost(3)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CF11  =E=  </w:t>
      </w:r>
    </w:p>
    <w:p w:rsidR="0062748B" w:rsidRDefault="0062748B" w:rsidP="0062748B"/>
    <w:p w:rsidR="0062748B" w:rsidRDefault="0062748B" w:rsidP="0062748B">
      <w:r>
        <w:t>CF11(1)..  - 1076*CF_BuildingArea(1) + CF_BuildingCost(1)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CF11(2)..  - 1076*CF_BuildingArea(2) + CF_BuildingCost(2)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CF11(3)..  - 1076*CF_BuildingArea(3) + CF_BuildingCost(3)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CF12  =E=  </w:t>
      </w:r>
    </w:p>
    <w:p w:rsidR="0062748B" w:rsidRDefault="0062748B" w:rsidP="0062748B"/>
    <w:p w:rsidR="0062748B" w:rsidRDefault="0062748B" w:rsidP="0062748B">
      <w:r>
        <w:t>CF12(1)..  - 70000*CF_NoOfModules(1) + CF_InstallationCost(1)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CF12(2)..  - 70000*CF_NoOfModules(2) + CF_InstallationCost(2)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CF12(3)..  - 70000*CF_NoOfModules(3) + CF_InstallationCost(3)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CF13  =E=  </w:t>
      </w:r>
    </w:p>
    <w:p w:rsidR="0062748B" w:rsidRDefault="0062748B" w:rsidP="0062748B"/>
    <w:p w:rsidR="0062748B" w:rsidRDefault="0062748B" w:rsidP="0062748B">
      <w:r>
        <w:t>CF13(1)..  - 0.05*CF_MembraneModuleCost(1) + CF_MiscCost(1)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CF13(2)..  - 0.05*CF_MembraneModuleCost(2) + CF_MiscCost(2)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CF13(3)..  - 0.05*CF_MembraneModuleCost(3) + CF_MiscCost(3)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CF14  =E=  </w:t>
      </w:r>
    </w:p>
    <w:p w:rsidR="0062748B" w:rsidRDefault="0062748B" w:rsidP="0062748B"/>
    <w:p w:rsidR="0062748B" w:rsidRDefault="0062748B" w:rsidP="0062748B">
      <w:r>
        <w:t>CF14(1)..  - 0.05*CF_MembraneModuleCost(1) - 0.05*CF_MiscCost(1)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CF_PlantPipingCost(1)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CF14(2)..  - 0.05*CF_MembraneModuleCost(2) - 0.05*CF_MiscCost(2)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CF14(3)..  - 0.05*CF_MembraneModuleCost(3) - 0.05*CF_MiscCost(3)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CF15  =E=  </w:t>
      </w:r>
    </w:p>
    <w:p w:rsidR="0062748B" w:rsidRDefault="0062748B" w:rsidP="0062748B"/>
    <w:p w:rsidR="0062748B" w:rsidRDefault="0062748B" w:rsidP="0062748B">
      <w:r>
        <w:t>CF15(1)..  - 0.1*CF_MembraneModuleCost(1) - 0.1*CF_MiscCost(1)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CF15(2)..  - 0.1*CF_MembraneModuleCost(2) - 0.1*CF_MiscCost(2)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CF15(3)..  - 0.1*CF_MembraneModuleCost(3) - 0.1*CF_MiscCost(3)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CF_EngineeringCost(3)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CF16  =E=  </w:t>
      </w:r>
    </w:p>
    <w:p w:rsidR="0062748B" w:rsidRDefault="0062748B" w:rsidP="0062748B"/>
    <w:p w:rsidR="0062748B" w:rsidRDefault="0062748B" w:rsidP="0062748B">
      <w:r>
        <w:t>CF16(1)..  - CF_MembraneModuleCost(1) - CF_BuildingCost(1)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CF_InstallationCost(1) - CF_MiscCost(1) - CF_PlantPipingCost(1)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CF_EngineeringCost(1) + CF_DirectCapitalCost(1)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CF16(2)..  - CF_MembraneModuleCost(2) - CF_BuildingCost(2)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CF_InstallationCost(2) - CF_MiscCost(2) - CF_PlantPipingCost(2)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CF_EngineeringCost(2) + CF_DirectCapitalCost(2)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CF16(3)..  - CF_MembraneModuleCost(3) - CF_BuildingCost(3)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CF_InstallationCost(3) - CF_MiscCost(3) - CF_PlantPipingCost(3)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CF_EngineeringCost(3) + CF_DirectCapitalCost(3)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CF17  =E=  </w:t>
      </w:r>
    </w:p>
    <w:p w:rsidR="0062748B" w:rsidRDefault="0062748B" w:rsidP="0062748B"/>
    <w:p w:rsidR="0062748B" w:rsidRDefault="0062748B" w:rsidP="0062748B">
      <w:r>
        <w:t>CF17(1)..  - 0.06*CF_DirectCapitalCost(1) + CF_ConstructionInterest(1)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CF17(2)..  - 0.06*CF_DirectCapitalCost(2) + CF_ConstructionInterest(2)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CF17(3)..  - 0.06*CF_DirectCapitalCost(3) + CF_ConstructionInterest(3)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CF18  =E=  </w:t>
      </w:r>
    </w:p>
    <w:p w:rsidR="0062748B" w:rsidRDefault="0062748B" w:rsidP="0062748B"/>
    <w:p w:rsidR="0062748B" w:rsidRDefault="0062748B" w:rsidP="0062748B">
      <w:r>
        <w:t>CF18(1)..  - 0.2*CF_DirectCapitalCost(1) + CF_Contingencies(1)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CF18(2)..  - 0.2*CF_DirectCapitalCost(2) + CF_Contingencies(2)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CF18(3)..  - 0.2*CF_DirectCapitalCost(3) + CF_Contingencies(3)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CF19  =E=  </w:t>
      </w:r>
    </w:p>
    <w:p w:rsidR="0062748B" w:rsidRDefault="0062748B" w:rsidP="0062748B"/>
    <w:p w:rsidR="0062748B" w:rsidRDefault="0062748B" w:rsidP="0062748B">
      <w:r>
        <w:t>CF19(1)..  - 0.1*CF_DirectCapitalCost(1) + CF_ProjectManagement(1)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CF19(2)..  - 0.1*CF_DirectCapitalCost(2) + CF_ProjectManagement(2)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CF19(3)..  - 0.1*CF_DirectCapitalCost(3) + CF_ProjectManagement(3)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CF20  =E=  </w:t>
      </w:r>
    </w:p>
    <w:p w:rsidR="0062748B" w:rsidRDefault="0062748B" w:rsidP="0062748B"/>
    <w:p w:rsidR="0062748B" w:rsidRDefault="0062748B" w:rsidP="0062748B">
      <w:r>
        <w:lastRenderedPageBreak/>
        <w:t>CF20(1)..  - 0.04*CF_DirectCapitalCost(1) + CF_WorkingCapital(1)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CF20(2)..  - 0.04*CF_DirectCapitalCost(2) + CF_WorkingCapital(2)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CF20(3)..  - 0.04*CF_DirectCapitalCost(3) + CF_WorkingCapital(3)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CF21  =E=  </w:t>
      </w:r>
    </w:p>
    <w:p w:rsidR="0062748B" w:rsidRDefault="0062748B" w:rsidP="0062748B"/>
    <w:p w:rsidR="0062748B" w:rsidRDefault="0062748B" w:rsidP="0062748B">
      <w:r>
        <w:t>CF21(1)..  - CF_ConstructionInterest(1) - CF_Contingencies(1)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CF_ProjectManagement(1) - CF_WorkingCapital(1)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CF21(2)..  - CF_ConstructionInterest(2) - CF_Contingencies(2)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CF_ProjectManagement(2) - CF_WorkingCapital(2)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CF21(3)..  - CF_ConstructionInterest(3) - CF_Contingencies(3)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CF_ProjectManagement(3) - CF_WorkingCapital(3)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CF22  =E=  </w:t>
      </w:r>
    </w:p>
    <w:p w:rsidR="0062748B" w:rsidRDefault="0062748B" w:rsidP="0062748B"/>
    <w:p w:rsidR="0062748B" w:rsidRDefault="0062748B" w:rsidP="0062748B">
      <w:r>
        <w:t>CF22(1)..  - CF_DirectCapitalCost(1) - CF_IndirectCapitalCost(1)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CF22(2)..  - CF_DirectCapitalCost(2) - CF_IndirectCapitalCost(2)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CF22(3)..  - CF_DirectCapitalCost(3) - CF_IndirectCapitalCost(3)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CF_TotalConstructionCost(3)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CF23  =E=  </w:t>
      </w:r>
    </w:p>
    <w:p w:rsidR="0062748B" w:rsidRDefault="0062748B" w:rsidP="0062748B"/>
    <w:p w:rsidR="0062748B" w:rsidRDefault="0062748B" w:rsidP="0062748B">
      <w:r>
        <w:t>CF23(1)..  - 0.113663055482*CF_FeedPumpPower(1)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- 0.113663055482*CF_BackflushPower(1) + CF_ElectricityCost(1)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CF23(2)..  - 0.113663055482*CF_FeedPumpPower(2)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- 0.113663055482*CF_BackflushPower(2) + CF_ElectricityCost(2)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CF23(3)..  - 0.113663055482*CF_FeedPumpPower(3)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- 0.113663055482*CF_BackflushPower(3) + CF_ElectricityCost(3)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CF24  =E=  </w:t>
      </w:r>
    </w:p>
    <w:p w:rsidR="0062748B" w:rsidRDefault="0062748B" w:rsidP="0062748B"/>
    <w:p w:rsidR="0062748B" w:rsidRDefault="0062748B" w:rsidP="0062748B">
      <w:r>
        <w:t>CF24(1)..  CF_LaborCost(1)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CF24(2)..  CF_LaborCost(2)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CF24(3)..  CF_LaborCost(3)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CF25  =E=  </w:t>
      </w:r>
    </w:p>
    <w:p w:rsidR="0062748B" w:rsidRDefault="0062748B" w:rsidP="0062748B"/>
    <w:p w:rsidR="0062748B" w:rsidRDefault="0062748B" w:rsidP="0062748B">
      <w:r>
        <w:t>CF25(1)..  CF_ChemicalCost(1) - 41.8492141903448*DFR(1,1) =E= -244.410791242298</w:t>
      </w:r>
    </w:p>
    <w:p w:rsidR="0062748B" w:rsidRDefault="0062748B" w:rsidP="0062748B">
      <w:r>
        <w:t xml:space="preserve">      ; (LHS = 0, INFES = 244.410791242298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CF25(2)..  CF_ChemicalCost(2) - 41.8492141903448*DFR(2,1) =E= -244.410791242298</w:t>
      </w:r>
    </w:p>
    <w:p w:rsidR="0062748B" w:rsidRDefault="0062748B" w:rsidP="0062748B">
      <w:r>
        <w:t xml:space="preserve">      ; (LHS = 0, INFES = 244.410791242298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CF25(3)..  CF_ChemicalCost(3) - 41.8492141903448*DFR(3,1) =E= -244.410791242298</w:t>
      </w:r>
    </w:p>
    <w:p w:rsidR="0062748B" w:rsidRDefault="0062748B" w:rsidP="0062748B">
      <w:r>
        <w:t xml:space="preserve">      ; (LHS = 0, INFES = 244.410791242298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CF26  =E=  </w:t>
      </w:r>
    </w:p>
    <w:p w:rsidR="0062748B" w:rsidRDefault="0062748B" w:rsidP="0062748B"/>
    <w:p w:rsidR="0062748B" w:rsidRDefault="0062748B" w:rsidP="0062748B">
      <w:r>
        <w:t>CF26(1)..  - 153.482537189773*CF_NoOfMembranes(1)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CF26(2)..  - 153.482537189773*CF_NoOfMembranes(2)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CF26(3)..  - 153.482537189773*CF_NoOfMembranes(3)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CF27  =E=  </w:t>
      </w:r>
    </w:p>
    <w:p w:rsidR="0062748B" w:rsidRDefault="0062748B" w:rsidP="0062748B"/>
    <w:p w:rsidR="0062748B" w:rsidRDefault="0062748B" w:rsidP="0062748B">
      <w:r>
        <w:t xml:space="preserve">CF27(1)..  CF_CleaningChemicalCost(1) - 8.36984283806897*DFR(1,1) =E= </w:t>
      </w:r>
    </w:p>
    <w:p w:rsidR="0062748B" w:rsidRDefault="0062748B" w:rsidP="0062748B">
      <w:r>
        <w:t xml:space="preserve">     48.8824515417023 ; (LHS = 0, INFES = 48.8824515417023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CF27(2)..  CF_CleaningChemicalCost(2) - 8.36984283806897*DFR(2,1) =E= </w:t>
      </w:r>
    </w:p>
    <w:p w:rsidR="0062748B" w:rsidRDefault="0062748B" w:rsidP="0062748B">
      <w:r>
        <w:t xml:space="preserve">     48.8824515417023 ; (LHS = 0, INFES = 48.8824515417023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CF27(3)..  CF_CleaningChemicalCost(3) - 8.36984283806897*DFR(3,1) =E= </w:t>
      </w:r>
    </w:p>
    <w:p w:rsidR="0062748B" w:rsidRDefault="0062748B" w:rsidP="0062748B">
      <w:r>
        <w:t xml:space="preserve">     48.8824515417023 ; (LHS = 0, INFES = 48.8824515417023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CF28  =E=  </w:t>
      </w:r>
    </w:p>
    <w:p w:rsidR="0062748B" w:rsidRDefault="0062748B" w:rsidP="0062748B"/>
    <w:p w:rsidR="0062748B" w:rsidRDefault="0062748B" w:rsidP="0062748B">
      <w:r>
        <w:t>CF28(1)..  - 0.02*CF_DirectCapitalCost(1) + CF_Repairs(1)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CF28(2)..  - 0.02*CF_DirectCapitalCost(2) + CF_Repairs(2)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CF28(3)..  - 0.02*CF_DirectCapitalCost(3) + CF_Repairs(3)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CF29  =E=  </w:t>
      </w:r>
    </w:p>
    <w:p w:rsidR="0062748B" w:rsidRDefault="0062748B" w:rsidP="0062748B"/>
    <w:p w:rsidR="0062748B" w:rsidRDefault="0062748B" w:rsidP="0062748B">
      <w:r>
        <w:t>CF29(1)..  - CF_ElectricityCost(1) - CF_LaborCost(1) - CF_ChemicalCost(1)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CF_MembraneReplacementCost(1) - CF_CleaningChemicalCost(1)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CF_Repairs(1) + CF_TotalOMCost(1)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CF29(2)..  - CF_ElectricityCost(2) - CF_LaborCost(2) - CF_ChemicalCost(2)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CF_MembraneReplacementCost(2) - CF_CleaningChemicalCost(2)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CF_Repairs(2) + CF_TotalOMCost(2)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CF29(3)..  - CF_ElectricityCost(3) - CF_LaborCost(3) - CF_ChemicalCost(3)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CF_MembraneReplacementCost(3) - CF_CleaningChemicalCost(3)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CF_Repairs(3) + CF_TotalOMCost(3)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CF30  =E=  </w:t>
      </w:r>
    </w:p>
    <w:p w:rsidR="0062748B" w:rsidRDefault="0062748B" w:rsidP="0062748B"/>
    <w:p w:rsidR="0062748B" w:rsidRDefault="0062748B" w:rsidP="0062748B">
      <w:r>
        <w:t>CF30(1)..  - 0.101852208823151*CF_TotalConstructionCost(1)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CF30(2)..  - 0.101852208823151*CF_TotalConstructionCost(2)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CF_CapitalRecovery(2)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CF30(3)..  - 0.101852208823151*CF_TotalConstructionCost(3)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CF31  =E=  </w:t>
      </w:r>
    </w:p>
    <w:p w:rsidR="0062748B" w:rsidRDefault="0062748B" w:rsidP="0062748B"/>
    <w:p w:rsidR="0062748B" w:rsidRDefault="0062748B" w:rsidP="0062748B">
      <w:r>
        <w:t>CF31(1)..  - 2*CF_TotalOMCost(1) - 2*CF_CapitalRecovery(1) + CF_AnnualCost(1)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CF31(2)..  - 2*CF_TotalOMCost(2) - 2*CF_CapitalRecovery(2) + CF_AnnualCost(2)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CF31(3)..  - 2*CF_TotalOMCost(3) - 2*CF_CapitalRecovery(3) + CF_AnnualCost(3)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GAC01  =E=  </w:t>
      </w:r>
    </w:p>
    <w:p w:rsidR="0062748B" w:rsidRDefault="0062748B" w:rsidP="0062748B"/>
    <w:p w:rsidR="0062748B" w:rsidRDefault="0062748B" w:rsidP="0062748B">
      <w:r>
        <w:t>GAC01(1)..  GAC_CapitalCost(1) - (7.37701051584E16)*Volume(1,2)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GAC01(2)..  GAC_CapitalCost(2) - (7.37701051584E16)*Volume(2,2)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GAC01(3)..  GAC_CapitalCost(3) - (7.37701051584E16)*Volume(3,2)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GAC02  =E=  </w:t>
      </w:r>
    </w:p>
    <w:p w:rsidR="0062748B" w:rsidRDefault="0062748B" w:rsidP="0062748B"/>
    <w:p w:rsidR="0062748B" w:rsidRDefault="0062748B" w:rsidP="0062748B">
      <w:r>
        <w:t>GAC02(1)..  GAC_OMCost(1) - (8.53307527956E15)*Volume(1,2)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GAC02(2)..  GAC_OMCost(2) - (8.53307527956E15)*Volume(2,2)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GAC02(3)..  GAC_OMCost(3) - (8.53307527956E15)*Volume(3,2)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GAC03  =E=  </w:t>
      </w:r>
    </w:p>
    <w:p w:rsidR="0062748B" w:rsidRDefault="0062748B" w:rsidP="0062748B"/>
    <w:p w:rsidR="0062748B" w:rsidRDefault="0062748B" w:rsidP="0062748B">
      <w:r>
        <w:t>GAC03(1)..  - GAC_CapitalCost(1) - GAC_OMCost(1) + GAC_TotalCost(1)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GAC03(2)..  - GAC_CapitalCost(2) - GAC_OMCost(2) + GAC_TotalCost(2)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GAC03(3)..  - GAC_CapitalCost(3) - GAC_OMCost(3) + GAC_TotalCost(3)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IX01  =E=  </w:t>
      </w:r>
    </w:p>
    <w:p w:rsidR="0062748B" w:rsidRDefault="0062748B" w:rsidP="0062748B"/>
    <w:p w:rsidR="0062748B" w:rsidRDefault="0062748B" w:rsidP="0062748B">
      <w:r>
        <w:t>IX01(1)..  IX_MinResinVolume(1) - 0.18*DFR(1,3)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IX01(2)..  IX_MinResinVolume(2) - 0.18*DFR(2,3)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IX01(3)..  IX_MinResinVolume(3) - 0.18*DFR(3,3)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IX02  =E=  </w:t>
      </w:r>
    </w:p>
    <w:p w:rsidR="0062748B" w:rsidRDefault="0062748B" w:rsidP="0062748B"/>
    <w:p w:rsidR="0062748B" w:rsidRDefault="0062748B" w:rsidP="0062748B">
      <w:r>
        <w:t>IX02(1)..  IX_MinVolExhaustionTime(1)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IX02(2)..  IX_MinVolExhaustionTime(2)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IX02(3)..  IX_MinVolExhaustionTime(3)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IX04  =E=  </w:t>
      </w:r>
    </w:p>
    <w:p w:rsidR="0062748B" w:rsidRDefault="0062748B" w:rsidP="0062748B"/>
    <w:p w:rsidR="0062748B" w:rsidRDefault="0062748B" w:rsidP="0062748B">
      <w:r>
        <w:t>IX04(1)..  IX_ExhaustionTimeResinVolume(1) - 0.0156384*DFR(1,3)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IX04(2)..  IX_ExhaustionTimeResinVolume(2) - 0.0156384*DFR(2,3)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IX04(3)..  IX_ExhaustionTimeResinVolume(3) - 0.0156384*DFR(3,3)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IX05  =E=  </w:t>
      </w:r>
    </w:p>
    <w:p w:rsidR="0062748B" w:rsidRDefault="0062748B" w:rsidP="0062748B"/>
    <w:p w:rsidR="0062748B" w:rsidRDefault="0062748B" w:rsidP="0062748B">
      <w:r>
        <w:t>IX05(1)..  - 2*IX_ExhaustionTimeResinVolume(1) + IX_VesselVolume(1)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IX05(2)..  - 2*IX_ExhaustionTimeResinVolume(2) + IX_VesselVolume(2)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IX05(3)..  - 2*IX_ExhaustionTimeResinVolume(3) + IX_VesselVolume(3)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IX06  =E=  </w:t>
      </w:r>
    </w:p>
    <w:p w:rsidR="0062748B" w:rsidRDefault="0062748B" w:rsidP="0062748B"/>
    <w:p w:rsidR="0062748B" w:rsidRDefault="0062748B" w:rsidP="0062748B">
      <w:r>
        <w:t>IX06(1)..  - 1623.4766436364*IX_ExhaustionTimeResinVolume(1) + IX_ResinCost(1)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IX06(2)..  - 1623.4766436364*IX_ExhaustionTimeResinVolume(2) + IX_ResinCost(2)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IX06(3)..  - 1623.4766436364*IX_ExhaustionTimeResinVolume(3) + IX_ResinCost(3)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IX07  =E=  </w:t>
      </w:r>
    </w:p>
    <w:p w:rsidR="0062748B" w:rsidRDefault="0062748B" w:rsidP="0062748B"/>
    <w:p w:rsidR="0062748B" w:rsidRDefault="0062748B" w:rsidP="0062748B">
      <w:r>
        <w:t>IX07(1)..  - (518869.201170893)*IX_VesselVolume(1) + IX_TankTotalCost(1)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-10.8337666237032, INFES = 10.8337666237032 ****)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IX07(2)..  - (518869.201170893)*IX_VesselVolume(2) + IX_TankTotalCost(2)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-10.8337666237032, INFES = 10.8337666237032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IX07(3)..  - (518869.201170893)*IX_VesselVolume(3) + IX_TankTotalCost(3)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-10.8337666237032, INFES = 10.8337666237032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IX08  =E=  </w:t>
      </w:r>
    </w:p>
    <w:p w:rsidR="0062748B" w:rsidRDefault="0062748B" w:rsidP="0062748B"/>
    <w:p w:rsidR="0062748B" w:rsidRDefault="0062748B" w:rsidP="0062748B">
      <w:r>
        <w:t>IX08(1)..  - 150*IX_ExhaustionTimeResinVolume(1) + IX_NaClReq(1)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IX08(2)..  - 150*IX_ExhaustionTimeResinVolume(2) + IX_NaClReq(2)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IX08(3)..  - 150*IX_ExhaustionTimeResinVolume(3) + IX_NaClReq(3)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IX09  =E=  </w:t>
      </w:r>
    </w:p>
    <w:p w:rsidR="0062748B" w:rsidRDefault="0062748B" w:rsidP="0062748B"/>
    <w:p w:rsidR="0062748B" w:rsidRDefault="0062748B" w:rsidP="0062748B">
      <w:r>
        <w:t>IX09(1)..  - 0.01*IX_NaClReq(1) + IX_RegFluidReq(1)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IX09(2)..  - 0.01*IX_NaClReq(2) + IX_RegFluidReq(2)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IX09(3)..  - 0.01*IX_NaClReq(3) + IX_RegFluidReq(3)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IX10  =E=  </w:t>
      </w:r>
    </w:p>
    <w:p w:rsidR="0062748B" w:rsidRDefault="0062748B" w:rsidP="0062748B"/>
    <w:p w:rsidR="0062748B" w:rsidRDefault="0062748B" w:rsidP="0062748B">
      <w:r>
        <w:t>IX10(1)..  - 3.65*IX_NaClReq(1) + IX_TotalChemCost(1)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IX10(2)..  - 3.65*IX_NaClReq(2) + IX_TotalChemCost(2)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IX10(3)..  - 3.65*IX_NaClReq(3) + IX_TotalChemCost(3)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IX11  =E=  </w:t>
      </w:r>
    </w:p>
    <w:p w:rsidR="0062748B" w:rsidRDefault="0062748B" w:rsidP="0062748B"/>
    <w:p w:rsidR="0062748B" w:rsidRDefault="0062748B" w:rsidP="0062748B">
      <w:r>
        <w:t>IX11(1)..  - 250*IX_RegFluidReq(1) + IX_StorageTankCost(1)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IX11(2)..  - 250*IX_RegFluidReq(2) + IX_StorageTankCost(2)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IX11(3)..  - 250*IX_RegFluidReq(3) + IX_StorageTankCost(3)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IX12  =E=  </w:t>
      </w:r>
    </w:p>
    <w:p w:rsidR="0062748B" w:rsidRDefault="0062748B" w:rsidP="0062748B"/>
    <w:p w:rsidR="0062748B" w:rsidRDefault="0062748B" w:rsidP="0062748B">
      <w:r>
        <w:t>IX12(1)..  - (2500000000)*IX_VesselVolume(1) + IX_BedArea(1)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IX12(2)..  - (2500000000)*IX_VesselVolume(2) + IX_BedArea(2)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IX12(3)..  - (2500000000)*IX_VesselVolume(3) + IX_BedArea(3)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IX13  =E=  </w:t>
      </w:r>
    </w:p>
    <w:p w:rsidR="0062748B" w:rsidRDefault="0062748B" w:rsidP="0062748B"/>
    <w:p w:rsidR="0062748B" w:rsidRDefault="0062748B" w:rsidP="0062748B">
      <w:r>
        <w:lastRenderedPageBreak/>
        <w:t>IX13(1)..  - (1254.21)*IX_BedArea(1) + IX_ConstructionCost(1)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IX13(2)..  - (1254.21)*IX_BedArea(2) + IX_ConstructionCost(2)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IX13(3)..  - (1254.21)*IX_BedArea(3) + IX_ConstructionCost(3)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IX14  =E=  </w:t>
      </w:r>
    </w:p>
    <w:p w:rsidR="0062748B" w:rsidRDefault="0062748B" w:rsidP="0062748B"/>
    <w:p w:rsidR="0062748B" w:rsidRDefault="0062748B" w:rsidP="0062748B">
      <w:r>
        <w:t>IX14(1)..  - (733000000000)*IX_BedArea(1) + IX_OMCost(1)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IX14(2)..  - (733000000000)*IX_BedArea(2) + IX_OMCost(2)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IX14(3)..  - (733000000000)*IX_BedArea(3) + IX_OMCost(3)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IX15  =E=  </w:t>
      </w:r>
    </w:p>
    <w:p w:rsidR="0062748B" w:rsidRDefault="0062748B" w:rsidP="0062748B"/>
    <w:p w:rsidR="0062748B" w:rsidRDefault="0062748B" w:rsidP="0062748B">
      <w:r>
        <w:t>IX15(1)..  - 24*IX_ResinCost(1) - IX_TankTotalCost(1) - IX_TotalChemCost(1)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IX_StorageTankCost(1) - IX_ConstructionCost(1) - IX_OMCost(1)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IX15(2)..  - 24*IX_ResinCost(2) - IX_TankTotalCost(2) - IX_TotalChemCost(2)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IX_StorageTankCost(2) - IX_ConstructionCost(2) - IX_OMCost(2)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IX15(3)..  - 24*IX_ResinCost(3) - IX_TankTotalCost(3) - IX_TotalChemCost(3)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IX_StorageTankCost(3) - IX_ConstructionCost(3) - IX_OMCost(3)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IX_TotalCost(3)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NonlinearTechCost01  =E=  </w:t>
      </w:r>
    </w:p>
    <w:p w:rsidR="0062748B" w:rsidRDefault="0062748B" w:rsidP="0062748B"/>
    <w:p w:rsidR="0062748B" w:rsidRDefault="0062748B" w:rsidP="0062748B">
      <w:r>
        <w:t>NonlinearTechCost01(1)..  - 1E-5*CF_AnnualCost(1) + NonlinearTechCost(1,1)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NonlinearTechCost01(2)..  - 1E-5*CF_AnnualCost(2) + NonlinearTechCost(2,1)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NonlinearTechCost01(3)..  - 1E-5*CF_AnnualCost(3) + NonlinearTechCost(3,1)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NonlinearTechCost02  =E=  </w:t>
      </w:r>
    </w:p>
    <w:p w:rsidR="0062748B" w:rsidRDefault="0062748B" w:rsidP="0062748B"/>
    <w:p w:rsidR="0062748B" w:rsidRDefault="0062748B" w:rsidP="0062748B">
      <w:r>
        <w:t>NonlinearTechCost02(1)..  - 1E-5*GAC_TotalCost(1) + NonlinearTechCost(1,2)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NonlinearTechCost02(2)..  - 1E-5*GAC_TotalCost(2) + NonlinearTechCost(2,2) =E= 0</w:t>
      </w:r>
    </w:p>
    <w:p w:rsidR="0062748B" w:rsidRDefault="0062748B" w:rsidP="0062748B">
      <w:r>
        <w:lastRenderedPageBreak/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NonlinearTechCost02(3)..  - 1E-5*GAC_TotalCost(3) + NonlinearTechCost(3,2)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NonlinearTechCost03  =E=  </w:t>
      </w:r>
    </w:p>
    <w:p w:rsidR="0062748B" w:rsidRDefault="0062748B" w:rsidP="0062748B"/>
    <w:p w:rsidR="0062748B" w:rsidRDefault="0062748B" w:rsidP="0062748B">
      <w:r>
        <w:t>NonlinearTechCost03(1)..  - 1E-5*IX_TotalCost(1) + NonlinearTechCost(1,3)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NonlinearTechCost03(2)..  - 1E-5*IX_TotalCost(2) + NonlinearTechCost(2,3)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NonlinearTechCost03(3)..  - 1E-5*IX_TotalCost(3) + NonlinearTechCost(3,3)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11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CF_NoOfModules  Number of modules</w:t>
      </w:r>
    </w:p>
    <w:p w:rsidR="0062748B" w:rsidRDefault="0062748B" w:rsidP="0062748B"/>
    <w:p w:rsidR="0062748B" w:rsidRDefault="0062748B" w:rsidP="0062748B">
      <w:r>
        <w:t>CF_NoOfModules(1)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CF01(1)</w:t>
      </w:r>
    </w:p>
    <w:p w:rsidR="0062748B" w:rsidRDefault="0062748B" w:rsidP="0062748B">
      <w:r>
        <w:t xml:space="preserve">      -90       CF08(1)</w:t>
      </w:r>
    </w:p>
    <w:p w:rsidR="0062748B" w:rsidRDefault="0062748B" w:rsidP="0062748B">
      <w:r>
        <w:t xml:space="preserve">  -370000       CF10(1)</w:t>
      </w:r>
    </w:p>
    <w:p w:rsidR="0062748B" w:rsidRDefault="0062748B" w:rsidP="0062748B">
      <w:r>
        <w:t xml:space="preserve">   -70000       CF12(1)</w:t>
      </w:r>
    </w:p>
    <w:p w:rsidR="0062748B" w:rsidRDefault="0062748B" w:rsidP="0062748B"/>
    <w:p w:rsidR="0062748B" w:rsidRDefault="0062748B" w:rsidP="0062748B">
      <w:r>
        <w:t>CF_NoOfModules(2)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CF01(2)</w:t>
      </w:r>
    </w:p>
    <w:p w:rsidR="0062748B" w:rsidRDefault="0062748B" w:rsidP="0062748B">
      <w:r>
        <w:t xml:space="preserve">      -90       CF08(2)</w:t>
      </w:r>
    </w:p>
    <w:p w:rsidR="0062748B" w:rsidRDefault="0062748B" w:rsidP="0062748B">
      <w:r>
        <w:t xml:space="preserve">  -370000       CF10(2)</w:t>
      </w:r>
    </w:p>
    <w:p w:rsidR="0062748B" w:rsidRDefault="0062748B" w:rsidP="0062748B">
      <w:r>
        <w:t xml:space="preserve">   -70000       CF12(2)</w:t>
      </w:r>
    </w:p>
    <w:p w:rsidR="0062748B" w:rsidRDefault="0062748B" w:rsidP="0062748B"/>
    <w:p w:rsidR="0062748B" w:rsidRDefault="0062748B" w:rsidP="0062748B">
      <w:r>
        <w:t>CF_NoOfModules(3)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CF01(3)</w:t>
      </w:r>
    </w:p>
    <w:p w:rsidR="0062748B" w:rsidRDefault="0062748B" w:rsidP="0062748B">
      <w:r>
        <w:t xml:space="preserve">      -90       CF08(3)</w:t>
      </w:r>
    </w:p>
    <w:p w:rsidR="0062748B" w:rsidRDefault="0062748B" w:rsidP="0062748B">
      <w:r>
        <w:lastRenderedPageBreak/>
        <w:t xml:space="preserve">  -370000       CF10(3)</w:t>
      </w:r>
    </w:p>
    <w:p w:rsidR="0062748B" w:rsidRDefault="0062748B" w:rsidP="0062748B">
      <w:r>
        <w:t xml:space="preserve">   -70000       CF12(3)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CF_BackwashFlow  Backwash flow</w:t>
      </w:r>
    </w:p>
    <w:p w:rsidR="0062748B" w:rsidRDefault="0062748B" w:rsidP="0062748B"/>
    <w:p w:rsidR="0062748B" w:rsidRDefault="0062748B" w:rsidP="0062748B">
      <w:r>
        <w:t>CF_BackwashFlow(1)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CF04(1)</w:t>
      </w:r>
    </w:p>
    <w:p w:rsidR="0062748B" w:rsidRDefault="0062748B" w:rsidP="0062748B"/>
    <w:p w:rsidR="0062748B" w:rsidRDefault="0062748B" w:rsidP="0062748B">
      <w:r>
        <w:t>CF_BackwashFlow(2)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CF04(2)</w:t>
      </w:r>
    </w:p>
    <w:p w:rsidR="0062748B" w:rsidRDefault="0062748B" w:rsidP="0062748B"/>
    <w:p w:rsidR="0062748B" w:rsidRDefault="0062748B" w:rsidP="0062748B">
      <w:r>
        <w:t>CF_BackwashFlow(3)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CF_FeedPumpHP  Feed pump horsepower</w:t>
      </w:r>
    </w:p>
    <w:p w:rsidR="0062748B" w:rsidRDefault="0062748B" w:rsidP="0062748B"/>
    <w:p w:rsidR="0062748B" w:rsidRDefault="0062748B" w:rsidP="0062748B">
      <w:r>
        <w:t>CF_FeedPumpHP(1)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CF05(1)</w:t>
      </w:r>
    </w:p>
    <w:p w:rsidR="0062748B" w:rsidRDefault="0062748B" w:rsidP="0062748B">
      <w:r>
        <w:t xml:space="preserve">    -6534.96    CF06(1)</w:t>
      </w:r>
    </w:p>
    <w:p w:rsidR="0062748B" w:rsidRDefault="0062748B" w:rsidP="0062748B">
      <w:r>
        <w:t xml:space="preserve">      -43.508   CF07(1)</w:t>
      </w:r>
    </w:p>
    <w:p w:rsidR="0062748B" w:rsidRDefault="0062748B" w:rsidP="0062748B"/>
    <w:p w:rsidR="0062748B" w:rsidRDefault="0062748B" w:rsidP="0062748B">
      <w:r>
        <w:t>CF_FeedPumpHP(2)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CF05(2)</w:t>
      </w:r>
    </w:p>
    <w:p w:rsidR="0062748B" w:rsidRDefault="0062748B" w:rsidP="0062748B">
      <w:r>
        <w:t xml:space="preserve">    -6534.96    CF06(2)</w:t>
      </w:r>
    </w:p>
    <w:p w:rsidR="0062748B" w:rsidRDefault="0062748B" w:rsidP="0062748B">
      <w:r>
        <w:t xml:space="preserve">      -43.508   CF07(2)</w:t>
      </w:r>
    </w:p>
    <w:p w:rsidR="0062748B" w:rsidRDefault="0062748B" w:rsidP="0062748B"/>
    <w:p w:rsidR="0062748B" w:rsidRDefault="0062748B" w:rsidP="0062748B">
      <w:r>
        <w:t>CF_FeedPumpHP(3)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CF05(3)</w:t>
      </w:r>
    </w:p>
    <w:p w:rsidR="0062748B" w:rsidRDefault="0062748B" w:rsidP="0062748B">
      <w:r>
        <w:t xml:space="preserve">    -6534.96    CF06(3)</w:t>
      </w:r>
    </w:p>
    <w:p w:rsidR="0062748B" w:rsidRDefault="0062748B" w:rsidP="0062748B">
      <w:r>
        <w:t xml:space="preserve">      -43.508   CF07(3)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CF_FeedPumpPower  Feed pump power requirement in kWh</w:t>
      </w:r>
    </w:p>
    <w:p w:rsidR="0062748B" w:rsidRDefault="0062748B" w:rsidP="0062748B"/>
    <w:p w:rsidR="0062748B" w:rsidRDefault="0062748B" w:rsidP="0062748B">
      <w:r>
        <w:t>CF_FeedPumpPower(1)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CF06(1)</w:t>
      </w:r>
    </w:p>
    <w:p w:rsidR="0062748B" w:rsidRDefault="0062748B" w:rsidP="0062748B">
      <w:r>
        <w:t xml:space="preserve">       -0.1137  CF23(1)</w:t>
      </w:r>
    </w:p>
    <w:p w:rsidR="0062748B" w:rsidRDefault="0062748B" w:rsidP="0062748B"/>
    <w:p w:rsidR="0062748B" w:rsidRDefault="0062748B" w:rsidP="0062748B">
      <w:r>
        <w:lastRenderedPageBreak/>
        <w:t>CF_FeedPumpPower(2)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CF06(2)</w:t>
      </w:r>
    </w:p>
    <w:p w:rsidR="0062748B" w:rsidRDefault="0062748B" w:rsidP="0062748B">
      <w:r>
        <w:t xml:space="preserve">       -0.1137  CF23(2)</w:t>
      </w:r>
    </w:p>
    <w:p w:rsidR="0062748B" w:rsidRDefault="0062748B" w:rsidP="0062748B"/>
    <w:p w:rsidR="0062748B" w:rsidRDefault="0062748B" w:rsidP="0062748B">
      <w:r>
        <w:t>CF_FeedPumpPower(3)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CF06(3)</w:t>
      </w:r>
    </w:p>
    <w:p w:rsidR="0062748B" w:rsidRDefault="0062748B" w:rsidP="0062748B">
      <w:r>
        <w:t xml:space="preserve">       -0.1137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CF_BackflushPower  Backflush power requirement in kWh</w:t>
      </w:r>
    </w:p>
    <w:p w:rsidR="0062748B" w:rsidRDefault="0062748B" w:rsidP="0062748B"/>
    <w:p w:rsidR="0062748B" w:rsidRDefault="0062748B" w:rsidP="0062748B">
      <w:r>
        <w:t>CF_BackflushPower(1)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CF07(1)</w:t>
      </w:r>
    </w:p>
    <w:p w:rsidR="0062748B" w:rsidRDefault="0062748B" w:rsidP="0062748B">
      <w:r>
        <w:t xml:space="preserve">       -0.1137  CF23(1)</w:t>
      </w:r>
    </w:p>
    <w:p w:rsidR="0062748B" w:rsidRDefault="0062748B" w:rsidP="0062748B"/>
    <w:p w:rsidR="0062748B" w:rsidRDefault="0062748B" w:rsidP="0062748B">
      <w:r>
        <w:t>CF_BackflushPower(2)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CF07(2)</w:t>
      </w:r>
    </w:p>
    <w:p w:rsidR="0062748B" w:rsidRDefault="0062748B" w:rsidP="0062748B">
      <w:r>
        <w:t xml:space="preserve">       -0.1137  CF23(2)</w:t>
      </w:r>
    </w:p>
    <w:p w:rsidR="0062748B" w:rsidRDefault="0062748B" w:rsidP="0062748B"/>
    <w:p w:rsidR="0062748B" w:rsidRDefault="0062748B" w:rsidP="0062748B">
      <w:r>
        <w:t>CF_BackflushPower(3)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CF07(3)</w:t>
      </w:r>
    </w:p>
    <w:p w:rsidR="0062748B" w:rsidRDefault="0062748B" w:rsidP="0062748B">
      <w:r>
        <w:t xml:space="preserve">       -0.1137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CF_MFF  Microfiltration feed flow in liters per sec</w:t>
      </w:r>
    </w:p>
    <w:p w:rsidR="0062748B" w:rsidRDefault="0062748B" w:rsidP="0062748B"/>
    <w:p w:rsidR="0062748B" w:rsidRDefault="0062748B" w:rsidP="0062748B">
      <w:r>
        <w:t>CF_MFF(1)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CF03(1)</w:t>
      </w:r>
    </w:p>
    <w:p w:rsidR="0062748B" w:rsidRDefault="0062748B" w:rsidP="0062748B">
      <w:r>
        <w:t xml:space="preserve">       -1       CF04(1)</w:t>
      </w:r>
    </w:p>
    <w:p w:rsidR="0062748B" w:rsidRDefault="0062748B" w:rsidP="0062748B">
      <w:r>
        <w:t xml:space="preserve">       -0.3468  CF05(1)</w:t>
      </w:r>
    </w:p>
    <w:p w:rsidR="0062748B" w:rsidRDefault="0062748B" w:rsidP="0062748B"/>
    <w:p w:rsidR="0062748B" w:rsidRDefault="0062748B" w:rsidP="0062748B">
      <w:r>
        <w:t>CF_MFF(2)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CF03(2)</w:t>
      </w:r>
    </w:p>
    <w:p w:rsidR="0062748B" w:rsidRDefault="0062748B" w:rsidP="0062748B">
      <w:r>
        <w:t xml:space="preserve">       -1       CF04(2)</w:t>
      </w:r>
    </w:p>
    <w:p w:rsidR="0062748B" w:rsidRDefault="0062748B" w:rsidP="0062748B">
      <w:r>
        <w:t xml:space="preserve">       -0.3468  CF05(2)</w:t>
      </w:r>
    </w:p>
    <w:p w:rsidR="0062748B" w:rsidRDefault="0062748B" w:rsidP="0062748B"/>
    <w:p w:rsidR="0062748B" w:rsidRDefault="0062748B" w:rsidP="0062748B">
      <w:r>
        <w:t>CF_MFF(3)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CF03(3)</w:t>
      </w:r>
    </w:p>
    <w:p w:rsidR="0062748B" w:rsidRDefault="0062748B" w:rsidP="0062748B">
      <w:r>
        <w:t xml:space="preserve">       -1       CF04(3)</w:t>
      </w:r>
    </w:p>
    <w:p w:rsidR="0062748B" w:rsidRDefault="0062748B" w:rsidP="0062748B">
      <w:r>
        <w:t xml:space="preserve">       -0.3468  CF05(3)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CF_NoOfMembranes  Number of membranes used</w:t>
      </w:r>
    </w:p>
    <w:p w:rsidR="0062748B" w:rsidRDefault="0062748B" w:rsidP="0062748B"/>
    <w:p w:rsidR="0062748B" w:rsidRDefault="0062748B" w:rsidP="0062748B">
      <w:r>
        <w:t>CF_NoOfMembranes(1)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CF08(1)</w:t>
      </w:r>
    </w:p>
    <w:p w:rsidR="0062748B" w:rsidRDefault="0062748B" w:rsidP="0062748B">
      <w:r>
        <w:t xml:space="preserve">     -153.4825  CF26(1)</w:t>
      </w:r>
    </w:p>
    <w:p w:rsidR="0062748B" w:rsidRDefault="0062748B" w:rsidP="0062748B"/>
    <w:p w:rsidR="0062748B" w:rsidRDefault="0062748B" w:rsidP="0062748B">
      <w:r>
        <w:t>CF_NoOfMembranes(2)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CF08(2)</w:t>
      </w:r>
    </w:p>
    <w:p w:rsidR="0062748B" w:rsidRDefault="0062748B" w:rsidP="0062748B">
      <w:r>
        <w:t xml:space="preserve">     -153.4825  CF26(2)</w:t>
      </w:r>
    </w:p>
    <w:p w:rsidR="0062748B" w:rsidRDefault="0062748B" w:rsidP="0062748B"/>
    <w:p w:rsidR="0062748B" w:rsidRDefault="0062748B" w:rsidP="0062748B">
      <w:r>
        <w:t>CF_NoOfMembranes(3)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CF08(3)</w:t>
      </w:r>
    </w:p>
    <w:p w:rsidR="0062748B" w:rsidRDefault="0062748B" w:rsidP="0062748B">
      <w:r>
        <w:t xml:space="preserve">     -153.4825  CF26(3)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CF_BuildingArea  Building area for the process implementation</w:t>
      </w:r>
    </w:p>
    <w:p w:rsidR="0062748B" w:rsidRDefault="0062748B" w:rsidP="0062748B"/>
    <w:p w:rsidR="0062748B" w:rsidRDefault="0062748B" w:rsidP="0062748B">
      <w:r>
        <w:t>CF_BuildingArea(1)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CF09(1)</w:t>
      </w:r>
    </w:p>
    <w:p w:rsidR="0062748B" w:rsidRDefault="0062748B" w:rsidP="0062748B">
      <w:r>
        <w:t xml:space="preserve">    -1076       CF11(1)</w:t>
      </w:r>
    </w:p>
    <w:p w:rsidR="0062748B" w:rsidRDefault="0062748B" w:rsidP="0062748B"/>
    <w:p w:rsidR="0062748B" w:rsidRDefault="0062748B" w:rsidP="0062748B">
      <w:r>
        <w:t>CF_BuildingArea(2)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CF09(2)</w:t>
      </w:r>
    </w:p>
    <w:p w:rsidR="0062748B" w:rsidRDefault="0062748B" w:rsidP="0062748B">
      <w:r>
        <w:t xml:space="preserve">    -1076       CF11(2)</w:t>
      </w:r>
    </w:p>
    <w:p w:rsidR="0062748B" w:rsidRDefault="0062748B" w:rsidP="0062748B"/>
    <w:p w:rsidR="0062748B" w:rsidRDefault="0062748B" w:rsidP="0062748B">
      <w:r>
        <w:t>CF_BuildingArea(3)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CF09(3)</w:t>
      </w:r>
    </w:p>
    <w:p w:rsidR="0062748B" w:rsidRDefault="0062748B" w:rsidP="0062748B">
      <w:r>
        <w:t xml:space="preserve">    -1076       CF11(3)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CF_MembraneModuleCost  Membrane module cost</w:t>
      </w:r>
    </w:p>
    <w:p w:rsidR="0062748B" w:rsidRDefault="0062748B" w:rsidP="0062748B"/>
    <w:p w:rsidR="0062748B" w:rsidRDefault="0062748B" w:rsidP="0062748B">
      <w:r>
        <w:t>CF_MembraneModuleCost(1)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CF10(1)</w:t>
      </w:r>
    </w:p>
    <w:p w:rsidR="0062748B" w:rsidRDefault="0062748B" w:rsidP="0062748B">
      <w:r>
        <w:t xml:space="preserve">       -0.05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CF_MembraneModuleCost(2)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CF10(2)</w:t>
      </w:r>
    </w:p>
    <w:p w:rsidR="0062748B" w:rsidRDefault="0062748B" w:rsidP="0062748B">
      <w:r>
        <w:t xml:space="preserve">       -0.05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CF_MembraneModuleCost(3)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CF10(3)</w:t>
      </w:r>
    </w:p>
    <w:p w:rsidR="0062748B" w:rsidRDefault="0062748B" w:rsidP="0062748B">
      <w:r>
        <w:t xml:space="preserve">       -0.05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CF_BuildingCost  Building cost - based on the building area</w:t>
      </w:r>
    </w:p>
    <w:p w:rsidR="0062748B" w:rsidRDefault="0062748B" w:rsidP="0062748B"/>
    <w:p w:rsidR="0062748B" w:rsidRDefault="0062748B" w:rsidP="0062748B">
      <w:r>
        <w:t>CF_BuildingCost(1)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CF_BuildingCost(2)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CF_BuildingCost(3)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CF_InstallationCost  Installation cost for the process</w:t>
      </w:r>
    </w:p>
    <w:p w:rsidR="0062748B" w:rsidRDefault="0062748B" w:rsidP="0062748B"/>
    <w:p w:rsidR="0062748B" w:rsidRDefault="0062748B" w:rsidP="0062748B">
      <w:r>
        <w:t>CF_InstallationCost(1)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CF_InstallationCost(2)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lastRenderedPageBreak/>
        <w:t>CF_InstallationCost(3)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CF_MiscCost  Miscellaneous cost (taken as 5% of the module cost)</w:t>
      </w:r>
    </w:p>
    <w:p w:rsidR="0062748B" w:rsidRDefault="0062748B" w:rsidP="0062748B"/>
    <w:p w:rsidR="0062748B" w:rsidRDefault="0062748B" w:rsidP="0062748B">
      <w:r>
        <w:t>CF_MiscCost(1)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CF_MiscCost(2)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CF_MiscCost(3)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CF_PlantPipingCost  Plant piping cost (taken as 5%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CF_PlantPipingCost(1)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CF_PlantPipingCost(2)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CF_PlantPipingCost(3)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CF_EngineeringCost  Engineering cost (taken as 10%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CF_EngineeringCost(1)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CF_EngineeringCost(2)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CF_EngineeringCost(3)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CF_DirectCapitalCost  Total direct capital cost</w:t>
      </w:r>
    </w:p>
    <w:p w:rsidR="0062748B" w:rsidRDefault="0062748B" w:rsidP="0062748B"/>
    <w:p w:rsidR="0062748B" w:rsidRDefault="0062748B" w:rsidP="0062748B">
      <w:r>
        <w:t>CF_DirectCapitalCost(1)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CF16(1)</w:t>
      </w:r>
    </w:p>
    <w:p w:rsidR="0062748B" w:rsidRDefault="0062748B" w:rsidP="0062748B">
      <w:r>
        <w:t xml:space="preserve">       -0.06    CF17(1)</w:t>
      </w:r>
    </w:p>
    <w:p w:rsidR="0062748B" w:rsidRDefault="0062748B" w:rsidP="0062748B">
      <w:r>
        <w:t xml:space="preserve">       -0.2     CF18(1)</w:t>
      </w:r>
    </w:p>
    <w:p w:rsidR="0062748B" w:rsidRDefault="0062748B" w:rsidP="0062748B">
      <w:r>
        <w:t xml:space="preserve">       -0.1     CF19(1)</w:t>
      </w:r>
    </w:p>
    <w:p w:rsidR="0062748B" w:rsidRDefault="0062748B" w:rsidP="0062748B">
      <w:r>
        <w:t xml:space="preserve">       -0.04    CF20(1)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>
      <w:r>
        <w:t xml:space="preserve">       -0.02    CF28(1)</w:t>
      </w:r>
    </w:p>
    <w:p w:rsidR="0062748B" w:rsidRDefault="0062748B" w:rsidP="0062748B"/>
    <w:p w:rsidR="0062748B" w:rsidRDefault="0062748B" w:rsidP="0062748B">
      <w:r>
        <w:t>CF_DirectCapitalCost(2)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CF16(2)</w:t>
      </w:r>
    </w:p>
    <w:p w:rsidR="0062748B" w:rsidRDefault="0062748B" w:rsidP="0062748B">
      <w:r>
        <w:t xml:space="preserve">       -0.06    CF17(2)</w:t>
      </w:r>
    </w:p>
    <w:p w:rsidR="0062748B" w:rsidRDefault="0062748B" w:rsidP="0062748B">
      <w:r>
        <w:t xml:space="preserve">       -0.2     CF18(2)</w:t>
      </w:r>
    </w:p>
    <w:p w:rsidR="0062748B" w:rsidRDefault="0062748B" w:rsidP="0062748B">
      <w:r>
        <w:t xml:space="preserve">       -0.1     CF19(2)</w:t>
      </w:r>
    </w:p>
    <w:p w:rsidR="0062748B" w:rsidRDefault="0062748B" w:rsidP="0062748B">
      <w:r>
        <w:t xml:space="preserve">       -0.04    CF20(2)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>
      <w:r>
        <w:t xml:space="preserve">       -0.02    CF28(2)</w:t>
      </w:r>
    </w:p>
    <w:p w:rsidR="0062748B" w:rsidRDefault="0062748B" w:rsidP="0062748B"/>
    <w:p w:rsidR="0062748B" w:rsidRDefault="0062748B" w:rsidP="0062748B">
      <w:r>
        <w:t>CF_DirectCapitalCost(3)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CF16(3)</w:t>
      </w:r>
    </w:p>
    <w:p w:rsidR="0062748B" w:rsidRDefault="0062748B" w:rsidP="0062748B">
      <w:r>
        <w:t xml:space="preserve">       -0.06    CF17(3)</w:t>
      </w:r>
    </w:p>
    <w:p w:rsidR="0062748B" w:rsidRDefault="0062748B" w:rsidP="0062748B">
      <w:r>
        <w:t xml:space="preserve">       -0.2     CF18(3)</w:t>
      </w:r>
    </w:p>
    <w:p w:rsidR="0062748B" w:rsidRDefault="0062748B" w:rsidP="0062748B">
      <w:r>
        <w:t xml:space="preserve">       -0.1     CF19(3)</w:t>
      </w:r>
    </w:p>
    <w:p w:rsidR="0062748B" w:rsidRDefault="0062748B" w:rsidP="0062748B">
      <w:r>
        <w:lastRenderedPageBreak/>
        <w:t xml:space="preserve">       -0.04    CF20(3)</w:t>
      </w:r>
    </w:p>
    <w:p w:rsidR="0062748B" w:rsidRDefault="0062748B" w:rsidP="0062748B">
      <w:r>
        <w:t xml:space="preserve">       -1       CF22(3)</w:t>
      </w:r>
    </w:p>
    <w:p w:rsidR="0062748B" w:rsidRDefault="0062748B" w:rsidP="0062748B">
      <w:r>
        <w:t xml:space="preserve">       -0.02    CF28(3)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 xml:space="preserve">---- CF_ConstructionInterest  Expense on interest during construction (taken as </w:t>
      </w:r>
    </w:p>
    <w:p w:rsidR="0062748B" w:rsidRDefault="0062748B" w:rsidP="0062748B">
      <w:r>
        <w:t xml:space="preserve">                              6% of total direct capital cost)</w:t>
      </w:r>
    </w:p>
    <w:p w:rsidR="0062748B" w:rsidRDefault="0062748B" w:rsidP="0062748B"/>
    <w:p w:rsidR="0062748B" w:rsidRDefault="0062748B" w:rsidP="0062748B">
      <w:r>
        <w:t>CF_ConstructionInterest(1)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CF_ConstructionInterest(2)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CF_ConstructionInterest(3)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CF_Contingencies  Contingencies (taken as 20% of total direct capital cost)</w:t>
      </w:r>
    </w:p>
    <w:p w:rsidR="0062748B" w:rsidRDefault="0062748B" w:rsidP="0062748B"/>
    <w:p w:rsidR="0062748B" w:rsidRDefault="0062748B" w:rsidP="0062748B">
      <w:r>
        <w:t>CF_Contingencies(1)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CF_Contingencies(2)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CF_Contingencies(3)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CF_ProjectManagement  Fees and project management (taken as 10% of total di</w:t>
      </w:r>
    </w:p>
    <w:p w:rsidR="0062748B" w:rsidRDefault="0062748B" w:rsidP="0062748B">
      <w:r>
        <w:t xml:space="preserve">                           rect capital cost)</w:t>
      </w:r>
    </w:p>
    <w:p w:rsidR="0062748B" w:rsidRDefault="0062748B" w:rsidP="0062748B"/>
    <w:p w:rsidR="0062748B" w:rsidRDefault="0062748B" w:rsidP="0062748B">
      <w:r>
        <w:t>CF_ProjectManagement(1)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CF19(1)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CF_ProjectManagement(2)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CF_ProjectManagement(3)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CF_WorkingCapital  Working capital (taken as 4% of total direct capital cos</w:t>
      </w:r>
    </w:p>
    <w:p w:rsidR="0062748B" w:rsidRDefault="0062748B" w:rsidP="0062748B">
      <w:r>
        <w:t xml:space="preserve">                        t)</w:t>
      </w:r>
    </w:p>
    <w:p w:rsidR="0062748B" w:rsidRDefault="0062748B" w:rsidP="0062748B"/>
    <w:p w:rsidR="0062748B" w:rsidRDefault="0062748B" w:rsidP="0062748B">
      <w:r>
        <w:t>CF_WorkingCapital(1)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CF_WorkingCapital(2)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CF20(2)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CF_WorkingCapital(3)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CF_IndirectCapitalCost  Total indirect capital cost</w:t>
      </w:r>
    </w:p>
    <w:p w:rsidR="0062748B" w:rsidRDefault="0062748B" w:rsidP="0062748B"/>
    <w:p w:rsidR="0062748B" w:rsidRDefault="0062748B" w:rsidP="0062748B">
      <w:r>
        <w:t>CF_IndirectCapitalCost(1)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/>
    <w:p w:rsidR="0062748B" w:rsidRDefault="0062748B" w:rsidP="0062748B">
      <w:r>
        <w:t>CF_IndirectCapitalCost(2)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/>
    <w:p w:rsidR="0062748B" w:rsidRDefault="0062748B" w:rsidP="0062748B">
      <w:r>
        <w:t>CF_IndirectCapitalCost(3)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CF21(3)</w:t>
      </w:r>
    </w:p>
    <w:p w:rsidR="0062748B" w:rsidRDefault="0062748B" w:rsidP="0062748B">
      <w:r>
        <w:lastRenderedPageBreak/>
        <w:t xml:space="preserve">       -1       CF22(3)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CF_TotalConstructionCost  Total (direct and indirect) construction cost</w:t>
      </w:r>
    </w:p>
    <w:p w:rsidR="0062748B" w:rsidRDefault="0062748B" w:rsidP="0062748B"/>
    <w:p w:rsidR="0062748B" w:rsidRDefault="0062748B" w:rsidP="0062748B">
      <w:r>
        <w:t>CF_TotalConstructionCost(1)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CF22(1)</w:t>
      </w:r>
    </w:p>
    <w:p w:rsidR="0062748B" w:rsidRDefault="0062748B" w:rsidP="0062748B">
      <w:r>
        <w:t xml:space="preserve">       -0.1019  CF30(1)</w:t>
      </w:r>
    </w:p>
    <w:p w:rsidR="0062748B" w:rsidRDefault="0062748B" w:rsidP="0062748B"/>
    <w:p w:rsidR="0062748B" w:rsidRDefault="0062748B" w:rsidP="0062748B">
      <w:r>
        <w:t>CF_TotalConstructionCost(2)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CF22(2)</w:t>
      </w:r>
    </w:p>
    <w:p w:rsidR="0062748B" w:rsidRDefault="0062748B" w:rsidP="0062748B">
      <w:r>
        <w:t xml:space="preserve">       -0.1019  CF30(2)</w:t>
      </w:r>
    </w:p>
    <w:p w:rsidR="0062748B" w:rsidRDefault="0062748B" w:rsidP="0062748B"/>
    <w:p w:rsidR="0062748B" w:rsidRDefault="0062748B" w:rsidP="0062748B">
      <w:r>
        <w:t>CF_TotalConstructionCost(3)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CF22(3)</w:t>
      </w:r>
    </w:p>
    <w:p w:rsidR="0062748B" w:rsidRDefault="0062748B" w:rsidP="0062748B">
      <w:r>
        <w:t xml:space="preserve">       -0.1019  CF30(3)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CF_ElectricityCost  Electricity cost for the implementation of the process</w:t>
      </w:r>
    </w:p>
    <w:p w:rsidR="0062748B" w:rsidRDefault="0062748B" w:rsidP="0062748B"/>
    <w:p w:rsidR="0062748B" w:rsidRDefault="0062748B" w:rsidP="0062748B">
      <w:r>
        <w:lastRenderedPageBreak/>
        <w:t>CF_ElectricityCost(1)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CF_ElectricityCost(2)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CF_ElectricityCost(3)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CF_LaborCost  Labor cost for the implementation of the process</w:t>
      </w:r>
    </w:p>
    <w:p w:rsidR="0062748B" w:rsidRDefault="0062748B" w:rsidP="0062748B"/>
    <w:p w:rsidR="0062748B" w:rsidRDefault="0062748B" w:rsidP="0062748B">
      <w:r>
        <w:t>CF_LaborCost(1)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CF_LaborCost(2)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CF24(2)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CF_LaborCost(3)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CF_ChemicalCost  Chemical cost for the process</w:t>
      </w:r>
    </w:p>
    <w:p w:rsidR="0062748B" w:rsidRDefault="0062748B" w:rsidP="0062748B"/>
    <w:p w:rsidR="0062748B" w:rsidRDefault="0062748B" w:rsidP="0062748B">
      <w:r>
        <w:t>CF_ChemicalCost(1)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CF25(3)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CF_MembraneReplacementCost  Membrane replacement cost for the process</w:t>
      </w:r>
    </w:p>
    <w:p w:rsidR="0062748B" w:rsidRDefault="0062748B" w:rsidP="0062748B"/>
    <w:p w:rsidR="0062748B" w:rsidRDefault="0062748B" w:rsidP="0062748B">
      <w:r>
        <w:t>CF_MembraneReplacementCost(1)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CF_MembraneReplacementCost(2)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CF_MembraneReplacementCost(3)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CF_CleaningChemicalCost  Cleaning chemical (NaOCl) cost</w:t>
      </w:r>
    </w:p>
    <w:p w:rsidR="0062748B" w:rsidRDefault="0062748B" w:rsidP="0062748B"/>
    <w:p w:rsidR="0062748B" w:rsidRDefault="0062748B" w:rsidP="0062748B">
      <w:r>
        <w:t>CF_CleaningChemicalCost(1)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CF_CleaningChemicalCost(2)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CF_CleaningChemicalCost(3)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CF_Repairs  Repairs replacement and misc cost (taken as 2% of the direct ca</w:t>
      </w:r>
    </w:p>
    <w:p w:rsidR="0062748B" w:rsidRDefault="0062748B" w:rsidP="0062748B">
      <w:r>
        <w:t xml:space="preserve">                 pital cost)</w:t>
      </w:r>
    </w:p>
    <w:p w:rsidR="0062748B" w:rsidRDefault="0062748B" w:rsidP="0062748B"/>
    <w:p w:rsidR="0062748B" w:rsidRDefault="0062748B" w:rsidP="0062748B">
      <w:r>
        <w:t>CF_Repairs(1)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CF_Repairs(2)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CF_Repairs(3)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CF_TotalOMCost  Total operating and maintenance cost</w:t>
      </w:r>
    </w:p>
    <w:p w:rsidR="0062748B" w:rsidRDefault="0062748B" w:rsidP="0062748B"/>
    <w:p w:rsidR="0062748B" w:rsidRDefault="0062748B" w:rsidP="0062748B">
      <w:r>
        <w:t>CF_TotalOMCost(1)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CF_TotalOMCost(2)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lastRenderedPageBreak/>
        <w:t>CF_TotalOMCost(3)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CF_CapitalRecovery  Capital recovery - calculate from the total captical co</w:t>
      </w:r>
    </w:p>
    <w:p w:rsidR="0062748B" w:rsidRDefault="0062748B" w:rsidP="0062748B">
      <w:r>
        <w:t xml:space="preserve">                         st</w:t>
      </w:r>
    </w:p>
    <w:p w:rsidR="0062748B" w:rsidRDefault="0062748B" w:rsidP="0062748B"/>
    <w:p w:rsidR="0062748B" w:rsidRDefault="0062748B" w:rsidP="0062748B">
      <w:r>
        <w:t>CF_CapitalRecovery(1)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CF_CapitalRecovery(2)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t>CF_CapitalRecovery(3)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CF_AnnualCost  Annual cost depending on the Capital recovery and OM cost</w:t>
      </w:r>
    </w:p>
    <w:p w:rsidR="0062748B" w:rsidRDefault="0062748B" w:rsidP="0062748B"/>
    <w:p w:rsidR="0062748B" w:rsidRDefault="0062748B" w:rsidP="0062748B">
      <w:r>
        <w:t>CF_AnnualCost(1)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CF31(1)</w:t>
      </w:r>
    </w:p>
    <w:p w:rsidR="0062748B" w:rsidRDefault="0062748B" w:rsidP="0062748B">
      <w:r>
        <w:t xml:space="preserve">  -1.000000E-5  NonlinearTechCost01(1)</w:t>
      </w:r>
    </w:p>
    <w:p w:rsidR="0062748B" w:rsidRDefault="0062748B" w:rsidP="0062748B"/>
    <w:p w:rsidR="0062748B" w:rsidRDefault="0062748B" w:rsidP="0062748B">
      <w:r>
        <w:t>CF_AnnualCost(2)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CF31(2)</w:t>
      </w:r>
    </w:p>
    <w:p w:rsidR="0062748B" w:rsidRDefault="0062748B" w:rsidP="0062748B">
      <w:r>
        <w:t xml:space="preserve">  -1.000000E-5  NonlinearTechCost01(2)</w:t>
      </w:r>
    </w:p>
    <w:p w:rsidR="0062748B" w:rsidRDefault="0062748B" w:rsidP="0062748B"/>
    <w:p w:rsidR="0062748B" w:rsidRDefault="0062748B" w:rsidP="0062748B">
      <w:r>
        <w:t>CF_AnnualCost(3)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CF31(3)</w:t>
      </w:r>
    </w:p>
    <w:p w:rsidR="0062748B" w:rsidRDefault="0062748B" w:rsidP="0062748B">
      <w:r>
        <w:t xml:space="preserve">  -1.000000E-5  NonlinearTechCost01(3)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GAC_CapitalCost  Capital cost for the activated carbon process</w:t>
      </w:r>
    </w:p>
    <w:p w:rsidR="0062748B" w:rsidRDefault="0062748B" w:rsidP="0062748B"/>
    <w:p w:rsidR="0062748B" w:rsidRDefault="0062748B" w:rsidP="0062748B">
      <w:r>
        <w:t>GAC_CapitalCost(1)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GAC01(1)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GAC_OMCost  Operational and maintenance cost for the activated carbon proce</w:t>
      </w:r>
    </w:p>
    <w:p w:rsidR="0062748B" w:rsidRDefault="0062748B" w:rsidP="0062748B">
      <w:r>
        <w:t xml:space="preserve">                 ss</w:t>
      </w:r>
    </w:p>
    <w:p w:rsidR="0062748B" w:rsidRDefault="0062748B" w:rsidP="0062748B"/>
    <w:p w:rsidR="0062748B" w:rsidRDefault="0062748B" w:rsidP="0062748B">
      <w:r>
        <w:t>GAC_OMCost(1)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GAC02(2)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GAC_TotalCost  Total cost for the activated carbon process implementation</w:t>
      </w:r>
    </w:p>
    <w:p w:rsidR="0062748B" w:rsidRDefault="0062748B" w:rsidP="0062748B"/>
    <w:p w:rsidR="0062748B" w:rsidRDefault="0062748B" w:rsidP="0062748B">
      <w:r>
        <w:t>GAC_TotalCost(1)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GAC03(1)</w:t>
      </w:r>
    </w:p>
    <w:p w:rsidR="0062748B" w:rsidRDefault="0062748B" w:rsidP="0062748B">
      <w:r>
        <w:t xml:space="preserve">  -1.000000E-5  NonlinearTechCost02(1)</w:t>
      </w:r>
    </w:p>
    <w:p w:rsidR="0062748B" w:rsidRDefault="0062748B" w:rsidP="0062748B"/>
    <w:p w:rsidR="0062748B" w:rsidRDefault="0062748B" w:rsidP="0062748B">
      <w:r>
        <w:t>GAC_TotalCost(2)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GAC03(2)</w:t>
      </w:r>
    </w:p>
    <w:p w:rsidR="0062748B" w:rsidRDefault="0062748B" w:rsidP="0062748B">
      <w:r>
        <w:t xml:space="preserve">  -1.000000E-5  NonlinearTechCost02(2)</w:t>
      </w:r>
    </w:p>
    <w:p w:rsidR="0062748B" w:rsidRDefault="0062748B" w:rsidP="0062748B"/>
    <w:p w:rsidR="0062748B" w:rsidRDefault="0062748B" w:rsidP="0062748B">
      <w:r>
        <w:t>GAC_TotalCost(3)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GAC03(3)</w:t>
      </w:r>
    </w:p>
    <w:p w:rsidR="0062748B" w:rsidRDefault="0062748B" w:rsidP="0062748B">
      <w:r>
        <w:lastRenderedPageBreak/>
        <w:t xml:space="preserve">  -1.000000E-5  NonlinearTechCost02(3)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IX_MinResinVolume  Minimum volume of the medium in m3</w:t>
      </w:r>
    </w:p>
    <w:p w:rsidR="0062748B" w:rsidRDefault="0062748B" w:rsidP="0062748B"/>
    <w:p w:rsidR="0062748B" w:rsidRDefault="0062748B" w:rsidP="0062748B">
      <w:r>
        <w:t>IX_MinResinVolume(1)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IX01(1)</w:t>
      </w:r>
    </w:p>
    <w:p w:rsidR="0062748B" w:rsidRDefault="0062748B" w:rsidP="0062748B"/>
    <w:p w:rsidR="0062748B" w:rsidRDefault="0062748B" w:rsidP="0062748B">
      <w:r>
        <w:t>IX_MinResinVolume(2)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IX01(2)</w:t>
      </w:r>
    </w:p>
    <w:p w:rsidR="0062748B" w:rsidRDefault="0062748B" w:rsidP="0062748B"/>
    <w:p w:rsidR="0062748B" w:rsidRDefault="0062748B" w:rsidP="0062748B">
      <w:r>
        <w:t>IX_MinResinVolume(3)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IX_MinVolExhaustionTime  Minimum volume exhaustion time in days</w:t>
      </w:r>
    </w:p>
    <w:p w:rsidR="0062748B" w:rsidRDefault="0062748B" w:rsidP="0062748B"/>
    <w:p w:rsidR="0062748B" w:rsidRDefault="0062748B" w:rsidP="0062748B">
      <w:r>
        <w:t>IX_MinVolExhaustionTime(1)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IX02(1)</w:t>
      </w:r>
    </w:p>
    <w:p w:rsidR="0062748B" w:rsidRDefault="0062748B" w:rsidP="0062748B"/>
    <w:p w:rsidR="0062748B" w:rsidRDefault="0062748B" w:rsidP="0062748B">
      <w:r>
        <w:t>IX_MinVolExhaustionTime(2)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IX02(2)</w:t>
      </w:r>
    </w:p>
    <w:p w:rsidR="0062748B" w:rsidRDefault="0062748B" w:rsidP="0062748B"/>
    <w:p w:rsidR="0062748B" w:rsidRDefault="0062748B" w:rsidP="0062748B">
      <w:r>
        <w:t>IX_MinVolExhaustionTime(3)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IX_ExhaustionTimeResinVolume  Resin volume in m3 for the minimum exhaustion</w:t>
      </w:r>
    </w:p>
    <w:p w:rsidR="0062748B" w:rsidRDefault="0062748B" w:rsidP="0062748B">
      <w:r>
        <w:t xml:space="preserve">                                   time</w:t>
      </w:r>
    </w:p>
    <w:p w:rsidR="0062748B" w:rsidRDefault="0062748B" w:rsidP="0062748B"/>
    <w:p w:rsidR="0062748B" w:rsidRDefault="0062748B" w:rsidP="0062748B">
      <w:r>
        <w:t>IX_ExhaustionTimeResinVolume(1)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IX04(1)</w:t>
      </w:r>
    </w:p>
    <w:p w:rsidR="0062748B" w:rsidRDefault="0062748B" w:rsidP="0062748B">
      <w:r>
        <w:t xml:space="preserve">       -2       IX05(1)</w:t>
      </w:r>
    </w:p>
    <w:p w:rsidR="0062748B" w:rsidRDefault="0062748B" w:rsidP="0062748B">
      <w:r>
        <w:t xml:space="preserve">    -1623.4766  IX06(1)</w:t>
      </w:r>
    </w:p>
    <w:p w:rsidR="0062748B" w:rsidRDefault="0062748B" w:rsidP="0062748B">
      <w:r>
        <w:t xml:space="preserve">     -150       IX08(1)</w:t>
      </w:r>
    </w:p>
    <w:p w:rsidR="0062748B" w:rsidRDefault="0062748B" w:rsidP="0062748B"/>
    <w:p w:rsidR="0062748B" w:rsidRDefault="0062748B" w:rsidP="0062748B">
      <w:r>
        <w:t>IX_ExhaustionTimeResinVolume(2)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IX04(2)</w:t>
      </w:r>
    </w:p>
    <w:p w:rsidR="0062748B" w:rsidRDefault="0062748B" w:rsidP="0062748B">
      <w:r>
        <w:t xml:space="preserve">       -2       IX05(2)</w:t>
      </w:r>
    </w:p>
    <w:p w:rsidR="0062748B" w:rsidRDefault="0062748B" w:rsidP="0062748B">
      <w:r>
        <w:lastRenderedPageBreak/>
        <w:t xml:space="preserve">    -1623.4766  IX06(2)</w:t>
      </w:r>
    </w:p>
    <w:p w:rsidR="0062748B" w:rsidRDefault="0062748B" w:rsidP="0062748B">
      <w:r>
        <w:t xml:space="preserve">     -150       IX08(2)</w:t>
      </w:r>
    </w:p>
    <w:p w:rsidR="0062748B" w:rsidRDefault="0062748B" w:rsidP="0062748B"/>
    <w:p w:rsidR="0062748B" w:rsidRDefault="0062748B" w:rsidP="0062748B">
      <w:r>
        <w:t>IX_ExhaustionTimeResinVolume(3)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IX04(3)</w:t>
      </w:r>
    </w:p>
    <w:p w:rsidR="0062748B" w:rsidRDefault="0062748B" w:rsidP="0062748B">
      <w:r>
        <w:t xml:space="preserve">       -2       IX05(3)</w:t>
      </w:r>
    </w:p>
    <w:p w:rsidR="0062748B" w:rsidRDefault="0062748B" w:rsidP="0062748B">
      <w:r>
        <w:t xml:space="preserve">    -1623.4766  IX06(3)</w:t>
      </w:r>
    </w:p>
    <w:p w:rsidR="0062748B" w:rsidRDefault="0062748B" w:rsidP="0062748B">
      <w:r>
        <w:t xml:space="preserve">     -150       IX08(3)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IX_VesselVolume  Total vessel volume in m3</w:t>
      </w:r>
    </w:p>
    <w:p w:rsidR="0062748B" w:rsidRDefault="0062748B" w:rsidP="0062748B"/>
    <w:p w:rsidR="0062748B" w:rsidRDefault="0062748B" w:rsidP="0062748B">
      <w:r>
        <w:t>IX_VesselVolume(1)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IX05(1)</w:t>
      </w:r>
    </w:p>
    <w:p w:rsidR="0062748B" w:rsidRDefault="0062748B" w:rsidP="0062748B">
      <w:r>
        <w:t xml:space="preserve"> (-518869.2012) IX07(1)</w:t>
      </w:r>
    </w:p>
    <w:p w:rsidR="0062748B" w:rsidRDefault="0062748B" w:rsidP="0062748B">
      <w:r>
        <w:t xml:space="preserve"> (-2.500000E+9) IX12(1)</w:t>
      </w:r>
    </w:p>
    <w:p w:rsidR="0062748B" w:rsidRDefault="0062748B" w:rsidP="0062748B"/>
    <w:p w:rsidR="0062748B" w:rsidRDefault="0062748B" w:rsidP="0062748B">
      <w:r>
        <w:t>IX_VesselVolume(2)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IX05(2)</w:t>
      </w:r>
    </w:p>
    <w:p w:rsidR="0062748B" w:rsidRDefault="0062748B" w:rsidP="0062748B">
      <w:r>
        <w:t xml:space="preserve"> (-518869.2012) IX07(2)</w:t>
      </w:r>
    </w:p>
    <w:p w:rsidR="0062748B" w:rsidRDefault="0062748B" w:rsidP="0062748B">
      <w:r>
        <w:t xml:space="preserve"> (-2.500000E+9) IX12(2)</w:t>
      </w:r>
    </w:p>
    <w:p w:rsidR="0062748B" w:rsidRDefault="0062748B" w:rsidP="0062748B"/>
    <w:p w:rsidR="0062748B" w:rsidRDefault="0062748B" w:rsidP="0062748B">
      <w:r>
        <w:t>IX_VesselVolume(3)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IX05(3)</w:t>
      </w:r>
    </w:p>
    <w:p w:rsidR="0062748B" w:rsidRDefault="0062748B" w:rsidP="0062748B">
      <w:r>
        <w:t xml:space="preserve"> (-518869.2012) IX07(3)</w:t>
      </w:r>
    </w:p>
    <w:p w:rsidR="0062748B" w:rsidRDefault="0062748B" w:rsidP="0062748B">
      <w:r>
        <w:t xml:space="preserve"> (-2.500000E+9) IX12(3)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IX_ResinCost  Total resin cost (in $ per day -- need to check)</w:t>
      </w:r>
    </w:p>
    <w:p w:rsidR="0062748B" w:rsidRDefault="0062748B" w:rsidP="0062748B"/>
    <w:p w:rsidR="0062748B" w:rsidRDefault="0062748B" w:rsidP="0062748B">
      <w:r>
        <w:t>IX_ResinCost(1)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IX06(1)</w:t>
      </w:r>
    </w:p>
    <w:p w:rsidR="0062748B" w:rsidRDefault="0062748B" w:rsidP="0062748B">
      <w:r>
        <w:t xml:space="preserve">      -24       IX15(1)</w:t>
      </w:r>
    </w:p>
    <w:p w:rsidR="0062748B" w:rsidRDefault="0062748B" w:rsidP="0062748B"/>
    <w:p w:rsidR="0062748B" w:rsidRDefault="0062748B" w:rsidP="0062748B">
      <w:r>
        <w:t>IX_ResinCost(2)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IX06(2)</w:t>
      </w:r>
    </w:p>
    <w:p w:rsidR="0062748B" w:rsidRDefault="0062748B" w:rsidP="0062748B">
      <w:r>
        <w:t xml:space="preserve">      -24       IX15(2)</w:t>
      </w:r>
    </w:p>
    <w:p w:rsidR="0062748B" w:rsidRDefault="0062748B" w:rsidP="0062748B"/>
    <w:p w:rsidR="0062748B" w:rsidRDefault="0062748B" w:rsidP="0062748B">
      <w:r>
        <w:t>IX_ResinCost(3)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IX06(3)</w:t>
      </w:r>
    </w:p>
    <w:p w:rsidR="0062748B" w:rsidRDefault="0062748B" w:rsidP="0062748B">
      <w:r>
        <w:t xml:space="preserve">      -24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IX_BedArea  Bed area for the vessel in m2</w:t>
      </w:r>
    </w:p>
    <w:p w:rsidR="0062748B" w:rsidRDefault="0062748B" w:rsidP="0062748B"/>
    <w:p w:rsidR="0062748B" w:rsidRDefault="0062748B" w:rsidP="0062748B">
      <w:r>
        <w:t>IX_BedArea(1)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IX12(1)</w:t>
      </w:r>
    </w:p>
    <w:p w:rsidR="0062748B" w:rsidRDefault="0062748B" w:rsidP="0062748B">
      <w:r>
        <w:t xml:space="preserve">   (-1254.21)   IX13(1)</w:t>
      </w:r>
    </w:p>
    <w:p w:rsidR="0062748B" w:rsidRDefault="0062748B" w:rsidP="0062748B">
      <w:r>
        <w:t xml:space="preserve"> (-7.33000E+11) IX14(1)</w:t>
      </w:r>
    </w:p>
    <w:p w:rsidR="0062748B" w:rsidRDefault="0062748B" w:rsidP="0062748B"/>
    <w:p w:rsidR="0062748B" w:rsidRDefault="0062748B" w:rsidP="0062748B">
      <w:r>
        <w:t>IX_BedArea(2)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IX12(2)</w:t>
      </w:r>
    </w:p>
    <w:p w:rsidR="0062748B" w:rsidRDefault="0062748B" w:rsidP="0062748B">
      <w:r>
        <w:t xml:space="preserve">   (-1254.21)   IX13(2)</w:t>
      </w:r>
    </w:p>
    <w:p w:rsidR="0062748B" w:rsidRDefault="0062748B" w:rsidP="0062748B">
      <w:r>
        <w:t xml:space="preserve"> (-7.33000E+11) IX14(2)</w:t>
      </w:r>
    </w:p>
    <w:p w:rsidR="0062748B" w:rsidRDefault="0062748B" w:rsidP="0062748B"/>
    <w:p w:rsidR="0062748B" w:rsidRDefault="0062748B" w:rsidP="0062748B">
      <w:r>
        <w:t>IX_BedArea(3)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IX12(3)</w:t>
      </w:r>
    </w:p>
    <w:p w:rsidR="0062748B" w:rsidRDefault="0062748B" w:rsidP="0062748B">
      <w:r>
        <w:t xml:space="preserve">   (-1254.21)   IX13(3)</w:t>
      </w:r>
    </w:p>
    <w:p w:rsidR="0062748B" w:rsidRDefault="0062748B" w:rsidP="0062748B">
      <w:r>
        <w:t xml:space="preserve"> (-7.33000E+11) IX14(3)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lastRenderedPageBreak/>
        <w:t>---- IX_TankTotalCost  Total Tank cost in $</w:t>
      </w:r>
    </w:p>
    <w:p w:rsidR="0062748B" w:rsidRDefault="0062748B" w:rsidP="0062748B"/>
    <w:p w:rsidR="0062748B" w:rsidRDefault="0062748B" w:rsidP="0062748B">
      <w:r>
        <w:t>IX_TankTotalCost(1)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IX_TankTotalCost(2)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IX_TankTotalCost(3)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IX_NaClReq  NaCl requirement in Kg per day</w:t>
      </w:r>
    </w:p>
    <w:p w:rsidR="0062748B" w:rsidRDefault="0062748B" w:rsidP="0062748B"/>
    <w:p w:rsidR="0062748B" w:rsidRDefault="0062748B" w:rsidP="0062748B">
      <w:r>
        <w:t>IX_NaClReq(1)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IX08(1)</w:t>
      </w:r>
    </w:p>
    <w:p w:rsidR="0062748B" w:rsidRDefault="0062748B" w:rsidP="0062748B">
      <w:r>
        <w:t xml:space="preserve">       -0.01    IX09(1)</w:t>
      </w:r>
    </w:p>
    <w:p w:rsidR="0062748B" w:rsidRDefault="0062748B" w:rsidP="0062748B">
      <w:r>
        <w:lastRenderedPageBreak/>
        <w:t xml:space="preserve">       -3.65    IX10(1)</w:t>
      </w:r>
    </w:p>
    <w:p w:rsidR="0062748B" w:rsidRDefault="0062748B" w:rsidP="0062748B"/>
    <w:p w:rsidR="0062748B" w:rsidRDefault="0062748B" w:rsidP="0062748B">
      <w:r>
        <w:t>IX_NaClReq(2)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IX08(2)</w:t>
      </w:r>
    </w:p>
    <w:p w:rsidR="0062748B" w:rsidRDefault="0062748B" w:rsidP="0062748B">
      <w:r>
        <w:t xml:space="preserve">       -0.01    IX09(2)</w:t>
      </w:r>
    </w:p>
    <w:p w:rsidR="0062748B" w:rsidRDefault="0062748B" w:rsidP="0062748B">
      <w:r>
        <w:t xml:space="preserve">       -3.65    IX10(2)</w:t>
      </w:r>
    </w:p>
    <w:p w:rsidR="0062748B" w:rsidRDefault="0062748B" w:rsidP="0062748B"/>
    <w:p w:rsidR="0062748B" w:rsidRDefault="0062748B" w:rsidP="0062748B">
      <w:r>
        <w:t>IX_NaClReq(3)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IX08(3)</w:t>
      </w:r>
    </w:p>
    <w:p w:rsidR="0062748B" w:rsidRDefault="0062748B" w:rsidP="0062748B">
      <w:r>
        <w:t xml:space="preserve">       -0.01    IX09(3)</w:t>
      </w:r>
    </w:p>
    <w:p w:rsidR="0062748B" w:rsidRDefault="0062748B" w:rsidP="0062748B">
      <w:r>
        <w:t xml:space="preserve">       -3.65    IX10(3)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IX_TotalChemCost  Total chemical cost per year</w:t>
      </w:r>
    </w:p>
    <w:p w:rsidR="0062748B" w:rsidRDefault="0062748B" w:rsidP="0062748B"/>
    <w:p w:rsidR="0062748B" w:rsidRDefault="0062748B" w:rsidP="0062748B">
      <w:r>
        <w:t>IX_TotalChemCost(1)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IX_TotalChemCost(2)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IX10(2)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IX_TotalChemCost(3)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IX_RegFluidReq  Regeneration fluid requirement</w:t>
      </w:r>
    </w:p>
    <w:p w:rsidR="0062748B" w:rsidRDefault="0062748B" w:rsidP="0062748B"/>
    <w:p w:rsidR="0062748B" w:rsidRDefault="0062748B" w:rsidP="0062748B">
      <w:r>
        <w:t>IX_RegFluidReq(1)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IX09(1)</w:t>
      </w:r>
    </w:p>
    <w:p w:rsidR="0062748B" w:rsidRDefault="0062748B" w:rsidP="0062748B">
      <w:r>
        <w:t xml:space="preserve">     -250       IX11(1)</w:t>
      </w:r>
    </w:p>
    <w:p w:rsidR="0062748B" w:rsidRDefault="0062748B" w:rsidP="0062748B"/>
    <w:p w:rsidR="0062748B" w:rsidRDefault="0062748B" w:rsidP="0062748B">
      <w:r>
        <w:t>IX_RegFluidReq(2)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IX09(2)</w:t>
      </w:r>
    </w:p>
    <w:p w:rsidR="0062748B" w:rsidRDefault="0062748B" w:rsidP="0062748B">
      <w:r>
        <w:t xml:space="preserve">     -250       IX11(2)</w:t>
      </w:r>
    </w:p>
    <w:p w:rsidR="0062748B" w:rsidRDefault="0062748B" w:rsidP="0062748B"/>
    <w:p w:rsidR="0062748B" w:rsidRDefault="0062748B" w:rsidP="0062748B">
      <w:r>
        <w:t>IX_RegFluidReq(3)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IX09(3)</w:t>
      </w:r>
    </w:p>
    <w:p w:rsidR="0062748B" w:rsidRDefault="0062748B" w:rsidP="0062748B">
      <w:r>
        <w:lastRenderedPageBreak/>
        <w:t xml:space="preserve">     -250       IX11(3)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IX_StorageTankCost  Storage tank cost</w:t>
      </w:r>
    </w:p>
    <w:p w:rsidR="0062748B" w:rsidRDefault="0062748B" w:rsidP="0062748B"/>
    <w:p w:rsidR="0062748B" w:rsidRDefault="0062748B" w:rsidP="0062748B">
      <w:r>
        <w:t>IX_StorageTankCost(1)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IX_StorageTankCost(2)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IX_StorageTankCost(3)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IX_ConstructionCost  Construction cost</w:t>
      </w:r>
    </w:p>
    <w:p w:rsidR="0062748B" w:rsidRDefault="0062748B" w:rsidP="0062748B"/>
    <w:p w:rsidR="0062748B" w:rsidRDefault="0062748B" w:rsidP="0062748B">
      <w:r>
        <w:lastRenderedPageBreak/>
        <w:t>IX_ConstructionCost(1)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IX_OMCost  Operating and maintenance cost</w:t>
      </w:r>
    </w:p>
    <w:p w:rsidR="0062748B" w:rsidRDefault="0062748B" w:rsidP="0062748B"/>
    <w:p w:rsidR="0062748B" w:rsidRDefault="0062748B" w:rsidP="0062748B">
      <w:r>
        <w:t>IX_OMCost(1)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IX_OMCost(2)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IX14(2)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IX_TotalCost  Total cost for the implementation of ion exchange process for</w:t>
      </w:r>
    </w:p>
    <w:p w:rsidR="0062748B" w:rsidRDefault="0062748B" w:rsidP="0062748B">
      <w:r>
        <w:t xml:space="preserve">                   each industry</w:t>
      </w:r>
    </w:p>
    <w:p w:rsidR="0062748B" w:rsidRDefault="0062748B" w:rsidP="0062748B"/>
    <w:p w:rsidR="0062748B" w:rsidRDefault="0062748B" w:rsidP="0062748B">
      <w:r>
        <w:t>IX_TotalCost(1)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IX15(1)</w:t>
      </w:r>
    </w:p>
    <w:p w:rsidR="0062748B" w:rsidRDefault="0062748B" w:rsidP="0062748B">
      <w:r>
        <w:t xml:space="preserve">  -1.000000E-5  NonlinearTechCost03(1)</w:t>
      </w:r>
    </w:p>
    <w:p w:rsidR="0062748B" w:rsidRDefault="0062748B" w:rsidP="0062748B"/>
    <w:p w:rsidR="0062748B" w:rsidRDefault="0062748B" w:rsidP="0062748B">
      <w:r>
        <w:t>IX_TotalCost(2)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IX15(2)</w:t>
      </w:r>
    </w:p>
    <w:p w:rsidR="0062748B" w:rsidRDefault="0062748B" w:rsidP="0062748B">
      <w:r>
        <w:t xml:space="preserve">  -1.000000E-5  NonlinearTechCost03(2)</w:t>
      </w:r>
    </w:p>
    <w:p w:rsidR="0062748B" w:rsidRDefault="0062748B" w:rsidP="0062748B"/>
    <w:p w:rsidR="0062748B" w:rsidRDefault="0062748B" w:rsidP="0062748B">
      <w:r>
        <w:t>IX_TotalCost(3)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IX15(3)</w:t>
      </w:r>
    </w:p>
    <w:p w:rsidR="0062748B" w:rsidRDefault="0062748B" w:rsidP="0062748B">
      <w:r>
        <w:t xml:space="preserve">  -1.000000E-5  NonlinearTechCost03(3)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Tobj  Objective function for the technoogy only problem</w:t>
      </w:r>
    </w:p>
    <w:p w:rsidR="0062748B" w:rsidRDefault="0062748B" w:rsidP="0062748B"/>
    <w:p w:rsidR="0062748B" w:rsidRDefault="0062748B" w:rsidP="0062748B">
      <w:r>
        <w:t>Tobj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t xml:space="preserve">        1       Tobjective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Volume  volume of waste treated by each industry using each technology (def</w:t>
      </w:r>
    </w:p>
    <w:p w:rsidR="0062748B" w:rsidRDefault="0062748B" w:rsidP="0062748B">
      <w:r>
        <w:t xml:space="preserve">             ined over i and j)</w:t>
      </w:r>
    </w:p>
    <w:p w:rsidR="0062748B" w:rsidRDefault="0062748B" w:rsidP="0062748B"/>
    <w:p w:rsidR="0062748B" w:rsidRDefault="0062748B" w:rsidP="0062748B">
      <w:r>
        <w:t>Volume(1,1)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0.0028  Tc2(1)</w:t>
      </w:r>
    </w:p>
    <w:p w:rsidR="0062748B" w:rsidRDefault="0062748B" w:rsidP="0062748B">
      <w:r>
        <w:t xml:space="preserve">      -43.8021  DFREq(1,1)</w:t>
      </w:r>
    </w:p>
    <w:p w:rsidR="0062748B" w:rsidRDefault="0062748B" w:rsidP="0062748B">
      <w:r>
        <w:t xml:space="preserve">       -1.1574  CF01(1)</w:t>
      </w:r>
    </w:p>
    <w:p w:rsidR="0062748B" w:rsidRDefault="0062748B" w:rsidP="0062748B"/>
    <w:p w:rsidR="0062748B" w:rsidRDefault="0062748B" w:rsidP="0062748B">
      <w:r>
        <w:t>Volume(1,2)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Tc1(1)</w:t>
      </w:r>
    </w:p>
    <w:p w:rsidR="0062748B" w:rsidRDefault="0062748B" w:rsidP="0062748B">
      <w:r>
        <w:t xml:space="preserve">        0.0041  Tc2(1)</w:t>
      </w:r>
    </w:p>
    <w:p w:rsidR="0062748B" w:rsidRDefault="0062748B" w:rsidP="0062748B">
      <w:r>
        <w:t xml:space="preserve">      -43.8021  DFREq(1,2)</w:t>
      </w:r>
    </w:p>
    <w:p w:rsidR="0062748B" w:rsidRDefault="0062748B" w:rsidP="0062748B">
      <w:r>
        <w:t xml:space="preserve"> (-7.37701E+16) GAC01(1)</w:t>
      </w:r>
    </w:p>
    <w:p w:rsidR="0062748B" w:rsidRDefault="0062748B" w:rsidP="0062748B">
      <w:r>
        <w:t xml:space="preserve"> (-8.53308E+15) GAC02(1)</w:t>
      </w:r>
    </w:p>
    <w:p w:rsidR="0062748B" w:rsidRDefault="0062748B" w:rsidP="0062748B"/>
    <w:p w:rsidR="0062748B" w:rsidRDefault="0062748B" w:rsidP="0062748B">
      <w:r>
        <w:t>Volume(1,3)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0.0014  Tc2(1)</w:t>
      </w:r>
    </w:p>
    <w:p w:rsidR="0062748B" w:rsidRDefault="0062748B" w:rsidP="0062748B">
      <w:r>
        <w:t xml:space="preserve">      -43.8021  DFREq(1,3)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>---- DFR  Desired flow rate for the industry in liters per sec</w:t>
      </w:r>
    </w:p>
    <w:p w:rsidR="0062748B" w:rsidRDefault="0062748B" w:rsidP="0062748B"/>
    <w:p w:rsidR="0062748B" w:rsidRDefault="0062748B" w:rsidP="0062748B">
      <w:r>
        <w:t>DFR(1,1)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DFREq(1,1)</w:t>
      </w:r>
    </w:p>
    <w:p w:rsidR="0062748B" w:rsidRDefault="0062748B" w:rsidP="0062748B">
      <w:r>
        <w:t xml:space="preserve">       -1.0067  CF03(1)</w:t>
      </w:r>
    </w:p>
    <w:p w:rsidR="0062748B" w:rsidRDefault="0062748B" w:rsidP="0062748B">
      <w:r>
        <w:t xml:space="preserve">        1       CF04(1)</w:t>
      </w:r>
    </w:p>
    <w:p w:rsidR="0062748B" w:rsidRDefault="0062748B" w:rsidP="0062748B">
      <w:r>
        <w:t xml:space="preserve">       -1.0603  CF09(1)</w:t>
      </w:r>
    </w:p>
    <w:p w:rsidR="0062748B" w:rsidRDefault="0062748B" w:rsidP="0062748B">
      <w:r>
        <w:t xml:space="preserve">      -41.8492  CF25(1)</w:t>
      </w:r>
    </w:p>
    <w:p w:rsidR="0062748B" w:rsidRDefault="0062748B" w:rsidP="0062748B">
      <w:r>
        <w:t xml:space="preserve">       -8.3698  CF27(1)</w:t>
      </w:r>
    </w:p>
    <w:p w:rsidR="0062748B" w:rsidRDefault="0062748B" w:rsidP="0062748B"/>
    <w:p w:rsidR="0062748B" w:rsidRDefault="0062748B" w:rsidP="0062748B">
      <w:r>
        <w:lastRenderedPageBreak/>
        <w:t>DFR(1,2)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DFREq(1,2)</w:t>
      </w:r>
    </w:p>
    <w:p w:rsidR="0062748B" w:rsidRDefault="0062748B" w:rsidP="0062748B"/>
    <w:p w:rsidR="0062748B" w:rsidRDefault="0062748B" w:rsidP="0062748B">
      <w:r>
        <w:t>DFR(1,3)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DFREq(1,3)</w:t>
      </w:r>
    </w:p>
    <w:p w:rsidR="0062748B" w:rsidRDefault="0062748B" w:rsidP="0062748B">
      <w:r>
        <w:t xml:space="preserve">       -0.18    IX01(1)</w:t>
      </w:r>
    </w:p>
    <w:p w:rsidR="0062748B" w:rsidRDefault="0062748B" w:rsidP="0062748B">
      <w:r>
        <w:t xml:space="preserve">       -0.0156  IX04(1)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 xml:space="preserve">---- NonlinearTechCost  </w:t>
      </w:r>
    </w:p>
    <w:p w:rsidR="0062748B" w:rsidRDefault="0062748B" w:rsidP="0062748B"/>
    <w:p w:rsidR="0062748B" w:rsidRDefault="0062748B" w:rsidP="0062748B">
      <w:r>
        <w:t>NonlinearTechCost(1,1)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NonlinearTechCost01(1)</w:t>
      </w:r>
    </w:p>
    <w:p w:rsidR="0062748B" w:rsidRDefault="0062748B" w:rsidP="0062748B"/>
    <w:p w:rsidR="0062748B" w:rsidRDefault="0062748B" w:rsidP="0062748B">
      <w:r>
        <w:t>NonlinearTechCost(1,2)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NonlinearTechCost02(1)</w:t>
      </w:r>
    </w:p>
    <w:p w:rsidR="0062748B" w:rsidRDefault="0062748B" w:rsidP="0062748B"/>
    <w:p w:rsidR="0062748B" w:rsidRDefault="0062748B" w:rsidP="0062748B">
      <w:r>
        <w:t>NonlinearTechCost(1,3)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NonlinearTechCost03(1)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12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3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54     SINGLE EQUATIONS        1,596</w:t>
      </w:r>
    </w:p>
    <w:p w:rsidR="0062748B" w:rsidRDefault="0062748B" w:rsidP="0062748B">
      <w:r>
        <w:t>BLOCKS OF VARIABLES          51     SINGLE VARIABLES        1,625</w:t>
      </w:r>
    </w:p>
    <w:p w:rsidR="0062748B" w:rsidRDefault="0062748B" w:rsidP="0062748B">
      <w:r>
        <w:t>NON ZERO ELEMENTS         4,003     NON LINEAR N-Z            174</w:t>
      </w:r>
    </w:p>
    <w:p w:rsidR="0062748B" w:rsidRDefault="0062748B" w:rsidP="0062748B">
      <w:r>
        <w:t>DERIVATIVE POOL              10     CONSTANT POOL              31</w:t>
      </w:r>
    </w:p>
    <w:p w:rsidR="0062748B" w:rsidRDefault="0062748B" w:rsidP="0062748B">
      <w:r>
        <w:t>CODE LENGTH               1,508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0.000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0.000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3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13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TechProblem         OBJECTIVE  Tobj</w:t>
      </w:r>
    </w:p>
    <w:p w:rsidR="0062748B" w:rsidRDefault="0062748B" w:rsidP="0062748B">
      <w:r>
        <w:t xml:space="preserve">     TYPE    NLP                 DIRECTION  MINIMIZE</w:t>
      </w:r>
    </w:p>
    <w:p w:rsidR="0062748B" w:rsidRDefault="0062748B" w:rsidP="0062748B">
      <w:r>
        <w:t xml:space="preserve">     SOLVER  CONOPT              FROM LINE  868</w:t>
      </w:r>
    </w:p>
    <w:p w:rsidR="0062748B" w:rsidRDefault="0062748B" w:rsidP="0062748B"/>
    <w:p w:rsidR="0062748B" w:rsidRDefault="0062748B" w:rsidP="0062748B">
      <w:r>
        <w:t xml:space="preserve">**** SOLVER STATUS     7 Licensing Problems        </w:t>
      </w:r>
    </w:p>
    <w:p w:rsidR="0062748B" w:rsidRDefault="0062748B" w:rsidP="0062748B">
      <w:r>
        <w:t xml:space="preserve">**** MODEL STATUS      11 Licensing Problem        </w:t>
      </w:r>
    </w:p>
    <w:p w:rsidR="0062748B" w:rsidRDefault="0062748B" w:rsidP="0062748B">
      <w:r>
        <w:t>**** OBJECTIVE VALUE               NA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>
      <w:r>
        <w:t xml:space="preserve"> EVALUATION ERRORS              0             0</w:t>
      </w:r>
    </w:p>
    <w:p w:rsidR="0062748B" w:rsidRDefault="0062748B" w:rsidP="0062748B">
      <w:r>
        <w:t xml:space="preserve">CONOPT 3         24.1.3 r41464 Released Jul 26, 2013 WEI x86_64/MS Windows    </w:t>
      </w:r>
    </w:p>
    <w:p w:rsidR="0062748B" w:rsidRDefault="0062748B" w:rsidP="0062748B">
      <w:r>
        <w:t>*** No license found</w:t>
      </w:r>
    </w:p>
    <w:p w:rsidR="0062748B" w:rsidRDefault="0062748B" w:rsidP="0062748B">
      <w:r>
        <w:t>*** To update your license, please contact your distributor.</w:t>
      </w:r>
    </w:p>
    <w:p w:rsidR="0062748B" w:rsidRDefault="0062748B" w:rsidP="0062748B">
      <w:r>
        <w:t>*** Too many equations for demo mode</w:t>
      </w:r>
    </w:p>
    <w:p w:rsidR="0062748B" w:rsidRDefault="0062748B" w:rsidP="0062748B">
      <w:r>
        <w:t>***   Number of equations          : 1596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variables for demo mode</w:t>
      </w:r>
    </w:p>
    <w:p w:rsidR="0062748B" w:rsidRDefault="0062748B" w:rsidP="0062748B">
      <w:r>
        <w:lastRenderedPageBreak/>
        <w:t>***   Number of variables          : 1625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nonzero elements for demo mode</w:t>
      </w:r>
    </w:p>
    <w:p w:rsidR="0062748B" w:rsidRDefault="0062748B" w:rsidP="0062748B">
      <w:r>
        <w:t>***   Number of nonzeros           : 4003</w:t>
      </w:r>
    </w:p>
    <w:p w:rsidR="0062748B" w:rsidRDefault="0062748B" w:rsidP="0062748B">
      <w:r>
        <w:t>***   Maximum allowed              : 2000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No solution returned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14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Tobjective  =E=  </w:t>
      </w:r>
    </w:p>
    <w:p w:rsidR="0062748B" w:rsidRDefault="0062748B" w:rsidP="0062748B"/>
    <w:p w:rsidR="0062748B" w:rsidRDefault="0062748B" w:rsidP="0062748B">
      <w:r>
        <w:t>Tobjective..  Tobj - NonlinearTechCost(1,1) - NonlinearTechCost(1,2)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NonlinearTechCost(1,3) - NonlinearTechCost(2,1) - NonlinearTechCost(2,2)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NonlinearTechCost(2,3) - NonlinearTechCost(3,1) - NonlinearTechCost(3,2)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NonlinearTechCost(3,3) - NonlinearTechCost(4,1) - NonlinearTechCost(4,2)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NonlinearTechCost(4,3) - NonlinearTechCost(5,1) - NonlinearTechCost(5,2)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NonlinearTechCost(5,3) - NonlinearTechCost(6,1) - NonlinearTechCost(6,2)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NonlinearTechCost(6,3) - NonlinearTechCost(7,1) - NonlinearTechCost(7,2)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NonlinearTechCost(7,3) - NonlinearTechCost(8,1) - NonlinearTechCost(8,2)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NonlinearTechCost(8,3) - NonlinearTechCost(9,1) - NonlinearTechCost(9,2)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NonlinearTechCost(9,3) - NonlinearTechCost(10,1)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NonlinearTechCost(10,2) - NonlinearTechCost(10,3)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NonlinearTechCost(11,1) - NonlinearTechCost(11,2)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NonlinearTechCost(11,3) - NonlinearTechCost(12,1)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NonlinearTechCost(12,2) - NonlinearTechCost(12,3)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NonlinearTechCost(13,1) - NonlinearTechCost(13,2)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NonlinearTechCost(13,3) - NonlinearTechCost(14,1)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NonlinearTechCost(14,2) - NonlinearTechCost(14,3)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NonlinearTechCost(15,1) - NonlinearTechCost(15,2)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NonlinearTechCost(15,3) - NonlinearTechCost(16,1)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NonlinearTechCost(16,2) - NonlinearTechCost(16,3)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NonlinearTechCost(17,1) - NonlinearTechCost(17,2)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NonlinearTechCost(17,3) - NonlinearTechCost(18,1)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NonlinearTechCost(18,2) - NonlinearTechCost(18,3)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NonlinearTechCost(19,1) - NonlinearTechCost(19,2)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NonlinearTechCost(19,3) - NonlinearTechCost(20,1)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NonlinearTechCost(20,2) - NonlinearTechCost(20,3)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NonlinearTechCost(21,1) - NonlinearTechCost(21,2)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NonlinearTechCost(21,3) - NonlinearTechCost(22,1)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NonlinearTechCost(22,2) - NonlinearTechCost(22,3)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NonlinearTechCost(23,1) - NonlinearTechCost(23,2)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NonlinearTechCost(23,3) - NonlinearTechCost(24,1)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NonlinearTechCost(24,2) - NonlinearTechCost(24,3)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NonlinearTechCost(25,1) - NonlinearTechCost(25,2)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NonlinearTechCost(25,3) - NonlinearTechCost(26,1)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NonlinearTechCost(26,2) - NonlinearTechCost(26,3)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NonlinearTechCost(27,1) - NonlinearTechCost(27,2)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NonlinearTechCost(27,3) - NonlinearTechCost(28,1)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NonlinearTechCost(28,2) - NonlinearTechCost(28,3)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NonlinearTechCost(29,1) - NonlinearTechCost(29,2)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 xml:space="preserve">---- Tc1  =L=  </w:t>
      </w:r>
    </w:p>
    <w:p w:rsidR="0062748B" w:rsidRDefault="0062748B" w:rsidP="0062748B"/>
    <w:p w:rsidR="0062748B" w:rsidRDefault="0062748B" w:rsidP="0062748B">
      <w:r>
        <w:t>Tc1(1)..  Volume(1,1) + Volume(1,2) + Volume(1,3) =L= 46.1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Tc1(2)..  Volume(2,1) + Volume(2,2) + Volume(2,3) =L= 1.5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Tc1(3)..  Volume(3,1) + Volume(3,2) + Volume(3,3) =L= 4.6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Tc2  =G=  </w:t>
      </w:r>
    </w:p>
    <w:p w:rsidR="0062748B" w:rsidRDefault="0062748B" w:rsidP="0062748B"/>
    <w:p w:rsidR="0062748B" w:rsidRDefault="0062748B" w:rsidP="0062748B">
      <w:r>
        <w:t>Tc2(1)..  0.002762685*Volume(1,1) + 0.00414402749999999*Volume(1,2)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+ 0.0013813425*Volume(1,3) =G= 0.122832874808418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0.122832874808418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Tc2(2)..  0.002762685*Volume(2,1) + 0.00414402749999999*Volume(2,2)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+ 0.0013813425*Volume(2,3) =G= 0.00202831822193877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0.00202831822193877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Tc2(3)..  0.002762685*Volume(3,1) + 0.00414402749999999*Volume(3,2)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+ 0.0013813425*Volume(3,3) =G= 0.0100326811806122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0.0100326811806122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DFREq  =E=  </w:t>
      </w:r>
    </w:p>
    <w:p w:rsidR="0062748B" w:rsidRDefault="0062748B" w:rsidP="0062748B"/>
    <w:p w:rsidR="0062748B" w:rsidRDefault="0062748B" w:rsidP="0062748B">
      <w:r>
        <w:t>DFREq(1,1)..  - 43.8020833333334*Volume(1,1) + DFR(1,1)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DFREq(1,2)..  - 43.8020833333334*Volume(1,2) + DFR(1,2)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DFREq(1,3)..  - 43.8020833333334*Volume(1,3) + 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CF01  =E=  </w:t>
      </w:r>
    </w:p>
    <w:p w:rsidR="0062748B" w:rsidRDefault="0062748B" w:rsidP="0062748B"/>
    <w:p w:rsidR="0062748B" w:rsidRDefault="0062748B" w:rsidP="0062748B">
      <w:r>
        <w:t>CF01(1)..  CF_NoOfModules(1) - 1.15740740740741*Volume(1,1)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CF01(2)..  CF_NoOfModules(2) - 1.15740740740741*Volume(2,1)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CF01(3)..  CF_NoOfModules(3) - 1.15740740740741*Volume(3,1)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CF03  =E=  </w:t>
      </w:r>
    </w:p>
    <w:p w:rsidR="0062748B" w:rsidRDefault="0062748B" w:rsidP="0062748B"/>
    <w:p w:rsidR="0062748B" w:rsidRDefault="0062748B" w:rsidP="0062748B">
      <w:r>
        <w:t>CF03(1)..  CF_MFF(1) - 1.00671140939597*DFR(1,1)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CF03(2)..  CF_MFF(2) - 1.00671140939597*DFR(2,1)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CF03(3)..  CF_MFF(3) - 1.00671140939597*DFR(3,1)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CF04  =E=  </w:t>
      </w:r>
    </w:p>
    <w:p w:rsidR="0062748B" w:rsidRDefault="0062748B" w:rsidP="0062748B"/>
    <w:p w:rsidR="0062748B" w:rsidRDefault="0062748B" w:rsidP="0062748B">
      <w:r>
        <w:t>CF04(1)..  CF_BackwashFlow(1) - CF_MFF(1)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CF04(2)..  CF_BackwashFlow(2) - CF_MFF(2) + 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CF04(3)..  CF_BackwashFlow(3) - CF_MFF(3) + 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CF05  =E=  </w:t>
      </w:r>
    </w:p>
    <w:p w:rsidR="0062748B" w:rsidRDefault="0062748B" w:rsidP="0062748B"/>
    <w:p w:rsidR="0062748B" w:rsidRDefault="0062748B" w:rsidP="0062748B">
      <w:r>
        <w:t>CF05(1)..  CF_FeedPumpHP(1) - 0.346809353943718*CF_MFF(1)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CF05(2)..  CF_FeedPumpHP(2) - 0.346809353943718*CF_MFF(2)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CF05(3)..  CF_FeedPumpHP(3) - 0.346809353943718*CF_MFF(3)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CF06  =E=  </w:t>
      </w:r>
    </w:p>
    <w:p w:rsidR="0062748B" w:rsidRDefault="0062748B" w:rsidP="0062748B"/>
    <w:p w:rsidR="0062748B" w:rsidRDefault="0062748B" w:rsidP="0062748B">
      <w:r>
        <w:t>CF06(1)..  - 6534.96*CF_FeedPumpHP(1) + CF_FeedPumpPower(1)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CF06(2)..  - 6534.96*CF_FeedPumpHP(2) + CF_FeedPumpPower(2)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CF06(3)..  - 6534.96*CF_FeedPumpHP(3) + CF_FeedPumpPower(3)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CF07  =E=  </w:t>
      </w:r>
    </w:p>
    <w:p w:rsidR="0062748B" w:rsidRDefault="0062748B" w:rsidP="0062748B"/>
    <w:p w:rsidR="0062748B" w:rsidRDefault="0062748B" w:rsidP="0062748B">
      <w:r>
        <w:t>CF07(1)..  - 43.508*CF_FeedPumpHP(1) + CF_BackflushPower(1)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CF07(2)..  - 43.508*CF_FeedPumpHP(2) + CF_BackflushPower(2)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CF07(3)..  - 43.508*CF_FeedPumpHP(3) + CF_BackflushPower(3)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CF08  =E=  </w:t>
      </w:r>
    </w:p>
    <w:p w:rsidR="0062748B" w:rsidRDefault="0062748B" w:rsidP="0062748B"/>
    <w:p w:rsidR="0062748B" w:rsidRDefault="0062748B" w:rsidP="0062748B">
      <w:r>
        <w:t>CF08(1)..  - 90*CF_NoOfModules(1) + CF_NoOfMembranes(1)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CF08(2)..  - 90*CF_NoOfModules(2) + CF_NoOfMembranes(2)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CF08(3)..  - 90*CF_NoOfModules(3) + CF_NoOfMembranes(3)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CF09  =E=  </w:t>
      </w:r>
    </w:p>
    <w:p w:rsidR="0062748B" w:rsidRDefault="0062748B" w:rsidP="0062748B"/>
    <w:p w:rsidR="0062748B" w:rsidRDefault="0062748B" w:rsidP="0062748B">
      <w:r>
        <w:t>CF09(1)..  CF_BuildingArea(1) - 1.060338816*DFR(1,1)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CF09(2)..  CF_BuildingArea(2) - 1.060338816*DFR(2,1)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CF09(3)..  CF_BuildingArea(3) - 1.060338816*DFR(3,1)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CF10  =E=  </w:t>
      </w:r>
    </w:p>
    <w:p w:rsidR="0062748B" w:rsidRDefault="0062748B" w:rsidP="0062748B"/>
    <w:p w:rsidR="0062748B" w:rsidRDefault="0062748B" w:rsidP="0062748B">
      <w:r>
        <w:t>CF10(1)..  - 370000*CF_NoOfModules(1) + CF_MembraneModuleCost(1)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CF10(2)..  - 370000*CF_NoOfModules(2) + CF_MembraneModuleCost(2)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CF10(3)..  - 370000*CF_NoOfModules(3) + CF_MembraneModuleCost(3)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CF11  =E=  </w:t>
      </w:r>
    </w:p>
    <w:p w:rsidR="0062748B" w:rsidRDefault="0062748B" w:rsidP="0062748B"/>
    <w:p w:rsidR="0062748B" w:rsidRDefault="0062748B" w:rsidP="0062748B">
      <w:r>
        <w:t>CF11(1)..  - 1076*CF_BuildingArea(1) + CF_BuildingCost(1)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CF11(2)..  - 1076*CF_BuildingArea(2) + CF_BuildingCost(2)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CF11(3)..  - 1076*CF_BuildingArea(3) + CF_BuildingCost(3)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CF12  =E=  </w:t>
      </w:r>
    </w:p>
    <w:p w:rsidR="0062748B" w:rsidRDefault="0062748B" w:rsidP="0062748B"/>
    <w:p w:rsidR="0062748B" w:rsidRDefault="0062748B" w:rsidP="0062748B">
      <w:r>
        <w:t>CF12(1)..  - 70000*CF_NoOfModules(1) + CF_InstallationCost(1)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CF12(2)..  - 70000*CF_NoOfModules(2) + CF_InstallationCost(2)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CF12(3)..  - 70000*CF_NoOfModules(3) + CF_InstallationCost(3)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CF13  =E=  </w:t>
      </w:r>
    </w:p>
    <w:p w:rsidR="0062748B" w:rsidRDefault="0062748B" w:rsidP="0062748B"/>
    <w:p w:rsidR="0062748B" w:rsidRDefault="0062748B" w:rsidP="0062748B">
      <w:r>
        <w:t>CF13(1)..  - 0.05*CF_MembraneModuleCost(1) + CF_MiscCost(1)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CF13(2)..  - 0.05*CF_MembraneModuleCost(2) + CF_MiscCost(2)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CF13(3)..  - 0.05*CF_MembraneModuleCost(3) + CF_MiscCost(3)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CF14  =E=  </w:t>
      </w:r>
    </w:p>
    <w:p w:rsidR="0062748B" w:rsidRDefault="0062748B" w:rsidP="0062748B"/>
    <w:p w:rsidR="0062748B" w:rsidRDefault="0062748B" w:rsidP="0062748B">
      <w:r>
        <w:t>CF14(1)..  - 0.05*CF_MembraneModuleCost(1) - 0.05*CF_MiscCost(1)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CF_PlantPipingCost(1)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CF14(2)..  - 0.05*CF_MembraneModuleCost(2) - 0.05*CF_MiscCost(2)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CF14(3)..  - 0.05*CF_MembraneModuleCost(3) - 0.05*CF_MiscCost(3)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CF15  =E=  </w:t>
      </w:r>
    </w:p>
    <w:p w:rsidR="0062748B" w:rsidRDefault="0062748B" w:rsidP="0062748B"/>
    <w:p w:rsidR="0062748B" w:rsidRDefault="0062748B" w:rsidP="0062748B">
      <w:r>
        <w:t>CF15(1)..  - 0.1*CF_MembraneModuleCost(1) - 0.1*CF_MiscCost(1)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CF15(2)..  - 0.1*CF_MembraneModuleCost(2) - 0.1*CF_MiscCost(2)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CF15(3)..  - 0.1*CF_MembraneModuleCost(3) - 0.1*CF_MiscCost(3)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CF_EngineeringCost(3)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CF16  =E=  </w:t>
      </w:r>
    </w:p>
    <w:p w:rsidR="0062748B" w:rsidRDefault="0062748B" w:rsidP="0062748B"/>
    <w:p w:rsidR="0062748B" w:rsidRDefault="0062748B" w:rsidP="0062748B">
      <w:r>
        <w:t>CF16(1)..  - CF_MembraneModuleCost(1) - CF_BuildingCost(1)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CF_InstallationCost(1) - CF_MiscCost(1) - CF_PlantPipingCost(1)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CF_EngineeringCost(1) + CF_DirectCapitalCost(1)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CF16(2)..  - CF_MembraneModuleCost(2) - CF_BuildingCost(2)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CF_InstallationCost(2) - CF_MiscCost(2) - CF_PlantPipingCost(2)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CF_EngineeringCost(2) + CF_DirectCapitalCost(2)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CF16(3)..  - CF_MembraneModuleCost(3) - CF_BuildingCost(3)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CF_InstallationCost(3) - CF_MiscCost(3) - CF_PlantPipingCost(3)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CF_EngineeringCost(3) + CF_DirectCapitalCost(3)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CF17  =E=  </w:t>
      </w:r>
    </w:p>
    <w:p w:rsidR="0062748B" w:rsidRDefault="0062748B" w:rsidP="0062748B"/>
    <w:p w:rsidR="0062748B" w:rsidRDefault="0062748B" w:rsidP="0062748B">
      <w:r>
        <w:t>CF17(1)..  - 0.06*CF_DirectCapitalCost(1) + CF_ConstructionInterest(1)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CF17(2)..  - 0.06*CF_DirectCapitalCost(2) + CF_ConstructionInterest(2)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CF17(3)..  - 0.06*CF_DirectCapitalCost(3) + CF_ConstructionInterest(3)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CF18  =E=  </w:t>
      </w:r>
    </w:p>
    <w:p w:rsidR="0062748B" w:rsidRDefault="0062748B" w:rsidP="0062748B"/>
    <w:p w:rsidR="0062748B" w:rsidRDefault="0062748B" w:rsidP="0062748B">
      <w:r>
        <w:t>CF18(1)..  - 0.2*CF_DirectCapitalCost(1) + CF_Contingencies(1)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CF18(2)..  - 0.2*CF_DirectCapitalCost(2) + CF_Contingencies(2)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CF18(3)..  - 0.2*CF_DirectCapitalCost(3) + CF_Contingencies(3)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CF19  =E=  </w:t>
      </w:r>
    </w:p>
    <w:p w:rsidR="0062748B" w:rsidRDefault="0062748B" w:rsidP="0062748B"/>
    <w:p w:rsidR="0062748B" w:rsidRDefault="0062748B" w:rsidP="0062748B">
      <w:r>
        <w:t>CF19(1)..  - 0.1*CF_DirectCapitalCost(1) + CF_ProjectManagement(1)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CF19(2)..  - 0.1*CF_DirectCapitalCost(2) + CF_ProjectManagement(2)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CF19(3)..  - 0.1*CF_DirectCapitalCost(3) + CF_ProjectManagement(3)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CF20  =E=  </w:t>
      </w:r>
    </w:p>
    <w:p w:rsidR="0062748B" w:rsidRDefault="0062748B" w:rsidP="0062748B"/>
    <w:p w:rsidR="0062748B" w:rsidRDefault="0062748B" w:rsidP="0062748B">
      <w:r>
        <w:lastRenderedPageBreak/>
        <w:t>CF20(1)..  - 0.04*CF_DirectCapitalCost(1) + CF_WorkingCapital(1)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CF20(2)..  - 0.04*CF_DirectCapitalCost(2) + CF_WorkingCapital(2)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CF20(3)..  - 0.04*CF_DirectCapitalCost(3) + CF_WorkingCapital(3)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CF21  =E=  </w:t>
      </w:r>
    </w:p>
    <w:p w:rsidR="0062748B" w:rsidRDefault="0062748B" w:rsidP="0062748B"/>
    <w:p w:rsidR="0062748B" w:rsidRDefault="0062748B" w:rsidP="0062748B">
      <w:r>
        <w:t>CF21(1)..  - CF_ConstructionInterest(1) - CF_Contingencies(1)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CF_ProjectManagement(1) - CF_WorkingCapital(1)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CF21(2)..  - CF_ConstructionInterest(2) - CF_Contingencies(2)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CF_ProjectManagement(2) - CF_WorkingCapital(2)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CF21(3)..  - CF_ConstructionInterest(3) - CF_Contingencies(3)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CF_ProjectManagement(3) - CF_WorkingCapital(3)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CF22  =E=  </w:t>
      </w:r>
    </w:p>
    <w:p w:rsidR="0062748B" w:rsidRDefault="0062748B" w:rsidP="0062748B"/>
    <w:p w:rsidR="0062748B" w:rsidRDefault="0062748B" w:rsidP="0062748B">
      <w:r>
        <w:t>CF22(1)..  - CF_DirectCapitalCost(1) - CF_IndirectCapitalCost(1)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CF22(2)..  - CF_DirectCapitalCost(2) - CF_IndirectCapitalCost(2)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CF22(3)..  - CF_DirectCapitalCost(3) - CF_IndirectCapitalCost(3)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CF_TotalConstructionCost(3)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CF23  =E=  </w:t>
      </w:r>
    </w:p>
    <w:p w:rsidR="0062748B" w:rsidRDefault="0062748B" w:rsidP="0062748B"/>
    <w:p w:rsidR="0062748B" w:rsidRDefault="0062748B" w:rsidP="0062748B">
      <w:r>
        <w:t>CF23(1)..  - 0.104965517746*CF_FeedPumpPower(1)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- 0.104965517746*CF_BackflushPower(1) + CF_ElectricityCost(1)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CF23(2)..  - 0.104965517746*CF_FeedPumpPower(2)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- 0.104965517746*CF_BackflushPower(2) + CF_ElectricityCost(2)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CF23(3)..  - 0.104965517746*CF_FeedPumpPower(3)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- 0.104965517746*CF_BackflushPower(3) + CF_ElectricityCost(3)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CF24  =E=  </w:t>
      </w:r>
    </w:p>
    <w:p w:rsidR="0062748B" w:rsidRDefault="0062748B" w:rsidP="0062748B"/>
    <w:p w:rsidR="0062748B" w:rsidRDefault="0062748B" w:rsidP="0062748B">
      <w:r>
        <w:t>CF24(1)..  CF_LaborCost(1)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CF24(2)..  CF_LaborCost(2)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CF24(3)..  CF_LaborCost(3)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CF25  =E=  </w:t>
      </w:r>
    </w:p>
    <w:p w:rsidR="0062748B" w:rsidRDefault="0062748B" w:rsidP="0062748B"/>
    <w:p w:rsidR="0062748B" w:rsidRDefault="0062748B" w:rsidP="0062748B">
      <w:r>
        <w:t>CF25(1)..  CF_ChemicalCost(1) - 42.214602524918*DFR(1,1) =E= -246.544758478995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246.544758478995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CF25(2)..  CF_ChemicalCost(2) - 42.214602524918*DFR(2,1) =E= -246.544758478995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246.544758478995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CF25(3)..  CF_ChemicalCost(3) - 42.214602524918*DFR(3,1) =E= -246.544758478995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0, INFES = 246.544758478995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CF26  =E=  </w:t>
      </w:r>
    </w:p>
    <w:p w:rsidR="0062748B" w:rsidRDefault="0062748B" w:rsidP="0062748B"/>
    <w:p w:rsidR="0062748B" w:rsidRDefault="0062748B" w:rsidP="0062748B">
      <w:r>
        <w:t>CF26(1)..  - 104.143377747524*CF_NoOfMembranes(1)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CF26(2)..  - 104.143377747524*CF_NoOfMembranes(2)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CF26(3)..  - 104.143377747524*CF_NoOfMembranes(3)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CF27  =E=  </w:t>
      </w:r>
    </w:p>
    <w:p w:rsidR="0062748B" w:rsidRDefault="0062748B" w:rsidP="0062748B"/>
    <w:p w:rsidR="0062748B" w:rsidRDefault="0062748B" w:rsidP="0062748B">
      <w:r>
        <w:lastRenderedPageBreak/>
        <w:t xml:space="preserve">CF27(1)..  CF_CleaningChemicalCost(1) - 8.44292050498359*DFR(1,1) =E= </w:t>
      </w:r>
    </w:p>
    <w:p w:rsidR="0062748B" w:rsidRDefault="0062748B" w:rsidP="0062748B">
      <w:r>
        <w:t xml:space="preserve">     49.309247549805 ; (LHS = 0, INFES = 49.309247549805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CF27(2)..  CF_CleaningChemicalCost(2) - 8.44292050498359*DFR(2,1) =E= </w:t>
      </w:r>
    </w:p>
    <w:p w:rsidR="0062748B" w:rsidRDefault="0062748B" w:rsidP="0062748B">
      <w:r>
        <w:t xml:space="preserve">     49.309247549805 ; (LHS = 0, INFES = 49.309247549805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CF27(3)..  CF_CleaningChemicalCost(3) - 8.44292050498359*DFR(3,1) =E= </w:t>
      </w:r>
    </w:p>
    <w:p w:rsidR="0062748B" w:rsidRDefault="0062748B" w:rsidP="0062748B">
      <w:r>
        <w:t xml:space="preserve">     49.309247549805 ; (LHS = 0, INFES = 49.309247549805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CF28  =E=  </w:t>
      </w:r>
    </w:p>
    <w:p w:rsidR="0062748B" w:rsidRDefault="0062748B" w:rsidP="0062748B"/>
    <w:p w:rsidR="0062748B" w:rsidRDefault="0062748B" w:rsidP="0062748B">
      <w:r>
        <w:t>CF28(1)..  - 0.02*CF_DirectCapitalCost(1) + CF_Repairs(1)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CF28(2)..  - 0.02*CF_DirectCapitalCost(2) + CF_Repairs(2)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CF28(3)..  - 0.02*CF_DirectCapitalCost(3) + CF_Repairs(3)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CF29  =E=  </w:t>
      </w:r>
    </w:p>
    <w:p w:rsidR="0062748B" w:rsidRDefault="0062748B" w:rsidP="0062748B"/>
    <w:p w:rsidR="0062748B" w:rsidRDefault="0062748B" w:rsidP="0062748B">
      <w:r>
        <w:lastRenderedPageBreak/>
        <w:t>CF29(1)..  - CF_ElectricityCost(1) - CF_LaborCost(1) - CF_ChemicalCost(1)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CF_MembraneReplacementCost(1) - CF_CleaningChemicalCost(1)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CF_Repairs(1) + CF_TotalOMCost(1)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CF29(2)..  - CF_ElectricityCost(2) - CF_LaborCost(2) - CF_ChemicalCost(2)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CF_MembraneReplacementCost(2) - CF_CleaningChemicalCost(2)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CF_Repairs(2) + CF_TotalOMCost(2)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CF29(3)..  - CF_ElectricityCost(3) - CF_LaborCost(3) - CF_ChemicalCost(3)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CF_MembraneReplacementCost(3) - CF_CleaningChemicalCost(3)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CF_Repairs(3) + CF_TotalOMCost(3)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CF30  =E=  </w:t>
      </w:r>
    </w:p>
    <w:p w:rsidR="0062748B" w:rsidRDefault="0062748B" w:rsidP="0062748B"/>
    <w:p w:rsidR="0062748B" w:rsidRDefault="0062748B" w:rsidP="0062748B">
      <w:r>
        <w:t>CF30(1)..  - 0.101852208823151*CF_TotalConstructionCost(1)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CF_CapitalRecovery(1)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CF30(2)..  - 0.101852208823151*CF_TotalConstructionCost(2)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CF30(3)..  - 0.101852208823151*CF_TotalConstructionCost(3)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CF31  =E=  </w:t>
      </w:r>
    </w:p>
    <w:p w:rsidR="0062748B" w:rsidRDefault="0062748B" w:rsidP="0062748B"/>
    <w:p w:rsidR="0062748B" w:rsidRDefault="0062748B" w:rsidP="0062748B">
      <w:r>
        <w:t>CF31(1)..  - 2*CF_TotalOMCost(1) - 2*CF_CapitalRecovery(1) + CF_AnnualCost(1)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CF31(2)..  - 2*CF_TotalOMCost(2) - 2*CF_CapitalRecovery(2) + CF_AnnualCost(2)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CF31(3)..  - 2*CF_TotalOMCost(3) - 2*CF_CapitalRecovery(3) + CF_AnnualCost(3)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GAC01  =E=  </w:t>
      </w:r>
    </w:p>
    <w:p w:rsidR="0062748B" w:rsidRDefault="0062748B" w:rsidP="0062748B"/>
    <w:p w:rsidR="0062748B" w:rsidRDefault="0062748B" w:rsidP="0062748B">
      <w:r>
        <w:t>GAC01(1)..  GAC_CapitalCost(1) - (7.37701051584E16)*Volume(1,2)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GAC01(2)..  GAC_CapitalCost(2) - (7.37701051584E16)*Volume(2,2)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GAC01(3)..  GAC_CapitalCost(3) - (7.37701051584E16)*Volume(3,2)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GAC02  =E=  </w:t>
      </w:r>
    </w:p>
    <w:p w:rsidR="0062748B" w:rsidRDefault="0062748B" w:rsidP="0062748B"/>
    <w:p w:rsidR="0062748B" w:rsidRDefault="0062748B" w:rsidP="0062748B">
      <w:r>
        <w:t>GAC02(1)..  GAC_OMCost(1) - (8.53307527956E15)*Volume(1,2)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GAC02(2)..  GAC_OMCost(2) - (8.53307527956E15)*Volume(2,2)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GAC02(3)..  GAC_OMCost(3) - (8.53307527956E15)*Volume(3,2)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GAC03  =E=  </w:t>
      </w:r>
    </w:p>
    <w:p w:rsidR="0062748B" w:rsidRDefault="0062748B" w:rsidP="0062748B"/>
    <w:p w:rsidR="0062748B" w:rsidRDefault="0062748B" w:rsidP="0062748B">
      <w:r>
        <w:t>GAC03(1)..  - GAC_CapitalCost(1) - GAC_OMCost(1) + GAC_TotalCost(1)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GAC03(2)..  - GAC_CapitalCost(2) - GAC_OMCost(2) + GAC_TotalCost(2)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GAC03(3)..  - GAC_CapitalCost(3) - GAC_OMCost(3) + GAC_TotalCost(3)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IX01  =E=  </w:t>
      </w:r>
    </w:p>
    <w:p w:rsidR="0062748B" w:rsidRDefault="0062748B" w:rsidP="0062748B"/>
    <w:p w:rsidR="0062748B" w:rsidRDefault="0062748B" w:rsidP="0062748B">
      <w:r>
        <w:t>IX01(1)..  IX_MinResinVolume(1) - 0.18*DFR(1,3)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IX01(2)..  IX_MinResinVolume(2) - 0.18*DFR(2,3)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IX01(3)..  IX_MinResinVolume(3) - 0.18*DFR(3,3)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IX02  =E=  </w:t>
      </w:r>
    </w:p>
    <w:p w:rsidR="0062748B" w:rsidRDefault="0062748B" w:rsidP="0062748B"/>
    <w:p w:rsidR="0062748B" w:rsidRDefault="0062748B" w:rsidP="0062748B">
      <w:r>
        <w:t>IX02(1)..  IX_MinVolExhaustionTime(1)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IX02(2)..  IX_MinVolExhaustionTime(2)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IX02(3)..  IX_MinVolExhaustionTime(3)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lastRenderedPageBreak/>
        <w:t xml:space="preserve">---- IX04  =E=  </w:t>
      </w:r>
    </w:p>
    <w:p w:rsidR="0062748B" w:rsidRDefault="0062748B" w:rsidP="0062748B"/>
    <w:p w:rsidR="0062748B" w:rsidRDefault="0062748B" w:rsidP="0062748B">
      <w:r>
        <w:t>IX04(1)..  IX_ExhaustionTimeResinVolume(1) - 0.0156384*DFR(1,3)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IX04(2)..  IX_ExhaustionTimeResinVolume(2) - 0.0156384*DFR(2,3)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IX04(3)..  IX_ExhaustionTimeResinVolume(3) - 0.0156384*DFR(3,3)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IX05  =E=  </w:t>
      </w:r>
    </w:p>
    <w:p w:rsidR="0062748B" w:rsidRDefault="0062748B" w:rsidP="0062748B"/>
    <w:p w:rsidR="0062748B" w:rsidRDefault="0062748B" w:rsidP="0062748B">
      <w:r>
        <w:t>IX05(1)..  - 2*IX_ExhaustionTimeResinVolume(1) + IX_VesselVolume(1)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IX05(2)..  - 2*IX_ExhaustionTimeResinVolume(2) + IX_VesselVolume(2)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IX05(3)..  - 2*IX_ExhaustionTimeResinVolume(3) + IX_VesselVolume(3)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IX06  =E=  </w:t>
      </w:r>
    </w:p>
    <w:p w:rsidR="0062748B" w:rsidRDefault="0062748B" w:rsidP="0062748B"/>
    <w:p w:rsidR="0062748B" w:rsidRDefault="0062748B" w:rsidP="0062748B">
      <w:r>
        <w:t>IX06(1)..  - 1767.8334896332*IX_ExhaustionTimeResinVolume(1) + IX_ResinCost(1)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IX06(2)..  - 1767.8334896332*IX_ExhaustionTimeResinVolume(2) + IX_ResinCost(2)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IX06(3)..  - 1767.8334896332*IX_ExhaustionTimeResinVolume(3) + IX_ResinCost(3)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IX07  =E=  </w:t>
      </w:r>
    </w:p>
    <w:p w:rsidR="0062748B" w:rsidRDefault="0062748B" w:rsidP="0062748B"/>
    <w:p w:rsidR="0062748B" w:rsidRDefault="0062748B" w:rsidP="0062748B">
      <w:r>
        <w:lastRenderedPageBreak/>
        <w:t>IX07(1)..  - (185696.081345492)*IX_VesselVolume(1) + IX_TankTotalCost(1)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-2.81596844251084, INFES = 2.81596844251084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IX07(2)..  - (185696.081345492)*IX_VesselVolume(2) + IX_TankTotalCost(2)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-2.81596844251084, INFES = 2.81596844251084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IX07(3)..  - (185696.081345492)*IX_VesselVolume(3) + IX_TankTotalCost(3)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-2.81596844251084, INFES = 2.81596844251084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IX08  =E=  </w:t>
      </w:r>
    </w:p>
    <w:p w:rsidR="0062748B" w:rsidRDefault="0062748B" w:rsidP="0062748B"/>
    <w:p w:rsidR="0062748B" w:rsidRDefault="0062748B" w:rsidP="0062748B">
      <w:r>
        <w:t>IX08(1)..  - 150*IX_ExhaustionTimeResinVolume(1) + IX_NaClReq(1)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IX08(2)..  - 150*IX_ExhaustionTimeResinVolume(2) + IX_NaClReq(2)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IX08(3)..  - 150*IX_ExhaustionTimeResinVolume(3) + IX_NaClReq(3)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IX09  =E=  </w:t>
      </w:r>
    </w:p>
    <w:p w:rsidR="0062748B" w:rsidRDefault="0062748B" w:rsidP="0062748B"/>
    <w:p w:rsidR="0062748B" w:rsidRDefault="0062748B" w:rsidP="0062748B">
      <w:r>
        <w:t>IX09(1)..  - 0.01*IX_NaClReq(1) + IX_RegFluidReq(1)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IX09(2)..  - 0.01*IX_NaClReq(2) + IX_RegFluidReq(2)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IX09(3)..  - 0.01*IX_NaClReq(3) + IX_RegFluidReq(3)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IX10  =E=  </w:t>
      </w:r>
    </w:p>
    <w:p w:rsidR="0062748B" w:rsidRDefault="0062748B" w:rsidP="0062748B"/>
    <w:p w:rsidR="0062748B" w:rsidRDefault="0062748B" w:rsidP="0062748B">
      <w:r>
        <w:t>IX10(1)..  - 3.65*IX_NaClReq(1) + IX_TotalChemCost(1)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IX10(2)..  - 3.65*IX_NaClReq(2) + IX_TotalChemCost(2)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IX10(3)..  - 3.65*IX_NaClReq(3) + IX_TotalChemCost(3)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IX11  =E=  </w:t>
      </w:r>
    </w:p>
    <w:p w:rsidR="0062748B" w:rsidRDefault="0062748B" w:rsidP="0062748B"/>
    <w:p w:rsidR="0062748B" w:rsidRDefault="0062748B" w:rsidP="0062748B">
      <w:r>
        <w:t>IX11(1)..  - 250*IX_RegFluidReq(1) + IX_StorageTankCost(1)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IX11(2)..  - 250*IX_RegFluidReq(2) + IX_StorageTankCost(2)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IX11(3)..  - 250*IX_RegFluidReq(3) + IX_StorageTankCost(3)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IX12  =E=  </w:t>
      </w:r>
    </w:p>
    <w:p w:rsidR="0062748B" w:rsidRDefault="0062748B" w:rsidP="0062748B"/>
    <w:p w:rsidR="0062748B" w:rsidRDefault="0062748B" w:rsidP="0062748B">
      <w:r>
        <w:t>IX12(1)..  - (2500000000)*IX_VesselVolume(1) + IX_BedArea(1)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IX12(2)..  - (2500000000)*IX_VesselVolume(2) + IX_BedArea(2)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IX12(3)..  - (2500000000)*IX_VesselVolume(3) + IX_BedArea(3)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IX13  =E=  </w:t>
      </w:r>
    </w:p>
    <w:p w:rsidR="0062748B" w:rsidRDefault="0062748B" w:rsidP="0062748B"/>
    <w:p w:rsidR="0062748B" w:rsidRDefault="0062748B" w:rsidP="0062748B">
      <w:r>
        <w:t>IX13(1)..  - (1254.21)*IX_BedArea(1) + IX_ConstructionCost(1)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IX13(2)..  - (1254.21)*IX_BedArea(2) + IX_ConstructionCost(2)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IX13(3)..  - (1254.21)*IX_BedArea(3) + IX_ConstructionCost(3)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IX14  =E=  </w:t>
      </w:r>
    </w:p>
    <w:p w:rsidR="0062748B" w:rsidRDefault="0062748B" w:rsidP="0062748B"/>
    <w:p w:rsidR="0062748B" w:rsidRDefault="0062748B" w:rsidP="0062748B">
      <w:r>
        <w:t>IX14(1)..  - (733000000000)*IX_BedArea(1) + IX_OMCost(1)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IX14(2)..  - (733000000000)*IX_BedArea(2) + IX_OMCost(2) =E= 2200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IX14(3)..  - (733000000000)*IX_BedArea(3) + IX_OMCost(3)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IX15  =E=  </w:t>
      </w:r>
    </w:p>
    <w:p w:rsidR="0062748B" w:rsidRDefault="0062748B" w:rsidP="0062748B"/>
    <w:p w:rsidR="0062748B" w:rsidRDefault="0062748B" w:rsidP="0062748B">
      <w:r>
        <w:t>IX15(1)..  - 24*IX_ResinCost(1) - IX_TankTotalCost(1) - IX_TotalChemCost(1)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IX_StorageTankCost(1) - IX_ConstructionCost(1) - IX_OMCost(1)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IX15(2)..  - 24*IX_ResinCost(2) - IX_TankTotalCost(2) - IX_TotalChemCost(2)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IX_StorageTankCost(2) - IX_ConstructionCost(2) - IX_OMCost(2)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IX15(3)..  - 24*IX_ResinCost(3) - IX_TankTotalCost(3) - IX_TotalChemCost(3)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IX_StorageTankCost(3) - IX_ConstructionCost(3) - IX_OMCost(3)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NonlinearTechCost01  =E=  </w:t>
      </w:r>
    </w:p>
    <w:p w:rsidR="0062748B" w:rsidRDefault="0062748B" w:rsidP="0062748B"/>
    <w:p w:rsidR="0062748B" w:rsidRDefault="0062748B" w:rsidP="0062748B">
      <w:r>
        <w:t>NonlinearTechCost01(1)..  - 1E-5*CF_AnnualCost(1) + NonlinearTechCost(1,1)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NonlinearTechCost01(2)..  - 1E-5*CF_AnnualCost(2) + NonlinearTechCost(2,1)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NonlinearTechCost01(3)..  - 1E-5*CF_AnnualCost(3) + NonlinearTechCost(3,1)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NonlinearTechCost02  =E=  </w:t>
      </w:r>
    </w:p>
    <w:p w:rsidR="0062748B" w:rsidRDefault="0062748B" w:rsidP="0062748B"/>
    <w:p w:rsidR="0062748B" w:rsidRDefault="0062748B" w:rsidP="0062748B">
      <w:r>
        <w:t>NonlinearTechCost02(1)..  - 1E-5*GAC_TotalCost(1) + NonlinearTechCost(1,2) =E= 0</w:t>
      </w:r>
    </w:p>
    <w:p w:rsidR="0062748B" w:rsidRDefault="0062748B" w:rsidP="0062748B">
      <w:r>
        <w:lastRenderedPageBreak/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NonlinearTechCost02(2)..  - 1E-5*GAC_TotalCost(2) + NonlinearTechCost(2,2)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NonlinearTechCost02(3)..  - 1E-5*GAC_TotalCost(3) + NonlinearTechCost(3,2)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NonlinearTechCost03  =E=  </w:t>
      </w:r>
    </w:p>
    <w:p w:rsidR="0062748B" w:rsidRDefault="0062748B" w:rsidP="0062748B"/>
    <w:p w:rsidR="0062748B" w:rsidRDefault="0062748B" w:rsidP="0062748B">
      <w:r>
        <w:t>NonlinearTechCost03(1)..  - 1E-5*IX_TotalCost(1) + NonlinearTechCost(1,3)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NonlinearTechCost03(2)..  - 1E-5*IX_TotalCost(2) + NonlinearTechCost(2,3)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NonlinearTechCost03(3)..  - 1E-5*IX_TotalCost(3) + NonlinearTechCost(3,3)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15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CF_NoOfModules  Number of modules</w:t>
      </w:r>
    </w:p>
    <w:p w:rsidR="0062748B" w:rsidRDefault="0062748B" w:rsidP="0062748B"/>
    <w:p w:rsidR="0062748B" w:rsidRDefault="0062748B" w:rsidP="0062748B">
      <w:r>
        <w:t>CF_NoOfModules(1)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CF01(1)</w:t>
      </w:r>
    </w:p>
    <w:p w:rsidR="0062748B" w:rsidRDefault="0062748B" w:rsidP="0062748B">
      <w:r>
        <w:t xml:space="preserve">      -90       CF08(1)</w:t>
      </w:r>
    </w:p>
    <w:p w:rsidR="0062748B" w:rsidRDefault="0062748B" w:rsidP="0062748B">
      <w:r>
        <w:t xml:space="preserve">  -370000       CF10(1)</w:t>
      </w:r>
    </w:p>
    <w:p w:rsidR="0062748B" w:rsidRDefault="0062748B" w:rsidP="0062748B">
      <w:r>
        <w:t xml:space="preserve">   -70000       CF12(1)</w:t>
      </w:r>
    </w:p>
    <w:p w:rsidR="0062748B" w:rsidRDefault="0062748B" w:rsidP="0062748B"/>
    <w:p w:rsidR="0062748B" w:rsidRDefault="0062748B" w:rsidP="0062748B">
      <w:r>
        <w:t>CF_NoOfModules(2)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CF01(2)</w:t>
      </w:r>
    </w:p>
    <w:p w:rsidR="0062748B" w:rsidRDefault="0062748B" w:rsidP="0062748B">
      <w:r>
        <w:t xml:space="preserve">      -90       CF08(2)</w:t>
      </w:r>
    </w:p>
    <w:p w:rsidR="0062748B" w:rsidRDefault="0062748B" w:rsidP="0062748B">
      <w:r>
        <w:t xml:space="preserve">  -370000       CF10(2)</w:t>
      </w:r>
    </w:p>
    <w:p w:rsidR="0062748B" w:rsidRDefault="0062748B" w:rsidP="0062748B">
      <w:r>
        <w:t xml:space="preserve">   -70000       CF12(2)</w:t>
      </w:r>
    </w:p>
    <w:p w:rsidR="0062748B" w:rsidRDefault="0062748B" w:rsidP="0062748B"/>
    <w:p w:rsidR="0062748B" w:rsidRDefault="0062748B" w:rsidP="0062748B">
      <w:r>
        <w:t>CF_NoOfModules(3)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CF01(3)</w:t>
      </w:r>
    </w:p>
    <w:p w:rsidR="0062748B" w:rsidRDefault="0062748B" w:rsidP="0062748B">
      <w:r>
        <w:t xml:space="preserve">      -90       CF08(3)</w:t>
      </w:r>
    </w:p>
    <w:p w:rsidR="0062748B" w:rsidRDefault="0062748B" w:rsidP="0062748B">
      <w:r>
        <w:lastRenderedPageBreak/>
        <w:t xml:space="preserve">  -370000       CF10(3)</w:t>
      </w:r>
    </w:p>
    <w:p w:rsidR="0062748B" w:rsidRDefault="0062748B" w:rsidP="0062748B">
      <w:r>
        <w:t xml:space="preserve">   -70000       CF12(3)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CF_BackwashFlow  Backwash flow</w:t>
      </w:r>
    </w:p>
    <w:p w:rsidR="0062748B" w:rsidRDefault="0062748B" w:rsidP="0062748B"/>
    <w:p w:rsidR="0062748B" w:rsidRDefault="0062748B" w:rsidP="0062748B">
      <w:r>
        <w:t>CF_BackwashFlow(1)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CF04(1)</w:t>
      </w:r>
    </w:p>
    <w:p w:rsidR="0062748B" w:rsidRDefault="0062748B" w:rsidP="0062748B"/>
    <w:p w:rsidR="0062748B" w:rsidRDefault="0062748B" w:rsidP="0062748B">
      <w:r>
        <w:t>CF_BackwashFlow(2)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CF04(2)</w:t>
      </w:r>
    </w:p>
    <w:p w:rsidR="0062748B" w:rsidRDefault="0062748B" w:rsidP="0062748B"/>
    <w:p w:rsidR="0062748B" w:rsidRDefault="0062748B" w:rsidP="0062748B">
      <w:r>
        <w:t>CF_BackwashFlow(3)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CF_FeedPumpHP  Feed pump horsepower</w:t>
      </w:r>
    </w:p>
    <w:p w:rsidR="0062748B" w:rsidRDefault="0062748B" w:rsidP="0062748B"/>
    <w:p w:rsidR="0062748B" w:rsidRDefault="0062748B" w:rsidP="0062748B">
      <w:r>
        <w:t>CF_FeedPumpHP(1)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CF05(1)</w:t>
      </w:r>
    </w:p>
    <w:p w:rsidR="0062748B" w:rsidRDefault="0062748B" w:rsidP="0062748B">
      <w:r>
        <w:t xml:space="preserve">    -6534.96    CF06(1)</w:t>
      </w:r>
    </w:p>
    <w:p w:rsidR="0062748B" w:rsidRDefault="0062748B" w:rsidP="0062748B">
      <w:r>
        <w:t xml:space="preserve">      -43.508   CF07(1)</w:t>
      </w:r>
    </w:p>
    <w:p w:rsidR="0062748B" w:rsidRDefault="0062748B" w:rsidP="0062748B"/>
    <w:p w:rsidR="0062748B" w:rsidRDefault="0062748B" w:rsidP="0062748B">
      <w:r>
        <w:t>CF_FeedPumpHP(2)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CF05(2)</w:t>
      </w:r>
    </w:p>
    <w:p w:rsidR="0062748B" w:rsidRDefault="0062748B" w:rsidP="0062748B">
      <w:r>
        <w:t xml:space="preserve">    -6534.96    CF06(2)</w:t>
      </w:r>
    </w:p>
    <w:p w:rsidR="0062748B" w:rsidRDefault="0062748B" w:rsidP="0062748B">
      <w:r>
        <w:t xml:space="preserve">      -43.508   CF07(2)</w:t>
      </w:r>
    </w:p>
    <w:p w:rsidR="0062748B" w:rsidRDefault="0062748B" w:rsidP="0062748B"/>
    <w:p w:rsidR="0062748B" w:rsidRDefault="0062748B" w:rsidP="0062748B">
      <w:r>
        <w:t>CF_FeedPumpHP(3)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CF05(3)</w:t>
      </w:r>
    </w:p>
    <w:p w:rsidR="0062748B" w:rsidRDefault="0062748B" w:rsidP="0062748B">
      <w:r>
        <w:t xml:space="preserve">    -6534.96    CF06(3)</w:t>
      </w:r>
    </w:p>
    <w:p w:rsidR="0062748B" w:rsidRDefault="0062748B" w:rsidP="0062748B">
      <w:r>
        <w:t xml:space="preserve">      -43.508   CF07(3)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CF_FeedPumpPower  Feed pump power requirement in kWh</w:t>
      </w:r>
    </w:p>
    <w:p w:rsidR="0062748B" w:rsidRDefault="0062748B" w:rsidP="0062748B"/>
    <w:p w:rsidR="0062748B" w:rsidRDefault="0062748B" w:rsidP="0062748B">
      <w:r>
        <w:t>CF_FeedPumpPower(1)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CF06(1)</w:t>
      </w:r>
    </w:p>
    <w:p w:rsidR="0062748B" w:rsidRDefault="0062748B" w:rsidP="0062748B">
      <w:r>
        <w:t xml:space="preserve">       -0.105   CF23(1)</w:t>
      </w:r>
    </w:p>
    <w:p w:rsidR="0062748B" w:rsidRDefault="0062748B" w:rsidP="0062748B"/>
    <w:p w:rsidR="0062748B" w:rsidRDefault="0062748B" w:rsidP="0062748B">
      <w:r>
        <w:lastRenderedPageBreak/>
        <w:t>CF_FeedPumpPower(2)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CF06(2)</w:t>
      </w:r>
    </w:p>
    <w:p w:rsidR="0062748B" w:rsidRDefault="0062748B" w:rsidP="0062748B">
      <w:r>
        <w:t xml:space="preserve">       -0.105   CF23(2)</w:t>
      </w:r>
    </w:p>
    <w:p w:rsidR="0062748B" w:rsidRDefault="0062748B" w:rsidP="0062748B"/>
    <w:p w:rsidR="0062748B" w:rsidRDefault="0062748B" w:rsidP="0062748B">
      <w:r>
        <w:t>CF_FeedPumpPower(3)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CF06(3)</w:t>
      </w:r>
    </w:p>
    <w:p w:rsidR="0062748B" w:rsidRDefault="0062748B" w:rsidP="0062748B">
      <w:r>
        <w:t xml:space="preserve">       -0.105 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CF_BackflushPower  Backflush power requirement in kWh</w:t>
      </w:r>
    </w:p>
    <w:p w:rsidR="0062748B" w:rsidRDefault="0062748B" w:rsidP="0062748B"/>
    <w:p w:rsidR="0062748B" w:rsidRDefault="0062748B" w:rsidP="0062748B">
      <w:r>
        <w:t>CF_BackflushPower(1)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CF07(1)</w:t>
      </w:r>
    </w:p>
    <w:p w:rsidR="0062748B" w:rsidRDefault="0062748B" w:rsidP="0062748B">
      <w:r>
        <w:t xml:space="preserve">       -0.105   CF23(1)</w:t>
      </w:r>
    </w:p>
    <w:p w:rsidR="0062748B" w:rsidRDefault="0062748B" w:rsidP="0062748B"/>
    <w:p w:rsidR="0062748B" w:rsidRDefault="0062748B" w:rsidP="0062748B">
      <w:r>
        <w:t>CF_BackflushPower(2)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CF07(2)</w:t>
      </w:r>
    </w:p>
    <w:p w:rsidR="0062748B" w:rsidRDefault="0062748B" w:rsidP="0062748B">
      <w:r>
        <w:t xml:space="preserve">       -0.105   CF23(2)</w:t>
      </w:r>
    </w:p>
    <w:p w:rsidR="0062748B" w:rsidRDefault="0062748B" w:rsidP="0062748B"/>
    <w:p w:rsidR="0062748B" w:rsidRDefault="0062748B" w:rsidP="0062748B">
      <w:r>
        <w:t>CF_BackflushPower(3)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CF07(3)</w:t>
      </w:r>
    </w:p>
    <w:p w:rsidR="0062748B" w:rsidRDefault="0062748B" w:rsidP="0062748B">
      <w:r>
        <w:t xml:space="preserve">       -0.105 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CF_MFF  Microfiltration feed flow in liters per sec</w:t>
      </w:r>
    </w:p>
    <w:p w:rsidR="0062748B" w:rsidRDefault="0062748B" w:rsidP="0062748B"/>
    <w:p w:rsidR="0062748B" w:rsidRDefault="0062748B" w:rsidP="0062748B">
      <w:r>
        <w:t>CF_MFF(1)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CF03(1)</w:t>
      </w:r>
    </w:p>
    <w:p w:rsidR="0062748B" w:rsidRDefault="0062748B" w:rsidP="0062748B">
      <w:r>
        <w:t xml:space="preserve">       -1       CF04(1)</w:t>
      </w:r>
    </w:p>
    <w:p w:rsidR="0062748B" w:rsidRDefault="0062748B" w:rsidP="0062748B">
      <w:r>
        <w:t xml:space="preserve">       -0.3468  CF05(1)</w:t>
      </w:r>
    </w:p>
    <w:p w:rsidR="0062748B" w:rsidRDefault="0062748B" w:rsidP="0062748B"/>
    <w:p w:rsidR="0062748B" w:rsidRDefault="0062748B" w:rsidP="0062748B">
      <w:r>
        <w:t>CF_MFF(2)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CF03(2)</w:t>
      </w:r>
    </w:p>
    <w:p w:rsidR="0062748B" w:rsidRDefault="0062748B" w:rsidP="0062748B">
      <w:r>
        <w:t xml:space="preserve">       -1       CF04(2)</w:t>
      </w:r>
    </w:p>
    <w:p w:rsidR="0062748B" w:rsidRDefault="0062748B" w:rsidP="0062748B">
      <w:r>
        <w:t xml:space="preserve">       -0.3468  CF05(2)</w:t>
      </w:r>
    </w:p>
    <w:p w:rsidR="0062748B" w:rsidRDefault="0062748B" w:rsidP="0062748B"/>
    <w:p w:rsidR="0062748B" w:rsidRDefault="0062748B" w:rsidP="0062748B">
      <w:r>
        <w:t>CF_MFF(3)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CF03(3)</w:t>
      </w:r>
    </w:p>
    <w:p w:rsidR="0062748B" w:rsidRDefault="0062748B" w:rsidP="0062748B">
      <w:r>
        <w:t xml:space="preserve">       -1       CF04(3)</w:t>
      </w:r>
    </w:p>
    <w:p w:rsidR="0062748B" w:rsidRDefault="0062748B" w:rsidP="0062748B">
      <w:r>
        <w:t xml:space="preserve">       -0.3468  CF05(3)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CF_NoOfMembranes  Number of membranes used</w:t>
      </w:r>
    </w:p>
    <w:p w:rsidR="0062748B" w:rsidRDefault="0062748B" w:rsidP="0062748B"/>
    <w:p w:rsidR="0062748B" w:rsidRDefault="0062748B" w:rsidP="0062748B">
      <w:r>
        <w:t>CF_NoOfMembranes(1)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CF08(1)</w:t>
      </w:r>
    </w:p>
    <w:p w:rsidR="0062748B" w:rsidRDefault="0062748B" w:rsidP="0062748B">
      <w:r>
        <w:t xml:space="preserve">     -104.1434  CF26(1)</w:t>
      </w:r>
    </w:p>
    <w:p w:rsidR="0062748B" w:rsidRDefault="0062748B" w:rsidP="0062748B"/>
    <w:p w:rsidR="0062748B" w:rsidRDefault="0062748B" w:rsidP="0062748B">
      <w:r>
        <w:t>CF_NoOfMembranes(2)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CF08(2)</w:t>
      </w:r>
    </w:p>
    <w:p w:rsidR="0062748B" w:rsidRDefault="0062748B" w:rsidP="0062748B">
      <w:r>
        <w:t xml:space="preserve">     -104.1434  CF26(2)</w:t>
      </w:r>
    </w:p>
    <w:p w:rsidR="0062748B" w:rsidRDefault="0062748B" w:rsidP="0062748B"/>
    <w:p w:rsidR="0062748B" w:rsidRDefault="0062748B" w:rsidP="0062748B">
      <w:r>
        <w:t>CF_NoOfMembranes(3)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CF08(3)</w:t>
      </w:r>
    </w:p>
    <w:p w:rsidR="0062748B" w:rsidRDefault="0062748B" w:rsidP="0062748B">
      <w:r>
        <w:t xml:space="preserve">     -104.1434  CF26(3)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CF_BuildingArea  Building area for the process implementation</w:t>
      </w:r>
    </w:p>
    <w:p w:rsidR="0062748B" w:rsidRDefault="0062748B" w:rsidP="0062748B"/>
    <w:p w:rsidR="0062748B" w:rsidRDefault="0062748B" w:rsidP="0062748B">
      <w:r>
        <w:t>CF_BuildingArea(1)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CF09(1)</w:t>
      </w:r>
    </w:p>
    <w:p w:rsidR="0062748B" w:rsidRDefault="0062748B" w:rsidP="0062748B">
      <w:r>
        <w:t xml:space="preserve">    -1076       CF11(1)</w:t>
      </w:r>
    </w:p>
    <w:p w:rsidR="0062748B" w:rsidRDefault="0062748B" w:rsidP="0062748B"/>
    <w:p w:rsidR="0062748B" w:rsidRDefault="0062748B" w:rsidP="0062748B">
      <w:r>
        <w:t>CF_BuildingArea(2)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CF09(2)</w:t>
      </w:r>
    </w:p>
    <w:p w:rsidR="0062748B" w:rsidRDefault="0062748B" w:rsidP="0062748B">
      <w:r>
        <w:t xml:space="preserve">    -1076       CF11(2)</w:t>
      </w:r>
    </w:p>
    <w:p w:rsidR="0062748B" w:rsidRDefault="0062748B" w:rsidP="0062748B"/>
    <w:p w:rsidR="0062748B" w:rsidRDefault="0062748B" w:rsidP="0062748B">
      <w:r>
        <w:t>CF_BuildingArea(3)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CF09(3)</w:t>
      </w:r>
    </w:p>
    <w:p w:rsidR="0062748B" w:rsidRDefault="0062748B" w:rsidP="0062748B">
      <w:r>
        <w:t xml:space="preserve">    -1076       CF11(3)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CF_MembraneModuleCost  Membrane module cost</w:t>
      </w:r>
    </w:p>
    <w:p w:rsidR="0062748B" w:rsidRDefault="0062748B" w:rsidP="0062748B"/>
    <w:p w:rsidR="0062748B" w:rsidRDefault="0062748B" w:rsidP="0062748B">
      <w:r>
        <w:t>CF_MembraneModuleCost(1)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CF10(1)</w:t>
      </w:r>
    </w:p>
    <w:p w:rsidR="0062748B" w:rsidRDefault="0062748B" w:rsidP="0062748B">
      <w:r>
        <w:t xml:space="preserve">       -0.05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CF_MembraneModuleCost(2)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CF10(2)</w:t>
      </w:r>
    </w:p>
    <w:p w:rsidR="0062748B" w:rsidRDefault="0062748B" w:rsidP="0062748B">
      <w:r>
        <w:t xml:space="preserve">       -0.05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CF_MembraneModuleCost(3)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CF10(3)</w:t>
      </w:r>
    </w:p>
    <w:p w:rsidR="0062748B" w:rsidRDefault="0062748B" w:rsidP="0062748B">
      <w:r>
        <w:t xml:space="preserve">       -0.05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CF_BuildingCost  Building cost - based on the building area</w:t>
      </w:r>
    </w:p>
    <w:p w:rsidR="0062748B" w:rsidRDefault="0062748B" w:rsidP="0062748B"/>
    <w:p w:rsidR="0062748B" w:rsidRDefault="0062748B" w:rsidP="0062748B">
      <w:r>
        <w:t>CF_BuildingCost(1)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CF_BuildingCost(2)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CF_BuildingCost(3)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CF_InstallationCost  Installation cost for the process</w:t>
      </w:r>
    </w:p>
    <w:p w:rsidR="0062748B" w:rsidRDefault="0062748B" w:rsidP="0062748B"/>
    <w:p w:rsidR="0062748B" w:rsidRDefault="0062748B" w:rsidP="0062748B">
      <w:r>
        <w:t>CF_InstallationCost(1)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CF_InstallationCost(2)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lastRenderedPageBreak/>
        <w:t>CF_InstallationCost(3)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CF_MiscCost  Miscellaneous cost (taken as 5% of the module cost)</w:t>
      </w:r>
    </w:p>
    <w:p w:rsidR="0062748B" w:rsidRDefault="0062748B" w:rsidP="0062748B"/>
    <w:p w:rsidR="0062748B" w:rsidRDefault="0062748B" w:rsidP="0062748B">
      <w:r>
        <w:t>CF_MiscCost(1)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CF_MiscCost(2)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CF_MiscCost(3)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CF_PlantPipingCost  Plant piping cost (taken as 5%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CF_PlantPipingCost(1)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CF_PlantPipingCost(2)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CF_PlantPipingCost(3)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CF_EngineeringCost  Engineering cost (taken as 10%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CF_EngineeringCost(1)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CF_EngineeringCost(2)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CF_EngineeringCost(3)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CF_DirectCapitalCost  Total direct capital cost</w:t>
      </w:r>
    </w:p>
    <w:p w:rsidR="0062748B" w:rsidRDefault="0062748B" w:rsidP="0062748B"/>
    <w:p w:rsidR="0062748B" w:rsidRDefault="0062748B" w:rsidP="0062748B">
      <w:r>
        <w:t>CF_DirectCapitalCost(1)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CF16(1)</w:t>
      </w:r>
    </w:p>
    <w:p w:rsidR="0062748B" w:rsidRDefault="0062748B" w:rsidP="0062748B">
      <w:r>
        <w:t xml:space="preserve">       -0.06    CF17(1)</w:t>
      </w:r>
    </w:p>
    <w:p w:rsidR="0062748B" w:rsidRDefault="0062748B" w:rsidP="0062748B">
      <w:r>
        <w:t xml:space="preserve">       -0.2     CF18(1)</w:t>
      </w:r>
    </w:p>
    <w:p w:rsidR="0062748B" w:rsidRDefault="0062748B" w:rsidP="0062748B">
      <w:r>
        <w:t xml:space="preserve">       -0.1     CF19(1)</w:t>
      </w:r>
    </w:p>
    <w:p w:rsidR="0062748B" w:rsidRDefault="0062748B" w:rsidP="0062748B">
      <w:r>
        <w:t xml:space="preserve">       -0.04    CF20(1)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>
      <w:r>
        <w:t xml:space="preserve">       -0.02    CF28(1)</w:t>
      </w:r>
    </w:p>
    <w:p w:rsidR="0062748B" w:rsidRDefault="0062748B" w:rsidP="0062748B"/>
    <w:p w:rsidR="0062748B" w:rsidRDefault="0062748B" w:rsidP="0062748B">
      <w:r>
        <w:t>CF_DirectCapitalCost(2)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CF16(2)</w:t>
      </w:r>
    </w:p>
    <w:p w:rsidR="0062748B" w:rsidRDefault="0062748B" w:rsidP="0062748B">
      <w:r>
        <w:t xml:space="preserve">       -0.06    CF17(2)</w:t>
      </w:r>
    </w:p>
    <w:p w:rsidR="0062748B" w:rsidRDefault="0062748B" w:rsidP="0062748B">
      <w:r>
        <w:t xml:space="preserve">       -0.2     CF18(2)</w:t>
      </w:r>
    </w:p>
    <w:p w:rsidR="0062748B" w:rsidRDefault="0062748B" w:rsidP="0062748B">
      <w:r>
        <w:t xml:space="preserve">       -0.1     CF19(2)</w:t>
      </w:r>
    </w:p>
    <w:p w:rsidR="0062748B" w:rsidRDefault="0062748B" w:rsidP="0062748B">
      <w:r>
        <w:t xml:space="preserve">       -0.04    CF20(2)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>
      <w:r>
        <w:t xml:space="preserve">       -0.02    CF28(2)</w:t>
      </w:r>
    </w:p>
    <w:p w:rsidR="0062748B" w:rsidRDefault="0062748B" w:rsidP="0062748B"/>
    <w:p w:rsidR="0062748B" w:rsidRDefault="0062748B" w:rsidP="0062748B">
      <w:r>
        <w:t>CF_DirectCapitalCost(3)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CF16(3)</w:t>
      </w:r>
    </w:p>
    <w:p w:rsidR="0062748B" w:rsidRDefault="0062748B" w:rsidP="0062748B">
      <w:r>
        <w:t xml:space="preserve">       -0.06    CF17(3)</w:t>
      </w:r>
    </w:p>
    <w:p w:rsidR="0062748B" w:rsidRDefault="0062748B" w:rsidP="0062748B">
      <w:r>
        <w:t xml:space="preserve">       -0.2     CF18(3)</w:t>
      </w:r>
    </w:p>
    <w:p w:rsidR="0062748B" w:rsidRDefault="0062748B" w:rsidP="0062748B">
      <w:r>
        <w:t xml:space="preserve">       -0.1     CF19(3)</w:t>
      </w:r>
    </w:p>
    <w:p w:rsidR="0062748B" w:rsidRDefault="0062748B" w:rsidP="0062748B">
      <w:r>
        <w:lastRenderedPageBreak/>
        <w:t xml:space="preserve">       -0.04    CF20(3)</w:t>
      </w:r>
    </w:p>
    <w:p w:rsidR="0062748B" w:rsidRDefault="0062748B" w:rsidP="0062748B">
      <w:r>
        <w:t xml:space="preserve">       -1       CF22(3)</w:t>
      </w:r>
    </w:p>
    <w:p w:rsidR="0062748B" w:rsidRDefault="0062748B" w:rsidP="0062748B">
      <w:r>
        <w:t xml:space="preserve">       -0.02    CF28(3)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 xml:space="preserve">---- CF_ConstructionInterest  Expense on interest during construction (taken as </w:t>
      </w:r>
    </w:p>
    <w:p w:rsidR="0062748B" w:rsidRDefault="0062748B" w:rsidP="0062748B">
      <w:r>
        <w:t xml:space="preserve">                              6% of total direct capital cost)</w:t>
      </w:r>
    </w:p>
    <w:p w:rsidR="0062748B" w:rsidRDefault="0062748B" w:rsidP="0062748B"/>
    <w:p w:rsidR="0062748B" w:rsidRDefault="0062748B" w:rsidP="0062748B">
      <w:r>
        <w:t>CF_ConstructionInterest(1)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CF_ConstructionInterest(2)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CF_ConstructionInterest(3)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CF_Contingencies  Contingencies (taken as 20% of total direct capital cost)</w:t>
      </w:r>
    </w:p>
    <w:p w:rsidR="0062748B" w:rsidRDefault="0062748B" w:rsidP="0062748B"/>
    <w:p w:rsidR="0062748B" w:rsidRDefault="0062748B" w:rsidP="0062748B">
      <w:r>
        <w:t>CF_Contingencies(1)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CF_Contingencies(2)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CF_Contingencies(3)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CF_ProjectManagement  Fees and project management (taken as 10% of total di</w:t>
      </w:r>
    </w:p>
    <w:p w:rsidR="0062748B" w:rsidRDefault="0062748B" w:rsidP="0062748B">
      <w:r>
        <w:t xml:space="preserve">                           rect capital cost)</w:t>
      </w:r>
    </w:p>
    <w:p w:rsidR="0062748B" w:rsidRDefault="0062748B" w:rsidP="0062748B"/>
    <w:p w:rsidR="0062748B" w:rsidRDefault="0062748B" w:rsidP="0062748B">
      <w:r>
        <w:t>CF_ProjectManagement(1)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CF19(1)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CF_ProjectManagement(2)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CF_ProjectManagement(3)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CF_WorkingCapital  Working capital (taken as 4% of total direct capital cos</w:t>
      </w:r>
    </w:p>
    <w:p w:rsidR="0062748B" w:rsidRDefault="0062748B" w:rsidP="0062748B">
      <w:r>
        <w:t xml:space="preserve">                        t)</w:t>
      </w:r>
    </w:p>
    <w:p w:rsidR="0062748B" w:rsidRDefault="0062748B" w:rsidP="0062748B"/>
    <w:p w:rsidR="0062748B" w:rsidRDefault="0062748B" w:rsidP="0062748B">
      <w:r>
        <w:t>CF_WorkingCapital(1)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CF_WorkingCapital(2)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CF20(2)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CF_WorkingCapital(3)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CF_IndirectCapitalCost  Total indirect capital cost</w:t>
      </w:r>
    </w:p>
    <w:p w:rsidR="0062748B" w:rsidRDefault="0062748B" w:rsidP="0062748B"/>
    <w:p w:rsidR="0062748B" w:rsidRDefault="0062748B" w:rsidP="0062748B">
      <w:r>
        <w:t>CF_IndirectCapitalCost(1)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/>
    <w:p w:rsidR="0062748B" w:rsidRDefault="0062748B" w:rsidP="0062748B">
      <w:r>
        <w:t>CF_IndirectCapitalCost(2)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/>
    <w:p w:rsidR="0062748B" w:rsidRDefault="0062748B" w:rsidP="0062748B">
      <w:r>
        <w:t>CF_IndirectCapitalCost(3)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CF21(3)</w:t>
      </w:r>
    </w:p>
    <w:p w:rsidR="0062748B" w:rsidRDefault="0062748B" w:rsidP="0062748B">
      <w:r>
        <w:lastRenderedPageBreak/>
        <w:t xml:space="preserve">       -1       CF22(3)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CF_TotalConstructionCost  Total (direct and indirect) construction cost</w:t>
      </w:r>
    </w:p>
    <w:p w:rsidR="0062748B" w:rsidRDefault="0062748B" w:rsidP="0062748B"/>
    <w:p w:rsidR="0062748B" w:rsidRDefault="0062748B" w:rsidP="0062748B">
      <w:r>
        <w:t>CF_TotalConstructionCost(1)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CF22(1)</w:t>
      </w:r>
    </w:p>
    <w:p w:rsidR="0062748B" w:rsidRDefault="0062748B" w:rsidP="0062748B">
      <w:r>
        <w:t xml:space="preserve">       -0.1019  CF30(1)</w:t>
      </w:r>
    </w:p>
    <w:p w:rsidR="0062748B" w:rsidRDefault="0062748B" w:rsidP="0062748B"/>
    <w:p w:rsidR="0062748B" w:rsidRDefault="0062748B" w:rsidP="0062748B">
      <w:r>
        <w:t>CF_TotalConstructionCost(2)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CF22(2)</w:t>
      </w:r>
    </w:p>
    <w:p w:rsidR="0062748B" w:rsidRDefault="0062748B" w:rsidP="0062748B">
      <w:r>
        <w:t xml:space="preserve">       -0.1019  CF30(2)</w:t>
      </w:r>
    </w:p>
    <w:p w:rsidR="0062748B" w:rsidRDefault="0062748B" w:rsidP="0062748B"/>
    <w:p w:rsidR="0062748B" w:rsidRDefault="0062748B" w:rsidP="0062748B">
      <w:r>
        <w:t>CF_TotalConstructionCost(3)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CF22(3)</w:t>
      </w:r>
    </w:p>
    <w:p w:rsidR="0062748B" w:rsidRDefault="0062748B" w:rsidP="0062748B">
      <w:r>
        <w:t xml:space="preserve">       -0.1019  CF30(3)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CF_ElectricityCost  Electricity cost for the implementation of the process</w:t>
      </w:r>
    </w:p>
    <w:p w:rsidR="0062748B" w:rsidRDefault="0062748B" w:rsidP="0062748B"/>
    <w:p w:rsidR="0062748B" w:rsidRDefault="0062748B" w:rsidP="0062748B">
      <w:r>
        <w:lastRenderedPageBreak/>
        <w:t>CF_ElectricityCost(1)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CF_ElectricityCost(2)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CF_ElectricityCost(3)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CF_LaborCost  Labor cost for the implementation of the process</w:t>
      </w:r>
    </w:p>
    <w:p w:rsidR="0062748B" w:rsidRDefault="0062748B" w:rsidP="0062748B"/>
    <w:p w:rsidR="0062748B" w:rsidRDefault="0062748B" w:rsidP="0062748B">
      <w:r>
        <w:t>CF_LaborCost(1)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CF_LaborCost(2)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CF24(2)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CF_LaborCost(3)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CF_ChemicalCost  Chemical cost for the process</w:t>
      </w:r>
    </w:p>
    <w:p w:rsidR="0062748B" w:rsidRDefault="0062748B" w:rsidP="0062748B"/>
    <w:p w:rsidR="0062748B" w:rsidRDefault="0062748B" w:rsidP="0062748B">
      <w:r>
        <w:t>CF_ChemicalCost(1)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CF25(3)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CF_MembraneReplacementCost  Membrane replacement cost for the process</w:t>
      </w:r>
    </w:p>
    <w:p w:rsidR="0062748B" w:rsidRDefault="0062748B" w:rsidP="0062748B"/>
    <w:p w:rsidR="0062748B" w:rsidRDefault="0062748B" w:rsidP="0062748B">
      <w:r>
        <w:t>CF_MembraneReplacementCost(1)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CF_MembraneReplacementCost(2)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CF_MembraneReplacementCost(3)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CF_CleaningChemicalCost  Cleaning chemical (NaOCl) cost</w:t>
      </w:r>
    </w:p>
    <w:p w:rsidR="0062748B" w:rsidRDefault="0062748B" w:rsidP="0062748B"/>
    <w:p w:rsidR="0062748B" w:rsidRDefault="0062748B" w:rsidP="0062748B">
      <w:r>
        <w:t>CF_CleaningChemicalCost(1)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CF_CleaningChemicalCost(2)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CF_CleaningChemicalCost(3)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CF_Repairs  Repairs replacement and misc cost (taken as 2% of the direct ca</w:t>
      </w:r>
    </w:p>
    <w:p w:rsidR="0062748B" w:rsidRDefault="0062748B" w:rsidP="0062748B">
      <w:r>
        <w:t xml:space="preserve">                 pital cost)</w:t>
      </w:r>
    </w:p>
    <w:p w:rsidR="0062748B" w:rsidRDefault="0062748B" w:rsidP="0062748B"/>
    <w:p w:rsidR="0062748B" w:rsidRDefault="0062748B" w:rsidP="0062748B">
      <w:r>
        <w:t>CF_Repairs(1)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CF_Repairs(2)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CF_Repairs(3)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CF_TotalOMCost  Total operating and maintenance cost</w:t>
      </w:r>
    </w:p>
    <w:p w:rsidR="0062748B" w:rsidRDefault="0062748B" w:rsidP="0062748B"/>
    <w:p w:rsidR="0062748B" w:rsidRDefault="0062748B" w:rsidP="0062748B">
      <w:r>
        <w:t>CF_TotalOMCost(1)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CF_TotalOMCost(2)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lastRenderedPageBreak/>
        <w:t>CF_TotalOMCost(3)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CF_CapitalRecovery  Capital recovery - calculate from the total captical co</w:t>
      </w:r>
    </w:p>
    <w:p w:rsidR="0062748B" w:rsidRDefault="0062748B" w:rsidP="0062748B">
      <w:r>
        <w:t xml:space="preserve">                         st</w:t>
      </w:r>
    </w:p>
    <w:p w:rsidR="0062748B" w:rsidRDefault="0062748B" w:rsidP="0062748B"/>
    <w:p w:rsidR="0062748B" w:rsidRDefault="0062748B" w:rsidP="0062748B">
      <w:r>
        <w:t>CF_CapitalRecovery(1)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CF_CapitalRecovery(2)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t>CF_CapitalRecovery(3)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CF_AnnualCost  Annual cost depending on the Capital recovery and OM cost</w:t>
      </w:r>
    </w:p>
    <w:p w:rsidR="0062748B" w:rsidRDefault="0062748B" w:rsidP="0062748B"/>
    <w:p w:rsidR="0062748B" w:rsidRDefault="0062748B" w:rsidP="0062748B">
      <w:r>
        <w:t>CF_AnnualCost(1)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CF31(1)</w:t>
      </w:r>
    </w:p>
    <w:p w:rsidR="0062748B" w:rsidRDefault="0062748B" w:rsidP="0062748B">
      <w:r>
        <w:t xml:space="preserve">  -1.000000E-5  NonlinearTechCost01(1)</w:t>
      </w:r>
    </w:p>
    <w:p w:rsidR="0062748B" w:rsidRDefault="0062748B" w:rsidP="0062748B"/>
    <w:p w:rsidR="0062748B" w:rsidRDefault="0062748B" w:rsidP="0062748B">
      <w:r>
        <w:t>CF_AnnualCost(2)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CF31(2)</w:t>
      </w:r>
    </w:p>
    <w:p w:rsidR="0062748B" w:rsidRDefault="0062748B" w:rsidP="0062748B">
      <w:r>
        <w:t xml:space="preserve">  -1.000000E-5  NonlinearTechCost01(2)</w:t>
      </w:r>
    </w:p>
    <w:p w:rsidR="0062748B" w:rsidRDefault="0062748B" w:rsidP="0062748B"/>
    <w:p w:rsidR="0062748B" w:rsidRDefault="0062748B" w:rsidP="0062748B">
      <w:r>
        <w:t>CF_AnnualCost(3)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CF31(3)</w:t>
      </w:r>
    </w:p>
    <w:p w:rsidR="0062748B" w:rsidRDefault="0062748B" w:rsidP="0062748B">
      <w:r>
        <w:t xml:space="preserve">  -1.000000E-5  NonlinearTechCost01(3)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GAC_CapitalCost  Capital cost for the activated carbon process</w:t>
      </w:r>
    </w:p>
    <w:p w:rsidR="0062748B" w:rsidRDefault="0062748B" w:rsidP="0062748B"/>
    <w:p w:rsidR="0062748B" w:rsidRDefault="0062748B" w:rsidP="0062748B">
      <w:r>
        <w:t>GAC_CapitalCost(1)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GAC01(1)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GAC_OMCost  Operational and maintenance cost for the activated carbon proce</w:t>
      </w:r>
    </w:p>
    <w:p w:rsidR="0062748B" w:rsidRDefault="0062748B" w:rsidP="0062748B">
      <w:r>
        <w:t xml:space="preserve">                 ss</w:t>
      </w:r>
    </w:p>
    <w:p w:rsidR="0062748B" w:rsidRDefault="0062748B" w:rsidP="0062748B"/>
    <w:p w:rsidR="0062748B" w:rsidRDefault="0062748B" w:rsidP="0062748B">
      <w:r>
        <w:t>GAC_OMCost(1)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GAC02(2)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GAC_TotalCost  Total cost for the activated carbon process implementation</w:t>
      </w:r>
    </w:p>
    <w:p w:rsidR="0062748B" w:rsidRDefault="0062748B" w:rsidP="0062748B"/>
    <w:p w:rsidR="0062748B" w:rsidRDefault="0062748B" w:rsidP="0062748B">
      <w:r>
        <w:t>GAC_TotalCost(1)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GAC03(1)</w:t>
      </w:r>
    </w:p>
    <w:p w:rsidR="0062748B" w:rsidRDefault="0062748B" w:rsidP="0062748B">
      <w:r>
        <w:t xml:space="preserve">  -1.000000E-5  NonlinearTechCost02(1)</w:t>
      </w:r>
    </w:p>
    <w:p w:rsidR="0062748B" w:rsidRDefault="0062748B" w:rsidP="0062748B"/>
    <w:p w:rsidR="0062748B" w:rsidRDefault="0062748B" w:rsidP="0062748B">
      <w:r>
        <w:t>GAC_TotalCost(2)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GAC03(2)</w:t>
      </w:r>
    </w:p>
    <w:p w:rsidR="0062748B" w:rsidRDefault="0062748B" w:rsidP="0062748B">
      <w:r>
        <w:t xml:space="preserve">  -1.000000E-5  NonlinearTechCost02(2)</w:t>
      </w:r>
    </w:p>
    <w:p w:rsidR="0062748B" w:rsidRDefault="0062748B" w:rsidP="0062748B"/>
    <w:p w:rsidR="0062748B" w:rsidRDefault="0062748B" w:rsidP="0062748B">
      <w:r>
        <w:t>GAC_TotalCost(3)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GAC03(3)</w:t>
      </w:r>
    </w:p>
    <w:p w:rsidR="0062748B" w:rsidRDefault="0062748B" w:rsidP="0062748B">
      <w:r>
        <w:lastRenderedPageBreak/>
        <w:t xml:space="preserve">  -1.000000E-5  NonlinearTechCost02(3)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IX_MinResinVolume  Minimum volume of the medium in m3</w:t>
      </w:r>
    </w:p>
    <w:p w:rsidR="0062748B" w:rsidRDefault="0062748B" w:rsidP="0062748B"/>
    <w:p w:rsidR="0062748B" w:rsidRDefault="0062748B" w:rsidP="0062748B">
      <w:r>
        <w:t>IX_MinResinVolume(1)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IX01(1)</w:t>
      </w:r>
    </w:p>
    <w:p w:rsidR="0062748B" w:rsidRDefault="0062748B" w:rsidP="0062748B"/>
    <w:p w:rsidR="0062748B" w:rsidRDefault="0062748B" w:rsidP="0062748B">
      <w:r>
        <w:t>IX_MinResinVolume(2)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IX01(2)</w:t>
      </w:r>
    </w:p>
    <w:p w:rsidR="0062748B" w:rsidRDefault="0062748B" w:rsidP="0062748B"/>
    <w:p w:rsidR="0062748B" w:rsidRDefault="0062748B" w:rsidP="0062748B">
      <w:r>
        <w:t>IX_MinResinVolume(3)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IX_MinVolExhaustionTime  Minimum volume exhaustion time in days</w:t>
      </w:r>
    </w:p>
    <w:p w:rsidR="0062748B" w:rsidRDefault="0062748B" w:rsidP="0062748B"/>
    <w:p w:rsidR="0062748B" w:rsidRDefault="0062748B" w:rsidP="0062748B">
      <w:r>
        <w:t>IX_MinVolExhaustionTime(1)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IX02(1)</w:t>
      </w:r>
    </w:p>
    <w:p w:rsidR="0062748B" w:rsidRDefault="0062748B" w:rsidP="0062748B"/>
    <w:p w:rsidR="0062748B" w:rsidRDefault="0062748B" w:rsidP="0062748B">
      <w:r>
        <w:t>IX_MinVolExhaustionTime(2)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IX02(2)</w:t>
      </w:r>
    </w:p>
    <w:p w:rsidR="0062748B" w:rsidRDefault="0062748B" w:rsidP="0062748B"/>
    <w:p w:rsidR="0062748B" w:rsidRDefault="0062748B" w:rsidP="0062748B">
      <w:r>
        <w:t>IX_MinVolExhaustionTime(3)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IX_ExhaustionTimeResinVolume  Resin volume in m3 for the minimum exhaustion</w:t>
      </w:r>
    </w:p>
    <w:p w:rsidR="0062748B" w:rsidRDefault="0062748B" w:rsidP="0062748B">
      <w:r>
        <w:t xml:space="preserve">                                   time</w:t>
      </w:r>
    </w:p>
    <w:p w:rsidR="0062748B" w:rsidRDefault="0062748B" w:rsidP="0062748B"/>
    <w:p w:rsidR="0062748B" w:rsidRDefault="0062748B" w:rsidP="0062748B">
      <w:r>
        <w:t>IX_ExhaustionTimeResinVolume(1)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IX04(1)</w:t>
      </w:r>
    </w:p>
    <w:p w:rsidR="0062748B" w:rsidRDefault="0062748B" w:rsidP="0062748B">
      <w:r>
        <w:t xml:space="preserve">       -2       IX05(1)</w:t>
      </w:r>
    </w:p>
    <w:p w:rsidR="0062748B" w:rsidRDefault="0062748B" w:rsidP="0062748B">
      <w:r>
        <w:t xml:space="preserve">    -1767.8335  IX06(1)</w:t>
      </w:r>
    </w:p>
    <w:p w:rsidR="0062748B" w:rsidRDefault="0062748B" w:rsidP="0062748B">
      <w:r>
        <w:t xml:space="preserve">     -150       IX08(1)</w:t>
      </w:r>
    </w:p>
    <w:p w:rsidR="0062748B" w:rsidRDefault="0062748B" w:rsidP="0062748B"/>
    <w:p w:rsidR="0062748B" w:rsidRDefault="0062748B" w:rsidP="0062748B">
      <w:r>
        <w:t>IX_ExhaustionTimeResinVolume(2)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IX04(2)</w:t>
      </w:r>
    </w:p>
    <w:p w:rsidR="0062748B" w:rsidRDefault="0062748B" w:rsidP="0062748B">
      <w:r>
        <w:t xml:space="preserve">       -2       IX05(2)</w:t>
      </w:r>
    </w:p>
    <w:p w:rsidR="0062748B" w:rsidRDefault="0062748B" w:rsidP="0062748B">
      <w:r>
        <w:lastRenderedPageBreak/>
        <w:t xml:space="preserve">    -1767.8335  IX06(2)</w:t>
      </w:r>
    </w:p>
    <w:p w:rsidR="0062748B" w:rsidRDefault="0062748B" w:rsidP="0062748B">
      <w:r>
        <w:t xml:space="preserve">     -150       IX08(2)</w:t>
      </w:r>
    </w:p>
    <w:p w:rsidR="0062748B" w:rsidRDefault="0062748B" w:rsidP="0062748B"/>
    <w:p w:rsidR="0062748B" w:rsidRDefault="0062748B" w:rsidP="0062748B">
      <w:r>
        <w:t>IX_ExhaustionTimeResinVolume(3)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IX04(3)</w:t>
      </w:r>
    </w:p>
    <w:p w:rsidR="0062748B" w:rsidRDefault="0062748B" w:rsidP="0062748B">
      <w:r>
        <w:t xml:space="preserve">       -2       IX05(3)</w:t>
      </w:r>
    </w:p>
    <w:p w:rsidR="0062748B" w:rsidRDefault="0062748B" w:rsidP="0062748B">
      <w:r>
        <w:t xml:space="preserve">    -1767.8335  IX06(3)</w:t>
      </w:r>
    </w:p>
    <w:p w:rsidR="0062748B" w:rsidRDefault="0062748B" w:rsidP="0062748B">
      <w:r>
        <w:t xml:space="preserve">     -150       IX08(3)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IX_VesselVolume  Total vessel volume in m3</w:t>
      </w:r>
    </w:p>
    <w:p w:rsidR="0062748B" w:rsidRDefault="0062748B" w:rsidP="0062748B"/>
    <w:p w:rsidR="0062748B" w:rsidRDefault="0062748B" w:rsidP="0062748B">
      <w:r>
        <w:t>IX_VesselVolume(1)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IX05(1)</w:t>
      </w:r>
    </w:p>
    <w:p w:rsidR="0062748B" w:rsidRDefault="0062748B" w:rsidP="0062748B">
      <w:r>
        <w:t xml:space="preserve"> (-185696.0813) IX07(1)</w:t>
      </w:r>
    </w:p>
    <w:p w:rsidR="0062748B" w:rsidRDefault="0062748B" w:rsidP="0062748B">
      <w:r>
        <w:t xml:space="preserve"> (-2.500000E+9) IX12(1)</w:t>
      </w:r>
    </w:p>
    <w:p w:rsidR="0062748B" w:rsidRDefault="0062748B" w:rsidP="0062748B"/>
    <w:p w:rsidR="0062748B" w:rsidRDefault="0062748B" w:rsidP="0062748B">
      <w:r>
        <w:t>IX_VesselVolume(2)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IX05(2)</w:t>
      </w:r>
    </w:p>
    <w:p w:rsidR="0062748B" w:rsidRDefault="0062748B" w:rsidP="0062748B">
      <w:r>
        <w:t xml:space="preserve"> (-185696.0813) IX07(2)</w:t>
      </w:r>
    </w:p>
    <w:p w:rsidR="0062748B" w:rsidRDefault="0062748B" w:rsidP="0062748B">
      <w:r>
        <w:t xml:space="preserve"> (-2.500000E+9) IX12(2)</w:t>
      </w:r>
    </w:p>
    <w:p w:rsidR="0062748B" w:rsidRDefault="0062748B" w:rsidP="0062748B"/>
    <w:p w:rsidR="0062748B" w:rsidRDefault="0062748B" w:rsidP="0062748B">
      <w:r>
        <w:t>IX_VesselVolume(3)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IX05(3)</w:t>
      </w:r>
    </w:p>
    <w:p w:rsidR="0062748B" w:rsidRDefault="0062748B" w:rsidP="0062748B">
      <w:r>
        <w:t xml:space="preserve"> (-185696.0813) IX07(3)</w:t>
      </w:r>
    </w:p>
    <w:p w:rsidR="0062748B" w:rsidRDefault="0062748B" w:rsidP="0062748B">
      <w:r>
        <w:t xml:space="preserve"> (-2.500000E+9) IX12(3)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IX_ResinCost  Total resin cost (in $ per day -- need to check)</w:t>
      </w:r>
    </w:p>
    <w:p w:rsidR="0062748B" w:rsidRDefault="0062748B" w:rsidP="0062748B"/>
    <w:p w:rsidR="0062748B" w:rsidRDefault="0062748B" w:rsidP="0062748B">
      <w:r>
        <w:t>IX_ResinCost(1)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IX06(1)</w:t>
      </w:r>
    </w:p>
    <w:p w:rsidR="0062748B" w:rsidRDefault="0062748B" w:rsidP="0062748B">
      <w:r>
        <w:t xml:space="preserve">      -24       IX15(1)</w:t>
      </w:r>
    </w:p>
    <w:p w:rsidR="0062748B" w:rsidRDefault="0062748B" w:rsidP="0062748B"/>
    <w:p w:rsidR="0062748B" w:rsidRDefault="0062748B" w:rsidP="0062748B">
      <w:r>
        <w:t>IX_ResinCost(2)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IX06(2)</w:t>
      </w:r>
    </w:p>
    <w:p w:rsidR="0062748B" w:rsidRDefault="0062748B" w:rsidP="0062748B">
      <w:r>
        <w:t xml:space="preserve">      -24       IX15(2)</w:t>
      </w:r>
    </w:p>
    <w:p w:rsidR="0062748B" w:rsidRDefault="0062748B" w:rsidP="0062748B"/>
    <w:p w:rsidR="0062748B" w:rsidRDefault="0062748B" w:rsidP="0062748B">
      <w:r>
        <w:t>IX_ResinCost(3)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IX06(3)</w:t>
      </w:r>
    </w:p>
    <w:p w:rsidR="0062748B" w:rsidRDefault="0062748B" w:rsidP="0062748B">
      <w:r>
        <w:t xml:space="preserve">      -24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IX_BedArea  Bed area for the vessel in m2</w:t>
      </w:r>
    </w:p>
    <w:p w:rsidR="0062748B" w:rsidRDefault="0062748B" w:rsidP="0062748B"/>
    <w:p w:rsidR="0062748B" w:rsidRDefault="0062748B" w:rsidP="0062748B">
      <w:r>
        <w:t>IX_BedArea(1)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IX12(1)</w:t>
      </w:r>
    </w:p>
    <w:p w:rsidR="0062748B" w:rsidRDefault="0062748B" w:rsidP="0062748B">
      <w:r>
        <w:t xml:space="preserve">   (-1254.21)   IX13(1)</w:t>
      </w:r>
    </w:p>
    <w:p w:rsidR="0062748B" w:rsidRDefault="0062748B" w:rsidP="0062748B">
      <w:r>
        <w:t xml:space="preserve"> (-7.33000E+11) IX14(1)</w:t>
      </w:r>
    </w:p>
    <w:p w:rsidR="0062748B" w:rsidRDefault="0062748B" w:rsidP="0062748B"/>
    <w:p w:rsidR="0062748B" w:rsidRDefault="0062748B" w:rsidP="0062748B">
      <w:r>
        <w:t>IX_BedArea(2)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IX12(2)</w:t>
      </w:r>
    </w:p>
    <w:p w:rsidR="0062748B" w:rsidRDefault="0062748B" w:rsidP="0062748B">
      <w:r>
        <w:t xml:space="preserve">   (-1254.21)   IX13(2)</w:t>
      </w:r>
    </w:p>
    <w:p w:rsidR="0062748B" w:rsidRDefault="0062748B" w:rsidP="0062748B">
      <w:r>
        <w:t xml:space="preserve"> (-7.33000E+11) IX14(2)</w:t>
      </w:r>
    </w:p>
    <w:p w:rsidR="0062748B" w:rsidRDefault="0062748B" w:rsidP="0062748B"/>
    <w:p w:rsidR="0062748B" w:rsidRDefault="0062748B" w:rsidP="0062748B">
      <w:r>
        <w:t>IX_BedArea(3)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IX12(3)</w:t>
      </w:r>
    </w:p>
    <w:p w:rsidR="0062748B" w:rsidRDefault="0062748B" w:rsidP="0062748B">
      <w:r>
        <w:t xml:space="preserve">   (-1254.21)   IX13(3)</w:t>
      </w:r>
    </w:p>
    <w:p w:rsidR="0062748B" w:rsidRDefault="0062748B" w:rsidP="0062748B">
      <w:r>
        <w:t xml:space="preserve"> (-7.33000E+11) IX14(3)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lastRenderedPageBreak/>
        <w:t>---- IX_TankTotalCost  Total Tank cost in $</w:t>
      </w:r>
    </w:p>
    <w:p w:rsidR="0062748B" w:rsidRDefault="0062748B" w:rsidP="0062748B"/>
    <w:p w:rsidR="0062748B" w:rsidRDefault="0062748B" w:rsidP="0062748B">
      <w:r>
        <w:t>IX_TankTotalCost(1)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IX_TankTotalCost(2)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IX_TankTotalCost(3)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IX_NaClReq  NaCl requirement in Kg per day</w:t>
      </w:r>
    </w:p>
    <w:p w:rsidR="0062748B" w:rsidRDefault="0062748B" w:rsidP="0062748B"/>
    <w:p w:rsidR="0062748B" w:rsidRDefault="0062748B" w:rsidP="0062748B">
      <w:r>
        <w:t>IX_NaClReq(1)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IX08(1)</w:t>
      </w:r>
    </w:p>
    <w:p w:rsidR="0062748B" w:rsidRDefault="0062748B" w:rsidP="0062748B">
      <w:r>
        <w:t xml:space="preserve">       -0.01    IX09(1)</w:t>
      </w:r>
    </w:p>
    <w:p w:rsidR="0062748B" w:rsidRDefault="0062748B" w:rsidP="0062748B">
      <w:r>
        <w:lastRenderedPageBreak/>
        <w:t xml:space="preserve">       -3.65    IX10(1)</w:t>
      </w:r>
    </w:p>
    <w:p w:rsidR="0062748B" w:rsidRDefault="0062748B" w:rsidP="0062748B"/>
    <w:p w:rsidR="0062748B" w:rsidRDefault="0062748B" w:rsidP="0062748B">
      <w:r>
        <w:t>IX_NaClReq(2)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IX08(2)</w:t>
      </w:r>
    </w:p>
    <w:p w:rsidR="0062748B" w:rsidRDefault="0062748B" w:rsidP="0062748B">
      <w:r>
        <w:t xml:space="preserve">       -0.01    IX09(2)</w:t>
      </w:r>
    </w:p>
    <w:p w:rsidR="0062748B" w:rsidRDefault="0062748B" w:rsidP="0062748B">
      <w:r>
        <w:t xml:space="preserve">       -3.65    IX10(2)</w:t>
      </w:r>
    </w:p>
    <w:p w:rsidR="0062748B" w:rsidRDefault="0062748B" w:rsidP="0062748B"/>
    <w:p w:rsidR="0062748B" w:rsidRDefault="0062748B" w:rsidP="0062748B">
      <w:r>
        <w:t>IX_NaClReq(3)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IX08(3)</w:t>
      </w:r>
    </w:p>
    <w:p w:rsidR="0062748B" w:rsidRDefault="0062748B" w:rsidP="0062748B">
      <w:r>
        <w:t xml:space="preserve">       -0.01    IX09(3)</w:t>
      </w:r>
    </w:p>
    <w:p w:rsidR="0062748B" w:rsidRDefault="0062748B" w:rsidP="0062748B">
      <w:r>
        <w:t xml:space="preserve">       -3.65    IX10(3)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IX_TotalChemCost  Total chemical cost per year</w:t>
      </w:r>
    </w:p>
    <w:p w:rsidR="0062748B" w:rsidRDefault="0062748B" w:rsidP="0062748B"/>
    <w:p w:rsidR="0062748B" w:rsidRDefault="0062748B" w:rsidP="0062748B">
      <w:r>
        <w:t>IX_TotalChemCost(1)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IX_TotalChemCost(2)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IX10(2)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IX_TotalChemCost(3)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IX_RegFluidReq  Regeneration fluid requirement</w:t>
      </w:r>
    </w:p>
    <w:p w:rsidR="0062748B" w:rsidRDefault="0062748B" w:rsidP="0062748B"/>
    <w:p w:rsidR="0062748B" w:rsidRDefault="0062748B" w:rsidP="0062748B">
      <w:r>
        <w:t>IX_RegFluidReq(1)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IX09(1)</w:t>
      </w:r>
    </w:p>
    <w:p w:rsidR="0062748B" w:rsidRDefault="0062748B" w:rsidP="0062748B">
      <w:r>
        <w:t xml:space="preserve">     -250       IX11(1)</w:t>
      </w:r>
    </w:p>
    <w:p w:rsidR="0062748B" w:rsidRDefault="0062748B" w:rsidP="0062748B"/>
    <w:p w:rsidR="0062748B" w:rsidRDefault="0062748B" w:rsidP="0062748B">
      <w:r>
        <w:t>IX_RegFluidReq(2)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IX09(2)</w:t>
      </w:r>
    </w:p>
    <w:p w:rsidR="0062748B" w:rsidRDefault="0062748B" w:rsidP="0062748B">
      <w:r>
        <w:t xml:space="preserve">     -250       IX11(2)</w:t>
      </w:r>
    </w:p>
    <w:p w:rsidR="0062748B" w:rsidRDefault="0062748B" w:rsidP="0062748B"/>
    <w:p w:rsidR="0062748B" w:rsidRDefault="0062748B" w:rsidP="0062748B">
      <w:r>
        <w:t>IX_RegFluidReq(3)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IX09(3)</w:t>
      </w:r>
    </w:p>
    <w:p w:rsidR="0062748B" w:rsidRDefault="0062748B" w:rsidP="0062748B">
      <w:r>
        <w:lastRenderedPageBreak/>
        <w:t xml:space="preserve">     -250       IX11(3)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IX_StorageTankCost  Storage tank cost</w:t>
      </w:r>
    </w:p>
    <w:p w:rsidR="0062748B" w:rsidRDefault="0062748B" w:rsidP="0062748B"/>
    <w:p w:rsidR="0062748B" w:rsidRDefault="0062748B" w:rsidP="0062748B">
      <w:r>
        <w:t>IX_StorageTankCost(1)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IX_StorageTankCost(2)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IX_StorageTankCost(3)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IX_ConstructionCost  Construction cost</w:t>
      </w:r>
    </w:p>
    <w:p w:rsidR="0062748B" w:rsidRDefault="0062748B" w:rsidP="0062748B"/>
    <w:p w:rsidR="0062748B" w:rsidRDefault="0062748B" w:rsidP="0062748B">
      <w:r>
        <w:lastRenderedPageBreak/>
        <w:t>IX_ConstructionCost(1)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IX_OMCost  Operating and maintenance cost</w:t>
      </w:r>
    </w:p>
    <w:p w:rsidR="0062748B" w:rsidRDefault="0062748B" w:rsidP="0062748B"/>
    <w:p w:rsidR="0062748B" w:rsidRDefault="0062748B" w:rsidP="0062748B">
      <w:r>
        <w:t>IX_OMCost(1)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IX_OMCost(2)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IX14(2)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IX_TotalCost  Total cost for the implementation of ion exchange process for</w:t>
      </w:r>
    </w:p>
    <w:p w:rsidR="0062748B" w:rsidRDefault="0062748B" w:rsidP="0062748B">
      <w:r>
        <w:t xml:space="preserve">                   each industry</w:t>
      </w:r>
    </w:p>
    <w:p w:rsidR="0062748B" w:rsidRDefault="0062748B" w:rsidP="0062748B"/>
    <w:p w:rsidR="0062748B" w:rsidRDefault="0062748B" w:rsidP="0062748B">
      <w:r>
        <w:t>IX_TotalCost(1)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IX15(1)</w:t>
      </w:r>
    </w:p>
    <w:p w:rsidR="0062748B" w:rsidRDefault="0062748B" w:rsidP="0062748B">
      <w:r>
        <w:t xml:space="preserve">  -1.000000E-5  NonlinearTechCost03(1)</w:t>
      </w:r>
    </w:p>
    <w:p w:rsidR="0062748B" w:rsidRDefault="0062748B" w:rsidP="0062748B"/>
    <w:p w:rsidR="0062748B" w:rsidRDefault="0062748B" w:rsidP="0062748B">
      <w:r>
        <w:t>IX_TotalCost(2)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IX15(2)</w:t>
      </w:r>
    </w:p>
    <w:p w:rsidR="0062748B" w:rsidRDefault="0062748B" w:rsidP="0062748B">
      <w:r>
        <w:t xml:space="preserve">  -1.000000E-5  NonlinearTechCost03(2)</w:t>
      </w:r>
    </w:p>
    <w:p w:rsidR="0062748B" w:rsidRDefault="0062748B" w:rsidP="0062748B"/>
    <w:p w:rsidR="0062748B" w:rsidRDefault="0062748B" w:rsidP="0062748B">
      <w:r>
        <w:t>IX_TotalCost(3)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IX15(3)</w:t>
      </w:r>
    </w:p>
    <w:p w:rsidR="0062748B" w:rsidRDefault="0062748B" w:rsidP="0062748B">
      <w:r>
        <w:t xml:space="preserve">  -1.000000E-5  NonlinearTechCost03(3)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Tobj  Objective function for the technoogy only problem</w:t>
      </w:r>
    </w:p>
    <w:p w:rsidR="0062748B" w:rsidRDefault="0062748B" w:rsidP="0062748B"/>
    <w:p w:rsidR="0062748B" w:rsidRDefault="0062748B" w:rsidP="0062748B">
      <w:r>
        <w:t>Tobj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t xml:space="preserve">        1       Tobjective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Volume  volume of waste treated by each industry using each technology (def</w:t>
      </w:r>
    </w:p>
    <w:p w:rsidR="0062748B" w:rsidRDefault="0062748B" w:rsidP="0062748B">
      <w:r>
        <w:t xml:space="preserve">             ined over i and j)</w:t>
      </w:r>
    </w:p>
    <w:p w:rsidR="0062748B" w:rsidRDefault="0062748B" w:rsidP="0062748B"/>
    <w:p w:rsidR="0062748B" w:rsidRDefault="0062748B" w:rsidP="0062748B">
      <w:r>
        <w:t>Volume(1,1)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0.0028  Tc2(1)</w:t>
      </w:r>
    </w:p>
    <w:p w:rsidR="0062748B" w:rsidRDefault="0062748B" w:rsidP="0062748B">
      <w:r>
        <w:t xml:space="preserve">      -43.8021  DFREq(1,1)</w:t>
      </w:r>
    </w:p>
    <w:p w:rsidR="0062748B" w:rsidRDefault="0062748B" w:rsidP="0062748B">
      <w:r>
        <w:t xml:space="preserve">       -1.1574  CF01(1)</w:t>
      </w:r>
    </w:p>
    <w:p w:rsidR="0062748B" w:rsidRDefault="0062748B" w:rsidP="0062748B"/>
    <w:p w:rsidR="0062748B" w:rsidRDefault="0062748B" w:rsidP="0062748B">
      <w:r>
        <w:t>Volume(1,2)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Tc1(1)</w:t>
      </w:r>
    </w:p>
    <w:p w:rsidR="0062748B" w:rsidRDefault="0062748B" w:rsidP="0062748B">
      <w:r>
        <w:t xml:space="preserve">        0.0041  Tc2(1)</w:t>
      </w:r>
    </w:p>
    <w:p w:rsidR="0062748B" w:rsidRDefault="0062748B" w:rsidP="0062748B">
      <w:r>
        <w:t xml:space="preserve">      -43.8021  DFREq(1,2)</w:t>
      </w:r>
    </w:p>
    <w:p w:rsidR="0062748B" w:rsidRDefault="0062748B" w:rsidP="0062748B">
      <w:r>
        <w:t xml:space="preserve"> (-7.37701E+16) GAC01(1)</w:t>
      </w:r>
    </w:p>
    <w:p w:rsidR="0062748B" w:rsidRDefault="0062748B" w:rsidP="0062748B">
      <w:r>
        <w:t xml:space="preserve"> (-8.53308E+15) GAC02(1)</w:t>
      </w:r>
    </w:p>
    <w:p w:rsidR="0062748B" w:rsidRDefault="0062748B" w:rsidP="0062748B"/>
    <w:p w:rsidR="0062748B" w:rsidRDefault="0062748B" w:rsidP="0062748B">
      <w:r>
        <w:t>Volume(1,3)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0.0014  Tc2(1)</w:t>
      </w:r>
    </w:p>
    <w:p w:rsidR="0062748B" w:rsidRDefault="0062748B" w:rsidP="0062748B">
      <w:r>
        <w:t xml:space="preserve">      -43.8021  DFREq(1,3)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>---- DFR  Desired flow rate for the industry in liters per sec</w:t>
      </w:r>
    </w:p>
    <w:p w:rsidR="0062748B" w:rsidRDefault="0062748B" w:rsidP="0062748B"/>
    <w:p w:rsidR="0062748B" w:rsidRDefault="0062748B" w:rsidP="0062748B">
      <w:r>
        <w:t>DFR(1,1)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DFREq(1,1)</w:t>
      </w:r>
    </w:p>
    <w:p w:rsidR="0062748B" w:rsidRDefault="0062748B" w:rsidP="0062748B">
      <w:r>
        <w:t xml:space="preserve">       -1.0067  CF03(1)</w:t>
      </w:r>
    </w:p>
    <w:p w:rsidR="0062748B" w:rsidRDefault="0062748B" w:rsidP="0062748B">
      <w:r>
        <w:t xml:space="preserve">        1       CF04(1)</w:t>
      </w:r>
    </w:p>
    <w:p w:rsidR="0062748B" w:rsidRDefault="0062748B" w:rsidP="0062748B">
      <w:r>
        <w:t xml:space="preserve">       -1.0603  CF09(1)</w:t>
      </w:r>
    </w:p>
    <w:p w:rsidR="0062748B" w:rsidRDefault="0062748B" w:rsidP="0062748B">
      <w:r>
        <w:t xml:space="preserve">      -42.2146  CF25(1)</w:t>
      </w:r>
    </w:p>
    <w:p w:rsidR="0062748B" w:rsidRDefault="0062748B" w:rsidP="0062748B">
      <w:r>
        <w:t xml:space="preserve">       -8.4429  CF27(1)</w:t>
      </w:r>
    </w:p>
    <w:p w:rsidR="0062748B" w:rsidRDefault="0062748B" w:rsidP="0062748B"/>
    <w:p w:rsidR="0062748B" w:rsidRDefault="0062748B" w:rsidP="0062748B">
      <w:r>
        <w:lastRenderedPageBreak/>
        <w:t>DFR(1,2)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DFREq(1,2)</w:t>
      </w:r>
    </w:p>
    <w:p w:rsidR="0062748B" w:rsidRDefault="0062748B" w:rsidP="0062748B"/>
    <w:p w:rsidR="0062748B" w:rsidRDefault="0062748B" w:rsidP="0062748B">
      <w:r>
        <w:t>DFR(1,3)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DFREq(1,3)</w:t>
      </w:r>
    </w:p>
    <w:p w:rsidR="0062748B" w:rsidRDefault="0062748B" w:rsidP="0062748B">
      <w:r>
        <w:t xml:space="preserve">       -0.18    IX01(1)</w:t>
      </w:r>
    </w:p>
    <w:p w:rsidR="0062748B" w:rsidRDefault="0062748B" w:rsidP="0062748B">
      <w:r>
        <w:t xml:space="preserve">       -0.0156  IX04(1)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 xml:space="preserve">---- NonlinearTechCost  </w:t>
      </w:r>
    </w:p>
    <w:p w:rsidR="0062748B" w:rsidRDefault="0062748B" w:rsidP="0062748B"/>
    <w:p w:rsidR="0062748B" w:rsidRDefault="0062748B" w:rsidP="0062748B">
      <w:r>
        <w:t>NonlinearTechCost(1,1)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NonlinearTechCost01(1)</w:t>
      </w:r>
    </w:p>
    <w:p w:rsidR="0062748B" w:rsidRDefault="0062748B" w:rsidP="0062748B"/>
    <w:p w:rsidR="0062748B" w:rsidRDefault="0062748B" w:rsidP="0062748B">
      <w:r>
        <w:t>NonlinearTechCost(1,2)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NonlinearTechCost02(1)</w:t>
      </w:r>
    </w:p>
    <w:p w:rsidR="0062748B" w:rsidRDefault="0062748B" w:rsidP="0062748B"/>
    <w:p w:rsidR="0062748B" w:rsidRDefault="0062748B" w:rsidP="0062748B">
      <w:r>
        <w:t>NonlinearTechCost(1,3)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NonlinearTechCost03(1)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16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4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54     SINGLE EQUATIONS        1,596</w:t>
      </w:r>
    </w:p>
    <w:p w:rsidR="0062748B" w:rsidRDefault="0062748B" w:rsidP="0062748B">
      <w:r>
        <w:t>BLOCKS OF VARIABLES          51     SINGLE VARIABLES        1,625</w:t>
      </w:r>
    </w:p>
    <w:p w:rsidR="0062748B" w:rsidRDefault="0062748B" w:rsidP="0062748B">
      <w:r>
        <w:t>NON ZERO ELEMENTS         4,003     NON LINEAR N-Z            174</w:t>
      </w:r>
    </w:p>
    <w:p w:rsidR="0062748B" w:rsidRDefault="0062748B" w:rsidP="0062748B">
      <w:r>
        <w:t>DERIVATIVE POOL              10     CONSTANT POOL              31</w:t>
      </w:r>
    </w:p>
    <w:p w:rsidR="0062748B" w:rsidRDefault="0062748B" w:rsidP="0062748B">
      <w:r>
        <w:t>CODE LENGTH               1,508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0.016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0.016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4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17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TechProblem         OBJECTIVE  Tobj</w:t>
      </w:r>
    </w:p>
    <w:p w:rsidR="0062748B" w:rsidRDefault="0062748B" w:rsidP="0062748B">
      <w:r>
        <w:t xml:space="preserve">     TYPE    NLP                 DIRECTION  MINIMIZE</w:t>
      </w:r>
    </w:p>
    <w:p w:rsidR="0062748B" w:rsidRDefault="0062748B" w:rsidP="0062748B">
      <w:r>
        <w:t xml:space="preserve">     SOLVER  CONOPT              FROM LINE  868</w:t>
      </w:r>
    </w:p>
    <w:p w:rsidR="0062748B" w:rsidRDefault="0062748B" w:rsidP="0062748B"/>
    <w:p w:rsidR="0062748B" w:rsidRDefault="0062748B" w:rsidP="0062748B">
      <w:r>
        <w:t xml:space="preserve">**** SOLVER STATUS     7 Licensing Problems        </w:t>
      </w:r>
    </w:p>
    <w:p w:rsidR="0062748B" w:rsidRDefault="0062748B" w:rsidP="0062748B">
      <w:r>
        <w:t xml:space="preserve">**** MODEL STATUS      11 Licensing Problem        </w:t>
      </w:r>
    </w:p>
    <w:p w:rsidR="0062748B" w:rsidRDefault="0062748B" w:rsidP="0062748B">
      <w:r>
        <w:t>**** OBJECTIVE VALUE               NA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>
      <w:r>
        <w:t xml:space="preserve"> EVALUATION ERRORS              0             0</w:t>
      </w:r>
    </w:p>
    <w:p w:rsidR="0062748B" w:rsidRDefault="0062748B" w:rsidP="0062748B">
      <w:r>
        <w:t xml:space="preserve">CONOPT 3         24.1.3 r41464 Released Jul 26, 2013 WEI x86_64/MS Windows    </w:t>
      </w:r>
    </w:p>
    <w:p w:rsidR="0062748B" w:rsidRDefault="0062748B" w:rsidP="0062748B">
      <w:r>
        <w:t>*** No license found</w:t>
      </w:r>
    </w:p>
    <w:p w:rsidR="0062748B" w:rsidRDefault="0062748B" w:rsidP="0062748B">
      <w:r>
        <w:t>*** To update your license, please contact your distributor.</w:t>
      </w:r>
    </w:p>
    <w:p w:rsidR="0062748B" w:rsidRDefault="0062748B" w:rsidP="0062748B">
      <w:r>
        <w:t>*** Too many equations for demo mode</w:t>
      </w:r>
    </w:p>
    <w:p w:rsidR="0062748B" w:rsidRDefault="0062748B" w:rsidP="0062748B">
      <w:r>
        <w:t>***   Number of equations          : 1596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variables for demo mode</w:t>
      </w:r>
    </w:p>
    <w:p w:rsidR="0062748B" w:rsidRDefault="0062748B" w:rsidP="0062748B">
      <w:r>
        <w:lastRenderedPageBreak/>
        <w:t>***   Number of variables          : 1625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nonzero elements for demo mode</w:t>
      </w:r>
    </w:p>
    <w:p w:rsidR="0062748B" w:rsidRDefault="0062748B" w:rsidP="0062748B">
      <w:r>
        <w:t>***   Number of nonzeros           : 4003</w:t>
      </w:r>
    </w:p>
    <w:p w:rsidR="0062748B" w:rsidRDefault="0062748B" w:rsidP="0062748B">
      <w:r>
        <w:t>***   Maximum allowed              : 2000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No solution returned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18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Tobjective  =E=  </w:t>
      </w:r>
    </w:p>
    <w:p w:rsidR="0062748B" w:rsidRDefault="0062748B" w:rsidP="0062748B"/>
    <w:p w:rsidR="0062748B" w:rsidRDefault="0062748B" w:rsidP="0062748B">
      <w:r>
        <w:t>Tobjective..  Tobj - NonlinearTechCost(1,1) - NonlinearTechCost(1,2)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NonlinearTechCost(1,3) - NonlinearTechCost(2,1) - NonlinearTechCost(2,2)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NonlinearTechCost(2,3) - NonlinearTechCost(3,1) - NonlinearTechCost(3,2)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NonlinearTechCost(3,3) - NonlinearTechCost(4,1) - NonlinearTechCost(4,2)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NonlinearTechCost(4,3) - NonlinearTechCost(5,1) - NonlinearTechCost(5,2)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NonlinearTechCost(5,3) - NonlinearTechCost(6,1) - NonlinearTechCost(6,2)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NonlinearTechCost(6,3) - NonlinearTechCost(7,1) - NonlinearTechCost(7,2)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NonlinearTechCost(7,3) - NonlinearTechCost(8,1) - NonlinearTechCost(8,2)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NonlinearTechCost(8,3) - NonlinearTechCost(9,1) - NonlinearTechCost(9,2)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NonlinearTechCost(9,3) - NonlinearTechCost(10,1)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NonlinearTechCost(10,2) - NonlinearTechCost(10,3)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NonlinearTechCost(11,1) - NonlinearTechCost(11,2)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NonlinearTechCost(11,3) - NonlinearTechCost(12,1)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NonlinearTechCost(12,2) - NonlinearTechCost(12,3)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NonlinearTechCost(13,1) - NonlinearTechCost(13,2)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NonlinearTechCost(13,3) - NonlinearTechCost(14,1)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NonlinearTechCost(14,2) - NonlinearTechCost(14,3)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NonlinearTechCost(15,1) - NonlinearTechCost(15,2)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NonlinearTechCost(15,3) - NonlinearTechCost(16,1)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NonlinearTechCost(16,2) - NonlinearTechCost(16,3)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NonlinearTechCost(17,1) - NonlinearTechCost(17,2)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NonlinearTechCost(17,3) - NonlinearTechCost(18,1)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NonlinearTechCost(18,2) - NonlinearTechCost(18,3)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NonlinearTechCost(19,1) - NonlinearTechCost(19,2)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NonlinearTechCost(19,3) - NonlinearTechCost(20,1)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NonlinearTechCost(20,2) - NonlinearTechCost(20,3)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NonlinearTechCost(21,1) - NonlinearTechCost(21,2)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NonlinearTechCost(21,3) - NonlinearTechCost(22,1)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NonlinearTechCost(22,2) - NonlinearTechCost(22,3)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NonlinearTechCost(23,1) - NonlinearTechCost(23,2)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NonlinearTechCost(23,3) - NonlinearTechCost(24,1)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NonlinearTechCost(24,2) - NonlinearTechCost(24,3)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NonlinearTechCost(25,1) - NonlinearTechCost(25,2)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NonlinearTechCost(25,3) - NonlinearTechCost(26,1)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NonlinearTechCost(26,2) - NonlinearTechCost(26,3)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NonlinearTechCost(27,1) - NonlinearTechCost(27,2)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NonlinearTechCost(27,3) - NonlinearTechCost(28,1)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NonlinearTechCost(28,2) - NonlinearTechCost(28,3)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NonlinearTechCost(29,1) - NonlinearTechCost(29,2)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 xml:space="preserve">---- Tc1  =L=  </w:t>
      </w:r>
    </w:p>
    <w:p w:rsidR="0062748B" w:rsidRDefault="0062748B" w:rsidP="0062748B"/>
    <w:p w:rsidR="0062748B" w:rsidRDefault="0062748B" w:rsidP="0062748B">
      <w:r>
        <w:t>Tc1(1)..  Volume(1,1) + Volume(1,2) + Volume(1,3) =L= 46.1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Tc1(2)..  Volume(2,1) + Volume(2,2) + Volume(2,3) =L= 1.5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Tc1(3)..  Volume(3,1) + Volume(3,2) + Volume(3,3) =L= 4.6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Tc2  =G=  </w:t>
      </w:r>
    </w:p>
    <w:p w:rsidR="0062748B" w:rsidRDefault="0062748B" w:rsidP="0062748B"/>
    <w:p w:rsidR="0062748B" w:rsidRDefault="0062748B" w:rsidP="0062748B">
      <w:r>
        <w:t>Tc2(1)..  0.002762685*Volume(1,1) + 0.00414402749999999*Volume(1,2)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+ 0.0013813425*Volume(1,3) =G= 0.122832874808418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0.122832874808418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Tc2(2)..  0.002762685*Volume(2,1) + 0.00414402749999999*Volume(2,2)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+ 0.0013813425*Volume(2,3) =G= 0.00202831822193877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0.00202831822193877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Tc2(3)..  0.002762685*Volume(3,1) + 0.00414402749999999*Volume(3,2)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+ 0.0013813425*Volume(3,3) =G= 0.0100326811806122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0.0100326811806122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DFREq  =E=  </w:t>
      </w:r>
    </w:p>
    <w:p w:rsidR="0062748B" w:rsidRDefault="0062748B" w:rsidP="0062748B"/>
    <w:p w:rsidR="0062748B" w:rsidRDefault="0062748B" w:rsidP="0062748B">
      <w:r>
        <w:t>DFREq(1,1)..  - 43.8020833333334*Volume(1,1) + DFR(1,1)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DFREq(1,2)..  - 43.8020833333334*Volume(1,2) + DFR(1,2)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DFREq(1,3)..  - 43.8020833333334*Volume(1,3) + 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CF01  =E=  </w:t>
      </w:r>
    </w:p>
    <w:p w:rsidR="0062748B" w:rsidRDefault="0062748B" w:rsidP="0062748B"/>
    <w:p w:rsidR="0062748B" w:rsidRDefault="0062748B" w:rsidP="0062748B">
      <w:r>
        <w:t>CF01(1)..  CF_NoOfModules(1) - 1.15740740740741*Volume(1,1)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CF01(2)..  CF_NoOfModules(2) - 1.15740740740741*Volume(2,1)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CF01(3)..  CF_NoOfModules(3) - 1.15740740740741*Volume(3,1)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CF03  =E=  </w:t>
      </w:r>
    </w:p>
    <w:p w:rsidR="0062748B" w:rsidRDefault="0062748B" w:rsidP="0062748B"/>
    <w:p w:rsidR="0062748B" w:rsidRDefault="0062748B" w:rsidP="0062748B">
      <w:r>
        <w:t>CF03(1)..  CF_MFF(1) - 1.00671140939597*DFR(1,1)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CF03(2)..  CF_MFF(2) - 1.00671140939597*DFR(2,1)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CF03(3)..  CF_MFF(3) - 1.00671140939597*DFR(3,1)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CF04  =E=  </w:t>
      </w:r>
    </w:p>
    <w:p w:rsidR="0062748B" w:rsidRDefault="0062748B" w:rsidP="0062748B"/>
    <w:p w:rsidR="0062748B" w:rsidRDefault="0062748B" w:rsidP="0062748B">
      <w:r>
        <w:t>CF04(1)..  CF_BackwashFlow(1) - CF_MFF(1)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CF04(2)..  CF_BackwashFlow(2) - CF_MFF(2) + 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CF04(3)..  CF_BackwashFlow(3) - CF_MFF(3) + 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CF05  =E=  </w:t>
      </w:r>
    </w:p>
    <w:p w:rsidR="0062748B" w:rsidRDefault="0062748B" w:rsidP="0062748B"/>
    <w:p w:rsidR="0062748B" w:rsidRDefault="0062748B" w:rsidP="0062748B">
      <w:r>
        <w:t>CF05(1)..  CF_FeedPumpHP(1) - 0.346809353943718*CF_MFF(1)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CF05(2)..  CF_FeedPumpHP(2) - 0.346809353943718*CF_MFF(2)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CF05(3)..  CF_FeedPumpHP(3) - 0.346809353943718*CF_MFF(3)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CF06  =E=  </w:t>
      </w:r>
    </w:p>
    <w:p w:rsidR="0062748B" w:rsidRDefault="0062748B" w:rsidP="0062748B"/>
    <w:p w:rsidR="0062748B" w:rsidRDefault="0062748B" w:rsidP="0062748B">
      <w:r>
        <w:t>CF06(1)..  - 6534.96*CF_FeedPumpHP(1) + CF_FeedPumpPower(1)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CF06(2)..  - 6534.96*CF_FeedPumpHP(2) + CF_FeedPumpPower(2)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CF06(3)..  - 6534.96*CF_FeedPumpHP(3) + CF_FeedPumpPower(3)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CF07  =E=  </w:t>
      </w:r>
    </w:p>
    <w:p w:rsidR="0062748B" w:rsidRDefault="0062748B" w:rsidP="0062748B"/>
    <w:p w:rsidR="0062748B" w:rsidRDefault="0062748B" w:rsidP="0062748B">
      <w:r>
        <w:t>CF07(1)..  - 43.508*CF_FeedPumpHP(1) + CF_BackflushPower(1)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CF07(2)..  - 43.508*CF_FeedPumpHP(2) + CF_BackflushPower(2)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CF07(3)..  - 43.508*CF_FeedPumpHP(3) + CF_BackflushPower(3)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CF08  =E=  </w:t>
      </w:r>
    </w:p>
    <w:p w:rsidR="0062748B" w:rsidRDefault="0062748B" w:rsidP="0062748B"/>
    <w:p w:rsidR="0062748B" w:rsidRDefault="0062748B" w:rsidP="0062748B">
      <w:r>
        <w:t>CF08(1)..  - 90*CF_NoOfModules(1) + CF_NoOfMembranes(1)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CF08(2)..  - 90*CF_NoOfModules(2) + CF_NoOfMembranes(2)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CF08(3)..  - 90*CF_NoOfModules(3) + CF_NoOfMembranes(3)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CF09  =E=  </w:t>
      </w:r>
    </w:p>
    <w:p w:rsidR="0062748B" w:rsidRDefault="0062748B" w:rsidP="0062748B"/>
    <w:p w:rsidR="0062748B" w:rsidRDefault="0062748B" w:rsidP="0062748B">
      <w:r>
        <w:t>CF09(1)..  CF_BuildingArea(1) - 1.060338816*DFR(1,1)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CF09(2)..  CF_BuildingArea(2) - 1.060338816*DFR(2,1)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CF09(3)..  CF_BuildingArea(3) - 1.060338816*DFR(3,1)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CF10  =E=  </w:t>
      </w:r>
    </w:p>
    <w:p w:rsidR="0062748B" w:rsidRDefault="0062748B" w:rsidP="0062748B"/>
    <w:p w:rsidR="0062748B" w:rsidRDefault="0062748B" w:rsidP="0062748B">
      <w:r>
        <w:t>CF10(1)..  - 370000*CF_NoOfModules(1) + CF_MembraneModuleCost(1)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CF10(2)..  - 370000*CF_NoOfModules(2) + CF_MembraneModuleCost(2)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CF10(3)..  - 370000*CF_NoOfModules(3) + CF_MembraneModuleCost(3)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CF11  =E=  </w:t>
      </w:r>
    </w:p>
    <w:p w:rsidR="0062748B" w:rsidRDefault="0062748B" w:rsidP="0062748B"/>
    <w:p w:rsidR="0062748B" w:rsidRDefault="0062748B" w:rsidP="0062748B">
      <w:r>
        <w:t>CF11(1)..  - 1076*CF_BuildingArea(1) + CF_BuildingCost(1)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CF11(2)..  - 1076*CF_BuildingArea(2) + CF_BuildingCost(2)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CF11(3)..  - 1076*CF_BuildingArea(3) + CF_BuildingCost(3)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CF12  =E=  </w:t>
      </w:r>
    </w:p>
    <w:p w:rsidR="0062748B" w:rsidRDefault="0062748B" w:rsidP="0062748B"/>
    <w:p w:rsidR="0062748B" w:rsidRDefault="0062748B" w:rsidP="0062748B">
      <w:r>
        <w:t>CF12(1)..  - 70000*CF_NoOfModules(1) + CF_InstallationCost(1)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CF12(2)..  - 70000*CF_NoOfModules(2) + CF_InstallationCost(2)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CF12(3)..  - 70000*CF_NoOfModules(3) + CF_InstallationCost(3)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CF13  =E=  </w:t>
      </w:r>
    </w:p>
    <w:p w:rsidR="0062748B" w:rsidRDefault="0062748B" w:rsidP="0062748B"/>
    <w:p w:rsidR="0062748B" w:rsidRDefault="0062748B" w:rsidP="0062748B">
      <w:r>
        <w:t>CF13(1)..  - 0.05*CF_MembraneModuleCost(1) + CF_MiscCost(1)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CF13(2)..  - 0.05*CF_MembraneModuleCost(2) + CF_MiscCost(2)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CF13(3)..  - 0.05*CF_MembraneModuleCost(3) + CF_MiscCost(3)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CF14  =E=  </w:t>
      </w:r>
    </w:p>
    <w:p w:rsidR="0062748B" w:rsidRDefault="0062748B" w:rsidP="0062748B"/>
    <w:p w:rsidR="0062748B" w:rsidRDefault="0062748B" w:rsidP="0062748B">
      <w:r>
        <w:t>CF14(1)..  - 0.05*CF_MembraneModuleCost(1) - 0.05*CF_MiscCost(1)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CF_PlantPipingCost(1)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CF14(2)..  - 0.05*CF_MembraneModuleCost(2) - 0.05*CF_MiscCost(2)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CF14(3)..  - 0.05*CF_MembraneModuleCost(3) - 0.05*CF_MiscCost(3)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CF15  =E=  </w:t>
      </w:r>
    </w:p>
    <w:p w:rsidR="0062748B" w:rsidRDefault="0062748B" w:rsidP="0062748B"/>
    <w:p w:rsidR="0062748B" w:rsidRDefault="0062748B" w:rsidP="0062748B">
      <w:r>
        <w:t>CF15(1)..  - 0.1*CF_MembraneModuleCost(1) - 0.1*CF_MiscCost(1)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CF15(2)..  - 0.1*CF_MembraneModuleCost(2) - 0.1*CF_MiscCost(2)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CF15(3)..  - 0.1*CF_MembraneModuleCost(3) - 0.1*CF_MiscCost(3)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CF_EngineeringCost(3)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CF16  =E=  </w:t>
      </w:r>
    </w:p>
    <w:p w:rsidR="0062748B" w:rsidRDefault="0062748B" w:rsidP="0062748B"/>
    <w:p w:rsidR="0062748B" w:rsidRDefault="0062748B" w:rsidP="0062748B">
      <w:r>
        <w:t>CF16(1)..  - CF_MembraneModuleCost(1) - CF_BuildingCost(1)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CF_InstallationCost(1) - CF_MiscCost(1) - CF_PlantPipingCost(1)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CF_EngineeringCost(1) + CF_DirectCapitalCost(1)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CF16(2)..  - CF_MembraneModuleCost(2) - CF_BuildingCost(2)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CF_InstallationCost(2) - CF_MiscCost(2) - CF_PlantPipingCost(2)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CF_EngineeringCost(2) + CF_DirectCapitalCost(2)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CF16(3)..  - CF_MembraneModuleCost(3) - CF_BuildingCost(3)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CF_InstallationCost(3) - CF_MiscCost(3) - CF_PlantPipingCost(3)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CF_EngineeringCost(3) + CF_DirectCapitalCost(3)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CF17  =E=  </w:t>
      </w:r>
    </w:p>
    <w:p w:rsidR="0062748B" w:rsidRDefault="0062748B" w:rsidP="0062748B"/>
    <w:p w:rsidR="0062748B" w:rsidRDefault="0062748B" w:rsidP="0062748B">
      <w:r>
        <w:t>CF17(1)..  - 0.06*CF_DirectCapitalCost(1) + CF_ConstructionInterest(1)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CF17(2)..  - 0.06*CF_DirectCapitalCost(2) + CF_ConstructionInterest(2)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CF17(3)..  - 0.06*CF_DirectCapitalCost(3) + CF_ConstructionInterest(3)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CF18  =E=  </w:t>
      </w:r>
    </w:p>
    <w:p w:rsidR="0062748B" w:rsidRDefault="0062748B" w:rsidP="0062748B"/>
    <w:p w:rsidR="0062748B" w:rsidRDefault="0062748B" w:rsidP="0062748B">
      <w:r>
        <w:t>CF18(1)..  - 0.2*CF_DirectCapitalCost(1) + CF_Contingencies(1)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CF18(2)..  - 0.2*CF_DirectCapitalCost(2) + CF_Contingencies(2)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CF18(3)..  - 0.2*CF_DirectCapitalCost(3) + CF_Contingencies(3)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CF19  =E=  </w:t>
      </w:r>
    </w:p>
    <w:p w:rsidR="0062748B" w:rsidRDefault="0062748B" w:rsidP="0062748B"/>
    <w:p w:rsidR="0062748B" w:rsidRDefault="0062748B" w:rsidP="0062748B">
      <w:r>
        <w:t>CF19(1)..  - 0.1*CF_DirectCapitalCost(1) + CF_ProjectManagement(1)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CF19(2)..  - 0.1*CF_DirectCapitalCost(2) + CF_ProjectManagement(2)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CF19(3)..  - 0.1*CF_DirectCapitalCost(3) + CF_ProjectManagement(3)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CF20  =E=  </w:t>
      </w:r>
    </w:p>
    <w:p w:rsidR="0062748B" w:rsidRDefault="0062748B" w:rsidP="0062748B"/>
    <w:p w:rsidR="0062748B" w:rsidRDefault="0062748B" w:rsidP="0062748B">
      <w:r>
        <w:lastRenderedPageBreak/>
        <w:t>CF20(1)..  - 0.04*CF_DirectCapitalCost(1) + CF_WorkingCapital(1)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CF20(2)..  - 0.04*CF_DirectCapitalCost(2) + CF_WorkingCapital(2)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CF20(3)..  - 0.04*CF_DirectCapitalCost(3) + CF_WorkingCapital(3)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CF21  =E=  </w:t>
      </w:r>
    </w:p>
    <w:p w:rsidR="0062748B" w:rsidRDefault="0062748B" w:rsidP="0062748B"/>
    <w:p w:rsidR="0062748B" w:rsidRDefault="0062748B" w:rsidP="0062748B">
      <w:r>
        <w:t>CF21(1)..  - CF_ConstructionInterest(1) - CF_Contingencies(1)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CF_ProjectManagement(1) - CF_WorkingCapital(1)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CF21(2)..  - CF_ConstructionInterest(2) - CF_Contingencies(2)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CF_ProjectManagement(2) - CF_WorkingCapital(2)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CF21(3)..  - CF_ConstructionInterest(3) - CF_Contingencies(3)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CF_ProjectManagement(3) - CF_WorkingCapital(3)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CF22  =E=  </w:t>
      </w:r>
    </w:p>
    <w:p w:rsidR="0062748B" w:rsidRDefault="0062748B" w:rsidP="0062748B"/>
    <w:p w:rsidR="0062748B" w:rsidRDefault="0062748B" w:rsidP="0062748B">
      <w:r>
        <w:t>CF22(1)..  - CF_DirectCapitalCost(1) - CF_IndirectCapitalCost(1)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CF22(2)..  - CF_DirectCapitalCost(2) - CF_IndirectCapitalCost(2)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CF22(3)..  - CF_DirectCapitalCost(3) - CF_IndirectCapitalCost(3)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CF_TotalConstructionCost(3)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CF23  =E=  </w:t>
      </w:r>
    </w:p>
    <w:p w:rsidR="0062748B" w:rsidRDefault="0062748B" w:rsidP="0062748B"/>
    <w:p w:rsidR="0062748B" w:rsidRDefault="0062748B" w:rsidP="0062748B">
      <w:r>
        <w:t>CF23(1)..  - 0.080966314354*CF_FeedPumpPower(1)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- 0.080966314354*CF_BackflushPower(1) + CF_ElectricityCost(1)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CF23(2)..  - 0.080966314354*CF_FeedPumpPower(2)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- 0.080966314354*CF_BackflushPower(2) + CF_ElectricityCost(2)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CF23(3)..  - 0.080966314354*CF_FeedPumpPower(3)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- 0.080966314354*CF_BackflushPower(3) + CF_ElectricityCost(3)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CF24  =E=  </w:t>
      </w:r>
    </w:p>
    <w:p w:rsidR="0062748B" w:rsidRDefault="0062748B" w:rsidP="0062748B"/>
    <w:p w:rsidR="0062748B" w:rsidRDefault="0062748B" w:rsidP="0062748B">
      <w:r>
        <w:t>CF24(1)..  CF_LaborCost(1)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CF24(2)..  CF_LaborCost(2)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CF24(3)..  CF_LaborCost(3)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CF25  =E=  </w:t>
      </w:r>
    </w:p>
    <w:p w:rsidR="0062748B" w:rsidRDefault="0062748B" w:rsidP="0062748B"/>
    <w:p w:rsidR="0062748B" w:rsidRDefault="0062748B" w:rsidP="0062748B">
      <w:r>
        <w:t>CF25(1)..  CF_ChemicalCost(1) - 50.834060153151*DFR(1,1) =E= -296.884734981635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296.884734981635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CF25(2)..  CF_ChemicalCost(2) - 50.834060153151*DFR(2,1) =E= -296.884734981635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296.884734981635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CF25(3)..  CF_ChemicalCost(3) - 50.834060153151*DFR(3,1) =E= -296.884734981635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0, INFES = 296.884734981635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CF26  =E=  </w:t>
      </w:r>
    </w:p>
    <w:p w:rsidR="0062748B" w:rsidRDefault="0062748B" w:rsidP="0062748B"/>
    <w:p w:rsidR="0062748B" w:rsidRDefault="0062748B" w:rsidP="0062748B">
      <w:r>
        <w:t>CF26(1)..  - 131.555190384423*CF_NoOfMembranes(1)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CF26(2)..  - 131.555190384423*CF_NoOfMembranes(2)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CF26(3)..  - 131.555190384423*CF_NoOfMembranes(3)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CF27  =E=  </w:t>
      </w:r>
    </w:p>
    <w:p w:rsidR="0062748B" w:rsidRDefault="0062748B" w:rsidP="0062748B"/>
    <w:p w:rsidR="0062748B" w:rsidRDefault="0062748B" w:rsidP="0062748B">
      <w:r>
        <w:lastRenderedPageBreak/>
        <w:t xml:space="preserve">CF27(1)..  CF_CleaningChemicalCost(1) - 10.1668120306302*DFR(1,1) =E= </w:t>
      </w:r>
    </w:p>
    <w:p w:rsidR="0062748B" w:rsidRDefault="0062748B" w:rsidP="0062748B">
      <w:r>
        <w:t xml:space="preserve">     59.3773032583652 ; (LHS = 0, INFES = 59.3773032583652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CF27(2)..  CF_CleaningChemicalCost(2) - 10.1668120306302*DFR(2,1) =E= </w:t>
      </w:r>
    </w:p>
    <w:p w:rsidR="0062748B" w:rsidRDefault="0062748B" w:rsidP="0062748B">
      <w:r>
        <w:t xml:space="preserve">     59.3773032583652 ; (LHS = 0, INFES = 59.3773032583652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CF27(3)..  CF_CleaningChemicalCost(3) - 10.1668120306302*DFR(3,1) =E= </w:t>
      </w:r>
    </w:p>
    <w:p w:rsidR="0062748B" w:rsidRDefault="0062748B" w:rsidP="0062748B">
      <w:r>
        <w:t xml:space="preserve">     59.3773032583652 ; (LHS = 0, INFES = 59.3773032583652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CF28  =E=  </w:t>
      </w:r>
    </w:p>
    <w:p w:rsidR="0062748B" w:rsidRDefault="0062748B" w:rsidP="0062748B"/>
    <w:p w:rsidR="0062748B" w:rsidRDefault="0062748B" w:rsidP="0062748B">
      <w:r>
        <w:t>CF28(1)..  - 0.02*CF_DirectCapitalCost(1) + CF_Repairs(1)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CF28(2)..  - 0.02*CF_DirectCapitalCost(2) + CF_Repairs(2)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CF28(3)..  - 0.02*CF_DirectCapitalCost(3) + CF_Repairs(3)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CF29  =E=  </w:t>
      </w:r>
    </w:p>
    <w:p w:rsidR="0062748B" w:rsidRDefault="0062748B" w:rsidP="0062748B"/>
    <w:p w:rsidR="0062748B" w:rsidRDefault="0062748B" w:rsidP="0062748B">
      <w:r>
        <w:lastRenderedPageBreak/>
        <w:t>CF29(1)..  - CF_ElectricityCost(1) - CF_LaborCost(1) - CF_ChemicalCost(1)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CF_MembraneReplacementCost(1) - CF_CleaningChemicalCost(1)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CF_Repairs(1) + CF_TotalOMCost(1)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CF29(2)..  - CF_ElectricityCost(2) - CF_LaborCost(2) - CF_ChemicalCost(2)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CF_MembraneReplacementCost(2) - CF_CleaningChemicalCost(2)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CF_Repairs(2) + CF_TotalOMCost(2)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CF29(3)..  - CF_ElectricityCost(3) - CF_LaborCost(3) - CF_ChemicalCost(3)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CF_MembraneReplacementCost(3) - CF_CleaningChemicalCost(3)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CF_Repairs(3) + CF_TotalOMCost(3)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CF30  =E=  </w:t>
      </w:r>
    </w:p>
    <w:p w:rsidR="0062748B" w:rsidRDefault="0062748B" w:rsidP="0062748B"/>
    <w:p w:rsidR="0062748B" w:rsidRDefault="0062748B" w:rsidP="0062748B">
      <w:r>
        <w:t>CF30(1)..  - 0.101852208823151*CF_TotalConstructionCost(1)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CF_CapitalRecovery(1)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CF30(2)..  - 0.101852208823151*CF_TotalConstructionCost(2)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CF30(3)..  - 0.101852208823151*CF_TotalConstructionCost(3)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CF31  =E=  </w:t>
      </w:r>
    </w:p>
    <w:p w:rsidR="0062748B" w:rsidRDefault="0062748B" w:rsidP="0062748B"/>
    <w:p w:rsidR="0062748B" w:rsidRDefault="0062748B" w:rsidP="0062748B">
      <w:r>
        <w:t>CF31(1)..  - 2*CF_TotalOMCost(1) - 2*CF_CapitalRecovery(1) + CF_AnnualCost(1)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CF31(2)..  - 2*CF_TotalOMCost(2) - 2*CF_CapitalRecovery(2) + CF_AnnualCost(2)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CF31(3)..  - 2*CF_TotalOMCost(3) - 2*CF_CapitalRecovery(3) + CF_AnnualCost(3)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GAC01  =E=  </w:t>
      </w:r>
    </w:p>
    <w:p w:rsidR="0062748B" w:rsidRDefault="0062748B" w:rsidP="0062748B"/>
    <w:p w:rsidR="0062748B" w:rsidRDefault="0062748B" w:rsidP="0062748B">
      <w:r>
        <w:t>GAC01(1)..  GAC_CapitalCost(1) - (7.37701051584E16)*Volume(1,2)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GAC01(2)..  GAC_CapitalCost(2) - (7.37701051584E16)*Volume(2,2)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GAC01(3)..  GAC_CapitalCost(3) - (7.37701051584E16)*Volume(3,2)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GAC02  =E=  </w:t>
      </w:r>
    </w:p>
    <w:p w:rsidR="0062748B" w:rsidRDefault="0062748B" w:rsidP="0062748B"/>
    <w:p w:rsidR="0062748B" w:rsidRDefault="0062748B" w:rsidP="0062748B">
      <w:r>
        <w:t>GAC02(1)..  GAC_OMCost(1) - (8.53307527956E15)*Volume(1,2)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GAC02(2)..  GAC_OMCost(2) - (8.53307527956E15)*Volume(2,2)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GAC02(3)..  GAC_OMCost(3) - (8.53307527956E15)*Volume(3,2)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GAC03  =E=  </w:t>
      </w:r>
    </w:p>
    <w:p w:rsidR="0062748B" w:rsidRDefault="0062748B" w:rsidP="0062748B"/>
    <w:p w:rsidR="0062748B" w:rsidRDefault="0062748B" w:rsidP="0062748B">
      <w:r>
        <w:t>GAC03(1)..  - GAC_CapitalCost(1) - GAC_OMCost(1) + GAC_TotalCost(1)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GAC03(2)..  - GAC_CapitalCost(2) - GAC_OMCost(2) + GAC_TotalCost(2)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GAC03(3)..  - GAC_CapitalCost(3) - GAC_OMCost(3) + GAC_TotalCost(3)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IX01  =E=  </w:t>
      </w:r>
    </w:p>
    <w:p w:rsidR="0062748B" w:rsidRDefault="0062748B" w:rsidP="0062748B"/>
    <w:p w:rsidR="0062748B" w:rsidRDefault="0062748B" w:rsidP="0062748B">
      <w:r>
        <w:t>IX01(1)..  IX_MinResinVolume(1) - 0.18*DFR(1,3)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IX01(2)..  IX_MinResinVolume(2) - 0.18*DFR(2,3)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IX01(3)..  IX_MinResinVolume(3) - 0.18*DFR(3,3)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IX02  =E=  </w:t>
      </w:r>
    </w:p>
    <w:p w:rsidR="0062748B" w:rsidRDefault="0062748B" w:rsidP="0062748B"/>
    <w:p w:rsidR="0062748B" w:rsidRDefault="0062748B" w:rsidP="0062748B">
      <w:r>
        <w:t>IX02(1)..  IX_MinVolExhaustionTime(1)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IX02(2)..  IX_MinVolExhaustionTime(2)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IX02(3)..  IX_MinVolExhaustionTime(3)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lastRenderedPageBreak/>
        <w:t xml:space="preserve">---- IX04  =E=  </w:t>
      </w:r>
    </w:p>
    <w:p w:rsidR="0062748B" w:rsidRDefault="0062748B" w:rsidP="0062748B"/>
    <w:p w:rsidR="0062748B" w:rsidRDefault="0062748B" w:rsidP="0062748B">
      <w:r>
        <w:t>IX04(1)..  IX_ExhaustionTimeResinVolume(1) - 0.0156384*DFR(1,3)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IX04(2)..  IX_ExhaustionTimeResinVolume(2) - 0.0156384*DFR(2,3)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IX04(3)..  IX_ExhaustionTimeResinVolume(3) - 0.0156384*DFR(3,3)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IX05  =E=  </w:t>
      </w:r>
    </w:p>
    <w:p w:rsidR="0062748B" w:rsidRDefault="0062748B" w:rsidP="0062748B"/>
    <w:p w:rsidR="0062748B" w:rsidRDefault="0062748B" w:rsidP="0062748B">
      <w:r>
        <w:t>IX05(1)..  - 2*IX_ExhaustionTimeResinVolume(1) + IX_VesselVolume(1)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IX05(2)..  - 2*IX_ExhaustionTimeResinVolume(2) + IX_VesselVolume(2)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IX05(3)..  - 2*IX_ExhaustionTimeResinVolume(3) + IX_VesselVolume(3)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IX06  =E=  </w:t>
      </w:r>
    </w:p>
    <w:p w:rsidR="0062748B" w:rsidRDefault="0062748B" w:rsidP="0062748B"/>
    <w:p w:rsidR="0062748B" w:rsidRDefault="0062748B" w:rsidP="0062748B">
      <w:r>
        <w:t>IX06(1)..  - 1400.0979233592*IX_ExhaustionTimeResinVolume(1) + IX_ResinCost(1)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IX06(2)..  - 1400.0979233592*IX_ExhaustionTimeResinVolume(2) + IX_ResinCost(2)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IX06(3)..  - 1400.0979233592*IX_ExhaustionTimeResinVolume(3) + IX_ResinCost(3)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IX07  =E=  </w:t>
      </w:r>
    </w:p>
    <w:p w:rsidR="0062748B" w:rsidRDefault="0062748B" w:rsidP="0062748B"/>
    <w:p w:rsidR="0062748B" w:rsidRDefault="0062748B" w:rsidP="0062748B">
      <w:r>
        <w:lastRenderedPageBreak/>
        <w:t>IX07(1)..  - (208772.919392819)*IX_VesselVolume(1) + IX_TankTotalCost(1)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-3.9022243189624, INFES = 3.9022243189624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IX07(2)..  - (208772.919392819)*IX_VesselVolume(2) + IX_TankTotalCost(2)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-3.9022243189624, INFES = 3.9022243189624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IX07(3)..  - (208772.919392819)*IX_VesselVolume(3) + IX_TankTotalCost(3)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-3.9022243189624, INFES = 3.9022243189624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IX08  =E=  </w:t>
      </w:r>
    </w:p>
    <w:p w:rsidR="0062748B" w:rsidRDefault="0062748B" w:rsidP="0062748B"/>
    <w:p w:rsidR="0062748B" w:rsidRDefault="0062748B" w:rsidP="0062748B">
      <w:r>
        <w:t>IX08(1)..  - 150*IX_ExhaustionTimeResinVolume(1) + IX_NaClReq(1)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IX08(2)..  - 150*IX_ExhaustionTimeResinVolume(2) + IX_NaClReq(2)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IX08(3)..  - 150*IX_ExhaustionTimeResinVolume(3) + IX_NaClReq(3)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IX09  =E=  </w:t>
      </w:r>
    </w:p>
    <w:p w:rsidR="0062748B" w:rsidRDefault="0062748B" w:rsidP="0062748B"/>
    <w:p w:rsidR="0062748B" w:rsidRDefault="0062748B" w:rsidP="0062748B">
      <w:r>
        <w:t>IX09(1)..  - 0.01*IX_NaClReq(1) + IX_RegFluidReq(1)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IX09(2)..  - 0.01*IX_NaClReq(2) + IX_RegFluidReq(2)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IX09(3)..  - 0.01*IX_NaClReq(3) + IX_RegFluidReq(3)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IX10  =E=  </w:t>
      </w:r>
    </w:p>
    <w:p w:rsidR="0062748B" w:rsidRDefault="0062748B" w:rsidP="0062748B"/>
    <w:p w:rsidR="0062748B" w:rsidRDefault="0062748B" w:rsidP="0062748B">
      <w:r>
        <w:t>IX10(1)..  - 3.65*IX_NaClReq(1) + IX_TotalChemCost(1)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IX10(2)..  - 3.65*IX_NaClReq(2) + IX_TotalChemCost(2)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IX10(3)..  - 3.65*IX_NaClReq(3) + IX_TotalChemCost(3)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IX11  =E=  </w:t>
      </w:r>
    </w:p>
    <w:p w:rsidR="0062748B" w:rsidRDefault="0062748B" w:rsidP="0062748B"/>
    <w:p w:rsidR="0062748B" w:rsidRDefault="0062748B" w:rsidP="0062748B">
      <w:r>
        <w:t>IX11(1)..  - 250*IX_RegFluidReq(1) + IX_StorageTankCost(1)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IX11(2)..  - 250*IX_RegFluidReq(2) + IX_StorageTankCost(2)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IX11(3)..  - 250*IX_RegFluidReq(3) + IX_StorageTankCost(3)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IX12  =E=  </w:t>
      </w:r>
    </w:p>
    <w:p w:rsidR="0062748B" w:rsidRDefault="0062748B" w:rsidP="0062748B"/>
    <w:p w:rsidR="0062748B" w:rsidRDefault="0062748B" w:rsidP="0062748B">
      <w:r>
        <w:t>IX12(1)..  - (2500000000)*IX_VesselVolume(1) + IX_BedArea(1)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IX12(2)..  - (2500000000)*IX_VesselVolume(2) + IX_BedArea(2)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IX12(3)..  - (2500000000)*IX_VesselVolume(3) + IX_BedArea(3)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IX13  =E=  </w:t>
      </w:r>
    </w:p>
    <w:p w:rsidR="0062748B" w:rsidRDefault="0062748B" w:rsidP="0062748B"/>
    <w:p w:rsidR="0062748B" w:rsidRDefault="0062748B" w:rsidP="0062748B">
      <w:r>
        <w:t>IX13(1)..  - (1254.21)*IX_BedArea(1) + IX_ConstructionCost(1)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IX13(2)..  - (1254.21)*IX_BedArea(2) + IX_ConstructionCost(2)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IX13(3)..  - (1254.21)*IX_BedArea(3) + IX_ConstructionCost(3)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IX14  =E=  </w:t>
      </w:r>
    </w:p>
    <w:p w:rsidR="0062748B" w:rsidRDefault="0062748B" w:rsidP="0062748B"/>
    <w:p w:rsidR="0062748B" w:rsidRDefault="0062748B" w:rsidP="0062748B">
      <w:r>
        <w:t>IX14(1)..  - (733000000000)*IX_BedArea(1) + IX_OMCost(1)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IX14(2)..  - (733000000000)*IX_BedArea(2) + IX_OMCost(2) =E= 2200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IX14(3)..  - (733000000000)*IX_BedArea(3) + IX_OMCost(3)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IX15  =E=  </w:t>
      </w:r>
    </w:p>
    <w:p w:rsidR="0062748B" w:rsidRDefault="0062748B" w:rsidP="0062748B"/>
    <w:p w:rsidR="0062748B" w:rsidRDefault="0062748B" w:rsidP="0062748B">
      <w:r>
        <w:t>IX15(1)..  - 24*IX_ResinCost(1) - IX_TankTotalCost(1) - IX_TotalChemCost(1)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IX_StorageTankCost(1) - IX_ConstructionCost(1) - IX_OMCost(1)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IX15(2)..  - 24*IX_ResinCost(2) - IX_TankTotalCost(2) - IX_TotalChemCost(2)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IX_StorageTankCost(2) - IX_ConstructionCost(2) - IX_OMCost(2)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IX15(3)..  - 24*IX_ResinCost(3) - IX_TankTotalCost(3) - IX_TotalChemCost(3)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IX_StorageTankCost(3) - IX_ConstructionCost(3) - IX_OMCost(3)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NonlinearTechCost01  =E=  </w:t>
      </w:r>
    </w:p>
    <w:p w:rsidR="0062748B" w:rsidRDefault="0062748B" w:rsidP="0062748B"/>
    <w:p w:rsidR="0062748B" w:rsidRDefault="0062748B" w:rsidP="0062748B">
      <w:r>
        <w:t>NonlinearTechCost01(1)..  - 1E-5*CF_AnnualCost(1) + NonlinearTechCost(1,1)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NonlinearTechCost01(2)..  - 1E-5*CF_AnnualCost(2) + NonlinearTechCost(2,1)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NonlinearTechCost01(3)..  - 1E-5*CF_AnnualCost(3) + NonlinearTechCost(3,1)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NonlinearTechCost02  =E=  </w:t>
      </w:r>
    </w:p>
    <w:p w:rsidR="0062748B" w:rsidRDefault="0062748B" w:rsidP="0062748B"/>
    <w:p w:rsidR="0062748B" w:rsidRDefault="0062748B" w:rsidP="0062748B">
      <w:r>
        <w:t>NonlinearTechCost02(1)..  - 1E-5*GAC_TotalCost(1) + NonlinearTechCost(1,2) =E= 0</w:t>
      </w:r>
    </w:p>
    <w:p w:rsidR="0062748B" w:rsidRDefault="0062748B" w:rsidP="0062748B">
      <w:r>
        <w:lastRenderedPageBreak/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NonlinearTechCost02(2)..  - 1E-5*GAC_TotalCost(2) + NonlinearTechCost(2,2)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NonlinearTechCost02(3)..  - 1E-5*GAC_TotalCost(3) + NonlinearTechCost(3,2)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NonlinearTechCost03  =E=  </w:t>
      </w:r>
    </w:p>
    <w:p w:rsidR="0062748B" w:rsidRDefault="0062748B" w:rsidP="0062748B"/>
    <w:p w:rsidR="0062748B" w:rsidRDefault="0062748B" w:rsidP="0062748B">
      <w:r>
        <w:t>NonlinearTechCost03(1)..  - 1E-5*IX_TotalCost(1) + NonlinearTechCost(1,3)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NonlinearTechCost03(2)..  - 1E-5*IX_TotalCost(2) + NonlinearTechCost(2,3)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NonlinearTechCost03(3)..  - 1E-5*IX_TotalCost(3) + NonlinearTechCost(3,3)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19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CF_NoOfModules  Number of modules</w:t>
      </w:r>
    </w:p>
    <w:p w:rsidR="0062748B" w:rsidRDefault="0062748B" w:rsidP="0062748B"/>
    <w:p w:rsidR="0062748B" w:rsidRDefault="0062748B" w:rsidP="0062748B">
      <w:r>
        <w:t>CF_NoOfModules(1)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CF01(1)</w:t>
      </w:r>
    </w:p>
    <w:p w:rsidR="0062748B" w:rsidRDefault="0062748B" w:rsidP="0062748B">
      <w:r>
        <w:t xml:space="preserve">      -90       CF08(1)</w:t>
      </w:r>
    </w:p>
    <w:p w:rsidR="0062748B" w:rsidRDefault="0062748B" w:rsidP="0062748B">
      <w:r>
        <w:t xml:space="preserve">  -370000       CF10(1)</w:t>
      </w:r>
    </w:p>
    <w:p w:rsidR="0062748B" w:rsidRDefault="0062748B" w:rsidP="0062748B">
      <w:r>
        <w:t xml:space="preserve">   -70000       CF12(1)</w:t>
      </w:r>
    </w:p>
    <w:p w:rsidR="0062748B" w:rsidRDefault="0062748B" w:rsidP="0062748B"/>
    <w:p w:rsidR="0062748B" w:rsidRDefault="0062748B" w:rsidP="0062748B">
      <w:r>
        <w:t>CF_NoOfModules(2)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CF01(2)</w:t>
      </w:r>
    </w:p>
    <w:p w:rsidR="0062748B" w:rsidRDefault="0062748B" w:rsidP="0062748B">
      <w:r>
        <w:t xml:space="preserve">      -90       CF08(2)</w:t>
      </w:r>
    </w:p>
    <w:p w:rsidR="0062748B" w:rsidRDefault="0062748B" w:rsidP="0062748B">
      <w:r>
        <w:t xml:space="preserve">  -370000       CF10(2)</w:t>
      </w:r>
    </w:p>
    <w:p w:rsidR="0062748B" w:rsidRDefault="0062748B" w:rsidP="0062748B">
      <w:r>
        <w:t xml:space="preserve">   -70000       CF12(2)</w:t>
      </w:r>
    </w:p>
    <w:p w:rsidR="0062748B" w:rsidRDefault="0062748B" w:rsidP="0062748B"/>
    <w:p w:rsidR="0062748B" w:rsidRDefault="0062748B" w:rsidP="0062748B">
      <w:r>
        <w:t>CF_NoOfModules(3)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CF01(3)</w:t>
      </w:r>
    </w:p>
    <w:p w:rsidR="0062748B" w:rsidRDefault="0062748B" w:rsidP="0062748B">
      <w:r>
        <w:t xml:space="preserve">      -90       CF08(3)</w:t>
      </w:r>
    </w:p>
    <w:p w:rsidR="0062748B" w:rsidRDefault="0062748B" w:rsidP="0062748B">
      <w:r>
        <w:lastRenderedPageBreak/>
        <w:t xml:space="preserve">  -370000       CF10(3)</w:t>
      </w:r>
    </w:p>
    <w:p w:rsidR="0062748B" w:rsidRDefault="0062748B" w:rsidP="0062748B">
      <w:r>
        <w:t xml:space="preserve">   -70000       CF12(3)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CF_BackwashFlow  Backwash flow</w:t>
      </w:r>
    </w:p>
    <w:p w:rsidR="0062748B" w:rsidRDefault="0062748B" w:rsidP="0062748B"/>
    <w:p w:rsidR="0062748B" w:rsidRDefault="0062748B" w:rsidP="0062748B">
      <w:r>
        <w:t>CF_BackwashFlow(1)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CF04(1)</w:t>
      </w:r>
    </w:p>
    <w:p w:rsidR="0062748B" w:rsidRDefault="0062748B" w:rsidP="0062748B"/>
    <w:p w:rsidR="0062748B" w:rsidRDefault="0062748B" w:rsidP="0062748B">
      <w:r>
        <w:t>CF_BackwashFlow(2)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CF04(2)</w:t>
      </w:r>
    </w:p>
    <w:p w:rsidR="0062748B" w:rsidRDefault="0062748B" w:rsidP="0062748B"/>
    <w:p w:rsidR="0062748B" w:rsidRDefault="0062748B" w:rsidP="0062748B">
      <w:r>
        <w:t>CF_BackwashFlow(3)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CF_FeedPumpHP  Feed pump horsepower</w:t>
      </w:r>
    </w:p>
    <w:p w:rsidR="0062748B" w:rsidRDefault="0062748B" w:rsidP="0062748B"/>
    <w:p w:rsidR="0062748B" w:rsidRDefault="0062748B" w:rsidP="0062748B">
      <w:r>
        <w:t>CF_FeedPumpHP(1)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CF05(1)</w:t>
      </w:r>
    </w:p>
    <w:p w:rsidR="0062748B" w:rsidRDefault="0062748B" w:rsidP="0062748B">
      <w:r>
        <w:t xml:space="preserve">    -6534.96    CF06(1)</w:t>
      </w:r>
    </w:p>
    <w:p w:rsidR="0062748B" w:rsidRDefault="0062748B" w:rsidP="0062748B">
      <w:r>
        <w:t xml:space="preserve">      -43.508   CF07(1)</w:t>
      </w:r>
    </w:p>
    <w:p w:rsidR="0062748B" w:rsidRDefault="0062748B" w:rsidP="0062748B"/>
    <w:p w:rsidR="0062748B" w:rsidRDefault="0062748B" w:rsidP="0062748B">
      <w:r>
        <w:t>CF_FeedPumpHP(2)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CF05(2)</w:t>
      </w:r>
    </w:p>
    <w:p w:rsidR="0062748B" w:rsidRDefault="0062748B" w:rsidP="0062748B">
      <w:r>
        <w:t xml:space="preserve">    -6534.96    CF06(2)</w:t>
      </w:r>
    </w:p>
    <w:p w:rsidR="0062748B" w:rsidRDefault="0062748B" w:rsidP="0062748B">
      <w:r>
        <w:t xml:space="preserve">      -43.508   CF07(2)</w:t>
      </w:r>
    </w:p>
    <w:p w:rsidR="0062748B" w:rsidRDefault="0062748B" w:rsidP="0062748B"/>
    <w:p w:rsidR="0062748B" w:rsidRDefault="0062748B" w:rsidP="0062748B">
      <w:r>
        <w:t>CF_FeedPumpHP(3)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CF05(3)</w:t>
      </w:r>
    </w:p>
    <w:p w:rsidR="0062748B" w:rsidRDefault="0062748B" w:rsidP="0062748B">
      <w:r>
        <w:t xml:space="preserve">    -6534.96    CF06(3)</w:t>
      </w:r>
    </w:p>
    <w:p w:rsidR="0062748B" w:rsidRDefault="0062748B" w:rsidP="0062748B">
      <w:r>
        <w:t xml:space="preserve">      -43.508   CF07(3)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CF_FeedPumpPower  Feed pump power requirement in kWh</w:t>
      </w:r>
    </w:p>
    <w:p w:rsidR="0062748B" w:rsidRDefault="0062748B" w:rsidP="0062748B"/>
    <w:p w:rsidR="0062748B" w:rsidRDefault="0062748B" w:rsidP="0062748B">
      <w:r>
        <w:t>CF_FeedPumpPower(1)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CF06(1)</w:t>
      </w:r>
    </w:p>
    <w:p w:rsidR="0062748B" w:rsidRDefault="0062748B" w:rsidP="0062748B">
      <w:r>
        <w:t xml:space="preserve">       -0.081   CF23(1)</w:t>
      </w:r>
    </w:p>
    <w:p w:rsidR="0062748B" w:rsidRDefault="0062748B" w:rsidP="0062748B"/>
    <w:p w:rsidR="0062748B" w:rsidRDefault="0062748B" w:rsidP="0062748B">
      <w:r>
        <w:lastRenderedPageBreak/>
        <w:t>CF_FeedPumpPower(2)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CF06(2)</w:t>
      </w:r>
    </w:p>
    <w:p w:rsidR="0062748B" w:rsidRDefault="0062748B" w:rsidP="0062748B">
      <w:r>
        <w:t xml:space="preserve">       -0.081   CF23(2)</w:t>
      </w:r>
    </w:p>
    <w:p w:rsidR="0062748B" w:rsidRDefault="0062748B" w:rsidP="0062748B"/>
    <w:p w:rsidR="0062748B" w:rsidRDefault="0062748B" w:rsidP="0062748B">
      <w:r>
        <w:t>CF_FeedPumpPower(3)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CF06(3)</w:t>
      </w:r>
    </w:p>
    <w:p w:rsidR="0062748B" w:rsidRDefault="0062748B" w:rsidP="0062748B">
      <w:r>
        <w:t xml:space="preserve">       -0.081 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CF_BackflushPower  Backflush power requirement in kWh</w:t>
      </w:r>
    </w:p>
    <w:p w:rsidR="0062748B" w:rsidRDefault="0062748B" w:rsidP="0062748B"/>
    <w:p w:rsidR="0062748B" w:rsidRDefault="0062748B" w:rsidP="0062748B">
      <w:r>
        <w:t>CF_BackflushPower(1)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CF07(1)</w:t>
      </w:r>
    </w:p>
    <w:p w:rsidR="0062748B" w:rsidRDefault="0062748B" w:rsidP="0062748B">
      <w:r>
        <w:t xml:space="preserve">       -0.081   CF23(1)</w:t>
      </w:r>
    </w:p>
    <w:p w:rsidR="0062748B" w:rsidRDefault="0062748B" w:rsidP="0062748B"/>
    <w:p w:rsidR="0062748B" w:rsidRDefault="0062748B" w:rsidP="0062748B">
      <w:r>
        <w:t>CF_BackflushPower(2)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CF07(2)</w:t>
      </w:r>
    </w:p>
    <w:p w:rsidR="0062748B" w:rsidRDefault="0062748B" w:rsidP="0062748B">
      <w:r>
        <w:t xml:space="preserve">       -0.081   CF23(2)</w:t>
      </w:r>
    </w:p>
    <w:p w:rsidR="0062748B" w:rsidRDefault="0062748B" w:rsidP="0062748B"/>
    <w:p w:rsidR="0062748B" w:rsidRDefault="0062748B" w:rsidP="0062748B">
      <w:r>
        <w:t>CF_BackflushPower(3)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CF07(3)</w:t>
      </w:r>
    </w:p>
    <w:p w:rsidR="0062748B" w:rsidRDefault="0062748B" w:rsidP="0062748B">
      <w:r>
        <w:t xml:space="preserve">       -0.081 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CF_MFF  Microfiltration feed flow in liters per sec</w:t>
      </w:r>
    </w:p>
    <w:p w:rsidR="0062748B" w:rsidRDefault="0062748B" w:rsidP="0062748B"/>
    <w:p w:rsidR="0062748B" w:rsidRDefault="0062748B" w:rsidP="0062748B">
      <w:r>
        <w:t>CF_MFF(1)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CF03(1)</w:t>
      </w:r>
    </w:p>
    <w:p w:rsidR="0062748B" w:rsidRDefault="0062748B" w:rsidP="0062748B">
      <w:r>
        <w:t xml:space="preserve">       -1       CF04(1)</w:t>
      </w:r>
    </w:p>
    <w:p w:rsidR="0062748B" w:rsidRDefault="0062748B" w:rsidP="0062748B">
      <w:r>
        <w:t xml:space="preserve">       -0.3468  CF05(1)</w:t>
      </w:r>
    </w:p>
    <w:p w:rsidR="0062748B" w:rsidRDefault="0062748B" w:rsidP="0062748B"/>
    <w:p w:rsidR="0062748B" w:rsidRDefault="0062748B" w:rsidP="0062748B">
      <w:r>
        <w:t>CF_MFF(2)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CF03(2)</w:t>
      </w:r>
    </w:p>
    <w:p w:rsidR="0062748B" w:rsidRDefault="0062748B" w:rsidP="0062748B">
      <w:r>
        <w:t xml:space="preserve">       -1       CF04(2)</w:t>
      </w:r>
    </w:p>
    <w:p w:rsidR="0062748B" w:rsidRDefault="0062748B" w:rsidP="0062748B">
      <w:r>
        <w:t xml:space="preserve">       -0.3468  CF05(2)</w:t>
      </w:r>
    </w:p>
    <w:p w:rsidR="0062748B" w:rsidRDefault="0062748B" w:rsidP="0062748B"/>
    <w:p w:rsidR="0062748B" w:rsidRDefault="0062748B" w:rsidP="0062748B">
      <w:r>
        <w:t>CF_MFF(3)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CF03(3)</w:t>
      </w:r>
    </w:p>
    <w:p w:rsidR="0062748B" w:rsidRDefault="0062748B" w:rsidP="0062748B">
      <w:r>
        <w:t xml:space="preserve">       -1       CF04(3)</w:t>
      </w:r>
    </w:p>
    <w:p w:rsidR="0062748B" w:rsidRDefault="0062748B" w:rsidP="0062748B">
      <w:r>
        <w:t xml:space="preserve">       -0.3468  CF05(3)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CF_NoOfMembranes  Number of membranes used</w:t>
      </w:r>
    </w:p>
    <w:p w:rsidR="0062748B" w:rsidRDefault="0062748B" w:rsidP="0062748B"/>
    <w:p w:rsidR="0062748B" w:rsidRDefault="0062748B" w:rsidP="0062748B">
      <w:r>
        <w:t>CF_NoOfMembranes(1)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CF08(1)</w:t>
      </w:r>
    </w:p>
    <w:p w:rsidR="0062748B" w:rsidRDefault="0062748B" w:rsidP="0062748B">
      <w:r>
        <w:t xml:space="preserve">     -131.5552  CF26(1)</w:t>
      </w:r>
    </w:p>
    <w:p w:rsidR="0062748B" w:rsidRDefault="0062748B" w:rsidP="0062748B"/>
    <w:p w:rsidR="0062748B" w:rsidRDefault="0062748B" w:rsidP="0062748B">
      <w:r>
        <w:t>CF_NoOfMembranes(2)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CF08(2)</w:t>
      </w:r>
    </w:p>
    <w:p w:rsidR="0062748B" w:rsidRDefault="0062748B" w:rsidP="0062748B">
      <w:r>
        <w:t xml:space="preserve">     -131.5552  CF26(2)</w:t>
      </w:r>
    </w:p>
    <w:p w:rsidR="0062748B" w:rsidRDefault="0062748B" w:rsidP="0062748B"/>
    <w:p w:rsidR="0062748B" w:rsidRDefault="0062748B" w:rsidP="0062748B">
      <w:r>
        <w:t>CF_NoOfMembranes(3)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CF08(3)</w:t>
      </w:r>
    </w:p>
    <w:p w:rsidR="0062748B" w:rsidRDefault="0062748B" w:rsidP="0062748B">
      <w:r>
        <w:t xml:space="preserve">     -131.5552  CF26(3)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CF_BuildingArea  Building area for the process implementation</w:t>
      </w:r>
    </w:p>
    <w:p w:rsidR="0062748B" w:rsidRDefault="0062748B" w:rsidP="0062748B"/>
    <w:p w:rsidR="0062748B" w:rsidRDefault="0062748B" w:rsidP="0062748B">
      <w:r>
        <w:t>CF_BuildingArea(1)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CF09(1)</w:t>
      </w:r>
    </w:p>
    <w:p w:rsidR="0062748B" w:rsidRDefault="0062748B" w:rsidP="0062748B">
      <w:r>
        <w:t xml:space="preserve">    -1076       CF11(1)</w:t>
      </w:r>
    </w:p>
    <w:p w:rsidR="0062748B" w:rsidRDefault="0062748B" w:rsidP="0062748B"/>
    <w:p w:rsidR="0062748B" w:rsidRDefault="0062748B" w:rsidP="0062748B">
      <w:r>
        <w:t>CF_BuildingArea(2)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CF09(2)</w:t>
      </w:r>
    </w:p>
    <w:p w:rsidR="0062748B" w:rsidRDefault="0062748B" w:rsidP="0062748B">
      <w:r>
        <w:t xml:space="preserve">    -1076       CF11(2)</w:t>
      </w:r>
    </w:p>
    <w:p w:rsidR="0062748B" w:rsidRDefault="0062748B" w:rsidP="0062748B"/>
    <w:p w:rsidR="0062748B" w:rsidRDefault="0062748B" w:rsidP="0062748B">
      <w:r>
        <w:t>CF_BuildingArea(3)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CF09(3)</w:t>
      </w:r>
    </w:p>
    <w:p w:rsidR="0062748B" w:rsidRDefault="0062748B" w:rsidP="0062748B">
      <w:r>
        <w:t xml:space="preserve">    -1076       CF11(3)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CF_MembraneModuleCost  Membrane module cost</w:t>
      </w:r>
    </w:p>
    <w:p w:rsidR="0062748B" w:rsidRDefault="0062748B" w:rsidP="0062748B"/>
    <w:p w:rsidR="0062748B" w:rsidRDefault="0062748B" w:rsidP="0062748B">
      <w:r>
        <w:t>CF_MembraneModuleCost(1)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CF10(1)</w:t>
      </w:r>
    </w:p>
    <w:p w:rsidR="0062748B" w:rsidRDefault="0062748B" w:rsidP="0062748B">
      <w:r>
        <w:t xml:space="preserve">       -0.05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CF_MembraneModuleCost(2)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CF10(2)</w:t>
      </w:r>
    </w:p>
    <w:p w:rsidR="0062748B" w:rsidRDefault="0062748B" w:rsidP="0062748B">
      <w:r>
        <w:t xml:space="preserve">       -0.05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CF_MembraneModuleCost(3)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CF10(3)</w:t>
      </w:r>
    </w:p>
    <w:p w:rsidR="0062748B" w:rsidRDefault="0062748B" w:rsidP="0062748B">
      <w:r>
        <w:t xml:space="preserve">       -0.05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CF_BuildingCost  Building cost - based on the building area</w:t>
      </w:r>
    </w:p>
    <w:p w:rsidR="0062748B" w:rsidRDefault="0062748B" w:rsidP="0062748B"/>
    <w:p w:rsidR="0062748B" w:rsidRDefault="0062748B" w:rsidP="0062748B">
      <w:r>
        <w:t>CF_BuildingCost(1)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CF_BuildingCost(2)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CF_BuildingCost(3)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CF_InstallationCost  Installation cost for the process</w:t>
      </w:r>
    </w:p>
    <w:p w:rsidR="0062748B" w:rsidRDefault="0062748B" w:rsidP="0062748B"/>
    <w:p w:rsidR="0062748B" w:rsidRDefault="0062748B" w:rsidP="0062748B">
      <w:r>
        <w:t>CF_InstallationCost(1)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CF_InstallationCost(2)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lastRenderedPageBreak/>
        <w:t>CF_InstallationCost(3)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CF_MiscCost  Miscellaneous cost (taken as 5% of the module cost)</w:t>
      </w:r>
    </w:p>
    <w:p w:rsidR="0062748B" w:rsidRDefault="0062748B" w:rsidP="0062748B"/>
    <w:p w:rsidR="0062748B" w:rsidRDefault="0062748B" w:rsidP="0062748B">
      <w:r>
        <w:t>CF_MiscCost(1)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CF_MiscCost(2)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CF_MiscCost(3)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CF_PlantPipingCost  Plant piping cost (taken as 5%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CF_PlantPipingCost(1)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CF_PlantPipingCost(2)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CF_PlantPipingCost(3)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CF_EngineeringCost  Engineering cost (taken as 10%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CF_EngineeringCost(1)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CF_EngineeringCost(2)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CF_EngineeringCost(3)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CF_DirectCapitalCost  Total direct capital cost</w:t>
      </w:r>
    </w:p>
    <w:p w:rsidR="0062748B" w:rsidRDefault="0062748B" w:rsidP="0062748B"/>
    <w:p w:rsidR="0062748B" w:rsidRDefault="0062748B" w:rsidP="0062748B">
      <w:r>
        <w:t>CF_DirectCapitalCost(1)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CF16(1)</w:t>
      </w:r>
    </w:p>
    <w:p w:rsidR="0062748B" w:rsidRDefault="0062748B" w:rsidP="0062748B">
      <w:r>
        <w:t xml:space="preserve">       -0.06    CF17(1)</w:t>
      </w:r>
    </w:p>
    <w:p w:rsidR="0062748B" w:rsidRDefault="0062748B" w:rsidP="0062748B">
      <w:r>
        <w:t xml:space="preserve">       -0.2     CF18(1)</w:t>
      </w:r>
    </w:p>
    <w:p w:rsidR="0062748B" w:rsidRDefault="0062748B" w:rsidP="0062748B">
      <w:r>
        <w:t xml:space="preserve">       -0.1     CF19(1)</w:t>
      </w:r>
    </w:p>
    <w:p w:rsidR="0062748B" w:rsidRDefault="0062748B" w:rsidP="0062748B">
      <w:r>
        <w:t xml:space="preserve">       -0.04    CF20(1)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>
      <w:r>
        <w:t xml:space="preserve">       -0.02    CF28(1)</w:t>
      </w:r>
    </w:p>
    <w:p w:rsidR="0062748B" w:rsidRDefault="0062748B" w:rsidP="0062748B"/>
    <w:p w:rsidR="0062748B" w:rsidRDefault="0062748B" w:rsidP="0062748B">
      <w:r>
        <w:t>CF_DirectCapitalCost(2)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CF16(2)</w:t>
      </w:r>
    </w:p>
    <w:p w:rsidR="0062748B" w:rsidRDefault="0062748B" w:rsidP="0062748B">
      <w:r>
        <w:t xml:space="preserve">       -0.06    CF17(2)</w:t>
      </w:r>
    </w:p>
    <w:p w:rsidR="0062748B" w:rsidRDefault="0062748B" w:rsidP="0062748B">
      <w:r>
        <w:t xml:space="preserve">       -0.2     CF18(2)</w:t>
      </w:r>
    </w:p>
    <w:p w:rsidR="0062748B" w:rsidRDefault="0062748B" w:rsidP="0062748B">
      <w:r>
        <w:t xml:space="preserve">       -0.1     CF19(2)</w:t>
      </w:r>
    </w:p>
    <w:p w:rsidR="0062748B" w:rsidRDefault="0062748B" w:rsidP="0062748B">
      <w:r>
        <w:t xml:space="preserve">       -0.04    CF20(2)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>
      <w:r>
        <w:t xml:space="preserve">       -0.02    CF28(2)</w:t>
      </w:r>
    </w:p>
    <w:p w:rsidR="0062748B" w:rsidRDefault="0062748B" w:rsidP="0062748B"/>
    <w:p w:rsidR="0062748B" w:rsidRDefault="0062748B" w:rsidP="0062748B">
      <w:r>
        <w:t>CF_DirectCapitalCost(3)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CF16(3)</w:t>
      </w:r>
    </w:p>
    <w:p w:rsidR="0062748B" w:rsidRDefault="0062748B" w:rsidP="0062748B">
      <w:r>
        <w:t xml:space="preserve">       -0.06    CF17(3)</w:t>
      </w:r>
    </w:p>
    <w:p w:rsidR="0062748B" w:rsidRDefault="0062748B" w:rsidP="0062748B">
      <w:r>
        <w:t xml:space="preserve">       -0.2     CF18(3)</w:t>
      </w:r>
    </w:p>
    <w:p w:rsidR="0062748B" w:rsidRDefault="0062748B" w:rsidP="0062748B">
      <w:r>
        <w:t xml:space="preserve">       -0.1     CF19(3)</w:t>
      </w:r>
    </w:p>
    <w:p w:rsidR="0062748B" w:rsidRDefault="0062748B" w:rsidP="0062748B">
      <w:r>
        <w:lastRenderedPageBreak/>
        <w:t xml:space="preserve">       -0.04    CF20(3)</w:t>
      </w:r>
    </w:p>
    <w:p w:rsidR="0062748B" w:rsidRDefault="0062748B" w:rsidP="0062748B">
      <w:r>
        <w:t xml:space="preserve">       -1       CF22(3)</w:t>
      </w:r>
    </w:p>
    <w:p w:rsidR="0062748B" w:rsidRDefault="0062748B" w:rsidP="0062748B">
      <w:r>
        <w:t xml:space="preserve">       -0.02    CF28(3)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 xml:space="preserve">---- CF_ConstructionInterest  Expense on interest during construction (taken as </w:t>
      </w:r>
    </w:p>
    <w:p w:rsidR="0062748B" w:rsidRDefault="0062748B" w:rsidP="0062748B">
      <w:r>
        <w:t xml:space="preserve">                              6% of total direct capital cost)</w:t>
      </w:r>
    </w:p>
    <w:p w:rsidR="0062748B" w:rsidRDefault="0062748B" w:rsidP="0062748B"/>
    <w:p w:rsidR="0062748B" w:rsidRDefault="0062748B" w:rsidP="0062748B">
      <w:r>
        <w:t>CF_ConstructionInterest(1)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CF_ConstructionInterest(2)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CF_ConstructionInterest(3)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CF_Contingencies  Contingencies (taken as 20% of total direct capital cost)</w:t>
      </w:r>
    </w:p>
    <w:p w:rsidR="0062748B" w:rsidRDefault="0062748B" w:rsidP="0062748B"/>
    <w:p w:rsidR="0062748B" w:rsidRDefault="0062748B" w:rsidP="0062748B">
      <w:r>
        <w:t>CF_Contingencies(1)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CF_Contingencies(2)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CF_Contingencies(3)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CF_ProjectManagement  Fees and project management (taken as 10% of total di</w:t>
      </w:r>
    </w:p>
    <w:p w:rsidR="0062748B" w:rsidRDefault="0062748B" w:rsidP="0062748B">
      <w:r>
        <w:t xml:space="preserve">                           rect capital cost)</w:t>
      </w:r>
    </w:p>
    <w:p w:rsidR="0062748B" w:rsidRDefault="0062748B" w:rsidP="0062748B"/>
    <w:p w:rsidR="0062748B" w:rsidRDefault="0062748B" w:rsidP="0062748B">
      <w:r>
        <w:t>CF_ProjectManagement(1)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CF19(1)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CF_ProjectManagement(2)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CF_ProjectManagement(3)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CF_WorkingCapital  Working capital (taken as 4% of total direct capital cos</w:t>
      </w:r>
    </w:p>
    <w:p w:rsidR="0062748B" w:rsidRDefault="0062748B" w:rsidP="0062748B">
      <w:r>
        <w:t xml:space="preserve">                        t)</w:t>
      </w:r>
    </w:p>
    <w:p w:rsidR="0062748B" w:rsidRDefault="0062748B" w:rsidP="0062748B"/>
    <w:p w:rsidR="0062748B" w:rsidRDefault="0062748B" w:rsidP="0062748B">
      <w:r>
        <w:t>CF_WorkingCapital(1)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CF_WorkingCapital(2)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CF20(2)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CF_WorkingCapital(3)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CF_IndirectCapitalCost  Total indirect capital cost</w:t>
      </w:r>
    </w:p>
    <w:p w:rsidR="0062748B" w:rsidRDefault="0062748B" w:rsidP="0062748B"/>
    <w:p w:rsidR="0062748B" w:rsidRDefault="0062748B" w:rsidP="0062748B">
      <w:r>
        <w:t>CF_IndirectCapitalCost(1)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/>
    <w:p w:rsidR="0062748B" w:rsidRDefault="0062748B" w:rsidP="0062748B">
      <w:r>
        <w:t>CF_IndirectCapitalCost(2)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/>
    <w:p w:rsidR="0062748B" w:rsidRDefault="0062748B" w:rsidP="0062748B">
      <w:r>
        <w:t>CF_IndirectCapitalCost(3)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CF21(3)</w:t>
      </w:r>
    </w:p>
    <w:p w:rsidR="0062748B" w:rsidRDefault="0062748B" w:rsidP="0062748B">
      <w:r>
        <w:lastRenderedPageBreak/>
        <w:t xml:space="preserve">       -1       CF22(3)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CF_TotalConstructionCost  Total (direct and indirect) construction cost</w:t>
      </w:r>
    </w:p>
    <w:p w:rsidR="0062748B" w:rsidRDefault="0062748B" w:rsidP="0062748B"/>
    <w:p w:rsidR="0062748B" w:rsidRDefault="0062748B" w:rsidP="0062748B">
      <w:r>
        <w:t>CF_TotalConstructionCost(1)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CF22(1)</w:t>
      </w:r>
    </w:p>
    <w:p w:rsidR="0062748B" w:rsidRDefault="0062748B" w:rsidP="0062748B">
      <w:r>
        <w:t xml:space="preserve">       -0.1019  CF30(1)</w:t>
      </w:r>
    </w:p>
    <w:p w:rsidR="0062748B" w:rsidRDefault="0062748B" w:rsidP="0062748B"/>
    <w:p w:rsidR="0062748B" w:rsidRDefault="0062748B" w:rsidP="0062748B">
      <w:r>
        <w:t>CF_TotalConstructionCost(2)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CF22(2)</w:t>
      </w:r>
    </w:p>
    <w:p w:rsidR="0062748B" w:rsidRDefault="0062748B" w:rsidP="0062748B">
      <w:r>
        <w:t xml:space="preserve">       -0.1019  CF30(2)</w:t>
      </w:r>
    </w:p>
    <w:p w:rsidR="0062748B" w:rsidRDefault="0062748B" w:rsidP="0062748B"/>
    <w:p w:rsidR="0062748B" w:rsidRDefault="0062748B" w:rsidP="0062748B">
      <w:r>
        <w:t>CF_TotalConstructionCost(3)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CF22(3)</w:t>
      </w:r>
    </w:p>
    <w:p w:rsidR="0062748B" w:rsidRDefault="0062748B" w:rsidP="0062748B">
      <w:r>
        <w:t xml:space="preserve">       -0.1019  CF30(3)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CF_ElectricityCost  Electricity cost for the implementation of the process</w:t>
      </w:r>
    </w:p>
    <w:p w:rsidR="0062748B" w:rsidRDefault="0062748B" w:rsidP="0062748B"/>
    <w:p w:rsidR="0062748B" w:rsidRDefault="0062748B" w:rsidP="0062748B">
      <w:r>
        <w:lastRenderedPageBreak/>
        <w:t>CF_ElectricityCost(1)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CF_ElectricityCost(2)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CF_ElectricityCost(3)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CF_LaborCost  Labor cost for the implementation of the process</w:t>
      </w:r>
    </w:p>
    <w:p w:rsidR="0062748B" w:rsidRDefault="0062748B" w:rsidP="0062748B"/>
    <w:p w:rsidR="0062748B" w:rsidRDefault="0062748B" w:rsidP="0062748B">
      <w:r>
        <w:t>CF_LaborCost(1)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CF_LaborCost(2)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CF24(2)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CF_LaborCost(3)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CF_ChemicalCost  Chemical cost for the process</w:t>
      </w:r>
    </w:p>
    <w:p w:rsidR="0062748B" w:rsidRDefault="0062748B" w:rsidP="0062748B"/>
    <w:p w:rsidR="0062748B" w:rsidRDefault="0062748B" w:rsidP="0062748B">
      <w:r>
        <w:t>CF_ChemicalCost(1)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CF25(3)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CF_MembraneReplacementCost  Membrane replacement cost for the process</w:t>
      </w:r>
    </w:p>
    <w:p w:rsidR="0062748B" w:rsidRDefault="0062748B" w:rsidP="0062748B"/>
    <w:p w:rsidR="0062748B" w:rsidRDefault="0062748B" w:rsidP="0062748B">
      <w:r>
        <w:t>CF_MembraneReplacementCost(1)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CF_MembraneReplacementCost(2)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CF_MembraneReplacementCost(3)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CF_CleaningChemicalCost  Cleaning chemical (NaOCl) cost</w:t>
      </w:r>
    </w:p>
    <w:p w:rsidR="0062748B" w:rsidRDefault="0062748B" w:rsidP="0062748B"/>
    <w:p w:rsidR="0062748B" w:rsidRDefault="0062748B" w:rsidP="0062748B">
      <w:r>
        <w:t>CF_CleaningChemicalCost(1)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CF_CleaningChemicalCost(2)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CF_CleaningChemicalCost(3)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CF_Repairs  Repairs replacement and misc cost (taken as 2% of the direct ca</w:t>
      </w:r>
    </w:p>
    <w:p w:rsidR="0062748B" w:rsidRDefault="0062748B" w:rsidP="0062748B">
      <w:r>
        <w:t xml:space="preserve">                 pital cost)</w:t>
      </w:r>
    </w:p>
    <w:p w:rsidR="0062748B" w:rsidRDefault="0062748B" w:rsidP="0062748B"/>
    <w:p w:rsidR="0062748B" w:rsidRDefault="0062748B" w:rsidP="0062748B">
      <w:r>
        <w:t>CF_Repairs(1)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CF_Repairs(2)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CF_Repairs(3)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CF_TotalOMCost  Total operating and maintenance cost</w:t>
      </w:r>
    </w:p>
    <w:p w:rsidR="0062748B" w:rsidRDefault="0062748B" w:rsidP="0062748B"/>
    <w:p w:rsidR="0062748B" w:rsidRDefault="0062748B" w:rsidP="0062748B">
      <w:r>
        <w:t>CF_TotalOMCost(1)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CF_TotalOMCost(2)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lastRenderedPageBreak/>
        <w:t>CF_TotalOMCost(3)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CF_CapitalRecovery  Capital recovery - calculate from the total captical co</w:t>
      </w:r>
    </w:p>
    <w:p w:rsidR="0062748B" w:rsidRDefault="0062748B" w:rsidP="0062748B">
      <w:r>
        <w:t xml:space="preserve">                         st</w:t>
      </w:r>
    </w:p>
    <w:p w:rsidR="0062748B" w:rsidRDefault="0062748B" w:rsidP="0062748B"/>
    <w:p w:rsidR="0062748B" w:rsidRDefault="0062748B" w:rsidP="0062748B">
      <w:r>
        <w:t>CF_CapitalRecovery(1)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CF_CapitalRecovery(2)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t>CF_CapitalRecovery(3)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CF_AnnualCost  Annual cost depending on the Capital recovery and OM cost</w:t>
      </w:r>
    </w:p>
    <w:p w:rsidR="0062748B" w:rsidRDefault="0062748B" w:rsidP="0062748B"/>
    <w:p w:rsidR="0062748B" w:rsidRDefault="0062748B" w:rsidP="0062748B">
      <w:r>
        <w:t>CF_AnnualCost(1)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CF31(1)</w:t>
      </w:r>
    </w:p>
    <w:p w:rsidR="0062748B" w:rsidRDefault="0062748B" w:rsidP="0062748B">
      <w:r>
        <w:t xml:space="preserve">  -1.000000E-5  NonlinearTechCost01(1)</w:t>
      </w:r>
    </w:p>
    <w:p w:rsidR="0062748B" w:rsidRDefault="0062748B" w:rsidP="0062748B"/>
    <w:p w:rsidR="0062748B" w:rsidRDefault="0062748B" w:rsidP="0062748B">
      <w:r>
        <w:t>CF_AnnualCost(2)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CF31(2)</w:t>
      </w:r>
    </w:p>
    <w:p w:rsidR="0062748B" w:rsidRDefault="0062748B" w:rsidP="0062748B">
      <w:r>
        <w:t xml:space="preserve">  -1.000000E-5  NonlinearTechCost01(2)</w:t>
      </w:r>
    </w:p>
    <w:p w:rsidR="0062748B" w:rsidRDefault="0062748B" w:rsidP="0062748B"/>
    <w:p w:rsidR="0062748B" w:rsidRDefault="0062748B" w:rsidP="0062748B">
      <w:r>
        <w:t>CF_AnnualCost(3)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CF31(3)</w:t>
      </w:r>
    </w:p>
    <w:p w:rsidR="0062748B" w:rsidRDefault="0062748B" w:rsidP="0062748B">
      <w:r>
        <w:t xml:space="preserve">  -1.000000E-5  NonlinearTechCost01(3)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GAC_CapitalCost  Capital cost for the activated carbon process</w:t>
      </w:r>
    </w:p>
    <w:p w:rsidR="0062748B" w:rsidRDefault="0062748B" w:rsidP="0062748B"/>
    <w:p w:rsidR="0062748B" w:rsidRDefault="0062748B" w:rsidP="0062748B">
      <w:r>
        <w:t>GAC_CapitalCost(1)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GAC01(1)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GAC_OMCost  Operational and maintenance cost for the activated carbon proce</w:t>
      </w:r>
    </w:p>
    <w:p w:rsidR="0062748B" w:rsidRDefault="0062748B" w:rsidP="0062748B">
      <w:r>
        <w:t xml:space="preserve">                 ss</w:t>
      </w:r>
    </w:p>
    <w:p w:rsidR="0062748B" w:rsidRDefault="0062748B" w:rsidP="0062748B"/>
    <w:p w:rsidR="0062748B" w:rsidRDefault="0062748B" w:rsidP="0062748B">
      <w:r>
        <w:t>GAC_OMCost(1)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GAC02(2)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GAC_TotalCost  Total cost for the activated carbon process implementation</w:t>
      </w:r>
    </w:p>
    <w:p w:rsidR="0062748B" w:rsidRDefault="0062748B" w:rsidP="0062748B"/>
    <w:p w:rsidR="0062748B" w:rsidRDefault="0062748B" w:rsidP="0062748B">
      <w:r>
        <w:t>GAC_TotalCost(1)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GAC03(1)</w:t>
      </w:r>
    </w:p>
    <w:p w:rsidR="0062748B" w:rsidRDefault="0062748B" w:rsidP="0062748B">
      <w:r>
        <w:t xml:space="preserve">  -1.000000E-5  NonlinearTechCost02(1)</w:t>
      </w:r>
    </w:p>
    <w:p w:rsidR="0062748B" w:rsidRDefault="0062748B" w:rsidP="0062748B"/>
    <w:p w:rsidR="0062748B" w:rsidRDefault="0062748B" w:rsidP="0062748B">
      <w:r>
        <w:t>GAC_TotalCost(2)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GAC03(2)</w:t>
      </w:r>
    </w:p>
    <w:p w:rsidR="0062748B" w:rsidRDefault="0062748B" w:rsidP="0062748B">
      <w:r>
        <w:t xml:space="preserve">  -1.000000E-5  NonlinearTechCost02(2)</w:t>
      </w:r>
    </w:p>
    <w:p w:rsidR="0062748B" w:rsidRDefault="0062748B" w:rsidP="0062748B"/>
    <w:p w:rsidR="0062748B" w:rsidRDefault="0062748B" w:rsidP="0062748B">
      <w:r>
        <w:t>GAC_TotalCost(3)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GAC03(3)</w:t>
      </w:r>
    </w:p>
    <w:p w:rsidR="0062748B" w:rsidRDefault="0062748B" w:rsidP="0062748B">
      <w:r>
        <w:lastRenderedPageBreak/>
        <w:t xml:space="preserve">  -1.000000E-5  NonlinearTechCost02(3)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IX_MinResinVolume  Minimum volume of the medium in m3</w:t>
      </w:r>
    </w:p>
    <w:p w:rsidR="0062748B" w:rsidRDefault="0062748B" w:rsidP="0062748B"/>
    <w:p w:rsidR="0062748B" w:rsidRDefault="0062748B" w:rsidP="0062748B">
      <w:r>
        <w:t>IX_MinResinVolume(1)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IX01(1)</w:t>
      </w:r>
    </w:p>
    <w:p w:rsidR="0062748B" w:rsidRDefault="0062748B" w:rsidP="0062748B"/>
    <w:p w:rsidR="0062748B" w:rsidRDefault="0062748B" w:rsidP="0062748B">
      <w:r>
        <w:t>IX_MinResinVolume(2)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IX01(2)</w:t>
      </w:r>
    </w:p>
    <w:p w:rsidR="0062748B" w:rsidRDefault="0062748B" w:rsidP="0062748B"/>
    <w:p w:rsidR="0062748B" w:rsidRDefault="0062748B" w:rsidP="0062748B">
      <w:r>
        <w:t>IX_MinResinVolume(3)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IX_MinVolExhaustionTime  Minimum volume exhaustion time in days</w:t>
      </w:r>
    </w:p>
    <w:p w:rsidR="0062748B" w:rsidRDefault="0062748B" w:rsidP="0062748B"/>
    <w:p w:rsidR="0062748B" w:rsidRDefault="0062748B" w:rsidP="0062748B">
      <w:r>
        <w:t>IX_MinVolExhaustionTime(1)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IX02(1)</w:t>
      </w:r>
    </w:p>
    <w:p w:rsidR="0062748B" w:rsidRDefault="0062748B" w:rsidP="0062748B"/>
    <w:p w:rsidR="0062748B" w:rsidRDefault="0062748B" w:rsidP="0062748B">
      <w:r>
        <w:t>IX_MinVolExhaustionTime(2)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IX02(2)</w:t>
      </w:r>
    </w:p>
    <w:p w:rsidR="0062748B" w:rsidRDefault="0062748B" w:rsidP="0062748B"/>
    <w:p w:rsidR="0062748B" w:rsidRDefault="0062748B" w:rsidP="0062748B">
      <w:r>
        <w:t>IX_MinVolExhaustionTime(3)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IX_ExhaustionTimeResinVolume  Resin volume in m3 for the minimum exhaustion</w:t>
      </w:r>
    </w:p>
    <w:p w:rsidR="0062748B" w:rsidRDefault="0062748B" w:rsidP="0062748B">
      <w:r>
        <w:t xml:space="preserve">                                   time</w:t>
      </w:r>
    </w:p>
    <w:p w:rsidR="0062748B" w:rsidRDefault="0062748B" w:rsidP="0062748B"/>
    <w:p w:rsidR="0062748B" w:rsidRDefault="0062748B" w:rsidP="0062748B">
      <w:r>
        <w:t>IX_ExhaustionTimeResinVolume(1)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IX04(1)</w:t>
      </w:r>
    </w:p>
    <w:p w:rsidR="0062748B" w:rsidRDefault="0062748B" w:rsidP="0062748B">
      <w:r>
        <w:t xml:space="preserve">       -2       IX05(1)</w:t>
      </w:r>
    </w:p>
    <w:p w:rsidR="0062748B" w:rsidRDefault="0062748B" w:rsidP="0062748B">
      <w:r>
        <w:t xml:space="preserve">    -1400.0979  IX06(1)</w:t>
      </w:r>
    </w:p>
    <w:p w:rsidR="0062748B" w:rsidRDefault="0062748B" w:rsidP="0062748B">
      <w:r>
        <w:t xml:space="preserve">     -150       IX08(1)</w:t>
      </w:r>
    </w:p>
    <w:p w:rsidR="0062748B" w:rsidRDefault="0062748B" w:rsidP="0062748B"/>
    <w:p w:rsidR="0062748B" w:rsidRDefault="0062748B" w:rsidP="0062748B">
      <w:r>
        <w:t>IX_ExhaustionTimeResinVolume(2)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IX04(2)</w:t>
      </w:r>
    </w:p>
    <w:p w:rsidR="0062748B" w:rsidRDefault="0062748B" w:rsidP="0062748B">
      <w:r>
        <w:t xml:space="preserve">       -2       IX05(2)</w:t>
      </w:r>
    </w:p>
    <w:p w:rsidR="0062748B" w:rsidRDefault="0062748B" w:rsidP="0062748B">
      <w:r>
        <w:lastRenderedPageBreak/>
        <w:t xml:space="preserve">    -1400.0979  IX06(2)</w:t>
      </w:r>
    </w:p>
    <w:p w:rsidR="0062748B" w:rsidRDefault="0062748B" w:rsidP="0062748B">
      <w:r>
        <w:t xml:space="preserve">     -150       IX08(2)</w:t>
      </w:r>
    </w:p>
    <w:p w:rsidR="0062748B" w:rsidRDefault="0062748B" w:rsidP="0062748B"/>
    <w:p w:rsidR="0062748B" w:rsidRDefault="0062748B" w:rsidP="0062748B">
      <w:r>
        <w:t>IX_ExhaustionTimeResinVolume(3)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IX04(3)</w:t>
      </w:r>
    </w:p>
    <w:p w:rsidR="0062748B" w:rsidRDefault="0062748B" w:rsidP="0062748B">
      <w:r>
        <w:t xml:space="preserve">       -2       IX05(3)</w:t>
      </w:r>
    </w:p>
    <w:p w:rsidR="0062748B" w:rsidRDefault="0062748B" w:rsidP="0062748B">
      <w:r>
        <w:t xml:space="preserve">    -1400.0979  IX06(3)</w:t>
      </w:r>
    </w:p>
    <w:p w:rsidR="0062748B" w:rsidRDefault="0062748B" w:rsidP="0062748B">
      <w:r>
        <w:t xml:space="preserve">     -150       IX08(3)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IX_VesselVolume  Total vessel volume in m3</w:t>
      </w:r>
    </w:p>
    <w:p w:rsidR="0062748B" w:rsidRDefault="0062748B" w:rsidP="0062748B"/>
    <w:p w:rsidR="0062748B" w:rsidRDefault="0062748B" w:rsidP="0062748B">
      <w:r>
        <w:t>IX_VesselVolume(1)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IX05(1)</w:t>
      </w:r>
    </w:p>
    <w:p w:rsidR="0062748B" w:rsidRDefault="0062748B" w:rsidP="0062748B">
      <w:r>
        <w:t xml:space="preserve"> (-208772.9194) IX07(1)</w:t>
      </w:r>
    </w:p>
    <w:p w:rsidR="0062748B" w:rsidRDefault="0062748B" w:rsidP="0062748B">
      <w:r>
        <w:t xml:space="preserve"> (-2.500000E+9) IX12(1)</w:t>
      </w:r>
    </w:p>
    <w:p w:rsidR="0062748B" w:rsidRDefault="0062748B" w:rsidP="0062748B"/>
    <w:p w:rsidR="0062748B" w:rsidRDefault="0062748B" w:rsidP="0062748B">
      <w:r>
        <w:t>IX_VesselVolume(2)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IX05(2)</w:t>
      </w:r>
    </w:p>
    <w:p w:rsidR="0062748B" w:rsidRDefault="0062748B" w:rsidP="0062748B">
      <w:r>
        <w:t xml:space="preserve"> (-208772.9194) IX07(2)</w:t>
      </w:r>
    </w:p>
    <w:p w:rsidR="0062748B" w:rsidRDefault="0062748B" w:rsidP="0062748B">
      <w:r>
        <w:t xml:space="preserve"> (-2.500000E+9) IX12(2)</w:t>
      </w:r>
    </w:p>
    <w:p w:rsidR="0062748B" w:rsidRDefault="0062748B" w:rsidP="0062748B"/>
    <w:p w:rsidR="0062748B" w:rsidRDefault="0062748B" w:rsidP="0062748B">
      <w:r>
        <w:t>IX_VesselVolume(3)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IX05(3)</w:t>
      </w:r>
    </w:p>
    <w:p w:rsidR="0062748B" w:rsidRDefault="0062748B" w:rsidP="0062748B">
      <w:r>
        <w:t xml:space="preserve"> (-208772.9194) IX07(3)</w:t>
      </w:r>
    </w:p>
    <w:p w:rsidR="0062748B" w:rsidRDefault="0062748B" w:rsidP="0062748B">
      <w:r>
        <w:t xml:space="preserve"> (-2.500000E+9) IX12(3)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IX_ResinCost  Total resin cost (in $ per day -- need to check)</w:t>
      </w:r>
    </w:p>
    <w:p w:rsidR="0062748B" w:rsidRDefault="0062748B" w:rsidP="0062748B"/>
    <w:p w:rsidR="0062748B" w:rsidRDefault="0062748B" w:rsidP="0062748B">
      <w:r>
        <w:t>IX_ResinCost(1)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IX06(1)</w:t>
      </w:r>
    </w:p>
    <w:p w:rsidR="0062748B" w:rsidRDefault="0062748B" w:rsidP="0062748B">
      <w:r>
        <w:t xml:space="preserve">      -24       IX15(1)</w:t>
      </w:r>
    </w:p>
    <w:p w:rsidR="0062748B" w:rsidRDefault="0062748B" w:rsidP="0062748B"/>
    <w:p w:rsidR="0062748B" w:rsidRDefault="0062748B" w:rsidP="0062748B">
      <w:r>
        <w:t>IX_ResinCost(2)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IX06(2)</w:t>
      </w:r>
    </w:p>
    <w:p w:rsidR="0062748B" w:rsidRDefault="0062748B" w:rsidP="0062748B">
      <w:r>
        <w:t xml:space="preserve">      -24       IX15(2)</w:t>
      </w:r>
    </w:p>
    <w:p w:rsidR="0062748B" w:rsidRDefault="0062748B" w:rsidP="0062748B"/>
    <w:p w:rsidR="0062748B" w:rsidRDefault="0062748B" w:rsidP="0062748B">
      <w:r>
        <w:t>IX_ResinCost(3)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IX06(3)</w:t>
      </w:r>
    </w:p>
    <w:p w:rsidR="0062748B" w:rsidRDefault="0062748B" w:rsidP="0062748B">
      <w:r>
        <w:t xml:space="preserve">      -24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IX_BedArea  Bed area for the vessel in m2</w:t>
      </w:r>
    </w:p>
    <w:p w:rsidR="0062748B" w:rsidRDefault="0062748B" w:rsidP="0062748B"/>
    <w:p w:rsidR="0062748B" w:rsidRDefault="0062748B" w:rsidP="0062748B">
      <w:r>
        <w:t>IX_BedArea(1)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IX12(1)</w:t>
      </w:r>
    </w:p>
    <w:p w:rsidR="0062748B" w:rsidRDefault="0062748B" w:rsidP="0062748B">
      <w:r>
        <w:t xml:space="preserve">   (-1254.21)   IX13(1)</w:t>
      </w:r>
    </w:p>
    <w:p w:rsidR="0062748B" w:rsidRDefault="0062748B" w:rsidP="0062748B">
      <w:r>
        <w:t xml:space="preserve"> (-7.33000E+11) IX14(1)</w:t>
      </w:r>
    </w:p>
    <w:p w:rsidR="0062748B" w:rsidRDefault="0062748B" w:rsidP="0062748B"/>
    <w:p w:rsidR="0062748B" w:rsidRDefault="0062748B" w:rsidP="0062748B">
      <w:r>
        <w:t>IX_BedArea(2)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IX12(2)</w:t>
      </w:r>
    </w:p>
    <w:p w:rsidR="0062748B" w:rsidRDefault="0062748B" w:rsidP="0062748B">
      <w:r>
        <w:t xml:space="preserve">   (-1254.21)   IX13(2)</w:t>
      </w:r>
    </w:p>
    <w:p w:rsidR="0062748B" w:rsidRDefault="0062748B" w:rsidP="0062748B">
      <w:r>
        <w:t xml:space="preserve"> (-7.33000E+11) IX14(2)</w:t>
      </w:r>
    </w:p>
    <w:p w:rsidR="0062748B" w:rsidRDefault="0062748B" w:rsidP="0062748B"/>
    <w:p w:rsidR="0062748B" w:rsidRDefault="0062748B" w:rsidP="0062748B">
      <w:r>
        <w:t>IX_BedArea(3)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IX12(3)</w:t>
      </w:r>
    </w:p>
    <w:p w:rsidR="0062748B" w:rsidRDefault="0062748B" w:rsidP="0062748B">
      <w:r>
        <w:t xml:space="preserve">   (-1254.21)   IX13(3)</w:t>
      </w:r>
    </w:p>
    <w:p w:rsidR="0062748B" w:rsidRDefault="0062748B" w:rsidP="0062748B">
      <w:r>
        <w:t xml:space="preserve"> (-7.33000E+11) IX14(3)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lastRenderedPageBreak/>
        <w:t>---- IX_TankTotalCost  Total Tank cost in $</w:t>
      </w:r>
    </w:p>
    <w:p w:rsidR="0062748B" w:rsidRDefault="0062748B" w:rsidP="0062748B"/>
    <w:p w:rsidR="0062748B" w:rsidRDefault="0062748B" w:rsidP="0062748B">
      <w:r>
        <w:t>IX_TankTotalCost(1)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IX_TankTotalCost(2)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IX_TankTotalCost(3)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IX_NaClReq  NaCl requirement in Kg per day</w:t>
      </w:r>
    </w:p>
    <w:p w:rsidR="0062748B" w:rsidRDefault="0062748B" w:rsidP="0062748B"/>
    <w:p w:rsidR="0062748B" w:rsidRDefault="0062748B" w:rsidP="0062748B">
      <w:r>
        <w:t>IX_NaClReq(1)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IX08(1)</w:t>
      </w:r>
    </w:p>
    <w:p w:rsidR="0062748B" w:rsidRDefault="0062748B" w:rsidP="0062748B">
      <w:r>
        <w:t xml:space="preserve">       -0.01    IX09(1)</w:t>
      </w:r>
    </w:p>
    <w:p w:rsidR="0062748B" w:rsidRDefault="0062748B" w:rsidP="0062748B">
      <w:r>
        <w:lastRenderedPageBreak/>
        <w:t xml:space="preserve">       -3.65    IX10(1)</w:t>
      </w:r>
    </w:p>
    <w:p w:rsidR="0062748B" w:rsidRDefault="0062748B" w:rsidP="0062748B"/>
    <w:p w:rsidR="0062748B" w:rsidRDefault="0062748B" w:rsidP="0062748B">
      <w:r>
        <w:t>IX_NaClReq(2)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IX08(2)</w:t>
      </w:r>
    </w:p>
    <w:p w:rsidR="0062748B" w:rsidRDefault="0062748B" w:rsidP="0062748B">
      <w:r>
        <w:t xml:space="preserve">       -0.01    IX09(2)</w:t>
      </w:r>
    </w:p>
    <w:p w:rsidR="0062748B" w:rsidRDefault="0062748B" w:rsidP="0062748B">
      <w:r>
        <w:t xml:space="preserve">       -3.65    IX10(2)</w:t>
      </w:r>
    </w:p>
    <w:p w:rsidR="0062748B" w:rsidRDefault="0062748B" w:rsidP="0062748B"/>
    <w:p w:rsidR="0062748B" w:rsidRDefault="0062748B" w:rsidP="0062748B">
      <w:r>
        <w:t>IX_NaClReq(3)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IX08(3)</w:t>
      </w:r>
    </w:p>
    <w:p w:rsidR="0062748B" w:rsidRDefault="0062748B" w:rsidP="0062748B">
      <w:r>
        <w:t xml:space="preserve">       -0.01    IX09(3)</w:t>
      </w:r>
    </w:p>
    <w:p w:rsidR="0062748B" w:rsidRDefault="0062748B" w:rsidP="0062748B">
      <w:r>
        <w:t xml:space="preserve">       -3.65    IX10(3)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IX_TotalChemCost  Total chemical cost per year</w:t>
      </w:r>
    </w:p>
    <w:p w:rsidR="0062748B" w:rsidRDefault="0062748B" w:rsidP="0062748B"/>
    <w:p w:rsidR="0062748B" w:rsidRDefault="0062748B" w:rsidP="0062748B">
      <w:r>
        <w:t>IX_TotalChemCost(1)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IX_TotalChemCost(2)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IX10(2)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IX_TotalChemCost(3)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IX_RegFluidReq  Regeneration fluid requirement</w:t>
      </w:r>
    </w:p>
    <w:p w:rsidR="0062748B" w:rsidRDefault="0062748B" w:rsidP="0062748B"/>
    <w:p w:rsidR="0062748B" w:rsidRDefault="0062748B" w:rsidP="0062748B">
      <w:r>
        <w:t>IX_RegFluidReq(1)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IX09(1)</w:t>
      </w:r>
    </w:p>
    <w:p w:rsidR="0062748B" w:rsidRDefault="0062748B" w:rsidP="0062748B">
      <w:r>
        <w:t xml:space="preserve">     -250       IX11(1)</w:t>
      </w:r>
    </w:p>
    <w:p w:rsidR="0062748B" w:rsidRDefault="0062748B" w:rsidP="0062748B"/>
    <w:p w:rsidR="0062748B" w:rsidRDefault="0062748B" w:rsidP="0062748B">
      <w:r>
        <w:t>IX_RegFluidReq(2)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IX09(2)</w:t>
      </w:r>
    </w:p>
    <w:p w:rsidR="0062748B" w:rsidRDefault="0062748B" w:rsidP="0062748B">
      <w:r>
        <w:t xml:space="preserve">     -250       IX11(2)</w:t>
      </w:r>
    </w:p>
    <w:p w:rsidR="0062748B" w:rsidRDefault="0062748B" w:rsidP="0062748B"/>
    <w:p w:rsidR="0062748B" w:rsidRDefault="0062748B" w:rsidP="0062748B">
      <w:r>
        <w:t>IX_RegFluidReq(3)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IX09(3)</w:t>
      </w:r>
    </w:p>
    <w:p w:rsidR="0062748B" w:rsidRDefault="0062748B" w:rsidP="0062748B">
      <w:r>
        <w:lastRenderedPageBreak/>
        <w:t xml:space="preserve">     -250       IX11(3)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IX_StorageTankCost  Storage tank cost</w:t>
      </w:r>
    </w:p>
    <w:p w:rsidR="0062748B" w:rsidRDefault="0062748B" w:rsidP="0062748B"/>
    <w:p w:rsidR="0062748B" w:rsidRDefault="0062748B" w:rsidP="0062748B">
      <w:r>
        <w:t>IX_StorageTankCost(1)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IX_StorageTankCost(2)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IX_StorageTankCost(3)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IX_ConstructionCost  Construction cost</w:t>
      </w:r>
    </w:p>
    <w:p w:rsidR="0062748B" w:rsidRDefault="0062748B" w:rsidP="0062748B"/>
    <w:p w:rsidR="0062748B" w:rsidRDefault="0062748B" w:rsidP="0062748B">
      <w:r>
        <w:lastRenderedPageBreak/>
        <w:t>IX_ConstructionCost(1)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IX_OMCost  Operating and maintenance cost</w:t>
      </w:r>
    </w:p>
    <w:p w:rsidR="0062748B" w:rsidRDefault="0062748B" w:rsidP="0062748B"/>
    <w:p w:rsidR="0062748B" w:rsidRDefault="0062748B" w:rsidP="0062748B">
      <w:r>
        <w:t>IX_OMCost(1)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IX_OMCost(2)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IX14(2)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IX_TotalCost  Total cost for the implementation of ion exchange process for</w:t>
      </w:r>
    </w:p>
    <w:p w:rsidR="0062748B" w:rsidRDefault="0062748B" w:rsidP="0062748B">
      <w:r>
        <w:t xml:space="preserve">                   each industry</w:t>
      </w:r>
    </w:p>
    <w:p w:rsidR="0062748B" w:rsidRDefault="0062748B" w:rsidP="0062748B"/>
    <w:p w:rsidR="0062748B" w:rsidRDefault="0062748B" w:rsidP="0062748B">
      <w:r>
        <w:t>IX_TotalCost(1)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IX15(1)</w:t>
      </w:r>
    </w:p>
    <w:p w:rsidR="0062748B" w:rsidRDefault="0062748B" w:rsidP="0062748B">
      <w:r>
        <w:t xml:space="preserve">  -1.000000E-5  NonlinearTechCost03(1)</w:t>
      </w:r>
    </w:p>
    <w:p w:rsidR="0062748B" w:rsidRDefault="0062748B" w:rsidP="0062748B"/>
    <w:p w:rsidR="0062748B" w:rsidRDefault="0062748B" w:rsidP="0062748B">
      <w:r>
        <w:t>IX_TotalCost(2)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IX15(2)</w:t>
      </w:r>
    </w:p>
    <w:p w:rsidR="0062748B" w:rsidRDefault="0062748B" w:rsidP="0062748B">
      <w:r>
        <w:t xml:space="preserve">  -1.000000E-5  NonlinearTechCost03(2)</w:t>
      </w:r>
    </w:p>
    <w:p w:rsidR="0062748B" w:rsidRDefault="0062748B" w:rsidP="0062748B"/>
    <w:p w:rsidR="0062748B" w:rsidRDefault="0062748B" w:rsidP="0062748B">
      <w:r>
        <w:t>IX_TotalCost(3)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IX15(3)</w:t>
      </w:r>
    </w:p>
    <w:p w:rsidR="0062748B" w:rsidRDefault="0062748B" w:rsidP="0062748B">
      <w:r>
        <w:t xml:space="preserve">  -1.000000E-5  NonlinearTechCost03(3)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Tobj  Objective function for the technoogy only problem</w:t>
      </w:r>
    </w:p>
    <w:p w:rsidR="0062748B" w:rsidRDefault="0062748B" w:rsidP="0062748B"/>
    <w:p w:rsidR="0062748B" w:rsidRDefault="0062748B" w:rsidP="0062748B">
      <w:r>
        <w:t>Tobj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t xml:space="preserve">        1       Tobjective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Volume  volume of waste treated by each industry using each technology (def</w:t>
      </w:r>
    </w:p>
    <w:p w:rsidR="0062748B" w:rsidRDefault="0062748B" w:rsidP="0062748B">
      <w:r>
        <w:t xml:space="preserve">             ined over i and j)</w:t>
      </w:r>
    </w:p>
    <w:p w:rsidR="0062748B" w:rsidRDefault="0062748B" w:rsidP="0062748B"/>
    <w:p w:rsidR="0062748B" w:rsidRDefault="0062748B" w:rsidP="0062748B">
      <w:r>
        <w:t>Volume(1,1)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0.0028  Tc2(1)</w:t>
      </w:r>
    </w:p>
    <w:p w:rsidR="0062748B" w:rsidRDefault="0062748B" w:rsidP="0062748B">
      <w:r>
        <w:t xml:space="preserve">      -43.8021  DFREq(1,1)</w:t>
      </w:r>
    </w:p>
    <w:p w:rsidR="0062748B" w:rsidRDefault="0062748B" w:rsidP="0062748B">
      <w:r>
        <w:t xml:space="preserve">       -1.1574  CF01(1)</w:t>
      </w:r>
    </w:p>
    <w:p w:rsidR="0062748B" w:rsidRDefault="0062748B" w:rsidP="0062748B"/>
    <w:p w:rsidR="0062748B" w:rsidRDefault="0062748B" w:rsidP="0062748B">
      <w:r>
        <w:t>Volume(1,2)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Tc1(1)</w:t>
      </w:r>
    </w:p>
    <w:p w:rsidR="0062748B" w:rsidRDefault="0062748B" w:rsidP="0062748B">
      <w:r>
        <w:t xml:space="preserve">        0.0041  Tc2(1)</w:t>
      </w:r>
    </w:p>
    <w:p w:rsidR="0062748B" w:rsidRDefault="0062748B" w:rsidP="0062748B">
      <w:r>
        <w:t xml:space="preserve">      -43.8021  DFREq(1,2)</w:t>
      </w:r>
    </w:p>
    <w:p w:rsidR="0062748B" w:rsidRDefault="0062748B" w:rsidP="0062748B">
      <w:r>
        <w:t xml:space="preserve"> (-7.37701E+16) GAC01(1)</w:t>
      </w:r>
    </w:p>
    <w:p w:rsidR="0062748B" w:rsidRDefault="0062748B" w:rsidP="0062748B">
      <w:r>
        <w:t xml:space="preserve"> (-8.53308E+15) GAC02(1)</w:t>
      </w:r>
    </w:p>
    <w:p w:rsidR="0062748B" w:rsidRDefault="0062748B" w:rsidP="0062748B"/>
    <w:p w:rsidR="0062748B" w:rsidRDefault="0062748B" w:rsidP="0062748B">
      <w:r>
        <w:t>Volume(1,3)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0.0014  Tc2(1)</w:t>
      </w:r>
    </w:p>
    <w:p w:rsidR="0062748B" w:rsidRDefault="0062748B" w:rsidP="0062748B">
      <w:r>
        <w:t xml:space="preserve">      -43.8021  DFREq(1,3)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>---- DFR  Desired flow rate for the industry in liters per sec</w:t>
      </w:r>
    </w:p>
    <w:p w:rsidR="0062748B" w:rsidRDefault="0062748B" w:rsidP="0062748B"/>
    <w:p w:rsidR="0062748B" w:rsidRDefault="0062748B" w:rsidP="0062748B">
      <w:r>
        <w:t>DFR(1,1)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DFREq(1,1)</w:t>
      </w:r>
    </w:p>
    <w:p w:rsidR="0062748B" w:rsidRDefault="0062748B" w:rsidP="0062748B">
      <w:r>
        <w:t xml:space="preserve">       -1.0067  CF03(1)</w:t>
      </w:r>
    </w:p>
    <w:p w:rsidR="0062748B" w:rsidRDefault="0062748B" w:rsidP="0062748B">
      <w:r>
        <w:t xml:space="preserve">        1       CF04(1)</w:t>
      </w:r>
    </w:p>
    <w:p w:rsidR="0062748B" w:rsidRDefault="0062748B" w:rsidP="0062748B">
      <w:r>
        <w:t xml:space="preserve">       -1.0603  CF09(1)</w:t>
      </w:r>
    </w:p>
    <w:p w:rsidR="0062748B" w:rsidRDefault="0062748B" w:rsidP="0062748B">
      <w:r>
        <w:t xml:space="preserve">      -50.8341  CF25(1)</w:t>
      </w:r>
    </w:p>
    <w:p w:rsidR="0062748B" w:rsidRDefault="0062748B" w:rsidP="0062748B">
      <w:r>
        <w:t xml:space="preserve">      -10.1668  CF27(1)</w:t>
      </w:r>
    </w:p>
    <w:p w:rsidR="0062748B" w:rsidRDefault="0062748B" w:rsidP="0062748B"/>
    <w:p w:rsidR="0062748B" w:rsidRDefault="0062748B" w:rsidP="0062748B">
      <w:r>
        <w:lastRenderedPageBreak/>
        <w:t>DFR(1,2)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DFREq(1,2)</w:t>
      </w:r>
    </w:p>
    <w:p w:rsidR="0062748B" w:rsidRDefault="0062748B" w:rsidP="0062748B"/>
    <w:p w:rsidR="0062748B" w:rsidRDefault="0062748B" w:rsidP="0062748B">
      <w:r>
        <w:t>DFR(1,3)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DFREq(1,3)</w:t>
      </w:r>
    </w:p>
    <w:p w:rsidR="0062748B" w:rsidRDefault="0062748B" w:rsidP="0062748B">
      <w:r>
        <w:t xml:space="preserve">       -0.18    IX01(1)</w:t>
      </w:r>
    </w:p>
    <w:p w:rsidR="0062748B" w:rsidRDefault="0062748B" w:rsidP="0062748B">
      <w:r>
        <w:t xml:space="preserve">       -0.0156  IX04(1)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 xml:space="preserve">---- NonlinearTechCost  </w:t>
      </w:r>
    </w:p>
    <w:p w:rsidR="0062748B" w:rsidRDefault="0062748B" w:rsidP="0062748B"/>
    <w:p w:rsidR="0062748B" w:rsidRDefault="0062748B" w:rsidP="0062748B">
      <w:r>
        <w:t>NonlinearTechCost(1,1)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NonlinearTechCost01(1)</w:t>
      </w:r>
    </w:p>
    <w:p w:rsidR="0062748B" w:rsidRDefault="0062748B" w:rsidP="0062748B"/>
    <w:p w:rsidR="0062748B" w:rsidRDefault="0062748B" w:rsidP="0062748B">
      <w:r>
        <w:t>NonlinearTechCost(1,2)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NonlinearTechCost02(1)</w:t>
      </w:r>
    </w:p>
    <w:p w:rsidR="0062748B" w:rsidRDefault="0062748B" w:rsidP="0062748B"/>
    <w:p w:rsidR="0062748B" w:rsidRDefault="0062748B" w:rsidP="0062748B">
      <w:r>
        <w:t>NonlinearTechCost(1,3)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NonlinearTechCost03(1)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20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5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54     SINGLE EQUATIONS        1,596</w:t>
      </w:r>
    </w:p>
    <w:p w:rsidR="0062748B" w:rsidRDefault="0062748B" w:rsidP="0062748B">
      <w:r>
        <w:t>BLOCKS OF VARIABLES          51     SINGLE VARIABLES        1,625</w:t>
      </w:r>
    </w:p>
    <w:p w:rsidR="0062748B" w:rsidRDefault="0062748B" w:rsidP="0062748B">
      <w:r>
        <w:t>NON ZERO ELEMENTS         4,003     NON LINEAR N-Z            174</w:t>
      </w:r>
    </w:p>
    <w:p w:rsidR="0062748B" w:rsidRDefault="0062748B" w:rsidP="0062748B">
      <w:r>
        <w:t>DERIVATIVE POOL              10     CONSTANT POOL              31</w:t>
      </w:r>
    </w:p>
    <w:p w:rsidR="0062748B" w:rsidRDefault="0062748B" w:rsidP="0062748B">
      <w:r>
        <w:t>CODE LENGTH               1,508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0.016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0.016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5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21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TechProblem         OBJECTIVE  Tobj</w:t>
      </w:r>
    </w:p>
    <w:p w:rsidR="0062748B" w:rsidRDefault="0062748B" w:rsidP="0062748B">
      <w:r>
        <w:t xml:space="preserve">     TYPE    NLP                 DIRECTION  MINIMIZE</w:t>
      </w:r>
    </w:p>
    <w:p w:rsidR="0062748B" w:rsidRDefault="0062748B" w:rsidP="0062748B">
      <w:r>
        <w:t xml:space="preserve">     SOLVER  CONOPT              FROM LINE  868</w:t>
      </w:r>
    </w:p>
    <w:p w:rsidR="0062748B" w:rsidRDefault="0062748B" w:rsidP="0062748B"/>
    <w:p w:rsidR="0062748B" w:rsidRDefault="0062748B" w:rsidP="0062748B">
      <w:r>
        <w:t xml:space="preserve">**** SOLVER STATUS     7 Licensing Problems        </w:t>
      </w:r>
    </w:p>
    <w:p w:rsidR="0062748B" w:rsidRDefault="0062748B" w:rsidP="0062748B">
      <w:r>
        <w:t xml:space="preserve">**** MODEL STATUS      11 Licensing Problem        </w:t>
      </w:r>
    </w:p>
    <w:p w:rsidR="0062748B" w:rsidRDefault="0062748B" w:rsidP="0062748B">
      <w:r>
        <w:t>**** OBJECTIVE VALUE               NA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>
      <w:r>
        <w:t xml:space="preserve"> EVALUATION ERRORS              0             0</w:t>
      </w:r>
    </w:p>
    <w:p w:rsidR="0062748B" w:rsidRDefault="0062748B" w:rsidP="0062748B">
      <w:r>
        <w:t xml:space="preserve">CONOPT 3         24.1.3 r41464 Released Jul 26, 2013 WEI x86_64/MS Windows    </w:t>
      </w:r>
    </w:p>
    <w:p w:rsidR="0062748B" w:rsidRDefault="0062748B" w:rsidP="0062748B">
      <w:r>
        <w:t>*** No license found</w:t>
      </w:r>
    </w:p>
    <w:p w:rsidR="0062748B" w:rsidRDefault="0062748B" w:rsidP="0062748B">
      <w:r>
        <w:t>*** To update your license, please contact your distributor.</w:t>
      </w:r>
    </w:p>
    <w:p w:rsidR="0062748B" w:rsidRDefault="0062748B" w:rsidP="0062748B">
      <w:r>
        <w:t>*** Too many equations for demo mode</w:t>
      </w:r>
    </w:p>
    <w:p w:rsidR="0062748B" w:rsidRDefault="0062748B" w:rsidP="0062748B">
      <w:r>
        <w:t>***   Number of equations          : 1596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variables for demo mode</w:t>
      </w:r>
    </w:p>
    <w:p w:rsidR="0062748B" w:rsidRDefault="0062748B" w:rsidP="0062748B">
      <w:r>
        <w:lastRenderedPageBreak/>
        <w:t>***   Number of variables          : 1625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nonzero elements for demo mode</w:t>
      </w:r>
    </w:p>
    <w:p w:rsidR="0062748B" w:rsidRDefault="0062748B" w:rsidP="0062748B">
      <w:r>
        <w:t>***   Number of nonzeros           : 4003</w:t>
      </w:r>
    </w:p>
    <w:p w:rsidR="0062748B" w:rsidRDefault="0062748B" w:rsidP="0062748B">
      <w:r>
        <w:t>***   Maximum allowed              : 2000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No solution returned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22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Tobjective  =E=  </w:t>
      </w:r>
    </w:p>
    <w:p w:rsidR="0062748B" w:rsidRDefault="0062748B" w:rsidP="0062748B"/>
    <w:p w:rsidR="0062748B" w:rsidRDefault="0062748B" w:rsidP="0062748B">
      <w:r>
        <w:t>Tobjective..  Tobj - NonlinearTechCost(1,1) - NonlinearTechCost(1,2)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NonlinearTechCost(1,3) - NonlinearTechCost(2,1) - NonlinearTechCost(2,2)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NonlinearTechCost(2,3) - NonlinearTechCost(3,1) - NonlinearTechCost(3,2)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NonlinearTechCost(3,3) - NonlinearTechCost(4,1) - NonlinearTechCost(4,2)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NonlinearTechCost(4,3) - NonlinearTechCost(5,1) - NonlinearTechCost(5,2)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NonlinearTechCost(5,3) - NonlinearTechCost(6,1) - NonlinearTechCost(6,2)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NonlinearTechCost(6,3) - NonlinearTechCost(7,1) - NonlinearTechCost(7,2)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NonlinearTechCost(7,3) - NonlinearTechCost(8,1) - NonlinearTechCost(8,2)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NonlinearTechCost(8,3) - NonlinearTechCost(9,1) - NonlinearTechCost(9,2)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NonlinearTechCost(9,3) - NonlinearTechCost(10,1)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NonlinearTechCost(10,2) - NonlinearTechCost(10,3)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NonlinearTechCost(11,1) - NonlinearTechCost(11,2)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NonlinearTechCost(11,3) - NonlinearTechCost(12,1)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NonlinearTechCost(12,2) - NonlinearTechCost(12,3)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NonlinearTechCost(13,1) - NonlinearTechCost(13,2)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NonlinearTechCost(13,3) - NonlinearTechCost(14,1)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NonlinearTechCost(14,2) - NonlinearTechCost(14,3)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NonlinearTechCost(15,1) - NonlinearTechCost(15,2)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NonlinearTechCost(15,3) - NonlinearTechCost(16,1)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NonlinearTechCost(16,2) - NonlinearTechCost(16,3)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NonlinearTechCost(17,1) - NonlinearTechCost(17,2)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NonlinearTechCost(17,3) - NonlinearTechCost(18,1)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NonlinearTechCost(18,2) - NonlinearTechCost(18,3)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NonlinearTechCost(19,1) - NonlinearTechCost(19,2)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NonlinearTechCost(19,3) - NonlinearTechCost(20,1)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NonlinearTechCost(20,2) - NonlinearTechCost(20,3)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NonlinearTechCost(21,1) - NonlinearTechCost(21,2)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NonlinearTechCost(21,3) - NonlinearTechCost(22,1)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NonlinearTechCost(22,2) - NonlinearTechCost(22,3)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NonlinearTechCost(23,1) - NonlinearTechCost(23,2)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NonlinearTechCost(23,3) - NonlinearTechCost(24,1)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NonlinearTechCost(24,2) - NonlinearTechCost(24,3)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NonlinearTechCost(25,1) - NonlinearTechCost(25,2)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NonlinearTechCost(25,3) - NonlinearTechCost(26,1)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NonlinearTechCost(26,2) - NonlinearTechCost(26,3)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NonlinearTechCost(27,1) - NonlinearTechCost(27,2)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NonlinearTechCost(27,3) - NonlinearTechCost(28,1)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NonlinearTechCost(28,2) - NonlinearTechCost(28,3)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NonlinearTechCost(29,1) - NonlinearTechCost(29,2)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 xml:space="preserve">---- Tc1  =L=  </w:t>
      </w:r>
    </w:p>
    <w:p w:rsidR="0062748B" w:rsidRDefault="0062748B" w:rsidP="0062748B"/>
    <w:p w:rsidR="0062748B" w:rsidRDefault="0062748B" w:rsidP="0062748B">
      <w:r>
        <w:t>Tc1(1)..  Volume(1,1) + Volume(1,2) + Volume(1,3) =L= 46.1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Tc1(2)..  Volume(2,1) + Volume(2,2) + Volume(2,3) =L= 1.5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Tc1(3)..  Volume(3,1) + Volume(3,2) + Volume(3,3) =L= 4.6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Tc2  =G=  </w:t>
      </w:r>
    </w:p>
    <w:p w:rsidR="0062748B" w:rsidRDefault="0062748B" w:rsidP="0062748B"/>
    <w:p w:rsidR="0062748B" w:rsidRDefault="0062748B" w:rsidP="0062748B">
      <w:r>
        <w:t>Tc2(1)..  0.002762685*Volume(1,1) + 0.00414402749999999*Volume(1,2)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+ 0.0013813425*Volume(1,3) =G= 0.122832874808418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0.122832874808418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Tc2(2)..  0.002762685*Volume(2,1) + 0.00414402749999999*Volume(2,2)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+ 0.0013813425*Volume(2,3) =G= 0.00202831822193877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0.00202831822193877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Tc2(3)..  0.002762685*Volume(3,1) + 0.00414402749999999*Volume(3,2)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+ 0.0013813425*Volume(3,3) =G= 0.0100326811806122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0.0100326811806122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DFREq  =E=  </w:t>
      </w:r>
    </w:p>
    <w:p w:rsidR="0062748B" w:rsidRDefault="0062748B" w:rsidP="0062748B"/>
    <w:p w:rsidR="0062748B" w:rsidRDefault="0062748B" w:rsidP="0062748B">
      <w:r>
        <w:t>DFREq(1,1)..  - 43.8020833333334*Volume(1,1) + DFR(1,1)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DFREq(1,2)..  - 43.8020833333334*Volume(1,2) + DFR(1,2)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DFREq(1,3)..  - 43.8020833333334*Volume(1,3) + 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CF01  =E=  </w:t>
      </w:r>
    </w:p>
    <w:p w:rsidR="0062748B" w:rsidRDefault="0062748B" w:rsidP="0062748B"/>
    <w:p w:rsidR="0062748B" w:rsidRDefault="0062748B" w:rsidP="0062748B">
      <w:r>
        <w:t>CF01(1)..  CF_NoOfModules(1) - 1.15740740740741*Volume(1,1)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CF01(2)..  CF_NoOfModules(2) - 1.15740740740741*Volume(2,1)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CF01(3)..  CF_NoOfModules(3) - 1.15740740740741*Volume(3,1)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CF03  =E=  </w:t>
      </w:r>
    </w:p>
    <w:p w:rsidR="0062748B" w:rsidRDefault="0062748B" w:rsidP="0062748B"/>
    <w:p w:rsidR="0062748B" w:rsidRDefault="0062748B" w:rsidP="0062748B">
      <w:r>
        <w:t>CF03(1)..  CF_MFF(1) - 1.00671140939597*DFR(1,1)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CF03(2)..  CF_MFF(2) - 1.00671140939597*DFR(2,1)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CF03(3)..  CF_MFF(3) - 1.00671140939597*DFR(3,1)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CF04  =E=  </w:t>
      </w:r>
    </w:p>
    <w:p w:rsidR="0062748B" w:rsidRDefault="0062748B" w:rsidP="0062748B"/>
    <w:p w:rsidR="0062748B" w:rsidRDefault="0062748B" w:rsidP="0062748B">
      <w:r>
        <w:t>CF04(1)..  CF_BackwashFlow(1) - CF_MFF(1)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CF04(2)..  CF_BackwashFlow(2) - CF_MFF(2) + 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CF04(3)..  CF_BackwashFlow(3) - CF_MFF(3) + 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CF05  =E=  </w:t>
      </w:r>
    </w:p>
    <w:p w:rsidR="0062748B" w:rsidRDefault="0062748B" w:rsidP="0062748B"/>
    <w:p w:rsidR="0062748B" w:rsidRDefault="0062748B" w:rsidP="0062748B">
      <w:r>
        <w:t>CF05(1)..  CF_FeedPumpHP(1) - 0.346809353943718*CF_MFF(1)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CF05(2)..  CF_FeedPumpHP(2) - 0.346809353943718*CF_MFF(2)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CF05(3)..  CF_FeedPumpHP(3) - 0.346809353943718*CF_MFF(3)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CF06  =E=  </w:t>
      </w:r>
    </w:p>
    <w:p w:rsidR="0062748B" w:rsidRDefault="0062748B" w:rsidP="0062748B"/>
    <w:p w:rsidR="0062748B" w:rsidRDefault="0062748B" w:rsidP="0062748B">
      <w:r>
        <w:t>CF06(1)..  - 6534.96*CF_FeedPumpHP(1) + CF_FeedPumpPower(1)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CF06(2)..  - 6534.96*CF_FeedPumpHP(2) + CF_FeedPumpPower(2)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CF06(3)..  - 6534.96*CF_FeedPumpHP(3) + CF_FeedPumpPower(3)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CF07  =E=  </w:t>
      </w:r>
    </w:p>
    <w:p w:rsidR="0062748B" w:rsidRDefault="0062748B" w:rsidP="0062748B"/>
    <w:p w:rsidR="0062748B" w:rsidRDefault="0062748B" w:rsidP="0062748B">
      <w:r>
        <w:t>CF07(1)..  - 43.508*CF_FeedPumpHP(1) + CF_BackflushPower(1)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CF07(2)..  - 43.508*CF_FeedPumpHP(2) + CF_BackflushPower(2)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CF07(3)..  - 43.508*CF_FeedPumpHP(3) + CF_BackflushPower(3)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CF08  =E=  </w:t>
      </w:r>
    </w:p>
    <w:p w:rsidR="0062748B" w:rsidRDefault="0062748B" w:rsidP="0062748B"/>
    <w:p w:rsidR="0062748B" w:rsidRDefault="0062748B" w:rsidP="0062748B">
      <w:r>
        <w:t>CF08(1)..  - 90*CF_NoOfModules(1) + CF_NoOfMembranes(1)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CF08(2)..  - 90*CF_NoOfModules(2) + CF_NoOfMembranes(2)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CF08(3)..  - 90*CF_NoOfModules(3) + CF_NoOfMembranes(3)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CF09  =E=  </w:t>
      </w:r>
    </w:p>
    <w:p w:rsidR="0062748B" w:rsidRDefault="0062748B" w:rsidP="0062748B"/>
    <w:p w:rsidR="0062748B" w:rsidRDefault="0062748B" w:rsidP="0062748B">
      <w:r>
        <w:t>CF09(1)..  CF_BuildingArea(1) - 1.060338816*DFR(1,1)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CF09(2)..  CF_BuildingArea(2) - 1.060338816*DFR(2,1)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CF09(3)..  CF_BuildingArea(3) - 1.060338816*DFR(3,1)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CF10  =E=  </w:t>
      </w:r>
    </w:p>
    <w:p w:rsidR="0062748B" w:rsidRDefault="0062748B" w:rsidP="0062748B"/>
    <w:p w:rsidR="0062748B" w:rsidRDefault="0062748B" w:rsidP="0062748B">
      <w:r>
        <w:t>CF10(1)..  - 370000*CF_NoOfModules(1) + CF_MembraneModuleCost(1)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CF10(2)..  - 370000*CF_NoOfModules(2) + CF_MembraneModuleCost(2)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CF10(3)..  - 370000*CF_NoOfModules(3) + CF_MembraneModuleCost(3)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CF11  =E=  </w:t>
      </w:r>
    </w:p>
    <w:p w:rsidR="0062748B" w:rsidRDefault="0062748B" w:rsidP="0062748B"/>
    <w:p w:rsidR="0062748B" w:rsidRDefault="0062748B" w:rsidP="0062748B">
      <w:r>
        <w:t>CF11(1)..  - 1076*CF_BuildingArea(1) + CF_BuildingCost(1)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CF11(2)..  - 1076*CF_BuildingArea(2) + CF_BuildingCost(2)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CF11(3)..  - 1076*CF_BuildingArea(3) + CF_BuildingCost(3)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CF12  =E=  </w:t>
      </w:r>
    </w:p>
    <w:p w:rsidR="0062748B" w:rsidRDefault="0062748B" w:rsidP="0062748B"/>
    <w:p w:rsidR="0062748B" w:rsidRDefault="0062748B" w:rsidP="0062748B">
      <w:r>
        <w:t>CF12(1)..  - 70000*CF_NoOfModules(1) + CF_InstallationCost(1)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CF12(2)..  - 70000*CF_NoOfModules(2) + CF_InstallationCost(2)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CF12(3)..  - 70000*CF_NoOfModules(3) + CF_InstallationCost(3)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CF13  =E=  </w:t>
      </w:r>
    </w:p>
    <w:p w:rsidR="0062748B" w:rsidRDefault="0062748B" w:rsidP="0062748B"/>
    <w:p w:rsidR="0062748B" w:rsidRDefault="0062748B" w:rsidP="0062748B">
      <w:r>
        <w:t>CF13(1)..  - 0.05*CF_MembraneModuleCost(1) + CF_MiscCost(1)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CF13(2)..  - 0.05*CF_MembraneModuleCost(2) + CF_MiscCost(2)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CF13(3)..  - 0.05*CF_MembraneModuleCost(3) + CF_MiscCost(3)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CF14  =E=  </w:t>
      </w:r>
    </w:p>
    <w:p w:rsidR="0062748B" w:rsidRDefault="0062748B" w:rsidP="0062748B"/>
    <w:p w:rsidR="0062748B" w:rsidRDefault="0062748B" w:rsidP="0062748B">
      <w:r>
        <w:t>CF14(1)..  - 0.05*CF_MembraneModuleCost(1) - 0.05*CF_MiscCost(1)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CF_PlantPipingCost(1)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CF14(2)..  - 0.05*CF_MembraneModuleCost(2) - 0.05*CF_MiscCost(2)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CF14(3)..  - 0.05*CF_MembraneModuleCost(3) - 0.05*CF_MiscCost(3)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CF15  =E=  </w:t>
      </w:r>
    </w:p>
    <w:p w:rsidR="0062748B" w:rsidRDefault="0062748B" w:rsidP="0062748B"/>
    <w:p w:rsidR="0062748B" w:rsidRDefault="0062748B" w:rsidP="0062748B">
      <w:r>
        <w:t>CF15(1)..  - 0.1*CF_MembraneModuleCost(1) - 0.1*CF_MiscCost(1)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CF15(2)..  - 0.1*CF_MembraneModuleCost(2) - 0.1*CF_MiscCost(2)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CF15(3)..  - 0.1*CF_MembraneModuleCost(3) - 0.1*CF_MiscCost(3)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CF_EngineeringCost(3)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CF16  =E=  </w:t>
      </w:r>
    </w:p>
    <w:p w:rsidR="0062748B" w:rsidRDefault="0062748B" w:rsidP="0062748B"/>
    <w:p w:rsidR="0062748B" w:rsidRDefault="0062748B" w:rsidP="0062748B">
      <w:r>
        <w:t>CF16(1)..  - CF_MembraneModuleCost(1) - CF_BuildingCost(1)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CF_InstallationCost(1) - CF_MiscCost(1) - CF_PlantPipingCost(1)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CF_EngineeringCost(1) + CF_DirectCapitalCost(1)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CF16(2)..  - CF_MembraneModuleCost(2) - CF_BuildingCost(2)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CF_InstallationCost(2) - CF_MiscCost(2) - CF_PlantPipingCost(2)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CF_EngineeringCost(2) + CF_DirectCapitalCost(2)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CF16(3)..  - CF_MembraneModuleCost(3) - CF_BuildingCost(3)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CF_InstallationCost(3) - CF_MiscCost(3) - CF_PlantPipingCost(3)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CF_EngineeringCost(3) + CF_DirectCapitalCost(3)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CF17  =E=  </w:t>
      </w:r>
    </w:p>
    <w:p w:rsidR="0062748B" w:rsidRDefault="0062748B" w:rsidP="0062748B"/>
    <w:p w:rsidR="0062748B" w:rsidRDefault="0062748B" w:rsidP="0062748B">
      <w:r>
        <w:t>CF17(1)..  - 0.06*CF_DirectCapitalCost(1) + CF_ConstructionInterest(1)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CF17(2)..  - 0.06*CF_DirectCapitalCost(2) + CF_ConstructionInterest(2)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CF17(3)..  - 0.06*CF_DirectCapitalCost(3) + CF_ConstructionInterest(3)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CF18  =E=  </w:t>
      </w:r>
    </w:p>
    <w:p w:rsidR="0062748B" w:rsidRDefault="0062748B" w:rsidP="0062748B"/>
    <w:p w:rsidR="0062748B" w:rsidRDefault="0062748B" w:rsidP="0062748B">
      <w:r>
        <w:t>CF18(1)..  - 0.2*CF_DirectCapitalCost(1) + CF_Contingencies(1)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CF18(2)..  - 0.2*CF_DirectCapitalCost(2) + CF_Contingencies(2)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CF18(3)..  - 0.2*CF_DirectCapitalCost(3) + CF_Contingencies(3)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CF19  =E=  </w:t>
      </w:r>
    </w:p>
    <w:p w:rsidR="0062748B" w:rsidRDefault="0062748B" w:rsidP="0062748B"/>
    <w:p w:rsidR="0062748B" w:rsidRDefault="0062748B" w:rsidP="0062748B">
      <w:r>
        <w:t>CF19(1)..  - 0.1*CF_DirectCapitalCost(1) + CF_ProjectManagement(1)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CF19(2)..  - 0.1*CF_DirectCapitalCost(2) + CF_ProjectManagement(2)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CF19(3)..  - 0.1*CF_DirectCapitalCost(3) + CF_ProjectManagement(3)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CF20  =E=  </w:t>
      </w:r>
    </w:p>
    <w:p w:rsidR="0062748B" w:rsidRDefault="0062748B" w:rsidP="0062748B"/>
    <w:p w:rsidR="0062748B" w:rsidRDefault="0062748B" w:rsidP="0062748B">
      <w:r>
        <w:lastRenderedPageBreak/>
        <w:t>CF20(1)..  - 0.04*CF_DirectCapitalCost(1) + CF_WorkingCapital(1)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CF20(2)..  - 0.04*CF_DirectCapitalCost(2) + CF_WorkingCapital(2)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CF20(3)..  - 0.04*CF_DirectCapitalCost(3) + CF_WorkingCapital(3)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CF21  =E=  </w:t>
      </w:r>
    </w:p>
    <w:p w:rsidR="0062748B" w:rsidRDefault="0062748B" w:rsidP="0062748B"/>
    <w:p w:rsidR="0062748B" w:rsidRDefault="0062748B" w:rsidP="0062748B">
      <w:r>
        <w:t>CF21(1)..  - CF_ConstructionInterest(1) - CF_Contingencies(1)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CF_ProjectManagement(1) - CF_WorkingCapital(1)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CF21(2)..  - CF_ConstructionInterest(2) - CF_Contingencies(2)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CF_ProjectManagement(2) - CF_WorkingCapital(2)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CF21(3)..  - CF_ConstructionInterest(3) - CF_Contingencies(3)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CF_ProjectManagement(3) - CF_WorkingCapital(3)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CF22  =E=  </w:t>
      </w:r>
    </w:p>
    <w:p w:rsidR="0062748B" w:rsidRDefault="0062748B" w:rsidP="0062748B"/>
    <w:p w:rsidR="0062748B" w:rsidRDefault="0062748B" w:rsidP="0062748B">
      <w:r>
        <w:t>CF22(1)..  - CF_DirectCapitalCost(1) - CF_IndirectCapitalCost(1)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CF22(2)..  - CF_DirectCapitalCost(2) - CF_IndirectCapitalCost(2)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CF22(3)..  - CF_DirectCapitalCost(3) - CF_IndirectCapitalCost(3)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CF_TotalConstructionCost(3)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CF23  =E=  </w:t>
      </w:r>
    </w:p>
    <w:p w:rsidR="0062748B" w:rsidRDefault="0062748B" w:rsidP="0062748B"/>
    <w:p w:rsidR="0062748B" w:rsidRDefault="0062748B" w:rsidP="0062748B">
      <w:r>
        <w:t>CF23(1)..  - 0.100309312842*CF_FeedPumpPower(1)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- 0.100309312842*CF_BackflushPower(1) + CF_ElectricityCost(1)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CF23(2)..  - 0.100309312842*CF_FeedPumpPower(2)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- 0.100309312842*CF_BackflushPower(2) + CF_ElectricityCost(2)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CF23(3)..  - 0.100309312842*CF_FeedPumpPower(3)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- 0.100309312842*CF_BackflushPower(3) + CF_ElectricityCost(3)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CF24  =E=  </w:t>
      </w:r>
    </w:p>
    <w:p w:rsidR="0062748B" w:rsidRDefault="0062748B" w:rsidP="0062748B"/>
    <w:p w:rsidR="0062748B" w:rsidRDefault="0062748B" w:rsidP="0062748B">
      <w:r>
        <w:t>CF24(1)..  CF_LaborCost(1)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CF24(2)..  CF_LaborCost(2)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CF24(3)..  CF_LaborCost(3)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CF25  =E=  </w:t>
      </w:r>
    </w:p>
    <w:p w:rsidR="0062748B" w:rsidRDefault="0062748B" w:rsidP="0062748B"/>
    <w:p w:rsidR="0062748B" w:rsidRDefault="0062748B" w:rsidP="0062748B">
      <w:r>
        <w:t>CF25(1)..  CF_ChemicalCost(1) - 55.5810964467824*DFR(1,1) =E= -324.608717833624</w:t>
      </w:r>
    </w:p>
    <w:p w:rsidR="0062748B" w:rsidRDefault="0062748B" w:rsidP="0062748B">
      <w:r>
        <w:t xml:space="preserve">      ; (LHS = 0, INFES = 324.608717833624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CF25(2)..  CF_ChemicalCost(2) - 55.5810964467824*DFR(2,1) =E= -324.608717833624</w:t>
      </w:r>
    </w:p>
    <w:p w:rsidR="0062748B" w:rsidRDefault="0062748B" w:rsidP="0062748B">
      <w:r>
        <w:t xml:space="preserve">      ; (LHS = 0, INFES = 324.608717833624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CF25(3)..  CF_ChemicalCost(3) - 55.5810964467824*DFR(3,1) =E= -324.608717833624</w:t>
      </w:r>
    </w:p>
    <w:p w:rsidR="0062748B" w:rsidRDefault="0062748B" w:rsidP="0062748B">
      <w:r>
        <w:t xml:space="preserve">      ; (LHS = 0, INFES = 324.608717833624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CF26  =E=  </w:t>
      </w:r>
    </w:p>
    <w:p w:rsidR="0062748B" w:rsidRDefault="0062748B" w:rsidP="0062748B"/>
    <w:p w:rsidR="0062748B" w:rsidRDefault="0062748B" w:rsidP="0062748B">
      <w:r>
        <w:t>CF26(1)..  - 126.487470975781*CF_NoOfMembranes(1)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CF26(2)..  - 126.487470975781*CF_NoOfMembranes(2)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CF26(3)..  - 126.487470975781*CF_NoOfMembranes(3)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CF27  =E=  </w:t>
      </w:r>
    </w:p>
    <w:p w:rsidR="0062748B" w:rsidRDefault="0062748B" w:rsidP="0062748B"/>
    <w:p w:rsidR="0062748B" w:rsidRDefault="0062748B" w:rsidP="0062748B">
      <w:r>
        <w:t xml:space="preserve">CF27(1)..  CF_CleaningChemicalCost(1) - 11.1162192893565*DFR(1,1) =E= </w:t>
      </w:r>
    </w:p>
    <w:p w:rsidR="0062748B" w:rsidRDefault="0062748B" w:rsidP="0062748B">
      <w:r>
        <w:t xml:space="preserve">     64.9221330975758 ; (LHS = 0, INFES = 64.9221330975758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CF27(2)..  CF_CleaningChemicalCost(2) - 11.1162192893565*DFR(2,1) =E= </w:t>
      </w:r>
    </w:p>
    <w:p w:rsidR="0062748B" w:rsidRDefault="0062748B" w:rsidP="0062748B">
      <w:r>
        <w:t xml:space="preserve">     64.9221330975758 ; (LHS = 0, INFES = 64.9221330975758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CF27(3)..  CF_CleaningChemicalCost(3) - 11.1162192893565*DFR(3,1) =E= </w:t>
      </w:r>
    </w:p>
    <w:p w:rsidR="0062748B" w:rsidRDefault="0062748B" w:rsidP="0062748B">
      <w:r>
        <w:t xml:space="preserve">     64.9221330975758 ; (LHS = 0, INFES = 64.9221330975758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CF28  =E=  </w:t>
      </w:r>
    </w:p>
    <w:p w:rsidR="0062748B" w:rsidRDefault="0062748B" w:rsidP="0062748B"/>
    <w:p w:rsidR="0062748B" w:rsidRDefault="0062748B" w:rsidP="0062748B">
      <w:r>
        <w:t>CF28(1)..  - 0.02*CF_DirectCapitalCost(1) + CF_Repairs(1)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CF28(2)..  - 0.02*CF_DirectCapitalCost(2) + CF_Repairs(2)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CF28(3)..  - 0.02*CF_DirectCapitalCost(3) + CF_Repairs(3)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CF29  =E=  </w:t>
      </w:r>
    </w:p>
    <w:p w:rsidR="0062748B" w:rsidRDefault="0062748B" w:rsidP="0062748B"/>
    <w:p w:rsidR="0062748B" w:rsidRDefault="0062748B" w:rsidP="0062748B">
      <w:r>
        <w:t>CF29(1)..  - CF_ElectricityCost(1) - CF_LaborCost(1) - CF_ChemicalCost(1)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CF_MembraneReplacementCost(1) - CF_CleaningChemicalCost(1)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CF_Repairs(1) + CF_TotalOMCost(1)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CF29(2)..  - CF_ElectricityCost(2) - CF_LaborCost(2) - CF_ChemicalCost(2)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CF_MembraneReplacementCost(2) - CF_CleaningChemicalCost(2)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CF_Repairs(2) + CF_TotalOMCost(2)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CF29(3)..  - CF_ElectricityCost(3) - CF_LaborCost(3) - CF_ChemicalCost(3)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CF_MembraneReplacementCost(3) - CF_CleaningChemicalCost(3)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CF_Repairs(3) + CF_TotalOMCost(3)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CF30  =E=  </w:t>
      </w:r>
    </w:p>
    <w:p w:rsidR="0062748B" w:rsidRDefault="0062748B" w:rsidP="0062748B"/>
    <w:p w:rsidR="0062748B" w:rsidRDefault="0062748B" w:rsidP="0062748B">
      <w:r>
        <w:t>CF30(1)..  - 0.101852208823151*CF_TotalConstructionCost(1)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CF30(2)..  - 0.101852208823151*CF_TotalConstructionCost(2)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CF_CapitalRecovery(2)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CF30(3)..  - 0.101852208823151*CF_TotalConstructionCost(3)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CF31  =E=  </w:t>
      </w:r>
    </w:p>
    <w:p w:rsidR="0062748B" w:rsidRDefault="0062748B" w:rsidP="0062748B"/>
    <w:p w:rsidR="0062748B" w:rsidRDefault="0062748B" w:rsidP="0062748B">
      <w:r>
        <w:t>CF31(1)..  - 2*CF_TotalOMCost(1) - 2*CF_CapitalRecovery(1) + CF_AnnualCost(1)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CF31(2)..  - 2*CF_TotalOMCost(2) - 2*CF_CapitalRecovery(2) + CF_AnnualCost(2)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CF31(3)..  - 2*CF_TotalOMCost(3) - 2*CF_CapitalRecovery(3) + CF_AnnualCost(3)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GAC01  =E=  </w:t>
      </w:r>
    </w:p>
    <w:p w:rsidR="0062748B" w:rsidRDefault="0062748B" w:rsidP="0062748B"/>
    <w:p w:rsidR="0062748B" w:rsidRDefault="0062748B" w:rsidP="0062748B">
      <w:r>
        <w:t>GAC01(1)..  GAC_CapitalCost(1) - (7.37701051584E16)*Volume(1,2)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GAC01(2)..  GAC_CapitalCost(2) - (7.37701051584E16)*Volume(2,2)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GAC01(3)..  GAC_CapitalCost(3) - (7.37701051584E16)*Volume(3,2)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GAC02  =E=  </w:t>
      </w:r>
    </w:p>
    <w:p w:rsidR="0062748B" w:rsidRDefault="0062748B" w:rsidP="0062748B"/>
    <w:p w:rsidR="0062748B" w:rsidRDefault="0062748B" w:rsidP="0062748B">
      <w:r>
        <w:t>GAC02(1)..  GAC_OMCost(1) - (8.53307527956E15)*Volume(1,2)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GAC02(2)..  GAC_OMCost(2) - (8.53307527956E15)*Volume(2,2)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GAC02(3)..  GAC_OMCost(3) - (8.53307527956E15)*Volume(3,2)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GAC03  =E=  </w:t>
      </w:r>
    </w:p>
    <w:p w:rsidR="0062748B" w:rsidRDefault="0062748B" w:rsidP="0062748B"/>
    <w:p w:rsidR="0062748B" w:rsidRDefault="0062748B" w:rsidP="0062748B">
      <w:r>
        <w:t>GAC03(1)..  - GAC_CapitalCost(1) - GAC_OMCost(1) + GAC_TotalCost(1)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GAC03(2)..  - GAC_CapitalCost(2) - GAC_OMCost(2) + GAC_TotalCost(2)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GAC03(3)..  - GAC_CapitalCost(3) - GAC_OMCost(3) + GAC_TotalCost(3)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IX01  =E=  </w:t>
      </w:r>
    </w:p>
    <w:p w:rsidR="0062748B" w:rsidRDefault="0062748B" w:rsidP="0062748B"/>
    <w:p w:rsidR="0062748B" w:rsidRDefault="0062748B" w:rsidP="0062748B">
      <w:r>
        <w:t>IX01(1)..  IX_MinResinVolume(1) - 0.18*DFR(1,3)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IX01(2)..  IX_MinResinVolume(2) - 0.18*DFR(2,3)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IX01(3)..  IX_MinResinVolume(3) - 0.18*DFR(3,3)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IX02  =E=  </w:t>
      </w:r>
    </w:p>
    <w:p w:rsidR="0062748B" w:rsidRDefault="0062748B" w:rsidP="0062748B"/>
    <w:p w:rsidR="0062748B" w:rsidRDefault="0062748B" w:rsidP="0062748B">
      <w:r>
        <w:t>IX02(1)..  IX_MinVolExhaustionTime(1)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IX02(2)..  IX_MinVolExhaustionTime(2)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IX02(3)..  IX_MinVolExhaustionTime(3)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IX04  =E=  </w:t>
      </w:r>
    </w:p>
    <w:p w:rsidR="0062748B" w:rsidRDefault="0062748B" w:rsidP="0062748B"/>
    <w:p w:rsidR="0062748B" w:rsidRDefault="0062748B" w:rsidP="0062748B">
      <w:r>
        <w:t>IX04(1)..  IX_ExhaustionTimeResinVolume(1) - 0.0156384*DFR(1,3)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IX04(2)..  IX_ExhaustionTimeResinVolume(2) - 0.0156384*DFR(2,3)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IX04(3)..  IX_ExhaustionTimeResinVolume(3) - 0.0156384*DFR(3,3)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IX05  =E=  </w:t>
      </w:r>
    </w:p>
    <w:p w:rsidR="0062748B" w:rsidRDefault="0062748B" w:rsidP="0062748B"/>
    <w:p w:rsidR="0062748B" w:rsidRDefault="0062748B" w:rsidP="0062748B">
      <w:r>
        <w:t>IX05(1)..  - 2*IX_ExhaustionTimeResinVolume(1) + IX_VesselVolume(1)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IX05(2)..  - 2*IX_ExhaustionTimeResinVolume(2) + IX_VesselVolume(2)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IX05(3)..  - 2*IX_ExhaustionTimeResinVolume(3) + IX_VesselVolume(3)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IX06  =E=  </w:t>
      </w:r>
    </w:p>
    <w:p w:rsidR="0062748B" w:rsidRDefault="0062748B" w:rsidP="0062748B"/>
    <w:p w:rsidR="0062748B" w:rsidRDefault="0062748B" w:rsidP="0062748B">
      <w:r>
        <w:t>IX06(1)..  - 1307.5458258008*IX_ExhaustionTimeResinVolume(1) + IX_ResinCost(1)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IX06(2)..  - 1307.5458258008*IX_ExhaustionTimeResinVolume(2) + IX_ResinCost(2)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IX06(3)..  - 1307.5458258008*IX_ExhaustionTimeResinVolume(3) + IX_ResinCost(3)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IX07  =E=  </w:t>
      </w:r>
    </w:p>
    <w:p w:rsidR="0062748B" w:rsidRDefault="0062748B" w:rsidP="0062748B"/>
    <w:p w:rsidR="0062748B" w:rsidRDefault="0062748B" w:rsidP="0062748B">
      <w:r>
        <w:t>IX07(1)..  - (92413.4228211626)*IX_VesselVolume(1) + IX_TankTotalCost(1)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-1.47694068564108, INFES = 1.47694068564108 ****)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IX07(2)..  - (92413.4228211626)*IX_VesselVolume(2) + IX_TankTotalCost(2)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-1.47694068564108, INFES = 1.47694068564108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IX07(3)..  - (92413.4228211626)*IX_VesselVolume(3) + IX_TankTotalCost(3)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-1.47694068564108, INFES = 1.47694068564108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IX08  =E=  </w:t>
      </w:r>
    </w:p>
    <w:p w:rsidR="0062748B" w:rsidRDefault="0062748B" w:rsidP="0062748B"/>
    <w:p w:rsidR="0062748B" w:rsidRDefault="0062748B" w:rsidP="0062748B">
      <w:r>
        <w:t>IX08(1)..  - 150*IX_ExhaustionTimeResinVolume(1) + IX_NaClReq(1)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IX08(2)..  - 150*IX_ExhaustionTimeResinVolume(2) + IX_NaClReq(2)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IX08(3)..  - 150*IX_ExhaustionTimeResinVolume(3) + IX_NaClReq(3)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IX09  =E=  </w:t>
      </w:r>
    </w:p>
    <w:p w:rsidR="0062748B" w:rsidRDefault="0062748B" w:rsidP="0062748B"/>
    <w:p w:rsidR="0062748B" w:rsidRDefault="0062748B" w:rsidP="0062748B">
      <w:r>
        <w:t>IX09(1)..  - 0.01*IX_NaClReq(1) + IX_RegFluidReq(1)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IX09(2)..  - 0.01*IX_NaClReq(2) + IX_RegFluidReq(2)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IX09(3)..  - 0.01*IX_NaClReq(3) + IX_RegFluidReq(3)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IX10  =E=  </w:t>
      </w:r>
    </w:p>
    <w:p w:rsidR="0062748B" w:rsidRDefault="0062748B" w:rsidP="0062748B"/>
    <w:p w:rsidR="0062748B" w:rsidRDefault="0062748B" w:rsidP="0062748B">
      <w:r>
        <w:t>IX10(1)..  - 3.65*IX_NaClReq(1) + IX_TotalChemCost(1)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IX10(2)..  - 3.65*IX_NaClReq(2) + IX_TotalChemCost(2)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IX10(3)..  - 3.65*IX_NaClReq(3) + IX_TotalChemCost(3)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IX11  =E=  </w:t>
      </w:r>
    </w:p>
    <w:p w:rsidR="0062748B" w:rsidRDefault="0062748B" w:rsidP="0062748B"/>
    <w:p w:rsidR="0062748B" w:rsidRDefault="0062748B" w:rsidP="0062748B">
      <w:r>
        <w:t>IX11(1)..  - 250*IX_RegFluidReq(1) + IX_StorageTankCost(1)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IX11(2)..  - 250*IX_RegFluidReq(2) + IX_StorageTankCost(2)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IX11(3)..  - 250*IX_RegFluidReq(3) + IX_StorageTankCost(3)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IX12  =E=  </w:t>
      </w:r>
    </w:p>
    <w:p w:rsidR="0062748B" w:rsidRDefault="0062748B" w:rsidP="0062748B"/>
    <w:p w:rsidR="0062748B" w:rsidRDefault="0062748B" w:rsidP="0062748B">
      <w:r>
        <w:t>IX12(1)..  - (2500000000)*IX_VesselVolume(1) + IX_BedArea(1)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IX12(2)..  - (2500000000)*IX_VesselVolume(2) + IX_BedArea(2)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IX12(3)..  - (2500000000)*IX_VesselVolume(3) + IX_BedArea(3)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IX13  =E=  </w:t>
      </w:r>
    </w:p>
    <w:p w:rsidR="0062748B" w:rsidRDefault="0062748B" w:rsidP="0062748B"/>
    <w:p w:rsidR="0062748B" w:rsidRDefault="0062748B" w:rsidP="0062748B">
      <w:r>
        <w:lastRenderedPageBreak/>
        <w:t>IX13(1)..  - (1254.21)*IX_BedArea(1) + IX_ConstructionCost(1)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IX13(2)..  - (1254.21)*IX_BedArea(2) + IX_ConstructionCost(2)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IX13(3)..  - (1254.21)*IX_BedArea(3) + IX_ConstructionCost(3)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IX14  =E=  </w:t>
      </w:r>
    </w:p>
    <w:p w:rsidR="0062748B" w:rsidRDefault="0062748B" w:rsidP="0062748B"/>
    <w:p w:rsidR="0062748B" w:rsidRDefault="0062748B" w:rsidP="0062748B">
      <w:r>
        <w:t>IX14(1)..  - (733000000000)*IX_BedArea(1) + IX_OMCost(1)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IX14(2)..  - (733000000000)*IX_BedArea(2) + IX_OMCost(2)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IX14(3)..  - (733000000000)*IX_BedArea(3) + IX_OMCost(3)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IX15  =E=  </w:t>
      </w:r>
    </w:p>
    <w:p w:rsidR="0062748B" w:rsidRDefault="0062748B" w:rsidP="0062748B"/>
    <w:p w:rsidR="0062748B" w:rsidRDefault="0062748B" w:rsidP="0062748B">
      <w:r>
        <w:t>IX15(1)..  - 24*IX_ResinCost(1) - IX_TankTotalCost(1) - IX_TotalChemCost(1)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IX_StorageTankCost(1) - IX_ConstructionCost(1) - IX_OMCost(1)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IX15(2)..  - 24*IX_ResinCost(2) - IX_TankTotalCost(2) - IX_TotalChemCost(2)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IX_StorageTankCost(2) - IX_ConstructionCost(2) - IX_OMCost(2)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IX15(3)..  - 24*IX_ResinCost(3) - IX_TankTotalCost(3) - IX_TotalChemCost(3)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IX_StorageTankCost(3) - IX_ConstructionCost(3) - IX_OMCost(3)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IX_TotalCost(3)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NonlinearTechCost01  =E=  </w:t>
      </w:r>
    </w:p>
    <w:p w:rsidR="0062748B" w:rsidRDefault="0062748B" w:rsidP="0062748B"/>
    <w:p w:rsidR="0062748B" w:rsidRDefault="0062748B" w:rsidP="0062748B">
      <w:r>
        <w:t>NonlinearTechCost01(1)..  - 1E-5*CF_AnnualCost(1) + NonlinearTechCost(1,1)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NonlinearTechCost01(2)..  - 1E-5*CF_AnnualCost(2) + NonlinearTechCost(2,1)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NonlinearTechCost01(3)..  - 1E-5*CF_AnnualCost(3) + NonlinearTechCost(3,1)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NonlinearTechCost02  =E=  </w:t>
      </w:r>
    </w:p>
    <w:p w:rsidR="0062748B" w:rsidRDefault="0062748B" w:rsidP="0062748B"/>
    <w:p w:rsidR="0062748B" w:rsidRDefault="0062748B" w:rsidP="0062748B">
      <w:r>
        <w:t>NonlinearTechCost02(1)..  - 1E-5*GAC_TotalCost(1) + NonlinearTechCost(1,2)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NonlinearTechCost02(2)..  - 1E-5*GAC_TotalCost(2) + NonlinearTechCost(2,2) =E= 0</w:t>
      </w:r>
    </w:p>
    <w:p w:rsidR="0062748B" w:rsidRDefault="0062748B" w:rsidP="0062748B">
      <w:r>
        <w:lastRenderedPageBreak/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NonlinearTechCost02(3)..  - 1E-5*GAC_TotalCost(3) + NonlinearTechCost(3,2)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NonlinearTechCost03  =E=  </w:t>
      </w:r>
    </w:p>
    <w:p w:rsidR="0062748B" w:rsidRDefault="0062748B" w:rsidP="0062748B"/>
    <w:p w:rsidR="0062748B" w:rsidRDefault="0062748B" w:rsidP="0062748B">
      <w:r>
        <w:t>NonlinearTechCost03(1)..  - 1E-5*IX_TotalCost(1) + NonlinearTechCost(1,3)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NonlinearTechCost03(2)..  - 1E-5*IX_TotalCost(2) + NonlinearTechCost(2,3)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NonlinearTechCost03(3)..  - 1E-5*IX_TotalCost(3) + NonlinearTechCost(3,3)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23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CF_NoOfModules  Number of modules</w:t>
      </w:r>
    </w:p>
    <w:p w:rsidR="0062748B" w:rsidRDefault="0062748B" w:rsidP="0062748B"/>
    <w:p w:rsidR="0062748B" w:rsidRDefault="0062748B" w:rsidP="0062748B">
      <w:r>
        <w:t>CF_NoOfModules(1)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CF01(1)</w:t>
      </w:r>
    </w:p>
    <w:p w:rsidR="0062748B" w:rsidRDefault="0062748B" w:rsidP="0062748B">
      <w:r>
        <w:t xml:space="preserve">      -90       CF08(1)</w:t>
      </w:r>
    </w:p>
    <w:p w:rsidR="0062748B" w:rsidRDefault="0062748B" w:rsidP="0062748B">
      <w:r>
        <w:t xml:space="preserve">  -370000       CF10(1)</w:t>
      </w:r>
    </w:p>
    <w:p w:rsidR="0062748B" w:rsidRDefault="0062748B" w:rsidP="0062748B">
      <w:r>
        <w:t xml:space="preserve">   -70000       CF12(1)</w:t>
      </w:r>
    </w:p>
    <w:p w:rsidR="0062748B" w:rsidRDefault="0062748B" w:rsidP="0062748B"/>
    <w:p w:rsidR="0062748B" w:rsidRDefault="0062748B" w:rsidP="0062748B">
      <w:r>
        <w:t>CF_NoOfModules(2)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CF01(2)</w:t>
      </w:r>
    </w:p>
    <w:p w:rsidR="0062748B" w:rsidRDefault="0062748B" w:rsidP="0062748B">
      <w:r>
        <w:t xml:space="preserve">      -90       CF08(2)</w:t>
      </w:r>
    </w:p>
    <w:p w:rsidR="0062748B" w:rsidRDefault="0062748B" w:rsidP="0062748B">
      <w:r>
        <w:t xml:space="preserve">  -370000       CF10(2)</w:t>
      </w:r>
    </w:p>
    <w:p w:rsidR="0062748B" w:rsidRDefault="0062748B" w:rsidP="0062748B">
      <w:r>
        <w:t xml:space="preserve">   -70000       CF12(2)</w:t>
      </w:r>
    </w:p>
    <w:p w:rsidR="0062748B" w:rsidRDefault="0062748B" w:rsidP="0062748B"/>
    <w:p w:rsidR="0062748B" w:rsidRDefault="0062748B" w:rsidP="0062748B">
      <w:r>
        <w:t>CF_NoOfModules(3)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CF01(3)</w:t>
      </w:r>
    </w:p>
    <w:p w:rsidR="0062748B" w:rsidRDefault="0062748B" w:rsidP="0062748B">
      <w:r>
        <w:t xml:space="preserve">      -90       CF08(3)</w:t>
      </w:r>
    </w:p>
    <w:p w:rsidR="0062748B" w:rsidRDefault="0062748B" w:rsidP="0062748B">
      <w:r>
        <w:lastRenderedPageBreak/>
        <w:t xml:space="preserve">  -370000       CF10(3)</w:t>
      </w:r>
    </w:p>
    <w:p w:rsidR="0062748B" w:rsidRDefault="0062748B" w:rsidP="0062748B">
      <w:r>
        <w:t xml:space="preserve">   -70000       CF12(3)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CF_BackwashFlow  Backwash flow</w:t>
      </w:r>
    </w:p>
    <w:p w:rsidR="0062748B" w:rsidRDefault="0062748B" w:rsidP="0062748B"/>
    <w:p w:rsidR="0062748B" w:rsidRDefault="0062748B" w:rsidP="0062748B">
      <w:r>
        <w:t>CF_BackwashFlow(1)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CF04(1)</w:t>
      </w:r>
    </w:p>
    <w:p w:rsidR="0062748B" w:rsidRDefault="0062748B" w:rsidP="0062748B"/>
    <w:p w:rsidR="0062748B" w:rsidRDefault="0062748B" w:rsidP="0062748B">
      <w:r>
        <w:t>CF_BackwashFlow(2)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CF04(2)</w:t>
      </w:r>
    </w:p>
    <w:p w:rsidR="0062748B" w:rsidRDefault="0062748B" w:rsidP="0062748B"/>
    <w:p w:rsidR="0062748B" w:rsidRDefault="0062748B" w:rsidP="0062748B">
      <w:r>
        <w:t>CF_BackwashFlow(3)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CF_FeedPumpHP  Feed pump horsepower</w:t>
      </w:r>
    </w:p>
    <w:p w:rsidR="0062748B" w:rsidRDefault="0062748B" w:rsidP="0062748B"/>
    <w:p w:rsidR="0062748B" w:rsidRDefault="0062748B" w:rsidP="0062748B">
      <w:r>
        <w:t>CF_FeedPumpHP(1)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CF05(1)</w:t>
      </w:r>
    </w:p>
    <w:p w:rsidR="0062748B" w:rsidRDefault="0062748B" w:rsidP="0062748B">
      <w:r>
        <w:t xml:space="preserve">    -6534.96    CF06(1)</w:t>
      </w:r>
    </w:p>
    <w:p w:rsidR="0062748B" w:rsidRDefault="0062748B" w:rsidP="0062748B">
      <w:r>
        <w:t xml:space="preserve">      -43.508   CF07(1)</w:t>
      </w:r>
    </w:p>
    <w:p w:rsidR="0062748B" w:rsidRDefault="0062748B" w:rsidP="0062748B"/>
    <w:p w:rsidR="0062748B" w:rsidRDefault="0062748B" w:rsidP="0062748B">
      <w:r>
        <w:t>CF_FeedPumpHP(2)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CF05(2)</w:t>
      </w:r>
    </w:p>
    <w:p w:rsidR="0062748B" w:rsidRDefault="0062748B" w:rsidP="0062748B">
      <w:r>
        <w:t xml:space="preserve">    -6534.96    CF06(2)</w:t>
      </w:r>
    </w:p>
    <w:p w:rsidR="0062748B" w:rsidRDefault="0062748B" w:rsidP="0062748B">
      <w:r>
        <w:t xml:space="preserve">      -43.508   CF07(2)</w:t>
      </w:r>
    </w:p>
    <w:p w:rsidR="0062748B" w:rsidRDefault="0062748B" w:rsidP="0062748B"/>
    <w:p w:rsidR="0062748B" w:rsidRDefault="0062748B" w:rsidP="0062748B">
      <w:r>
        <w:t>CF_FeedPumpHP(3)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CF05(3)</w:t>
      </w:r>
    </w:p>
    <w:p w:rsidR="0062748B" w:rsidRDefault="0062748B" w:rsidP="0062748B">
      <w:r>
        <w:t xml:space="preserve">    -6534.96    CF06(3)</w:t>
      </w:r>
    </w:p>
    <w:p w:rsidR="0062748B" w:rsidRDefault="0062748B" w:rsidP="0062748B">
      <w:r>
        <w:t xml:space="preserve">      -43.508   CF07(3)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CF_FeedPumpPower  Feed pump power requirement in kWh</w:t>
      </w:r>
    </w:p>
    <w:p w:rsidR="0062748B" w:rsidRDefault="0062748B" w:rsidP="0062748B"/>
    <w:p w:rsidR="0062748B" w:rsidRDefault="0062748B" w:rsidP="0062748B">
      <w:r>
        <w:t>CF_FeedPumpPower(1)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CF06(1)</w:t>
      </w:r>
    </w:p>
    <w:p w:rsidR="0062748B" w:rsidRDefault="0062748B" w:rsidP="0062748B">
      <w:r>
        <w:t xml:space="preserve">       -0.1003  CF23(1)</w:t>
      </w:r>
    </w:p>
    <w:p w:rsidR="0062748B" w:rsidRDefault="0062748B" w:rsidP="0062748B"/>
    <w:p w:rsidR="0062748B" w:rsidRDefault="0062748B" w:rsidP="0062748B">
      <w:r>
        <w:lastRenderedPageBreak/>
        <w:t>CF_FeedPumpPower(2)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CF06(2)</w:t>
      </w:r>
    </w:p>
    <w:p w:rsidR="0062748B" w:rsidRDefault="0062748B" w:rsidP="0062748B">
      <w:r>
        <w:t xml:space="preserve">       -0.1003  CF23(2)</w:t>
      </w:r>
    </w:p>
    <w:p w:rsidR="0062748B" w:rsidRDefault="0062748B" w:rsidP="0062748B"/>
    <w:p w:rsidR="0062748B" w:rsidRDefault="0062748B" w:rsidP="0062748B">
      <w:r>
        <w:t>CF_FeedPumpPower(3)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CF06(3)</w:t>
      </w:r>
    </w:p>
    <w:p w:rsidR="0062748B" w:rsidRDefault="0062748B" w:rsidP="0062748B">
      <w:r>
        <w:t xml:space="preserve">       -0.1003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CF_BackflushPower  Backflush power requirement in kWh</w:t>
      </w:r>
    </w:p>
    <w:p w:rsidR="0062748B" w:rsidRDefault="0062748B" w:rsidP="0062748B"/>
    <w:p w:rsidR="0062748B" w:rsidRDefault="0062748B" w:rsidP="0062748B">
      <w:r>
        <w:t>CF_BackflushPower(1)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CF07(1)</w:t>
      </w:r>
    </w:p>
    <w:p w:rsidR="0062748B" w:rsidRDefault="0062748B" w:rsidP="0062748B">
      <w:r>
        <w:t xml:space="preserve">       -0.1003  CF23(1)</w:t>
      </w:r>
    </w:p>
    <w:p w:rsidR="0062748B" w:rsidRDefault="0062748B" w:rsidP="0062748B"/>
    <w:p w:rsidR="0062748B" w:rsidRDefault="0062748B" w:rsidP="0062748B">
      <w:r>
        <w:t>CF_BackflushPower(2)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CF07(2)</w:t>
      </w:r>
    </w:p>
    <w:p w:rsidR="0062748B" w:rsidRDefault="0062748B" w:rsidP="0062748B">
      <w:r>
        <w:t xml:space="preserve">       -0.1003  CF23(2)</w:t>
      </w:r>
    </w:p>
    <w:p w:rsidR="0062748B" w:rsidRDefault="0062748B" w:rsidP="0062748B"/>
    <w:p w:rsidR="0062748B" w:rsidRDefault="0062748B" w:rsidP="0062748B">
      <w:r>
        <w:t>CF_BackflushPower(3)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CF07(3)</w:t>
      </w:r>
    </w:p>
    <w:p w:rsidR="0062748B" w:rsidRDefault="0062748B" w:rsidP="0062748B">
      <w:r>
        <w:t xml:space="preserve">       -0.1003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CF_MFF  Microfiltration feed flow in liters per sec</w:t>
      </w:r>
    </w:p>
    <w:p w:rsidR="0062748B" w:rsidRDefault="0062748B" w:rsidP="0062748B"/>
    <w:p w:rsidR="0062748B" w:rsidRDefault="0062748B" w:rsidP="0062748B">
      <w:r>
        <w:t>CF_MFF(1)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CF03(1)</w:t>
      </w:r>
    </w:p>
    <w:p w:rsidR="0062748B" w:rsidRDefault="0062748B" w:rsidP="0062748B">
      <w:r>
        <w:t xml:space="preserve">       -1       CF04(1)</w:t>
      </w:r>
    </w:p>
    <w:p w:rsidR="0062748B" w:rsidRDefault="0062748B" w:rsidP="0062748B">
      <w:r>
        <w:t xml:space="preserve">       -0.3468  CF05(1)</w:t>
      </w:r>
    </w:p>
    <w:p w:rsidR="0062748B" w:rsidRDefault="0062748B" w:rsidP="0062748B"/>
    <w:p w:rsidR="0062748B" w:rsidRDefault="0062748B" w:rsidP="0062748B">
      <w:r>
        <w:t>CF_MFF(2)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CF03(2)</w:t>
      </w:r>
    </w:p>
    <w:p w:rsidR="0062748B" w:rsidRDefault="0062748B" w:rsidP="0062748B">
      <w:r>
        <w:t xml:space="preserve">       -1       CF04(2)</w:t>
      </w:r>
    </w:p>
    <w:p w:rsidR="0062748B" w:rsidRDefault="0062748B" w:rsidP="0062748B">
      <w:r>
        <w:t xml:space="preserve">       -0.3468  CF05(2)</w:t>
      </w:r>
    </w:p>
    <w:p w:rsidR="0062748B" w:rsidRDefault="0062748B" w:rsidP="0062748B"/>
    <w:p w:rsidR="0062748B" w:rsidRDefault="0062748B" w:rsidP="0062748B">
      <w:r>
        <w:t>CF_MFF(3)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CF03(3)</w:t>
      </w:r>
    </w:p>
    <w:p w:rsidR="0062748B" w:rsidRDefault="0062748B" w:rsidP="0062748B">
      <w:r>
        <w:t xml:space="preserve">       -1       CF04(3)</w:t>
      </w:r>
    </w:p>
    <w:p w:rsidR="0062748B" w:rsidRDefault="0062748B" w:rsidP="0062748B">
      <w:r>
        <w:t xml:space="preserve">       -0.3468  CF05(3)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CF_NoOfMembranes  Number of membranes used</w:t>
      </w:r>
    </w:p>
    <w:p w:rsidR="0062748B" w:rsidRDefault="0062748B" w:rsidP="0062748B"/>
    <w:p w:rsidR="0062748B" w:rsidRDefault="0062748B" w:rsidP="0062748B">
      <w:r>
        <w:t>CF_NoOfMembranes(1)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CF08(1)</w:t>
      </w:r>
    </w:p>
    <w:p w:rsidR="0062748B" w:rsidRDefault="0062748B" w:rsidP="0062748B">
      <w:r>
        <w:t xml:space="preserve">     -126.4875  CF26(1)</w:t>
      </w:r>
    </w:p>
    <w:p w:rsidR="0062748B" w:rsidRDefault="0062748B" w:rsidP="0062748B"/>
    <w:p w:rsidR="0062748B" w:rsidRDefault="0062748B" w:rsidP="0062748B">
      <w:r>
        <w:t>CF_NoOfMembranes(2)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CF08(2)</w:t>
      </w:r>
    </w:p>
    <w:p w:rsidR="0062748B" w:rsidRDefault="0062748B" w:rsidP="0062748B">
      <w:r>
        <w:t xml:space="preserve">     -126.4875  CF26(2)</w:t>
      </w:r>
    </w:p>
    <w:p w:rsidR="0062748B" w:rsidRDefault="0062748B" w:rsidP="0062748B"/>
    <w:p w:rsidR="0062748B" w:rsidRDefault="0062748B" w:rsidP="0062748B">
      <w:r>
        <w:t>CF_NoOfMembranes(3)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CF08(3)</w:t>
      </w:r>
    </w:p>
    <w:p w:rsidR="0062748B" w:rsidRDefault="0062748B" w:rsidP="0062748B">
      <w:r>
        <w:t xml:space="preserve">     -126.4875  CF26(3)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CF_BuildingArea  Building area for the process implementation</w:t>
      </w:r>
    </w:p>
    <w:p w:rsidR="0062748B" w:rsidRDefault="0062748B" w:rsidP="0062748B"/>
    <w:p w:rsidR="0062748B" w:rsidRDefault="0062748B" w:rsidP="0062748B">
      <w:r>
        <w:t>CF_BuildingArea(1)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CF09(1)</w:t>
      </w:r>
    </w:p>
    <w:p w:rsidR="0062748B" w:rsidRDefault="0062748B" w:rsidP="0062748B">
      <w:r>
        <w:t xml:space="preserve">    -1076       CF11(1)</w:t>
      </w:r>
    </w:p>
    <w:p w:rsidR="0062748B" w:rsidRDefault="0062748B" w:rsidP="0062748B"/>
    <w:p w:rsidR="0062748B" w:rsidRDefault="0062748B" w:rsidP="0062748B">
      <w:r>
        <w:t>CF_BuildingArea(2)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CF09(2)</w:t>
      </w:r>
    </w:p>
    <w:p w:rsidR="0062748B" w:rsidRDefault="0062748B" w:rsidP="0062748B">
      <w:r>
        <w:t xml:space="preserve">    -1076       CF11(2)</w:t>
      </w:r>
    </w:p>
    <w:p w:rsidR="0062748B" w:rsidRDefault="0062748B" w:rsidP="0062748B"/>
    <w:p w:rsidR="0062748B" w:rsidRDefault="0062748B" w:rsidP="0062748B">
      <w:r>
        <w:t>CF_BuildingArea(3)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CF09(3)</w:t>
      </w:r>
    </w:p>
    <w:p w:rsidR="0062748B" w:rsidRDefault="0062748B" w:rsidP="0062748B">
      <w:r>
        <w:t xml:space="preserve">    -1076       CF11(3)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CF_MembraneModuleCost  Membrane module cost</w:t>
      </w:r>
    </w:p>
    <w:p w:rsidR="0062748B" w:rsidRDefault="0062748B" w:rsidP="0062748B"/>
    <w:p w:rsidR="0062748B" w:rsidRDefault="0062748B" w:rsidP="0062748B">
      <w:r>
        <w:t>CF_MembraneModuleCost(1)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CF10(1)</w:t>
      </w:r>
    </w:p>
    <w:p w:rsidR="0062748B" w:rsidRDefault="0062748B" w:rsidP="0062748B">
      <w:r>
        <w:t xml:space="preserve">       -0.05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CF_MembraneModuleCost(2)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CF10(2)</w:t>
      </w:r>
    </w:p>
    <w:p w:rsidR="0062748B" w:rsidRDefault="0062748B" w:rsidP="0062748B">
      <w:r>
        <w:t xml:space="preserve">       -0.05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CF_MembraneModuleCost(3)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CF10(3)</w:t>
      </w:r>
    </w:p>
    <w:p w:rsidR="0062748B" w:rsidRDefault="0062748B" w:rsidP="0062748B">
      <w:r>
        <w:t xml:space="preserve">       -0.05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CF_BuildingCost  Building cost - based on the building area</w:t>
      </w:r>
    </w:p>
    <w:p w:rsidR="0062748B" w:rsidRDefault="0062748B" w:rsidP="0062748B"/>
    <w:p w:rsidR="0062748B" w:rsidRDefault="0062748B" w:rsidP="0062748B">
      <w:r>
        <w:t>CF_BuildingCost(1)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CF_BuildingCost(2)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CF_BuildingCost(3)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CF_InstallationCost  Installation cost for the process</w:t>
      </w:r>
    </w:p>
    <w:p w:rsidR="0062748B" w:rsidRDefault="0062748B" w:rsidP="0062748B"/>
    <w:p w:rsidR="0062748B" w:rsidRDefault="0062748B" w:rsidP="0062748B">
      <w:r>
        <w:t>CF_InstallationCost(1)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CF_InstallationCost(2)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lastRenderedPageBreak/>
        <w:t>CF_InstallationCost(3)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CF_MiscCost  Miscellaneous cost (taken as 5% of the module cost)</w:t>
      </w:r>
    </w:p>
    <w:p w:rsidR="0062748B" w:rsidRDefault="0062748B" w:rsidP="0062748B"/>
    <w:p w:rsidR="0062748B" w:rsidRDefault="0062748B" w:rsidP="0062748B">
      <w:r>
        <w:t>CF_MiscCost(1)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CF_MiscCost(2)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CF_MiscCost(3)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CF_PlantPipingCost  Plant piping cost (taken as 5%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CF_PlantPipingCost(1)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CF_PlantPipingCost(2)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CF_PlantPipingCost(3)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CF_EngineeringCost  Engineering cost (taken as 10%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CF_EngineeringCost(1)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CF_EngineeringCost(2)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CF_EngineeringCost(3)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CF_DirectCapitalCost  Total direct capital cost</w:t>
      </w:r>
    </w:p>
    <w:p w:rsidR="0062748B" w:rsidRDefault="0062748B" w:rsidP="0062748B"/>
    <w:p w:rsidR="0062748B" w:rsidRDefault="0062748B" w:rsidP="0062748B">
      <w:r>
        <w:t>CF_DirectCapitalCost(1)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CF16(1)</w:t>
      </w:r>
    </w:p>
    <w:p w:rsidR="0062748B" w:rsidRDefault="0062748B" w:rsidP="0062748B">
      <w:r>
        <w:t xml:space="preserve">       -0.06    CF17(1)</w:t>
      </w:r>
    </w:p>
    <w:p w:rsidR="0062748B" w:rsidRDefault="0062748B" w:rsidP="0062748B">
      <w:r>
        <w:t xml:space="preserve">       -0.2     CF18(1)</w:t>
      </w:r>
    </w:p>
    <w:p w:rsidR="0062748B" w:rsidRDefault="0062748B" w:rsidP="0062748B">
      <w:r>
        <w:t xml:space="preserve">       -0.1     CF19(1)</w:t>
      </w:r>
    </w:p>
    <w:p w:rsidR="0062748B" w:rsidRDefault="0062748B" w:rsidP="0062748B">
      <w:r>
        <w:t xml:space="preserve">       -0.04    CF20(1)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>
      <w:r>
        <w:t xml:space="preserve">       -0.02    CF28(1)</w:t>
      </w:r>
    </w:p>
    <w:p w:rsidR="0062748B" w:rsidRDefault="0062748B" w:rsidP="0062748B"/>
    <w:p w:rsidR="0062748B" w:rsidRDefault="0062748B" w:rsidP="0062748B">
      <w:r>
        <w:t>CF_DirectCapitalCost(2)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CF16(2)</w:t>
      </w:r>
    </w:p>
    <w:p w:rsidR="0062748B" w:rsidRDefault="0062748B" w:rsidP="0062748B">
      <w:r>
        <w:t xml:space="preserve">       -0.06    CF17(2)</w:t>
      </w:r>
    </w:p>
    <w:p w:rsidR="0062748B" w:rsidRDefault="0062748B" w:rsidP="0062748B">
      <w:r>
        <w:t xml:space="preserve">       -0.2     CF18(2)</w:t>
      </w:r>
    </w:p>
    <w:p w:rsidR="0062748B" w:rsidRDefault="0062748B" w:rsidP="0062748B">
      <w:r>
        <w:t xml:space="preserve">       -0.1     CF19(2)</w:t>
      </w:r>
    </w:p>
    <w:p w:rsidR="0062748B" w:rsidRDefault="0062748B" w:rsidP="0062748B">
      <w:r>
        <w:t xml:space="preserve">       -0.04    CF20(2)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>
      <w:r>
        <w:t xml:space="preserve">       -0.02    CF28(2)</w:t>
      </w:r>
    </w:p>
    <w:p w:rsidR="0062748B" w:rsidRDefault="0062748B" w:rsidP="0062748B"/>
    <w:p w:rsidR="0062748B" w:rsidRDefault="0062748B" w:rsidP="0062748B">
      <w:r>
        <w:t>CF_DirectCapitalCost(3)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CF16(3)</w:t>
      </w:r>
    </w:p>
    <w:p w:rsidR="0062748B" w:rsidRDefault="0062748B" w:rsidP="0062748B">
      <w:r>
        <w:t xml:space="preserve">       -0.06    CF17(3)</w:t>
      </w:r>
    </w:p>
    <w:p w:rsidR="0062748B" w:rsidRDefault="0062748B" w:rsidP="0062748B">
      <w:r>
        <w:t xml:space="preserve">       -0.2     CF18(3)</w:t>
      </w:r>
    </w:p>
    <w:p w:rsidR="0062748B" w:rsidRDefault="0062748B" w:rsidP="0062748B">
      <w:r>
        <w:t xml:space="preserve">       -0.1     CF19(3)</w:t>
      </w:r>
    </w:p>
    <w:p w:rsidR="0062748B" w:rsidRDefault="0062748B" w:rsidP="0062748B">
      <w:r>
        <w:lastRenderedPageBreak/>
        <w:t xml:space="preserve">       -0.04    CF20(3)</w:t>
      </w:r>
    </w:p>
    <w:p w:rsidR="0062748B" w:rsidRDefault="0062748B" w:rsidP="0062748B">
      <w:r>
        <w:t xml:space="preserve">       -1       CF22(3)</w:t>
      </w:r>
    </w:p>
    <w:p w:rsidR="0062748B" w:rsidRDefault="0062748B" w:rsidP="0062748B">
      <w:r>
        <w:t xml:space="preserve">       -0.02    CF28(3)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 xml:space="preserve">---- CF_ConstructionInterest  Expense on interest during construction (taken as </w:t>
      </w:r>
    </w:p>
    <w:p w:rsidR="0062748B" w:rsidRDefault="0062748B" w:rsidP="0062748B">
      <w:r>
        <w:t xml:space="preserve">                              6% of total direct capital cost)</w:t>
      </w:r>
    </w:p>
    <w:p w:rsidR="0062748B" w:rsidRDefault="0062748B" w:rsidP="0062748B"/>
    <w:p w:rsidR="0062748B" w:rsidRDefault="0062748B" w:rsidP="0062748B">
      <w:r>
        <w:t>CF_ConstructionInterest(1)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CF_ConstructionInterest(2)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CF_ConstructionInterest(3)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CF_Contingencies  Contingencies (taken as 20% of total direct capital cost)</w:t>
      </w:r>
    </w:p>
    <w:p w:rsidR="0062748B" w:rsidRDefault="0062748B" w:rsidP="0062748B"/>
    <w:p w:rsidR="0062748B" w:rsidRDefault="0062748B" w:rsidP="0062748B">
      <w:r>
        <w:t>CF_Contingencies(1)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CF_Contingencies(2)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CF_Contingencies(3)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CF_ProjectManagement  Fees and project management (taken as 10% of total di</w:t>
      </w:r>
    </w:p>
    <w:p w:rsidR="0062748B" w:rsidRDefault="0062748B" w:rsidP="0062748B">
      <w:r>
        <w:t xml:space="preserve">                           rect capital cost)</w:t>
      </w:r>
    </w:p>
    <w:p w:rsidR="0062748B" w:rsidRDefault="0062748B" w:rsidP="0062748B"/>
    <w:p w:rsidR="0062748B" w:rsidRDefault="0062748B" w:rsidP="0062748B">
      <w:r>
        <w:t>CF_ProjectManagement(1)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CF19(1)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CF_ProjectManagement(2)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CF_ProjectManagement(3)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CF_WorkingCapital  Working capital (taken as 4% of total direct capital cos</w:t>
      </w:r>
    </w:p>
    <w:p w:rsidR="0062748B" w:rsidRDefault="0062748B" w:rsidP="0062748B">
      <w:r>
        <w:t xml:space="preserve">                        t)</w:t>
      </w:r>
    </w:p>
    <w:p w:rsidR="0062748B" w:rsidRDefault="0062748B" w:rsidP="0062748B"/>
    <w:p w:rsidR="0062748B" w:rsidRDefault="0062748B" w:rsidP="0062748B">
      <w:r>
        <w:t>CF_WorkingCapital(1)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CF_WorkingCapital(2)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CF20(2)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CF_WorkingCapital(3)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CF_IndirectCapitalCost  Total indirect capital cost</w:t>
      </w:r>
    </w:p>
    <w:p w:rsidR="0062748B" w:rsidRDefault="0062748B" w:rsidP="0062748B"/>
    <w:p w:rsidR="0062748B" w:rsidRDefault="0062748B" w:rsidP="0062748B">
      <w:r>
        <w:t>CF_IndirectCapitalCost(1)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/>
    <w:p w:rsidR="0062748B" w:rsidRDefault="0062748B" w:rsidP="0062748B">
      <w:r>
        <w:t>CF_IndirectCapitalCost(2)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/>
    <w:p w:rsidR="0062748B" w:rsidRDefault="0062748B" w:rsidP="0062748B">
      <w:r>
        <w:t>CF_IndirectCapitalCost(3)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CF21(3)</w:t>
      </w:r>
    </w:p>
    <w:p w:rsidR="0062748B" w:rsidRDefault="0062748B" w:rsidP="0062748B">
      <w:r>
        <w:lastRenderedPageBreak/>
        <w:t xml:space="preserve">       -1       CF22(3)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CF_TotalConstructionCost  Total (direct and indirect) construction cost</w:t>
      </w:r>
    </w:p>
    <w:p w:rsidR="0062748B" w:rsidRDefault="0062748B" w:rsidP="0062748B"/>
    <w:p w:rsidR="0062748B" w:rsidRDefault="0062748B" w:rsidP="0062748B">
      <w:r>
        <w:t>CF_TotalConstructionCost(1)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CF22(1)</w:t>
      </w:r>
    </w:p>
    <w:p w:rsidR="0062748B" w:rsidRDefault="0062748B" w:rsidP="0062748B">
      <w:r>
        <w:t xml:space="preserve">       -0.1019  CF30(1)</w:t>
      </w:r>
    </w:p>
    <w:p w:rsidR="0062748B" w:rsidRDefault="0062748B" w:rsidP="0062748B"/>
    <w:p w:rsidR="0062748B" w:rsidRDefault="0062748B" w:rsidP="0062748B">
      <w:r>
        <w:t>CF_TotalConstructionCost(2)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CF22(2)</w:t>
      </w:r>
    </w:p>
    <w:p w:rsidR="0062748B" w:rsidRDefault="0062748B" w:rsidP="0062748B">
      <w:r>
        <w:t xml:space="preserve">       -0.1019  CF30(2)</w:t>
      </w:r>
    </w:p>
    <w:p w:rsidR="0062748B" w:rsidRDefault="0062748B" w:rsidP="0062748B"/>
    <w:p w:rsidR="0062748B" w:rsidRDefault="0062748B" w:rsidP="0062748B">
      <w:r>
        <w:t>CF_TotalConstructionCost(3)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CF22(3)</w:t>
      </w:r>
    </w:p>
    <w:p w:rsidR="0062748B" w:rsidRDefault="0062748B" w:rsidP="0062748B">
      <w:r>
        <w:t xml:space="preserve">       -0.1019  CF30(3)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CF_ElectricityCost  Electricity cost for the implementation of the process</w:t>
      </w:r>
    </w:p>
    <w:p w:rsidR="0062748B" w:rsidRDefault="0062748B" w:rsidP="0062748B"/>
    <w:p w:rsidR="0062748B" w:rsidRDefault="0062748B" w:rsidP="0062748B">
      <w:r>
        <w:lastRenderedPageBreak/>
        <w:t>CF_ElectricityCost(1)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CF_ElectricityCost(2)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CF_ElectricityCost(3)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CF_LaborCost  Labor cost for the implementation of the process</w:t>
      </w:r>
    </w:p>
    <w:p w:rsidR="0062748B" w:rsidRDefault="0062748B" w:rsidP="0062748B"/>
    <w:p w:rsidR="0062748B" w:rsidRDefault="0062748B" w:rsidP="0062748B">
      <w:r>
        <w:t>CF_LaborCost(1)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CF_LaborCost(2)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CF24(2)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CF_LaborCost(3)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CF_ChemicalCost  Chemical cost for the process</w:t>
      </w:r>
    </w:p>
    <w:p w:rsidR="0062748B" w:rsidRDefault="0062748B" w:rsidP="0062748B"/>
    <w:p w:rsidR="0062748B" w:rsidRDefault="0062748B" w:rsidP="0062748B">
      <w:r>
        <w:t>CF_ChemicalCost(1)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CF25(3)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CF_MembraneReplacementCost  Membrane replacement cost for the process</w:t>
      </w:r>
    </w:p>
    <w:p w:rsidR="0062748B" w:rsidRDefault="0062748B" w:rsidP="0062748B"/>
    <w:p w:rsidR="0062748B" w:rsidRDefault="0062748B" w:rsidP="0062748B">
      <w:r>
        <w:t>CF_MembraneReplacementCost(1)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CF_MembraneReplacementCost(2)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CF_MembraneReplacementCost(3)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CF_CleaningChemicalCost  Cleaning chemical (NaOCl) cost</w:t>
      </w:r>
    </w:p>
    <w:p w:rsidR="0062748B" w:rsidRDefault="0062748B" w:rsidP="0062748B"/>
    <w:p w:rsidR="0062748B" w:rsidRDefault="0062748B" w:rsidP="0062748B">
      <w:r>
        <w:t>CF_CleaningChemicalCost(1)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CF_CleaningChemicalCost(2)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CF_CleaningChemicalCost(3)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CF_Repairs  Repairs replacement and misc cost (taken as 2% of the direct ca</w:t>
      </w:r>
    </w:p>
    <w:p w:rsidR="0062748B" w:rsidRDefault="0062748B" w:rsidP="0062748B">
      <w:r>
        <w:t xml:space="preserve">                 pital cost)</w:t>
      </w:r>
    </w:p>
    <w:p w:rsidR="0062748B" w:rsidRDefault="0062748B" w:rsidP="0062748B"/>
    <w:p w:rsidR="0062748B" w:rsidRDefault="0062748B" w:rsidP="0062748B">
      <w:r>
        <w:t>CF_Repairs(1)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CF_Repairs(2)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CF_Repairs(3)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CF_TotalOMCost  Total operating and maintenance cost</w:t>
      </w:r>
    </w:p>
    <w:p w:rsidR="0062748B" w:rsidRDefault="0062748B" w:rsidP="0062748B"/>
    <w:p w:rsidR="0062748B" w:rsidRDefault="0062748B" w:rsidP="0062748B">
      <w:r>
        <w:t>CF_TotalOMCost(1)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CF_TotalOMCost(2)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lastRenderedPageBreak/>
        <w:t>CF_TotalOMCost(3)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CF_CapitalRecovery  Capital recovery - calculate from the total captical co</w:t>
      </w:r>
    </w:p>
    <w:p w:rsidR="0062748B" w:rsidRDefault="0062748B" w:rsidP="0062748B">
      <w:r>
        <w:t xml:space="preserve">                         st</w:t>
      </w:r>
    </w:p>
    <w:p w:rsidR="0062748B" w:rsidRDefault="0062748B" w:rsidP="0062748B"/>
    <w:p w:rsidR="0062748B" w:rsidRDefault="0062748B" w:rsidP="0062748B">
      <w:r>
        <w:t>CF_CapitalRecovery(1)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CF_CapitalRecovery(2)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t>CF_CapitalRecovery(3)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CF_AnnualCost  Annual cost depending on the Capital recovery and OM cost</w:t>
      </w:r>
    </w:p>
    <w:p w:rsidR="0062748B" w:rsidRDefault="0062748B" w:rsidP="0062748B"/>
    <w:p w:rsidR="0062748B" w:rsidRDefault="0062748B" w:rsidP="0062748B">
      <w:r>
        <w:t>CF_AnnualCost(1)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CF31(1)</w:t>
      </w:r>
    </w:p>
    <w:p w:rsidR="0062748B" w:rsidRDefault="0062748B" w:rsidP="0062748B">
      <w:r>
        <w:t xml:space="preserve">  -1.000000E-5  NonlinearTechCost01(1)</w:t>
      </w:r>
    </w:p>
    <w:p w:rsidR="0062748B" w:rsidRDefault="0062748B" w:rsidP="0062748B"/>
    <w:p w:rsidR="0062748B" w:rsidRDefault="0062748B" w:rsidP="0062748B">
      <w:r>
        <w:t>CF_AnnualCost(2)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CF31(2)</w:t>
      </w:r>
    </w:p>
    <w:p w:rsidR="0062748B" w:rsidRDefault="0062748B" w:rsidP="0062748B">
      <w:r>
        <w:t xml:space="preserve">  -1.000000E-5  NonlinearTechCost01(2)</w:t>
      </w:r>
    </w:p>
    <w:p w:rsidR="0062748B" w:rsidRDefault="0062748B" w:rsidP="0062748B"/>
    <w:p w:rsidR="0062748B" w:rsidRDefault="0062748B" w:rsidP="0062748B">
      <w:r>
        <w:t>CF_AnnualCost(3)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CF31(3)</w:t>
      </w:r>
    </w:p>
    <w:p w:rsidR="0062748B" w:rsidRDefault="0062748B" w:rsidP="0062748B">
      <w:r>
        <w:t xml:space="preserve">  -1.000000E-5  NonlinearTechCost01(3)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GAC_CapitalCost  Capital cost for the activated carbon process</w:t>
      </w:r>
    </w:p>
    <w:p w:rsidR="0062748B" w:rsidRDefault="0062748B" w:rsidP="0062748B"/>
    <w:p w:rsidR="0062748B" w:rsidRDefault="0062748B" w:rsidP="0062748B">
      <w:r>
        <w:t>GAC_CapitalCost(1)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GAC01(1)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GAC_OMCost  Operational and maintenance cost for the activated carbon proce</w:t>
      </w:r>
    </w:p>
    <w:p w:rsidR="0062748B" w:rsidRDefault="0062748B" w:rsidP="0062748B">
      <w:r>
        <w:t xml:space="preserve">                 ss</w:t>
      </w:r>
    </w:p>
    <w:p w:rsidR="0062748B" w:rsidRDefault="0062748B" w:rsidP="0062748B"/>
    <w:p w:rsidR="0062748B" w:rsidRDefault="0062748B" w:rsidP="0062748B">
      <w:r>
        <w:t>GAC_OMCost(1)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GAC02(2)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GAC_TotalCost  Total cost for the activated carbon process implementation</w:t>
      </w:r>
    </w:p>
    <w:p w:rsidR="0062748B" w:rsidRDefault="0062748B" w:rsidP="0062748B"/>
    <w:p w:rsidR="0062748B" w:rsidRDefault="0062748B" w:rsidP="0062748B">
      <w:r>
        <w:t>GAC_TotalCost(1)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GAC03(1)</w:t>
      </w:r>
    </w:p>
    <w:p w:rsidR="0062748B" w:rsidRDefault="0062748B" w:rsidP="0062748B">
      <w:r>
        <w:t xml:space="preserve">  -1.000000E-5  NonlinearTechCost02(1)</w:t>
      </w:r>
    </w:p>
    <w:p w:rsidR="0062748B" w:rsidRDefault="0062748B" w:rsidP="0062748B"/>
    <w:p w:rsidR="0062748B" w:rsidRDefault="0062748B" w:rsidP="0062748B">
      <w:r>
        <w:t>GAC_TotalCost(2)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GAC03(2)</w:t>
      </w:r>
    </w:p>
    <w:p w:rsidR="0062748B" w:rsidRDefault="0062748B" w:rsidP="0062748B">
      <w:r>
        <w:t xml:space="preserve">  -1.000000E-5  NonlinearTechCost02(2)</w:t>
      </w:r>
    </w:p>
    <w:p w:rsidR="0062748B" w:rsidRDefault="0062748B" w:rsidP="0062748B"/>
    <w:p w:rsidR="0062748B" w:rsidRDefault="0062748B" w:rsidP="0062748B">
      <w:r>
        <w:t>GAC_TotalCost(3)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GAC03(3)</w:t>
      </w:r>
    </w:p>
    <w:p w:rsidR="0062748B" w:rsidRDefault="0062748B" w:rsidP="0062748B">
      <w:r>
        <w:lastRenderedPageBreak/>
        <w:t xml:space="preserve">  -1.000000E-5  NonlinearTechCost02(3)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IX_MinResinVolume  Minimum volume of the medium in m3</w:t>
      </w:r>
    </w:p>
    <w:p w:rsidR="0062748B" w:rsidRDefault="0062748B" w:rsidP="0062748B"/>
    <w:p w:rsidR="0062748B" w:rsidRDefault="0062748B" w:rsidP="0062748B">
      <w:r>
        <w:t>IX_MinResinVolume(1)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IX01(1)</w:t>
      </w:r>
    </w:p>
    <w:p w:rsidR="0062748B" w:rsidRDefault="0062748B" w:rsidP="0062748B"/>
    <w:p w:rsidR="0062748B" w:rsidRDefault="0062748B" w:rsidP="0062748B">
      <w:r>
        <w:t>IX_MinResinVolume(2)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IX01(2)</w:t>
      </w:r>
    </w:p>
    <w:p w:rsidR="0062748B" w:rsidRDefault="0062748B" w:rsidP="0062748B"/>
    <w:p w:rsidR="0062748B" w:rsidRDefault="0062748B" w:rsidP="0062748B">
      <w:r>
        <w:t>IX_MinResinVolume(3)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IX_MinVolExhaustionTime  Minimum volume exhaustion time in days</w:t>
      </w:r>
    </w:p>
    <w:p w:rsidR="0062748B" w:rsidRDefault="0062748B" w:rsidP="0062748B"/>
    <w:p w:rsidR="0062748B" w:rsidRDefault="0062748B" w:rsidP="0062748B">
      <w:r>
        <w:t>IX_MinVolExhaustionTime(1)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IX02(1)</w:t>
      </w:r>
    </w:p>
    <w:p w:rsidR="0062748B" w:rsidRDefault="0062748B" w:rsidP="0062748B"/>
    <w:p w:rsidR="0062748B" w:rsidRDefault="0062748B" w:rsidP="0062748B">
      <w:r>
        <w:t>IX_MinVolExhaustionTime(2)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IX02(2)</w:t>
      </w:r>
    </w:p>
    <w:p w:rsidR="0062748B" w:rsidRDefault="0062748B" w:rsidP="0062748B"/>
    <w:p w:rsidR="0062748B" w:rsidRDefault="0062748B" w:rsidP="0062748B">
      <w:r>
        <w:t>IX_MinVolExhaustionTime(3)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IX_ExhaustionTimeResinVolume  Resin volume in m3 for the minimum exhaustion</w:t>
      </w:r>
    </w:p>
    <w:p w:rsidR="0062748B" w:rsidRDefault="0062748B" w:rsidP="0062748B">
      <w:r>
        <w:t xml:space="preserve">                                   time</w:t>
      </w:r>
    </w:p>
    <w:p w:rsidR="0062748B" w:rsidRDefault="0062748B" w:rsidP="0062748B"/>
    <w:p w:rsidR="0062748B" w:rsidRDefault="0062748B" w:rsidP="0062748B">
      <w:r>
        <w:t>IX_ExhaustionTimeResinVolume(1)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IX04(1)</w:t>
      </w:r>
    </w:p>
    <w:p w:rsidR="0062748B" w:rsidRDefault="0062748B" w:rsidP="0062748B">
      <w:r>
        <w:t xml:space="preserve">       -2       IX05(1)</w:t>
      </w:r>
    </w:p>
    <w:p w:rsidR="0062748B" w:rsidRDefault="0062748B" w:rsidP="0062748B">
      <w:r>
        <w:t xml:space="preserve">    -1307.5458  IX06(1)</w:t>
      </w:r>
    </w:p>
    <w:p w:rsidR="0062748B" w:rsidRDefault="0062748B" w:rsidP="0062748B">
      <w:r>
        <w:t xml:space="preserve">     -150       IX08(1)</w:t>
      </w:r>
    </w:p>
    <w:p w:rsidR="0062748B" w:rsidRDefault="0062748B" w:rsidP="0062748B"/>
    <w:p w:rsidR="0062748B" w:rsidRDefault="0062748B" w:rsidP="0062748B">
      <w:r>
        <w:t>IX_ExhaustionTimeResinVolume(2)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IX04(2)</w:t>
      </w:r>
    </w:p>
    <w:p w:rsidR="0062748B" w:rsidRDefault="0062748B" w:rsidP="0062748B">
      <w:r>
        <w:t xml:space="preserve">       -2       IX05(2)</w:t>
      </w:r>
    </w:p>
    <w:p w:rsidR="0062748B" w:rsidRDefault="0062748B" w:rsidP="0062748B">
      <w:r>
        <w:lastRenderedPageBreak/>
        <w:t xml:space="preserve">    -1307.5458  IX06(2)</w:t>
      </w:r>
    </w:p>
    <w:p w:rsidR="0062748B" w:rsidRDefault="0062748B" w:rsidP="0062748B">
      <w:r>
        <w:t xml:space="preserve">     -150       IX08(2)</w:t>
      </w:r>
    </w:p>
    <w:p w:rsidR="0062748B" w:rsidRDefault="0062748B" w:rsidP="0062748B"/>
    <w:p w:rsidR="0062748B" w:rsidRDefault="0062748B" w:rsidP="0062748B">
      <w:r>
        <w:t>IX_ExhaustionTimeResinVolume(3)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IX04(3)</w:t>
      </w:r>
    </w:p>
    <w:p w:rsidR="0062748B" w:rsidRDefault="0062748B" w:rsidP="0062748B">
      <w:r>
        <w:t xml:space="preserve">       -2       IX05(3)</w:t>
      </w:r>
    </w:p>
    <w:p w:rsidR="0062748B" w:rsidRDefault="0062748B" w:rsidP="0062748B">
      <w:r>
        <w:t xml:space="preserve">    -1307.5458  IX06(3)</w:t>
      </w:r>
    </w:p>
    <w:p w:rsidR="0062748B" w:rsidRDefault="0062748B" w:rsidP="0062748B">
      <w:r>
        <w:t xml:space="preserve">     -150       IX08(3)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IX_VesselVolume  Total vessel volume in m3</w:t>
      </w:r>
    </w:p>
    <w:p w:rsidR="0062748B" w:rsidRDefault="0062748B" w:rsidP="0062748B"/>
    <w:p w:rsidR="0062748B" w:rsidRDefault="0062748B" w:rsidP="0062748B">
      <w:r>
        <w:t>IX_VesselVolume(1)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IX05(1)</w:t>
      </w:r>
    </w:p>
    <w:p w:rsidR="0062748B" w:rsidRDefault="0062748B" w:rsidP="0062748B">
      <w:r>
        <w:t xml:space="preserve">  (-92413.4228) IX07(1)</w:t>
      </w:r>
    </w:p>
    <w:p w:rsidR="0062748B" w:rsidRDefault="0062748B" w:rsidP="0062748B">
      <w:r>
        <w:t xml:space="preserve"> (-2.500000E+9) IX12(1)</w:t>
      </w:r>
    </w:p>
    <w:p w:rsidR="0062748B" w:rsidRDefault="0062748B" w:rsidP="0062748B"/>
    <w:p w:rsidR="0062748B" w:rsidRDefault="0062748B" w:rsidP="0062748B">
      <w:r>
        <w:t>IX_VesselVolume(2)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IX05(2)</w:t>
      </w:r>
    </w:p>
    <w:p w:rsidR="0062748B" w:rsidRDefault="0062748B" w:rsidP="0062748B">
      <w:r>
        <w:t xml:space="preserve">  (-92413.4228) IX07(2)</w:t>
      </w:r>
    </w:p>
    <w:p w:rsidR="0062748B" w:rsidRDefault="0062748B" w:rsidP="0062748B">
      <w:r>
        <w:t xml:space="preserve"> (-2.500000E+9) IX12(2)</w:t>
      </w:r>
    </w:p>
    <w:p w:rsidR="0062748B" w:rsidRDefault="0062748B" w:rsidP="0062748B"/>
    <w:p w:rsidR="0062748B" w:rsidRDefault="0062748B" w:rsidP="0062748B">
      <w:r>
        <w:t>IX_VesselVolume(3)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IX05(3)</w:t>
      </w:r>
    </w:p>
    <w:p w:rsidR="0062748B" w:rsidRDefault="0062748B" w:rsidP="0062748B">
      <w:r>
        <w:t xml:space="preserve">  (-92413.4228) IX07(3)</w:t>
      </w:r>
    </w:p>
    <w:p w:rsidR="0062748B" w:rsidRDefault="0062748B" w:rsidP="0062748B">
      <w:r>
        <w:t xml:space="preserve"> (-2.500000E+9) IX12(3)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IX_ResinCost  Total resin cost (in $ per day -- need to check)</w:t>
      </w:r>
    </w:p>
    <w:p w:rsidR="0062748B" w:rsidRDefault="0062748B" w:rsidP="0062748B"/>
    <w:p w:rsidR="0062748B" w:rsidRDefault="0062748B" w:rsidP="0062748B">
      <w:r>
        <w:t>IX_ResinCost(1)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IX06(1)</w:t>
      </w:r>
    </w:p>
    <w:p w:rsidR="0062748B" w:rsidRDefault="0062748B" w:rsidP="0062748B">
      <w:r>
        <w:t xml:space="preserve">      -24       IX15(1)</w:t>
      </w:r>
    </w:p>
    <w:p w:rsidR="0062748B" w:rsidRDefault="0062748B" w:rsidP="0062748B"/>
    <w:p w:rsidR="0062748B" w:rsidRDefault="0062748B" w:rsidP="0062748B">
      <w:r>
        <w:t>IX_ResinCost(2)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IX06(2)</w:t>
      </w:r>
    </w:p>
    <w:p w:rsidR="0062748B" w:rsidRDefault="0062748B" w:rsidP="0062748B">
      <w:r>
        <w:t xml:space="preserve">      -24       IX15(2)</w:t>
      </w:r>
    </w:p>
    <w:p w:rsidR="0062748B" w:rsidRDefault="0062748B" w:rsidP="0062748B"/>
    <w:p w:rsidR="0062748B" w:rsidRDefault="0062748B" w:rsidP="0062748B">
      <w:r>
        <w:t>IX_ResinCost(3)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IX06(3)</w:t>
      </w:r>
    </w:p>
    <w:p w:rsidR="0062748B" w:rsidRDefault="0062748B" w:rsidP="0062748B">
      <w:r>
        <w:t xml:space="preserve">      -24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IX_BedArea  Bed area for the vessel in m2</w:t>
      </w:r>
    </w:p>
    <w:p w:rsidR="0062748B" w:rsidRDefault="0062748B" w:rsidP="0062748B"/>
    <w:p w:rsidR="0062748B" w:rsidRDefault="0062748B" w:rsidP="0062748B">
      <w:r>
        <w:t>IX_BedArea(1)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IX12(1)</w:t>
      </w:r>
    </w:p>
    <w:p w:rsidR="0062748B" w:rsidRDefault="0062748B" w:rsidP="0062748B">
      <w:r>
        <w:t xml:space="preserve">   (-1254.21)   IX13(1)</w:t>
      </w:r>
    </w:p>
    <w:p w:rsidR="0062748B" w:rsidRDefault="0062748B" w:rsidP="0062748B">
      <w:r>
        <w:t xml:space="preserve"> (-7.33000E+11) IX14(1)</w:t>
      </w:r>
    </w:p>
    <w:p w:rsidR="0062748B" w:rsidRDefault="0062748B" w:rsidP="0062748B"/>
    <w:p w:rsidR="0062748B" w:rsidRDefault="0062748B" w:rsidP="0062748B">
      <w:r>
        <w:t>IX_BedArea(2)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IX12(2)</w:t>
      </w:r>
    </w:p>
    <w:p w:rsidR="0062748B" w:rsidRDefault="0062748B" w:rsidP="0062748B">
      <w:r>
        <w:t xml:space="preserve">   (-1254.21)   IX13(2)</w:t>
      </w:r>
    </w:p>
    <w:p w:rsidR="0062748B" w:rsidRDefault="0062748B" w:rsidP="0062748B">
      <w:r>
        <w:t xml:space="preserve"> (-7.33000E+11) IX14(2)</w:t>
      </w:r>
    </w:p>
    <w:p w:rsidR="0062748B" w:rsidRDefault="0062748B" w:rsidP="0062748B"/>
    <w:p w:rsidR="0062748B" w:rsidRDefault="0062748B" w:rsidP="0062748B">
      <w:r>
        <w:t>IX_BedArea(3)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IX12(3)</w:t>
      </w:r>
    </w:p>
    <w:p w:rsidR="0062748B" w:rsidRDefault="0062748B" w:rsidP="0062748B">
      <w:r>
        <w:t xml:space="preserve">   (-1254.21)   IX13(3)</w:t>
      </w:r>
    </w:p>
    <w:p w:rsidR="0062748B" w:rsidRDefault="0062748B" w:rsidP="0062748B">
      <w:r>
        <w:t xml:space="preserve"> (-7.33000E+11) IX14(3)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lastRenderedPageBreak/>
        <w:t>---- IX_TankTotalCost  Total Tank cost in $</w:t>
      </w:r>
    </w:p>
    <w:p w:rsidR="0062748B" w:rsidRDefault="0062748B" w:rsidP="0062748B"/>
    <w:p w:rsidR="0062748B" w:rsidRDefault="0062748B" w:rsidP="0062748B">
      <w:r>
        <w:t>IX_TankTotalCost(1)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IX_TankTotalCost(2)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IX_TankTotalCost(3)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IX_NaClReq  NaCl requirement in Kg per day</w:t>
      </w:r>
    </w:p>
    <w:p w:rsidR="0062748B" w:rsidRDefault="0062748B" w:rsidP="0062748B"/>
    <w:p w:rsidR="0062748B" w:rsidRDefault="0062748B" w:rsidP="0062748B">
      <w:r>
        <w:t>IX_NaClReq(1)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IX08(1)</w:t>
      </w:r>
    </w:p>
    <w:p w:rsidR="0062748B" w:rsidRDefault="0062748B" w:rsidP="0062748B">
      <w:r>
        <w:t xml:space="preserve">       -0.01    IX09(1)</w:t>
      </w:r>
    </w:p>
    <w:p w:rsidR="0062748B" w:rsidRDefault="0062748B" w:rsidP="0062748B">
      <w:r>
        <w:lastRenderedPageBreak/>
        <w:t xml:space="preserve">       -3.65    IX10(1)</w:t>
      </w:r>
    </w:p>
    <w:p w:rsidR="0062748B" w:rsidRDefault="0062748B" w:rsidP="0062748B"/>
    <w:p w:rsidR="0062748B" w:rsidRDefault="0062748B" w:rsidP="0062748B">
      <w:r>
        <w:t>IX_NaClReq(2)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IX08(2)</w:t>
      </w:r>
    </w:p>
    <w:p w:rsidR="0062748B" w:rsidRDefault="0062748B" w:rsidP="0062748B">
      <w:r>
        <w:t xml:space="preserve">       -0.01    IX09(2)</w:t>
      </w:r>
    </w:p>
    <w:p w:rsidR="0062748B" w:rsidRDefault="0062748B" w:rsidP="0062748B">
      <w:r>
        <w:t xml:space="preserve">       -3.65    IX10(2)</w:t>
      </w:r>
    </w:p>
    <w:p w:rsidR="0062748B" w:rsidRDefault="0062748B" w:rsidP="0062748B"/>
    <w:p w:rsidR="0062748B" w:rsidRDefault="0062748B" w:rsidP="0062748B">
      <w:r>
        <w:t>IX_NaClReq(3)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IX08(3)</w:t>
      </w:r>
    </w:p>
    <w:p w:rsidR="0062748B" w:rsidRDefault="0062748B" w:rsidP="0062748B">
      <w:r>
        <w:t xml:space="preserve">       -0.01    IX09(3)</w:t>
      </w:r>
    </w:p>
    <w:p w:rsidR="0062748B" w:rsidRDefault="0062748B" w:rsidP="0062748B">
      <w:r>
        <w:t xml:space="preserve">       -3.65    IX10(3)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IX_TotalChemCost  Total chemical cost per year</w:t>
      </w:r>
    </w:p>
    <w:p w:rsidR="0062748B" w:rsidRDefault="0062748B" w:rsidP="0062748B"/>
    <w:p w:rsidR="0062748B" w:rsidRDefault="0062748B" w:rsidP="0062748B">
      <w:r>
        <w:t>IX_TotalChemCost(1)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IX_TotalChemCost(2)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IX10(2)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IX_TotalChemCost(3)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IX_RegFluidReq  Regeneration fluid requirement</w:t>
      </w:r>
    </w:p>
    <w:p w:rsidR="0062748B" w:rsidRDefault="0062748B" w:rsidP="0062748B"/>
    <w:p w:rsidR="0062748B" w:rsidRDefault="0062748B" w:rsidP="0062748B">
      <w:r>
        <w:t>IX_RegFluidReq(1)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IX09(1)</w:t>
      </w:r>
    </w:p>
    <w:p w:rsidR="0062748B" w:rsidRDefault="0062748B" w:rsidP="0062748B">
      <w:r>
        <w:t xml:space="preserve">     -250       IX11(1)</w:t>
      </w:r>
    </w:p>
    <w:p w:rsidR="0062748B" w:rsidRDefault="0062748B" w:rsidP="0062748B"/>
    <w:p w:rsidR="0062748B" w:rsidRDefault="0062748B" w:rsidP="0062748B">
      <w:r>
        <w:t>IX_RegFluidReq(2)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IX09(2)</w:t>
      </w:r>
    </w:p>
    <w:p w:rsidR="0062748B" w:rsidRDefault="0062748B" w:rsidP="0062748B">
      <w:r>
        <w:t xml:space="preserve">     -250       IX11(2)</w:t>
      </w:r>
    </w:p>
    <w:p w:rsidR="0062748B" w:rsidRDefault="0062748B" w:rsidP="0062748B"/>
    <w:p w:rsidR="0062748B" w:rsidRDefault="0062748B" w:rsidP="0062748B">
      <w:r>
        <w:t>IX_RegFluidReq(3)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IX09(3)</w:t>
      </w:r>
    </w:p>
    <w:p w:rsidR="0062748B" w:rsidRDefault="0062748B" w:rsidP="0062748B">
      <w:r>
        <w:lastRenderedPageBreak/>
        <w:t xml:space="preserve">     -250       IX11(3)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IX_StorageTankCost  Storage tank cost</w:t>
      </w:r>
    </w:p>
    <w:p w:rsidR="0062748B" w:rsidRDefault="0062748B" w:rsidP="0062748B"/>
    <w:p w:rsidR="0062748B" w:rsidRDefault="0062748B" w:rsidP="0062748B">
      <w:r>
        <w:t>IX_StorageTankCost(1)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IX_StorageTankCost(2)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IX_StorageTankCost(3)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IX_ConstructionCost  Construction cost</w:t>
      </w:r>
    </w:p>
    <w:p w:rsidR="0062748B" w:rsidRDefault="0062748B" w:rsidP="0062748B"/>
    <w:p w:rsidR="0062748B" w:rsidRDefault="0062748B" w:rsidP="0062748B">
      <w:r>
        <w:lastRenderedPageBreak/>
        <w:t>IX_ConstructionCost(1)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IX_OMCost  Operating and maintenance cost</w:t>
      </w:r>
    </w:p>
    <w:p w:rsidR="0062748B" w:rsidRDefault="0062748B" w:rsidP="0062748B"/>
    <w:p w:rsidR="0062748B" w:rsidRDefault="0062748B" w:rsidP="0062748B">
      <w:r>
        <w:t>IX_OMCost(1)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IX_OMCost(2)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IX14(2)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IX_TotalCost  Total cost for the implementation of ion exchange process for</w:t>
      </w:r>
    </w:p>
    <w:p w:rsidR="0062748B" w:rsidRDefault="0062748B" w:rsidP="0062748B">
      <w:r>
        <w:t xml:space="preserve">                   each industry</w:t>
      </w:r>
    </w:p>
    <w:p w:rsidR="0062748B" w:rsidRDefault="0062748B" w:rsidP="0062748B"/>
    <w:p w:rsidR="0062748B" w:rsidRDefault="0062748B" w:rsidP="0062748B">
      <w:r>
        <w:t>IX_TotalCost(1)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IX15(1)</w:t>
      </w:r>
    </w:p>
    <w:p w:rsidR="0062748B" w:rsidRDefault="0062748B" w:rsidP="0062748B">
      <w:r>
        <w:t xml:space="preserve">  -1.000000E-5  NonlinearTechCost03(1)</w:t>
      </w:r>
    </w:p>
    <w:p w:rsidR="0062748B" w:rsidRDefault="0062748B" w:rsidP="0062748B"/>
    <w:p w:rsidR="0062748B" w:rsidRDefault="0062748B" w:rsidP="0062748B">
      <w:r>
        <w:t>IX_TotalCost(2)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IX15(2)</w:t>
      </w:r>
    </w:p>
    <w:p w:rsidR="0062748B" w:rsidRDefault="0062748B" w:rsidP="0062748B">
      <w:r>
        <w:t xml:space="preserve">  -1.000000E-5  NonlinearTechCost03(2)</w:t>
      </w:r>
    </w:p>
    <w:p w:rsidR="0062748B" w:rsidRDefault="0062748B" w:rsidP="0062748B"/>
    <w:p w:rsidR="0062748B" w:rsidRDefault="0062748B" w:rsidP="0062748B">
      <w:r>
        <w:t>IX_TotalCost(3)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IX15(3)</w:t>
      </w:r>
    </w:p>
    <w:p w:rsidR="0062748B" w:rsidRDefault="0062748B" w:rsidP="0062748B">
      <w:r>
        <w:t xml:space="preserve">  -1.000000E-5  NonlinearTechCost03(3)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Tobj  Objective function for the technoogy only problem</w:t>
      </w:r>
    </w:p>
    <w:p w:rsidR="0062748B" w:rsidRDefault="0062748B" w:rsidP="0062748B"/>
    <w:p w:rsidR="0062748B" w:rsidRDefault="0062748B" w:rsidP="0062748B">
      <w:r>
        <w:t>Tobj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t xml:space="preserve">        1       Tobjective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Volume  volume of waste treated by each industry using each technology (def</w:t>
      </w:r>
    </w:p>
    <w:p w:rsidR="0062748B" w:rsidRDefault="0062748B" w:rsidP="0062748B">
      <w:r>
        <w:t xml:space="preserve">             ined over i and j)</w:t>
      </w:r>
    </w:p>
    <w:p w:rsidR="0062748B" w:rsidRDefault="0062748B" w:rsidP="0062748B"/>
    <w:p w:rsidR="0062748B" w:rsidRDefault="0062748B" w:rsidP="0062748B">
      <w:r>
        <w:t>Volume(1,1)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0.0028  Tc2(1)</w:t>
      </w:r>
    </w:p>
    <w:p w:rsidR="0062748B" w:rsidRDefault="0062748B" w:rsidP="0062748B">
      <w:r>
        <w:t xml:space="preserve">      -43.8021  DFREq(1,1)</w:t>
      </w:r>
    </w:p>
    <w:p w:rsidR="0062748B" w:rsidRDefault="0062748B" w:rsidP="0062748B">
      <w:r>
        <w:t xml:space="preserve">       -1.1574  CF01(1)</w:t>
      </w:r>
    </w:p>
    <w:p w:rsidR="0062748B" w:rsidRDefault="0062748B" w:rsidP="0062748B"/>
    <w:p w:rsidR="0062748B" w:rsidRDefault="0062748B" w:rsidP="0062748B">
      <w:r>
        <w:t>Volume(1,2)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Tc1(1)</w:t>
      </w:r>
    </w:p>
    <w:p w:rsidR="0062748B" w:rsidRDefault="0062748B" w:rsidP="0062748B">
      <w:r>
        <w:t xml:space="preserve">        0.0041  Tc2(1)</w:t>
      </w:r>
    </w:p>
    <w:p w:rsidR="0062748B" w:rsidRDefault="0062748B" w:rsidP="0062748B">
      <w:r>
        <w:t xml:space="preserve">      -43.8021  DFREq(1,2)</w:t>
      </w:r>
    </w:p>
    <w:p w:rsidR="0062748B" w:rsidRDefault="0062748B" w:rsidP="0062748B">
      <w:r>
        <w:t xml:space="preserve"> (-7.37701E+16) GAC01(1)</w:t>
      </w:r>
    </w:p>
    <w:p w:rsidR="0062748B" w:rsidRDefault="0062748B" w:rsidP="0062748B">
      <w:r>
        <w:t xml:space="preserve"> (-8.53308E+15) GAC02(1)</w:t>
      </w:r>
    </w:p>
    <w:p w:rsidR="0062748B" w:rsidRDefault="0062748B" w:rsidP="0062748B"/>
    <w:p w:rsidR="0062748B" w:rsidRDefault="0062748B" w:rsidP="0062748B">
      <w:r>
        <w:t>Volume(1,3)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0.0014  Tc2(1)</w:t>
      </w:r>
    </w:p>
    <w:p w:rsidR="0062748B" w:rsidRDefault="0062748B" w:rsidP="0062748B">
      <w:r>
        <w:t xml:space="preserve">      -43.8021  DFREq(1,3)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>---- DFR  Desired flow rate for the industry in liters per sec</w:t>
      </w:r>
    </w:p>
    <w:p w:rsidR="0062748B" w:rsidRDefault="0062748B" w:rsidP="0062748B"/>
    <w:p w:rsidR="0062748B" w:rsidRDefault="0062748B" w:rsidP="0062748B">
      <w:r>
        <w:t>DFR(1,1)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DFREq(1,1)</w:t>
      </w:r>
    </w:p>
    <w:p w:rsidR="0062748B" w:rsidRDefault="0062748B" w:rsidP="0062748B">
      <w:r>
        <w:t xml:space="preserve">       -1.0067  CF03(1)</w:t>
      </w:r>
    </w:p>
    <w:p w:rsidR="0062748B" w:rsidRDefault="0062748B" w:rsidP="0062748B">
      <w:r>
        <w:t xml:space="preserve">        1       CF04(1)</w:t>
      </w:r>
    </w:p>
    <w:p w:rsidR="0062748B" w:rsidRDefault="0062748B" w:rsidP="0062748B">
      <w:r>
        <w:t xml:space="preserve">       -1.0603  CF09(1)</w:t>
      </w:r>
    </w:p>
    <w:p w:rsidR="0062748B" w:rsidRDefault="0062748B" w:rsidP="0062748B">
      <w:r>
        <w:t xml:space="preserve">      -55.5811  CF25(1)</w:t>
      </w:r>
    </w:p>
    <w:p w:rsidR="0062748B" w:rsidRDefault="0062748B" w:rsidP="0062748B">
      <w:r>
        <w:t xml:space="preserve">      -11.1162  CF27(1)</w:t>
      </w:r>
    </w:p>
    <w:p w:rsidR="0062748B" w:rsidRDefault="0062748B" w:rsidP="0062748B"/>
    <w:p w:rsidR="0062748B" w:rsidRDefault="0062748B" w:rsidP="0062748B">
      <w:r>
        <w:lastRenderedPageBreak/>
        <w:t>DFR(1,2)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DFREq(1,2)</w:t>
      </w:r>
    </w:p>
    <w:p w:rsidR="0062748B" w:rsidRDefault="0062748B" w:rsidP="0062748B"/>
    <w:p w:rsidR="0062748B" w:rsidRDefault="0062748B" w:rsidP="0062748B">
      <w:r>
        <w:t>DFR(1,3)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DFREq(1,3)</w:t>
      </w:r>
    </w:p>
    <w:p w:rsidR="0062748B" w:rsidRDefault="0062748B" w:rsidP="0062748B">
      <w:r>
        <w:t xml:space="preserve">       -0.18    IX01(1)</w:t>
      </w:r>
    </w:p>
    <w:p w:rsidR="0062748B" w:rsidRDefault="0062748B" w:rsidP="0062748B">
      <w:r>
        <w:t xml:space="preserve">       -0.0156  IX04(1)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 xml:space="preserve">---- NonlinearTechCost  </w:t>
      </w:r>
    </w:p>
    <w:p w:rsidR="0062748B" w:rsidRDefault="0062748B" w:rsidP="0062748B"/>
    <w:p w:rsidR="0062748B" w:rsidRDefault="0062748B" w:rsidP="0062748B">
      <w:r>
        <w:t>NonlinearTechCost(1,1)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NonlinearTechCost01(1)</w:t>
      </w:r>
    </w:p>
    <w:p w:rsidR="0062748B" w:rsidRDefault="0062748B" w:rsidP="0062748B"/>
    <w:p w:rsidR="0062748B" w:rsidRDefault="0062748B" w:rsidP="0062748B">
      <w:r>
        <w:t>NonlinearTechCost(1,2)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NonlinearTechCost02(1)</w:t>
      </w:r>
    </w:p>
    <w:p w:rsidR="0062748B" w:rsidRDefault="0062748B" w:rsidP="0062748B"/>
    <w:p w:rsidR="0062748B" w:rsidRDefault="0062748B" w:rsidP="0062748B">
      <w:r>
        <w:t>NonlinearTechCost(1,3)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NonlinearTechCost03(1)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24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54     SINGLE EQUATIONS        1,596</w:t>
      </w:r>
    </w:p>
    <w:p w:rsidR="0062748B" w:rsidRDefault="0062748B" w:rsidP="0062748B">
      <w:r>
        <w:t>BLOCKS OF VARIABLES          51     SINGLE VARIABLES        1,625</w:t>
      </w:r>
    </w:p>
    <w:p w:rsidR="0062748B" w:rsidRDefault="0062748B" w:rsidP="0062748B">
      <w:r>
        <w:t>NON ZERO ELEMENTS         4,003     NON LINEAR N-Z            174</w:t>
      </w:r>
    </w:p>
    <w:p w:rsidR="0062748B" w:rsidRDefault="0062748B" w:rsidP="0062748B">
      <w:r>
        <w:t>DERIVATIVE POOL              10     CONSTANT POOL              31</w:t>
      </w:r>
    </w:p>
    <w:p w:rsidR="0062748B" w:rsidRDefault="0062748B" w:rsidP="0062748B">
      <w:r>
        <w:t>CODE LENGTH               1,508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0.016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0.016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6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25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TechProblem         OBJECTIVE  Tobj</w:t>
      </w:r>
    </w:p>
    <w:p w:rsidR="0062748B" w:rsidRDefault="0062748B" w:rsidP="0062748B">
      <w:r>
        <w:t xml:space="preserve">     TYPE    NLP                 DIRECTION  MINIMIZE</w:t>
      </w:r>
    </w:p>
    <w:p w:rsidR="0062748B" w:rsidRDefault="0062748B" w:rsidP="0062748B">
      <w:r>
        <w:t xml:space="preserve">     SOLVER  CONOPT              FROM LINE  868</w:t>
      </w:r>
    </w:p>
    <w:p w:rsidR="0062748B" w:rsidRDefault="0062748B" w:rsidP="0062748B"/>
    <w:p w:rsidR="0062748B" w:rsidRDefault="0062748B" w:rsidP="0062748B">
      <w:r>
        <w:t xml:space="preserve">**** SOLVER STATUS     7 Licensing Problems        </w:t>
      </w:r>
    </w:p>
    <w:p w:rsidR="0062748B" w:rsidRDefault="0062748B" w:rsidP="0062748B">
      <w:r>
        <w:t xml:space="preserve">**** MODEL STATUS      11 Licensing Problem        </w:t>
      </w:r>
    </w:p>
    <w:p w:rsidR="0062748B" w:rsidRDefault="0062748B" w:rsidP="0062748B">
      <w:r>
        <w:t>**** OBJECTIVE VALUE               NA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>
      <w:r>
        <w:t xml:space="preserve"> EVALUATION ERRORS              0             0</w:t>
      </w:r>
    </w:p>
    <w:p w:rsidR="0062748B" w:rsidRDefault="0062748B" w:rsidP="0062748B">
      <w:r>
        <w:t xml:space="preserve">CONOPT 3         24.1.3 r41464 Released Jul 26, 2013 WEI x86_64/MS Windows    </w:t>
      </w:r>
    </w:p>
    <w:p w:rsidR="0062748B" w:rsidRDefault="0062748B" w:rsidP="0062748B">
      <w:r>
        <w:t>*** No license found</w:t>
      </w:r>
    </w:p>
    <w:p w:rsidR="0062748B" w:rsidRDefault="0062748B" w:rsidP="0062748B">
      <w:r>
        <w:t>*** To update your license, please contact your distributor.</w:t>
      </w:r>
    </w:p>
    <w:p w:rsidR="0062748B" w:rsidRDefault="0062748B" w:rsidP="0062748B">
      <w:r>
        <w:t>*** Too many equations for demo mode</w:t>
      </w:r>
    </w:p>
    <w:p w:rsidR="0062748B" w:rsidRDefault="0062748B" w:rsidP="0062748B">
      <w:r>
        <w:t>***   Number of equations          : 1596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variables for demo mode</w:t>
      </w:r>
    </w:p>
    <w:p w:rsidR="0062748B" w:rsidRDefault="0062748B" w:rsidP="0062748B">
      <w:r>
        <w:lastRenderedPageBreak/>
        <w:t>***   Number of variables          : 1625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nonzero elements for demo mode</w:t>
      </w:r>
    </w:p>
    <w:p w:rsidR="0062748B" w:rsidRDefault="0062748B" w:rsidP="0062748B">
      <w:r>
        <w:t>***   Number of nonzeros           : 4003</w:t>
      </w:r>
    </w:p>
    <w:p w:rsidR="0062748B" w:rsidRDefault="0062748B" w:rsidP="0062748B">
      <w:r>
        <w:t>***   Maximum allowed              : 2000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No solution returned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26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Tobjective  =E=  </w:t>
      </w:r>
    </w:p>
    <w:p w:rsidR="0062748B" w:rsidRDefault="0062748B" w:rsidP="0062748B"/>
    <w:p w:rsidR="0062748B" w:rsidRDefault="0062748B" w:rsidP="0062748B">
      <w:r>
        <w:t>Tobjective..  Tobj - NonlinearTechCost(1,1) - NonlinearTechCost(1,2)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NonlinearTechCost(1,3) - NonlinearTechCost(2,1) - NonlinearTechCost(2,2)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NonlinearTechCost(2,3) - NonlinearTechCost(3,1) - NonlinearTechCost(3,2)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NonlinearTechCost(3,3) - NonlinearTechCost(4,1) - NonlinearTechCost(4,2)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NonlinearTechCost(4,3) - NonlinearTechCost(5,1) - NonlinearTechCost(5,2)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NonlinearTechCost(5,3) - NonlinearTechCost(6,1) - NonlinearTechCost(6,2)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NonlinearTechCost(6,3) - NonlinearTechCost(7,1) - NonlinearTechCost(7,2)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NonlinearTechCost(7,3) - NonlinearTechCost(8,1) - NonlinearTechCost(8,2)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NonlinearTechCost(8,3) - NonlinearTechCost(9,1) - NonlinearTechCost(9,2)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NonlinearTechCost(9,3) - NonlinearTechCost(10,1)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NonlinearTechCost(10,2) - NonlinearTechCost(10,3)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NonlinearTechCost(11,1) - NonlinearTechCost(11,2)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NonlinearTechCost(11,3) - NonlinearTechCost(12,1)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NonlinearTechCost(12,2) - NonlinearTechCost(12,3)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NonlinearTechCost(13,1) - NonlinearTechCost(13,2)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NonlinearTechCost(13,3) - NonlinearTechCost(14,1)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NonlinearTechCost(14,2) - NonlinearTechCost(14,3)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NonlinearTechCost(15,1) - NonlinearTechCost(15,2)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NonlinearTechCost(15,3) - NonlinearTechCost(16,1)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NonlinearTechCost(16,2) - NonlinearTechCost(16,3)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NonlinearTechCost(17,1) - NonlinearTechCost(17,2)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NonlinearTechCost(17,3) - NonlinearTechCost(18,1)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NonlinearTechCost(18,2) - NonlinearTechCost(18,3)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NonlinearTechCost(19,1) - NonlinearTechCost(19,2)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NonlinearTechCost(19,3) - NonlinearTechCost(20,1)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NonlinearTechCost(20,2) - NonlinearTechCost(20,3)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NonlinearTechCost(21,1) - NonlinearTechCost(21,2)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NonlinearTechCost(21,3) - NonlinearTechCost(22,1)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NonlinearTechCost(22,2) - NonlinearTechCost(22,3)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NonlinearTechCost(23,1) - NonlinearTechCost(23,2)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NonlinearTechCost(23,3) - NonlinearTechCost(24,1)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NonlinearTechCost(24,2) - NonlinearTechCost(24,3)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NonlinearTechCost(25,1) - NonlinearTechCost(25,2)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NonlinearTechCost(25,3) - NonlinearTechCost(26,1)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NonlinearTechCost(26,2) - NonlinearTechCost(26,3)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NonlinearTechCost(27,1) - NonlinearTechCost(27,2)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NonlinearTechCost(27,3) - NonlinearTechCost(28,1)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NonlinearTechCost(28,2) - NonlinearTechCost(28,3)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NonlinearTechCost(29,1) - NonlinearTechCost(29,2)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 xml:space="preserve">---- Tc1  =L=  </w:t>
      </w:r>
    </w:p>
    <w:p w:rsidR="0062748B" w:rsidRDefault="0062748B" w:rsidP="0062748B"/>
    <w:p w:rsidR="0062748B" w:rsidRDefault="0062748B" w:rsidP="0062748B">
      <w:r>
        <w:t>Tc1(1)..  Volume(1,1) + Volume(1,2) + Volume(1,3) =L= 46.1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Tc1(2)..  Volume(2,1) + Volume(2,2) + Volume(2,3) =L= 1.5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Tc1(3)..  Volume(3,1) + Volume(3,2) + Volume(3,3) =L= 4.6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Tc2  =G=  </w:t>
      </w:r>
    </w:p>
    <w:p w:rsidR="0062748B" w:rsidRDefault="0062748B" w:rsidP="0062748B"/>
    <w:p w:rsidR="0062748B" w:rsidRDefault="0062748B" w:rsidP="0062748B">
      <w:r>
        <w:t>Tc2(1)..  0.002762685*Volume(1,1) + 0.00414402749999999*Volume(1,2)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+ 0.0013813425*Volume(1,3) =G= 0.122832874808418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0.122832874808418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Tc2(2)..  0.002762685*Volume(2,1) + 0.00414402749999999*Volume(2,2)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+ 0.0013813425*Volume(2,3) =G= 0.00202831822193877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0.00202831822193877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Tc2(3)..  0.002762685*Volume(3,1) + 0.00414402749999999*Volume(3,2)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+ 0.0013813425*Volume(3,3) =G= 0.0100326811806122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0.0100326811806122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DFREq  =E=  </w:t>
      </w:r>
    </w:p>
    <w:p w:rsidR="0062748B" w:rsidRDefault="0062748B" w:rsidP="0062748B"/>
    <w:p w:rsidR="0062748B" w:rsidRDefault="0062748B" w:rsidP="0062748B">
      <w:r>
        <w:t>DFREq(1,1)..  - 43.8020833333334*Volume(1,1) + DFR(1,1)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DFREq(1,2)..  - 43.8020833333334*Volume(1,2) + DFR(1,2)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DFREq(1,3)..  - 43.8020833333334*Volume(1,3) + 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CF01  =E=  </w:t>
      </w:r>
    </w:p>
    <w:p w:rsidR="0062748B" w:rsidRDefault="0062748B" w:rsidP="0062748B"/>
    <w:p w:rsidR="0062748B" w:rsidRDefault="0062748B" w:rsidP="0062748B">
      <w:r>
        <w:t>CF01(1)..  CF_NoOfModules(1) - 1.15740740740741*Volume(1,1)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CF01(2)..  CF_NoOfModules(2) - 1.15740740740741*Volume(2,1)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CF01(3)..  CF_NoOfModules(3) - 1.15740740740741*Volume(3,1)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CF03  =E=  </w:t>
      </w:r>
    </w:p>
    <w:p w:rsidR="0062748B" w:rsidRDefault="0062748B" w:rsidP="0062748B"/>
    <w:p w:rsidR="0062748B" w:rsidRDefault="0062748B" w:rsidP="0062748B">
      <w:r>
        <w:t>CF03(1)..  CF_MFF(1) - 1.00671140939597*DFR(1,1)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CF03(2)..  CF_MFF(2) - 1.00671140939597*DFR(2,1)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CF03(3)..  CF_MFF(3) - 1.00671140939597*DFR(3,1)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CF04  =E=  </w:t>
      </w:r>
    </w:p>
    <w:p w:rsidR="0062748B" w:rsidRDefault="0062748B" w:rsidP="0062748B"/>
    <w:p w:rsidR="0062748B" w:rsidRDefault="0062748B" w:rsidP="0062748B">
      <w:r>
        <w:t>CF04(1)..  CF_BackwashFlow(1) - CF_MFF(1)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CF04(2)..  CF_BackwashFlow(2) - CF_MFF(2) + 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CF04(3)..  CF_BackwashFlow(3) - CF_MFF(3) + 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CF05  =E=  </w:t>
      </w:r>
    </w:p>
    <w:p w:rsidR="0062748B" w:rsidRDefault="0062748B" w:rsidP="0062748B"/>
    <w:p w:rsidR="0062748B" w:rsidRDefault="0062748B" w:rsidP="0062748B">
      <w:r>
        <w:t>CF05(1)..  CF_FeedPumpHP(1) - 0.346809353943718*CF_MFF(1)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CF05(2)..  CF_FeedPumpHP(2) - 0.346809353943718*CF_MFF(2)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CF05(3)..  CF_FeedPumpHP(3) - 0.346809353943718*CF_MFF(3)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CF06  =E=  </w:t>
      </w:r>
    </w:p>
    <w:p w:rsidR="0062748B" w:rsidRDefault="0062748B" w:rsidP="0062748B"/>
    <w:p w:rsidR="0062748B" w:rsidRDefault="0062748B" w:rsidP="0062748B">
      <w:r>
        <w:t>CF06(1)..  - 6534.96*CF_FeedPumpHP(1) + CF_FeedPumpPower(1)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CF06(2)..  - 6534.96*CF_FeedPumpHP(2) + CF_FeedPumpPower(2)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CF06(3)..  - 6534.96*CF_FeedPumpHP(3) + CF_FeedPumpPower(3)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CF07  =E=  </w:t>
      </w:r>
    </w:p>
    <w:p w:rsidR="0062748B" w:rsidRDefault="0062748B" w:rsidP="0062748B"/>
    <w:p w:rsidR="0062748B" w:rsidRDefault="0062748B" w:rsidP="0062748B">
      <w:r>
        <w:t>CF07(1)..  - 43.508*CF_FeedPumpHP(1) + CF_BackflushPower(1)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CF07(2)..  - 43.508*CF_FeedPumpHP(2) + CF_BackflushPower(2)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CF07(3)..  - 43.508*CF_FeedPumpHP(3) + CF_BackflushPower(3)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CF08  =E=  </w:t>
      </w:r>
    </w:p>
    <w:p w:rsidR="0062748B" w:rsidRDefault="0062748B" w:rsidP="0062748B"/>
    <w:p w:rsidR="0062748B" w:rsidRDefault="0062748B" w:rsidP="0062748B">
      <w:r>
        <w:t>CF08(1)..  - 90*CF_NoOfModules(1) + CF_NoOfMembranes(1)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CF08(2)..  - 90*CF_NoOfModules(2) + CF_NoOfMembranes(2)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CF08(3)..  - 90*CF_NoOfModules(3) + CF_NoOfMembranes(3)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CF09  =E=  </w:t>
      </w:r>
    </w:p>
    <w:p w:rsidR="0062748B" w:rsidRDefault="0062748B" w:rsidP="0062748B"/>
    <w:p w:rsidR="0062748B" w:rsidRDefault="0062748B" w:rsidP="0062748B">
      <w:r>
        <w:t>CF09(1)..  CF_BuildingArea(1) - 1.060338816*DFR(1,1)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CF09(2)..  CF_BuildingArea(2) - 1.060338816*DFR(2,1)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CF09(3)..  CF_BuildingArea(3) - 1.060338816*DFR(3,1)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CF10  =E=  </w:t>
      </w:r>
    </w:p>
    <w:p w:rsidR="0062748B" w:rsidRDefault="0062748B" w:rsidP="0062748B"/>
    <w:p w:rsidR="0062748B" w:rsidRDefault="0062748B" w:rsidP="0062748B">
      <w:r>
        <w:t>CF10(1)..  - 370000*CF_NoOfModules(1) + CF_MembraneModuleCost(1)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CF10(2)..  - 370000*CF_NoOfModules(2) + CF_MembraneModuleCost(2)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CF10(3)..  - 370000*CF_NoOfModules(3) + CF_MembraneModuleCost(3)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CF11  =E=  </w:t>
      </w:r>
    </w:p>
    <w:p w:rsidR="0062748B" w:rsidRDefault="0062748B" w:rsidP="0062748B"/>
    <w:p w:rsidR="0062748B" w:rsidRDefault="0062748B" w:rsidP="0062748B">
      <w:r>
        <w:t>CF11(1)..  - 1076*CF_BuildingArea(1) + CF_BuildingCost(1)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CF11(2)..  - 1076*CF_BuildingArea(2) + CF_BuildingCost(2)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CF11(3)..  - 1076*CF_BuildingArea(3) + CF_BuildingCost(3)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CF12  =E=  </w:t>
      </w:r>
    </w:p>
    <w:p w:rsidR="0062748B" w:rsidRDefault="0062748B" w:rsidP="0062748B"/>
    <w:p w:rsidR="0062748B" w:rsidRDefault="0062748B" w:rsidP="0062748B">
      <w:r>
        <w:t>CF12(1)..  - 70000*CF_NoOfModules(1) + CF_InstallationCost(1)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CF12(2)..  - 70000*CF_NoOfModules(2) + CF_InstallationCost(2)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CF12(3)..  - 70000*CF_NoOfModules(3) + CF_InstallationCost(3)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CF13  =E=  </w:t>
      </w:r>
    </w:p>
    <w:p w:rsidR="0062748B" w:rsidRDefault="0062748B" w:rsidP="0062748B"/>
    <w:p w:rsidR="0062748B" w:rsidRDefault="0062748B" w:rsidP="0062748B">
      <w:r>
        <w:t>CF13(1)..  - 0.05*CF_MembraneModuleCost(1) + CF_MiscCost(1)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CF13(2)..  - 0.05*CF_MembraneModuleCost(2) + CF_MiscCost(2)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CF13(3)..  - 0.05*CF_MembraneModuleCost(3) + CF_MiscCost(3)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CF14  =E=  </w:t>
      </w:r>
    </w:p>
    <w:p w:rsidR="0062748B" w:rsidRDefault="0062748B" w:rsidP="0062748B"/>
    <w:p w:rsidR="0062748B" w:rsidRDefault="0062748B" w:rsidP="0062748B">
      <w:r>
        <w:t>CF14(1)..  - 0.05*CF_MembraneModuleCost(1) - 0.05*CF_MiscCost(1)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CF_PlantPipingCost(1)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CF14(2)..  - 0.05*CF_MembraneModuleCost(2) - 0.05*CF_MiscCost(2)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CF14(3)..  - 0.05*CF_MembraneModuleCost(3) - 0.05*CF_MiscCost(3)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CF15  =E=  </w:t>
      </w:r>
    </w:p>
    <w:p w:rsidR="0062748B" w:rsidRDefault="0062748B" w:rsidP="0062748B"/>
    <w:p w:rsidR="0062748B" w:rsidRDefault="0062748B" w:rsidP="0062748B">
      <w:r>
        <w:t>CF15(1)..  - 0.1*CF_MembraneModuleCost(1) - 0.1*CF_MiscCost(1)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CF15(2)..  - 0.1*CF_MembraneModuleCost(2) - 0.1*CF_MiscCost(2)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CF15(3)..  - 0.1*CF_MembraneModuleCost(3) - 0.1*CF_MiscCost(3)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CF_EngineeringCost(3)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CF16  =E=  </w:t>
      </w:r>
    </w:p>
    <w:p w:rsidR="0062748B" w:rsidRDefault="0062748B" w:rsidP="0062748B"/>
    <w:p w:rsidR="0062748B" w:rsidRDefault="0062748B" w:rsidP="0062748B">
      <w:r>
        <w:t>CF16(1)..  - CF_MembraneModuleCost(1) - CF_BuildingCost(1)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CF_InstallationCost(1) - CF_MiscCost(1) - CF_PlantPipingCost(1)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CF_EngineeringCost(1) + CF_DirectCapitalCost(1)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CF16(2)..  - CF_MembraneModuleCost(2) - CF_BuildingCost(2)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CF_InstallationCost(2) - CF_MiscCost(2) - CF_PlantPipingCost(2)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CF_EngineeringCost(2) + CF_DirectCapitalCost(2)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CF16(3)..  - CF_MembraneModuleCost(3) - CF_BuildingCost(3)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CF_InstallationCost(3) - CF_MiscCost(3) - CF_PlantPipingCost(3)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CF_EngineeringCost(3) + CF_DirectCapitalCost(3)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CF17  =E=  </w:t>
      </w:r>
    </w:p>
    <w:p w:rsidR="0062748B" w:rsidRDefault="0062748B" w:rsidP="0062748B"/>
    <w:p w:rsidR="0062748B" w:rsidRDefault="0062748B" w:rsidP="0062748B">
      <w:r>
        <w:t>CF17(1)..  - 0.06*CF_DirectCapitalCost(1) + CF_ConstructionInterest(1)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CF17(2)..  - 0.06*CF_DirectCapitalCost(2) + CF_ConstructionInterest(2)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CF17(3)..  - 0.06*CF_DirectCapitalCost(3) + CF_ConstructionInterest(3)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CF18  =E=  </w:t>
      </w:r>
    </w:p>
    <w:p w:rsidR="0062748B" w:rsidRDefault="0062748B" w:rsidP="0062748B"/>
    <w:p w:rsidR="0062748B" w:rsidRDefault="0062748B" w:rsidP="0062748B">
      <w:r>
        <w:t>CF18(1)..  - 0.2*CF_DirectCapitalCost(1) + CF_Contingencies(1)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CF18(2)..  - 0.2*CF_DirectCapitalCost(2) + CF_Contingencies(2)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CF18(3)..  - 0.2*CF_DirectCapitalCost(3) + CF_Contingencies(3)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CF19  =E=  </w:t>
      </w:r>
    </w:p>
    <w:p w:rsidR="0062748B" w:rsidRDefault="0062748B" w:rsidP="0062748B"/>
    <w:p w:rsidR="0062748B" w:rsidRDefault="0062748B" w:rsidP="0062748B">
      <w:r>
        <w:t>CF19(1)..  - 0.1*CF_DirectCapitalCost(1) + CF_ProjectManagement(1)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CF19(2)..  - 0.1*CF_DirectCapitalCost(2) + CF_ProjectManagement(2)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CF19(3)..  - 0.1*CF_DirectCapitalCost(3) + CF_ProjectManagement(3)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CF20  =E=  </w:t>
      </w:r>
    </w:p>
    <w:p w:rsidR="0062748B" w:rsidRDefault="0062748B" w:rsidP="0062748B"/>
    <w:p w:rsidR="0062748B" w:rsidRDefault="0062748B" w:rsidP="0062748B">
      <w:r>
        <w:lastRenderedPageBreak/>
        <w:t>CF20(1)..  - 0.04*CF_DirectCapitalCost(1) + CF_WorkingCapital(1)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CF20(2)..  - 0.04*CF_DirectCapitalCost(2) + CF_WorkingCapital(2)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CF20(3)..  - 0.04*CF_DirectCapitalCost(3) + CF_WorkingCapital(3)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CF21  =E=  </w:t>
      </w:r>
    </w:p>
    <w:p w:rsidR="0062748B" w:rsidRDefault="0062748B" w:rsidP="0062748B"/>
    <w:p w:rsidR="0062748B" w:rsidRDefault="0062748B" w:rsidP="0062748B">
      <w:r>
        <w:t>CF21(1)..  - CF_ConstructionInterest(1) - CF_Contingencies(1)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CF_ProjectManagement(1) - CF_WorkingCapital(1)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CF21(2)..  - CF_ConstructionInterest(2) - CF_Contingencies(2)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CF_ProjectManagement(2) - CF_WorkingCapital(2)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CF21(3)..  - CF_ConstructionInterest(3) - CF_Contingencies(3)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CF_ProjectManagement(3) - CF_WorkingCapital(3)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CF22  =E=  </w:t>
      </w:r>
    </w:p>
    <w:p w:rsidR="0062748B" w:rsidRDefault="0062748B" w:rsidP="0062748B"/>
    <w:p w:rsidR="0062748B" w:rsidRDefault="0062748B" w:rsidP="0062748B">
      <w:r>
        <w:t>CF22(1)..  - CF_DirectCapitalCost(1) - CF_IndirectCapitalCost(1)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CF22(2)..  - CF_DirectCapitalCost(2) - CF_IndirectCapitalCost(2)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CF22(3)..  - CF_DirectCapitalCost(3) - CF_IndirectCapitalCost(3)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CF_TotalConstructionCost(3)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CF23  =E=  </w:t>
      </w:r>
    </w:p>
    <w:p w:rsidR="0062748B" w:rsidRDefault="0062748B" w:rsidP="0062748B"/>
    <w:p w:rsidR="0062748B" w:rsidRDefault="0062748B" w:rsidP="0062748B">
      <w:r>
        <w:t>CF23(1)..  - 0.082061678832*CF_FeedPumpPower(1)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- 0.082061678832*CF_BackflushPower(1) + CF_ElectricityCost(1)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CF23(2)..  - 0.082061678832*CF_FeedPumpPower(2)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- 0.082061678832*CF_BackflushPower(2) + CF_ElectricityCost(2)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CF23(3)..  - 0.082061678832*CF_FeedPumpPower(3)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- 0.082061678832*CF_BackflushPower(3) + CF_ElectricityCost(3)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CF24  =E=  </w:t>
      </w:r>
    </w:p>
    <w:p w:rsidR="0062748B" w:rsidRDefault="0062748B" w:rsidP="0062748B"/>
    <w:p w:rsidR="0062748B" w:rsidRDefault="0062748B" w:rsidP="0062748B">
      <w:r>
        <w:t>CF24(1)..  CF_LaborCost(1)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CF24(2)..  CF_LaborCost(2)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CF24(3)..  CF_LaborCost(3)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CF25  =E=  </w:t>
      </w:r>
    </w:p>
    <w:p w:rsidR="0062748B" w:rsidRDefault="0062748B" w:rsidP="0062748B"/>
    <w:p w:rsidR="0062748B" w:rsidRDefault="0062748B" w:rsidP="0062748B">
      <w:r>
        <w:t>CF25(1)..  CF_ChemicalCost(1) - 43.7993216003044*DFR(1,1) =E= -255.799948823795</w:t>
      </w:r>
    </w:p>
    <w:p w:rsidR="0062748B" w:rsidRDefault="0062748B" w:rsidP="0062748B">
      <w:r>
        <w:t xml:space="preserve">      ; (LHS = 0, INFES = 255.799948823795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CF25(2)..  CF_ChemicalCost(2) - 43.7993216003044*DFR(2,1) =E= -255.799948823795</w:t>
      </w:r>
    </w:p>
    <w:p w:rsidR="0062748B" w:rsidRDefault="0062748B" w:rsidP="0062748B">
      <w:r>
        <w:t xml:space="preserve">      ; (LHS = 0, INFES = 255.799948823795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CF25(3)..  CF_ChemicalCost(3) - 43.7993216003044*DFR(3,1) =E= -255.799948823795</w:t>
      </w:r>
    </w:p>
    <w:p w:rsidR="0062748B" w:rsidRDefault="0062748B" w:rsidP="0062748B">
      <w:r>
        <w:t xml:space="preserve">      ; (LHS = 0, INFES = 255.799948823795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CF26  =E=  </w:t>
      </w:r>
    </w:p>
    <w:p w:rsidR="0062748B" w:rsidRDefault="0062748B" w:rsidP="0062748B"/>
    <w:p w:rsidR="0062748B" w:rsidRDefault="0062748B" w:rsidP="0062748B">
      <w:r>
        <w:t>CF26(1)..  - 117.765287732595*CF_NoOfMembranes(1)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CF26(2)..  - 117.765287732595*CF_NoOfMembranes(2)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CF26(3)..  - 117.765287732595*CF_NoOfMembranes(3)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CF27  =E=  </w:t>
      </w:r>
    </w:p>
    <w:p w:rsidR="0062748B" w:rsidRDefault="0062748B" w:rsidP="0062748B"/>
    <w:p w:rsidR="0062748B" w:rsidRDefault="0062748B" w:rsidP="0062748B">
      <w:r>
        <w:t xml:space="preserve">CF27(1)..  CF_CleaningChemicalCost(1) - 8.75986432006088*DFR(1,1) =E= </w:t>
      </w:r>
    </w:p>
    <w:p w:rsidR="0062748B" w:rsidRDefault="0062748B" w:rsidP="0062748B">
      <w:r>
        <w:t xml:space="preserve">     51.1602967250046 ; (LHS = 0, INFES = 51.1602967250046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CF27(2)..  CF_CleaningChemicalCost(2) - 8.75986432006088*DFR(2,1) =E= </w:t>
      </w:r>
    </w:p>
    <w:p w:rsidR="0062748B" w:rsidRDefault="0062748B" w:rsidP="0062748B">
      <w:r>
        <w:t xml:space="preserve">     51.1602967250046 ; (LHS = 0, INFES = 51.1602967250046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CF27(3)..  CF_CleaningChemicalCost(3) - 8.75986432006088*DFR(3,1) =E= </w:t>
      </w:r>
    </w:p>
    <w:p w:rsidR="0062748B" w:rsidRDefault="0062748B" w:rsidP="0062748B">
      <w:r>
        <w:t xml:space="preserve">     51.1602967250046 ; (LHS = 0, INFES = 51.1602967250046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CF28  =E=  </w:t>
      </w:r>
    </w:p>
    <w:p w:rsidR="0062748B" w:rsidRDefault="0062748B" w:rsidP="0062748B"/>
    <w:p w:rsidR="0062748B" w:rsidRDefault="0062748B" w:rsidP="0062748B">
      <w:r>
        <w:t>CF28(1)..  - 0.02*CF_DirectCapitalCost(1) + CF_Repairs(1)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CF28(2)..  - 0.02*CF_DirectCapitalCost(2) + CF_Repairs(2)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CF28(3)..  - 0.02*CF_DirectCapitalCost(3) + CF_Repairs(3)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CF29  =E=  </w:t>
      </w:r>
    </w:p>
    <w:p w:rsidR="0062748B" w:rsidRDefault="0062748B" w:rsidP="0062748B"/>
    <w:p w:rsidR="0062748B" w:rsidRDefault="0062748B" w:rsidP="0062748B">
      <w:r>
        <w:t>CF29(1)..  - CF_ElectricityCost(1) - CF_LaborCost(1) - CF_ChemicalCost(1)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CF_MembraneReplacementCost(1) - CF_CleaningChemicalCost(1)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CF_Repairs(1) + CF_TotalOMCost(1)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CF29(2)..  - CF_ElectricityCost(2) - CF_LaborCost(2) - CF_ChemicalCost(2)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CF_MembraneReplacementCost(2) - CF_CleaningChemicalCost(2)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CF_Repairs(2) + CF_TotalOMCost(2)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CF29(3)..  - CF_ElectricityCost(3) - CF_LaborCost(3) - CF_ChemicalCost(3)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CF_MembraneReplacementCost(3) - CF_CleaningChemicalCost(3)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CF_Repairs(3) + CF_TotalOMCost(3)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CF30  =E=  </w:t>
      </w:r>
    </w:p>
    <w:p w:rsidR="0062748B" w:rsidRDefault="0062748B" w:rsidP="0062748B"/>
    <w:p w:rsidR="0062748B" w:rsidRDefault="0062748B" w:rsidP="0062748B">
      <w:r>
        <w:t>CF30(1)..  - 0.101852208823151*CF_TotalConstructionCost(1)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CF30(2)..  - 0.101852208823151*CF_TotalConstructionCost(2)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CF_CapitalRecovery(2)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CF30(3)..  - 0.101852208823151*CF_TotalConstructionCost(3)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CF31  =E=  </w:t>
      </w:r>
    </w:p>
    <w:p w:rsidR="0062748B" w:rsidRDefault="0062748B" w:rsidP="0062748B"/>
    <w:p w:rsidR="0062748B" w:rsidRDefault="0062748B" w:rsidP="0062748B">
      <w:r>
        <w:t>CF31(1)..  - 2*CF_TotalOMCost(1) - 2*CF_CapitalRecovery(1) + CF_AnnualCost(1)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CF31(2)..  - 2*CF_TotalOMCost(2) - 2*CF_CapitalRecovery(2) + CF_AnnualCost(2)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CF31(3)..  - 2*CF_TotalOMCost(3) - 2*CF_CapitalRecovery(3) + CF_AnnualCost(3)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GAC01  =E=  </w:t>
      </w:r>
    </w:p>
    <w:p w:rsidR="0062748B" w:rsidRDefault="0062748B" w:rsidP="0062748B"/>
    <w:p w:rsidR="0062748B" w:rsidRDefault="0062748B" w:rsidP="0062748B">
      <w:r>
        <w:t>GAC01(1)..  GAC_CapitalCost(1) - (7.37701051584E16)*Volume(1,2)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GAC01(2)..  GAC_CapitalCost(2) - (7.37701051584E16)*Volume(2,2)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GAC01(3)..  GAC_CapitalCost(3) - (7.37701051584E16)*Volume(3,2)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GAC02  =E=  </w:t>
      </w:r>
    </w:p>
    <w:p w:rsidR="0062748B" w:rsidRDefault="0062748B" w:rsidP="0062748B"/>
    <w:p w:rsidR="0062748B" w:rsidRDefault="0062748B" w:rsidP="0062748B">
      <w:r>
        <w:t>GAC02(1)..  GAC_OMCost(1) - (8.53307527956E15)*Volume(1,2)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GAC02(2)..  GAC_OMCost(2) - (8.53307527956E15)*Volume(2,2)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GAC02(3)..  GAC_OMCost(3) - (8.53307527956E15)*Volume(3,2)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GAC03  =E=  </w:t>
      </w:r>
    </w:p>
    <w:p w:rsidR="0062748B" w:rsidRDefault="0062748B" w:rsidP="0062748B"/>
    <w:p w:rsidR="0062748B" w:rsidRDefault="0062748B" w:rsidP="0062748B">
      <w:r>
        <w:t>GAC03(1)..  - GAC_CapitalCost(1) - GAC_OMCost(1) + GAC_TotalCost(1)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GAC03(2)..  - GAC_CapitalCost(2) - GAC_OMCost(2) + GAC_TotalCost(2)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GAC03(3)..  - GAC_CapitalCost(3) - GAC_OMCost(3) + GAC_TotalCost(3)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IX01  =E=  </w:t>
      </w:r>
    </w:p>
    <w:p w:rsidR="0062748B" w:rsidRDefault="0062748B" w:rsidP="0062748B"/>
    <w:p w:rsidR="0062748B" w:rsidRDefault="0062748B" w:rsidP="0062748B">
      <w:r>
        <w:t>IX01(1)..  IX_MinResinVolume(1) - 0.18*DFR(1,3)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IX01(2)..  IX_MinResinVolume(2) - 0.18*DFR(2,3)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IX01(3)..  IX_MinResinVolume(3) - 0.18*DFR(3,3)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IX02  =E=  </w:t>
      </w:r>
    </w:p>
    <w:p w:rsidR="0062748B" w:rsidRDefault="0062748B" w:rsidP="0062748B"/>
    <w:p w:rsidR="0062748B" w:rsidRDefault="0062748B" w:rsidP="0062748B">
      <w:r>
        <w:t>IX02(1)..  IX_MinVolExhaustionTime(1)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IX02(2)..  IX_MinVolExhaustionTime(2)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IX02(3)..  IX_MinVolExhaustionTime(3)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IX04  =E=  </w:t>
      </w:r>
    </w:p>
    <w:p w:rsidR="0062748B" w:rsidRDefault="0062748B" w:rsidP="0062748B"/>
    <w:p w:rsidR="0062748B" w:rsidRDefault="0062748B" w:rsidP="0062748B">
      <w:r>
        <w:t>IX04(1)..  IX_ExhaustionTimeResinVolume(1) - 0.0156384*DFR(1,3)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IX04(2)..  IX_ExhaustionTimeResinVolume(2) - 0.0156384*DFR(2,3)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IX04(3)..  IX_ExhaustionTimeResinVolume(3) - 0.0156384*DFR(3,3)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IX05  =E=  </w:t>
      </w:r>
    </w:p>
    <w:p w:rsidR="0062748B" w:rsidRDefault="0062748B" w:rsidP="0062748B"/>
    <w:p w:rsidR="0062748B" w:rsidRDefault="0062748B" w:rsidP="0062748B">
      <w:r>
        <w:t>IX05(1)..  - 2*IX_ExhaustionTimeResinVolume(1) + IX_VesselVolume(1)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IX05(2)..  - 2*IX_ExhaustionTimeResinVolume(2) + IX_VesselVolume(2)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IX05(3)..  - 2*IX_ExhaustionTimeResinVolume(3) + IX_VesselVolume(3)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IX06  =E=  </w:t>
      </w:r>
    </w:p>
    <w:p w:rsidR="0062748B" w:rsidRDefault="0062748B" w:rsidP="0062748B"/>
    <w:p w:rsidR="0062748B" w:rsidRDefault="0062748B" w:rsidP="0062748B">
      <w:r>
        <w:t>IX06(1)..  - 1661.7223180044*IX_ExhaustionTimeResinVolume(1) + IX_ResinCost(1)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IX06(2)..  - 1661.7223180044*IX_ExhaustionTimeResinVolume(2) + IX_ResinCost(2)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IX06(3)..  - 1661.7223180044*IX_ExhaustionTimeResinVolume(3) + IX_ResinCost(3)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IX07  =E=  </w:t>
      </w:r>
    </w:p>
    <w:p w:rsidR="0062748B" w:rsidRDefault="0062748B" w:rsidP="0062748B"/>
    <w:p w:rsidR="0062748B" w:rsidRDefault="0062748B" w:rsidP="0062748B">
      <w:r>
        <w:t>IX07(1)..  - (438402.632994848)*IX_VesselVolume(1) + IX_TankTotalCost(1)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-8.4789591362408, INFES = 8.4789591362408 ****)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IX07(2)..  - (438402.632994848)*IX_VesselVolume(2) + IX_TankTotalCost(2)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-8.4789591362408, INFES = 8.4789591362408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IX07(3)..  - (438402.632994848)*IX_VesselVolume(3) + IX_TankTotalCost(3)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-8.4789591362408, INFES = 8.4789591362408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IX08  =E=  </w:t>
      </w:r>
    </w:p>
    <w:p w:rsidR="0062748B" w:rsidRDefault="0062748B" w:rsidP="0062748B"/>
    <w:p w:rsidR="0062748B" w:rsidRDefault="0062748B" w:rsidP="0062748B">
      <w:r>
        <w:t>IX08(1)..  - 150*IX_ExhaustionTimeResinVolume(1) + IX_NaClReq(1)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IX08(2)..  - 150*IX_ExhaustionTimeResinVolume(2) + IX_NaClReq(2)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IX08(3)..  - 150*IX_ExhaustionTimeResinVolume(3) + IX_NaClReq(3)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IX09  =E=  </w:t>
      </w:r>
    </w:p>
    <w:p w:rsidR="0062748B" w:rsidRDefault="0062748B" w:rsidP="0062748B"/>
    <w:p w:rsidR="0062748B" w:rsidRDefault="0062748B" w:rsidP="0062748B">
      <w:r>
        <w:t>IX09(1)..  - 0.01*IX_NaClReq(1) + IX_RegFluidReq(1)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IX09(2)..  - 0.01*IX_NaClReq(2) + IX_RegFluidReq(2)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IX09(3)..  - 0.01*IX_NaClReq(3) + IX_RegFluidReq(3)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IX10  =E=  </w:t>
      </w:r>
    </w:p>
    <w:p w:rsidR="0062748B" w:rsidRDefault="0062748B" w:rsidP="0062748B"/>
    <w:p w:rsidR="0062748B" w:rsidRDefault="0062748B" w:rsidP="0062748B">
      <w:r>
        <w:t>IX10(1)..  - 3.65*IX_NaClReq(1) + IX_TotalChemCost(1)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IX10(2)..  - 3.65*IX_NaClReq(2) + IX_TotalChemCost(2)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IX10(3)..  - 3.65*IX_NaClReq(3) + IX_TotalChemCost(3)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IX11  =E=  </w:t>
      </w:r>
    </w:p>
    <w:p w:rsidR="0062748B" w:rsidRDefault="0062748B" w:rsidP="0062748B"/>
    <w:p w:rsidR="0062748B" w:rsidRDefault="0062748B" w:rsidP="0062748B">
      <w:r>
        <w:t>IX11(1)..  - 250*IX_RegFluidReq(1) + IX_StorageTankCost(1)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IX11(2)..  - 250*IX_RegFluidReq(2) + IX_StorageTankCost(2)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IX11(3)..  - 250*IX_RegFluidReq(3) + IX_StorageTankCost(3)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IX12  =E=  </w:t>
      </w:r>
    </w:p>
    <w:p w:rsidR="0062748B" w:rsidRDefault="0062748B" w:rsidP="0062748B"/>
    <w:p w:rsidR="0062748B" w:rsidRDefault="0062748B" w:rsidP="0062748B">
      <w:r>
        <w:t>IX12(1)..  - (2500000000)*IX_VesselVolume(1) + IX_BedArea(1)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IX12(2)..  - (2500000000)*IX_VesselVolume(2) + IX_BedArea(2)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IX12(3)..  - (2500000000)*IX_VesselVolume(3) + IX_BedArea(3)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IX13  =E=  </w:t>
      </w:r>
    </w:p>
    <w:p w:rsidR="0062748B" w:rsidRDefault="0062748B" w:rsidP="0062748B"/>
    <w:p w:rsidR="0062748B" w:rsidRDefault="0062748B" w:rsidP="0062748B">
      <w:r>
        <w:lastRenderedPageBreak/>
        <w:t>IX13(1)..  - (1254.21)*IX_BedArea(1) + IX_ConstructionCost(1)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IX13(2)..  - (1254.21)*IX_BedArea(2) + IX_ConstructionCost(2)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IX13(3)..  - (1254.21)*IX_BedArea(3) + IX_ConstructionCost(3)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IX14  =E=  </w:t>
      </w:r>
    </w:p>
    <w:p w:rsidR="0062748B" w:rsidRDefault="0062748B" w:rsidP="0062748B"/>
    <w:p w:rsidR="0062748B" w:rsidRDefault="0062748B" w:rsidP="0062748B">
      <w:r>
        <w:t>IX14(1)..  - (733000000000)*IX_BedArea(1) + IX_OMCost(1)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IX14(2)..  - (733000000000)*IX_BedArea(2) + IX_OMCost(2)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IX14(3)..  - (733000000000)*IX_BedArea(3) + IX_OMCost(3)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IX15  =E=  </w:t>
      </w:r>
    </w:p>
    <w:p w:rsidR="0062748B" w:rsidRDefault="0062748B" w:rsidP="0062748B"/>
    <w:p w:rsidR="0062748B" w:rsidRDefault="0062748B" w:rsidP="0062748B">
      <w:r>
        <w:t>IX15(1)..  - 24*IX_ResinCost(1) - IX_TankTotalCost(1) - IX_TotalChemCost(1)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IX_StorageTankCost(1) - IX_ConstructionCost(1) - IX_OMCost(1)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IX15(2)..  - 24*IX_ResinCost(2) - IX_TankTotalCost(2) - IX_TotalChemCost(2)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IX_StorageTankCost(2) - IX_ConstructionCost(2) - IX_OMCost(2)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IX15(3)..  - 24*IX_ResinCost(3) - IX_TankTotalCost(3) - IX_TotalChemCost(3)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IX_StorageTankCost(3) - IX_ConstructionCost(3) - IX_OMCost(3)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IX_TotalCost(3)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NonlinearTechCost01  =E=  </w:t>
      </w:r>
    </w:p>
    <w:p w:rsidR="0062748B" w:rsidRDefault="0062748B" w:rsidP="0062748B"/>
    <w:p w:rsidR="0062748B" w:rsidRDefault="0062748B" w:rsidP="0062748B">
      <w:r>
        <w:t>NonlinearTechCost01(1)..  - 1E-5*CF_AnnualCost(1) + NonlinearTechCost(1,1)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NonlinearTechCost01(2)..  - 1E-5*CF_AnnualCost(2) + NonlinearTechCost(2,1)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NonlinearTechCost01(3)..  - 1E-5*CF_AnnualCost(3) + NonlinearTechCost(3,1)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NonlinearTechCost02  =E=  </w:t>
      </w:r>
    </w:p>
    <w:p w:rsidR="0062748B" w:rsidRDefault="0062748B" w:rsidP="0062748B"/>
    <w:p w:rsidR="0062748B" w:rsidRDefault="0062748B" w:rsidP="0062748B">
      <w:r>
        <w:t>NonlinearTechCost02(1)..  - 1E-5*GAC_TotalCost(1) + NonlinearTechCost(1,2)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NonlinearTechCost02(2)..  - 1E-5*GAC_TotalCost(2) + NonlinearTechCost(2,2) =E= 0</w:t>
      </w:r>
    </w:p>
    <w:p w:rsidR="0062748B" w:rsidRDefault="0062748B" w:rsidP="0062748B">
      <w:r>
        <w:lastRenderedPageBreak/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NonlinearTechCost02(3)..  - 1E-5*GAC_TotalCost(3) + NonlinearTechCost(3,2)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NonlinearTechCost03  =E=  </w:t>
      </w:r>
    </w:p>
    <w:p w:rsidR="0062748B" w:rsidRDefault="0062748B" w:rsidP="0062748B"/>
    <w:p w:rsidR="0062748B" w:rsidRDefault="0062748B" w:rsidP="0062748B">
      <w:r>
        <w:t>NonlinearTechCost03(1)..  - 1E-5*IX_TotalCost(1) + NonlinearTechCost(1,3)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NonlinearTechCost03(2)..  - 1E-5*IX_TotalCost(2) + NonlinearTechCost(2,3)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NonlinearTechCost03(3)..  - 1E-5*IX_TotalCost(3) + NonlinearTechCost(3,3)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27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CF_NoOfModules  Number of modules</w:t>
      </w:r>
    </w:p>
    <w:p w:rsidR="0062748B" w:rsidRDefault="0062748B" w:rsidP="0062748B"/>
    <w:p w:rsidR="0062748B" w:rsidRDefault="0062748B" w:rsidP="0062748B">
      <w:r>
        <w:t>CF_NoOfModules(1)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CF01(1)</w:t>
      </w:r>
    </w:p>
    <w:p w:rsidR="0062748B" w:rsidRDefault="0062748B" w:rsidP="0062748B">
      <w:r>
        <w:t xml:space="preserve">      -90       CF08(1)</w:t>
      </w:r>
    </w:p>
    <w:p w:rsidR="0062748B" w:rsidRDefault="0062748B" w:rsidP="0062748B">
      <w:r>
        <w:t xml:space="preserve">  -370000       CF10(1)</w:t>
      </w:r>
    </w:p>
    <w:p w:rsidR="0062748B" w:rsidRDefault="0062748B" w:rsidP="0062748B">
      <w:r>
        <w:t xml:space="preserve">   -70000       CF12(1)</w:t>
      </w:r>
    </w:p>
    <w:p w:rsidR="0062748B" w:rsidRDefault="0062748B" w:rsidP="0062748B"/>
    <w:p w:rsidR="0062748B" w:rsidRDefault="0062748B" w:rsidP="0062748B">
      <w:r>
        <w:t>CF_NoOfModules(2)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CF01(2)</w:t>
      </w:r>
    </w:p>
    <w:p w:rsidR="0062748B" w:rsidRDefault="0062748B" w:rsidP="0062748B">
      <w:r>
        <w:t xml:space="preserve">      -90       CF08(2)</w:t>
      </w:r>
    </w:p>
    <w:p w:rsidR="0062748B" w:rsidRDefault="0062748B" w:rsidP="0062748B">
      <w:r>
        <w:t xml:space="preserve">  -370000       CF10(2)</w:t>
      </w:r>
    </w:p>
    <w:p w:rsidR="0062748B" w:rsidRDefault="0062748B" w:rsidP="0062748B">
      <w:r>
        <w:t xml:space="preserve">   -70000       CF12(2)</w:t>
      </w:r>
    </w:p>
    <w:p w:rsidR="0062748B" w:rsidRDefault="0062748B" w:rsidP="0062748B"/>
    <w:p w:rsidR="0062748B" w:rsidRDefault="0062748B" w:rsidP="0062748B">
      <w:r>
        <w:t>CF_NoOfModules(3)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CF01(3)</w:t>
      </w:r>
    </w:p>
    <w:p w:rsidR="0062748B" w:rsidRDefault="0062748B" w:rsidP="0062748B">
      <w:r>
        <w:t xml:space="preserve">      -90       CF08(3)</w:t>
      </w:r>
    </w:p>
    <w:p w:rsidR="0062748B" w:rsidRDefault="0062748B" w:rsidP="0062748B">
      <w:r>
        <w:lastRenderedPageBreak/>
        <w:t xml:space="preserve">  -370000       CF10(3)</w:t>
      </w:r>
    </w:p>
    <w:p w:rsidR="0062748B" w:rsidRDefault="0062748B" w:rsidP="0062748B">
      <w:r>
        <w:t xml:space="preserve">   -70000       CF12(3)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CF_BackwashFlow  Backwash flow</w:t>
      </w:r>
    </w:p>
    <w:p w:rsidR="0062748B" w:rsidRDefault="0062748B" w:rsidP="0062748B"/>
    <w:p w:rsidR="0062748B" w:rsidRDefault="0062748B" w:rsidP="0062748B">
      <w:r>
        <w:t>CF_BackwashFlow(1)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CF04(1)</w:t>
      </w:r>
    </w:p>
    <w:p w:rsidR="0062748B" w:rsidRDefault="0062748B" w:rsidP="0062748B"/>
    <w:p w:rsidR="0062748B" w:rsidRDefault="0062748B" w:rsidP="0062748B">
      <w:r>
        <w:t>CF_BackwashFlow(2)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CF04(2)</w:t>
      </w:r>
    </w:p>
    <w:p w:rsidR="0062748B" w:rsidRDefault="0062748B" w:rsidP="0062748B"/>
    <w:p w:rsidR="0062748B" w:rsidRDefault="0062748B" w:rsidP="0062748B">
      <w:r>
        <w:t>CF_BackwashFlow(3)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CF_FeedPumpHP  Feed pump horsepower</w:t>
      </w:r>
    </w:p>
    <w:p w:rsidR="0062748B" w:rsidRDefault="0062748B" w:rsidP="0062748B"/>
    <w:p w:rsidR="0062748B" w:rsidRDefault="0062748B" w:rsidP="0062748B">
      <w:r>
        <w:t>CF_FeedPumpHP(1)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CF05(1)</w:t>
      </w:r>
    </w:p>
    <w:p w:rsidR="0062748B" w:rsidRDefault="0062748B" w:rsidP="0062748B">
      <w:r>
        <w:t xml:space="preserve">    -6534.96    CF06(1)</w:t>
      </w:r>
    </w:p>
    <w:p w:rsidR="0062748B" w:rsidRDefault="0062748B" w:rsidP="0062748B">
      <w:r>
        <w:t xml:space="preserve">      -43.508   CF07(1)</w:t>
      </w:r>
    </w:p>
    <w:p w:rsidR="0062748B" w:rsidRDefault="0062748B" w:rsidP="0062748B"/>
    <w:p w:rsidR="0062748B" w:rsidRDefault="0062748B" w:rsidP="0062748B">
      <w:r>
        <w:t>CF_FeedPumpHP(2)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CF05(2)</w:t>
      </w:r>
    </w:p>
    <w:p w:rsidR="0062748B" w:rsidRDefault="0062748B" w:rsidP="0062748B">
      <w:r>
        <w:t xml:space="preserve">    -6534.96    CF06(2)</w:t>
      </w:r>
    </w:p>
    <w:p w:rsidR="0062748B" w:rsidRDefault="0062748B" w:rsidP="0062748B">
      <w:r>
        <w:t xml:space="preserve">      -43.508   CF07(2)</w:t>
      </w:r>
    </w:p>
    <w:p w:rsidR="0062748B" w:rsidRDefault="0062748B" w:rsidP="0062748B"/>
    <w:p w:rsidR="0062748B" w:rsidRDefault="0062748B" w:rsidP="0062748B">
      <w:r>
        <w:t>CF_FeedPumpHP(3)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CF05(3)</w:t>
      </w:r>
    </w:p>
    <w:p w:rsidR="0062748B" w:rsidRDefault="0062748B" w:rsidP="0062748B">
      <w:r>
        <w:t xml:space="preserve">    -6534.96    CF06(3)</w:t>
      </w:r>
    </w:p>
    <w:p w:rsidR="0062748B" w:rsidRDefault="0062748B" w:rsidP="0062748B">
      <w:r>
        <w:t xml:space="preserve">      -43.508   CF07(3)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CF_FeedPumpPower  Feed pump power requirement in kWh</w:t>
      </w:r>
    </w:p>
    <w:p w:rsidR="0062748B" w:rsidRDefault="0062748B" w:rsidP="0062748B"/>
    <w:p w:rsidR="0062748B" w:rsidRDefault="0062748B" w:rsidP="0062748B">
      <w:r>
        <w:t>CF_FeedPumpPower(1)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CF06(1)</w:t>
      </w:r>
    </w:p>
    <w:p w:rsidR="0062748B" w:rsidRDefault="0062748B" w:rsidP="0062748B">
      <w:r>
        <w:t xml:space="preserve">       -0.0821  CF23(1)</w:t>
      </w:r>
    </w:p>
    <w:p w:rsidR="0062748B" w:rsidRDefault="0062748B" w:rsidP="0062748B"/>
    <w:p w:rsidR="0062748B" w:rsidRDefault="0062748B" w:rsidP="0062748B">
      <w:r>
        <w:lastRenderedPageBreak/>
        <w:t>CF_FeedPumpPower(2)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CF06(2)</w:t>
      </w:r>
    </w:p>
    <w:p w:rsidR="0062748B" w:rsidRDefault="0062748B" w:rsidP="0062748B">
      <w:r>
        <w:t xml:space="preserve">       -0.0821  CF23(2)</w:t>
      </w:r>
    </w:p>
    <w:p w:rsidR="0062748B" w:rsidRDefault="0062748B" w:rsidP="0062748B"/>
    <w:p w:rsidR="0062748B" w:rsidRDefault="0062748B" w:rsidP="0062748B">
      <w:r>
        <w:t>CF_FeedPumpPower(3)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CF06(3)</w:t>
      </w:r>
    </w:p>
    <w:p w:rsidR="0062748B" w:rsidRDefault="0062748B" w:rsidP="0062748B">
      <w:r>
        <w:t xml:space="preserve">       -0.0821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CF_BackflushPower  Backflush power requirement in kWh</w:t>
      </w:r>
    </w:p>
    <w:p w:rsidR="0062748B" w:rsidRDefault="0062748B" w:rsidP="0062748B"/>
    <w:p w:rsidR="0062748B" w:rsidRDefault="0062748B" w:rsidP="0062748B">
      <w:r>
        <w:t>CF_BackflushPower(1)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CF07(1)</w:t>
      </w:r>
    </w:p>
    <w:p w:rsidR="0062748B" w:rsidRDefault="0062748B" w:rsidP="0062748B">
      <w:r>
        <w:t xml:space="preserve">       -0.0821  CF23(1)</w:t>
      </w:r>
    </w:p>
    <w:p w:rsidR="0062748B" w:rsidRDefault="0062748B" w:rsidP="0062748B"/>
    <w:p w:rsidR="0062748B" w:rsidRDefault="0062748B" w:rsidP="0062748B">
      <w:r>
        <w:t>CF_BackflushPower(2)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CF07(2)</w:t>
      </w:r>
    </w:p>
    <w:p w:rsidR="0062748B" w:rsidRDefault="0062748B" w:rsidP="0062748B">
      <w:r>
        <w:t xml:space="preserve">       -0.0821  CF23(2)</w:t>
      </w:r>
    </w:p>
    <w:p w:rsidR="0062748B" w:rsidRDefault="0062748B" w:rsidP="0062748B"/>
    <w:p w:rsidR="0062748B" w:rsidRDefault="0062748B" w:rsidP="0062748B">
      <w:r>
        <w:t>CF_BackflushPower(3)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CF07(3)</w:t>
      </w:r>
    </w:p>
    <w:p w:rsidR="0062748B" w:rsidRDefault="0062748B" w:rsidP="0062748B">
      <w:r>
        <w:t xml:space="preserve">       -0.0821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CF_MFF  Microfiltration feed flow in liters per sec</w:t>
      </w:r>
    </w:p>
    <w:p w:rsidR="0062748B" w:rsidRDefault="0062748B" w:rsidP="0062748B"/>
    <w:p w:rsidR="0062748B" w:rsidRDefault="0062748B" w:rsidP="0062748B">
      <w:r>
        <w:t>CF_MFF(1)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CF03(1)</w:t>
      </w:r>
    </w:p>
    <w:p w:rsidR="0062748B" w:rsidRDefault="0062748B" w:rsidP="0062748B">
      <w:r>
        <w:t xml:space="preserve">       -1       CF04(1)</w:t>
      </w:r>
    </w:p>
    <w:p w:rsidR="0062748B" w:rsidRDefault="0062748B" w:rsidP="0062748B">
      <w:r>
        <w:t xml:space="preserve">       -0.3468  CF05(1)</w:t>
      </w:r>
    </w:p>
    <w:p w:rsidR="0062748B" w:rsidRDefault="0062748B" w:rsidP="0062748B"/>
    <w:p w:rsidR="0062748B" w:rsidRDefault="0062748B" w:rsidP="0062748B">
      <w:r>
        <w:t>CF_MFF(2)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CF03(2)</w:t>
      </w:r>
    </w:p>
    <w:p w:rsidR="0062748B" w:rsidRDefault="0062748B" w:rsidP="0062748B">
      <w:r>
        <w:t xml:space="preserve">       -1       CF04(2)</w:t>
      </w:r>
    </w:p>
    <w:p w:rsidR="0062748B" w:rsidRDefault="0062748B" w:rsidP="0062748B">
      <w:r>
        <w:t xml:space="preserve">       -0.3468  CF05(2)</w:t>
      </w:r>
    </w:p>
    <w:p w:rsidR="0062748B" w:rsidRDefault="0062748B" w:rsidP="0062748B"/>
    <w:p w:rsidR="0062748B" w:rsidRDefault="0062748B" w:rsidP="0062748B">
      <w:r>
        <w:t>CF_MFF(3)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CF03(3)</w:t>
      </w:r>
    </w:p>
    <w:p w:rsidR="0062748B" w:rsidRDefault="0062748B" w:rsidP="0062748B">
      <w:r>
        <w:t xml:space="preserve">       -1       CF04(3)</w:t>
      </w:r>
    </w:p>
    <w:p w:rsidR="0062748B" w:rsidRDefault="0062748B" w:rsidP="0062748B">
      <w:r>
        <w:t xml:space="preserve">       -0.3468  CF05(3)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CF_NoOfMembranes  Number of membranes used</w:t>
      </w:r>
    </w:p>
    <w:p w:rsidR="0062748B" w:rsidRDefault="0062748B" w:rsidP="0062748B"/>
    <w:p w:rsidR="0062748B" w:rsidRDefault="0062748B" w:rsidP="0062748B">
      <w:r>
        <w:t>CF_NoOfMembranes(1)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CF08(1)</w:t>
      </w:r>
    </w:p>
    <w:p w:rsidR="0062748B" w:rsidRDefault="0062748B" w:rsidP="0062748B">
      <w:r>
        <w:t xml:space="preserve">     -117.7653  CF26(1)</w:t>
      </w:r>
    </w:p>
    <w:p w:rsidR="0062748B" w:rsidRDefault="0062748B" w:rsidP="0062748B"/>
    <w:p w:rsidR="0062748B" w:rsidRDefault="0062748B" w:rsidP="0062748B">
      <w:r>
        <w:t>CF_NoOfMembranes(2)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CF08(2)</w:t>
      </w:r>
    </w:p>
    <w:p w:rsidR="0062748B" w:rsidRDefault="0062748B" w:rsidP="0062748B">
      <w:r>
        <w:t xml:space="preserve">     -117.7653  CF26(2)</w:t>
      </w:r>
    </w:p>
    <w:p w:rsidR="0062748B" w:rsidRDefault="0062748B" w:rsidP="0062748B"/>
    <w:p w:rsidR="0062748B" w:rsidRDefault="0062748B" w:rsidP="0062748B">
      <w:r>
        <w:t>CF_NoOfMembranes(3)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CF08(3)</w:t>
      </w:r>
    </w:p>
    <w:p w:rsidR="0062748B" w:rsidRDefault="0062748B" w:rsidP="0062748B">
      <w:r>
        <w:t xml:space="preserve">     -117.7653  CF26(3)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CF_BuildingArea  Building area for the process implementation</w:t>
      </w:r>
    </w:p>
    <w:p w:rsidR="0062748B" w:rsidRDefault="0062748B" w:rsidP="0062748B"/>
    <w:p w:rsidR="0062748B" w:rsidRDefault="0062748B" w:rsidP="0062748B">
      <w:r>
        <w:t>CF_BuildingArea(1)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CF09(1)</w:t>
      </w:r>
    </w:p>
    <w:p w:rsidR="0062748B" w:rsidRDefault="0062748B" w:rsidP="0062748B">
      <w:r>
        <w:t xml:space="preserve">    -1076       CF11(1)</w:t>
      </w:r>
    </w:p>
    <w:p w:rsidR="0062748B" w:rsidRDefault="0062748B" w:rsidP="0062748B"/>
    <w:p w:rsidR="0062748B" w:rsidRDefault="0062748B" w:rsidP="0062748B">
      <w:r>
        <w:t>CF_BuildingArea(2)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CF09(2)</w:t>
      </w:r>
    </w:p>
    <w:p w:rsidR="0062748B" w:rsidRDefault="0062748B" w:rsidP="0062748B">
      <w:r>
        <w:t xml:space="preserve">    -1076       CF11(2)</w:t>
      </w:r>
    </w:p>
    <w:p w:rsidR="0062748B" w:rsidRDefault="0062748B" w:rsidP="0062748B"/>
    <w:p w:rsidR="0062748B" w:rsidRDefault="0062748B" w:rsidP="0062748B">
      <w:r>
        <w:t>CF_BuildingArea(3)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CF09(3)</w:t>
      </w:r>
    </w:p>
    <w:p w:rsidR="0062748B" w:rsidRDefault="0062748B" w:rsidP="0062748B">
      <w:r>
        <w:t xml:space="preserve">    -1076       CF11(3)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CF_MembraneModuleCost  Membrane module cost</w:t>
      </w:r>
    </w:p>
    <w:p w:rsidR="0062748B" w:rsidRDefault="0062748B" w:rsidP="0062748B"/>
    <w:p w:rsidR="0062748B" w:rsidRDefault="0062748B" w:rsidP="0062748B">
      <w:r>
        <w:t>CF_MembraneModuleCost(1)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CF10(1)</w:t>
      </w:r>
    </w:p>
    <w:p w:rsidR="0062748B" w:rsidRDefault="0062748B" w:rsidP="0062748B">
      <w:r>
        <w:t xml:space="preserve">       -0.05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CF_MembraneModuleCost(2)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CF10(2)</w:t>
      </w:r>
    </w:p>
    <w:p w:rsidR="0062748B" w:rsidRDefault="0062748B" w:rsidP="0062748B">
      <w:r>
        <w:t xml:space="preserve">       -0.05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CF_MembraneModuleCost(3)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CF10(3)</w:t>
      </w:r>
    </w:p>
    <w:p w:rsidR="0062748B" w:rsidRDefault="0062748B" w:rsidP="0062748B">
      <w:r>
        <w:t xml:space="preserve">       -0.05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CF_BuildingCost  Building cost - based on the building area</w:t>
      </w:r>
    </w:p>
    <w:p w:rsidR="0062748B" w:rsidRDefault="0062748B" w:rsidP="0062748B"/>
    <w:p w:rsidR="0062748B" w:rsidRDefault="0062748B" w:rsidP="0062748B">
      <w:r>
        <w:t>CF_BuildingCost(1)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CF_BuildingCost(2)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CF_BuildingCost(3)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CF_InstallationCost  Installation cost for the process</w:t>
      </w:r>
    </w:p>
    <w:p w:rsidR="0062748B" w:rsidRDefault="0062748B" w:rsidP="0062748B"/>
    <w:p w:rsidR="0062748B" w:rsidRDefault="0062748B" w:rsidP="0062748B">
      <w:r>
        <w:t>CF_InstallationCost(1)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CF_InstallationCost(2)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lastRenderedPageBreak/>
        <w:t>CF_InstallationCost(3)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CF_MiscCost  Miscellaneous cost (taken as 5% of the module cost)</w:t>
      </w:r>
    </w:p>
    <w:p w:rsidR="0062748B" w:rsidRDefault="0062748B" w:rsidP="0062748B"/>
    <w:p w:rsidR="0062748B" w:rsidRDefault="0062748B" w:rsidP="0062748B">
      <w:r>
        <w:t>CF_MiscCost(1)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CF_MiscCost(2)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CF_MiscCost(3)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CF_PlantPipingCost  Plant piping cost (taken as 5%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CF_PlantPipingCost(1)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CF_PlantPipingCost(2)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CF_PlantPipingCost(3)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CF_EngineeringCost  Engineering cost (taken as 10%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CF_EngineeringCost(1)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CF_EngineeringCost(2)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CF_EngineeringCost(3)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CF_DirectCapitalCost  Total direct capital cost</w:t>
      </w:r>
    </w:p>
    <w:p w:rsidR="0062748B" w:rsidRDefault="0062748B" w:rsidP="0062748B"/>
    <w:p w:rsidR="0062748B" w:rsidRDefault="0062748B" w:rsidP="0062748B">
      <w:r>
        <w:t>CF_DirectCapitalCost(1)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CF16(1)</w:t>
      </w:r>
    </w:p>
    <w:p w:rsidR="0062748B" w:rsidRDefault="0062748B" w:rsidP="0062748B">
      <w:r>
        <w:t xml:space="preserve">       -0.06    CF17(1)</w:t>
      </w:r>
    </w:p>
    <w:p w:rsidR="0062748B" w:rsidRDefault="0062748B" w:rsidP="0062748B">
      <w:r>
        <w:t xml:space="preserve">       -0.2     CF18(1)</w:t>
      </w:r>
    </w:p>
    <w:p w:rsidR="0062748B" w:rsidRDefault="0062748B" w:rsidP="0062748B">
      <w:r>
        <w:t xml:space="preserve">       -0.1     CF19(1)</w:t>
      </w:r>
    </w:p>
    <w:p w:rsidR="0062748B" w:rsidRDefault="0062748B" w:rsidP="0062748B">
      <w:r>
        <w:t xml:space="preserve">       -0.04    CF20(1)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>
      <w:r>
        <w:t xml:space="preserve">       -0.02    CF28(1)</w:t>
      </w:r>
    </w:p>
    <w:p w:rsidR="0062748B" w:rsidRDefault="0062748B" w:rsidP="0062748B"/>
    <w:p w:rsidR="0062748B" w:rsidRDefault="0062748B" w:rsidP="0062748B">
      <w:r>
        <w:t>CF_DirectCapitalCost(2)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CF16(2)</w:t>
      </w:r>
    </w:p>
    <w:p w:rsidR="0062748B" w:rsidRDefault="0062748B" w:rsidP="0062748B">
      <w:r>
        <w:t xml:space="preserve">       -0.06    CF17(2)</w:t>
      </w:r>
    </w:p>
    <w:p w:rsidR="0062748B" w:rsidRDefault="0062748B" w:rsidP="0062748B">
      <w:r>
        <w:t xml:space="preserve">       -0.2     CF18(2)</w:t>
      </w:r>
    </w:p>
    <w:p w:rsidR="0062748B" w:rsidRDefault="0062748B" w:rsidP="0062748B">
      <w:r>
        <w:t xml:space="preserve">       -0.1     CF19(2)</w:t>
      </w:r>
    </w:p>
    <w:p w:rsidR="0062748B" w:rsidRDefault="0062748B" w:rsidP="0062748B">
      <w:r>
        <w:t xml:space="preserve">       -0.04    CF20(2)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>
      <w:r>
        <w:t xml:space="preserve">       -0.02    CF28(2)</w:t>
      </w:r>
    </w:p>
    <w:p w:rsidR="0062748B" w:rsidRDefault="0062748B" w:rsidP="0062748B"/>
    <w:p w:rsidR="0062748B" w:rsidRDefault="0062748B" w:rsidP="0062748B">
      <w:r>
        <w:t>CF_DirectCapitalCost(3)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CF16(3)</w:t>
      </w:r>
    </w:p>
    <w:p w:rsidR="0062748B" w:rsidRDefault="0062748B" w:rsidP="0062748B">
      <w:r>
        <w:t xml:space="preserve">       -0.06    CF17(3)</w:t>
      </w:r>
    </w:p>
    <w:p w:rsidR="0062748B" w:rsidRDefault="0062748B" w:rsidP="0062748B">
      <w:r>
        <w:t xml:space="preserve">       -0.2     CF18(3)</w:t>
      </w:r>
    </w:p>
    <w:p w:rsidR="0062748B" w:rsidRDefault="0062748B" w:rsidP="0062748B">
      <w:r>
        <w:t xml:space="preserve">       -0.1     CF19(3)</w:t>
      </w:r>
    </w:p>
    <w:p w:rsidR="0062748B" w:rsidRDefault="0062748B" w:rsidP="0062748B">
      <w:r>
        <w:lastRenderedPageBreak/>
        <w:t xml:space="preserve">       -0.04    CF20(3)</w:t>
      </w:r>
    </w:p>
    <w:p w:rsidR="0062748B" w:rsidRDefault="0062748B" w:rsidP="0062748B">
      <w:r>
        <w:t xml:space="preserve">       -1       CF22(3)</w:t>
      </w:r>
    </w:p>
    <w:p w:rsidR="0062748B" w:rsidRDefault="0062748B" w:rsidP="0062748B">
      <w:r>
        <w:t xml:space="preserve">       -0.02    CF28(3)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 xml:space="preserve">---- CF_ConstructionInterest  Expense on interest during construction (taken as </w:t>
      </w:r>
    </w:p>
    <w:p w:rsidR="0062748B" w:rsidRDefault="0062748B" w:rsidP="0062748B">
      <w:r>
        <w:t xml:space="preserve">                              6% of total direct capital cost)</w:t>
      </w:r>
    </w:p>
    <w:p w:rsidR="0062748B" w:rsidRDefault="0062748B" w:rsidP="0062748B"/>
    <w:p w:rsidR="0062748B" w:rsidRDefault="0062748B" w:rsidP="0062748B">
      <w:r>
        <w:t>CF_ConstructionInterest(1)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CF_ConstructionInterest(2)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CF_ConstructionInterest(3)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CF_Contingencies  Contingencies (taken as 20% of total direct capital cost)</w:t>
      </w:r>
    </w:p>
    <w:p w:rsidR="0062748B" w:rsidRDefault="0062748B" w:rsidP="0062748B"/>
    <w:p w:rsidR="0062748B" w:rsidRDefault="0062748B" w:rsidP="0062748B">
      <w:r>
        <w:t>CF_Contingencies(1)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CF_Contingencies(2)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CF_Contingencies(3)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CF_ProjectManagement  Fees and project management (taken as 10% of total di</w:t>
      </w:r>
    </w:p>
    <w:p w:rsidR="0062748B" w:rsidRDefault="0062748B" w:rsidP="0062748B">
      <w:r>
        <w:t xml:space="preserve">                           rect capital cost)</w:t>
      </w:r>
    </w:p>
    <w:p w:rsidR="0062748B" w:rsidRDefault="0062748B" w:rsidP="0062748B"/>
    <w:p w:rsidR="0062748B" w:rsidRDefault="0062748B" w:rsidP="0062748B">
      <w:r>
        <w:t>CF_ProjectManagement(1)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CF19(1)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CF_ProjectManagement(2)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CF_ProjectManagement(3)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CF_WorkingCapital  Working capital (taken as 4% of total direct capital cos</w:t>
      </w:r>
    </w:p>
    <w:p w:rsidR="0062748B" w:rsidRDefault="0062748B" w:rsidP="0062748B">
      <w:r>
        <w:t xml:space="preserve">                        t)</w:t>
      </w:r>
    </w:p>
    <w:p w:rsidR="0062748B" w:rsidRDefault="0062748B" w:rsidP="0062748B"/>
    <w:p w:rsidR="0062748B" w:rsidRDefault="0062748B" w:rsidP="0062748B">
      <w:r>
        <w:t>CF_WorkingCapital(1)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CF_WorkingCapital(2)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CF20(2)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CF_WorkingCapital(3)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CF_IndirectCapitalCost  Total indirect capital cost</w:t>
      </w:r>
    </w:p>
    <w:p w:rsidR="0062748B" w:rsidRDefault="0062748B" w:rsidP="0062748B"/>
    <w:p w:rsidR="0062748B" w:rsidRDefault="0062748B" w:rsidP="0062748B">
      <w:r>
        <w:t>CF_IndirectCapitalCost(1)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/>
    <w:p w:rsidR="0062748B" w:rsidRDefault="0062748B" w:rsidP="0062748B">
      <w:r>
        <w:t>CF_IndirectCapitalCost(2)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/>
    <w:p w:rsidR="0062748B" w:rsidRDefault="0062748B" w:rsidP="0062748B">
      <w:r>
        <w:t>CF_IndirectCapitalCost(3)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CF21(3)</w:t>
      </w:r>
    </w:p>
    <w:p w:rsidR="0062748B" w:rsidRDefault="0062748B" w:rsidP="0062748B">
      <w:r>
        <w:lastRenderedPageBreak/>
        <w:t xml:space="preserve">       -1       CF22(3)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CF_TotalConstructionCost  Total (direct and indirect) construction cost</w:t>
      </w:r>
    </w:p>
    <w:p w:rsidR="0062748B" w:rsidRDefault="0062748B" w:rsidP="0062748B"/>
    <w:p w:rsidR="0062748B" w:rsidRDefault="0062748B" w:rsidP="0062748B">
      <w:r>
        <w:t>CF_TotalConstructionCost(1)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CF22(1)</w:t>
      </w:r>
    </w:p>
    <w:p w:rsidR="0062748B" w:rsidRDefault="0062748B" w:rsidP="0062748B">
      <w:r>
        <w:t xml:space="preserve">       -0.1019  CF30(1)</w:t>
      </w:r>
    </w:p>
    <w:p w:rsidR="0062748B" w:rsidRDefault="0062748B" w:rsidP="0062748B"/>
    <w:p w:rsidR="0062748B" w:rsidRDefault="0062748B" w:rsidP="0062748B">
      <w:r>
        <w:t>CF_TotalConstructionCost(2)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CF22(2)</w:t>
      </w:r>
    </w:p>
    <w:p w:rsidR="0062748B" w:rsidRDefault="0062748B" w:rsidP="0062748B">
      <w:r>
        <w:t xml:space="preserve">       -0.1019  CF30(2)</w:t>
      </w:r>
    </w:p>
    <w:p w:rsidR="0062748B" w:rsidRDefault="0062748B" w:rsidP="0062748B"/>
    <w:p w:rsidR="0062748B" w:rsidRDefault="0062748B" w:rsidP="0062748B">
      <w:r>
        <w:t>CF_TotalConstructionCost(3)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CF22(3)</w:t>
      </w:r>
    </w:p>
    <w:p w:rsidR="0062748B" w:rsidRDefault="0062748B" w:rsidP="0062748B">
      <w:r>
        <w:t xml:space="preserve">       -0.1019  CF30(3)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CF_ElectricityCost  Electricity cost for the implementation of the process</w:t>
      </w:r>
    </w:p>
    <w:p w:rsidR="0062748B" w:rsidRDefault="0062748B" w:rsidP="0062748B"/>
    <w:p w:rsidR="0062748B" w:rsidRDefault="0062748B" w:rsidP="0062748B">
      <w:r>
        <w:lastRenderedPageBreak/>
        <w:t>CF_ElectricityCost(1)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CF_ElectricityCost(2)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CF_ElectricityCost(3)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CF_LaborCost  Labor cost for the implementation of the process</w:t>
      </w:r>
    </w:p>
    <w:p w:rsidR="0062748B" w:rsidRDefault="0062748B" w:rsidP="0062748B"/>
    <w:p w:rsidR="0062748B" w:rsidRDefault="0062748B" w:rsidP="0062748B">
      <w:r>
        <w:t>CF_LaborCost(1)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CF_LaborCost(2)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CF24(2)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CF_LaborCost(3)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CF_ChemicalCost  Chemical cost for the process</w:t>
      </w:r>
    </w:p>
    <w:p w:rsidR="0062748B" w:rsidRDefault="0062748B" w:rsidP="0062748B"/>
    <w:p w:rsidR="0062748B" w:rsidRDefault="0062748B" w:rsidP="0062748B">
      <w:r>
        <w:t>CF_ChemicalCost(1)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CF25(3)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CF_MembraneReplacementCost  Membrane replacement cost for the process</w:t>
      </w:r>
    </w:p>
    <w:p w:rsidR="0062748B" w:rsidRDefault="0062748B" w:rsidP="0062748B"/>
    <w:p w:rsidR="0062748B" w:rsidRDefault="0062748B" w:rsidP="0062748B">
      <w:r>
        <w:t>CF_MembraneReplacementCost(1)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CF_MembraneReplacementCost(2)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CF_MembraneReplacementCost(3)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CF_CleaningChemicalCost  Cleaning chemical (NaOCl) cost</w:t>
      </w:r>
    </w:p>
    <w:p w:rsidR="0062748B" w:rsidRDefault="0062748B" w:rsidP="0062748B"/>
    <w:p w:rsidR="0062748B" w:rsidRDefault="0062748B" w:rsidP="0062748B">
      <w:r>
        <w:t>CF_CleaningChemicalCost(1)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CF_CleaningChemicalCost(2)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CF_CleaningChemicalCost(3)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CF_Repairs  Repairs replacement and misc cost (taken as 2% of the direct ca</w:t>
      </w:r>
    </w:p>
    <w:p w:rsidR="0062748B" w:rsidRDefault="0062748B" w:rsidP="0062748B">
      <w:r>
        <w:t xml:space="preserve">                 pital cost)</w:t>
      </w:r>
    </w:p>
    <w:p w:rsidR="0062748B" w:rsidRDefault="0062748B" w:rsidP="0062748B"/>
    <w:p w:rsidR="0062748B" w:rsidRDefault="0062748B" w:rsidP="0062748B">
      <w:r>
        <w:t>CF_Repairs(1)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CF_Repairs(2)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CF_Repairs(3)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CF_TotalOMCost  Total operating and maintenance cost</w:t>
      </w:r>
    </w:p>
    <w:p w:rsidR="0062748B" w:rsidRDefault="0062748B" w:rsidP="0062748B"/>
    <w:p w:rsidR="0062748B" w:rsidRDefault="0062748B" w:rsidP="0062748B">
      <w:r>
        <w:t>CF_TotalOMCost(1)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CF_TotalOMCost(2)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lastRenderedPageBreak/>
        <w:t>CF_TotalOMCost(3)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CF_CapitalRecovery  Capital recovery - calculate from the total captical co</w:t>
      </w:r>
    </w:p>
    <w:p w:rsidR="0062748B" w:rsidRDefault="0062748B" w:rsidP="0062748B">
      <w:r>
        <w:t xml:space="preserve">                         st</w:t>
      </w:r>
    </w:p>
    <w:p w:rsidR="0062748B" w:rsidRDefault="0062748B" w:rsidP="0062748B"/>
    <w:p w:rsidR="0062748B" w:rsidRDefault="0062748B" w:rsidP="0062748B">
      <w:r>
        <w:t>CF_CapitalRecovery(1)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CF_CapitalRecovery(2)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t>CF_CapitalRecovery(3)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CF_AnnualCost  Annual cost depending on the Capital recovery and OM cost</w:t>
      </w:r>
    </w:p>
    <w:p w:rsidR="0062748B" w:rsidRDefault="0062748B" w:rsidP="0062748B"/>
    <w:p w:rsidR="0062748B" w:rsidRDefault="0062748B" w:rsidP="0062748B">
      <w:r>
        <w:t>CF_AnnualCost(1)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CF31(1)</w:t>
      </w:r>
    </w:p>
    <w:p w:rsidR="0062748B" w:rsidRDefault="0062748B" w:rsidP="0062748B">
      <w:r>
        <w:t xml:space="preserve">  -1.000000E-5  NonlinearTechCost01(1)</w:t>
      </w:r>
    </w:p>
    <w:p w:rsidR="0062748B" w:rsidRDefault="0062748B" w:rsidP="0062748B"/>
    <w:p w:rsidR="0062748B" w:rsidRDefault="0062748B" w:rsidP="0062748B">
      <w:r>
        <w:t>CF_AnnualCost(2)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CF31(2)</w:t>
      </w:r>
    </w:p>
    <w:p w:rsidR="0062748B" w:rsidRDefault="0062748B" w:rsidP="0062748B">
      <w:r>
        <w:t xml:space="preserve">  -1.000000E-5  NonlinearTechCost01(2)</w:t>
      </w:r>
    </w:p>
    <w:p w:rsidR="0062748B" w:rsidRDefault="0062748B" w:rsidP="0062748B"/>
    <w:p w:rsidR="0062748B" w:rsidRDefault="0062748B" w:rsidP="0062748B">
      <w:r>
        <w:t>CF_AnnualCost(3)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CF31(3)</w:t>
      </w:r>
    </w:p>
    <w:p w:rsidR="0062748B" w:rsidRDefault="0062748B" w:rsidP="0062748B">
      <w:r>
        <w:t xml:space="preserve">  -1.000000E-5  NonlinearTechCost01(3)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GAC_CapitalCost  Capital cost for the activated carbon process</w:t>
      </w:r>
    </w:p>
    <w:p w:rsidR="0062748B" w:rsidRDefault="0062748B" w:rsidP="0062748B"/>
    <w:p w:rsidR="0062748B" w:rsidRDefault="0062748B" w:rsidP="0062748B">
      <w:r>
        <w:t>GAC_CapitalCost(1)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GAC01(1)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GAC_OMCost  Operational and maintenance cost for the activated carbon proce</w:t>
      </w:r>
    </w:p>
    <w:p w:rsidR="0062748B" w:rsidRDefault="0062748B" w:rsidP="0062748B">
      <w:r>
        <w:t xml:space="preserve">                 ss</w:t>
      </w:r>
    </w:p>
    <w:p w:rsidR="0062748B" w:rsidRDefault="0062748B" w:rsidP="0062748B"/>
    <w:p w:rsidR="0062748B" w:rsidRDefault="0062748B" w:rsidP="0062748B">
      <w:r>
        <w:t>GAC_OMCost(1)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GAC02(2)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GAC_TotalCost  Total cost for the activated carbon process implementation</w:t>
      </w:r>
    </w:p>
    <w:p w:rsidR="0062748B" w:rsidRDefault="0062748B" w:rsidP="0062748B"/>
    <w:p w:rsidR="0062748B" w:rsidRDefault="0062748B" w:rsidP="0062748B">
      <w:r>
        <w:t>GAC_TotalCost(1)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GAC03(1)</w:t>
      </w:r>
    </w:p>
    <w:p w:rsidR="0062748B" w:rsidRDefault="0062748B" w:rsidP="0062748B">
      <w:r>
        <w:t xml:space="preserve">  -1.000000E-5  NonlinearTechCost02(1)</w:t>
      </w:r>
    </w:p>
    <w:p w:rsidR="0062748B" w:rsidRDefault="0062748B" w:rsidP="0062748B"/>
    <w:p w:rsidR="0062748B" w:rsidRDefault="0062748B" w:rsidP="0062748B">
      <w:r>
        <w:t>GAC_TotalCost(2)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GAC03(2)</w:t>
      </w:r>
    </w:p>
    <w:p w:rsidR="0062748B" w:rsidRDefault="0062748B" w:rsidP="0062748B">
      <w:r>
        <w:t xml:space="preserve">  -1.000000E-5  NonlinearTechCost02(2)</w:t>
      </w:r>
    </w:p>
    <w:p w:rsidR="0062748B" w:rsidRDefault="0062748B" w:rsidP="0062748B"/>
    <w:p w:rsidR="0062748B" w:rsidRDefault="0062748B" w:rsidP="0062748B">
      <w:r>
        <w:t>GAC_TotalCost(3)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GAC03(3)</w:t>
      </w:r>
    </w:p>
    <w:p w:rsidR="0062748B" w:rsidRDefault="0062748B" w:rsidP="0062748B">
      <w:r>
        <w:lastRenderedPageBreak/>
        <w:t xml:space="preserve">  -1.000000E-5  NonlinearTechCost02(3)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IX_MinResinVolume  Minimum volume of the medium in m3</w:t>
      </w:r>
    </w:p>
    <w:p w:rsidR="0062748B" w:rsidRDefault="0062748B" w:rsidP="0062748B"/>
    <w:p w:rsidR="0062748B" w:rsidRDefault="0062748B" w:rsidP="0062748B">
      <w:r>
        <w:t>IX_MinResinVolume(1)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IX01(1)</w:t>
      </w:r>
    </w:p>
    <w:p w:rsidR="0062748B" w:rsidRDefault="0062748B" w:rsidP="0062748B"/>
    <w:p w:rsidR="0062748B" w:rsidRDefault="0062748B" w:rsidP="0062748B">
      <w:r>
        <w:t>IX_MinResinVolume(2)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IX01(2)</w:t>
      </w:r>
    </w:p>
    <w:p w:rsidR="0062748B" w:rsidRDefault="0062748B" w:rsidP="0062748B"/>
    <w:p w:rsidR="0062748B" w:rsidRDefault="0062748B" w:rsidP="0062748B">
      <w:r>
        <w:t>IX_MinResinVolume(3)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IX_MinVolExhaustionTime  Minimum volume exhaustion time in days</w:t>
      </w:r>
    </w:p>
    <w:p w:rsidR="0062748B" w:rsidRDefault="0062748B" w:rsidP="0062748B"/>
    <w:p w:rsidR="0062748B" w:rsidRDefault="0062748B" w:rsidP="0062748B">
      <w:r>
        <w:t>IX_MinVolExhaustionTime(1)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IX02(1)</w:t>
      </w:r>
    </w:p>
    <w:p w:rsidR="0062748B" w:rsidRDefault="0062748B" w:rsidP="0062748B"/>
    <w:p w:rsidR="0062748B" w:rsidRDefault="0062748B" w:rsidP="0062748B">
      <w:r>
        <w:t>IX_MinVolExhaustionTime(2)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IX02(2)</w:t>
      </w:r>
    </w:p>
    <w:p w:rsidR="0062748B" w:rsidRDefault="0062748B" w:rsidP="0062748B"/>
    <w:p w:rsidR="0062748B" w:rsidRDefault="0062748B" w:rsidP="0062748B">
      <w:r>
        <w:t>IX_MinVolExhaustionTime(3)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IX_ExhaustionTimeResinVolume  Resin volume in m3 for the minimum exhaustion</w:t>
      </w:r>
    </w:p>
    <w:p w:rsidR="0062748B" w:rsidRDefault="0062748B" w:rsidP="0062748B">
      <w:r>
        <w:t xml:space="preserve">                                   time</w:t>
      </w:r>
    </w:p>
    <w:p w:rsidR="0062748B" w:rsidRDefault="0062748B" w:rsidP="0062748B"/>
    <w:p w:rsidR="0062748B" w:rsidRDefault="0062748B" w:rsidP="0062748B">
      <w:r>
        <w:t>IX_ExhaustionTimeResinVolume(1)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IX04(1)</w:t>
      </w:r>
    </w:p>
    <w:p w:rsidR="0062748B" w:rsidRDefault="0062748B" w:rsidP="0062748B">
      <w:r>
        <w:t xml:space="preserve">       -2       IX05(1)</w:t>
      </w:r>
    </w:p>
    <w:p w:rsidR="0062748B" w:rsidRDefault="0062748B" w:rsidP="0062748B">
      <w:r>
        <w:t xml:space="preserve">    -1661.7223  IX06(1)</w:t>
      </w:r>
    </w:p>
    <w:p w:rsidR="0062748B" w:rsidRDefault="0062748B" w:rsidP="0062748B">
      <w:r>
        <w:t xml:space="preserve">     -150       IX08(1)</w:t>
      </w:r>
    </w:p>
    <w:p w:rsidR="0062748B" w:rsidRDefault="0062748B" w:rsidP="0062748B"/>
    <w:p w:rsidR="0062748B" w:rsidRDefault="0062748B" w:rsidP="0062748B">
      <w:r>
        <w:t>IX_ExhaustionTimeResinVolume(2)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IX04(2)</w:t>
      </w:r>
    </w:p>
    <w:p w:rsidR="0062748B" w:rsidRDefault="0062748B" w:rsidP="0062748B">
      <w:r>
        <w:t xml:space="preserve">       -2       IX05(2)</w:t>
      </w:r>
    </w:p>
    <w:p w:rsidR="0062748B" w:rsidRDefault="0062748B" w:rsidP="0062748B">
      <w:r>
        <w:lastRenderedPageBreak/>
        <w:t xml:space="preserve">    -1661.7223  IX06(2)</w:t>
      </w:r>
    </w:p>
    <w:p w:rsidR="0062748B" w:rsidRDefault="0062748B" w:rsidP="0062748B">
      <w:r>
        <w:t xml:space="preserve">     -150       IX08(2)</w:t>
      </w:r>
    </w:p>
    <w:p w:rsidR="0062748B" w:rsidRDefault="0062748B" w:rsidP="0062748B"/>
    <w:p w:rsidR="0062748B" w:rsidRDefault="0062748B" w:rsidP="0062748B">
      <w:r>
        <w:t>IX_ExhaustionTimeResinVolume(3)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IX04(3)</w:t>
      </w:r>
    </w:p>
    <w:p w:rsidR="0062748B" w:rsidRDefault="0062748B" w:rsidP="0062748B">
      <w:r>
        <w:t xml:space="preserve">       -2       IX05(3)</w:t>
      </w:r>
    </w:p>
    <w:p w:rsidR="0062748B" w:rsidRDefault="0062748B" w:rsidP="0062748B">
      <w:r>
        <w:t xml:space="preserve">    -1661.7223  IX06(3)</w:t>
      </w:r>
    </w:p>
    <w:p w:rsidR="0062748B" w:rsidRDefault="0062748B" w:rsidP="0062748B">
      <w:r>
        <w:t xml:space="preserve">     -150       IX08(3)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IX_VesselVolume  Total vessel volume in m3</w:t>
      </w:r>
    </w:p>
    <w:p w:rsidR="0062748B" w:rsidRDefault="0062748B" w:rsidP="0062748B"/>
    <w:p w:rsidR="0062748B" w:rsidRDefault="0062748B" w:rsidP="0062748B">
      <w:r>
        <w:t>IX_VesselVolume(1)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IX05(1)</w:t>
      </w:r>
    </w:p>
    <w:p w:rsidR="0062748B" w:rsidRDefault="0062748B" w:rsidP="0062748B">
      <w:r>
        <w:t xml:space="preserve"> (-438402.633)  IX07(1)</w:t>
      </w:r>
    </w:p>
    <w:p w:rsidR="0062748B" w:rsidRDefault="0062748B" w:rsidP="0062748B">
      <w:r>
        <w:t xml:space="preserve"> (-2.500000E+9) IX12(1)</w:t>
      </w:r>
    </w:p>
    <w:p w:rsidR="0062748B" w:rsidRDefault="0062748B" w:rsidP="0062748B"/>
    <w:p w:rsidR="0062748B" w:rsidRDefault="0062748B" w:rsidP="0062748B">
      <w:r>
        <w:t>IX_VesselVolume(2)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IX05(2)</w:t>
      </w:r>
    </w:p>
    <w:p w:rsidR="0062748B" w:rsidRDefault="0062748B" w:rsidP="0062748B">
      <w:r>
        <w:t xml:space="preserve"> (-438402.633)  IX07(2)</w:t>
      </w:r>
    </w:p>
    <w:p w:rsidR="0062748B" w:rsidRDefault="0062748B" w:rsidP="0062748B">
      <w:r>
        <w:t xml:space="preserve"> (-2.500000E+9) IX12(2)</w:t>
      </w:r>
    </w:p>
    <w:p w:rsidR="0062748B" w:rsidRDefault="0062748B" w:rsidP="0062748B"/>
    <w:p w:rsidR="0062748B" w:rsidRDefault="0062748B" w:rsidP="0062748B">
      <w:r>
        <w:t>IX_VesselVolume(3)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IX05(3)</w:t>
      </w:r>
    </w:p>
    <w:p w:rsidR="0062748B" w:rsidRDefault="0062748B" w:rsidP="0062748B">
      <w:r>
        <w:t xml:space="preserve"> (-438402.633)  IX07(3)</w:t>
      </w:r>
    </w:p>
    <w:p w:rsidR="0062748B" w:rsidRDefault="0062748B" w:rsidP="0062748B">
      <w:r>
        <w:t xml:space="preserve"> (-2.500000E+9) IX12(3)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IX_ResinCost  Total resin cost (in $ per day -- need to check)</w:t>
      </w:r>
    </w:p>
    <w:p w:rsidR="0062748B" w:rsidRDefault="0062748B" w:rsidP="0062748B"/>
    <w:p w:rsidR="0062748B" w:rsidRDefault="0062748B" w:rsidP="0062748B">
      <w:r>
        <w:t>IX_ResinCost(1)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IX06(1)</w:t>
      </w:r>
    </w:p>
    <w:p w:rsidR="0062748B" w:rsidRDefault="0062748B" w:rsidP="0062748B">
      <w:r>
        <w:t xml:space="preserve">      -24       IX15(1)</w:t>
      </w:r>
    </w:p>
    <w:p w:rsidR="0062748B" w:rsidRDefault="0062748B" w:rsidP="0062748B"/>
    <w:p w:rsidR="0062748B" w:rsidRDefault="0062748B" w:rsidP="0062748B">
      <w:r>
        <w:t>IX_ResinCost(2)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IX06(2)</w:t>
      </w:r>
    </w:p>
    <w:p w:rsidR="0062748B" w:rsidRDefault="0062748B" w:rsidP="0062748B">
      <w:r>
        <w:t xml:space="preserve">      -24       IX15(2)</w:t>
      </w:r>
    </w:p>
    <w:p w:rsidR="0062748B" w:rsidRDefault="0062748B" w:rsidP="0062748B"/>
    <w:p w:rsidR="0062748B" w:rsidRDefault="0062748B" w:rsidP="0062748B">
      <w:r>
        <w:t>IX_ResinCost(3)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IX06(3)</w:t>
      </w:r>
    </w:p>
    <w:p w:rsidR="0062748B" w:rsidRDefault="0062748B" w:rsidP="0062748B">
      <w:r>
        <w:t xml:space="preserve">      -24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IX_BedArea  Bed area for the vessel in m2</w:t>
      </w:r>
    </w:p>
    <w:p w:rsidR="0062748B" w:rsidRDefault="0062748B" w:rsidP="0062748B"/>
    <w:p w:rsidR="0062748B" w:rsidRDefault="0062748B" w:rsidP="0062748B">
      <w:r>
        <w:t>IX_BedArea(1)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IX12(1)</w:t>
      </w:r>
    </w:p>
    <w:p w:rsidR="0062748B" w:rsidRDefault="0062748B" w:rsidP="0062748B">
      <w:r>
        <w:t xml:space="preserve">   (-1254.21)   IX13(1)</w:t>
      </w:r>
    </w:p>
    <w:p w:rsidR="0062748B" w:rsidRDefault="0062748B" w:rsidP="0062748B">
      <w:r>
        <w:t xml:space="preserve"> (-7.33000E+11) IX14(1)</w:t>
      </w:r>
    </w:p>
    <w:p w:rsidR="0062748B" w:rsidRDefault="0062748B" w:rsidP="0062748B"/>
    <w:p w:rsidR="0062748B" w:rsidRDefault="0062748B" w:rsidP="0062748B">
      <w:r>
        <w:t>IX_BedArea(2)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IX12(2)</w:t>
      </w:r>
    </w:p>
    <w:p w:rsidR="0062748B" w:rsidRDefault="0062748B" w:rsidP="0062748B">
      <w:r>
        <w:t xml:space="preserve">   (-1254.21)   IX13(2)</w:t>
      </w:r>
    </w:p>
    <w:p w:rsidR="0062748B" w:rsidRDefault="0062748B" w:rsidP="0062748B">
      <w:r>
        <w:t xml:space="preserve"> (-7.33000E+11) IX14(2)</w:t>
      </w:r>
    </w:p>
    <w:p w:rsidR="0062748B" w:rsidRDefault="0062748B" w:rsidP="0062748B"/>
    <w:p w:rsidR="0062748B" w:rsidRDefault="0062748B" w:rsidP="0062748B">
      <w:r>
        <w:t>IX_BedArea(3)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IX12(3)</w:t>
      </w:r>
    </w:p>
    <w:p w:rsidR="0062748B" w:rsidRDefault="0062748B" w:rsidP="0062748B">
      <w:r>
        <w:t xml:space="preserve">   (-1254.21)   IX13(3)</w:t>
      </w:r>
    </w:p>
    <w:p w:rsidR="0062748B" w:rsidRDefault="0062748B" w:rsidP="0062748B">
      <w:r>
        <w:t xml:space="preserve"> (-7.33000E+11) IX14(3)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lastRenderedPageBreak/>
        <w:t>---- IX_TankTotalCost  Total Tank cost in $</w:t>
      </w:r>
    </w:p>
    <w:p w:rsidR="0062748B" w:rsidRDefault="0062748B" w:rsidP="0062748B"/>
    <w:p w:rsidR="0062748B" w:rsidRDefault="0062748B" w:rsidP="0062748B">
      <w:r>
        <w:t>IX_TankTotalCost(1)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IX_TankTotalCost(2)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IX_TankTotalCost(3)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IX_NaClReq  NaCl requirement in Kg per day</w:t>
      </w:r>
    </w:p>
    <w:p w:rsidR="0062748B" w:rsidRDefault="0062748B" w:rsidP="0062748B"/>
    <w:p w:rsidR="0062748B" w:rsidRDefault="0062748B" w:rsidP="0062748B">
      <w:r>
        <w:t>IX_NaClReq(1)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IX08(1)</w:t>
      </w:r>
    </w:p>
    <w:p w:rsidR="0062748B" w:rsidRDefault="0062748B" w:rsidP="0062748B">
      <w:r>
        <w:t xml:space="preserve">       -0.01    IX09(1)</w:t>
      </w:r>
    </w:p>
    <w:p w:rsidR="0062748B" w:rsidRDefault="0062748B" w:rsidP="0062748B">
      <w:r>
        <w:lastRenderedPageBreak/>
        <w:t xml:space="preserve">       -3.65    IX10(1)</w:t>
      </w:r>
    </w:p>
    <w:p w:rsidR="0062748B" w:rsidRDefault="0062748B" w:rsidP="0062748B"/>
    <w:p w:rsidR="0062748B" w:rsidRDefault="0062748B" w:rsidP="0062748B">
      <w:r>
        <w:t>IX_NaClReq(2)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IX08(2)</w:t>
      </w:r>
    </w:p>
    <w:p w:rsidR="0062748B" w:rsidRDefault="0062748B" w:rsidP="0062748B">
      <w:r>
        <w:t xml:space="preserve">       -0.01    IX09(2)</w:t>
      </w:r>
    </w:p>
    <w:p w:rsidR="0062748B" w:rsidRDefault="0062748B" w:rsidP="0062748B">
      <w:r>
        <w:t xml:space="preserve">       -3.65    IX10(2)</w:t>
      </w:r>
    </w:p>
    <w:p w:rsidR="0062748B" w:rsidRDefault="0062748B" w:rsidP="0062748B"/>
    <w:p w:rsidR="0062748B" w:rsidRDefault="0062748B" w:rsidP="0062748B">
      <w:r>
        <w:t>IX_NaClReq(3)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IX08(3)</w:t>
      </w:r>
    </w:p>
    <w:p w:rsidR="0062748B" w:rsidRDefault="0062748B" w:rsidP="0062748B">
      <w:r>
        <w:t xml:space="preserve">       -0.01    IX09(3)</w:t>
      </w:r>
    </w:p>
    <w:p w:rsidR="0062748B" w:rsidRDefault="0062748B" w:rsidP="0062748B">
      <w:r>
        <w:t xml:space="preserve">       -3.65    IX10(3)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IX_TotalChemCost  Total chemical cost per year</w:t>
      </w:r>
    </w:p>
    <w:p w:rsidR="0062748B" w:rsidRDefault="0062748B" w:rsidP="0062748B"/>
    <w:p w:rsidR="0062748B" w:rsidRDefault="0062748B" w:rsidP="0062748B">
      <w:r>
        <w:t>IX_TotalChemCost(1)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IX_TotalChemCost(2)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IX10(2)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IX_TotalChemCost(3)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IX_RegFluidReq  Regeneration fluid requirement</w:t>
      </w:r>
    </w:p>
    <w:p w:rsidR="0062748B" w:rsidRDefault="0062748B" w:rsidP="0062748B"/>
    <w:p w:rsidR="0062748B" w:rsidRDefault="0062748B" w:rsidP="0062748B">
      <w:r>
        <w:t>IX_RegFluidReq(1)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IX09(1)</w:t>
      </w:r>
    </w:p>
    <w:p w:rsidR="0062748B" w:rsidRDefault="0062748B" w:rsidP="0062748B">
      <w:r>
        <w:t xml:space="preserve">     -250       IX11(1)</w:t>
      </w:r>
    </w:p>
    <w:p w:rsidR="0062748B" w:rsidRDefault="0062748B" w:rsidP="0062748B"/>
    <w:p w:rsidR="0062748B" w:rsidRDefault="0062748B" w:rsidP="0062748B">
      <w:r>
        <w:t>IX_RegFluidReq(2)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IX09(2)</w:t>
      </w:r>
    </w:p>
    <w:p w:rsidR="0062748B" w:rsidRDefault="0062748B" w:rsidP="0062748B">
      <w:r>
        <w:t xml:space="preserve">     -250       IX11(2)</w:t>
      </w:r>
    </w:p>
    <w:p w:rsidR="0062748B" w:rsidRDefault="0062748B" w:rsidP="0062748B"/>
    <w:p w:rsidR="0062748B" w:rsidRDefault="0062748B" w:rsidP="0062748B">
      <w:r>
        <w:t>IX_RegFluidReq(3)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IX09(3)</w:t>
      </w:r>
    </w:p>
    <w:p w:rsidR="0062748B" w:rsidRDefault="0062748B" w:rsidP="0062748B">
      <w:r>
        <w:lastRenderedPageBreak/>
        <w:t xml:space="preserve">     -250       IX11(3)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IX_StorageTankCost  Storage tank cost</w:t>
      </w:r>
    </w:p>
    <w:p w:rsidR="0062748B" w:rsidRDefault="0062748B" w:rsidP="0062748B"/>
    <w:p w:rsidR="0062748B" w:rsidRDefault="0062748B" w:rsidP="0062748B">
      <w:r>
        <w:t>IX_StorageTankCost(1)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IX_StorageTankCost(2)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IX_StorageTankCost(3)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IX_ConstructionCost  Construction cost</w:t>
      </w:r>
    </w:p>
    <w:p w:rsidR="0062748B" w:rsidRDefault="0062748B" w:rsidP="0062748B"/>
    <w:p w:rsidR="0062748B" w:rsidRDefault="0062748B" w:rsidP="0062748B">
      <w:r>
        <w:lastRenderedPageBreak/>
        <w:t>IX_ConstructionCost(1)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IX_OMCost  Operating and maintenance cost</w:t>
      </w:r>
    </w:p>
    <w:p w:rsidR="0062748B" w:rsidRDefault="0062748B" w:rsidP="0062748B"/>
    <w:p w:rsidR="0062748B" w:rsidRDefault="0062748B" w:rsidP="0062748B">
      <w:r>
        <w:t>IX_OMCost(1)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IX_OMCost(2)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IX14(2)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IX_TotalCost  Total cost for the implementation of ion exchange process for</w:t>
      </w:r>
    </w:p>
    <w:p w:rsidR="0062748B" w:rsidRDefault="0062748B" w:rsidP="0062748B">
      <w:r>
        <w:t xml:space="preserve">                   each industry</w:t>
      </w:r>
    </w:p>
    <w:p w:rsidR="0062748B" w:rsidRDefault="0062748B" w:rsidP="0062748B"/>
    <w:p w:rsidR="0062748B" w:rsidRDefault="0062748B" w:rsidP="0062748B">
      <w:r>
        <w:t>IX_TotalCost(1)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IX15(1)</w:t>
      </w:r>
    </w:p>
    <w:p w:rsidR="0062748B" w:rsidRDefault="0062748B" w:rsidP="0062748B">
      <w:r>
        <w:t xml:space="preserve">  -1.000000E-5  NonlinearTechCost03(1)</w:t>
      </w:r>
    </w:p>
    <w:p w:rsidR="0062748B" w:rsidRDefault="0062748B" w:rsidP="0062748B"/>
    <w:p w:rsidR="0062748B" w:rsidRDefault="0062748B" w:rsidP="0062748B">
      <w:r>
        <w:t>IX_TotalCost(2)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IX15(2)</w:t>
      </w:r>
    </w:p>
    <w:p w:rsidR="0062748B" w:rsidRDefault="0062748B" w:rsidP="0062748B">
      <w:r>
        <w:t xml:space="preserve">  -1.000000E-5  NonlinearTechCost03(2)</w:t>
      </w:r>
    </w:p>
    <w:p w:rsidR="0062748B" w:rsidRDefault="0062748B" w:rsidP="0062748B"/>
    <w:p w:rsidR="0062748B" w:rsidRDefault="0062748B" w:rsidP="0062748B">
      <w:r>
        <w:t>IX_TotalCost(3)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IX15(3)</w:t>
      </w:r>
    </w:p>
    <w:p w:rsidR="0062748B" w:rsidRDefault="0062748B" w:rsidP="0062748B">
      <w:r>
        <w:t xml:space="preserve">  -1.000000E-5  NonlinearTechCost03(3)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Tobj  Objective function for the technoogy only problem</w:t>
      </w:r>
    </w:p>
    <w:p w:rsidR="0062748B" w:rsidRDefault="0062748B" w:rsidP="0062748B"/>
    <w:p w:rsidR="0062748B" w:rsidRDefault="0062748B" w:rsidP="0062748B">
      <w:r>
        <w:t>Tobj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t xml:space="preserve">        1       Tobjective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Volume  volume of waste treated by each industry using each technology (def</w:t>
      </w:r>
    </w:p>
    <w:p w:rsidR="0062748B" w:rsidRDefault="0062748B" w:rsidP="0062748B">
      <w:r>
        <w:t xml:space="preserve">             ined over i and j)</w:t>
      </w:r>
    </w:p>
    <w:p w:rsidR="0062748B" w:rsidRDefault="0062748B" w:rsidP="0062748B"/>
    <w:p w:rsidR="0062748B" w:rsidRDefault="0062748B" w:rsidP="0062748B">
      <w:r>
        <w:t>Volume(1,1)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0.0028  Tc2(1)</w:t>
      </w:r>
    </w:p>
    <w:p w:rsidR="0062748B" w:rsidRDefault="0062748B" w:rsidP="0062748B">
      <w:r>
        <w:t xml:space="preserve">      -43.8021  DFREq(1,1)</w:t>
      </w:r>
    </w:p>
    <w:p w:rsidR="0062748B" w:rsidRDefault="0062748B" w:rsidP="0062748B">
      <w:r>
        <w:t xml:space="preserve">       -1.1574  CF01(1)</w:t>
      </w:r>
    </w:p>
    <w:p w:rsidR="0062748B" w:rsidRDefault="0062748B" w:rsidP="0062748B"/>
    <w:p w:rsidR="0062748B" w:rsidRDefault="0062748B" w:rsidP="0062748B">
      <w:r>
        <w:t>Volume(1,2)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Tc1(1)</w:t>
      </w:r>
    </w:p>
    <w:p w:rsidR="0062748B" w:rsidRDefault="0062748B" w:rsidP="0062748B">
      <w:r>
        <w:t xml:space="preserve">        0.0041  Tc2(1)</w:t>
      </w:r>
    </w:p>
    <w:p w:rsidR="0062748B" w:rsidRDefault="0062748B" w:rsidP="0062748B">
      <w:r>
        <w:t xml:space="preserve">      -43.8021  DFREq(1,2)</w:t>
      </w:r>
    </w:p>
    <w:p w:rsidR="0062748B" w:rsidRDefault="0062748B" w:rsidP="0062748B">
      <w:r>
        <w:t xml:space="preserve"> (-7.37701E+16) GAC01(1)</w:t>
      </w:r>
    </w:p>
    <w:p w:rsidR="0062748B" w:rsidRDefault="0062748B" w:rsidP="0062748B">
      <w:r>
        <w:t xml:space="preserve"> (-8.53308E+15) GAC02(1)</w:t>
      </w:r>
    </w:p>
    <w:p w:rsidR="0062748B" w:rsidRDefault="0062748B" w:rsidP="0062748B"/>
    <w:p w:rsidR="0062748B" w:rsidRDefault="0062748B" w:rsidP="0062748B">
      <w:r>
        <w:t>Volume(1,3)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0.0014  Tc2(1)</w:t>
      </w:r>
    </w:p>
    <w:p w:rsidR="0062748B" w:rsidRDefault="0062748B" w:rsidP="0062748B">
      <w:r>
        <w:t xml:space="preserve">      -43.8021  DFREq(1,3)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>---- DFR  Desired flow rate for the industry in liters per sec</w:t>
      </w:r>
    </w:p>
    <w:p w:rsidR="0062748B" w:rsidRDefault="0062748B" w:rsidP="0062748B"/>
    <w:p w:rsidR="0062748B" w:rsidRDefault="0062748B" w:rsidP="0062748B">
      <w:r>
        <w:t>DFR(1,1)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DFREq(1,1)</w:t>
      </w:r>
    </w:p>
    <w:p w:rsidR="0062748B" w:rsidRDefault="0062748B" w:rsidP="0062748B">
      <w:r>
        <w:t xml:space="preserve">       -1.0067  CF03(1)</w:t>
      </w:r>
    </w:p>
    <w:p w:rsidR="0062748B" w:rsidRDefault="0062748B" w:rsidP="0062748B">
      <w:r>
        <w:t xml:space="preserve">        1       CF04(1)</w:t>
      </w:r>
    </w:p>
    <w:p w:rsidR="0062748B" w:rsidRDefault="0062748B" w:rsidP="0062748B">
      <w:r>
        <w:t xml:space="preserve">       -1.0603  CF09(1)</w:t>
      </w:r>
    </w:p>
    <w:p w:rsidR="0062748B" w:rsidRDefault="0062748B" w:rsidP="0062748B">
      <w:r>
        <w:t xml:space="preserve">      -43.7993  CF25(1)</w:t>
      </w:r>
    </w:p>
    <w:p w:rsidR="0062748B" w:rsidRDefault="0062748B" w:rsidP="0062748B">
      <w:r>
        <w:t xml:space="preserve">       -8.7599  CF27(1)</w:t>
      </w:r>
    </w:p>
    <w:p w:rsidR="0062748B" w:rsidRDefault="0062748B" w:rsidP="0062748B"/>
    <w:p w:rsidR="0062748B" w:rsidRDefault="0062748B" w:rsidP="0062748B">
      <w:r>
        <w:lastRenderedPageBreak/>
        <w:t>DFR(1,2)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DFREq(1,2)</w:t>
      </w:r>
    </w:p>
    <w:p w:rsidR="0062748B" w:rsidRDefault="0062748B" w:rsidP="0062748B"/>
    <w:p w:rsidR="0062748B" w:rsidRDefault="0062748B" w:rsidP="0062748B">
      <w:r>
        <w:t>DFR(1,3)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DFREq(1,3)</w:t>
      </w:r>
    </w:p>
    <w:p w:rsidR="0062748B" w:rsidRDefault="0062748B" w:rsidP="0062748B">
      <w:r>
        <w:t xml:space="preserve">       -0.18    IX01(1)</w:t>
      </w:r>
    </w:p>
    <w:p w:rsidR="0062748B" w:rsidRDefault="0062748B" w:rsidP="0062748B">
      <w:r>
        <w:t xml:space="preserve">       -0.0156  IX04(1)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 xml:space="preserve">---- NonlinearTechCost  </w:t>
      </w:r>
    </w:p>
    <w:p w:rsidR="0062748B" w:rsidRDefault="0062748B" w:rsidP="0062748B"/>
    <w:p w:rsidR="0062748B" w:rsidRDefault="0062748B" w:rsidP="0062748B">
      <w:r>
        <w:t>NonlinearTechCost(1,1)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NonlinearTechCost01(1)</w:t>
      </w:r>
    </w:p>
    <w:p w:rsidR="0062748B" w:rsidRDefault="0062748B" w:rsidP="0062748B"/>
    <w:p w:rsidR="0062748B" w:rsidRDefault="0062748B" w:rsidP="0062748B">
      <w:r>
        <w:t>NonlinearTechCost(1,2)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NonlinearTechCost02(1)</w:t>
      </w:r>
    </w:p>
    <w:p w:rsidR="0062748B" w:rsidRDefault="0062748B" w:rsidP="0062748B"/>
    <w:p w:rsidR="0062748B" w:rsidRDefault="0062748B" w:rsidP="0062748B">
      <w:r>
        <w:t>NonlinearTechCost(1,3)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NonlinearTechCost03(1)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28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7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54     SINGLE EQUATIONS        1,596</w:t>
      </w:r>
    </w:p>
    <w:p w:rsidR="0062748B" w:rsidRDefault="0062748B" w:rsidP="0062748B">
      <w:r>
        <w:t>BLOCKS OF VARIABLES          51     SINGLE VARIABLES        1,625</w:t>
      </w:r>
    </w:p>
    <w:p w:rsidR="0062748B" w:rsidRDefault="0062748B" w:rsidP="0062748B">
      <w:r>
        <w:t>NON ZERO ELEMENTS         4,003     NON LINEAR N-Z            174</w:t>
      </w:r>
    </w:p>
    <w:p w:rsidR="0062748B" w:rsidRDefault="0062748B" w:rsidP="0062748B">
      <w:r>
        <w:t>DERIVATIVE POOL              10     CONSTANT POOL              31</w:t>
      </w:r>
    </w:p>
    <w:p w:rsidR="0062748B" w:rsidRDefault="0062748B" w:rsidP="0062748B">
      <w:r>
        <w:t>CODE LENGTH               1,508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0.016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0.016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7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29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TechProblem         OBJECTIVE  Tobj</w:t>
      </w:r>
    </w:p>
    <w:p w:rsidR="0062748B" w:rsidRDefault="0062748B" w:rsidP="0062748B">
      <w:r>
        <w:t xml:space="preserve">     TYPE    NLP                 DIRECTION  MINIMIZE</w:t>
      </w:r>
    </w:p>
    <w:p w:rsidR="0062748B" w:rsidRDefault="0062748B" w:rsidP="0062748B">
      <w:r>
        <w:t xml:space="preserve">     SOLVER  CONOPT              FROM LINE  868</w:t>
      </w:r>
    </w:p>
    <w:p w:rsidR="0062748B" w:rsidRDefault="0062748B" w:rsidP="0062748B"/>
    <w:p w:rsidR="0062748B" w:rsidRDefault="0062748B" w:rsidP="0062748B">
      <w:r>
        <w:t xml:space="preserve">**** SOLVER STATUS     7 Licensing Problems        </w:t>
      </w:r>
    </w:p>
    <w:p w:rsidR="0062748B" w:rsidRDefault="0062748B" w:rsidP="0062748B">
      <w:r>
        <w:t xml:space="preserve">**** MODEL STATUS      11 Licensing Problem        </w:t>
      </w:r>
    </w:p>
    <w:p w:rsidR="0062748B" w:rsidRDefault="0062748B" w:rsidP="0062748B">
      <w:r>
        <w:t>**** OBJECTIVE VALUE               NA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>
      <w:r>
        <w:t xml:space="preserve"> EVALUATION ERRORS              0             0</w:t>
      </w:r>
    </w:p>
    <w:p w:rsidR="0062748B" w:rsidRDefault="0062748B" w:rsidP="0062748B">
      <w:r>
        <w:t xml:space="preserve">CONOPT 3         24.1.3 r41464 Released Jul 26, 2013 WEI x86_64/MS Windows    </w:t>
      </w:r>
    </w:p>
    <w:p w:rsidR="0062748B" w:rsidRDefault="0062748B" w:rsidP="0062748B">
      <w:r>
        <w:t>*** No license found</w:t>
      </w:r>
    </w:p>
    <w:p w:rsidR="0062748B" w:rsidRDefault="0062748B" w:rsidP="0062748B">
      <w:r>
        <w:t>*** To update your license, please contact your distributor.</w:t>
      </w:r>
    </w:p>
    <w:p w:rsidR="0062748B" w:rsidRDefault="0062748B" w:rsidP="0062748B">
      <w:r>
        <w:t>*** Too many equations for demo mode</w:t>
      </w:r>
    </w:p>
    <w:p w:rsidR="0062748B" w:rsidRDefault="0062748B" w:rsidP="0062748B">
      <w:r>
        <w:t>***   Number of equations          : 1596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variables for demo mode</w:t>
      </w:r>
    </w:p>
    <w:p w:rsidR="0062748B" w:rsidRDefault="0062748B" w:rsidP="0062748B">
      <w:r>
        <w:lastRenderedPageBreak/>
        <w:t>***   Number of variables          : 1625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nonzero elements for demo mode</w:t>
      </w:r>
    </w:p>
    <w:p w:rsidR="0062748B" w:rsidRDefault="0062748B" w:rsidP="0062748B">
      <w:r>
        <w:t>***   Number of nonzeros           : 4003</w:t>
      </w:r>
    </w:p>
    <w:p w:rsidR="0062748B" w:rsidRDefault="0062748B" w:rsidP="0062748B">
      <w:r>
        <w:t>***   Maximum allowed              : 2000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No solution returned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30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Tobjective  =E=  </w:t>
      </w:r>
    </w:p>
    <w:p w:rsidR="0062748B" w:rsidRDefault="0062748B" w:rsidP="0062748B"/>
    <w:p w:rsidR="0062748B" w:rsidRDefault="0062748B" w:rsidP="0062748B">
      <w:r>
        <w:t>Tobjective..  Tobj - NonlinearTechCost(1,1) - NonlinearTechCost(1,2)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NonlinearTechCost(1,3) - NonlinearTechCost(2,1) - NonlinearTechCost(2,2)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NonlinearTechCost(2,3) - NonlinearTechCost(3,1) - NonlinearTechCost(3,2)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NonlinearTechCost(3,3) - NonlinearTechCost(4,1) - NonlinearTechCost(4,2)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NonlinearTechCost(4,3) - NonlinearTechCost(5,1) - NonlinearTechCost(5,2)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NonlinearTechCost(5,3) - NonlinearTechCost(6,1) - NonlinearTechCost(6,2)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NonlinearTechCost(6,3) - NonlinearTechCost(7,1) - NonlinearTechCost(7,2)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NonlinearTechCost(7,3) - NonlinearTechCost(8,1) - NonlinearTechCost(8,2)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NonlinearTechCost(8,3) - NonlinearTechCost(9,1) - NonlinearTechCost(9,2)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NonlinearTechCost(9,3) - NonlinearTechCost(10,1)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NonlinearTechCost(10,2) - NonlinearTechCost(10,3)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NonlinearTechCost(11,1) - NonlinearTechCost(11,2)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NonlinearTechCost(11,3) - NonlinearTechCost(12,1)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NonlinearTechCost(12,2) - NonlinearTechCost(12,3)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NonlinearTechCost(13,1) - NonlinearTechCost(13,2)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NonlinearTechCost(13,3) - NonlinearTechCost(14,1)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NonlinearTechCost(14,2) - NonlinearTechCost(14,3)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NonlinearTechCost(15,1) - NonlinearTechCost(15,2)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NonlinearTechCost(15,3) - NonlinearTechCost(16,1)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NonlinearTechCost(16,2) - NonlinearTechCost(16,3)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NonlinearTechCost(17,1) - NonlinearTechCost(17,2)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NonlinearTechCost(17,3) - NonlinearTechCost(18,1)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NonlinearTechCost(18,2) - NonlinearTechCost(18,3)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NonlinearTechCost(19,1) - NonlinearTechCost(19,2)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NonlinearTechCost(19,3) - NonlinearTechCost(20,1)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NonlinearTechCost(20,2) - NonlinearTechCost(20,3)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NonlinearTechCost(21,1) - NonlinearTechCost(21,2)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NonlinearTechCost(21,3) - NonlinearTechCost(22,1)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NonlinearTechCost(22,2) - NonlinearTechCost(22,3)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NonlinearTechCost(23,1) - NonlinearTechCost(23,2)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NonlinearTechCost(23,3) - NonlinearTechCost(24,1)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NonlinearTechCost(24,2) - NonlinearTechCost(24,3)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NonlinearTechCost(25,1) - NonlinearTechCost(25,2)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NonlinearTechCost(25,3) - NonlinearTechCost(26,1)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NonlinearTechCost(26,2) - NonlinearTechCost(26,3)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NonlinearTechCost(27,1) - NonlinearTechCost(27,2)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NonlinearTechCost(27,3) - NonlinearTechCost(28,1)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NonlinearTechCost(28,2) - NonlinearTechCost(28,3)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NonlinearTechCost(29,1) - NonlinearTechCost(29,2)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 xml:space="preserve">---- Tc1  =L=  </w:t>
      </w:r>
    </w:p>
    <w:p w:rsidR="0062748B" w:rsidRDefault="0062748B" w:rsidP="0062748B"/>
    <w:p w:rsidR="0062748B" w:rsidRDefault="0062748B" w:rsidP="0062748B">
      <w:r>
        <w:t>Tc1(1)..  Volume(1,1) + Volume(1,2) + Volume(1,3) =L= 46.1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Tc1(2)..  Volume(2,1) + Volume(2,2) + Volume(2,3) =L= 1.5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Tc1(3)..  Volume(3,1) + Volume(3,2) + Volume(3,3) =L= 4.6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Tc2  =G=  </w:t>
      </w:r>
    </w:p>
    <w:p w:rsidR="0062748B" w:rsidRDefault="0062748B" w:rsidP="0062748B"/>
    <w:p w:rsidR="0062748B" w:rsidRDefault="0062748B" w:rsidP="0062748B">
      <w:r>
        <w:t>Tc2(1)..  0.002762685*Volume(1,1) + 0.00414402749999999*Volume(1,2)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+ 0.0013813425*Volume(1,3) =G= 0.122832874808418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0.122832874808418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Tc2(2)..  0.002762685*Volume(2,1) + 0.00414402749999999*Volume(2,2)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+ 0.0013813425*Volume(2,3) =G= 0.00202831822193877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0.00202831822193877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Tc2(3)..  0.002762685*Volume(3,1) + 0.00414402749999999*Volume(3,2)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+ 0.0013813425*Volume(3,3) =G= 0.0100326811806122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0.0100326811806122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DFREq  =E=  </w:t>
      </w:r>
    </w:p>
    <w:p w:rsidR="0062748B" w:rsidRDefault="0062748B" w:rsidP="0062748B"/>
    <w:p w:rsidR="0062748B" w:rsidRDefault="0062748B" w:rsidP="0062748B">
      <w:r>
        <w:t>DFREq(1,1)..  - 43.8020833333334*Volume(1,1) + DFR(1,1)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DFREq(1,2)..  - 43.8020833333334*Volume(1,2) + DFR(1,2)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DFREq(1,3)..  - 43.8020833333334*Volume(1,3) + 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CF01  =E=  </w:t>
      </w:r>
    </w:p>
    <w:p w:rsidR="0062748B" w:rsidRDefault="0062748B" w:rsidP="0062748B"/>
    <w:p w:rsidR="0062748B" w:rsidRDefault="0062748B" w:rsidP="0062748B">
      <w:r>
        <w:t>CF01(1)..  CF_NoOfModules(1) - 1.15740740740741*Volume(1,1)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CF01(2)..  CF_NoOfModules(2) - 1.15740740740741*Volume(2,1)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CF01(3)..  CF_NoOfModules(3) - 1.15740740740741*Volume(3,1)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CF03  =E=  </w:t>
      </w:r>
    </w:p>
    <w:p w:rsidR="0062748B" w:rsidRDefault="0062748B" w:rsidP="0062748B"/>
    <w:p w:rsidR="0062748B" w:rsidRDefault="0062748B" w:rsidP="0062748B">
      <w:r>
        <w:t>CF03(1)..  CF_MFF(1) - 1.00671140939597*DFR(1,1)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CF03(2)..  CF_MFF(2) - 1.00671140939597*DFR(2,1)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CF03(3)..  CF_MFF(3) - 1.00671140939597*DFR(3,1)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CF04  =E=  </w:t>
      </w:r>
    </w:p>
    <w:p w:rsidR="0062748B" w:rsidRDefault="0062748B" w:rsidP="0062748B"/>
    <w:p w:rsidR="0062748B" w:rsidRDefault="0062748B" w:rsidP="0062748B">
      <w:r>
        <w:t>CF04(1)..  CF_BackwashFlow(1) - CF_MFF(1)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CF04(2)..  CF_BackwashFlow(2) - CF_MFF(2) + 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CF04(3)..  CF_BackwashFlow(3) - CF_MFF(3) + 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CF05  =E=  </w:t>
      </w:r>
    </w:p>
    <w:p w:rsidR="0062748B" w:rsidRDefault="0062748B" w:rsidP="0062748B"/>
    <w:p w:rsidR="0062748B" w:rsidRDefault="0062748B" w:rsidP="0062748B">
      <w:r>
        <w:t>CF05(1)..  CF_FeedPumpHP(1) - 0.346809353943718*CF_MFF(1)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CF05(2)..  CF_FeedPumpHP(2) - 0.346809353943718*CF_MFF(2)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CF05(3)..  CF_FeedPumpHP(3) - 0.346809353943718*CF_MFF(3)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CF06  =E=  </w:t>
      </w:r>
    </w:p>
    <w:p w:rsidR="0062748B" w:rsidRDefault="0062748B" w:rsidP="0062748B"/>
    <w:p w:rsidR="0062748B" w:rsidRDefault="0062748B" w:rsidP="0062748B">
      <w:r>
        <w:t>CF06(1)..  - 6534.96*CF_FeedPumpHP(1) + CF_FeedPumpPower(1)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CF06(2)..  - 6534.96*CF_FeedPumpHP(2) + CF_FeedPumpPower(2)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CF06(3)..  - 6534.96*CF_FeedPumpHP(3) + CF_FeedPumpPower(3)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CF07  =E=  </w:t>
      </w:r>
    </w:p>
    <w:p w:rsidR="0062748B" w:rsidRDefault="0062748B" w:rsidP="0062748B"/>
    <w:p w:rsidR="0062748B" w:rsidRDefault="0062748B" w:rsidP="0062748B">
      <w:r>
        <w:t>CF07(1)..  - 43.508*CF_FeedPumpHP(1) + CF_BackflushPower(1)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CF07(2)..  - 43.508*CF_FeedPumpHP(2) + CF_BackflushPower(2)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CF07(3)..  - 43.508*CF_FeedPumpHP(3) + CF_BackflushPower(3)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CF08  =E=  </w:t>
      </w:r>
    </w:p>
    <w:p w:rsidR="0062748B" w:rsidRDefault="0062748B" w:rsidP="0062748B"/>
    <w:p w:rsidR="0062748B" w:rsidRDefault="0062748B" w:rsidP="0062748B">
      <w:r>
        <w:t>CF08(1)..  - 90*CF_NoOfModules(1) + CF_NoOfMembranes(1)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CF08(2)..  - 90*CF_NoOfModules(2) + CF_NoOfMembranes(2)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CF08(3)..  - 90*CF_NoOfModules(3) + CF_NoOfMembranes(3)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CF09  =E=  </w:t>
      </w:r>
    </w:p>
    <w:p w:rsidR="0062748B" w:rsidRDefault="0062748B" w:rsidP="0062748B"/>
    <w:p w:rsidR="0062748B" w:rsidRDefault="0062748B" w:rsidP="0062748B">
      <w:r>
        <w:t>CF09(1)..  CF_BuildingArea(1) - 1.060338816*DFR(1,1)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CF09(2)..  CF_BuildingArea(2) - 1.060338816*DFR(2,1)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CF09(3)..  CF_BuildingArea(3) - 1.060338816*DFR(3,1)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CF10  =E=  </w:t>
      </w:r>
    </w:p>
    <w:p w:rsidR="0062748B" w:rsidRDefault="0062748B" w:rsidP="0062748B"/>
    <w:p w:rsidR="0062748B" w:rsidRDefault="0062748B" w:rsidP="0062748B">
      <w:r>
        <w:t>CF10(1)..  - 370000*CF_NoOfModules(1) + CF_MembraneModuleCost(1)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CF10(2)..  - 370000*CF_NoOfModules(2) + CF_MembraneModuleCost(2)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CF10(3)..  - 370000*CF_NoOfModules(3) + CF_MembraneModuleCost(3)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CF11  =E=  </w:t>
      </w:r>
    </w:p>
    <w:p w:rsidR="0062748B" w:rsidRDefault="0062748B" w:rsidP="0062748B"/>
    <w:p w:rsidR="0062748B" w:rsidRDefault="0062748B" w:rsidP="0062748B">
      <w:r>
        <w:t>CF11(1)..  - 1076*CF_BuildingArea(1) + CF_BuildingCost(1)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CF11(2)..  - 1076*CF_BuildingArea(2) + CF_BuildingCost(2)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CF11(3)..  - 1076*CF_BuildingArea(3) + CF_BuildingCost(3)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CF12  =E=  </w:t>
      </w:r>
    </w:p>
    <w:p w:rsidR="0062748B" w:rsidRDefault="0062748B" w:rsidP="0062748B"/>
    <w:p w:rsidR="0062748B" w:rsidRDefault="0062748B" w:rsidP="0062748B">
      <w:r>
        <w:t>CF12(1)..  - 70000*CF_NoOfModules(1) + CF_InstallationCost(1)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CF12(2)..  - 70000*CF_NoOfModules(2) + CF_InstallationCost(2)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CF12(3)..  - 70000*CF_NoOfModules(3) + CF_InstallationCost(3)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CF13  =E=  </w:t>
      </w:r>
    </w:p>
    <w:p w:rsidR="0062748B" w:rsidRDefault="0062748B" w:rsidP="0062748B"/>
    <w:p w:rsidR="0062748B" w:rsidRDefault="0062748B" w:rsidP="0062748B">
      <w:r>
        <w:t>CF13(1)..  - 0.05*CF_MembraneModuleCost(1) + CF_MiscCost(1)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CF13(2)..  - 0.05*CF_MembraneModuleCost(2) + CF_MiscCost(2)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CF13(3)..  - 0.05*CF_MembraneModuleCost(3) + CF_MiscCost(3)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CF14  =E=  </w:t>
      </w:r>
    </w:p>
    <w:p w:rsidR="0062748B" w:rsidRDefault="0062748B" w:rsidP="0062748B"/>
    <w:p w:rsidR="0062748B" w:rsidRDefault="0062748B" w:rsidP="0062748B">
      <w:r>
        <w:t>CF14(1)..  - 0.05*CF_MembraneModuleCost(1) - 0.05*CF_MiscCost(1)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CF_PlantPipingCost(1)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CF14(2)..  - 0.05*CF_MembraneModuleCost(2) - 0.05*CF_MiscCost(2)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CF14(3)..  - 0.05*CF_MembraneModuleCost(3) - 0.05*CF_MiscCost(3)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CF15  =E=  </w:t>
      </w:r>
    </w:p>
    <w:p w:rsidR="0062748B" w:rsidRDefault="0062748B" w:rsidP="0062748B"/>
    <w:p w:rsidR="0062748B" w:rsidRDefault="0062748B" w:rsidP="0062748B">
      <w:r>
        <w:t>CF15(1)..  - 0.1*CF_MembraneModuleCost(1) - 0.1*CF_MiscCost(1)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CF15(2)..  - 0.1*CF_MembraneModuleCost(2) - 0.1*CF_MiscCost(2)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CF15(3)..  - 0.1*CF_MembraneModuleCost(3) - 0.1*CF_MiscCost(3)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CF_EngineeringCost(3)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CF16  =E=  </w:t>
      </w:r>
    </w:p>
    <w:p w:rsidR="0062748B" w:rsidRDefault="0062748B" w:rsidP="0062748B"/>
    <w:p w:rsidR="0062748B" w:rsidRDefault="0062748B" w:rsidP="0062748B">
      <w:r>
        <w:t>CF16(1)..  - CF_MembraneModuleCost(1) - CF_BuildingCost(1)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CF_InstallationCost(1) - CF_MiscCost(1) - CF_PlantPipingCost(1)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CF_EngineeringCost(1) + CF_DirectCapitalCost(1)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CF16(2)..  - CF_MembraneModuleCost(2) - CF_BuildingCost(2)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CF_InstallationCost(2) - CF_MiscCost(2) - CF_PlantPipingCost(2)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CF_EngineeringCost(2) + CF_DirectCapitalCost(2)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CF16(3)..  - CF_MembraneModuleCost(3) - CF_BuildingCost(3)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CF_InstallationCost(3) - CF_MiscCost(3) - CF_PlantPipingCost(3)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CF_EngineeringCost(3) + CF_DirectCapitalCost(3)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CF17  =E=  </w:t>
      </w:r>
    </w:p>
    <w:p w:rsidR="0062748B" w:rsidRDefault="0062748B" w:rsidP="0062748B"/>
    <w:p w:rsidR="0062748B" w:rsidRDefault="0062748B" w:rsidP="0062748B">
      <w:r>
        <w:t>CF17(1)..  - 0.06*CF_DirectCapitalCost(1) + CF_ConstructionInterest(1)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CF17(2)..  - 0.06*CF_DirectCapitalCost(2) + CF_ConstructionInterest(2)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CF17(3)..  - 0.06*CF_DirectCapitalCost(3) + CF_ConstructionInterest(3)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CF18  =E=  </w:t>
      </w:r>
    </w:p>
    <w:p w:rsidR="0062748B" w:rsidRDefault="0062748B" w:rsidP="0062748B"/>
    <w:p w:rsidR="0062748B" w:rsidRDefault="0062748B" w:rsidP="0062748B">
      <w:r>
        <w:t>CF18(1)..  - 0.2*CF_DirectCapitalCost(1) + CF_Contingencies(1)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CF18(2)..  - 0.2*CF_DirectCapitalCost(2) + CF_Contingencies(2)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CF18(3)..  - 0.2*CF_DirectCapitalCost(3) + CF_Contingencies(3)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CF19  =E=  </w:t>
      </w:r>
    </w:p>
    <w:p w:rsidR="0062748B" w:rsidRDefault="0062748B" w:rsidP="0062748B"/>
    <w:p w:rsidR="0062748B" w:rsidRDefault="0062748B" w:rsidP="0062748B">
      <w:r>
        <w:t>CF19(1)..  - 0.1*CF_DirectCapitalCost(1) + CF_ProjectManagement(1)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CF19(2)..  - 0.1*CF_DirectCapitalCost(2) + CF_ProjectManagement(2)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CF19(3)..  - 0.1*CF_DirectCapitalCost(3) + CF_ProjectManagement(3)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CF20  =E=  </w:t>
      </w:r>
    </w:p>
    <w:p w:rsidR="0062748B" w:rsidRDefault="0062748B" w:rsidP="0062748B"/>
    <w:p w:rsidR="0062748B" w:rsidRDefault="0062748B" w:rsidP="0062748B">
      <w:r>
        <w:lastRenderedPageBreak/>
        <w:t>CF20(1)..  - 0.04*CF_DirectCapitalCost(1) + CF_WorkingCapital(1)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CF20(2)..  - 0.04*CF_DirectCapitalCost(2) + CF_WorkingCapital(2)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CF20(3)..  - 0.04*CF_DirectCapitalCost(3) + CF_WorkingCapital(3)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CF21  =E=  </w:t>
      </w:r>
    </w:p>
    <w:p w:rsidR="0062748B" w:rsidRDefault="0062748B" w:rsidP="0062748B"/>
    <w:p w:rsidR="0062748B" w:rsidRDefault="0062748B" w:rsidP="0062748B">
      <w:r>
        <w:t>CF21(1)..  - CF_ConstructionInterest(1) - CF_Contingencies(1)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CF_ProjectManagement(1) - CF_WorkingCapital(1)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CF21(2)..  - CF_ConstructionInterest(2) - CF_Contingencies(2)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CF_ProjectManagement(2) - CF_WorkingCapital(2)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CF21(3)..  - CF_ConstructionInterest(3) - CF_Contingencies(3)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CF_ProjectManagement(3) - CF_WorkingCapital(3)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CF22  =E=  </w:t>
      </w:r>
    </w:p>
    <w:p w:rsidR="0062748B" w:rsidRDefault="0062748B" w:rsidP="0062748B"/>
    <w:p w:rsidR="0062748B" w:rsidRDefault="0062748B" w:rsidP="0062748B">
      <w:r>
        <w:t>CF22(1)..  - CF_DirectCapitalCost(1) - CF_IndirectCapitalCost(1)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CF22(2)..  - CF_DirectCapitalCost(2) - CF_IndirectCapitalCost(2)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CF22(3)..  - CF_DirectCapitalCost(3) - CF_IndirectCapitalCost(3)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CF_TotalConstructionCost(3)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CF23  =E=  </w:t>
      </w:r>
    </w:p>
    <w:p w:rsidR="0062748B" w:rsidRDefault="0062748B" w:rsidP="0062748B"/>
    <w:p w:rsidR="0062748B" w:rsidRDefault="0062748B" w:rsidP="0062748B">
      <w:r>
        <w:t>CF23(1)..  - 0.085503060254*CF_FeedPumpPower(1)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- 0.085503060254*CF_BackflushPower(1) + CF_ElectricityCost(1)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CF23(2)..  - 0.085503060254*CF_FeedPumpPower(2)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- 0.085503060254*CF_BackflushPower(2) + CF_ElectricityCost(2)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CF23(3)..  - 0.085503060254*CF_FeedPumpPower(3)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- 0.085503060254*CF_BackflushPower(3) + CF_ElectricityCost(3)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CF24  =E=  </w:t>
      </w:r>
    </w:p>
    <w:p w:rsidR="0062748B" w:rsidRDefault="0062748B" w:rsidP="0062748B"/>
    <w:p w:rsidR="0062748B" w:rsidRDefault="0062748B" w:rsidP="0062748B">
      <w:r>
        <w:t>CF24(1)..  CF_LaborCost(1)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CF24(2)..  CF_LaborCost(2)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CF24(3)..  CF_LaborCost(3)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CF25  =E=  </w:t>
      </w:r>
    </w:p>
    <w:p w:rsidR="0062748B" w:rsidRDefault="0062748B" w:rsidP="0062748B"/>
    <w:p w:rsidR="0062748B" w:rsidRDefault="0062748B" w:rsidP="0062748B">
      <w:r>
        <w:t>CF25(1)..  CF_ChemicalCost(1) - 52.3384154619738*DFR(1,1) =E= -305.670579075782</w:t>
      </w:r>
    </w:p>
    <w:p w:rsidR="0062748B" w:rsidRDefault="0062748B" w:rsidP="0062748B">
      <w:r>
        <w:t xml:space="preserve">      ; (LHS = 0, INFES = 305.670579075782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CF25(2)..  CF_ChemicalCost(2) - 52.3384154619738*DFR(2,1) =E= -305.670579075782</w:t>
      </w:r>
    </w:p>
    <w:p w:rsidR="0062748B" w:rsidRDefault="0062748B" w:rsidP="0062748B">
      <w:r>
        <w:t xml:space="preserve">      ; (LHS = 0, INFES = 305.670579075782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CF25(3)..  CF_ChemicalCost(3) - 52.3384154619738*DFR(3,1) =E= -305.670579075782</w:t>
      </w:r>
    </w:p>
    <w:p w:rsidR="0062748B" w:rsidRDefault="0062748B" w:rsidP="0062748B">
      <w:r>
        <w:t xml:space="preserve">      ; (LHS = 0, INFES = 305.670579075782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CF26  =E=  </w:t>
      </w:r>
    </w:p>
    <w:p w:rsidR="0062748B" w:rsidRDefault="0062748B" w:rsidP="0062748B"/>
    <w:p w:rsidR="0062748B" w:rsidRDefault="0062748B" w:rsidP="0062748B">
      <w:r>
        <w:t>CF26(1)..  - 136.376590983962*CF_NoOfMembranes(1)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CF26(2)..  - 136.376590983962*CF_NoOfMembranes(2)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CF26(3)..  - 136.376590983962*CF_NoOfMembranes(3)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CF27  =E=  </w:t>
      </w:r>
    </w:p>
    <w:p w:rsidR="0062748B" w:rsidRDefault="0062748B" w:rsidP="0062748B"/>
    <w:p w:rsidR="0062748B" w:rsidRDefault="0062748B" w:rsidP="0062748B">
      <w:r>
        <w:t xml:space="preserve">CF27(1)..  CF_CleaningChemicalCost(1) - 10.4676830923948*DFR(1,1) =E= </w:t>
      </w:r>
    </w:p>
    <w:p w:rsidR="0062748B" w:rsidRDefault="0062748B" w:rsidP="0062748B">
      <w:r>
        <w:t xml:space="preserve">     61.1344826202181 ; (LHS = 0, INFES = 61.1344826202181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CF27(2)..  CF_CleaningChemicalCost(2) - 10.4676830923948*DFR(2,1) =E= </w:t>
      </w:r>
    </w:p>
    <w:p w:rsidR="0062748B" w:rsidRDefault="0062748B" w:rsidP="0062748B">
      <w:r>
        <w:t xml:space="preserve">     61.1344826202181 ; (LHS = 0, INFES = 61.1344826202181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CF27(3)..  CF_CleaningChemicalCost(3) - 10.4676830923948*DFR(3,1) =E= </w:t>
      </w:r>
    </w:p>
    <w:p w:rsidR="0062748B" w:rsidRDefault="0062748B" w:rsidP="0062748B">
      <w:r>
        <w:t xml:space="preserve">     61.1344826202181 ; (LHS = 0, INFES = 61.1344826202181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CF28  =E=  </w:t>
      </w:r>
    </w:p>
    <w:p w:rsidR="0062748B" w:rsidRDefault="0062748B" w:rsidP="0062748B"/>
    <w:p w:rsidR="0062748B" w:rsidRDefault="0062748B" w:rsidP="0062748B">
      <w:r>
        <w:t>CF28(1)..  - 0.02*CF_DirectCapitalCost(1) + CF_Repairs(1)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CF28(2)..  - 0.02*CF_DirectCapitalCost(2) + CF_Repairs(2)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CF28(3)..  - 0.02*CF_DirectCapitalCost(3) + CF_Repairs(3)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CF29  =E=  </w:t>
      </w:r>
    </w:p>
    <w:p w:rsidR="0062748B" w:rsidRDefault="0062748B" w:rsidP="0062748B"/>
    <w:p w:rsidR="0062748B" w:rsidRDefault="0062748B" w:rsidP="0062748B">
      <w:r>
        <w:t>CF29(1)..  - CF_ElectricityCost(1) - CF_LaborCost(1) - CF_ChemicalCost(1)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CF_MembraneReplacementCost(1) - CF_CleaningChemicalCost(1)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CF_Repairs(1) + CF_TotalOMCost(1)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CF29(2)..  - CF_ElectricityCost(2) - CF_LaborCost(2) - CF_ChemicalCost(2)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CF_MembraneReplacementCost(2) - CF_CleaningChemicalCost(2)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CF_Repairs(2) + CF_TotalOMCost(2)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CF29(3)..  - CF_ElectricityCost(3) - CF_LaborCost(3) - CF_ChemicalCost(3)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CF_MembraneReplacementCost(3) - CF_CleaningChemicalCost(3)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CF_Repairs(3) + CF_TotalOMCost(3)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CF30  =E=  </w:t>
      </w:r>
    </w:p>
    <w:p w:rsidR="0062748B" w:rsidRDefault="0062748B" w:rsidP="0062748B"/>
    <w:p w:rsidR="0062748B" w:rsidRDefault="0062748B" w:rsidP="0062748B">
      <w:r>
        <w:t>CF30(1)..  - 0.101852208823151*CF_TotalConstructionCost(1)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CF30(2)..  - 0.101852208823151*CF_TotalConstructionCost(2)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CF_CapitalRecovery(2)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CF30(3)..  - 0.101852208823151*CF_TotalConstructionCost(3)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CF31  =E=  </w:t>
      </w:r>
    </w:p>
    <w:p w:rsidR="0062748B" w:rsidRDefault="0062748B" w:rsidP="0062748B"/>
    <w:p w:rsidR="0062748B" w:rsidRDefault="0062748B" w:rsidP="0062748B">
      <w:r>
        <w:t>CF31(1)..  - 2*CF_TotalOMCost(1) - 2*CF_CapitalRecovery(1) + CF_AnnualCost(1)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CF31(2)..  - 2*CF_TotalOMCost(2) - 2*CF_CapitalRecovery(2) + CF_AnnualCost(2)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CF31(3)..  - 2*CF_TotalOMCost(3) - 2*CF_CapitalRecovery(3) + CF_AnnualCost(3)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GAC01  =E=  </w:t>
      </w:r>
    </w:p>
    <w:p w:rsidR="0062748B" w:rsidRDefault="0062748B" w:rsidP="0062748B"/>
    <w:p w:rsidR="0062748B" w:rsidRDefault="0062748B" w:rsidP="0062748B">
      <w:r>
        <w:t>GAC01(1)..  GAC_CapitalCost(1) - (7.37701051584E16)*Volume(1,2)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GAC01(2)..  GAC_CapitalCost(2) - (7.37701051584E16)*Volume(2,2)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GAC01(3)..  GAC_CapitalCost(3) - (7.37701051584E16)*Volume(3,2)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GAC02  =E=  </w:t>
      </w:r>
    </w:p>
    <w:p w:rsidR="0062748B" w:rsidRDefault="0062748B" w:rsidP="0062748B"/>
    <w:p w:rsidR="0062748B" w:rsidRDefault="0062748B" w:rsidP="0062748B">
      <w:r>
        <w:t>GAC02(1)..  GAC_OMCost(1) - (8.53307527956E15)*Volume(1,2)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GAC02(2)..  GAC_OMCost(2) - (8.53307527956E15)*Volume(2,2)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GAC02(3)..  GAC_OMCost(3) - (8.53307527956E15)*Volume(3,2)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GAC03  =E=  </w:t>
      </w:r>
    </w:p>
    <w:p w:rsidR="0062748B" w:rsidRDefault="0062748B" w:rsidP="0062748B"/>
    <w:p w:rsidR="0062748B" w:rsidRDefault="0062748B" w:rsidP="0062748B">
      <w:r>
        <w:t>GAC03(1)..  - GAC_CapitalCost(1) - GAC_OMCost(1) + GAC_TotalCost(1)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GAC03(2)..  - GAC_CapitalCost(2) - GAC_OMCost(2) + GAC_TotalCost(2)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GAC03(3)..  - GAC_CapitalCost(3) - GAC_OMCost(3) + GAC_TotalCost(3)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IX01  =E=  </w:t>
      </w:r>
    </w:p>
    <w:p w:rsidR="0062748B" w:rsidRDefault="0062748B" w:rsidP="0062748B"/>
    <w:p w:rsidR="0062748B" w:rsidRDefault="0062748B" w:rsidP="0062748B">
      <w:r>
        <w:t>IX01(1)..  IX_MinResinVolume(1) - 0.18*DFR(1,3)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IX01(2)..  IX_MinResinVolume(2) - 0.18*DFR(2,3)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IX01(3)..  IX_MinResinVolume(3) - 0.18*DFR(3,3)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IX02  =E=  </w:t>
      </w:r>
    </w:p>
    <w:p w:rsidR="0062748B" w:rsidRDefault="0062748B" w:rsidP="0062748B"/>
    <w:p w:rsidR="0062748B" w:rsidRDefault="0062748B" w:rsidP="0062748B">
      <w:r>
        <w:t>IX02(1)..  IX_MinVolExhaustionTime(1)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IX02(2)..  IX_MinVolExhaustionTime(2)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IX02(3)..  IX_MinVolExhaustionTime(3)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IX04  =E=  </w:t>
      </w:r>
    </w:p>
    <w:p w:rsidR="0062748B" w:rsidRDefault="0062748B" w:rsidP="0062748B"/>
    <w:p w:rsidR="0062748B" w:rsidRDefault="0062748B" w:rsidP="0062748B">
      <w:r>
        <w:t>IX04(1)..  IX_ExhaustionTimeResinVolume(1) - 0.0156384*DFR(1,3)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IX04(2)..  IX_ExhaustionTimeResinVolume(2) - 0.0156384*DFR(2,3)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IX04(3)..  IX_ExhaustionTimeResinVolume(3) - 0.0156384*DFR(3,3)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IX05  =E=  </w:t>
      </w:r>
    </w:p>
    <w:p w:rsidR="0062748B" w:rsidRDefault="0062748B" w:rsidP="0062748B"/>
    <w:p w:rsidR="0062748B" w:rsidRDefault="0062748B" w:rsidP="0062748B">
      <w:r>
        <w:t>IX05(1)..  - 2*IX_ExhaustionTimeResinVolume(1) + IX_VesselVolume(1)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IX05(2)..  - 2*IX_ExhaustionTimeResinVolume(2) + IX_VesselVolume(2)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IX05(3)..  - 2*IX_ExhaustionTimeResinVolume(3) + IX_VesselVolume(3)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IX06  =E=  </w:t>
      </w:r>
    </w:p>
    <w:p w:rsidR="0062748B" w:rsidRDefault="0062748B" w:rsidP="0062748B"/>
    <w:p w:rsidR="0062748B" w:rsidRDefault="0062748B" w:rsidP="0062748B">
      <w:r>
        <w:t>IX06(1)..  - 1684.9266337152*IX_ExhaustionTimeResinVolume(1) + IX_ResinCost(1)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IX06(2)..  - 1684.9266337152*IX_ExhaustionTimeResinVolume(2) + IX_ResinCost(2)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IX06(3)..  - 1684.9266337152*IX_ExhaustionTimeResinVolume(3) + IX_ResinCost(3)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IX07  =E=  </w:t>
      </w:r>
    </w:p>
    <w:p w:rsidR="0062748B" w:rsidRDefault="0062748B" w:rsidP="0062748B"/>
    <w:p w:rsidR="0062748B" w:rsidRDefault="0062748B" w:rsidP="0062748B">
      <w:r>
        <w:t>IX07(1)..  - (609346.255906488)*IX_VesselVolume(1) + IX_TankTotalCost(1)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-12.7529353763942, INFES = 12.7529353763942 ****)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IX07(2)..  - (609346.255906488)*IX_VesselVolume(2) + IX_TankTotalCost(2)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-12.7529353763942, INFES = 12.7529353763942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IX07(3)..  - (609346.255906488)*IX_VesselVolume(3) + IX_TankTotalCost(3)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-12.7529353763942, INFES = 12.7529353763942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IX08  =E=  </w:t>
      </w:r>
    </w:p>
    <w:p w:rsidR="0062748B" w:rsidRDefault="0062748B" w:rsidP="0062748B"/>
    <w:p w:rsidR="0062748B" w:rsidRDefault="0062748B" w:rsidP="0062748B">
      <w:r>
        <w:t>IX08(1)..  - 150*IX_ExhaustionTimeResinVolume(1) + IX_NaClReq(1)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IX08(2)..  - 150*IX_ExhaustionTimeResinVolume(2) + IX_NaClReq(2)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IX08(3)..  - 150*IX_ExhaustionTimeResinVolume(3) + IX_NaClReq(3)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IX09  =E=  </w:t>
      </w:r>
    </w:p>
    <w:p w:rsidR="0062748B" w:rsidRDefault="0062748B" w:rsidP="0062748B"/>
    <w:p w:rsidR="0062748B" w:rsidRDefault="0062748B" w:rsidP="0062748B">
      <w:r>
        <w:t>IX09(1)..  - 0.01*IX_NaClReq(1) + IX_RegFluidReq(1)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IX09(2)..  - 0.01*IX_NaClReq(2) + IX_RegFluidReq(2)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IX09(3)..  - 0.01*IX_NaClReq(3) + IX_RegFluidReq(3)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IX10  =E=  </w:t>
      </w:r>
    </w:p>
    <w:p w:rsidR="0062748B" w:rsidRDefault="0062748B" w:rsidP="0062748B"/>
    <w:p w:rsidR="0062748B" w:rsidRDefault="0062748B" w:rsidP="0062748B">
      <w:r>
        <w:t>IX10(1)..  - 3.65*IX_NaClReq(1) + IX_TotalChemCost(1)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IX10(2)..  - 3.65*IX_NaClReq(2) + IX_TotalChemCost(2)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IX10(3)..  - 3.65*IX_NaClReq(3) + IX_TotalChemCost(3)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IX11  =E=  </w:t>
      </w:r>
    </w:p>
    <w:p w:rsidR="0062748B" w:rsidRDefault="0062748B" w:rsidP="0062748B"/>
    <w:p w:rsidR="0062748B" w:rsidRDefault="0062748B" w:rsidP="0062748B">
      <w:r>
        <w:t>IX11(1)..  - 250*IX_RegFluidReq(1) + IX_StorageTankCost(1)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IX11(2)..  - 250*IX_RegFluidReq(2) + IX_StorageTankCost(2)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IX11(3)..  - 250*IX_RegFluidReq(3) + IX_StorageTankCost(3)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IX12  =E=  </w:t>
      </w:r>
    </w:p>
    <w:p w:rsidR="0062748B" w:rsidRDefault="0062748B" w:rsidP="0062748B"/>
    <w:p w:rsidR="0062748B" w:rsidRDefault="0062748B" w:rsidP="0062748B">
      <w:r>
        <w:t>IX12(1)..  - (2500000000)*IX_VesselVolume(1) + IX_BedArea(1)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IX12(2)..  - (2500000000)*IX_VesselVolume(2) + IX_BedArea(2)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IX12(3)..  - (2500000000)*IX_VesselVolume(3) + IX_BedArea(3)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IX13  =E=  </w:t>
      </w:r>
    </w:p>
    <w:p w:rsidR="0062748B" w:rsidRDefault="0062748B" w:rsidP="0062748B"/>
    <w:p w:rsidR="0062748B" w:rsidRDefault="0062748B" w:rsidP="0062748B">
      <w:r>
        <w:lastRenderedPageBreak/>
        <w:t>IX13(1)..  - (1254.21)*IX_BedArea(1) + IX_ConstructionCost(1)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IX13(2)..  - (1254.21)*IX_BedArea(2) + IX_ConstructionCost(2)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IX13(3)..  - (1254.21)*IX_BedArea(3) + IX_ConstructionCost(3)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IX14  =E=  </w:t>
      </w:r>
    </w:p>
    <w:p w:rsidR="0062748B" w:rsidRDefault="0062748B" w:rsidP="0062748B"/>
    <w:p w:rsidR="0062748B" w:rsidRDefault="0062748B" w:rsidP="0062748B">
      <w:r>
        <w:t>IX14(1)..  - (733000000000)*IX_BedArea(1) + IX_OMCost(1)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IX14(2)..  - (733000000000)*IX_BedArea(2) + IX_OMCost(2)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IX14(3)..  - (733000000000)*IX_BedArea(3) + IX_OMCost(3)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IX15  =E=  </w:t>
      </w:r>
    </w:p>
    <w:p w:rsidR="0062748B" w:rsidRDefault="0062748B" w:rsidP="0062748B"/>
    <w:p w:rsidR="0062748B" w:rsidRDefault="0062748B" w:rsidP="0062748B">
      <w:r>
        <w:t>IX15(1)..  - 24*IX_ResinCost(1) - IX_TankTotalCost(1) - IX_TotalChemCost(1)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IX_StorageTankCost(1) - IX_ConstructionCost(1) - IX_OMCost(1)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IX15(2)..  - 24*IX_ResinCost(2) - IX_TankTotalCost(2) - IX_TotalChemCost(2)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IX_StorageTankCost(2) - IX_ConstructionCost(2) - IX_OMCost(2)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IX15(3)..  - 24*IX_ResinCost(3) - IX_TankTotalCost(3) - IX_TotalChemCost(3)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IX_StorageTankCost(3) - IX_ConstructionCost(3) - IX_OMCost(3)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IX_TotalCost(3)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NonlinearTechCost01  =E=  </w:t>
      </w:r>
    </w:p>
    <w:p w:rsidR="0062748B" w:rsidRDefault="0062748B" w:rsidP="0062748B"/>
    <w:p w:rsidR="0062748B" w:rsidRDefault="0062748B" w:rsidP="0062748B">
      <w:r>
        <w:t>NonlinearTechCost01(1)..  - 1E-5*CF_AnnualCost(1) + NonlinearTechCost(1,1)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NonlinearTechCost01(2)..  - 1E-5*CF_AnnualCost(2) + NonlinearTechCost(2,1)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NonlinearTechCost01(3)..  - 1E-5*CF_AnnualCost(3) + NonlinearTechCost(3,1)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NonlinearTechCost02  =E=  </w:t>
      </w:r>
    </w:p>
    <w:p w:rsidR="0062748B" w:rsidRDefault="0062748B" w:rsidP="0062748B"/>
    <w:p w:rsidR="0062748B" w:rsidRDefault="0062748B" w:rsidP="0062748B">
      <w:r>
        <w:t>NonlinearTechCost02(1)..  - 1E-5*GAC_TotalCost(1) + NonlinearTechCost(1,2)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NonlinearTechCost02(2)..  - 1E-5*GAC_TotalCost(2) + NonlinearTechCost(2,2) =E= 0</w:t>
      </w:r>
    </w:p>
    <w:p w:rsidR="0062748B" w:rsidRDefault="0062748B" w:rsidP="0062748B">
      <w:r>
        <w:lastRenderedPageBreak/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NonlinearTechCost02(3)..  - 1E-5*GAC_TotalCost(3) + NonlinearTechCost(3,2)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NonlinearTechCost03  =E=  </w:t>
      </w:r>
    </w:p>
    <w:p w:rsidR="0062748B" w:rsidRDefault="0062748B" w:rsidP="0062748B"/>
    <w:p w:rsidR="0062748B" w:rsidRDefault="0062748B" w:rsidP="0062748B">
      <w:r>
        <w:t>NonlinearTechCost03(1)..  - 1E-5*IX_TotalCost(1) + NonlinearTechCost(1,3)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NonlinearTechCost03(2)..  - 1E-5*IX_TotalCost(2) + NonlinearTechCost(2,3)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NonlinearTechCost03(3)..  - 1E-5*IX_TotalCost(3) + NonlinearTechCost(3,3)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31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CF_NoOfModules  Number of modules</w:t>
      </w:r>
    </w:p>
    <w:p w:rsidR="0062748B" w:rsidRDefault="0062748B" w:rsidP="0062748B"/>
    <w:p w:rsidR="0062748B" w:rsidRDefault="0062748B" w:rsidP="0062748B">
      <w:r>
        <w:t>CF_NoOfModules(1)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CF01(1)</w:t>
      </w:r>
    </w:p>
    <w:p w:rsidR="0062748B" w:rsidRDefault="0062748B" w:rsidP="0062748B">
      <w:r>
        <w:t xml:space="preserve">      -90       CF08(1)</w:t>
      </w:r>
    </w:p>
    <w:p w:rsidR="0062748B" w:rsidRDefault="0062748B" w:rsidP="0062748B">
      <w:r>
        <w:t xml:space="preserve">  -370000       CF10(1)</w:t>
      </w:r>
    </w:p>
    <w:p w:rsidR="0062748B" w:rsidRDefault="0062748B" w:rsidP="0062748B">
      <w:r>
        <w:t xml:space="preserve">   -70000       CF12(1)</w:t>
      </w:r>
    </w:p>
    <w:p w:rsidR="0062748B" w:rsidRDefault="0062748B" w:rsidP="0062748B"/>
    <w:p w:rsidR="0062748B" w:rsidRDefault="0062748B" w:rsidP="0062748B">
      <w:r>
        <w:t>CF_NoOfModules(2)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CF01(2)</w:t>
      </w:r>
    </w:p>
    <w:p w:rsidR="0062748B" w:rsidRDefault="0062748B" w:rsidP="0062748B">
      <w:r>
        <w:t xml:space="preserve">      -90       CF08(2)</w:t>
      </w:r>
    </w:p>
    <w:p w:rsidR="0062748B" w:rsidRDefault="0062748B" w:rsidP="0062748B">
      <w:r>
        <w:t xml:space="preserve">  -370000       CF10(2)</w:t>
      </w:r>
    </w:p>
    <w:p w:rsidR="0062748B" w:rsidRDefault="0062748B" w:rsidP="0062748B">
      <w:r>
        <w:t xml:space="preserve">   -70000       CF12(2)</w:t>
      </w:r>
    </w:p>
    <w:p w:rsidR="0062748B" w:rsidRDefault="0062748B" w:rsidP="0062748B"/>
    <w:p w:rsidR="0062748B" w:rsidRDefault="0062748B" w:rsidP="0062748B">
      <w:r>
        <w:t>CF_NoOfModules(3)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CF01(3)</w:t>
      </w:r>
    </w:p>
    <w:p w:rsidR="0062748B" w:rsidRDefault="0062748B" w:rsidP="0062748B">
      <w:r>
        <w:t xml:space="preserve">      -90       CF08(3)</w:t>
      </w:r>
    </w:p>
    <w:p w:rsidR="0062748B" w:rsidRDefault="0062748B" w:rsidP="0062748B">
      <w:r>
        <w:lastRenderedPageBreak/>
        <w:t xml:space="preserve">  -370000       CF10(3)</w:t>
      </w:r>
    </w:p>
    <w:p w:rsidR="0062748B" w:rsidRDefault="0062748B" w:rsidP="0062748B">
      <w:r>
        <w:t xml:space="preserve">   -70000       CF12(3)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CF_BackwashFlow  Backwash flow</w:t>
      </w:r>
    </w:p>
    <w:p w:rsidR="0062748B" w:rsidRDefault="0062748B" w:rsidP="0062748B"/>
    <w:p w:rsidR="0062748B" w:rsidRDefault="0062748B" w:rsidP="0062748B">
      <w:r>
        <w:t>CF_BackwashFlow(1)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CF04(1)</w:t>
      </w:r>
    </w:p>
    <w:p w:rsidR="0062748B" w:rsidRDefault="0062748B" w:rsidP="0062748B"/>
    <w:p w:rsidR="0062748B" w:rsidRDefault="0062748B" w:rsidP="0062748B">
      <w:r>
        <w:t>CF_BackwashFlow(2)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CF04(2)</w:t>
      </w:r>
    </w:p>
    <w:p w:rsidR="0062748B" w:rsidRDefault="0062748B" w:rsidP="0062748B"/>
    <w:p w:rsidR="0062748B" w:rsidRDefault="0062748B" w:rsidP="0062748B">
      <w:r>
        <w:t>CF_BackwashFlow(3)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CF_FeedPumpHP  Feed pump horsepower</w:t>
      </w:r>
    </w:p>
    <w:p w:rsidR="0062748B" w:rsidRDefault="0062748B" w:rsidP="0062748B"/>
    <w:p w:rsidR="0062748B" w:rsidRDefault="0062748B" w:rsidP="0062748B">
      <w:r>
        <w:t>CF_FeedPumpHP(1)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CF05(1)</w:t>
      </w:r>
    </w:p>
    <w:p w:rsidR="0062748B" w:rsidRDefault="0062748B" w:rsidP="0062748B">
      <w:r>
        <w:t xml:space="preserve">    -6534.96    CF06(1)</w:t>
      </w:r>
    </w:p>
    <w:p w:rsidR="0062748B" w:rsidRDefault="0062748B" w:rsidP="0062748B">
      <w:r>
        <w:t xml:space="preserve">      -43.508   CF07(1)</w:t>
      </w:r>
    </w:p>
    <w:p w:rsidR="0062748B" w:rsidRDefault="0062748B" w:rsidP="0062748B"/>
    <w:p w:rsidR="0062748B" w:rsidRDefault="0062748B" w:rsidP="0062748B">
      <w:r>
        <w:t>CF_FeedPumpHP(2)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CF05(2)</w:t>
      </w:r>
    </w:p>
    <w:p w:rsidR="0062748B" w:rsidRDefault="0062748B" w:rsidP="0062748B">
      <w:r>
        <w:t xml:space="preserve">    -6534.96    CF06(2)</w:t>
      </w:r>
    </w:p>
    <w:p w:rsidR="0062748B" w:rsidRDefault="0062748B" w:rsidP="0062748B">
      <w:r>
        <w:t xml:space="preserve">      -43.508   CF07(2)</w:t>
      </w:r>
    </w:p>
    <w:p w:rsidR="0062748B" w:rsidRDefault="0062748B" w:rsidP="0062748B"/>
    <w:p w:rsidR="0062748B" w:rsidRDefault="0062748B" w:rsidP="0062748B">
      <w:r>
        <w:t>CF_FeedPumpHP(3)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CF05(3)</w:t>
      </w:r>
    </w:p>
    <w:p w:rsidR="0062748B" w:rsidRDefault="0062748B" w:rsidP="0062748B">
      <w:r>
        <w:t xml:space="preserve">    -6534.96    CF06(3)</w:t>
      </w:r>
    </w:p>
    <w:p w:rsidR="0062748B" w:rsidRDefault="0062748B" w:rsidP="0062748B">
      <w:r>
        <w:t xml:space="preserve">      -43.508   CF07(3)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CF_FeedPumpPower  Feed pump power requirement in kWh</w:t>
      </w:r>
    </w:p>
    <w:p w:rsidR="0062748B" w:rsidRDefault="0062748B" w:rsidP="0062748B"/>
    <w:p w:rsidR="0062748B" w:rsidRDefault="0062748B" w:rsidP="0062748B">
      <w:r>
        <w:t>CF_FeedPumpPower(1)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CF06(1)</w:t>
      </w:r>
    </w:p>
    <w:p w:rsidR="0062748B" w:rsidRDefault="0062748B" w:rsidP="0062748B">
      <w:r>
        <w:t xml:space="preserve">       -0.0855  CF23(1)</w:t>
      </w:r>
    </w:p>
    <w:p w:rsidR="0062748B" w:rsidRDefault="0062748B" w:rsidP="0062748B"/>
    <w:p w:rsidR="0062748B" w:rsidRDefault="0062748B" w:rsidP="0062748B">
      <w:r>
        <w:lastRenderedPageBreak/>
        <w:t>CF_FeedPumpPower(2)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CF06(2)</w:t>
      </w:r>
    </w:p>
    <w:p w:rsidR="0062748B" w:rsidRDefault="0062748B" w:rsidP="0062748B">
      <w:r>
        <w:t xml:space="preserve">       -0.0855  CF23(2)</w:t>
      </w:r>
    </w:p>
    <w:p w:rsidR="0062748B" w:rsidRDefault="0062748B" w:rsidP="0062748B"/>
    <w:p w:rsidR="0062748B" w:rsidRDefault="0062748B" w:rsidP="0062748B">
      <w:r>
        <w:t>CF_FeedPumpPower(3)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CF06(3)</w:t>
      </w:r>
    </w:p>
    <w:p w:rsidR="0062748B" w:rsidRDefault="0062748B" w:rsidP="0062748B">
      <w:r>
        <w:t xml:space="preserve">       -0.0855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CF_BackflushPower  Backflush power requirement in kWh</w:t>
      </w:r>
    </w:p>
    <w:p w:rsidR="0062748B" w:rsidRDefault="0062748B" w:rsidP="0062748B"/>
    <w:p w:rsidR="0062748B" w:rsidRDefault="0062748B" w:rsidP="0062748B">
      <w:r>
        <w:t>CF_BackflushPower(1)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CF07(1)</w:t>
      </w:r>
    </w:p>
    <w:p w:rsidR="0062748B" w:rsidRDefault="0062748B" w:rsidP="0062748B">
      <w:r>
        <w:t xml:space="preserve">       -0.0855  CF23(1)</w:t>
      </w:r>
    </w:p>
    <w:p w:rsidR="0062748B" w:rsidRDefault="0062748B" w:rsidP="0062748B"/>
    <w:p w:rsidR="0062748B" w:rsidRDefault="0062748B" w:rsidP="0062748B">
      <w:r>
        <w:t>CF_BackflushPower(2)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CF07(2)</w:t>
      </w:r>
    </w:p>
    <w:p w:rsidR="0062748B" w:rsidRDefault="0062748B" w:rsidP="0062748B">
      <w:r>
        <w:t xml:space="preserve">       -0.0855  CF23(2)</w:t>
      </w:r>
    </w:p>
    <w:p w:rsidR="0062748B" w:rsidRDefault="0062748B" w:rsidP="0062748B"/>
    <w:p w:rsidR="0062748B" w:rsidRDefault="0062748B" w:rsidP="0062748B">
      <w:r>
        <w:t>CF_BackflushPower(3)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CF07(3)</w:t>
      </w:r>
    </w:p>
    <w:p w:rsidR="0062748B" w:rsidRDefault="0062748B" w:rsidP="0062748B">
      <w:r>
        <w:t xml:space="preserve">       -0.0855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CF_MFF  Microfiltration feed flow in liters per sec</w:t>
      </w:r>
    </w:p>
    <w:p w:rsidR="0062748B" w:rsidRDefault="0062748B" w:rsidP="0062748B"/>
    <w:p w:rsidR="0062748B" w:rsidRDefault="0062748B" w:rsidP="0062748B">
      <w:r>
        <w:t>CF_MFF(1)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CF03(1)</w:t>
      </w:r>
    </w:p>
    <w:p w:rsidR="0062748B" w:rsidRDefault="0062748B" w:rsidP="0062748B">
      <w:r>
        <w:t xml:space="preserve">       -1       CF04(1)</w:t>
      </w:r>
    </w:p>
    <w:p w:rsidR="0062748B" w:rsidRDefault="0062748B" w:rsidP="0062748B">
      <w:r>
        <w:t xml:space="preserve">       -0.3468  CF05(1)</w:t>
      </w:r>
    </w:p>
    <w:p w:rsidR="0062748B" w:rsidRDefault="0062748B" w:rsidP="0062748B"/>
    <w:p w:rsidR="0062748B" w:rsidRDefault="0062748B" w:rsidP="0062748B">
      <w:r>
        <w:t>CF_MFF(2)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CF03(2)</w:t>
      </w:r>
    </w:p>
    <w:p w:rsidR="0062748B" w:rsidRDefault="0062748B" w:rsidP="0062748B">
      <w:r>
        <w:t xml:space="preserve">       -1       CF04(2)</w:t>
      </w:r>
    </w:p>
    <w:p w:rsidR="0062748B" w:rsidRDefault="0062748B" w:rsidP="0062748B">
      <w:r>
        <w:t xml:space="preserve">       -0.3468  CF05(2)</w:t>
      </w:r>
    </w:p>
    <w:p w:rsidR="0062748B" w:rsidRDefault="0062748B" w:rsidP="0062748B"/>
    <w:p w:rsidR="0062748B" w:rsidRDefault="0062748B" w:rsidP="0062748B">
      <w:r>
        <w:t>CF_MFF(3)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CF03(3)</w:t>
      </w:r>
    </w:p>
    <w:p w:rsidR="0062748B" w:rsidRDefault="0062748B" w:rsidP="0062748B">
      <w:r>
        <w:t xml:space="preserve">       -1       CF04(3)</w:t>
      </w:r>
    </w:p>
    <w:p w:rsidR="0062748B" w:rsidRDefault="0062748B" w:rsidP="0062748B">
      <w:r>
        <w:t xml:space="preserve">       -0.3468  CF05(3)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CF_NoOfMembranes  Number of membranes used</w:t>
      </w:r>
    </w:p>
    <w:p w:rsidR="0062748B" w:rsidRDefault="0062748B" w:rsidP="0062748B"/>
    <w:p w:rsidR="0062748B" w:rsidRDefault="0062748B" w:rsidP="0062748B">
      <w:r>
        <w:t>CF_NoOfMembranes(1)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CF08(1)</w:t>
      </w:r>
    </w:p>
    <w:p w:rsidR="0062748B" w:rsidRDefault="0062748B" w:rsidP="0062748B">
      <w:r>
        <w:t xml:space="preserve">     -136.3766  CF26(1)</w:t>
      </w:r>
    </w:p>
    <w:p w:rsidR="0062748B" w:rsidRDefault="0062748B" w:rsidP="0062748B"/>
    <w:p w:rsidR="0062748B" w:rsidRDefault="0062748B" w:rsidP="0062748B">
      <w:r>
        <w:t>CF_NoOfMembranes(2)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CF08(2)</w:t>
      </w:r>
    </w:p>
    <w:p w:rsidR="0062748B" w:rsidRDefault="0062748B" w:rsidP="0062748B">
      <w:r>
        <w:t xml:space="preserve">     -136.3766  CF26(2)</w:t>
      </w:r>
    </w:p>
    <w:p w:rsidR="0062748B" w:rsidRDefault="0062748B" w:rsidP="0062748B"/>
    <w:p w:rsidR="0062748B" w:rsidRDefault="0062748B" w:rsidP="0062748B">
      <w:r>
        <w:t>CF_NoOfMembranes(3)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CF08(3)</w:t>
      </w:r>
    </w:p>
    <w:p w:rsidR="0062748B" w:rsidRDefault="0062748B" w:rsidP="0062748B">
      <w:r>
        <w:t xml:space="preserve">     -136.3766  CF26(3)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CF_BuildingArea  Building area for the process implementation</w:t>
      </w:r>
    </w:p>
    <w:p w:rsidR="0062748B" w:rsidRDefault="0062748B" w:rsidP="0062748B"/>
    <w:p w:rsidR="0062748B" w:rsidRDefault="0062748B" w:rsidP="0062748B">
      <w:r>
        <w:t>CF_BuildingArea(1)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CF09(1)</w:t>
      </w:r>
    </w:p>
    <w:p w:rsidR="0062748B" w:rsidRDefault="0062748B" w:rsidP="0062748B">
      <w:r>
        <w:t xml:space="preserve">    -1076       CF11(1)</w:t>
      </w:r>
    </w:p>
    <w:p w:rsidR="0062748B" w:rsidRDefault="0062748B" w:rsidP="0062748B"/>
    <w:p w:rsidR="0062748B" w:rsidRDefault="0062748B" w:rsidP="0062748B">
      <w:r>
        <w:t>CF_BuildingArea(2)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CF09(2)</w:t>
      </w:r>
    </w:p>
    <w:p w:rsidR="0062748B" w:rsidRDefault="0062748B" w:rsidP="0062748B">
      <w:r>
        <w:t xml:space="preserve">    -1076       CF11(2)</w:t>
      </w:r>
    </w:p>
    <w:p w:rsidR="0062748B" w:rsidRDefault="0062748B" w:rsidP="0062748B"/>
    <w:p w:rsidR="0062748B" w:rsidRDefault="0062748B" w:rsidP="0062748B">
      <w:r>
        <w:t>CF_BuildingArea(3)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CF09(3)</w:t>
      </w:r>
    </w:p>
    <w:p w:rsidR="0062748B" w:rsidRDefault="0062748B" w:rsidP="0062748B">
      <w:r>
        <w:t xml:space="preserve">    -1076       CF11(3)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CF_MembraneModuleCost  Membrane module cost</w:t>
      </w:r>
    </w:p>
    <w:p w:rsidR="0062748B" w:rsidRDefault="0062748B" w:rsidP="0062748B"/>
    <w:p w:rsidR="0062748B" w:rsidRDefault="0062748B" w:rsidP="0062748B">
      <w:r>
        <w:t>CF_MembraneModuleCost(1)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CF10(1)</w:t>
      </w:r>
    </w:p>
    <w:p w:rsidR="0062748B" w:rsidRDefault="0062748B" w:rsidP="0062748B">
      <w:r>
        <w:t xml:space="preserve">       -0.05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CF_MembraneModuleCost(2)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CF10(2)</w:t>
      </w:r>
    </w:p>
    <w:p w:rsidR="0062748B" w:rsidRDefault="0062748B" w:rsidP="0062748B">
      <w:r>
        <w:t xml:space="preserve">       -0.05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CF_MembraneModuleCost(3)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CF10(3)</w:t>
      </w:r>
    </w:p>
    <w:p w:rsidR="0062748B" w:rsidRDefault="0062748B" w:rsidP="0062748B">
      <w:r>
        <w:t xml:space="preserve">       -0.05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CF_BuildingCost  Building cost - based on the building area</w:t>
      </w:r>
    </w:p>
    <w:p w:rsidR="0062748B" w:rsidRDefault="0062748B" w:rsidP="0062748B"/>
    <w:p w:rsidR="0062748B" w:rsidRDefault="0062748B" w:rsidP="0062748B">
      <w:r>
        <w:t>CF_BuildingCost(1)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CF_BuildingCost(2)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CF_BuildingCost(3)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CF_InstallationCost  Installation cost for the process</w:t>
      </w:r>
    </w:p>
    <w:p w:rsidR="0062748B" w:rsidRDefault="0062748B" w:rsidP="0062748B"/>
    <w:p w:rsidR="0062748B" w:rsidRDefault="0062748B" w:rsidP="0062748B">
      <w:r>
        <w:t>CF_InstallationCost(1)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CF_InstallationCost(2)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lastRenderedPageBreak/>
        <w:t>CF_InstallationCost(3)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CF_MiscCost  Miscellaneous cost (taken as 5% of the module cost)</w:t>
      </w:r>
    </w:p>
    <w:p w:rsidR="0062748B" w:rsidRDefault="0062748B" w:rsidP="0062748B"/>
    <w:p w:rsidR="0062748B" w:rsidRDefault="0062748B" w:rsidP="0062748B">
      <w:r>
        <w:t>CF_MiscCost(1)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CF_MiscCost(2)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CF_MiscCost(3)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CF_PlantPipingCost  Plant piping cost (taken as 5%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CF_PlantPipingCost(1)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CF_PlantPipingCost(2)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CF_PlantPipingCost(3)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CF_EngineeringCost  Engineering cost (taken as 10%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CF_EngineeringCost(1)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CF_EngineeringCost(2)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CF_EngineeringCost(3)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CF_DirectCapitalCost  Total direct capital cost</w:t>
      </w:r>
    </w:p>
    <w:p w:rsidR="0062748B" w:rsidRDefault="0062748B" w:rsidP="0062748B"/>
    <w:p w:rsidR="0062748B" w:rsidRDefault="0062748B" w:rsidP="0062748B">
      <w:r>
        <w:t>CF_DirectCapitalCost(1)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CF16(1)</w:t>
      </w:r>
    </w:p>
    <w:p w:rsidR="0062748B" w:rsidRDefault="0062748B" w:rsidP="0062748B">
      <w:r>
        <w:t xml:space="preserve">       -0.06    CF17(1)</w:t>
      </w:r>
    </w:p>
    <w:p w:rsidR="0062748B" w:rsidRDefault="0062748B" w:rsidP="0062748B">
      <w:r>
        <w:t xml:space="preserve">       -0.2     CF18(1)</w:t>
      </w:r>
    </w:p>
    <w:p w:rsidR="0062748B" w:rsidRDefault="0062748B" w:rsidP="0062748B">
      <w:r>
        <w:t xml:space="preserve">       -0.1     CF19(1)</w:t>
      </w:r>
    </w:p>
    <w:p w:rsidR="0062748B" w:rsidRDefault="0062748B" w:rsidP="0062748B">
      <w:r>
        <w:t xml:space="preserve">       -0.04    CF20(1)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>
      <w:r>
        <w:t xml:space="preserve">       -0.02    CF28(1)</w:t>
      </w:r>
    </w:p>
    <w:p w:rsidR="0062748B" w:rsidRDefault="0062748B" w:rsidP="0062748B"/>
    <w:p w:rsidR="0062748B" w:rsidRDefault="0062748B" w:rsidP="0062748B">
      <w:r>
        <w:t>CF_DirectCapitalCost(2)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CF16(2)</w:t>
      </w:r>
    </w:p>
    <w:p w:rsidR="0062748B" w:rsidRDefault="0062748B" w:rsidP="0062748B">
      <w:r>
        <w:t xml:space="preserve">       -0.06    CF17(2)</w:t>
      </w:r>
    </w:p>
    <w:p w:rsidR="0062748B" w:rsidRDefault="0062748B" w:rsidP="0062748B">
      <w:r>
        <w:t xml:space="preserve">       -0.2     CF18(2)</w:t>
      </w:r>
    </w:p>
    <w:p w:rsidR="0062748B" w:rsidRDefault="0062748B" w:rsidP="0062748B">
      <w:r>
        <w:t xml:space="preserve">       -0.1     CF19(2)</w:t>
      </w:r>
    </w:p>
    <w:p w:rsidR="0062748B" w:rsidRDefault="0062748B" w:rsidP="0062748B">
      <w:r>
        <w:t xml:space="preserve">       -0.04    CF20(2)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>
      <w:r>
        <w:t xml:space="preserve">       -0.02    CF28(2)</w:t>
      </w:r>
    </w:p>
    <w:p w:rsidR="0062748B" w:rsidRDefault="0062748B" w:rsidP="0062748B"/>
    <w:p w:rsidR="0062748B" w:rsidRDefault="0062748B" w:rsidP="0062748B">
      <w:r>
        <w:t>CF_DirectCapitalCost(3)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CF16(3)</w:t>
      </w:r>
    </w:p>
    <w:p w:rsidR="0062748B" w:rsidRDefault="0062748B" w:rsidP="0062748B">
      <w:r>
        <w:t xml:space="preserve">       -0.06    CF17(3)</w:t>
      </w:r>
    </w:p>
    <w:p w:rsidR="0062748B" w:rsidRDefault="0062748B" w:rsidP="0062748B">
      <w:r>
        <w:t xml:space="preserve">       -0.2     CF18(3)</w:t>
      </w:r>
    </w:p>
    <w:p w:rsidR="0062748B" w:rsidRDefault="0062748B" w:rsidP="0062748B">
      <w:r>
        <w:t xml:space="preserve">       -0.1     CF19(3)</w:t>
      </w:r>
    </w:p>
    <w:p w:rsidR="0062748B" w:rsidRDefault="0062748B" w:rsidP="0062748B">
      <w:r>
        <w:lastRenderedPageBreak/>
        <w:t xml:space="preserve">       -0.04    CF20(3)</w:t>
      </w:r>
    </w:p>
    <w:p w:rsidR="0062748B" w:rsidRDefault="0062748B" w:rsidP="0062748B">
      <w:r>
        <w:t xml:space="preserve">       -1       CF22(3)</w:t>
      </w:r>
    </w:p>
    <w:p w:rsidR="0062748B" w:rsidRDefault="0062748B" w:rsidP="0062748B">
      <w:r>
        <w:t xml:space="preserve">       -0.02    CF28(3)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 xml:space="preserve">---- CF_ConstructionInterest  Expense on interest during construction (taken as </w:t>
      </w:r>
    </w:p>
    <w:p w:rsidR="0062748B" w:rsidRDefault="0062748B" w:rsidP="0062748B">
      <w:r>
        <w:t xml:space="preserve">                              6% of total direct capital cost)</w:t>
      </w:r>
    </w:p>
    <w:p w:rsidR="0062748B" w:rsidRDefault="0062748B" w:rsidP="0062748B"/>
    <w:p w:rsidR="0062748B" w:rsidRDefault="0062748B" w:rsidP="0062748B">
      <w:r>
        <w:t>CF_ConstructionInterest(1)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CF_ConstructionInterest(2)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CF_ConstructionInterest(3)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CF_Contingencies  Contingencies (taken as 20% of total direct capital cost)</w:t>
      </w:r>
    </w:p>
    <w:p w:rsidR="0062748B" w:rsidRDefault="0062748B" w:rsidP="0062748B"/>
    <w:p w:rsidR="0062748B" w:rsidRDefault="0062748B" w:rsidP="0062748B">
      <w:r>
        <w:t>CF_Contingencies(1)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CF_Contingencies(2)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CF_Contingencies(3)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CF_ProjectManagement  Fees and project management (taken as 10% of total di</w:t>
      </w:r>
    </w:p>
    <w:p w:rsidR="0062748B" w:rsidRDefault="0062748B" w:rsidP="0062748B">
      <w:r>
        <w:t xml:space="preserve">                           rect capital cost)</w:t>
      </w:r>
    </w:p>
    <w:p w:rsidR="0062748B" w:rsidRDefault="0062748B" w:rsidP="0062748B"/>
    <w:p w:rsidR="0062748B" w:rsidRDefault="0062748B" w:rsidP="0062748B">
      <w:r>
        <w:t>CF_ProjectManagement(1)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CF19(1)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CF_ProjectManagement(2)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CF_ProjectManagement(3)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CF_WorkingCapital  Working capital (taken as 4% of total direct capital cos</w:t>
      </w:r>
    </w:p>
    <w:p w:rsidR="0062748B" w:rsidRDefault="0062748B" w:rsidP="0062748B">
      <w:r>
        <w:t xml:space="preserve">                        t)</w:t>
      </w:r>
    </w:p>
    <w:p w:rsidR="0062748B" w:rsidRDefault="0062748B" w:rsidP="0062748B"/>
    <w:p w:rsidR="0062748B" w:rsidRDefault="0062748B" w:rsidP="0062748B">
      <w:r>
        <w:t>CF_WorkingCapital(1)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CF_WorkingCapital(2)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CF20(2)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CF_WorkingCapital(3)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CF_IndirectCapitalCost  Total indirect capital cost</w:t>
      </w:r>
    </w:p>
    <w:p w:rsidR="0062748B" w:rsidRDefault="0062748B" w:rsidP="0062748B"/>
    <w:p w:rsidR="0062748B" w:rsidRDefault="0062748B" w:rsidP="0062748B">
      <w:r>
        <w:t>CF_IndirectCapitalCost(1)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/>
    <w:p w:rsidR="0062748B" w:rsidRDefault="0062748B" w:rsidP="0062748B">
      <w:r>
        <w:t>CF_IndirectCapitalCost(2)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/>
    <w:p w:rsidR="0062748B" w:rsidRDefault="0062748B" w:rsidP="0062748B">
      <w:r>
        <w:t>CF_IndirectCapitalCost(3)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CF21(3)</w:t>
      </w:r>
    </w:p>
    <w:p w:rsidR="0062748B" w:rsidRDefault="0062748B" w:rsidP="0062748B">
      <w:r>
        <w:lastRenderedPageBreak/>
        <w:t xml:space="preserve">       -1       CF22(3)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CF_TotalConstructionCost  Total (direct and indirect) construction cost</w:t>
      </w:r>
    </w:p>
    <w:p w:rsidR="0062748B" w:rsidRDefault="0062748B" w:rsidP="0062748B"/>
    <w:p w:rsidR="0062748B" w:rsidRDefault="0062748B" w:rsidP="0062748B">
      <w:r>
        <w:t>CF_TotalConstructionCost(1)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CF22(1)</w:t>
      </w:r>
    </w:p>
    <w:p w:rsidR="0062748B" w:rsidRDefault="0062748B" w:rsidP="0062748B">
      <w:r>
        <w:t xml:space="preserve">       -0.1019  CF30(1)</w:t>
      </w:r>
    </w:p>
    <w:p w:rsidR="0062748B" w:rsidRDefault="0062748B" w:rsidP="0062748B"/>
    <w:p w:rsidR="0062748B" w:rsidRDefault="0062748B" w:rsidP="0062748B">
      <w:r>
        <w:t>CF_TotalConstructionCost(2)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CF22(2)</w:t>
      </w:r>
    </w:p>
    <w:p w:rsidR="0062748B" w:rsidRDefault="0062748B" w:rsidP="0062748B">
      <w:r>
        <w:t xml:space="preserve">       -0.1019  CF30(2)</w:t>
      </w:r>
    </w:p>
    <w:p w:rsidR="0062748B" w:rsidRDefault="0062748B" w:rsidP="0062748B"/>
    <w:p w:rsidR="0062748B" w:rsidRDefault="0062748B" w:rsidP="0062748B">
      <w:r>
        <w:t>CF_TotalConstructionCost(3)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CF22(3)</w:t>
      </w:r>
    </w:p>
    <w:p w:rsidR="0062748B" w:rsidRDefault="0062748B" w:rsidP="0062748B">
      <w:r>
        <w:t xml:space="preserve">       -0.1019  CF30(3)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CF_ElectricityCost  Electricity cost for the implementation of the process</w:t>
      </w:r>
    </w:p>
    <w:p w:rsidR="0062748B" w:rsidRDefault="0062748B" w:rsidP="0062748B"/>
    <w:p w:rsidR="0062748B" w:rsidRDefault="0062748B" w:rsidP="0062748B">
      <w:r>
        <w:lastRenderedPageBreak/>
        <w:t>CF_ElectricityCost(1)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CF_ElectricityCost(2)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CF_ElectricityCost(3)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CF_LaborCost  Labor cost for the implementation of the process</w:t>
      </w:r>
    </w:p>
    <w:p w:rsidR="0062748B" w:rsidRDefault="0062748B" w:rsidP="0062748B"/>
    <w:p w:rsidR="0062748B" w:rsidRDefault="0062748B" w:rsidP="0062748B">
      <w:r>
        <w:t>CF_LaborCost(1)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CF_LaborCost(2)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CF24(2)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CF_LaborCost(3)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CF_ChemicalCost  Chemical cost for the process</w:t>
      </w:r>
    </w:p>
    <w:p w:rsidR="0062748B" w:rsidRDefault="0062748B" w:rsidP="0062748B"/>
    <w:p w:rsidR="0062748B" w:rsidRDefault="0062748B" w:rsidP="0062748B">
      <w:r>
        <w:t>CF_ChemicalCost(1)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CF25(3)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CF_MembraneReplacementCost  Membrane replacement cost for the process</w:t>
      </w:r>
    </w:p>
    <w:p w:rsidR="0062748B" w:rsidRDefault="0062748B" w:rsidP="0062748B"/>
    <w:p w:rsidR="0062748B" w:rsidRDefault="0062748B" w:rsidP="0062748B">
      <w:r>
        <w:t>CF_MembraneReplacementCost(1)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CF_MembraneReplacementCost(2)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CF_MembraneReplacementCost(3)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CF_CleaningChemicalCost  Cleaning chemical (NaOCl) cost</w:t>
      </w:r>
    </w:p>
    <w:p w:rsidR="0062748B" w:rsidRDefault="0062748B" w:rsidP="0062748B"/>
    <w:p w:rsidR="0062748B" w:rsidRDefault="0062748B" w:rsidP="0062748B">
      <w:r>
        <w:t>CF_CleaningChemicalCost(1)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CF_CleaningChemicalCost(2)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CF_CleaningChemicalCost(3)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CF_Repairs  Repairs replacement and misc cost (taken as 2% of the direct ca</w:t>
      </w:r>
    </w:p>
    <w:p w:rsidR="0062748B" w:rsidRDefault="0062748B" w:rsidP="0062748B">
      <w:r>
        <w:t xml:space="preserve">                 pital cost)</w:t>
      </w:r>
    </w:p>
    <w:p w:rsidR="0062748B" w:rsidRDefault="0062748B" w:rsidP="0062748B"/>
    <w:p w:rsidR="0062748B" w:rsidRDefault="0062748B" w:rsidP="0062748B">
      <w:r>
        <w:t>CF_Repairs(1)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CF_Repairs(2)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CF_Repairs(3)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CF_TotalOMCost  Total operating and maintenance cost</w:t>
      </w:r>
    </w:p>
    <w:p w:rsidR="0062748B" w:rsidRDefault="0062748B" w:rsidP="0062748B"/>
    <w:p w:rsidR="0062748B" w:rsidRDefault="0062748B" w:rsidP="0062748B">
      <w:r>
        <w:t>CF_TotalOMCost(1)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CF_TotalOMCost(2)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lastRenderedPageBreak/>
        <w:t>CF_TotalOMCost(3)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CF_CapitalRecovery  Capital recovery - calculate from the total captical co</w:t>
      </w:r>
    </w:p>
    <w:p w:rsidR="0062748B" w:rsidRDefault="0062748B" w:rsidP="0062748B">
      <w:r>
        <w:t xml:space="preserve">                         st</w:t>
      </w:r>
    </w:p>
    <w:p w:rsidR="0062748B" w:rsidRDefault="0062748B" w:rsidP="0062748B"/>
    <w:p w:rsidR="0062748B" w:rsidRDefault="0062748B" w:rsidP="0062748B">
      <w:r>
        <w:t>CF_CapitalRecovery(1)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CF_CapitalRecovery(2)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t>CF_CapitalRecovery(3)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CF_AnnualCost  Annual cost depending on the Capital recovery and OM cost</w:t>
      </w:r>
    </w:p>
    <w:p w:rsidR="0062748B" w:rsidRDefault="0062748B" w:rsidP="0062748B"/>
    <w:p w:rsidR="0062748B" w:rsidRDefault="0062748B" w:rsidP="0062748B">
      <w:r>
        <w:t>CF_AnnualCost(1)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CF31(1)</w:t>
      </w:r>
    </w:p>
    <w:p w:rsidR="0062748B" w:rsidRDefault="0062748B" w:rsidP="0062748B">
      <w:r>
        <w:t xml:space="preserve">  -1.000000E-5  NonlinearTechCost01(1)</w:t>
      </w:r>
    </w:p>
    <w:p w:rsidR="0062748B" w:rsidRDefault="0062748B" w:rsidP="0062748B"/>
    <w:p w:rsidR="0062748B" w:rsidRDefault="0062748B" w:rsidP="0062748B">
      <w:r>
        <w:t>CF_AnnualCost(2)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CF31(2)</w:t>
      </w:r>
    </w:p>
    <w:p w:rsidR="0062748B" w:rsidRDefault="0062748B" w:rsidP="0062748B">
      <w:r>
        <w:t xml:space="preserve">  -1.000000E-5  NonlinearTechCost01(2)</w:t>
      </w:r>
    </w:p>
    <w:p w:rsidR="0062748B" w:rsidRDefault="0062748B" w:rsidP="0062748B"/>
    <w:p w:rsidR="0062748B" w:rsidRDefault="0062748B" w:rsidP="0062748B">
      <w:r>
        <w:t>CF_AnnualCost(3)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CF31(3)</w:t>
      </w:r>
    </w:p>
    <w:p w:rsidR="0062748B" w:rsidRDefault="0062748B" w:rsidP="0062748B">
      <w:r>
        <w:t xml:space="preserve">  -1.000000E-5  NonlinearTechCost01(3)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GAC_CapitalCost  Capital cost for the activated carbon process</w:t>
      </w:r>
    </w:p>
    <w:p w:rsidR="0062748B" w:rsidRDefault="0062748B" w:rsidP="0062748B"/>
    <w:p w:rsidR="0062748B" w:rsidRDefault="0062748B" w:rsidP="0062748B">
      <w:r>
        <w:t>GAC_CapitalCost(1)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GAC01(1)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GAC_OMCost  Operational and maintenance cost for the activated carbon proce</w:t>
      </w:r>
    </w:p>
    <w:p w:rsidR="0062748B" w:rsidRDefault="0062748B" w:rsidP="0062748B">
      <w:r>
        <w:t xml:space="preserve">                 ss</w:t>
      </w:r>
    </w:p>
    <w:p w:rsidR="0062748B" w:rsidRDefault="0062748B" w:rsidP="0062748B"/>
    <w:p w:rsidR="0062748B" w:rsidRDefault="0062748B" w:rsidP="0062748B">
      <w:r>
        <w:t>GAC_OMCost(1)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GAC02(2)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GAC_TotalCost  Total cost for the activated carbon process implementation</w:t>
      </w:r>
    </w:p>
    <w:p w:rsidR="0062748B" w:rsidRDefault="0062748B" w:rsidP="0062748B"/>
    <w:p w:rsidR="0062748B" w:rsidRDefault="0062748B" w:rsidP="0062748B">
      <w:r>
        <w:t>GAC_TotalCost(1)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GAC03(1)</w:t>
      </w:r>
    </w:p>
    <w:p w:rsidR="0062748B" w:rsidRDefault="0062748B" w:rsidP="0062748B">
      <w:r>
        <w:t xml:space="preserve">  -1.000000E-5  NonlinearTechCost02(1)</w:t>
      </w:r>
    </w:p>
    <w:p w:rsidR="0062748B" w:rsidRDefault="0062748B" w:rsidP="0062748B"/>
    <w:p w:rsidR="0062748B" w:rsidRDefault="0062748B" w:rsidP="0062748B">
      <w:r>
        <w:t>GAC_TotalCost(2)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GAC03(2)</w:t>
      </w:r>
    </w:p>
    <w:p w:rsidR="0062748B" w:rsidRDefault="0062748B" w:rsidP="0062748B">
      <w:r>
        <w:t xml:space="preserve">  -1.000000E-5  NonlinearTechCost02(2)</w:t>
      </w:r>
    </w:p>
    <w:p w:rsidR="0062748B" w:rsidRDefault="0062748B" w:rsidP="0062748B"/>
    <w:p w:rsidR="0062748B" w:rsidRDefault="0062748B" w:rsidP="0062748B">
      <w:r>
        <w:t>GAC_TotalCost(3)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GAC03(3)</w:t>
      </w:r>
    </w:p>
    <w:p w:rsidR="0062748B" w:rsidRDefault="0062748B" w:rsidP="0062748B">
      <w:r>
        <w:lastRenderedPageBreak/>
        <w:t xml:space="preserve">  -1.000000E-5  NonlinearTechCost02(3)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IX_MinResinVolume  Minimum volume of the medium in m3</w:t>
      </w:r>
    </w:p>
    <w:p w:rsidR="0062748B" w:rsidRDefault="0062748B" w:rsidP="0062748B"/>
    <w:p w:rsidR="0062748B" w:rsidRDefault="0062748B" w:rsidP="0062748B">
      <w:r>
        <w:t>IX_MinResinVolume(1)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IX01(1)</w:t>
      </w:r>
    </w:p>
    <w:p w:rsidR="0062748B" w:rsidRDefault="0062748B" w:rsidP="0062748B"/>
    <w:p w:rsidR="0062748B" w:rsidRDefault="0062748B" w:rsidP="0062748B">
      <w:r>
        <w:t>IX_MinResinVolume(2)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IX01(2)</w:t>
      </w:r>
    </w:p>
    <w:p w:rsidR="0062748B" w:rsidRDefault="0062748B" w:rsidP="0062748B"/>
    <w:p w:rsidR="0062748B" w:rsidRDefault="0062748B" w:rsidP="0062748B">
      <w:r>
        <w:t>IX_MinResinVolume(3)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IX_MinVolExhaustionTime  Minimum volume exhaustion time in days</w:t>
      </w:r>
    </w:p>
    <w:p w:rsidR="0062748B" w:rsidRDefault="0062748B" w:rsidP="0062748B"/>
    <w:p w:rsidR="0062748B" w:rsidRDefault="0062748B" w:rsidP="0062748B">
      <w:r>
        <w:t>IX_MinVolExhaustionTime(1)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IX02(1)</w:t>
      </w:r>
    </w:p>
    <w:p w:rsidR="0062748B" w:rsidRDefault="0062748B" w:rsidP="0062748B"/>
    <w:p w:rsidR="0062748B" w:rsidRDefault="0062748B" w:rsidP="0062748B">
      <w:r>
        <w:t>IX_MinVolExhaustionTime(2)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IX02(2)</w:t>
      </w:r>
    </w:p>
    <w:p w:rsidR="0062748B" w:rsidRDefault="0062748B" w:rsidP="0062748B"/>
    <w:p w:rsidR="0062748B" w:rsidRDefault="0062748B" w:rsidP="0062748B">
      <w:r>
        <w:t>IX_MinVolExhaustionTime(3)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IX_ExhaustionTimeResinVolume  Resin volume in m3 for the minimum exhaustion</w:t>
      </w:r>
    </w:p>
    <w:p w:rsidR="0062748B" w:rsidRDefault="0062748B" w:rsidP="0062748B">
      <w:r>
        <w:t xml:space="preserve">                                   time</w:t>
      </w:r>
    </w:p>
    <w:p w:rsidR="0062748B" w:rsidRDefault="0062748B" w:rsidP="0062748B"/>
    <w:p w:rsidR="0062748B" w:rsidRDefault="0062748B" w:rsidP="0062748B">
      <w:r>
        <w:t>IX_ExhaustionTimeResinVolume(1)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IX04(1)</w:t>
      </w:r>
    </w:p>
    <w:p w:rsidR="0062748B" w:rsidRDefault="0062748B" w:rsidP="0062748B">
      <w:r>
        <w:t xml:space="preserve">       -2       IX05(1)</w:t>
      </w:r>
    </w:p>
    <w:p w:rsidR="0062748B" w:rsidRDefault="0062748B" w:rsidP="0062748B">
      <w:r>
        <w:t xml:space="preserve">    -1684.9266  IX06(1)</w:t>
      </w:r>
    </w:p>
    <w:p w:rsidR="0062748B" w:rsidRDefault="0062748B" w:rsidP="0062748B">
      <w:r>
        <w:t xml:space="preserve">     -150       IX08(1)</w:t>
      </w:r>
    </w:p>
    <w:p w:rsidR="0062748B" w:rsidRDefault="0062748B" w:rsidP="0062748B"/>
    <w:p w:rsidR="0062748B" w:rsidRDefault="0062748B" w:rsidP="0062748B">
      <w:r>
        <w:t>IX_ExhaustionTimeResinVolume(2)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IX04(2)</w:t>
      </w:r>
    </w:p>
    <w:p w:rsidR="0062748B" w:rsidRDefault="0062748B" w:rsidP="0062748B">
      <w:r>
        <w:t xml:space="preserve">       -2       IX05(2)</w:t>
      </w:r>
    </w:p>
    <w:p w:rsidR="0062748B" w:rsidRDefault="0062748B" w:rsidP="0062748B">
      <w:r>
        <w:lastRenderedPageBreak/>
        <w:t xml:space="preserve">    -1684.9266  IX06(2)</w:t>
      </w:r>
    </w:p>
    <w:p w:rsidR="0062748B" w:rsidRDefault="0062748B" w:rsidP="0062748B">
      <w:r>
        <w:t xml:space="preserve">     -150       IX08(2)</w:t>
      </w:r>
    </w:p>
    <w:p w:rsidR="0062748B" w:rsidRDefault="0062748B" w:rsidP="0062748B"/>
    <w:p w:rsidR="0062748B" w:rsidRDefault="0062748B" w:rsidP="0062748B">
      <w:r>
        <w:t>IX_ExhaustionTimeResinVolume(3)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IX04(3)</w:t>
      </w:r>
    </w:p>
    <w:p w:rsidR="0062748B" w:rsidRDefault="0062748B" w:rsidP="0062748B">
      <w:r>
        <w:t xml:space="preserve">       -2       IX05(3)</w:t>
      </w:r>
    </w:p>
    <w:p w:rsidR="0062748B" w:rsidRDefault="0062748B" w:rsidP="0062748B">
      <w:r>
        <w:t xml:space="preserve">    -1684.9266  IX06(3)</w:t>
      </w:r>
    </w:p>
    <w:p w:rsidR="0062748B" w:rsidRDefault="0062748B" w:rsidP="0062748B">
      <w:r>
        <w:t xml:space="preserve">     -150       IX08(3)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IX_VesselVolume  Total vessel volume in m3</w:t>
      </w:r>
    </w:p>
    <w:p w:rsidR="0062748B" w:rsidRDefault="0062748B" w:rsidP="0062748B"/>
    <w:p w:rsidR="0062748B" w:rsidRDefault="0062748B" w:rsidP="0062748B">
      <w:r>
        <w:t>IX_VesselVolume(1)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IX05(1)</w:t>
      </w:r>
    </w:p>
    <w:p w:rsidR="0062748B" w:rsidRDefault="0062748B" w:rsidP="0062748B">
      <w:r>
        <w:t xml:space="preserve"> (-609346.2559) IX07(1)</w:t>
      </w:r>
    </w:p>
    <w:p w:rsidR="0062748B" w:rsidRDefault="0062748B" w:rsidP="0062748B">
      <w:r>
        <w:t xml:space="preserve"> (-2.500000E+9) IX12(1)</w:t>
      </w:r>
    </w:p>
    <w:p w:rsidR="0062748B" w:rsidRDefault="0062748B" w:rsidP="0062748B"/>
    <w:p w:rsidR="0062748B" w:rsidRDefault="0062748B" w:rsidP="0062748B">
      <w:r>
        <w:t>IX_VesselVolume(2)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IX05(2)</w:t>
      </w:r>
    </w:p>
    <w:p w:rsidR="0062748B" w:rsidRDefault="0062748B" w:rsidP="0062748B">
      <w:r>
        <w:t xml:space="preserve"> (-609346.2559) IX07(2)</w:t>
      </w:r>
    </w:p>
    <w:p w:rsidR="0062748B" w:rsidRDefault="0062748B" w:rsidP="0062748B">
      <w:r>
        <w:t xml:space="preserve"> (-2.500000E+9) IX12(2)</w:t>
      </w:r>
    </w:p>
    <w:p w:rsidR="0062748B" w:rsidRDefault="0062748B" w:rsidP="0062748B"/>
    <w:p w:rsidR="0062748B" w:rsidRDefault="0062748B" w:rsidP="0062748B">
      <w:r>
        <w:t>IX_VesselVolume(3)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IX05(3)</w:t>
      </w:r>
    </w:p>
    <w:p w:rsidR="0062748B" w:rsidRDefault="0062748B" w:rsidP="0062748B">
      <w:r>
        <w:t xml:space="preserve"> (-609346.2559) IX07(3)</w:t>
      </w:r>
    </w:p>
    <w:p w:rsidR="0062748B" w:rsidRDefault="0062748B" w:rsidP="0062748B">
      <w:r>
        <w:t xml:space="preserve"> (-2.500000E+9) IX12(3)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IX_ResinCost  Total resin cost (in $ per day -- need to check)</w:t>
      </w:r>
    </w:p>
    <w:p w:rsidR="0062748B" w:rsidRDefault="0062748B" w:rsidP="0062748B"/>
    <w:p w:rsidR="0062748B" w:rsidRDefault="0062748B" w:rsidP="0062748B">
      <w:r>
        <w:t>IX_ResinCost(1)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IX06(1)</w:t>
      </w:r>
    </w:p>
    <w:p w:rsidR="0062748B" w:rsidRDefault="0062748B" w:rsidP="0062748B">
      <w:r>
        <w:t xml:space="preserve">      -24       IX15(1)</w:t>
      </w:r>
    </w:p>
    <w:p w:rsidR="0062748B" w:rsidRDefault="0062748B" w:rsidP="0062748B"/>
    <w:p w:rsidR="0062748B" w:rsidRDefault="0062748B" w:rsidP="0062748B">
      <w:r>
        <w:t>IX_ResinCost(2)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IX06(2)</w:t>
      </w:r>
    </w:p>
    <w:p w:rsidR="0062748B" w:rsidRDefault="0062748B" w:rsidP="0062748B">
      <w:r>
        <w:t xml:space="preserve">      -24       IX15(2)</w:t>
      </w:r>
    </w:p>
    <w:p w:rsidR="0062748B" w:rsidRDefault="0062748B" w:rsidP="0062748B"/>
    <w:p w:rsidR="0062748B" w:rsidRDefault="0062748B" w:rsidP="0062748B">
      <w:r>
        <w:t>IX_ResinCost(3)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IX06(3)</w:t>
      </w:r>
    </w:p>
    <w:p w:rsidR="0062748B" w:rsidRDefault="0062748B" w:rsidP="0062748B">
      <w:r>
        <w:t xml:space="preserve">      -24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IX_BedArea  Bed area for the vessel in m2</w:t>
      </w:r>
    </w:p>
    <w:p w:rsidR="0062748B" w:rsidRDefault="0062748B" w:rsidP="0062748B"/>
    <w:p w:rsidR="0062748B" w:rsidRDefault="0062748B" w:rsidP="0062748B">
      <w:r>
        <w:t>IX_BedArea(1)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IX12(1)</w:t>
      </w:r>
    </w:p>
    <w:p w:rsidR="0062748B" w:rsidRDefault="0062748B" w:rsidP="0062748B">
      <w:r>
        <w:t xml:space="preserve">   (-1254.21)   IX13(1)</w:t>
      </w:r>
    </w:p>
    <w:p w:rsidR="0062748B" w:rsidRDefault="0062748B" w:rsidP="0062748B">
      <w:r>
        <w:t xml:space="preserve"> (-7.33000E+11) IX14(1)</w:t>
      </w:r>
    </w:p>
    <w:p w:rsidR="0062748B" w:rsidRDefault="0062748B" w:rsidP="0062748B"/>
    <w:p w:rsidR="0062748B" w:rsidRDefault="0062748B" w:rsidP="0062748B">
      <w:r>
        <w:t>IX_BedArea(2)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IX12(2)</w:t>
      </w:r>
    </w:p>
    <w:p w:rsidR="0062748B" w:rsidRDefault="0062748B" w:rsidP="0062748B">
      <w:r>
        <w:t xml:space="preserve">   (-1254.21)   IX13(2)</w:t>
      </w:r>
    </w:p>
    <w:p w:rsidR="0062748B" w:rsidRDefault="0062748B" w:rsidP="0062748B">
      <w:r>
        <w:t xml:space="preserve"> (-7.33000E+11) IX14(2)</w:t>
      </w:r>
    </w:p>
    <w:p w:rsidR="0062748B" w:rsidRDefault="0062748B" w:rsidP="0062748B"/>
    <w:p w:rsidR="0062748B" w:rsidRDefault="0062748B" w:rsidP="0062748B">
      <w:r>
        <w:t>IX_BedArea(3)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IX12(3)</w:t>
      </w:r>
    </w:p>
    <w:p w:rsidR="0062748B" w:rsidRDefault="0062748B" w:rsidP="0062748B">
      <w:r>
        <w:t xml:space="preserve">   (-1254.21)   IX13(3)</w:t>
      </w:r>
    </w:p>
    <w:p w:rsidR="0062748B" w:rsidRDefault="0062748B" w:rsidP="0062748B">
      <w:r>
        <w:t xml:space="preserve"> (-7.33000E+11) IX14(3)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lastRenderedPageBreak/>
        <w:t>---- IX_TankTotalCost  Total Tank cost in $</w:t>
      </w:r>
    </w:p>
    <w:p w:rsidR="0062748B" w:rsidRDefault="0062748B" w:rsidP="0062748B"/>
    <w:p w:rsidR="0062748B" w:rsidRDefault="0062748B" w:rsidP="0062748B">
      <w:r>
        <w:t>IX_TankTotalCost(1)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IX_TankTotalCost(2)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IX_TankTotalCost(3)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IX_NaClReq  NaCl requirement in Kg per day</w:t>
      </w:r>
    </w:p>
    <w:p w:rsidR="0062748B" w:rsidRDefault="0062748B" w:rsidP="0062748B"/>
    <w:p w:rsidR="0062748B" w:rsidRDefault="0062748B" w:rsidP="0062748B">
      <w:r>
        <w:t>IX_NaClReq(1)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IX08(1)</w:t>
      </w:r>
    </w:p>
    <w:p w:rsidR="0062748B" w:rsidRDefault="0062748B" w:rsidP="0062748B">
      <w:r>
        <w:t xml:space="preserve">       -0.01    IX09(1)</w:t>
      </w:r>
    </w:p>
    <w:p w:rsidR="0062748B" w:rsidRDefault="0062748B" w:rsidP="0062748B">
      <w:r>
        <w:lastRenderedPageBreak/>
        <w:t xml:space="preserve">       -3.65    IX10(1)</w:t>
      </w:r>
    </w:p>
    <w:p w:rsidR="0062748B" w:rsidRDefault="0062748B" w:rsidP="0062748B"/>
    <w:p w:rsidR="0062748B" w:rsidRDefault="0062748B" w:rsidP="0062748B">
      <w:r>
        <w:t>IX_NaClReq(2)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IX08(2)</w:t>
      </w:r>
    </w:p>
    <w:p w:rsidR="0062748B" w:rsidRDefault="0062748B" w:rsidP="0062748B">
      <w:r>
        <w:t xml:space="preserve">       -0.01    IX09(2)</w:t>
      </w:r>
    </w:p>
    <w:p w:rsidR="0062748B" w:rsidRDefault="0062748B" w:rsidP="0062748B">
      <w:r>
        <w:t xml:space="preserve">       -3.65    IX10(2)</w:t>
      </w:r>
    </w:p>
    <w:p w:rsidR="0062748B" w:rsidRDefault="0062748B" w:rsidP="0062748B"/>
    <w:p w:rsidR="0062748B" w:rsidRDefault="0062748B" w:rsidP="0062748B">
      <w:r>
        <w:t>IX_NaClReq(3)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IX08(3)</w:t>
      </w:r>
    </w:p>
    <w:p w:rsidR="0062748B" w:rsidRDefault="0062748B" w:rsidP="0062748B">
      <w:r>
        <w:t xml:space="preserve">       -0.01    IX09(3)</w:t>
      </w:r>
    </w:p>
    <w:p w:rsidR="0062748B" w:rsidRDefault="0062748B" w:rsidP="0062748B">
      <w:r>
        <w:t xml:space="preserve">       -3.65    IX10(3)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IX_TotalChemCost  Total chemical cost per year</w:t>
      </w:r>
    </w:p>
    <w:p w:rsidR="0062748B" w:rsidRDefault="0062748B" w:rsidP="0062748B"/>
    <w:p w:rsidR="0062748B" w:rsidRDefault="0062748B" w:rsidP="0062748B">
      <w:r>
        <w:t>IX_TotalChemCost(1)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IX_TotalChemCost(2)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IX10(2)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IX_TotalChemCost(3)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IX_RegFluidReq  Regeneration fluid requirement</w:t>
      </w:r>
    </w:p>
    <w:p w:rsidR="0062748B" w:rsidRDefault="0062748B" w:rsidP="0062748B"/>
    <w:p w:rsidR="0062748B" w:rsidRDefault="0062748B" w:rsidP="0062748B">
      <w:r>
        <w:t>IX_RegFluidReq(1)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IX09(1)</w:t>
      </w:r>
    </w:p>
    <w:p w:rsidR="0062748B" w:rsidRDefault="0062748B" w:rsidP="0062748B">
      <w:r>
        <w:t xml:space="preserve">     -250       IX11(1)</w:t>
      </w:r>
    </w:p>
    <w:p w:rsidR="0062748B" w:rsidRDefault="0062748B" w:rsidP="0062748B"/>
    <w:p w:rsidR="0062748B" w:rsidRDefault="0062748B" w:rsidP="0062748B">
      <w:r>
        <w:t>IX_RegFluidReq(2)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IX09(2)</w:t>
      </w:r>
    </w:p>
    <w:p w:rsidR="0062748B" w:rsidRDefault="0062748B" w:rsidP="0062748B">
      <w:r>
        <w:t xml:space="preserve">     -250       IX11(2)</w:t>
      </w:r>
    </w:p>
    <w:p w:rsidR="0062748B" w:rsidRDefault="0062748B" w:rsidP="0062748B"/>
    <w:p w:rsidR="0062748B" w:rsidRDefault="0062748B" w:rsidP="0062748B">
      <w:r>
        <w:t>IX_RegFluidReq(3)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IX09(3)</w:t>
      </w:r>
    </w:p>
    <w:p w:rsidR="0062748B" w:rsidRDefault="0062748B" w:rsidP="0062748B">
      <w:r>
        <w:lastRenderedPageBreak/>
        <w:t xml:space="preserve">     -250       IX11(3)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IX_StorageTankCost  Storage tank cost</w:t>
      </w:r>
    </w:p>
    <w:p w:rsidR="0062748B" w:rsidRDefault="0062748B" w:rsidP="0062748B"/>
    <w:p w:rsidR="0062748B" w:rsidRDefault="0062748B" w:rsidP="0062748B">
      <w:r>
        <w:t>IX_StorageTankCost(1)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IX_StorageTankCost(2)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IX_StorageTankCost(3)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IX_ConstructionCost  Construction cost</w:t>
      </w:r>
    </w:p>
    <w:p w:rsidR="0062748B" w:rsidRDefault="0062748B" w:rsidP="0062748B"/>
    <w:p w:rsidR="0062748B" w:rsidRDefault="0062748B" w:rsidP="0062748B">
      <w:r>
        <w:lastRenderedPageBreak/>
        <w:t>IX_ConstructionCost(1)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IX_OMCost  Operating and maintenance cost</w:t>
      </w:r>
    </w:p>
    <w:p w:rsidR="0062748B" w:rsidRDefault="0062748B" w:rsidP="0062748B"/>
    <w:p w:rsidR="0062748B" w:rsidRDefault="0062748B" w:rsidP="0062748B">
      <w:r>
        <w:t>IX_OMCost(1)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IX_OMCost(2)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IX14(2)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IX_TotalCost  Total cost for the implementation of ion exchange process for</w:t>
      </w:r>
    </w:p>
    <w:p w:rsidR="0062748B" w:rsidRDefault="0062748B" w:rsidP="0062748B">
      <w:r>
        <w:t xml:space="preserve">                   each industry</w:t>
      </w:r>
    </w:p>
    <w:p w:rsidR="0062748B" w:rsidRDefault="0062748B" w:rsidP="0062748B"/>
    <w:p w:rsidR="0062748B" w:rsidRDefault="0062748B" w:rsidP="0062748B">
      <w:r>
        <w:t>IX_TotalCost(1)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IX15(1)</w:t>
      </w:r>
    </w:p>
    <w:p w:rsidR="0062748B" w:rsidRDefault="0062748B" w:rsidP="0062748B">
      <w:r>
        <w:t xml:space="preserve">  -1.000000E-5  NonlinearTechCost03(1)</w:t>
      </w:r>
    </w:p>
    <w:p w:rsidR="0062748B" w:rsidRDefault="0062748B" w:rsidP="0062748B"/>
    <w:p w:rsidR="0062748B" w:rsidRDefault="0062748B" w:rsidP="0062748B">
      <w:r>
        <w:t>IX_TotalCost(2)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IX15(2)</w:t>
      </w:r>
    </w:p>
    <w:p w:rsidR="0062748B" w:rsidRDefault="0062748B" w:rsidP="0062748B">
      <w:r>
        <w:t xml:space="preserve">  -1.000000E-5  NonlinearTechCost03(2)</w:t>
      </w:r>
    </w:p>
    <w:p w:rsidR="0062748B" w:rsidRDefault="0062748B" w:rsidP="0062748B"/>
    <w:p w:rsidR="0062748B" w:rsidRDefault="0062748B" w:rsidP="0062748B">
      <w:r>
        <w:t>IX_TotalCost(3)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IX15(3)</w:t>
      </w:r>
    </w:p>
    <w:p w:rsidR="0062748B" w:rsidRDefault="0062748B" w:rsidP="0062748B">
      <w:r>
        <w:t xml:space="preserve">  -1.000000E-5  NonlinearTechCost03(3)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Tobj  Objective function for the technoogy only problem</w:t>
      </w:r>
    </w:p>
    <w:p w:rsidR="0062748B" w:rsidRDefault="0062748B" w:rsidP="0062748B"/>
    <w:p w:rsidR="0062748B" w:rsidRDefault="0062748B" w:rsidP="0062748B">
      <w:r>
        <w:t>Tobj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t xml:space="preserve">        1       Tobjective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Volume  volume of waste treated by each industry using each technology (def</w:t>
      </w:r>
    </w:p>
    <w:p w:rsidR="0062748B" w:rsidRDefault="0062748B" w:rsidP="0062748B">
      <w:r>
        <w:t xml:space="preserve">             ined over i and j)</w:t>
      </w:r>
    </w:p>
    <w:p w:rsidR="0062748B" w:rsidRDefault="0062748B" w:rsidP="0062748B"/>
    <w:p w:rsidR="0062748B" w:rsidRDefault="0062748B" w:rsidP="0062748B">
      <w:r>
        <w:t>Volume(1,1)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0.0028  Tc2(1)</w:t>
      </w:r>
    </w:p>
    <w:p w:rsidR="0062748B" w:rsidRDefault="0062748B" w:rsidP="0062748B">
      <w:r>
        <w:t xml:space="preserve">      -43.8021  DFREq(1,1)</w:t>
      </w:r>
    </w:p>
    <w:p w:rsidR="0062748B" w:rsidRDefault="0062748B" w:rsidP="0062748B">
      <w:r>
        <w:t xml:space="preserve">       -1.1574  CF01(1)</w:t>
      </w:r>
    </w:p>
    <w:p w:rsidR="0062748B" w:rsidRDefault="0062748B" w:rsidP="0062748B"/>
    <w:p w:rsidR="0062748B" w:rsidRDefault="0062748B" w:rsidP="0062748B">
      <w:r>
        <w:t>Volume(1,2)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Tc1(1)</w:t>
      </w:r>
    </w:p>
    <w:p w:rsidR="0062748B" w:rsidRDefault="0062748B" w:rsidP="0062748B">
      <w:r>
        <w:t xml:space="preserve">        0.0041  Tc2(1)</w:t>
      </w:r>
    </w:p>
    <w:p w:rsidR="0062748B" w:rsidRDefault="0062748B" w:rsidP="0062748B">
      <w:r>
        <w:t xml:space="preserve">      -43.8021  DFREq(1,2)</w:t>
      </w:r>
    </w:p>
    <w:p w:rsidR="0062748B" w:rsidRDefault="0062748B" w:rsidP="0062748B">
      <w:r>
        <w:t xml:space="preserve"> (-7.37701E+16) GAC01(1)</w:t>
      </w:r>
    </w:p>
    <w:p w:rsidR="0062748B" w:rsidRDefault="0062748B" w:rsidP="0062748B">
      <w:r>
        <w:t xml:space="preserve"> (-8.53308E+15) GAC02(1)</w:t>
      </w:r>
    </w:p>
    <w:p w:rsidR="0062748B" w:rsidRDefault="0062748B" w:rsidP="0062748B"/>
    <w:p w:rsidR="0062748B" w:rsidRDefault="0062748B" w:rsidP="0062748B">
      <w:r>
        <w:t>Volume(1,3)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0.0014  Tc2(1)</w:t>
      </w:r>
    </w:p>
    <w:p w:rsidR="0062748B" w:rsidRDefault="0062748B" w:rsidP="0062748B">
      <w:r>
        <w:t xml:space="preserve">      -43.8021  DFREq(1,3)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>---- DFR  Desired flow rate for the industry in liters per sec</w:t>
      </w:r>
    </w:p>
    <w:p w:rsidR="0062748B" w:rsidRDefault="0062748B" w:rsidP="0062748B"/>
    <w:p w:rsidR="0062748B" w:rsidRDefault="0062748B" w:rsidP="0062748B">
      <w:r>
        <w:t>DFR(1,1)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DFREq(1,1)</w:t>
      </w:r>
    </w:p>
    <w:p w:rsidR="0062748B" w:rsidRDefault="0062748B" w:rsidP="0062748B">
      <w:r>
        <w:t xml:space="preserve">       -1.0067  CF03(1)</w:t>
      </w:r>
    </w:p>
    <w:p w:rsidR="0062748B" w:rsidRDefault="0062748B" w:rsidP="0062748B">
      <w:r>
        <w:t xml:space="preserve">        1       CF04(1)</w:t>
      </w:r>
    </w:p>
    <w:p w:rsidR="0062748B" w:rsidRDefault="0062748B" w:rsidP="0062748B">
      <w:r>
        <w:t xml:space="preserve">       -1.0603  CF09(1)</w:t>
      </w:r>
    </w:p>
    <w:p w:rsidR="0062748B" w:rsidRDefault="0062748B" w:rsidP="0062748B">
      <w:r>
        <w:t xml:space="preserve">      -52.3384  CF25(1)</w:t>
      </w:r>
    </w:p>
    <w:p w:rsidR="0062748B" w:rsidRDefault="0062748B" w:rsidP="0062748B">
      <w:r>
        <w:t xml:space="preserve">      -10.4677  CF27(1)</w:t>
      </w:r>
    </w:p>
    <w:p w:rsidR="0062748B" w:rsidRDefault="0062748B" w:rsidP="0062748B"/>
    <w:p w:rsidR="0062748B" w:rsidRDefault="0062748B" w:rsidP="0062748B">
      <w:r>
        <w:lastRenderedPageBreak/>
        <w:t>DFR(1,2)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DFREq(1,2)</w:t>
      </w:r>
    </w:p>
    <w:p w:rsidR="0062748B" w:rsidRDefault="0062748B" w:rsidP="0062748B"/>
    <w:p w:rsidR="0062748B" w:rsidRDefault="0062748B" w:rsidP="0062748B">
      <w:r>
        <w:t>DFR(1,3)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DFREq(1,3)</w:t>
      </w:r>
    </w:p>
    <w:p w:rsidR="0062748B" w:rsidRDefault="0062748B" w:rsidP="0062748B">
      <w:r>
        <w:t xml:space="preserve">       -0.18    IX01(1)</w:t>
      </w:r>
    </w:p>
    <w:p w:rsidR="0062748B" w:rsidRDefault="0062748B" w:rsidP="0062748B">
      <w:r>
        <w:t xml:space="preserve">       -0.0156  IX04(1)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 xml:space="preserve">---- NonlinearTechCost  </w:t>
      </w:r>
    </w:p>
    <w:p w:rsidR="0062748B" w:rsidRDefault="0062748B" w:rsidP="0062748B"/>
    <w:p w:rsidR="0062748B" w:rsidRDefault="0062748B" w:rsidP="0062748B">
      <w:r>
        <w:t>NonlinearTechCost(1,1)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NonlinearTechCost01(1)</w:t>
      </w:r>
    </w:p>
    <w:p w:rsidR="0062748B" w:rsidRDefault="0062748B" w:rsidP="0062748B"/>
    <w:p w:rsidR="0062748B" w:rsidRDefault="0062748B" w:rsidP="0062748B">
      <w:r>
        <w:t>NonlinearTechCost(1,2)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NonlinearTechCost02(1)</w:t>
      </w:r>
    </w:p>
    <w:p w:rsidR="0062748B" w:rsidRDefault="0062748B" w:rsidP="0062748B"/>
    <w:p w:rsidR="0062748B" w:rsidRDefault="0062748B" w:rsidP="0062748B">
      <w:r>
        <w:t>NonlinearTechCost(1,3)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NonlinearTechCost03(1)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32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54     SINGLE EQUATIONS        1,596</w:t>
      </w:r>
    </w:p>
    <w:p w:rsidR="0062748B" w:rsidRDefault="0062748B" w:rsidP="0062748B">
      <w:r>
        <w:t>BLOCKS OF VARIABLES          51     SINGLE VARIABLES        1,625</w:t>
      </w:r>
    </w:p>
    <w:p w:rsidR="0062748B" w:rsidRDefault="0062748B" w:rsidP="0062748B">
      <w:r>
        <w:t>NON ZERO ELEMENTS         4,003     NON LINEAR N-Z            174</w:t>
      </w:r>
    </w:p>
    <w:p w:rsidR="0062748B" w:rsidRDefault="0062748B" w:rsidP="0062748B">
      <w:r>
        <w:t>DERIVATIVE POOL              10     CONSTANT POOL              31</w:t>
      </w:r>
    </w:p>
    <w:p w:rsidR="0062748B" w:rsidRDefault="0062748B" w:rsidP="0062748B">
      <w:r>
        <w:t>CODE LENGTH               1,508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0.015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0.015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8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33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TechProblem         OBJECTIVE  Tobj</w:t>
      </w:r>
    </w:p>
    <w:p w:rsidR="0062748B" w:rsidRDefault="0062748B" w:rsidP="0062748B">
      <w:r>
        <w:t xml:space="preserve">     TYPE    NLP                 DIRECTION  MINIMIZE</w:t>
      </w:r>
    </w:p>
    <w:p w:rsidR="0062748B" w:rsidRDefault="0062748B" w:rsidP="0062748B">
      <w:r>
        <w:t xml:space="preserve">     SOLVER  CONOPT              FROM LINE  868</w:t>
      </w:r>
    </w:p>
    <w:p w:rsidR="0062748B" w:rsidRDefault="0062748B" w:rsidP="0062748B"/>
    <w:p w:rsidR="0062748B" w:rsidRDefault="0062748B" w:rsidP="0062748B">
      <w:r>
        <w:t xml:space="preserve">**** SOLVER STATUS     7 Licensing Problems        </w:t>
      </w:r>
    </w:p>
    <w:p w:rsidR="0062748B" w:rsidRDefault="0062748B" w:rsidP="0062748B">
      <w:r>
        <w:t xml:space="preserve">**** MODEL STATUS      11 Licensing Problem        </w:t>
      </w:r>
    </w:p>
    <w:p w:rsidR="0062748B" w:rsidRDefault="0062748B" w:rsidP="0062748B">
      <w:r>
        <w:t>**** OBJECTIVE VALUE               NA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>
      <w:r>
        <w:t xml:space="preserve"> EVALUATION ERRORS              0             0</w:t>
      </w:r>
    </w:p>
    <w:p w:rsidR="0062748B" w:rsidRDefault="0062748B" w:rsidP="0062748B">
      <w:r>
        <w:t xml:space="preserve">CONOPT 3         24.1.3 r41464 Released Jul 26, 2013 WEI x86_64/MS Windows    </w:t>
      </w:r>
    </w:p>
    <w:p w:rsidR="0062748B" w:rsidRDefault="0062748B" w:rsidP="0062748B">
      <w:r>
        <w:t>*** No license found</w:t>
      </w:r>
    </w:p>
    <w:p w:rsidR="0062748B" w:rsidRDefault="0062748B" w:rsidP="0062748B">
      <w:r>
        <w:t>*** To update your license, please contact your distributor.</w:t>
      </w:r>
    </w:p>
    <w:p w:rsidR="0062748B" w:rsidRDefault="0062748B" w:rsidP="0062748B">
      <w:r>
        <w:t>*** Too many equations for demo mode</w:t>
      </w:r>
    </w:p>
    <w:p w:rsidR="0062748B" w:rsidRDefault="0062748B" w:rsidP="0062748B">
      <w:r>
        <w:t>***   Number of equations          : 1596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variables for demo mode</w:t>
      </w:r>
    </w:p>
    <w:p w:rsidR="0062748B" w:rsidRDefault="0062748B" w:rsidP="0062748B">
      <w:r>
        <w:lastRenderedPageBreak/>
        <w:t>***   Number of variables          : 1625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nonzero elements for demo mode</w:t>
      </w:r>
    </w:p>
    <w:p w:rsidR="0062748B" w:rsidRDefault="0062748B" w:rsidP="0062748B">
      <w:r>
        <w:t>***   Number of nonzeros           : 4003</w:t>
      </w:r>
    </w:p>
    <w:p w:rsidR="0062748B" w:rsidRDefault="0062748B" w:rsidP="0062748B">
      <w:r>
        <w:t>***   Maximum allowed              : 2000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No solution returned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34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Tobjective  =E=  </w:t>
      </w:r>
    </w:p>
    <w:p w:rsidR="0062748B" w:rsidRDefault="0062748B" w:rsidP="0062748B"/>
    <w:p w:rsidR="0062748B" w:rsidRDefault="0062748B" w:rsidP="0062748B">
      <w:r>
        <w:t>Tobjective..  Tobj - NonlinearTechCost(1,1) - NonlinearTechCost(1,2)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NonlinearTechCost(1,3) - NonlinearTechCost(2,1) - NonlinearTechCost(2,2)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NonlinearTechCost(2,3) - NonlinearTechCost(3,1) - NonlinearTechCost(3,2)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NonlinearTechCost(3,3) - NonlinearTechCost(4,1) - NonlinearTechCost(4,2)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NonlinearTechCost(4,3) - NonlinearTechCost(5,1) - NonlinearTechCost(5,2)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NonlinearTechCost(5,3) - NonlinearTechCost(6,1) - NonlinearTechCost(6,2)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NonlinearTechCost(6,3) - NonlinearTechCost(7,1) - NonlinearTechCost(7,2)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NonlinearTechCost(7,3) - NonlinearTechCost(8,1) - NonlinearTechCost(8,2)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NonlinearTechCost(8,3) - NonlinearTechCost(9,1) - NonlinearTechCost(9,2)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NonlinearTechCost(9,3) - NonlinearTechCost(10,1)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NonlinearTechCost(10,2) - NonlinearTechCost(10,3)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NonlinearTechCost(11,1) - NonlinearTechCost(11,2)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NonlinearTechCost(11,3) - NonlinearTechCost(12,1)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NonlinearTechCost(12,2) - NonlinearTechCost(12,3)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NonlinearTechCost(13,1) - NonlinearTechCost(13,2)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NonlinearTechCost(13,3) - NonlinearTechCost(14,1)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NonlinearTechCost(14,2) - NonlinearTechCost(14,3)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NonlinearTechCost(15,1) - NonlinearTechCost(15,2)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NonlinearTechCost(15,3) - NonlinearTechCost(16,1)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NonlinearTechCost(16,2) - NonlinearTechCost(16,3)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NonlinearTechCost(17,1) - NonlinearTechCost(17,2)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NonlinearTechCost(17,3) - NonlinearTechCost(18,1)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NonlinearTechCost(18,2) - NonlinearTechCost(18,3)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NonlinearTechCost(19,1) - NonlinearTechCost(19,2)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NonlinearTechCost(19,3) - NonlinearTechCost(20,1)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NonlinearTechCost(20,2) - NonlinearTechCost(20,3)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NonlinearTechCost(21,1) - NonlinearTechCost(21,2)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NonlinearTechCost(21,3) - NonlinearTechCost(22,1)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NonlinearTechCost(22,2) - NonlinearTechCost(22,3)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NonlinearTechCost(23,1) - NonlinearTechCost(23,2)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NonlinearTechCost(23,3) - NonlinearTechCost(24,1)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NonlinearTechCost(24,2) - NonlinearTechCost(24,3)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NonlinearTechCost(25,1) - NonlinearTechCost(25,2)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NonlinearTechCost(25,3) - NonlinearTechCost(26,1)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NonlinearTechCost(26,2) - NonlinearTechCost(26,3)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NonlinearTechCost(27,1) - NonlinearTechCost(27,2)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NonlinearTechCost(27,3) - NonlinearTechCost(28,1)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NonlinearTechCost(28,2) - NonlinearTechCost(28,3)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NonlinearTechCost(29,1) - NonlinearTechCost(29,2)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 xml:space="preserve">---- Tc1  =L=  </w:t>
      </w:r>
    </w:p>
    <w:p w:rsidR="0062748B" w:rsidRDefault="0062748B" w:rsidP="0062748B"/>
    <w:p w:rsidR="0062748B" w:rsidRDefault="0062748B" w:rsidP="0062748B">
      <w:r>
        <w:t>Tc1(1)..  Volume(1,1) + Volume(1,2) + Volume(1,3) =L= 46.1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Tc1(2)..  Volume(2,1) + Volume(2,2) + Volume(2,3) =L= 1.5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Tc1(3)..  Volume(3,1) + Volume(3,2) + Volume(3,3) =L= 4.6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Tc2  =G=  </w:t>
      </w:r>
    </w:p>
    <w:p w:rsidR="0062748B" w:rsidRDefault="0062748B" w:rsidP="0062748B"/>
    <w:p w:rsidR="0062748B" w:rsidRDefault="0062748B" w:rsidP="0062748B">
      <w:r>
        <w:t>Tc2(1)..  0.002762685*Volume(1,1) + 0.00414402749999999*Volume(1,2)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+ 0.0013813425*Volume(1,3) =G= 0.122832874808418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0.122832874808418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Tc2(2)..  0.002762685*Volume(2,1) + 0.00414402749999999*Volume(2,2)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+ 0.0013813425*Volume(2,3) =G= 0.00202831822193877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0.00202831822193877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Tc2(3)..  0.002762685*Volume(3,1) + 0.00414402749999999*Volume(3,2)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+ 0.0013813425*Volume(3,3) =G= 0.0100326811806122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0.0100326811806122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DFREq  =E=  </w:t>
      </w:r>
    </w:p>
    <w:p w:rsidR="0062748B" w:rsidRDefault="0062748B" w:rsidP="0062748B"/>
    <w:p w:rsidR="0062748B" w:rsidRDefault="0062748B" w:rsidP="0062748B">
      <w:r>
        <w:t>DFREq(1,1)..  - 43.8020833333334*Volume(1,1) + DFR(1,1)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DFREq(1,2)..  - 43.8020833333334*Volume(1,2) + DFR(1,2)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DFREq(1,3)..  - 43.8020833333334*Volume(1,3) + 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CF01  =E=  </w:t>
      </w:r>
    </w:p>
    <w:p w:rsidR="0062748B" w:rsidRDefault="0062748B" w:rsidP="0062748B"/>
    <w:p w:rsidR="0062748B" w:rsidRDefault="0062748B" w:rsidP="0062748B">
      <w:r>
        <w:t>CF01(1)..  CF_NoOfModules(1) - 1.15740740740741*Volume(1,1)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CF01(2)..  CF_NoOfModules(2) - 1.15740740740741*Volume(2,1)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CF01(3)..  CF_NoOfModules(3) - 1.15740740740741*Volume(3,1)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CF03  =E=  </w:t>
      </w:r>
    </w:p>
    <w:p w:rsidR="0062748B" w:rsidRDefault="0062748B" w:rsidP="0062748B"/>
    <w:p w:rsidR="0062748B" w:rsidRDefault="0062748B" w:rsidP="0062748B">
      <w:r>
        <w:t>CF03(1)..  CF_MFF(1) - 1.00671140939597*DFR(1,1)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CF03(2)..  CF_MFF(2) - 1.00671140939597*DFR(2,1)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CF03(3)..  CF_MFF(3) - 1.00671140939597*DFR(3,1)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CF04  =E=  </w:t>
      </w:r>
    </w:p>
    <w:p w:rsidR="0062748B" w:rsidRDefault="0062748B" w:rsidP="0062748B"/>
    <w:p w:rsidR="0062748B" w:rsidRDefault="0062748B" w:rsidP="0062748B">
      <w:r>
        <w:t>CF04(1)..  CF_BackwashFlow(1) - CF_MFF(1)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CF04(2)..  CF_BackwashFlow(2) - CF_MFF(2) + 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CF04(3)..  CF_BackwashFlow(3) - CF_MFF(3) + 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CF05  =E=  </w:t>
      </w:r>
    </w:p>
    <w:p w:rsidR="0062748B" w:rsidRDefault="0062748B" w:rsidP="0062748B"/>
    <w:p w:rsidR="0062748B" w:rsidRDefault="0062748B" w:rsidP="0062748B">
      <w:r>
        <w:t>CF05(1)..  CF_FeedPumpHP(1) - 0.346809353943718*CF_MFF(1)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CF05(2)..  CF_FeedPumpHP(2) - 0.346809353943718*CF_MFF(2)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CF05(3)..  CF_FeedPumpHP(3) - 0.346809353943718*CF_MFF(3)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CF06  =E=  </w:t>
      </w:r>
    </w:p>
    <w:p w:rsidR="0062748B" w:rsidRDefault="0062748B" w:rsidP="0062748B"/>
    <w:p w:rsidR="0062748B" w:rsidRDefault="0062748B" w:rsidP="0062748B">
      <w:r>
        <w:t>CF06(1)..  - 6534.96*CF_FeedPumpHP(1) + CF_FeedPumpPower(1)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CF06(2)..  - 6534.96*CF_FeedPumpHP(2) + CF_FeedPumpPower(2)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CF06(3)..  - 6534.96*CF_FeedPumpHP(3) + CF_FeedPumpPower(3)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CF07  =E=  </w:t>
      </w:r>
    </w:p>
    <w:p w:rsidR="0062748B" w:rsidRDefault="0062748B" w:rsidP="0062748B"/>
    <w:p w:rsidR="0062748B" w:rsidRDefault="0062748B" w:rsidP="0062748B">
      <w:r>
        <w:t>CF07(1)..  - 43.508*CF_FeedPumpHP(1) + CF_BackflushPower(1)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CF07(2)..  - 43.508*CF_FeedPumpHP(2) + CF_BackflushPower(2)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CF07(3)..  - 43.508*CF_FeedPumpHP(3) + CF_BackflushPower(3)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CF08  =E=  </w:t>
      </w:r>
    </w:p>
    <w:p w:rsidR="0062748B" w:rsidRDefault="0062748B" w:rsidP="0062748B"/>
    <w:p w:rsidR="0062748B" w:rsidRDefault="0062748B" w:rsidP="0062748B">
      <w:r>
        <w:t>CF08(1)..  - 90*CF_NoOfModules(1) + CF_NoOfMembranes(1)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CF08(2)..  - 90*CF_NoOfModules(2) + CF_NoOfMembranes(2)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CF08(3)..  - 90*CF_NoOfModules(3) + CF_NoOfMembranes(3)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CF09  =E=  </w:t>
      </w:r>
    </w:p>
    <w:p w:rsidR="0062748B" w:rsidRDefault="0062748B" w:rsidP="0062748B"/>
    <w:p w:rsidR="0062748B" w:rsidRDefault="0062748B" w:rsidP="0062748B">
      <w:r>
        <w:t>CF09(1)..  CF_BuildingArea(1) - 1.060338816*DFR(1,1)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CF09(2)..  CF_BuildingArea(2) - 1.060338816*DFR(2,1)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CF09(3)..  CF_BuildingArea(3) - 1.060338816*DFR(3,1)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CF10  =E=  </w:t>
      </w:r>
    </w:p>
    <w:p w:rsidR="0062748B" w:rsidRDefault="0062748B" w:rsidP="0062748B"/>
    <w:p w:rsidR="0062748B" w:rsidRDefault="0062748B" w:rsidP="0062748B">
      <w:r>
        <w:t>CF10(1)..  - 370000*CF_NoOfModules(1) + CF_MembraneModuleCost(1)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CF10(2)..  - 370000*CF_NoOfModules(2) + CF_MembraneModuleCost(2)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CF10(3)..  - 370000*CF_NoOfModules(3) + CF_MembraneModuleCost(3)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CF11  =E=  </w:t>
      </w:r>
    </w:p>
    <w:p w:rsidR="0062748B" w:rsidRDefault="0062748B" w:rsidP="0062748B"/>
    <w:p w:rsidR="0062748B" w:rsidRDefault="0062748B" w:rsidP="0062748B">
      <w:r>
        <w:t>CF11(1)..  - 1076*CF_BuildingArea(1) + CF_BuildingCost(1)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CF11(2)..  - 1076*CF_BuildingArea(2) + CF_BuildingCost(2)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CF11(3)..  - 1076*CF_BuildingArea(3) + CF_BuildingCost(3)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CF12  =E=  </w:t>
      </w:r>
    </w:p>
    <w:p w:rsidR="0062748B" w:rsidRDefault="0062748B" w:rsidP="0062748B"/>
    <w:p w:rsidR="0062748B" w:rsidRDefault="0062748B" w:rsidP="0062748B">
      <w:r>
        <w:t>CF12(1)..  - 70000*CF_NoOfModules(1) + CF_InstallationCost(1)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CF12(2)..  - 70000*CF_NoOfModules(2) + CF_InstallationCost(2)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CF12(3)..  - 70000*CF_NoOfModules(3) + CF_InstallationCost(3)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CF13  =E=  </w:t>
      </w:r>
    </w:p>
    <w:p w:rsidR="0062748B" w:rsidRDefault="0062748B" w:rsidP="0062748B"/>
    <w:p w:rsidR="0062748B" w:rsidRDefault="0062748B" w:rsidP="0062748B">
      <w:r>
        <w:t>CF13(1)..  - 0.05*CF_MembraneModuleCost(1) + CF_MiscCost(1)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CF13(2)..  - 0.05*CF_MembraneModuleCost(2) + CF_MiscCost(2)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CF13(3)..  - 0.05*CF_MembraneModuleCost(3) + CF_MiscCost(3)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CF14  =E=  </w:t>
      </w:r>
    </w:p>
    <w:p w:rsidR="0062748B" w:rsidRDefault="0062748B" w:rsidP="0062748B"/>
    <w:p w:rsidR="0062748B" w:rsidRDefault="0062748B" w:rsidP="0062748B">
      <w:r>
        <w:t>CF14(1)..  - 0.05*CF_MembraneModuleCost(1) - 0.05*CF_MiscCost(1)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CF_PlantPipingCost(1)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CF14(2)..  - 0.05*CF_MembraneModuleCost(2) - 0.05*CF_MiscCost(2)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CF14(3)..  - 0.05*CF_MembraneModuleCost(3) - 0.05*CF_MiscCost(3)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CF15  =E=  </w:t>
      </w:r>
    </w:p>
    <w:p w:rsidR="0062748B" w:rsidRDefault="0062748B" w:rsidP="0062748B"/>
    <w:p w:rsidR="0062748B" w:rsidRDefault="0062748B" w:rsidP="0062748B">
      <w:r>
        <w:t>CF15(1)..  - 0.1*CF_MembraneModuleCost(1) - 0.1*CF_MiscCost(1)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CF15(2)..  - 0.1*CF_MembraneModuleCost(2) - 0.1*CF_MiscCost(2)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CF15(3)..  - 0.1*CF_MembraneModuleCost(3) - 0.1*CF_MiscCost(3)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CF_EngineeringCost(3)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CF16  =E=  </w:t>
      </w:r>
    </w:p>
    <w:p w:rsidR="0062748B" w:rsidRDefault="0062748B" w:rsidP="0062748B"/>
    <w:p w:rsidR="0062748B" w:rsidRDefault="0062748B" w:rsidP="0062748B">
      <w:r>
        <w:t>CF16(1)..  - CF_MembraneModuleCost(1) - CF_BuildingCost(1)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CF_InstallationCost(1) - CF_MiscCost(1) - CF_PlantPipingCost(1)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CF_EngineeringCost(1) + CF_DirectCapitalCost(1)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CF16(2)..  - CF_MembraneModuleCost(2) - CF_BuildingCost(2)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CF_InstallationCost(2) - CF_MiscCost(2) - CF_PlantPipingCost(2)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CF_EngineeringCost(2) + CF_DirectCapitalCost(2)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CF16(3)..  - CF_MembraneModuleCost(3) - CF_BuildingCost(3)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CF_InstallationCost(3) - CF_MiscCost(3) - CF_PlantPipingCost(3)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CF_EngineeringCost(3) + CF_DirectCapitalCost(3)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CF17  =E=  </w:t>
      </w:r>
    </w:p>
    <w:p w:rsidR="0062748B" w:rsidRDefault="0062748B" w:rsidP="0062748B"/>
    <w:p w:rsidR="0062748B" w:rsidRDefault="0062748B" w:rsidP="0062748B">
      <w:r>
        <w:t>CF17(1)..  - 0.06*CF_DirectCapitalCost(1) + CF_ConstructionInterest(1)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CF17(2)..  - 0.06*CF_DirectCapitalCost(2) + CF_ConstructionInterest(2)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CF17(3)..  - 0.06*CF_DirectCapitalCost(3) + CF_ConstructionInterest(3)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CF18  =E=  </w:t>
      </w:r>
    </w:p>
    <w:p w:rsidR="0062748B" w:rsidRDefault="0062748B" w:rsidP="0062748B"/>
    <w:p w:rsidR="0062748B" w:rsidRDefault="0062748B" w:rsidP="0062748B">
      <w:r>
        <w:t>CF18(1)..  - 0.2*CF_DirectCapitalCost(1) + CF_Contingencies(1)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CF18(2)..  - 0.2*CF_DirectCapitalCost(2) + CF_Contingencies(2)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CF18(3)..  - 0.2*CF_DirectCapitalCost(3) + CF_Contingencies(3)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CF19  =E=  </w:t>
      </w:r>
    </w:p>
    <w:p w:rsidR="0062748B" w:rsidRDefault="0062748B" w:rsidP="0062748B"/>
    <w:p w:rsidR="0062748B" w:rsidRDefault="0062748B" w:rsidP="0062748B">
      <w:r>
        <w:t>CF19(1)..  - 0.1*CF_DirectCapitalCost(1) + CF_ProjectManagement(1)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CF19(2)..  - 0.1*CF_DirectCapitalCost(2) + CF_ProjectManagement(2)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CF19(3)..  - 0.1*CF_DirectCapitalCost(3) + CF_ProjectManagement(3)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CF20  =E=  </w:t>
      </w:r>
    </w:p>
    <w:p w:rsidR="0062748B" w:rsidRDefault="0062748B" w:rsidP="0062748B"/>
    <w:p w:rsidR="0062748B" w:rsidRDefault="0062748B" w:rsidP="0062748B">
      <w:r>
        <w:lastRenderedPageBreak/>
        <w:t>CF20(1)..  - 0.04*CF_DirectCapitalCost(1) + CF_WorkingCapital(1)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CF20(2)..  - 0.04*CF_DirectCapitalCost(2) + CF_WorkingCapital(2)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CF20(3)..  - 0.04*CF_DirectCapitalCost(3) + CF_WorkingCapital(3)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CF21  =E=  </w:t>
      </w:r>
    </w:p>
    <w:p w:rsidR="0062748B" w:rsidRDefault="0062748B" w:rsidP="0062748B"/>
    <w:p w:rsidR="0062748B" w:rsidRDefault="0062748B" w:rsidP="0062748B">
      <w:r>
        <w:t>CF21(1)..  - CF_ConstructionInterest(1) - CF_Contingencies(1)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CF_ProjectManagement(1) - CF_WorkingCapital(1)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CF21(2)..  - CF_ConstructionInterest(2) - CF_Contingencies(2)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CF_ProjectManagement(2) - CF_WorkingCapital(2)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CF21(3)..  - CF_ConstructionInterest(3) - CF_Contingencies(3)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CF_ProjectManagement(3) - CF_WorkingCapital(3)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CF22  =E=  </w:t>
      </w:r>
    </w:p>
    <w:p w:rsidR="0062748B" w:rsidRDefault="0062748B" w:rsidP="0062748B"/>
    <w:p w:rsidR="0062748B" w:rsidRDefault="0062748B" w:rsidP="0062748B">
      <w:r>
        <w:t>CF22(1)..  - CF_DirectCapitalCost(1) - CF_IndirectCapitalCost(1)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CF22(2)..  - CF_DirectCapitalCost(2) - CF_IndirectCapitalCost(2)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CF22(3)..  - CF_DirectCapitalCost(3) - CF_IndirectCapitalCost(3)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CF_TotalConstructionCost(3)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CF23  =E=  </w:t>
      </w:r>
    </w:p>
    <w:p w:rsidR="0062748B" w:rsidRDefault="0062748B" w:rsidP="0062748B"/>
    <w:p w:rsidR="0062748B" w:rsidRDefault="0062748B" w:rsidP="0062748B">
      <w:r>
        <w:t>CF23(1)..  - 0.101419287142*CF_FeedPumpPower(1)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- 0.101419287142*CF_BackflushPower(1) + CF_ElectricityCost(1)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CF23(2)..  - 0.101419287142*CF_FeedPumpPower(2)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- 0.101419287142*CF_BackflushPower(2) + CF_ElectricityCost(2)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CF23(3)..  - 0.101419287142*CF_FeedPumpPower(3)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- 0.101419287142*CF_BackflushPower(3) + CF_ElectricityCost(3)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CF24  =E=  </w:t>
      </w:r>
    </w:p>
    <w:p w:rsidR="0062748B" w:rsidRDefault="0062748B" w:rsidP="0062748B"/>
    <w:p w:rsidR="0062748B" w:rsidRDefault="0062748B" w:rsidP="0062748B">
      <w:r>
        <w:t>CF24(1)..  CF_LaborCost(1)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CF24(2)..  CF_LaborCost(2)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CF24(3)..  CF_LaborCost(3)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CF25  =E=  </w:t>
      </w:r>
    </w:p>
    <w:p w:rsidR="0062748B" w:rsidRDefault="0062748B" w:rsidP="0062748B"/>
    <w:p w:rsidR="0062748B" w:rsidRDefault="0062748B" w:rsidP="0062748B">
      <w:r>
        <w:t>CF25(1)..  CF_ChemicalCost(1) - 54.5005479075767*DFR(1,1) =E= -318.298020522995</w:t>
      </w:r>
    </w:p>
    <w:p w:rsidR="0062748B" w:rsidRDefault="0062748B" w:rsidP="0062748B">
      <w:r>
        <w:t xml:space="preserve">      ; (LHS = 0, INFES = 318.298020522995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CF25(2)..  CF_ChemicalCost(2) - 54.5005479075767*DFR(2,1) =E= -318.298020522995</w:t>
      </w:r>
    </w:p>
    <w:p w:rsidR="0062748B" w:rsidRDefault="0062748B" w:rsidP="0062748B">
      <w:r>
        <w:t xml:space="preserve">      ; (LHS = 0, INFES = 318.298020522995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CF25(3)..  CF_ChemicalCost(3) - 54.5005479075767*DFR(3,1) =E= -318.298020522995</w:t>
      </w:r>
    </w:p>
    <w:p w:rsidR="0062748B" w:rsidRDefault="0062748B" w:rsidP="0062748B">
      <w:r>
        <w:t xml:space="preserve">      ; (LHS = 0, INFES = 318.298020522995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CF26  =E=  </w:t>
      </w:r>
    </w:p>
    <w:p w:rsidR="0062748B" w:rsidRDefault="0062748B" w:rsidP="0062748B"/>
    <w:p w:rsidR="0062748B" w:rsidRDefault="0062748B" w:rsidP="0062748B">
      <w:r>
        <w:t>CF26(1)..  - 102.244809002143*CF_NoOfMembranes(1)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CF26(2)..  - 102.244809002143*CF_NoOfMembranes(2)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CF26(3)..  - 102.244809002143*CF_NoOfMembranes(3)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CF27  =E=  </w:t>
      </w:r>
    </w:p>
    <w:p w:rsidR="0062748B" w:rsidRDefault="0062748B" w:rsidP="0062748B"/>
    <w:p w:rsidR="0062748B" w:rsidRDefault="0062748B" w:rsidP="0062748B">
      <w:r>
        <w:t xml:space="preserve">CF27(1)..  CF_CleaningChemicalCost(1) - 10.9001095815153*DFR(1,1) =E= </w:t>
      </w:r>
    </w:p>
    <w:p w:rsidR="0062748B" w:rsidRDefault="0062748B" w:rsidP="0062748B">
      <w:r>
        <w:t xml:space="preserve">     63.6599860626055 ; (LHS = 0, INFES = 63.6599860626055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CF27(2)..  CF_CleaningChemicalCost(2) - 10.9001095815153*DFR(2,1) =E= </w:t>
      </w:r>
    </w:p>
    <w:p w:rsidR="0062748B" w:rsidRDefault="0062748B" w:rsidP="0062748B">
      <w:r>
        <w:t xml:space="preserve">     63.6599860626055 ; (LHS = 0, INFES = 63.6599860626055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CF27(3)..  CF_CleaningChemicalCost(3) - 10.9001095815153*DFR(3,1) =E= </w:t>
      </w:r>
    </w:p>
    <w:p w:rsidR="0062748B" w:rsidRDefault="0062748B" w:rsidP="0062748B">
      <w:r>
        <w:t xml:space="preserve">     63.6599860626055 ; (LHS = 0, INFES = 63.6599860626055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CF28  =E=  </w:t>
      </w:r>
    </w:p>
    <w:p w:rsidR="0062748B" w:rsidRDefault="0062748B" w:rsidP="0062748B"/>
    <w:p w:rsidR="0062748B" w:rsidRDefault="0062748B" w:rsidP="0062748B">
      <w:r>
        <w:t>CF28(1)..  - 0.02*CF_DirectCapitalCost(1) + CF_Repairs(1)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CF28(2)..  - 0.02*CF_DirectCapitalCost(2) + CF_Repairs(2)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CF28(3)..  - 0.02*CF_DirectCapitalCost(3) + CF_Repairs(3)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CF29  =E=  </w:t>
      </w:r>
    </w:p>
    <w:p w:rsidR="0062748B" w:rsidRDefault="0062748B" w:rsidP="0062748B"/>
    <w:p w:rsidR="0062748B" w:rsidRDefault="0062748B" w:rsidP="0062748B">
      <w:r>
        <w:t>CF29(1)..  - CF_ElectricityCost(1) - CF_LaborCost(1) - CF_ChemicalCost(1)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CF_MembraneReplacementCost(1) - CF_CleaningChemicalCost(1)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CF_Repairs(1) + CF_TotalOMCost(1)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CF29(2)..  - CF_ElectricityCost(2) - CF_LaborCost(2) - CF_ChemicalCost(2)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CF_MembraneReplacementCost(2) - CF_CleaningChemicalCost(2)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CF_Repairs(2) + CF_TotalOMCost(2)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CF29(3)..  - CF_ElectricityCost(3) - CF_LaborCost(3) - CF_ChemicalCost(3)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CF_MembraneReplacementCost(3) - CF_CleaningChemicalCost(3)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CF_Repairs(3) + CF_TotalOMCost(3)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CF30  =E=  </w:t>
      </w:r>
    </w:p>
    <w:p w:rsidR="0062748B" w:rsidRDefault="0062748B" w:rsidP="0062748B"/>
    <w:p w:rsidR="0062748B" w:rsidRDefault="0062748B" w:rsidP="0062748B">
      <w:r>
        <w:t>CF30(1)..  - 0.101852208823151*CF_TotalConstructionCost(1)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CF30(2)..  - 0.101852208823151*CF_TotalConstructionCost(2)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CF_CapitalRecovery(2)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CF30(3)..  - 0.101852208823151*CF_TotalConstructionCost(3)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CF31  =E=  </w:t>
      </w:r>
    </w:p>
    <w:p w:rsidR="0062748B" w:rsidRDefault="0062748B" w:rsidP="0062748B"/>
    <w:p w:rsidR="0062748B" w:rsidRDefault="0062748B" w:rsidP="0062748B">
      <w:r>
        <w:t>CF31(1)..  - 2*CF_TotalOMCost(1) - 2*CF_CapitalRecovery(1) + CF_AnnualCost(1)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CF31(2)..  - 2*CF_TotalOMCost(2) - 2*CF_CapitalRecovery(2) + CF_AnnualCost(2)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CF31(3)..  - 2*CF_TotalOMCost(3) - 2*CF_CapitalRecovery(3) + CF_AnnualCost(3)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GAC01  =E=  </w:t>
      </w:r>
    </w:p>
    <w:p w:rsidR="0062748B" w:rsidRDefault="0062748B" w:rsidP="0062748B"/>
    <w:p w:rsidR="0062748B" w:rsidRDefault="0062748B" w:rsidP="0062748B">
      <w:r>
        <w:t>GAC01(1)..  GAC_CapitalCost(1) - (7.37701051584E16)*Volume(1,2)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GAC01(2)..  GAC_CapitalCost(2) - (7.37701051584E16)*Volume(2,2)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GAC01(3)..  GAC_CapitalCost(3) - (7.37701051584E16)*Volume(3,2)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GAC02  =E=  </w:t>
      </w:r>
    </w:p>
    <w:p w:rsidR="0062748B" w:rsidRDefault="0062748B" w:rsidP="0062748B"/>
    <w:p w:rsidR="0062748B" w:rsidRDefault="0062748B" w:rsidP="0062748B">
      <w:r>
        <w:t>GAC02(1)..  GAC_OMCost(1) - (8.53307527956E15)*Volume(1,2)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GAC02(2)..  GAC_OMCost(2) - (8.53307527956E15)*Volume(2,2)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GAC02(3)..  GAC_OMCost(3) - (8.53307527956E15)*Volume(3,2)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GAC03  =E=  </w:t>
      </w:r>
    </w:p>
    <w:p w:rsidR="0062748B" w:rsidRDefault="0062748B" w:rsidP="0062748B"/>
    <w:p w:rsidR="0062748B" w:rsidRDefault="0062748B" w:rsidP="0062748B">
      <w:r>
        <w:t>GAC03(1)..  - GAC_CapitalCost(1) - GAC_OMCost(1) + GAC_TotalCost(1)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GAC03(2)..  - GAC_CapitalCost(2) - GAC_OMCost(2) + GAC_TotalCost(2)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GAC03(3)..  - GAC_CapitalCost(3) - GAC_OMCost(3) + GAC_TotalCost(3)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IX01  =E=  </w:t>
      </w:r>
    </w:p>
    <w:p w:rsidR="0062748B" w:rsidRDefault="0062748B" w:rsidP="0062748B"/>
    <w:p w:rsidR="0062748B" w:rsidRDefault="0062748B" w:rsidP="0062748B">
      <w:r>
        <w:t>IX01(1)..  IX_MinResinVolume(1) - 0.18*DFR(1,3)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IX01(2)..  IX_MinResinVolume(2) - 0.18*DFR(2,3)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IX01(3)..  IX_MinResinVolume(3) - 0.18*DFR(3,3)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IX02  =E=  </w:t>
      </w:r>
    </w:p>
    <w:p w:rsidR="0062748B" w:rsidRDefault="0062748B" w:rsidP="0062748B"/>
    <w:p w:rsidR="0062748B" w:rsidRDefault="0062748B" w:rsidP="0062748B">
      <w:r>
        <w:t>IX02(1)..  IX_MinVolExhaustionTime(1)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IX02(2)..  IX_MinVolExhaustionTime(2)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IX02(3)..  IX_MinVolExhaustionTime(3)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IX04  =E=  </w:t>
      </w:r>
    </w:p>
    <w:p w:rsidR="0062748B" w:rsidRDefault="0062748B" w:rsidP="0062748B"/>
    <w:p w:rsidR="0062748B" w:rsidRDefault="0062748B" w:rsidP="0062748B">
      <w:r>
        <w:t>IX04(1)..  IX_ExhaustionTimeResinVolume(1) - 0.0156384*DFR(1,3)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IX04(2)..  IX_ExhaustionTimeResinVolume(2) - 0.0156384*DFR(2,3)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IX04(3)..  IX_ExhaustionTimeResinVolume(3) - 0.0156384*DFR(3,3)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IX05  =E=  </w:t>
      </w:r>
    </w:p>
    <w:p w:rsidR="0062748B" w:rsidRDefault="0062748B" w:rsidP="0062748B"/>
    <w:p w:rsidR="0062748B" w:rsidRDefault="0062748B" w:rsidP="0062748B">
      <w:r>
        <w:t>IX05(1)..  - 2*IX_ExhaustionTimeResinVolume(1) + IX_VesselVolume(1)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IX05(2)..  - 2*IX_ExhaustionTimeResinVolume(2) + IX_VesselVolume(2)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IX05(3)..  - 2*IX_ExhaustionTimeResinVolume(3) + IX_VesselVolume(3)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IX06  =E=  </w:t>
      </w:r>
    </w:p>
    <w:p w:rsidR="0062748B" w:rsidRDefault="0062748B" w:rsidP="0062748B"/>
    <w:p w:rsidR="0062748B" w:rsidRDefault="0062748B" w:rsidP="0062748B">
      <w:r>
        <w:t>IX06(1)..  - 1535.88182932*IX_ExhaustionTimeResinVolume(1) + IX_ResinCost(1)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IX06(2)..  - 1535.88182932*IX_ExhaustionTimeResinVolume(2) + IX_ResinCost(2)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IX06(3)..  - 1535.88182932*IX_ExhaustionTimeResinVolume(3) + IX_ResinCost(3)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IX07  =E=  </w:t>
      </w:r>
    </w:p>
    <w:p w:rsidR="0062748B" w:rsidRDefault="0062748B" w:rsidP="0062748B"/>
    <w:p w:rsidR="0062748B" w:rsidRDefault="0062748B" w:rsidP="0062748B">
      <w:r>
        <w:t>IX07(1)..  - (159592.073548155)*IX_VesselVolume(1) + IX_TankTotalCost(1)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-2.58261792165373, INFES = 2.58261792165373 ****)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IX07(2)..  - (159592.073548155)*IX_VesselVolume(2) + IX_TankTotalCost(2)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-2.58261792165373, INFES = 2.58261792165373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IX07(3)..  - (159592.073548155)*IX_VesselVolume(3) + IX_TankTotalCost(3)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-2.58261792165373, INFES = 2.58261792165373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IX08  =E=  </w:t>
      </w:r>
    </w:p>
    <w:p w:rsidR="0062748B" w:rsidRDefault="0062748B" w:rsidP="0062748B"/>
    <w:p w:rsidR="0062748B" w:rsidRDefault="0062748B" w:rsidP="0062748B">
      <w:r>
        <w:t>IX08(1)..  - 150*IX_ExhaustionTimeResinVolume(1) + IX_NaClReq(1)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IX08(2)..  - 150*IX_ExhaustionTimeResinVolume(2) + IX_NaClReq(2)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IX08(3)..  - 150*IX_ExhaustionTimeResinVolume(3) + IX_NaClReq(3)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IX09  =E=  </w:t>
      </w:r>
    </w:p>
    <w:p w:rsidR="0062748B" w:rsidRDefault="0062748B" w:rsidP="0062748B"/>
    <w:p w:rsidR="0062748B" w:rsidRDefault="0062748B" w:rsidP="0062748B">
      <w:r>
        <w:t>IX09(1)..  - 0.01*IX_NaClReq(1) + IX_RegFluidReq(1)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IX09(2)..  - 0.01*IX_NaClReq(2) + IX_RegFluidReq(2)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IX09(3)..  - 0.01*IX_NaClReq(3) + IX_RegFluidReq(3)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IX10  =E=  </w:t>
      </w:r>
    </w:p>
    <w:p w:rsidR="0062748B" w:rsidRDefault="0062748B" w:rsidP="0062748B"/>
    <w:p w:rsidR="0062748B" w:rsidRDefault="0062748B" w:rsidP="0062748B">
      <w:r>
        <w:t>IX10(1)..  - 3.65*IX_NaClReq(1) + IX_TotalChemCost(1)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IX10(2)..  - 3.65*IX_NaClReq(2) + IX_TotalChemCost(2)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IX10(3)..  - 3.65*IX_NaClReq(3) + IX_TotalChemCost(3)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IX11  =E=  </w:t>
      </w:r>
    </w:p>
    <w:p w:rsidR="0062748B" w:rsidRDefault="0062748B" w:rsidP="0062748B"/>
    <w:p w:rsidR="0062748B" w:rsidRDefault="0062748B" w:rsidP="0062748B">
      <w:r>
        <w:t>IX11(1)..  - 250*IX_RegFluidReq(1) + IX_StorageTankCost(1)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IX11(2)..  - 250*IX_RegFluidReq(2) + IX_StorageTankCost(2)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IX11(3)..  - 250*IX_RegFluidReq(3) + IX_StorageTankCost(3)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IX12  =E=  </w:t>
      </w:r>
    </w:p>
    <w:p w:rsidR="0062748B" w:rsidRDefault="0062748B" w:rsidP="0062748B"/>
    <w:p w:rsidR="0062748B" w:rsidRDefault="0062748B" w:rsidP="0062748B">
      <w:r>
        <w:t>IX12(1)..  - (2500000000)*IX_VesselVolume(1) + IX_BedArea(1)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IX12(2)..  - (2500000000)*IX_VesselVolume(2) + IX_BedArea(2)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IX12(3)..  - (2500000000)*IX_VesselVolume(3) + IX_BedArea(3)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IX13  =E=  </w:t>
      </w:r>
    </w:p>
    <w:p w:rsidR="0062748B" w:rsidRDefault="0062748B" w:rsidP="0062748B"/>
    <w:p w:rsidR="0062748B" w:rsidRDefault="0062748B" w:rsidP="0062748B">
      <w:r>
        <w:lastRenderedPageBreak/>
        <w:t>IX13(1)..  - (1254.21)*IX_BedArea(1) + IX_ConstructionCost(1)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IX13(2)..  - (1254.21)*IX_BedArea(2) + IX_ConstructionCost(2)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IX13(3)..  - (1254.21)*IX_BedArea(3) + IX_ConstructionCost(3)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IX14  =E=  </w:t>
      </w:r>
    </w:p>
    <w:p w:rsidR="0062748B" w:rsidRDefault="0062748B" w:rsidP="0062748B"/>
    <w:p w:rsidR="0062748B" w:rsidRDefault="0062748B" w:rsidP="0062748B">
      <w:r>
        <w:t>IX14(1)..  - (733000000000)*IX_BedArea(1) + IX_OMCost(1)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IX14(2)..  - (733000000000)*IX_BedArea(2) + IX_OMCost(2)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IX14(3)..  - (733000000000)*IX_BedArea(3) + IX_OMCost(3)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IX15  =E=  </w:t>
      </w:r>
    </w:p>
    <w:p w:rsidR="0062748B" w:rsidRDefault="0062748B" w:rsidP="0062748B"/>
    <w:p w:rsidR="0062748B" w:rsidRDefault="0062748B" w:rsidP="0062748B">
      <w:r>
        <w:t>IX15(1)..  - 24*IX_ResinCost(1) - IX_TankTotalCost(1) - IX_TotalChemCost(1)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IX_StorageTankCost(1) - IX_ConstructionCost(1) - IX_OMCost(1)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IX15(2)..  - 24*IX_ResinCost(2) - IX_TankTotalCost(2) - IX_TotalChemCost(2)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IX_StorageTankCost(2) - IX_ConstructionCost(2) - IX_OMCost(2)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IX15(3)..  - 24*IX_ResinCost(3) - IX_TankTotalCost(3) - IX_TotalChemCost(3)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IX_StorageTankCost(3) - IX_ConstructionCost(3) - IX_OMCost(3)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IX_TotalCost(3)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NonlinearTechCost01  =E=  </w:t>
      </w:r>
    </w:p>
    <w:p w:rsidR="0062748B" w:rsidRDefault="0062748B" w:rsidP="0062748B"/>
    <w:p w:rsidR="0062748B" w:rsidRDefault="0062748B" w:rsidP="0062748B">
      <w:r>
        <w:t>NonlinearTechCost01(1)..  - 1E-5*CF_AnnualCost(1) + NonlinearTechCost(1,1)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NonlinearTechCost01(2)..  - 1E-5*CF_AnnualCost(2) + NonlinearTechCost(2,1)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NonlinearTechCost01(3)..  - 1E-5*CF_AnnualCost(3) + NonlinearTechCost(3,1)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NonlinearTechCost02  =E=  </w:t>
      </w:r>
    </w:p>
    <w:p w:rsidR="0062748B" w:rsidRDefault="0062748B" w:rsidP="0062748B"/>
    <w:p w:rsidR="0062748B" w:rsidRDefault="0062748B" w:rsidP="0062748B">
      <w:r>
        <w:t>NonlinearTechCost02(1)..  - 1E-5*GAC_TotalCost(1) + NonlinearTechCost(1,2)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NonlinearTechCost02(2)..  - 1E-5*GAC_TotalCost(2) + NonlinearTechCost(2,2) =E= 0</w:t>
      </w:r>
    </w:p>
    <w:p w:rsidR="0062748B" w:rsidRDefault="0062748B" w:rsidP="0062748B">
      <w:r>
        <w:lastRenderedPageBreak/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NonlinearTechCost02(3)..  - 1E-5*GAC_TotalCost(3) + NonlinearTechCost(3,2)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NonlinearTechCost03  =E=  </w:t>
      </w:r>
    </w:p>
    <w:p w:rsidR="0062748B" w:rsidRDefault="0062748B" w:rsidP="0062748B"/>
    <w:p w:rsidR="0062748B" w:rsidRDefault="0062748B" w:rsidP="0062748B">
      <w:r>
        <w:t>NonlinearTechCost03(1)..  - 1E-5*IX_TotalCost(1) + NonlinearTechCost(1,3)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NonlinearTechCost03(2)..  - 1E-5*IX_TotalCost(2) + NonlinearTechCost(2,3)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NonlinearTechCost03(3)..  - 1E-5*IX_TotalCost(3) + NonlinearTechCost(3,3)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35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CF_NoOfModules  Number of modules</w:t>
      </w:r>
    </w:p>
    <w:p w:rsidR="0062748B" w:rsidRDefault="0062748B" w:rsidP="0062748B"/>
    <w:p w:rsidR="0062748B" w:rsidRDefault="0062748B" w:rsidP="0062748B">
      <w:r>
        <w:t>CF_NoOfModules(1)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CF01(1)</w:t>
      </w:r>
    </w:p>
    <w:p w:rsidR="0062748B" w:rsidRDefault="0062748B" w:rsidP="0062748B">
      <w:r>
        <w:t xml:space="preserve">      -90       CF08(1)</w:t>
      </w:r>
    </w:p>
    <w:p w:rsidR="0062748B" w:rsidRDefault="0062748B" w:rsidP="0062748B">
      <w:r>
        <w:t xml:space="preserve">  -370000       CF10(1)</w:t>
      </w:r>
    </w:p>
    <w:p w:rsidR="0062748B" w:rsidRDefault="0062748B" w:rsidP="0062748B">
      <w:r>
        <w:t xml:space="preserve">   -70000       CF12(1)</w:t>
      </w:r>
    </w:p>
    <w:p w:rsidR="0062748B" w:rsidRDefault="0062748B" w:rsidP="0062748B"/>
    <w:p w:rsidR="0062748B" w:rsidRDefault="0062748B" w:rsidP="0062748B">
      <w:r>
        <w:t>CF_NoOfModules(2)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CF01(2)</w:t>
      </w:r>
    </w:p>
    <w:p w:rsidR="0062748B" w:rsidRDefault="0062748B" w:rsidP="0062748B">
      <w:r>
        <w:t xml:space="preserve">      -90       CF08(2)</w:t>
      </w:r>
    </w:p>
    <w:p w:rsidR="0062748B" w:rsidRDefault="0062748B" w:rsidP="0062748B">
      <w:r>
        <w:t xml:space="preserve">  -370000       CF10(2)</w:t>
      </w:r>
    </w:p>
    <w:p w:rsidR="0062748B" w:rsidRDefault="0062748B" w:rsidP="0062748B">
      <w:r>
        <w:t xml:space="preserve">   -70000       CF12(2)</w:t>
      </w:r>
    </w:p>
    <w:p w:rsidR="0062748B" w:rsidRDefault="0062748B" w:rsidP="0062748B"/>
    <w:p w:rsidR="0062748B" w:rsidRDefault="0062748B" w:rsidP="0062748B">
      <w:r>
        <w:t>CF_NoOfModules(3)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CF01(3)</w:t>
      </w:r>
    </w:p>
    <w:p w:rsidR="0062748B" w:rsidRDefault="0062748B" w:rsidP="0062748B">
      <w:r>
        <w:t xml:space="preserve">      -90       CF08(3)</w:t>
      </w:r>
    </w:p>
    <w:p w:rsidR="0062748B" w:rsidRDefault="0062748B" w:rsidP="0062748B">
      <w:r>
        <w:lastRenderedPageBreak/>
        <w:t xml:space="preserve">  -370000       CF10(3)</w:t>
      </w:r>
    </w:p>
    <w:p w:rsidR="0062748B" w:rsidRDefault="0062748B" w:rsidP="0062748B">
      <w:r>
        <w:t xml:space="preserve">   -70000       CF12(3)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CF_BackwashFlow  Backwash flow</w:t>
      </w:r>
    </w:p>
    <w:p w:rsidR="0062748B" w:rsidRDefault="0062748B" w:rsidP="0062748B"/>
    <w:p w:rsidR="0062748B" w:rsidRDefault="0062748B" w:rsidP="0062748B">
      <w:r>
        <w:t>CF_BackwashFlow(1)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CF04(1)</w:t>
      </w:r>
    </w:p>
    <w:p w:rsidR="0062748B" w:rsidRDefault="0062748B" w:rsidP="0062748B"/>
    <w:p w:rsidR="0062748B" w:rsidRDefault="0062748B" w:rsidP="0062748B">
      <w:r>
        <w:t>CF_BackwashFlow(2)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CF04(2)</w:t>
      </w:r>
    </w:p>
    <w:p w:rsidR="0062748B" w:rsidRDefault="0062748B" w:rsidP="0062748B"/>
    <w:p w:rsidR="0062748B" w:rsidRDefault="0062748B" w:rsidP="0062748B">
      <w:r>
        <w:t>CF_BackwashFlow(3)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CF_FeedPumpHP  Feed pump horsepower</w:t>
      </w:r>
    </w:p>
    <w:p w:rsidR="0062748B" w:rsidRDefault="0062748B" w:rsidP="0062748B"/>
    <w:p w:rsidR="0062748B" w:rsidRDefault="0062748B" w:rsidP="0062748B">
      <w:r>
        <w:t>CF_FeedPumpHP(1)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CF05(1)</w:t>
      </w:r>
    </w:p>
    <w:p w:rsidR="0062748B" w:rsidRDefault="0062748B" w:rsidP="0062748B">
      <w:r>
        <w:t xml:space="preserve">    -6534.96    CF06(1)</w:t>
      </w:r>
    </w:p>
    <w:p w:rsidR="0062748B" w:rsidRDefault="0062748B" w:rsidP="0062748B">
      <w:r>
        <w:t xml:space="preserve">      -43.508   CF07(1)</w:t>
      </w:r>
    </w:p>
    <w:p w:rsidR="0062748B" w:rsidRDefault="0062748B" w:rsidP="0062748B"/>
    <w:p w:rsidR="0062748B" w:rsidRDefault="0062748B" w:rsidP="0062748B">
      <w:r>
        <w:t>CF_FeedPumpHP(2)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CF05(2)</w:t>
      </w:r>
    </w:p>
    <w:p w:rsidR="0062748B" w:rsidRDefault="0062748B" w:rsidP="0062748B">
      <w:r>
        <w:t xml:space="preserve">    -6534.96    CF06(2)</w:t>
      </w:r>
    </w:p>
    <w:p w:rsidR="0062748B" w:rsidRDefault="0062748B" w:rsidP="0062748B">
      <w:r>
        <w:t xml:space="preserve">      -43.508   CF07(2)</w:t>
      </w:r>
    </w:p>
    <w:p w:rsidR="0062748B" w:rsidRDefault="0062748B" w:rsidP="0062748B"/>
    <w:p w:rsidR="0062748B" w:rsidRDefault="0062748B" w:rsidP="0062748B">
      <w:r>
        <w:t>CF_FeedPumpHP(3)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CF05(3)</w:t>
      </w:r>
    </w:p>
    <w:p w:rsidR="0062748B" w:rsidRDefault="0062748B" w:rsidP="0062748B">
      <w:r>
        <w:t xml:space="preserve">    -6534.96    CF06(3)</w:t>
      </w:r>
    </w:p>
    <w:p w:rsidR="0062748B" w:rsidRDefault="0062748B" w:rsidP="0062748B">
      <w:r>
        <w:t xml:space="preserve">      -43.508   CF07(3)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CF_FeedPumpPower  Feed pump power requirement in kWh</w:t>
      </w:r>
    </w:p>
    <w:p w:rsidR="0062748B" w:rsidRDefault="0062748B" w:rsidP="0062748B"/>
    <w:p w:rsidR="0062748B" w:rsidRDefault="0062748B" w:rsidP="0062748B">
      <w:r>
        <w:t>CF_FeedPumpPower(1)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CF06(1)</w:t>
      </w:r>
    </w:p>
    <w:p w:rsidR="0062748B" w:rsidRDefault="0062748B" w:rsidP="0062748B">
      <w:r>
        <w:t xml:space="preserve">       -0.1014  CF23(1)</w:t>
      </w:r>
    </w:p>
    <w:p w:rsidR="0062748B" w:rsidRDefault="0062748B" w:rsidP="0062748B"/>
    <w:p w:rsidR="0062748B" w:rsidRDefault="0062748B" w:rsidP="0062748B">
      <w:r>
        <w:lastRenderedPageBreak/>
        <w:t>CF_FeedPumpPower(2)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CF06(2)</w:t>
      </w:r>
    </w:p>
    <w:p w:rsidR="0062748B" w:rsidRDefault="0062748B" w:rsidP="0062748B">
      <w:r>
        <w:t xml:space="preserve">       -0.1014  CF23(2)</w:t>
      </w:r>
    </w:p>
    <w:p w:rsidR="0062748B" w:rsidRDefault="0062748B" w:rsidP="0062748B"/>
    <w:p w:rsidR="0062748B" w:rsidRDefault="0062748B" w:rsidP="0062748B">
      <w:r>
        <w:t>CF_FeedPumpPower(3)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CF06(3)</w:t>
      </w:r>
    </w:p>
    <w:p w:rsidR="0062748B" w:rsidRDefault="0062748B" w:rsidP="0062748B">
      <w:r>
        <w:t xml:space="preserve">       -0.1014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CF_BackflushPower  Backflush power requirement in kWh</w:t>
      </w:r>
    </w:p>
    <w:p w:rsidR="0062748B" w:rsidRDefault="0062748B" w:rsidP="0062748B"/>
    <w:p w:rsidR="0062748B" w:rsidRDefault="0062748B" w:rsidP="0062748B">
      <w:r>
        <w:t>CF_BackflushPower(1)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CF07(1)</w:t>
      </w:r>
    </w:p>
    <w:p w:rsidR="0062748B" w:rsidRDefault="0062748B" w:rsidP="0062748B">
      <w:r>
        <w:t xml:space="preserve">       -0.1014  CF23(1)</w:t>
      </w:r>
    </w:p>
    <w:p w:rsidR="0062748B" w:rsidRDefault="0062748B" w:rsidP="0062748B"/>
    <w:p w:rsidR="0062748B" w:rsidRDefault="0062748B" w:rsidP="0062748B">
      <w:r>
        <w:t>CF_BackflushPower(2)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CF07(2)</w:t>
      </w:r>
    </w:p>
    <w:p w:rsidR="0062748B" w:rsidRDefault="0062748B" w:rsidP="0062748B">
      <w:r>
        <w:t xml:space="preserve">       -0.1014  CF23(2)</w:t>
      </w:r>
    </w:p>
    <w:p w:rsidR="0062748B" w:rsidRDefault="0062748B" w:rsidP="0062748B"/>
    <w:p w:rsidR="0062748B" w:rsidRDefault="0062748B" w:rsidP="0062748B">
      <w:r>
        <w:t>CF_BackflushPower(3)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CF07(3)</w:t>
      </w:r>
    </w:p>
    <w:p w:rsidR="0062748B" w:rsidRDefault="0062748B" w:rsidP="0062748B">
      <w:r>
        <w:t xml:space="preserve">       -0.1014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CF_MFF  Microfiltration feed flow in liters per sec</w:t>
      </w:r>
    </w:p>
    <w:p w:rsidR="0062748B" w:rsidRDefault="0062748B" w:rsidP="0062748B"/>
    <w:p w:rsidR="0062748B" w:rsidRDefault="0062748B" w:rsidP="0062748B">
      <w:r>
        <w:t>CF_MFF(1)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CF03(1)</w:t>
      </w:r>
    </w:p>
    <w:p w:rsidR="0062748B" w:rsidRDefault="0062748B" w:rsidP="0062748B">
      <w:r>
        <w:t xml:space="preserve">       -1       CF04(1)</w:t>
      </w:r>
    </w:p>
    <w:p w:rsidR="0062748B" w:rsidRDefault="0062748B" w:rsidP="0062748B">
      <w:r>
        <w:t xml:space="preserve">       -0.3468  CF05(1)</w:t>
      </w:r>
    </w:p>
    <w:p w:rsidR="0062748B" w:rsidRDefault="0062748B" w:rsidP="0062748B"/>
    <w:p w:rsidR="0062748B" w:rsidRDefault="0062748B" w:rsidP="0062748B">
      <w:r>
        <w:t>CF_MFF(2)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CF03(2)</w:t>
      </w:r>
    </w:p>
    <w:p w:rsidR="0062748B" w:rsidRDefault="0062748B" w:rsidP="0062748B">
      <w:r>
        <w:t xml:space="preserve">       -1       CF04(2)</w:t>
      </w:r>
    </w:p>
    <w:p w:rsidR="0062748B" w:rsidRDefault="0062748B" w:rsidP="0062748B">
      <w:r>
        <w:t xml:space="preserve">       -0.3468  CF05(2)</w:t>
      </w:r>
    </w:p>
    <w:p w:rsidR="0062748B" w:rsidRDefault="0062748B" w:rsidP="0062748B"/>
    <w:p w:rsidR="0062748B" w:rsidRDefault="0062748B" w:rsidP="0062748B">
      <w:r>
        <w:t>CF_MFF(3)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CF03(3)</w:t>
      </w:r>
    </w:p>
    <w:p w:rsidR="0062748B" w:rsidRDefault="0062748B" w:rsidP="0062748B">
      <w:r>
        <w:t xml:space="preserve">       -1       CF04(3)</w:t>
      </w:r>
    </w:p>
    <w:p w:rsidR="0062748B" w:rsidRDefault="0062748B" w:rsidP="0062748B">
      <w:r>
        <w:t xml:space="preserve">       -0.3468  CF05(3)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CF_NoOfMembranes  Number of membranes used</w:t>
      </w:r>
    </w:p>
    <w:p w:rsidR="0062748B" w:rsidRDefault="0062748B" w:rsidP="0062748B"/>
    <w:p w:rsidR="0062748B" w:rsidRDefault="0062748B" w:rsidP="0062748B">
      <w:r>
        <w:t>CF_NoOfMembranes(1)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CF08(1)</w:t>
      </w:r>
    </w:p>
    <w:p w:rsidR="0062748B" w:rsidRDefault="0062748B" w:rsidP="0062748B">
      <w:r>
        <w:t xml:space="preserve">     -102.2448  CF26(1)</w:t>
      </w:r>
    </w:p>
    <w:p w:rsidR="0062748B" w:rsidRDefault="0062748B" w:rsidP="0062748B"/>
    <w:p w:rsidR="0062748B" w:rsidRDefault="0062748B" w:rsidP="0062748B">
      <w:r>
        <w:t>CF_NoOfMembranes(2)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CF08(2)</w:t>
      </w:r>
    </w:p>
    <w:p w:rsidR="0062748B" w:rsidRDefault="0062748B" w:rsidP="0062748B">
      <w:r>
        <w:t xml:space="preserve">     -102.2448  CF26(2)</w:t>
      </w:r>
    </w:p>
    <w:p w:rsidR="0062748B" w:rsidRDefault="0062748B" w:rsidP="0062748B"/>
    <w:p w:rsidR="0062748B" w:rsidRDefault="0062748B" w:rsidP="0062748B">
      <w:r>
        <w:t>CF_NoOfMembranes(3)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CF08(3)</w:t>
      </w:r>
    </w:p>
    <w:p w:rsidR="0062748B" w:rsidRDefault="0062748B" w:rsidP="0062748B">
      <w:r>
        <w:t xml:space="preserve">     -102.2448  CF26(3)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CF_BuildingArea  Building area for the process implementation</w:t>
      </w:r>
    </w:p>
    <w:p w:rsidR="0062748B" w:rsidRDefault="0062748B" w:rsidP="0062748B"/>
    <w:p w:rsidR="0062748B" w:rsidRDefault="0062748B" w:rsidP="0062748B">
      <w:r>
        <w:t>CF_BuildingArea(1)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CF09(1)</w:t>
      </w:r>
    </w:p>
    <w:p w:rsidR="0062748B" w:rsidRDefault="0062748B" w:rsidP="0062748B">
      <w:r>
        <w:t xml:space="preserve">    -1076       CF11(1)</w:t>
      </w:r>
    </w:p>
    <w:p w:rsidR="0062748B" w:rsidRDefault="0062748B" w:rsidP="0062748B"/>
    <w:p w:rsidR="0062748B" w:rsidRDefault="0062748B" w:rsidP="0062748B">
      <w:r>
        <w:t>CF_BuildingArea(2)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CF09(2)</w:t>
      </w:r>
    </w:p>
    <w:p w:rsidR="0062748B" w:rsidRDefault="0062748B" w:rsidP="0062748B">
      <w:r>
        <w:t xml:space="preserve">    -1076       CF11(2)</w:t>
      </w:r>
    </w:p>
    <w:p w:rsidR="0062748B" w:rsidRDefault="0062748B" w:rsidP="0062748B"/>
    <w:p w:rsidR="0062748B" w:rsidRDefault="0062748B" w:rsidP="0062748B">
      <w:r>
        <w:t>CF_BuildingArea(3)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CF09(3)</w:t>
      </w:r>
    </w:p>
    <w:p w:rsidR="0062748B" w:rsidRDefault="0062748B" w:rsidP="0062748B">
      <w:r>
        <w:t xml:space="preserve">    -1076       CF11(3)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CF_MembraneModuleCost  Membrane module cost</w:t>
      </w:r>
    </w:p>
    <w:p w:rsidR="0062748B" w:rsidRDefault="0062748B" w:rsidP="0062748B"/>
    <w:p w:rsidR="0062748B" w:rsidRDefault="0062748B" w:rsidP="0062748B">
      <w:r>
        <w:t>CF_MembraneModuleCost(1)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CF10(1)</w:t>
      </w:r>
    </w:p>
    <w:p w:rsidR="0062748B" w:rsidRDefault="0062748B" w:rsidP="0062748B">
      <w:r>
        <w:t xml:space="preserve">       -0.05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CF_MembraneModuleCost(2)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CF10(2)</w:t>
      </w:r>
    </w:p>
    <w:p w:rsidR="0062748B" w:rsidRDefault="0062748B" w:rsidP="0062748B">
      <w:r>
        <w:t xml:space="preserve">       -0.05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CF_MembraneModuleCost(3)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CF10(3)</w:t>
      </w:r>
    </w:p>
    <w:p w:rsidR="0062748B" w:rsidRDefault="0062748B" w:rsidP="0062748B">
      <w:r>
        <w:t xml:space="preserve">       -0.05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CF_BuildingCost  Building cost - based on the building area</w:t>
      </w:r>
    </w:p>
    <w:p w:rsidR="0062748B" w:rsidRDefault="0062748B" w:rsidP="0062748B"/>
    <w:p w:rsidR="0062748B" w:rsidRDefault="0062748B" w:rsidP="0062748B">
      <w:r>
        <w:t>CF_BuildingCost(1)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CF_BuildingCost(2)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CF_BuildingCost(3)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CF_InstallationCost  Installation cost for the process</w:t>
      </w:r>
    </w:p>
    <w:p w:rsidR="0062748B" w:rsidRDefault="0062748B" w:rsidP="0062748B"/>
    <w:p w:rsidR="0062748B" w:rsidRDefault="0062748B" w:rsidP="0062748B">
      <w:r>
        <w:t>CF_InstallationCost(1)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CF_InstallationCost(2)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lastRenderedPageBreak/>
        <w:t>CF_InstallationCost(3)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CF_MiscCost  Miscellaneous cost (taken as 5% of the module cost)</w:t>
      </w:r>
    </w:p>
    <w:p w:rsidR="0062748B" w:rsidRDefault="0062748B" w:rsidP="0062748B"/>
    <w:p w:rsidR="0062748B" w:rsidRDefault="0062748B" w:rsidP="0062748B">
      <w:r>
        <w:t>CF_MiscCost(1)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CF_MiscCost(2)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CF_MiscCost(3)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CF_PlantPipingCost  Plant piping cost (taken as 5%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CF_PlantPipingCost(1)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CF_PlantPipingCost(2)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CF_PlantPipingCost(3)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CF_EngineeringCost  Engineering cost (taken as 10%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CF_EngineeringCost(1)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CF_EngineeringCost(2)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CF_EngineeringCost(3)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CF_DirectCapitalCost  Total direct capital cost</w:t>
      </w:r>
    </w:p>
    <w:p w:rsidR="0062748B" w:rsidRDefault="0062748B" w:rsidP="0062748B"/>
    <w:p w:rsidR="0062748B" w:rsidRDefault="0062748B" w:rsidP="0062748B">
      <w:r>
        <w:t>CF_DirectCapitalCost(1)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CF16(1)</w:t>
      </w:r>
    </w:p>
    <w:p w:rsidR="0062748B" w:rsidRDefault="0062748B" w:rsidP="0062748B">
      <w:r>
        <w:t xml:space="preserve">       -0.06    CF17(1)</w:t>
      </w:r>
    </w:p>
    <w:p w:rsidR="0062748B" w:rsidRDefault="0062748B" w:rsidP="0062748B">
      <w:r>
        <w:t xml:space="preserve">       -0.2     CF18(1)</w:t>
      </w:r>
    </w:p>
    <w:p w:rsidR="0062748B" w:rsidRDefault="0062748B" w:rsidP="0062748B">
      <w:r>
        <w:t xml:space="preserve">       -0.1     CF19(1)</w:t>
      </w:r>
    </w:p>
    <w:p w:rsidR="0062748B" w:rsidRDefault="0062748B" w:rsidP="0062748B">
      <w:r>
        <w:t xml:space="preserve">       -0.04    CF20(1)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>
      <w:r>
        <w:t xml:space="preserve">       -0.02    CF28(1)</w:t>
      </w:r>
    </w:p>
    <w:p w:rsidR="0062748B" w:rsidRDefault="0062748B" w:rsidP="0062748B"/>
    <w:p w:rsidR="0062748B" w:rsidRDefault="0062748B" w:rsidP="0062748B">
      <w:r>
        <w:t>CF_DirectCapitalCost(2)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CF16(2)</w:t>
      </w:r>
    </w:p>
    <w:p w:rsidR="0062748B" w:rsidRDefault="0062748B" w:rsidP="0062748B">
      <w:r>
        <w:t xml:space="preserve">       -0.06    CF17(2)</w:t>
      </w:r>
    </w:p>
    <w:p w:rsidR="0062748B" w:rsidRDefault="0062748B" w:rsidP="0062748B">
      <w:r>
        <w:t xml:space="preserve">       -0.2     CF18(2)</w:t>
      </w:r>
    </w:p>
    <w:p w:rsidR="0062748B" w:rsidRDefault="0062748B" w:rsidP="0062748B">
      <w:r>
        <w:t xml:space="preserve">       -0.1     CF19(2)</w:t>
      </w:r>
    </w:p>
    <w:p w:rsidR="0062748B" w:rsidRDefault="0062748B" w:rsidP="0062748B">
      <w:r>
        <w:t xml:space="preserve">       -0.04    CF20(2)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>
      <w:r>
        <w:t xml:space="preserve">       -0.02    CF28(2)</w:t>
      </w:r>
    </w:p>
    <w:p w:rsidR="0062748B" w:rsidRDefault="0062748B" w:rsidP="0062748B"/>
    <w:p w:rsidR="0062748B" w:rsidRDefault="0062748B" w:rsidP="0062748B">
      <w:r>
        <w:t>CF_DirectCapitalCost(3)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CF16(3)</w:t>
      </w:r>
    </w:p>
    <w:p w:rsidR="0062748B" w:rsidRDefault="0062748B" w:rsidP="0062748B">
      <w:r>
        <w:t xml:space="preserve">       -0.06    CF17(3)</w:t>
      </w:r>
    </w:p>
    <w:p w:rsidR="0062748B" w:rsidRDefault="0062748B" w:rsidP="0062748B">
      <w:r>
        <w:t xml:space="preserve">       -0.2     CF18(3)</w:t>
      </w:r>
    </w:p>
    <w:p w:rsidR="0062748B" w:rsidRDefault="0062748B" w:rsidP="0062748B">
      <w:r>
        <w:t xml:space="preserve">       -0.1     CF19(3)</w:t>
      </w:r>
    </w:p>
    <w:p w:rsidR="0062748B" w:rsidRDefault="0062748B" w:rsidP="0062748B">
      <w:r>
        <w:lastRenderedPageBreak/>
        <w:t xml:space="preserve">       -0.04    CF20(3)</w:t>
      </w:r>
    </w:p>
    <w:p w:rsidR="0062748B" w:rsidRDefault="0062748B" w:rsidP="0062748B">
      <w:r>
        <w:t xml:space="preserve">       -1       CF22(3)</w:t>
      </w:r>
    </w:p>
    <w:p w:rsidR="0062748B" w:rsidRDefault="0062748B" w:rsidP="0062748B">
      <w:r>
        <w:t xml:space="preserve">       -0.02    CF28(3)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 xml:space="preserve">---- CF_ConstructionInterest  Expense on interest during construction (taken as </w:t>
      </w:r>
    </w:p>
    <w:p w:rsidR="0062748B" w:rsidRDefault="0062748B" w:rsidP="0062748B">
      <w:r>
        <w:t xml:space="preserve">                              6% of total direct capital cost)</w:t>
      </w:r>
    </w:p>
    <w:p w:rsidR="0062748B" w:rsidRDefault="0062748B" w:rsidP="0062748B"/>
    <w:p w:rsidR="0062748B" w:rsidRDefault="0062748B" w:rsidP="0062748B">
      <w:r>
        <w:t>CF_ConstructionInterest(1)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CF_ConstructionInterest(2)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CF_ConstructionInterest(3)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CF_Contingencies  Contingencies (taken as 20% of total direct capital cost)</w:t>
      </w:r>
    </w:p>
    <w:p w:rsidR="0062748B" w:rsidRDefault="0062748B" w:rsidP="0062748B"/>
    <w:p w:rsidR="0062748B" w:rsidRDefault="0062748B" w:rsidP="0062748B">
      <w:r>
        <w:t>CF_Contingencies(1)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CF_Contingencies(2)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CF_Contingencies(3)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CF_ProjectManagement  Fees and project management (taken as 10% of total di</w:t>
      </w:r>
    </w:p>
    <w:p w:rsidR="0062748B" w:rsidRDefault="0062748B" w:rsidP="0062748B">
      <w:r>
        <w:t xml:space="preserve">                           rect capital cost)</w:t>
      </w:r>
    </w:p>
    <w:p w:rsidR="0062748B" w:rsidRDefault="0062748B" w:rsidP="0062748B"/>
    <w:p w:rsidR="0062748B" w:rsidRDefault="0062748B" w:rsidP="0062748B">
      <w:r>
        <w:t>CF_ProjectManagement(1)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CF19(1)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CF_ProjectManagement(2)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CF_ProjectManagement(3)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CF_WorkingCapital  Working capital (taken as 4% of total direct capital cos</w:t>
      </w:r>
    </w:p>
    <w:p w:rsidR="0062748B" w:rsidRDefault="0062748B" w:rsidP="0062748B">
      <w:r>
        <w:t xml:space="preserve">                        t)</w:t>
      </w:r>
    </w:p>
    <w:p w:rsidR="0062748B" w:rsidRDefault="0062748B" w:rsidP="0062748B"/>
    <w:p w:rsidR="0062748B" w:rsidRDefault="0062748B" w:rsidP="0062748B">
      <w:r>
        <w:t>CF_WorkingCapital(1)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CF_WorkingCapital(2)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CF20(2)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CF_WorkingCapital(3)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CF_IndirectCapitalCost  Total indirect capital cost</w:t>
      </w:r>
    </w:p>
    <w:p w:rsidR="0062748B" w:rsidRDefault="0062748B" w:rsidP="0062748B"/>
    <w:p w:rsidR="0062748B" w:rsidRDefault="0062748B" w:rsidP="0062748B">
      <w:r>
        <w:t>CF_IndirectCapitalCost(1)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/>
    <w:p w:rsidR="0062748B" w:rsidRDefault="0062748B" w:rsidP="0062748B">
      <w:r>
        <w:t>CF_IndirectCapitalCost(2)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/>
    <w:p w:rsidR="0062748B" w:rsidRDefault="0062748B" w:rsidP="0062748B">
      <w:r>
        <w:t>CF_IndirectCapitalCost(3)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CF21(3)</w:t>
      </w:r>
    </w:p>
    <w:p w:rsidR="0062748B" w:rsidRDefault="0062748B" w:rsidP="0062748B">
      <w:r>
        <w:lastRenderedPageBreak/>
        <w:t xml:space="preserve">       -1       CF22(3)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CF_TotalConstructionCost  Total (direct and indirect) construction cost</w:t>
      </w:r>
    </w:p>
    <w:p w:rsidR="0062748B" w:rsidRDefault="0062748B" w:rsidP="0062748B"/>
    <w:p w:rsidR="0062748B" w:rsidRDefault="0062748B" w:rsidP="0062748B">
      <w:r>
        <w:t>CF_TotalConstructionCost(1)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CF22(1)</w:t>
      </w:r>
    </w:p>
    <w:p w:rsidR="0062748B" w:rsidRDefault="0062748B" w:rsidP="0062748B">
      <w:r>
        <w:t xml:space="preserve">       -0.1019  CF30(1)</w:t>
      </w:r>
    </w:p>
    <w:p w:rsidR="0062748B" w:rsidRDefault="0062748B" w:rsidP="0062748B"/>
    <w:p w:rsidR="0062748B" w:rsidRDefault="0062748B" w:rsidP="0062748B">
      <w:r>
        <w:t>CF_TotalConstructionCost(2)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CF22(2)</w:t>
      </w:r>
    </w:p>
    <w:p w:rsidR="0062748B" w:rsidRDefault="0062748B" w:rsidP="0062748B">
      <w:r>
        <w:t xml:space="preserve">       -0.1019  CF30(2)</w:t>
      </w:r>
    </w:p>
    <w:p w:rsidR="0062748B" w:rsidRDefault="0062748B" w:rsidP="0062748B"/>
    <w:p w:rsidR="0062748B" w:rsidRDefault="0062748B" w:rsidP="0062748B">
      <w:r>
        <w:t>CF_TotalConstructionCost(3)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CF22(3)</w:t>
      </w:r>
    </w:p>
    <w:p w:rsidR="0062748B" w:rsidRDefault="0062748B" w:rsidP="0062748B">
      <w:r>
        <w:t xml:space="preserve">       -0.1019  CF30(3)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CF_ElectricityCost  Electricity cost for the implementation of the process</w:t>
      </w:r>
    </w:p>
    <w:p w:rsidR="0062748B" w:rsidRDefault="0062748B" w:rsidP="0062748B"/>
    <w:p w:rsidR="0062748B" w:rsidRDefault="0062748B" w:rsidP="0062748B">
      <w:r>
        <w:lastRenderedPageBreak/>
        <w:t>CF_ElectricityCost(1)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CF_ElectricityCost(2)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CF_ElectricityCost(3)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CF_LaborCost  Labor cost for the implementation of the process</w:t>
      </w:r>
    </w:p>
    <w:p w:rsidR="0062748B" w:rsidRDefault="0062748B" w:rsidP="0062748B"/>
    <w:p w:rsidR="0062748B" w:rsidRDefault="0062748B" w:rsidP="0062748B">
      <w:r>
        <w:t>CF_LaborCost(1)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CF_LaborCost(2)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CF24(2)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CF_LaborCost(3)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CF_ChemicalCost  Chemical cost for the process</w:t>
      </w:r>
    </w:p>
    <w:p w:rsidR="0062748B" w:rsidRDefault="0062748B" w:rsidP="0062748B"/>
    <w:p w:rsidR="0062748B" w:rsidRDefault="0062748B" w:rsidP="0062748B">
      <w:r>
        <w:t>CF_ChemicalCost(1)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CF25(3)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CF_MembraneReplacementCost  Membrane replacement cost for the process</w:t>
      </w:r>
    </w:p>
    <w:p w:rsidR="0062748B" w:rsidRDefault="0062748B" w:rsidP="0062748B"/>
    <w:p w:rsidR="0062748B" w:rsidRDefault="0062748B" w:rsidP="0062748B">
      <w:r>
        <w:t>CF_MembraneReplacementCost(1)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CF_MembraneReplacementCost(2)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CF_MembraneReplacementCost(3)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CF_CleaningChemicalCost  Cleaning chemical (NaOCl) cost</w:t>
      </w:r>
    </w:p>
    <w:p w:rsidR="0062748B" w:rsidRDefault="0062748B" w:rsidP="0062748B"/>
    <w:p w:rsidR="0062748B" w:rsidRDefault="0062748B" w:rsidP="0062748B">
      <w:r>
        <w:t>CF_CleaningChemicalCost(1)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CF_CleaningChemicalCost(2)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CF_CleaningChemicalCost(3)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CF_Repairs  Repairs replacement and misc cost (taken as 2% of the direct ca</w:t>
      </w:r>
    </w:p>
    <w:p w:rsidR="0062748B" w:rsidRDefault="0062748B" w:rsidP="0062748B">
      <w:r>
        <w:t xml:space="preserve">                 pital cost)</w:t>
      </w:r>
    </w:p>
    <w:p w:rsidR="0062748B" w:rsidRDefault="0062748B" w:rsidP="0062748B"/>
    <w:p w:rsidR="0062748B" w:rsidRDefault="0062748B" w:rsidP="0062748B">
      <w:r>
        <w:t>CF_Repairs(1)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CF_Repairs(2)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CF_Repairs(3)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CF_TotalOMCost  Total operating and maintenance cost</w:t>
      </w:r>
    </w:p>
    <w:p w:rsidR="0062748B" w:rsidRDefault="0062748B" w:rsidP="0062748B"/>
    <w:p w:rsidR="0062748B" w:rsidRDefault="0062748B" w:rsidP="0062748B">
      <w:r>
        <w:t>CF_TotalOMCost(1)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CF_TotalOMCost(2)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lastRenderedPageBreak/>
        <w:t>CF_TotalOMCost(3)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CF_CapitalRecovery  Capital recovery - calculate from the total captical co</w:t>
      </w:r>
    </w:p>
    <w:p w:rsidR="0062748B" w:rsidRDefault="0062748B" w:rsidP="0062748B">
      <w:r>
        <w:t xml:space="preserve">                         st</w:t>
      </w:r>
    </w:p>
    <w:p w:rsidR="0062748B" w:rsidRDefault="0062748B" w:rsidP="0062748B"/>
    <w:p w:rsidR="0062748B" w:rsidRDefault="0062748B" w:rsidP="0062748B">
      <w:r>
        <w:t>CF_CapitalRecovery(1)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CF_CapitalRecovery(2)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t>CF_CapitalRecovery(3)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CF_AnnualCost  Annual cost depending on the Capital recovery and OM cost</w:t>
      </w:r>
    </w:p>
    <w:p w:rsidR="0062748B" w:rsidRDefault="0062748B" w:rsidP="0062748B"/>
    <w:p w:rsidR="0062748B" w:rsidRDefault="0062748B" w:rsidP="0062748B">
      <w:r>
        <w:t>CF_AnnualCost(1)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CF31(1)</w:t>
      </w:r>
    </w:p>
    <w:p w:rsidR="0062748B" w:rsidRDefault="0062748B" w:rsidP="0062748B">
      <w:r>
        <w:t xml:space="preserve">  -1.000000E-5  NonlinearTechCost01(1)</w:t>
      </w:r>
    </w:p>
    <w:p w:rsidR="0062748B" w:rsidRDefault="0062748B" w:rsidP="0062748B"/>
    <w:p w:rsidR="0062748B" w:rsidRDefault="0062748B" w:rsidP="0062748B">
      <w:r>
        <w:t>CF_AnnualCost(2)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CF31(2)</w:t>
      </w:r>
    </w:p>
    <w:p w:rsidR="0062748B" w:rsidRDefault="0062748B" w:rsidP="0062748B">
      <w:r>
        <w:t xml:space="preserve">  -1.000000E-5  NonlinearTechCost01(2)</w:t>
      </w:r>
    </w:p>
    <w:p w:rsidR="0062748B" w:rsidRDefault="0062748B" w:rsidP="0062748B"/>
    <w:p w:rsidR="0062748B" w:rsidRDefault="0062748B" w:rsidP="0062748B">
      <w:r>
        <w:t>CF_AnnualCost(3)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CF31(3)</w:t>
      </w:r>
    </w:p>
    <w:p w:rsidR="0062748B" w:rsidRDefault="0062748B" w:rsidP="0062748B">
      <w:r>
        <w:t xml:space="preserve">  -1.000000E-5  NonlinearTechCost01(3)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GAC_CapitalCost  Capital cost for the activated carbon process</w:t>
      </w:r>
    </w:p>
    <w:p w:rsidR="0062748B" w:rsidRDefault="0062748B" w:rsidP="0062748B"/>
    <w:p w:rsidR="0062748B" w:rsidRDefault="0062748B" w:rsidP="0062748B">
      <w:r>
        <w:t>GAC_CapitalCost(1)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GAC01(1)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GAC_OMCost  Operational and maintenance cost for the activated carbon proce</w:t>
      </w:r>
    </w:p>
    <w:p w:rsidR="0062748B" w:rsidRDefault="0062748B" w:rsidP="0062748B">
      <w:r>
        <w:t xml:space="preserve">                 ss</w:t>
      </w:r>
    </w:p>
    <w:p w:rsidR="0062748B" w:rsidRDefault="0062748B" w:rsidP="0062748B"/>
    <w:p w:rsidR="0062748B" w:rsidRDefault="0062748B" w:rsidP="0062748B">
      <w:r>
        <w:t>GAC_OMCost(1)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GAC02(2)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GAC_TotalCost  Total cost for the activated carbon process implementation</w:t>
      </w:r>
    </w:p>
    <w:p w:rsidR="0062748B" w:rsidRDefault="0062748B" w:rsidP="0062748B"/>
    <w:p w:rsidR="0062748B" w:rsidRDefault="0062748B" w:rsidP="0062748B">
      <w:r>
        <w:t>GAC_TotalCost(1)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GAC03(1)</w:t>
      </w:r>
    </w:p>
    <w:p w:rsidR="0062748B" w:rsidRDefault="0062748B" w:rsidP="0062748B">
      <w:r>
        <w:t xml:space="preserve">  -1.000000E-5  NonlinearTechCost02(1)</w:t>
      </w:r>
    </w:p>
    <w:p w:rsidR="0062748B" w:rsidRDefault="0062748B" w:rsidP="0062748B"/>
    <w:p w:rsidR="0062748B" w:rsidRDefault="0062748B" w:rsidP="0062748B">
      <w:r>
        <w:t>GAC_TotalCost(2)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GAC03(2)</w:t>
      </w:r>
    </w:p>
    <w:p w:rsidR="0062748B" w:rsidRDefault="0062748B" w:rsidP="0062748B">
      <w:r>
        <w:t xml:space="preserve">  -1.000000E-5  NonlinearTechCost02(2)</w:t>
      </w:r>
    </w:p>
    <w:p w:rsidR="0062748B" w:rsidRDefault="0062748B" w:rsidP="0062748B"/>
    <w:p w:rsidR="0062748B" w:rsidRDefault="0062748B" w:rsidP="0062748B">
      <w:r>
        <w:t>GAC_TotalCost(3)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GAC03(3)</w:t>
      </w:r>
    </w:p>
    <w:p w:rsidR="0062748B" w:rsidRDefault="0062748B" w:rsidP="0062748B">
      <w:r>
        <w:lastRenderedPageBreak/>
        <w:t xml:space="preserve">  -1.000000E-5  NonlinearTechCost02(3)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IX_MinResinVolume  Minimum volume of the medium in m3</w:t>
      </w:r>
    </w:p>
    <w:p w:rsidR="0062748B" w:rsidRDefault="0062748B" w:rsidP="0062748B"/>
    <w:p w:rsidR="0062748B" w:rsidRDefault="0062748B" w:rsidP="0062748B">
      <w:r>
        <w:t>IX_MinResinVolume(1)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IX01(1)</w:t>
      </w:r>
    </w:p>
    <w:p w:rsidR="0062748B" w:rsidRDefault="0062748B" w:rsidP="0062748B"/>
    <w:p w:rsidR="0062748B" w:rsidRDefault="0062748B" w:rsidP="0062748B">
      <w:r>
        <w:t>IX_MinResinVolume(2)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IX01(2)</w:t>
      </w:r>
    </w:p>
    <w:p w:rsidR="0062748B" w:rsidRDefault="0062748B" w:rsidP="0062748B"/>
    <w:p w:rsidR="0062748B" w:rsidRDefault="0062748B" w:rsidP="0062748B">
      <w:r>
        <w:t>IX_MinResinVolume(3)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IX_MinVolExhaustionTime  Minimum volume exhaustion time in days</w:t>
      </w:r>
    </w:p>
    <w:p w:rsidR="0062748B" w:rsidRDefault="0062748B" w:rsidP="0062748B"/>
    <w:p w:rsidR="0062748B" w:rsidRDefault="0062748B" w:rsidP="0062748B">
      <w:r>
        <w:t>IX_MinVolExhaustionTime(1)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IX02(1)</w:t>
      </w:r>
    </w:p>
    <w:p w:rsidR="0062748B" w:rsidRDefault="0062748B" w:rsidP="0062748B"/>
    <w:p w:rsidR="0062748B" w:rsidRDefault="0062748B" w:rsidP="0062748B">
      <w:r>
        <w:t>IX_MinVolExhaustionTime(2)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IX02(2)</w:t>
      </w:r>
    </w:p>
    <w:p w:rsidR="0062748B" w:rsidRDefault="0062748B" w:rsidP="0062748B"/>
    <w:p w:rsidR="0062748B" w:rsidRDefault="0062748B" w:rsidP="0062748B">
      <w:r>
        <w:t>IX_MinVolExhaustionTime(3)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IX_ExhaustionTimeResinVolume  Resin volume in m3 for the minimum exhaustion</w:t>
      </w:r>
    </w:p>
    <w:p w:rsidR="0062748B" w:rsidRDefault="0062748B" w:rsidP="0062748B">
      <w:r>
        <w:t xml:space="preserve">                                   time</w:t>
      </w:r>
    </w:p>
    <w:p w:rsidR="0062748B" w:rsidRDefault="0062748B" w:rsidP="0062748B"/>
    <w:p w:rsidR="0062748B" w:rsidRDefault="0062748B" w:rsidP="0062748B">
      <w:r>
        <w:t>IX_ExhaustionTimeResinVolume(1)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IX04(1)</w:t>
      </w:r>
    </w:p>
    <w:p w:rsidR="0062748B" w:rsidRDefault="0062748B" w:rsidP="0062748B">
      <w:r>
        <w:t xml:space="preserve">       -2       IX05(1)</w:t>
      </w:r>
    </w:p>
    <w:p w:rsidR="0062748B" w:rsidRDefault="0062748B" w:rsidP="0062748B">
      <w:r>
        <w:t xml:space="preserve">    -1535.8818  IX06(1)</w:t>
      </w:r>
    </w:p>
    <w:p w:rsidR="0062748B" w:rsidRDefault="0062748B" w:rsidP="0062748B">
      <w:r>
        <w:t xml:space="preserve">     -150       IX08(1)</w:t>
      </w:r>
    </w:p>
    <w:p w:rsidR="0062748B" w:rsidRDefault="0062748B" w:rsidP="0062748B"/>
    <w:p w:rsidR="0062748B" w:rsidRDefault="0062748B" w:rsidP="0062748B">
      <w:r>
        <w:t>IX_ExhaustionTimeResinVolume(2)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IX04(2)</w:t>
      </w:r>
    </w:p>
    <w:p w:rsidR="0062748B" w:rsidRDefault="0062748B" w:rsidP="0062748B">
      <w:r>
        <w:t xml:space="preserve">       -2       IX05(2)</w:t>
      </w:r>
    </w:p>
    <w:p w:rsidR="0062748B" w:rsidRDefault="0062748B" w:rsidP="0062748B">
      <w:r>
        <w:lastRenderedPageBreak/>
        <w:t xml:space="preserve">    -1535.8818  IX06(2)</w:t>
      </w:r>
    </w:p>
    <w:p w:rsidR="0062748B" w:rsidRDefault="0062748B" w:rsidP="0062748B">
      <w:r>
        <w:t xml:space="preserve">     -150       IX08(2)</w:t>
      </w:r>
    </w:p>
    <w:p w:rsidR="0062748B" w:rsidRDefault="0062748B" w:rsidP="0062748B"/>
    <w:p w:rsidR="0062748B" w:rsidRDefault="0062748B" w:rsidP="0062748B">
      <w:r>
        <w:t>IX_ExhaustionTimeResinVolume(3)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IX04(3)</w:t>
      </w:r>
    </w:p>
    <w:p w:rsidR="0062748B" w:rsidRDefault="0062748B" w:rsidP="0062748B">
      <w:r>
        <w:t xml:space="preserve">       -2       IX05(3)</w:t>
      </w:r>
    </w:p>
    <w:p w:rsidR="0062748B" w:rsidRDefault="0062748B" w:rsidP="0062748B">
      <w:r>
        <w:t xml:space="preserve">    -1535.8818  IX06(3)</w:t>
      </w:r>
    </w:p>
    <w:p w:rsidR="0062748B" w:rsidRDefault="0062748B" w:rsidP="0062748B">
      <w:r>
        <w:t xml:space="preserve">     -150       IX08(3)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IX_VesselVolume  Total vessel volume in m3</w:t>
      </w:r>
    </w:p>
    <w:p w:rsidR="0062748B" w:rsidRDefault="0062748B" w:rsidP="0062748B"/>
    <w:p w:rsidR="0062748B" w:rsidRDefault="0062748B" w:rsidP="0062748B">
      <w:r>
        <w:t>IX_VesselVolume(1)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IX05(1)</w:t>
      </w:r>
    </w:p>
    <w:p w:rsidR="0062748B" w:rsidRDefault="0062748B" w:rsidP="0062748B">
      <w:r>
        <w:t xml:space="preserve"> (-159592.0735) IX07(1)</w:t>
      </w:r>
    </w:p>
    <w:p w:rsidR="0062748B" w:rsidRDefault="0062748B" w:rsidP="0062748B">
      <w:r>
        <w:t xml:space="preserve"> (-2.500000E+9) IX12(1)</w:t>
      </w:r>
    </w:p>
    <w:p w:rsidR="0062748B" w:rsidRDefault="0062748B" w:rsidP="0062748B"/>
    <w:p w:rsidR="0062748B" w:rsidRDefault="0062748B" w:rsidP="0062748B">
      <w:r>
        <w:t>IX_VesselVolume(2)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IX05(2)</w:t>
      </w:r>
    </w:p>
    <w:p w:rsidR="0062748B" w:rsidRDefault="0062748B" w:rsidP="0062748B">
      <w:r>
        <w:t xml:space="preserve"> (-159592.0735) IX07(2)</w:t>
      </w:r>
    </w:p>
    <w:p w:rsidR="0062748B" w:rsidRDefault="0062748B" w:rsidP="0062748B">
      <w:r>
        <w:t xml:space="preserve"> (-2.500000E+9) IX12(2)</w:t>
      </w:r>
    </w:p>
    <w:p w:rsidR="0062748B" w:rsidRDefault="0062748B" w:rsidP="0062748B"/>
    <w:p w:rsidR="0062748B" w:rsidRDefault="0062748B" w:rsidP="0062748B">
      <w:r>
        <w:t>IX_VesselVolume(3)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IX05(3)</w:t>
      </w:r>
    </w:p>
    <w:p w:rsidR="0062748B" w:rsidRDefault="0062748B" w:rsidP="0062748B">
      <w:r>
        <w:t xml:space="preserve"> (-159592.0735) IX07(3)</w:t>
      </w:r>
    </w:p>
    <w:p w:rsidR="0062748B" w:rsidRDefault="0062748B" w:rsidP="0062748B">
      <w:r>
        <w:t xml:space="preserve"> (-2.500000E+9) IX12(3)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IX_ResinCost  Total resin cost (in $ per day -- need to check)</w:t>
      </w:r>
    </w:p>
    <w:p w:rsidR="0062748B" w:rsidRDefault="0062748B" w:rsidP="0062748B"/>
    <w:p w:rsidR="0062748B" w:rsidRDefault="0062748B" w:rsidP="0062748B">
      <w:r>
        <w:t>IX_ResinCost(1)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IX06(1)</w:t>
      </w:r>
    </w:p>
    <w:p w:rsidR="0062748B" w:rsidRDefault="0062748B" w:rsidP="0062748B">
      <w:r>
        <w:t xml:space="preserve">      -24       IX15(1)</w:t>
      </w:r>
    </w:p>
    <w:p w:rsidR="0062748B" w:rsidRDefault="0062748B" w:rsidP="0062748B"/>
    <w:p w:rsidR="0062748B" w:rsidRDefault="0062748B" w:rsidP="0062748B">
      <w:r>
        <w:t>IX_ResinCost(2)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IX06(2)</w:t>
      </w:r>
    </w:p>
    <w:p w:rsidR="0062748B" w:rsidRDefault="0062748B" w:rsidP="0062748B">
      <w:r>
        <w:t xml:space="preserve">      -24       IX15(2)</w:t>
      </w:r>
    </w:p>
    <w:p w:rsidR="0062748B" w:rsidRDefault="0062748B" w:rsidP="0062748B"/>
    <w:p w:rsidR="0062748B" w:rsidRDefault="0062748B" w:rsidP="0062748B">
      <w:r>
        <w:t>IX_ResinCost(3)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IX06(3)</w:t>
      </w:r>
    </w:p>
    <w:p w:rsidR="0062748B" w:rsidRDefault="0062748B" w:rsidP="0062748B">
      <w:r>
        <w:t xml:space="preserve">      -24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IX_BedArea  Bed area for the vessel in m2</w:t>
      </w:r>
    </w:p>
    <w:p w:rsidR="0062748B" w:rsidRDefault="0062748B" w:rsidP="0062748B"/>
    <w:p w:rsidR="0062748B" w:rsidRDefault="0062748B" w:rsidP="0062748B">
      <w:r>
        <w:t>IX_BedArea(1)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IX12(1)</w:t>
      </w:r>
    </w:p>
    <w:p w:rsidR="0062748B" w:rsidRDefault="0062748B" w:rsidP="0062748B">
      <w:r>
        <w:t xml:space="preserve">   (-1254.21)   IX13(1)</w:t>
      </w:r>
    </w:p>
    <w:p w:rsidR="0062748B" w:rsidRDefault="0062748B" w:rsidP="0062748B">
      <w:r>
        <w:t xml:space="preserve"> (-7.33000E+11) IX14(1)</w:t>
      </w:r>
    </w:p>
    <w:p w:rsidR="0062748B" w:rsidRDefault="0062748B" w:rsidP="0062748B"/>
    <w:p w:rsidR="0062748B" w:rsidRDefault="0062748B" w:rsidP="0062748B">
      <w:r>
        <w:t>IX_BedArea(2)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IX12(2)</w:t>
      </w:r>
    </w:p>
    <w:p w:rsidR="0062748B" w:rsidRDefault="0062748B" w:rsidP="0062748B">
      <w:r>
        <w:t xml:space="preserve">   (-1254.21)   IX13(2)</w:t>
      </w:r>
    </w:p>
    <w:p w:rsidR="0062748B" w:rsidRDefault="0062748B" w:rsidP="0062748B">
      <w:r>
        <w:t xml:space="preserve"> (-7.33000E+11) IX14(2)</w:t>
      </w:r>
    </w:p>
    <w:p w:rsidR="0062748B" w:rsidRDefault="0062748B" w:rsidP="0062748B"/>
    <w:p w:rsidR="0062748B" w:rsidRDefault="0062748B" w:rsidP="0062748B">
      <w:r>
        <w:t>IX_BedArea(3)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IX12(3)</w:t>
      </w:r>
    </w:p>
    <w:p w:rsidR="0062748B" w:rsidRDefault="0062748B" w:rsidP="0062748B">
      <w:r>
        <w:t xml:space="preserve">   (-1254.21)   IX13(3)</w:t>
      </w:r>
    </w:p>
    <w:p w:rsidR="0062748B" w:rsidRDefault="0062748B" w:rsidP="0062748B">
      <w:r>
        <w:t xml:space="preserve"> (-7.33000E+11) IX14(3)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lastRenderedPageBreak/>
        <w:t>---- IX_TankTotalCost  Total Tank cost in $</w:t>
      </w:r>
    </w:p>
    <w:p w:rsidR="0062748B" w:rsidRDefault="0062748B" w:rsidP="0062748B"/>
    <w:p w:rsidR="0062748B" w:rsidRDefault="0062748B" w:rsidP="0062748B">
      <w:r>
        <w:t>IX_TankTotalCost(1)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IX_TankTotalCost(2)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IX_TankTotalCost(3)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IX_NaClReq  NaCl requirement in Kg per day</w:t>
      </w:r>
    </w:p>
    <w:p w:rsidR="0062748B" w:rsidRDefault="0062748B" w:rsidP="0062748B"/>
    <w:p w:rsidR="0062748B" w:rsidRDefault="0062748B" w:rsidP="0062748B">
      <w:r>
        <w:t>IX_NaClReq(1)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IX08(1)</w:t>
      </w:r>
    </w:p>
    <w:p w:rsidR="0062748B" w:rsidRDefault="0062748B" w:rsidP="0062748B">
      <w:r>
        <w:t xml:space="preserve">       -0.01    IX09(1)</w:t>
      </w:r>
    </w:p>
    <w:p w:rsidR="0062748B" w:rsidRDefault="0062748B" w:rsidP="0062748B">
      <w:r>
        <w:lastRenderedPageBreak/>
        <w:t xml:space="preserve">       -3.65    IX10(1)</w:t>
      </w:r>
    </w:p>
    <w:p w:rsidR="0062748B" w:rsidRDefault="0062748B" w:rsidP="0062748B"/>
    <w:p w:rsidR="0062748B" w:rsidRDefault="0062748B" w:rsidP="0062748B">
      <w:r>
        <w:t>IX_NaClReq(2)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IX08(2)</w:t>
      </w:r>
    </w:p>
    <w:p w:rsidR="0062748B" w:rsidRDefault="0062748B" w:rsidP="0062748B">
      <w:r>
        <w:t xml:space="preserve">       -0.01    IX09(2)</w:t>
      </w:r>
    </w:p>
    <w:p w:rsidR="0062748B" w:rsidRDefault="0062748B" w:rsidP="0062748B">
      <w:r>
        <w:t xml:space="preserve">       -3.65    IX10(2)</w:t>
      </w:r>
    </w:p>
    <w:p w:rsidR="0062748B" w:rsidRDefault="0062748B" w:rsidP="0062748B"/>
    <w:p w:rsidR="0062748B" w:rsidRDefault="0062748B" w:rsidP="0062748B">
      <w:r>
        <w:t>IX_NaClReq(3)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IX08(3)</w:t>
      </w:r>
    </w:p>
    <w:p w:rsidR="0062748B" w:rsidRDefault="0062748B" w:rsidP="0062748B">
      <w:r>
        <w:t xml:space="preserve">       -0.01    IX09(3)</w:t>
      </w:r>
    </w:p>
    <w:p w:rsidR="0062748B" w:rsidRDefault="0062748B" w:rsidP="0062748B">
      <w:r>
        <w:t xml:space="preserve">       -3.65    IX10(3)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IX_TotalChemCost  Total chemical cost per year</w:t>
      </w:r>
    </w:p>
    <w:p w:rsidR="0062748B" w:rsidRDefault="0062748B" w:rsidP="0062748B"/>
    <w:p w:rsidR="0062748B" w:rsidRDefault="0062748B" w:rsidP="0062748B">
      <w:r>
        <w:t>IX_TotalChemCost(1)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IX_TotalChemCost(2)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IX10(2)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IX_TotalChemCost(3)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IX_RegFluidReq  Regeneration fluid requirement</w:t>
      </w:r>
    </w:p>
    <w:p w:rsidR="0062748B" w:rsidRDefault="0062748B" w:rsidP="0062748B"/>
    <w:p w:rsidR="0062748B" w:rsidRDefault="0062748B" w:rsidP="0062748B">
      <w:r>
        <w:t>IX_RegFluidReq(1)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IX09(1)</w:t>
      </w:r>
    </w:p>
    <w:p w:rsidR="0062748B" w:rsidRDefault="0062748B" w:rsidP="0062748B">
      <w:r>
        <w:t xml:space="preserve">     -250       IX11(1)</w:t>
      </w:r>
    </w:p>
    <w:p w:rsidR="0062748B" w:rsidRDefault="0062748B" w:rsidP="0062748B"/>
    <w:p w:rsidR="0062748B" w:rsidRDefault="0062748B" w:rsidP="0062748B">
      <w:r>
        <w:t>IX_RegFluidReq(2)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IX09(2)</w:t>
      </w:r>
    </w:p>
    <w:p w:rsidR="0062748B" w:rsidRDefault="0062748B" w:rsidP="0062748B">
      <w:r>
        <w:t xml:space="preserve">     -250       IX11(2)</w:t>
      </w:r>
    </w:p>
    <w:p w:rsidR="0062748B" w:rsidRDefault="0062748B" w:rsidP="0062748B"/>
    <w:p w:rsidR="0062748B" w:rsidRDefault="0062748B" w:rsidP="0062748B">
      <w:r>
        <w:t>IX_RegFluidReq(3)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IX09(3)</w:t>
      </w:r>
    </w:p>
    <w:p w:rsidR="0062748B" w:rsidRDefault="0062748B" w:rsidP="0062748B">
      <w:r>
        <w:lastRenderedPageBreak/>
        <w:t xml:space="preserve">     -250       IX11(3)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IX_StorageTankCost  Storage tank cost</w:t>
      </w:r>
    </w:p>
    <w:p w:rsidR="0062748B" w:rsidRDefault="0062748B" w:rsidP="0062748B"/>
    <w:p w:rsidR="0062748B" w:rsidRDefault="0062748B" w:rsidP="0062748B">
      <w:r>
        <w:t>IX_StorageTankCost(1)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IX_StorageTankCost(2)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IX_StorageTankCost(3)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IX_ConstructionCost  Construction cost</w:t>
      </w:r>
    </w:p>
    <w:p w:rsidR="0062748B" w:rsidRDefault="0062748B" w:rsidP="0062748B"/>
    <w:p w:rsidR="0062748B" w:rsidRDefault="0062748B" w:rsidP="0062748B">
      <w:r>
        <w:lastRenderedPageBreak/>
        <w:t>IX_ConstructionCost(1)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IX_OMCost  Operating and maintenance cost</w:t>
      </w:r>
    </w:p>
    <w:p w:rsidR="0062748B" w:rsidRDefault="0062748B" w:rsidP="0062748B"/>
    <w:p w:rsidR="0062748B" w:rsidRDefault="0062748B" w:rsidP="0062748B">
      <w:r>
        <w:t>IX_OMCost(1)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IX_OMCost(2)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IX14(2)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IX_TotalCost  Total cost for the implementation of ion exchange process for</w:t>
      </w:r>
    </w:p>
    <w:p w:rsidR="0062748B" w:rsidRDefault="0062748B" w:rsidP="0062748B">
      <w:r>
        <w:t xml:space="preserve">                   each industry</w:t>
      </w:r>
    </w:p>
    <w:p w:rsidR="0062748B" w:rsidRDefault="0062748B" w:rsidP="0062748B"/>
    <w:p w:rsidR="0062748B" w:rsidRDefault="0062748B" w:rsidP="0062748B">
      <w:r>
        <w:t>IX_TotalCost(1)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IX15(1)</w:t>
      </w:r>
    </w:p>
    <w:p w:rsidR="0062748B" w:rsidRDefault="0062748B" w:rsidP="0062748B">
      <w:r>
        <w:t xml:space="preserve">  -1.000000E-5  NonlinearTechCost03(1)</w:t>
      </w:r>
    </w:p>
    <w:p w:rsidR="0062748B" w:rsidRDefault="0062748B" w:rsidP="0062748B"/>
    <w:p w:rsidR="0062748B" w:rsidRDefault="0062748B" w:rsidP="0062748B">
      <w:r>
        <w:t>IX_TotalCost(2)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IX15(2)</w:t>
      </w:r>
    </w:p>
    <w:p w:rsidR="0062748B" w:rsidRDefault="0062748B" w:rsidP="0062748B">
      <w:r>
        <w:t xml:space="preserve">  -1.000000E-5  NonlinearTechCost03(2)</w:t>
      </w:r>
    </w:p>
    <w:p w:rsidR="0062748B" w:rsidRDefault="0062748B" w:rsidP="0062748B"/>
    <w:p w:rsidR="0062748B" w:rsidRDefault="0062748B" w:rsidP="0062748B">
      <w:r>
        <w:t>IX_TotalCost(3)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IX15(3)</w:t>
      </w:r>
    </w:p>
    <w:p w:rsidR="0062748B" w:rsidRDefault="0062748B" w:rsidP="0062748B">
      <w:r>
        <w:t xml:space="preserve">  -1.000000E-5  NonlinearTechCost03(3)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Tobj  Objective function for the technoogy only problem</w:t>
      </w:r>
    </w:p>
    <w:p w:rsidR="0062748B" w:rsidRDefault="0062748B" w:rsidP="0062748B"/>
    <w:p w:rsidR="0062748B" w:rsidRDefault="0062748B" w:rsidP="0062748B">
      <w:r>
        <w:t>Tobj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t xml:space="preserve">        1       Tobjective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Volume  volume of waste treated by each industry using each technology (def</w:t>
      </w:r>
    </w:p>
    <w:p w:rsidR="0062748B" w:rsidRDefault="0062748B" w:rsidP="0062748B">
      <w:r>
        <w:t xml:space="preserve">             ined over i and j)</w:t>
      </w:r>
    </w:p>
    <w:p w:rsidR="0062748B" w:rsidRDefault="0062748B" w:rsidP="0062748B"/>
    <w:p w:rsidR="0062748B" w:rsidRDefault="0062748B" w:rsidP="0062748B">
      <w:r>
        <w:t>Volume(1,1)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0.0028  Tc2(1)</w:t>
      </w:r>
    </w:p>
    <w:p w:rsidR="0062748B" w:rsidRDefault="0062748B" w:rsidP="0062748B">
      <w:r>
        <w:t xml:space="preserve">      -43.8021  DFREq(1,1)</w:t>
      </w:r>
    </w:p>
    <w:p w:rsidR="0062748B" w:rsidRDefault="0062748B" w:rsidP="0062748B">
      <w:r>
        <w:t xml:space="preserve">       -1.1574  CF01(1)</w:t>
      </w:r>
    </w:p>
    <w:p w:rsidR="0062748B" w:rsidRDefault="0062748B" w:rsidP="0062748B"/>
    <w:p w:rsidR="0062748B" w:rsidRDefault="0062748B" w:rsidP="0062748B">
      <w:r>
        <w:t>Volume(1,2)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Tc1(1)</w:t>
      </w:r>
    </w:p>
    <w:p w:rsidR="0062748B" w:rsidRDefault="0062748B" w:rsidP="0062748B">
      <w:r>
        <w:t xml:space="preserve">        0.0041  Tc2(1)</w:t>
      </w:r>
    </w:p>
    <w:p w:rsidR="0062748B" w:rsidRDefault="0062748B" w:rsidP="0062748B">
      <w:r>
        <w:t xml:space="preserve">      -43.8021  DFREq(1,2)</w:t>
      </w:r>
    </w:p>
    <w:p w:rsidR="0062748B" w:rsidRDefault="0062748B" w:rsidP="0062748B">
      <w:r>
        <w:t xml:space="preserve"> (-7.37701E+16) GAC01(1)</w:t>
      </w:r>
    </w:p>
    <w:p w:rsidR="0062748B" w:rsidRDefault="0062748B" w:rsidP="0062748B">
      <w:r>
        <w:t xml:space="preserve"> (-8.53308E+15) GAC02(1)</w:t>
      </w:r>
    </w:p>
    <w:p w:rsidR="0062748B" w:rsidRDefault="0062748B" w:rsidP="0062748B"/>
    <w:p w:rsidR="0062748B" w:rsidRDefault="0062748B" w:rsidP="0062748B">
      <w:r>
        <w:t>Volume(1,3)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0.0014  Tc2(1)</w:t>
      </w:r>
    </w:p>
    <w:p w:rsidR="0062748B" w:rsidRDefault="0062748B" w:rsidP="0062748B">
      <w:r>
        <w:t xml:space="preserve">      -43.8021  DFREq(1,3)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>---- DFR  Desired flow rate for the industry in liters per sec</w:t>
      </w:r>
    </w:p>
    <w:p w:rsidR="0062748B" w:rsidRDefault="0062748B" w:rsidP="0062748B"/>
    <w:p w:rsidR="0062748B" w:rsidRDefault="0062748B" w:rsidP="0062748B">
      <w:r>
        <w:t>DFR(1,1)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DFREq(1,1)</w:t>
      </w:r>
    </w:p>
    <w:p w:rsidR="0062748B" w:rsidRDefault="0062748B" w:rsidP="0062748B">
      <w:r>
        <w:t xml:space="preserve">       -1.0067  CF03(1)</w:t>
      </w:r>
    </w:p>
    <w:p w:rsidR="0062748B" w:rsidRDefault="0062748B" w:rsidP="0062748B">
      <w:r>
        <w:t xml:space="preserve">        1       CF04(1)</w:t>
      </w:r>
    </w:p>
    <w:p w:rsidR="0062748B" w:rsidRDefault="0062748B" w:rsidP="0062748B">
      <w:r>
        <w:t xml:space="preserve">       -1.0603  CF09(1)</w:t>
      </w:r>
    </w:p>
    <w:p w:rsidR="0062748B" w:rsidRDefault="0062748B" w:rsidP="0062748B">
      <w:r>
        <w:t xml:space="preserve">      -54.5005  CF25(1)</w:t>
      </w:r>
    </w:p>
    <w:p w:rsidR="0062748B" w:rsidRDefault="0062748B" w:rsidP="0062748B">
      <w:r>
        <w:t xml:space="preserve">      -10.9001  CF27(1)</w:t>
      </w:r>
    </w:p>
    <w:p w:rsidR="0062748B" w:rsidRDefault="0062748B" w:rsidP="0062748B"/>
    <w:p w:rsidR="0062748B" w:rsidRDefault="0062748B" w:rsidP="0062748B">
      <w:r>
        <w:lastRenderedPageBreak/>
        <w:t>DFR(1,2)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DFREq(1,2)</w:t>
      </w:r>
    </w:p>
    <w:p w:rsidR="0062748B" w:rsidRDefault="0062748B" w:rsidP="0062748B"/>
    <w:p w:rsidR="0062748B" w:rsidRDefault="0062748B" w:rsidP="0062748B">
      <w:r>
        <w:t>DFR(1,3)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DFREq(1,3)</w:t>
      </w:r>
    </w:p>
    <w:p w:rsidR="0062748B" w:rsidRDefault="0062748B" w:rsidP="0062748B">
      <w:r>
        <w:t xml:space="preserve">       -0.18    IX01(1)</w:t>
      </w:r>
    </w:p>
    <w:p w:rsidR="0062748B" w:rsidRDefault="0062748B" w:rsidP="0062748B">
      <w:r>
        <w:t xml:space="preserve">       -0.0156  IX04(1)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 xml:space="preserve">---- NonlinearTechCost  </w:t>
      </w:r>
    </w:p>
    <w:p w:rsidR="0062748B" w:rsidRDefault="0062748B" w:rsidP="0062748B"/>
    <w:p w:rsidR="0062748B" w:rsidRDefault="0062748B" w:rsidP="0062748B">
      <w:r>
        <w:t>NonlinearTechCost(1,1)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NonlinearTechCost01(1)</w:t>
      </w:r>
    </w:p>
    <w:p w:rsidR="0062748B" w:rsidRDefault="0062748B" w:rsidP="0062748B"/>
    <w:p w:rsidR="0062748B" w:rsidRDefault="0062748B" w:rsidP="0062748B">
      <w:r>
        <w:t>NonlinearTechCost(1,2)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NonlinearTechCost02(1)</w:t>
      </w:r>
    </w:p>
    <w:p w:rsidR="0062748B" w:rsidRDefault="0062748B" w:rsidP="0062748B"/>
    <w:p w:rsidR="0062748B" w:rsidRDefault="0062748B" w:rsidP="0062748B">
      <w:r>
        <w:t>NonlinearTechCost(1,3)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NonlinearTechCost03(1)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36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9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54     SINGLE EQUATIONS        1,596</w:t>
      </w:r>
    </w:p>
    <w:p w:rsidR="0062748B" w:rsidRDefault="0062748B" w:rsidP="0062748B">
      <w:r>
        <w:t>BLOCKS OF VARIABLES          51     SINGLE VARIABLES        1,625</w:t>
      </w:r>
    </w:p>
    <w:p w:rsidR="0062748B" w:rsidRDefault="0062748B" w:rsidP="0062748B">
      <w:r>
        <w:t>NON ZERO ELEMENTS         4,003     NON LINEAR N-Z            174</w:t>
      </w:r>
    </w:p>
    <w:p w:rsidR="0062748B" w:rsidRDefault="0062748B" w:rsidP="0062748B">
      <w:r>
        <w:t>DERIVATIVE POOL              10     CONSTANT POOL              31</w:t>
      </w:r>
    </w:p>
    <w:p w:rsidR="0062748B" w:rsidRDefault="0062748B" w:rsidP="0062748B">
      <w:r>
        <w:t>CODE LENGTH               1,508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0.015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0.015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9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37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TechProblem         OBJECTIVE  Tobj</w:t>
      </w:r>
    </w:p>
    <w:p w:rsidR="0062748B" w:rsidRDefault="0062748B" w:rsidP="0062748B">
      <w:r>
        <w:t xml:space="preserve">     TYPE    NLP                 DIRECTION  MINIMIZE</w:t>
      </w:r>
    </w:p>
    <w:p w:rsidR="0062748B" w:rsidRDefault="0062748B" w:rsidP="0062748B">
      <w:r>
        <w:t xml:space="preserve">     SOLVER  CONOPT              FROM LINE  868</w:t>
      </w:r>
    </w:p>
    <w:p w:rsidR="0062748B" w:rsidRDefault="0062748B" w:rsidP="0062748B"/>
    <w:p w:rsidR="0062748B" w:rsidRDefault="0062748B" w:rsidP="0062748B">
      <w:r>
        <w:t xml:space="preserve">**** SOLVER STATUS     7 Licensing Problems        </w:t>
      </w:r>
    </w:p>
    <w:p w:rsidR="0062748B" w:rsidRDefault="0062748B" w:rsidP="0062748B">
      <w:r>
        <w:t xml:space="preserve">**** MODEL STATUS      11 Licensing Problem        </w:t>
      </w:r>
    </w:p>
    <w:p w:rsidR="0062748B" w:rsidRDefault="0062748B" w:rsidP="0062748B">
      <w:r>
        <w:t>**** OBJECTIVE VALUE               NA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>
      <w:r>
        <w:t xml:space="preserve"> EVALUATION ERRORS              0             0</w:t>
      </w:r>
    </w:p>
    <w:p w:rsidR="0062748B" w:rsidRDefault="0062748B" w:rsidP="0062748B">
      <w:r>
        <w:t xml:space="preserve">CONOPT 3         24.1.3 r41464 Released Jul 26, 2013 WEI x86_64/MS Windows    </w:t>
      </w:r>
    </w:p>
    <w:p w:rsidR="0062748B" w:rsidRDefault="0062748B" w:rsidP="0062748B">
      <w:r>
        <w:t>*** No license found</w:t>
      </w:r>
    </w:p>
    <w:p w:rsidR="0062748B" w:rsidRDefault="0062748B" w:rsidP="0062748B">
      <w:r>
        <w:t>*** To update your license, please contact your distributor.</w:t>
      </w:r>
    </w:p>
    <w:p w:rsidR="0062748B" w:rsidRDefault="0062748B" w:rsidP="0062748B">
      <w:r>
        <w:t>*** Too many equations for demo mode</w:t>
      </w:r>
    </w:p>
    <w:p w:rsidR="0062748B" w:rsidRDefault="0062748B" w:rsidP="0062748B">
      <w:r>
        <w:t>***   Number of equations          : 1596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variables for demo mode</w:t>
      </w:r>
    </w:p>
    <w:p w:rsidR="0062748B" w:rsidRDefault="0062748B" w:rsidP="0062748B">
      <w:r>
        <w:lastRenderedPageBreak/>
        <w:t>***   Number of variables          : 1625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nonzero elements for demo mode</w:t>
      </w:r>
    </w:p>
    <w:p w:rsidR="0062748B" w:rsidRDefault="0062748B" w:rsidP="0062748B">
      <w:r>
        <w:t>***   Number of nonzeros           : 4003</w:t>
      </w:r>
    </w:p>
    <w:p w:rsidR="0062748B" w:rsidRDefault="0062748B" w:rsidP="0062748B">
      <w:r>
        <w:t>***   Maximum allowed              : 2000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No solution returned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38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Tobjective  =E=  </w:t>
      </w:r>
    </w:p>
    <w:p w:rsidR="0062748B" w:rsidRDefault="0062748B" w:rsidP="0062748B"/>
    <w:p w:rsidR="0062748B" w:rsidRDefault="0062748B" w:rsidP="0062748B">
      <w:r>
        <w:t>Tobjective..  Tobj - NonlinearTechCost(1,1) - NonlinearTechCost(1,2)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NonlinearTechCost(1,3) - NonlinearTechCost(2,1) - NonlinearTechCost(2,2)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NonlinearTechCost(2,3) - NonlinearTechCost(3,1) - NonlinearTechCost(3,2)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NonlinearTechCost(3,3) - NonlinearTechCost(4,1) - NonlinearTechCost(4,2)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NonlinearTechCost(4,3) - NonlinearTechCost(5,1) - NonlinearTechCost(5,2)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NonlinearTechCost(5,3) - NonlinearTechCost(6,1) - NonlinearTechCost(6,2)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NonlinearTechCost(6,3) - NonlinearTechCost(7,1) - NonlinearTechCost(7,2)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NonlinearTechCost(7,3) - NonlinearTechCost(8,1) - NonlinearTechCost(8,2)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NonlinearTechCost(8,3) - NonlinearTechCost(9,1) - NonlinearTechCost(9,2)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NonlinearTechCost(9,3) - NonlinearTechCost(10,1)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NonlinearTechCost(10,2) - NonlinearTechCost(10,3)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NonlinearTechCost(11,1) - NonlinearTechCost(11,2)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NonlinearTechCost(11,3) - NonlinearTechCost(12,1)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NonlinearTechCost(12,2) - NonlinearTechCost(12,3)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NonlinearTechCost(13,1) - NonlinearTechCost(13,2)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NonlinearTechCost(13,3) - NonlinearTechCost(14,1)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NonlinearTechCost(14,2) - NonlinearTechCost(14,3)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NonlinearTechCost(15,1) - NonlinearTechCost(15,2)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NonlinearTechCost(15,3) - NonlinearTechCost(16,1)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NonlinearTechCost(16,2) - NonlinearTechCost(16,3)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NonlinearTechCost(17,1) - NonlinearTechCost(17,2)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NonlinearTechCost(17,3) - NonlinearTechCost(18,1)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NonlinearTechCost(18,2) - NonlinearTechCost(18,3)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NonlinearTechCost(19,1) - NonlinearTechCost(19,2)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NonlinearTechCost(19,3) - NonlinearTechCost(20,1)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NonlinearTechCost(20,2) - NonlinearTechCost(20,3)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NonlinearTechCost(21,1) - NonlinearTechCost(21,2)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NonlinearTechCost(21,3) - NonlinearTechCost(22,1)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NonlinearTechCost(22,2) - NonlinearTechCost(22,3)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NonlinearTechCost(23,1) - NonlinearTechCost(23,2)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NonlinearTechCost(23,3) - NonlinearTechCost(24,1)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NonlinearTechCost(24,2) - NonlinearTechCost(24,3)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NonlinearTechCost(25,1) - NonlinearTechCost(25,2)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NonlinearTechCost(25,3) - NonlinearTechCost(26,1)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NonlinearTechCost(26,2) - NonlinearTechCost(26,3)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NonlinearTechCost(27,1) - NonlinearTechCost(27,2)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NonlinearTechCost(27,3) - NonlinearTechCost(28,1)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NonlinearTechCost(28,2) - NonlinearTechCost(28,3)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NonlinearTechCost(29,1) - NonlinearTechCost(29,2)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NonlinearTechCost(29,3)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 xml:space="preserve">---- Tc1  =L=  </w:t>
      </w:r>
    </w:p>
    <w:p w:rsidR="0062748B" w:rsidRDefault="0062748B" w:rsidP="0062748B"/>
    <w:p w:rsidR="0062748B" w:rsidRDefault="0062748B" w:rsidP="0062748B">
      <w:r>
        <w:t>Tc1(1)..  Volume(1,1) + Volume(1,2) + Volume(1,3) =L= 46.1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Tc1(2)..  Volume(2,1) + Volume(2,2) + Volume(2,3) =L= 1.5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Tc1(3)..  Volume(3,1) + Volume(3,2) + Volume(3,3) =L= 4.6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Tc2  =G=  </w:t>
      </w:r>
    </w:p>
    <w:p w:rsidR="0062748B" w:rsidRDefault="0062748B" w:rsidP="0062748B"/>
    <w:p w:rsidR="0062748B" w:rsidRDefault="0062748B" w:rsidP="0062748B">
      <w:r>
        <w:t>Tc2(1)..  0.002762685*Volume(1,1) + 0.00414402749999999*Volume(1,2)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+ 0.0013813425*Volume(1,3) =G= 0.122832874808418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0.122832874808418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Tc2(2)..  0.002762685*Volume(2,1) + 0.00414402749999999*Volume(2,2)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+ 0.0013813425*Volume(2,3) =G= 0.00202831822193877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0.00202831822193877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Tc2(3)..  0.002762685*Volume(3,1) + 0.00414402749999999*Volume(3,2)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+ 0.0013813425*Volume(3,3) =G= 0.0100326811806122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0.0100326811806122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DFREq  =E=  </w:t>
      </w:r>
    </w:p>
    <w:p w:rsidR="0062748B" w:rsidRDefault="0062748B" w:rsidP="0062748B"/>
    <w:p w:rsidR="0062748B" w:rsidRDefault="0062748B" w:rsidP="0062748B">
      <w:r>
        <w:t>DFREq(1,1)..  - 43.8020833333334*Volume(1,1) + DFR(1,1)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DFREq(1,2)..  - 43.8020833333334*Volume(1,2) + DFR(1,2)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DFREq(1,3)..  - 43.8020833333334*Volume(1,3) + 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CF01  =E=  </w:t>
      </w:r>
    </w:p>
    <w:p w:rsidR="0062748B" w:rsidRDefault="0062748B" w:rsidP="0062748B"/>
    <w:p w:rsidR="0062748B" w:rsidRDefault="0062748B" w:rsidP="0062748B">
      <w:r>
        <w:t>CF01(1)..  CF_NoOfModules(1) - 1.15740740740741*Volume(1,1)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CF01(2)..  CF_NoOfModules(2) - 1.15740740740741*Volume(2,1)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CF01(3)..  CF_NoOfModules(3) - 1.15740740740741*Volume(3,1)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CF03  =E=  </w:t>
      </w:r>
    </w:p>
    <w:p w:rsidR="0062748B" w:rsidRDefault="0062748B" w:rsidP="0062748B"/>
    <w:p w:rsidR="0062748B" w:rsidRDefault="0062748B" w:rsidP="0062748B">
      <w:r>
        <w:t>CF03(1)..  CF_MFF(1) - 1.00671140939597*DFR(1,1)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CF03(2)..  CF_MFF(2) - 1.00671140939597*DFR(2,1)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CF03(3)..  CF_MFF(3) - 1.00671140939597*DFR(3,1)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CF04  =E=  </w:t>
      </w:r>
    </w:p>
    <w:p w:rsidR="0062748B" w:rsidRDefault="0062748B" w:rsidP="0062748B"/>
    <w:p w:rsidR="0062748B" w:rsidRDefault="0062748B" w:rsidP="0062748B">
      <w:r>
        <w:t>CF04(1)..  CF_BackwashFlow(1) - CF_MFF(1)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CF04(2)..  CF_BackwashFlow(2) - CF_MFF(2) + 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CF04(3)..  CF_BackwashFlow(3) - CF_MFF(3) + 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CF05  =E=  </w:t>
      </w:r>
    </w:p>
    <w:p w:rsidR="0062748B" w:rsidRDefault="0062748B" w:rsidP="0062748B"/>
    <w:p w:rsidR="0062748B" w:rsidRDefault="0062748B" w:rsidP="0062748B">
      <w:r>
        <w:t>CF05(1)..  CF_FeedPumpHP(1) - 0.346809353943718*CF_MFF(1)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CF05(2)..  CF_FeedPumpHP(2) - 0.346809353943718*CF_MFF(2)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CF05(3)..  CF_FeedPumpHP(3) - 0.346809353943718*CF_MFF(3)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CF06  =E=  </w:t>
      </w:r>
    </w:p>
    <w:p w:rsidR="0062748B" w:rsidRDefault="0062748B" w:rsidP="0062748B"/>
    <w:p w:rsidR="0062748B" w:rsidRDefault="0062748B" w:rsidP="0062748B">
      <w:r>
        <w:t>CF06(1)..  - 6534.96*CF_FeedPumpHP(1) + CF_FeedPumpPower(1)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CF06(2)..  - 6534.96*CF_FeedPumpHP(2) + CF_FeedPumpPower(2)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CF06(3)..  - 6534.96*CF_FeedPumpHP(3) + CF_FeedPumpPower(3)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CF07  =E=  </w:t>
      </w:r>
    </w:p>
    <w:p w:rsidR="0062748B" w:rsidRDefault="0062748B" w:rsidP="0062748B"/>
    <w:p w:rsidR="0062748B" w:rsidRDefault="0062748B" w:rsidP="0062748B">
      <w:r>
        <w:t>CF07(1)..  - 43.508*CF_FeedPumpHP(1) + CF_BackflushPower(1)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CF07(2)..  - 43.508*CF_FeedPumpHP(2) + CF_BackflushPower(2)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CF07(3)..  - 43.508*CF_FeedPumpHP(3) + CF_BackflushPower(3)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CF08  =E=  </w:t>
      </w:r>
    </w:p>
    <w:p w:rsidR="0062748B" w:rsidRDefault="0062748B" w:rsidP="0062748B"/>
    <w:p w:rsidR="0062748B" w:rsidRDefault="0062748B" w:rsidP="0062748B">
      <w:r>
        <w:t>CF08(1)..  - 90*CF_NoOfModules(1) + CF_NoOfMembranes(1)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CF08(2)..  - 90*CF_NoOfModules(2) + CF_NoOfMembranes(2)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CF08(3)..  - 90*CF_NoOfModules(3) + CF_NoOfMembranes(3)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CF09  =E=  </w:t>
      </w:r>
    </w:p>
    <w:p w:rsidR="0062748B" w:rsidRDefault="0062748B" w:rsidP="0062748B"/>
    <w:p w:rsidR="0062748B" w:rsidRDefault="0062748B" w:rsidP="0062748B">
      <w:r>
        <w:t>CF09(1)..  CF_BuildingArea(1) - 1.060338816*DFR(1,1)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CF09(2)..  CF_BuildingArea(2) - 1.060338816*DFR(2,1)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CF09(3)..  CF_BuildingArea(3) - 1.060338816*DFR(3,1)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CF10  =E=  </w:t>
      </w:r>
    </w:p>
    <w:p w:rsidR="0062748B" w:rsidRDefault="0062748B" w:rsidP="0062748B"/>
    <w:p w:rsidR="0062748B" w:rsidRDefault="0062748B" w:rsidP="0062748B">
      <w:r>
        <w:t>CF10(1)..  - 370000*CF_NoOfModules(1) + CF_MembraneModuleCost(1)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CF10(2)..  - 370000*CF_NoOfModules(2) + CF_MembraneModuleCost(2)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CF10(3)..  - 370000*CF_NoOfModules(3) + CF_MembraneModuleCost(3)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CF11  =E=  </w:t>
      </w:r>
    </w:p>
    <w:p w:rsidR="0062748B" w:rsidRDefault="0062748B" w:rsidP="0062748B"/>
    <w:p w:rsidR="0062748B" w:rsidRDefault="0062748B" w:rsidP="0062748B">
      <w:r>
        <w:t>CF11(1)..  - 1076*CF_BuildingArea(1) + CF_BuildingCost(1)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CF11(2)..  - 1076*CF_BuildingArea(2) + CF_BuildingCost(2)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CF11(3)..  - 1076*CF_BuildingArea(3) + CF_BuildingCost(3)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CF12  =E=  </w:t>
      </w:r>
    </w:p>
    <w:p w:rsidR="0062748B" w:rsidRDefault="0062748B" w:rsidP="0062748B"/>
    <w:p w:rsidR="0062748B" w:rsidRDefault="0062748B" w:rsidP="0062748B">
      <w:r>
        <w:t>CF12(1)..  - 70000*CF_NoOfModules(1) + CF_InstallationCost(1)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CF12(2)..  - 70000*CF_NoOfModules(2) + CF_InstallationCost(2)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CF12(3)..  - 70000*CF_NoOfModules(3) + CF_InstallationCost(3)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CF13  =E=  </w:t>
      </w:r>
    </w:p>
    <w:p w:rsidR="0062748B" w:rsidRDefault="0062748B" w:rsidP="0062748B"/>
    <w:p w:rsidR="0062748B" w:rsidRDefault="0062748B" w:rsidP="0062748B">
      <w:r>
        <w:t>CF13(1)..  - 0.05*CF_MembraneModuleCost(1) + CF_MiscCost(1)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CF13(2)..  - 0.05*CF_MembraneModuleCost(2) + CF_MiscCost(2)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CF13(3)..  - 0.05*CF_MembraneModuleCost(3) + CF_MiscCost(3)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CF14  =E=  </w:t>
      </w:r>
    </w:p>
    <w:p w:rsidR="0062748B" w:rsidRDefault="0062748B" w:rsidP="0062748B"/>
    <w:p w:rsidR="0062748B" w:rsidRDefault="0062748B" w:rsidP="0062748B">
      <w:r>
        <w:t>CF14(1)..  - 0.05*CF_MembraneModuleCost(1) - 0.05*CF_MiscCost(1)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CF_PlantPipingCost(1)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CF14(2)..  - 0.05*CF_MembraneModuleCost(2) - 0.05*CF_MiscCost(2)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CF14(3)..  - 0.05*CF_MembraneModuleCost(3) - 0.05*CF_MiscCost(3)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CF15  =E=  </w:t>
      </w:r>
    </w:p>
    <w:p w:rsidR="0062748B" w:rsidRDefault="0062748B" w:rsidP="0062748B"/>
    <w:p w:rsidR="0062748B" w:rsidRDefault="0062748B" w:rsidP="0062748B">
      <w:r>
        <w:t>CF15(1)..  - 0.1*CF_MembraneModuleCost(1) - 0.1*CF_MiscCost(1)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CF15(2)..  - 0.1*CF_MembraneModuleCost(2) - 0.1*CF_MiscCost(2)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CF15(3)..  - 0.1*CF_MembraneModuleCost(3) - 0.1*CF_MiscCost(3)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CF_EngineeringCost(3)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CF16  =E=  </w:t>
      </w:r>
    </w:p>
    <w:p w:rsidR="0062748B" w:rsidRDefault="0062748B" w:rsidP="0062748B"/>
    <w:p w:rsidR="0062748B" w:rsidRDefault="0062748B" w:rsidP="0062748B">
      <w:r>
        <w:t>CF16(1)..  - CF_MembraneModuleCost(1) - CF_BuildingCost(1)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CF_InstallationCost(1) - CF_MiscCost(1) - CF_PlantPipingCost(1)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CF_EngineeringCost(1) + CF_DirectCapitalCost(1)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CF16(2)..  - CF_MembraneModuleCost(2) - CF_BuildingCost(2)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CF_InstallationCost(2) - CF_MiscCost(2) - CF_PlantPipingCost(2)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CF_EngineeringCost(2) + CF_DirectCapitalCost(2)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CF16(3)..  - CF_MembraneModuleCost(3) - CF_BuildingCost(3)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CF_InstallationCost(3) - CF_MiscCost(3) - CF_PlantPipingCost(3)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CF_EngineeringCost(3) + CF_DirectCapitalCost(3)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CF17  =E=  </w:t>
      </w:r>
    </w:p>
    <w:p w:rsidR="0062748B" w:rsidRDefault="0062748B" w:rsidP="0062748B"/>
    <w:p w:rsidR="0062748B" w:rsidRDefault="0062748B" w:rsidP="0062748B">
      <w:r>
        <w:t>CF17(1)..  - 0.06*CF_DirectCapitalCost(1) + CF_ConstructionInterest(1)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CF17(2)..  - 0.06*CF_DirectCapitalCost(2) + CF_ConstructionInterest(2)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CF17(3)..  - 0.06*CF_DirectCapitalCost(3) + CF_ConstructionInterest(3)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CF18  =E=  </w:t>
      </w:r>
    </w:p>
    <w:p w:rsidR="0062748B" w:rsidRDefault="0062748B" w:rsidP="0062748B"/>
    <w:p w:rsidR="0062748B" w:rsidRDefault="0062748B" w:rsidP="0062748B">
      <w:r>
        <w:t>CF18(1)..  - 0.2*CF_DirectCapitalCost(1) + CF_Contingencies(1)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CF18(2)..  - 0.2*CF_DirectCapitalCost(2) + CF_Contingencies(2)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CF18(3)..  - 0.2*CF_DirectCapitalCost(3) + CF_Contingencies(3)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CF19  =E=  </w:t>
      </w:r>
    </w:p>
    <w:p w:rsidR="0062748B" w:rsidRDefault="0062748B" w:rsidP="0062748B"/>
    <w:p w:rsidR="0062748B" w:rsidRDefault="0062748B" w:rsidP="0062748B">
      <w:r>
        <w:t>CF19(1)..  - 0.1*CF_DirectCapitalCost(1) + CF_ProjectManagement(1)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CF19(2)..  - 0.1*CF_DirectCapitalCost(2) + CF_ProjectManagement(2)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CF19(3)..  - 0.1*CF_DirectCapitalCost(3) + CF_ProjectManagement(3)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CF20  =E=  </w:t>
      </w:r>
    </w:p>
    <w:p w:rsidR="0062748B" w:rsidRDefault="0062748B" w:rsidP="0062748B"/>
    <w:p w:rsidR="0062748B" w:rsidRDefault="0062748B" w:rsidP="0062748B">
      <w:r>
        <w:lastRenderedPageBreak/>
        <w:t>CF20(1)..  - 0.04*CF_DirectCapitalCost(1) + CF_WorkingCapital(1)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CF20(2)..  - 0.04*CF_DirectCapitalCost(2) + CF_WorkingCapital(2)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CF20(3)..  - 0.04*CF_DirectCapitalCost(3) + CF_WorkingCapital(3)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CF21  =E=  </w:t>
      </w:r>
    </w:p>
    <w:p w:rsidR="0062748B" w:rsidRDefault="0062748B" w:rsidP="0062748B"/>
    <w:p w:rsidR="0062748B" w:rsidRDefault="0062748B" w:rsidP="0062748B">
      <w:r>
        <w:t>CF21(1)..  - CF_ConstructionInterest(1) - CF_Contingencies(1)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CF_ProjectManagement(1) - CF_WorkingCapital(1)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CF21(2)..  - CF_ConstructionInterest(2) - CF_Contingencies(2)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CF_ProjectManagement(2) - CF_WorkingCapital(2)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CF21(3)..  - CF_ConstructionInterest(3) - CF_Contingencies(3)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CF_ProjectManagement(3) - CF_WorkingCapital(3)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CF22  =E=  </w:t>
      </w:r>
    </w:p>
    <w:p w:rsidR="0062748B" w:rsidRDefault="0062748B" w:rsidP="0062748B"/>
    <w:p w:rsidR="0062748B" w:rsidRDefault="0062748B" w:rsidP="0062748B">
      <w:r>
        <w:t>CF22(1)..  - CF_DirectCapitalCost(1) - CF_IndirectCapitalCost(1)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CF22(2)..  - CF_DirectCapitalCost(2) - CF_IndirectCapitalCost(2)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CF22(3)..  - CF_DirectCapitalCost(3) - CF_IndirectCapitalCost(3)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CF_TotalConstructionCost(3)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CF23  =E=  </w:t>
      </w:r>
    </w:p>
    <w:p w:rsidR="0062748B" w:rsidRDefault="0062748B" w:rsidP="0062748B"/>
    <w:p w:rsidR="0062748B" w:rsidRDefault="0062748B" w:rsidP="0062748B">
      <w:r>
        <w:t>CF23(1)..  - 0.092543542478*CF_FeedPumpPower(1)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- 0.092543542478*CF_BackflushPower(1) + CF_ElectricityCost(1)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CF23(2)..  - 0.092543542478*CF_FeedPumpPower(2)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- 0.092543542478*CF_BackflushPower(2) + CF_ElectricityCost(2)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CF23(3)..  - 0.092543542478*CF_FeedPumpPower(3)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- 0.092543542478*CF_BackflushPower(3) + CF_ElectricityCost(3)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CF24  =E=  </w:t>
      </w:r>
    </w:p>
    <w:p w:rsidR="0062748B" w:rsidRDefault="0062748B" w:rsidP="0062748B"/>
    <w:p w:rsidR="0062748B" w:rsidRDefault="0062748B" w:rsidP="0062748B">
      <w:r>
        <w:t>CF24(1)..  CF_LaborCost(1)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CF24(2)..  CF_LaborCost(2)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CF24(3)..  CF_LaborCost(3)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CF25  =E=  </w:t>
      </w:r>
    </w:p>
    <w:p w:rsidR="0062748B" w:rsidRDefault="0062748B" w:rsidP="0062748B"/>
    <w:p w:rsidR="0062748B" w:rsidRDefault="0062748B" w:rsidP="0062748B">
      <w:r>
        <w:t>CF25(1)..  CF_ChemicalCost(1) - 45.2294991346302*DFR(1,1) =E= -264.152574543161</w:t>
      </w:r>
    </w:p>
    <w:p w:rsidR="0062748B" w:rsidRDefault="0062748B" w:rsidP="0062748B">
      <w:r>
        <w:t xml:space="preserve">      ; (LHS = 0, INFES = 264.152574543161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CF25(2)..  CF_ChemicalCost(2) - 45.2294991346302*DFR(2,1) =E= -264.152574543161</w:t>
      </w:r>
    </w:p>
    <w:p w:rsidR="0062748B" w:rsidRDefault="0062748B" w:rsidP="0062748B">
      <w:r>
        <w:t xml:space="preserve">      ; (LHS = 0, INFES = 264.152574543161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CF25(3)..  CF_ChemicalCost(3) - 45.2294991346302*DFR(3,1) =E= -264.152574543161</w:t>
      </w:r>
    </w:p>
    <w:p w:rsidR="0062748B" w:rsidRDefault="0062748B" w:rsidP="0062748B">
      <w:r>
        <w:t xml:space="preserve">      ; (LHS = 0, INFES = 264.152574543161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CF26  =E=  </w:t>
      </w:r>
    </w:p>
    <w:p w:rsidR="0062748B" w:rsidRDefault="0062748B" w:rsidP="0062748B"/>
    <w:p w:rsidR="0062748B" w:rsidRDefault="0062748B" w:rsidP="0062748B">
      <w:r>
        <w:t>CF26(1)..  - 131.921287694597*CF_NoOfMembranes(1)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CF26(2)..  - 131.921287694597*CF_NoOfMembranes(2)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CF26(3)..  - 131.921287694597*CF_NoOfMembranes(3)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CF27  =E=  </w:t>
      </w:r>
    </w:p>
    <w:p w:rsidR="0062748B" w:rsidRDefault="0062748B" w:rsidP="0062748B"/>
    <w:p w:rsidR="0062748B" w:rsidRDefault="0062748B" w:rsidP="0062748B">
      <w:r>
        <w:t xml:space="preserve">CF27(1)..  CF_CleaningChemicalCost(1) - 9.04589982692604*DFR(1,1) =E= </w:t>
      </w:r>
    </w:p>
    <w:p w:rsidR="0062748B" w:rsidRDefault="0062748B" w:rsidP="0062748B">
      <w:r>
        <w:t xml:space="preserve">     52.8308318920387 ; (LHS = 0, INFES = 52.8308318920387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CF27(2)..  CF_CleaningChemicalCost(2) - 9.04589982692604*DFR(2,1) =E= </w:t>
      </w:r>
    </w:p>
    <w:p w:rsidR="0062748B" w:rsidRDefault="0062748B" w:rsidP="0062748B">
      <w:r>
        <w:t xml:space="preserve">     52.8308318920387 ; (LHS = 0, INFES = 52.8308318920387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CF27(3)..  CF_CleaningChemicalCost(3) - 9.04589982692604*DFR(3,1) =E= </w:t>
      </w:r>
    </w:p>
    <w:p w:rsidR="0062748B" w:rsidRDefault="0062748B" w:rsidP="0062748B">
      <w:r>
        <w:t xml:space="preserve">     52.8308318920387 ; (LHS = 0, INFES = 52.8308318920387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CF28  =E=  </w:t>
      </w:r>
    </w:p>
    <w:p w:rsidR="0062748B" w:rsidRDefault="0062748B" w:rsidP="0062748B"/>
    <w:p w:rsidR="0062748B" w:rsidRDefault="0062748B" w:rsidP="0062748B">
      <w:r>
        <w:t>CF28(1)..  - 0.02*CF_DirectCapitalCost(1) + CF_Repairs(1)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CF28(2)..  - 0.02*CF_DirectCapitalCost(2) + CF_Repairs(2)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CF28(3)..  - 0.02*CF_DirectCapitalCost(3) + CF_Repairs(3)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CF29  =E=  </w:t>
      </w:r>
    </w:p>
    <w:p w:rsidR="0062748B" w:rsidRDefault="0062748B" w:rsidP="0062748B"/>
    <w:p w:rsidR="0062748B" w:rsidRDefault="0062748B" w:rsidP="0062748B">
      <w:r>
        <w:t>CF29(1)..  - CF_ElectricityCost(1) - CF_LaborCost(1) - CF_ChemicalCost(1)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CF_MembraneReplacementCost(1) - CF_CleaningChemicalCost(1)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CF_Repairs(1) + CF_TotalOMCost(1)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CF29(2)..  - CF_ElectricityCost(2) - CF_LaborCost(2) - CF_ChemicalCost(2)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CF_MembraneReplacementCost(2) - CF_CleaningChemicalCost(2)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CF_Repairs(2) + CF_TotalOMCost(2)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CF29(3)..  - CF_ElectricityCost(3) - CF_LaborCost(3) - CF_ChemicalCost(3)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CF_MembraneReplacementCost(3) - CF_CleaningChemicalCost(3)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CF_Repairs(3) + CF_TotalOMCost(3)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CF30  =E=  </w:t>
      </w:r>
    </w:p>
    <w:p w:rsidR="0062748B" w:rsidRDefault="0062748B" w:rsidP="0062748B"/>
    <w:p w:rsidR="0062748B" w:rsidRDefault="0062748B" w:rsidP="0062748B">
      <w:r>
        <w:t>CF30(1)..  - 0.101852208823151*CF_TotalConstructionCost(1)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CF30(2)..  - 0.101852208823151*CF_TotalConstructionCost(2)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CF_CapitalRecovery(2)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CF30(3)..  - 0.101852208823151*CF_TotalConstructionCost(3)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CF31  =E=  </w:t>
      </w:r>
    </w:p>
    <w:p w:rsidR="0062748B" w:rsidRDefault="0062748B" w:rsidP="0062748B"/>
    <w:p w:rsidR="0062748B" w:rsidRDefault="0062748B" w:rsidP="0062748B">
      <w:r>
        <w:t>CF31(1)..  - 2*CF_TotalOMCost(1) - 2*CF_CapitalRecovery(1) + CF_AnnualCost(1)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CF31(2)..  - 2*CF_TotalOMCost(2) - 2*CF_CapitalRecovery(2) + CF_AnnualCost(2)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CF31(3)..  - 2*CF_TotalOMCost(3) - 2*CF_CapitalRecovery(3) + CF_AnnualCost(3)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GAC01  =E=  </w:t>
      </w:r>
    </w:p>
    <w:p w:rsidR="0062748B" w:rsidRDefault="0062748B" w:rsidP="0062748B"/>
    <w:p w:rsidR="0062748B" w:rsidRDefault="0062748B" w:rsidP="0062748B">
      <w:r>
        <w:t>GAC01(1)..  GAC_CapitalCost(1) - (7.37701051584E16)*Volume(1,2)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GAC01(2)..  GAC_CapitalCost(2) - (7.37701051584E16)*Volume(2,2)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GAC01(3)..  GAC_CapitalCost(3) - (7.37701051584E16)*Volume(3,2)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GAC02  =E=  </w:t>
      </w:r>
    </w:p>
    <w:p w:rsidR="0062748B" w:rsidRDefault="0062748B" w:rsidP="0062748B"/>
    <w:p w:rsidR="0062748B" w:rsidRDefault="0062748B" w:rsidP="0062748B">
      <w:r>
        <w:t>GAC02(1)..  GAC_OMCost(1) - (8.53307527956E15)*Volume(1,2)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GAC02(2)..  GAC_OMCost(2) - (8.53307527956E15)*Volume(2,2)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GAC02(3)..  GAC_OMCost(3) - (8.53307527956E15)*Volume(3,2)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GAC03  =E=  </w:t>
      </w:r>
    </w:p>
    <w:p w:rsidR="0062748B" w:rsidRDefault="0062748B" w:rsidP="0062748B"/>
    <w:p w:rsidR="0062748B" w:rsidRDefault="0062748B" w:rsidP="0062748B">
      <w:r>
        <w:t>GAC03(1)..  - GAC_CapitalCost(1) - GAC_OMCost(1) + GAC_TotalCost(1)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GAC03(2)..  - GAC_CapitalCost(2) - GAC_OMCost(2) + GAC_TotalCost(2)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GAC03(3)..  - GAC_CapitalCost(3) - GAC_OMCost(3) + GAC_TotalCost(3)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IX01  =E=  </w:t>
      </w:r>
    </w:p>
    <w:p w:rsidR="0062748B" w:rsidRDefault="0062748B" w:rsidP="0062748B"/>
    <w:p w:rsidR="0062748B" w:rsidRDefault="0062748B" w:rsidP="0062748B">
      <w:r>
        <w:t>IX01(1)..  IX_MinResinVolume(1) - 0.18*DFR(1,3)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IX01(2)..  IX_MinResinVolume(2) - 0.18*DFR(2,3)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IX01(3)..  IX_MinResinVolume(3) - 0.18*DFR(3,3)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IX02  =E=  </w:t>
      </w:r>
    </w:p>
    <w:p w:rsidR="0062748B" w:rsidRDefault="0062748B" w:rsidP="0062748B"/>
    <w:p w:rsidR="0062748B" w:rsidRDefault="0062748B" w:rsidP="0062748B">
      <w:r>
        <w:t>IX02(1)..  IX_MinVolExhaustionTime(1)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IX02(2)..  IX_MinVolExhaustionTime(2)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IX02(3)..  IX_MinVolExhaustionTime(3)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IX04  =E=  </w:t>
      </w:r>
    </w:p>
    <w:p w:rsidR="0062748B" w:rsidRDefault="0062748B" w:rsidP="0062748B"/>
    <w:p w:rsidR="0062748B" w:rsidRDefault="0062748B" w:rsidP="0062748B">
      <w:r>
        <w:t>IX04(1)..  IX_ExhaustionTimeResinVolume(1) - 0.0156384*DFR(1,3)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IX04(2)..  IX_ExhaustionTimeResinVolume(2) - 0.0156384*DFR(2,3)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IX04(3)..  IX_ExhaustionTimeResinVolume(3) - 0.0156384*DFR(3,3)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IX05  =E=  </w:t>
      </w:r>
    </w:p>
    <w:p w:rsidR="0062748B" w:rsidRDefault="0062748B" w:rsidP="0062748B"/>
    <w:p w:rsidR="0062748B" w:rsidRDefault="0062748B" w:rsidP="0062748B">
      <w:r>
        <w:t>IX05(1)..  - 2*IX_ExhaustionTimeResinVolume(1) + IX_VesselVolume(1)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IX05(2)..  - 2*IX_ExhaustionTimeResinVolume(2) + IX_VesselVolume(2)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IX05(3)..  - 2*IX_ExhaustionTimeResinVolume(3) + IX_VesselVolume(3)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IX06  =E=  </w:t>
      </w:r>
    </w:p>
    <w:p w:rsidR="0062748B" w:rsidRDefault="0062748B" w:rsidP="0062748B"/>
    <w:p w:rsidR="0062748B" w:rsidRDefault="0062748B" w:rsidP="0062748B">
      <w:r>
        <w:t>IX06(1)..  - 1516.1814575484*IX_ExhaustionTimeResinVolume(1) + IX_ResinCost(1)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IX06(2)..  - 1516.1814575484*IX_ExhaustionTimeResinVolume(2) + IX_ResinCost(2)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IX06(3)..  - 1516.1814575484*IX_ExhaustionTimeResinVolume(3) + IX_ResinCost(3)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IX07  =E=  </w:t>
      </w:r>
    </w:p>
    <w:p w:rsidR="0062748B" w:rsidRDefault="0062748B" w:rsidP="0062748B"/>
    <w:p w:rsidR="0062748B" w:rsidRDefault="0062748B" w:rsidP="0062748B">
      <w:r>
        <w:t>IX07(1)..  - (5350122.17055354)*IX_VesselVolume(1) + IX_TankTotalCost(1)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-115.015960136027, INFES = 115.015960136027 ****)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IX07(2)..  - (5350122.17055354)*IX_VesselVolume(2) + IX_TankTotalCost(2)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-115.015960136027, INFES = 115.015960136027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IX07(3)..  - (5350122.17055354)*IX_VesselVolume(3) + IX_TankTotalCost(3)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-115.015960136027, INFES = 115.015960136027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IX08  =E=  </w:t>
      </w:r>
    </w:p>
    <w:p w:rsidR="0062748B" w:rsidRDefault="0062748B" w:rsidP="0062748B"/>
    <w:p w:rsidR="0062748B" w:rsidRDefault="0062748B" w:rsidP="0062748B">
      <w:r>
        <w:t>IX08(1)..  - 150*IX_ExhaustionTimeResinVolume(1) + IX_NaClReq(1)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IX08(2)..  - 150*IX_ExhaustionTimeResinVolume(2) + IX_NaClReq(2)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IX08(3)..  - 150*IX_ExhaustionTimeResinVolume(3) + IX_NaClReq(3)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IX09  =E=  </w:t>
      </w:r>
    </w:p>
    <w:p w:rsidR="0062748B" w:rsidRDefault="0062748B" w:rsidP="0062748B"/>
    <w:p w:rsidR="0062748B" w:rsidRDefault="0062748B" w:rsidP="0062748B">
      <w:r>
        <w:t>IX09(1)..  - 0.01*IX_NaClReq(1) + IX_RegFluidReq(1)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IX09(2)..  - 0.01*IX_NaClReq(2) + IX_RegFluidReq(2)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IX09(3)..  - 0.01*IX_NaClReq(3) + IX_RegFluidReq(3)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IX10  =E=  </w:t>
      </w:r>
    </w:p>
    <w:p w:rsidR="0062748B" w:rsidRDefault="0062748B" w:rsidP="0062748B"/>
    <w:p w:rsidR="0062748B" w:rsidRDefault="0062748B" w:rsidP="0062748B">
      <w:r>
        <w:t>IX10(1)..  - 3.65*IX_NaClReq(1) + IX_TotalChemCost(1)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IX10(2)..  - 3.65*IX_NaClReq(2) + IX_TotalChemCost(2)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IX10(3)..  - 3.65*IX_NaClReq(3) + IX_TotalChemCost(3)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IX11  =E=  </w:t>
      </w:r>
    </w:p>
    <w:p w:rsidR="0062748B" w:rsidRDefault="0062748B" w:rsidP="0062748B"/>
    <w:p w:rsidR="0062748B" w:rsidRDefault="0062748B" w:rsidP="0062748B">
      <w:r>
        <w:t>IX11(1)..  - 250*IX_RegFluidReq(1) + IX_StorageTankCost(1)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IX11(2)..  - 250*IX_RegFluidReq(2) + IX_StorageTankCost(2)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IX11(3)..  - 250*IX_RegFluidReq(3) + IX_StorageTankCost(3)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IX12  =E=  </w:t>
      </w:r>
    </w:p>
    <w:p w:rsidR="0062748B" w:rsidRDefault="0062748B" w:rsidP="0062748B"/>
    <w:p w:rsidR="0062748B" w:rsidRDefault="0062748B" w:rsidP="0062748B">
      <w:r>
        <w:t>IX12(1)..  - (2500000000)*IX_VesselVolume(1) + IX_BedArea(1)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IX12(2)..  - (2500000000)*IX_VesselVolume(2) + IX_BedArea(2)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IX12(3)..  - (2500000000)*IX_VesselVolume(3) + IX_BedArea(3)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IX13  =E=  </w:t>
      </w:r>
    </w:p>
    <w:p w:rsidR="0062748B" w:rsidRDefault="0062748B" w:rsidP="0062748B"/>
    <w:p w:rsidR="0062748B" w:rsidRDefault="0062748B" w:rsidP="0062748B">
      <w:r>
        <w:lastRenderedPageBreak/>
        <w:t>IX13(1)..  - (1254.21)*IX_BedArea(1) + IX_ConstructionCost(1)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IX13(2)..  - (1254.21)*IX_BedArea(2) + IX_ConstructionCost(2)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IX13(3)..  - (1254.21)*IX_BedArea(3) + IX_ConstructionCost(3)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IX14  =E=  </w:t>
      </w:r>
    </w:p>
    <w:p w:rsidR="0062748B" w:rsidRDefault="0062748B" w:rsidP="0062748B"/>
    <w:p w:rsidR="0062748B" w:rsidRDefault="0062748B" w:rsidP="0062748B">
      <w:r>
        <w:t>IX14(1)..  - (733000000000)*IX_BedArea(1) + IX_OMCost(1)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IX14(2)..  - (733000000000)*IX_BedArea(2) + IX_OMCost(2)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IX14(3)..  - (733000000000)*IX_BedArea(3) + IX_OMCost(3)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IX15  =E=  </w:t>
      </w:r>
    </w:p>
    <w:p w:rsidR="0062748B" w:rsidRDefault="0062748B" w:rsidP="0062748B"/>
    <w:p w:rsidR="0062748B" w:rsidRDefault="0062748B" w:rsidP="0062748B">
      <w:r>
        <w:t>IX15(1)..  - 24*IX_ResinCost(1) - IX_TankTotalCost(1) - IX_TotalChemCost(1)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IX_StorageTankCost(1) - IX_ConstructionCost(1) - IX_OMCost(1)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IX15(2)..  - 24*IX_ResinCost(2) - IX_TankTotalCost(2) - IX_TotalChemCost(2)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IX_StorageTankCost(2) - IX_ConstructionCost(2) - IX_OMCost(2)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IX15(3)..  - 24*IX_ResinCost(3) - IX_TankTotalCost(3) - IX_TotalChemCost(3)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IX_StorageTankCost(3) - IX_ConstructionCost(3) - IX_OMCost(3)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IX_TotalCost(3)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NonlinearTechCost01  =E=  </w:t>
      </w:r>
    </w:p>
    <w:p w:rsidR="0062748B" w:rsidRDefault="0062748B" w:rsidP="0062748B"/>
    <w:p w:rsidR="0062748B" w:rsidRDefault="0062748B" w:rsidP="0062748B">
      <w:r>
        <w:t>NonlinearTechCost01(1)..  - 1E-5*CF_AnnualCost(1) + NonlinearTechCost(1,1)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NonlinearTechCost01(2)..  - 1E-5*CF_AnnualCost(2) + NonlinearTechCost(2,1)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NonlinearTechCost01(3)..  - 1E-5*CF_AnnualCost(3) + NonlinearTechCost(3,1)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NonlinearTechCost02  =E=  </w:t>
      </w:r>
    </w:p>
    <w:p w:rsidR="0062748B" w:rsidRDefault="0062748B" w:rsidP="0062748B"/>
    <w:p w:rsidR="0062748B" w:rsidRDefault="0062748B" w:rsidP="0062748B">
      <w:r>
        <w:t>NonlinearTechCost02(1)..  - 1E-5*GAC_TotalCost(1) + NonlinearTechCost(1,2)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NonlinearTechCost02(2)..  - 1E-5*GAC_TotalCost(2) + NonlinearTechCost(2,2) =E= 0</w:t>
      </w:r>
    </w:p>
    <w:p w:rsidR="0062748B" w:rsidRDefault="0062748B" w:rsidP="0062748B">
      <w:r>
        <w:lastRenderedPageBreak/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NonlinearTechCost02(3)..  - 1E-5*GAC_TotalCost(3) + NonlinearTechCost(3,2)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NonlinearTechCost03  =E=  </w:t>
      </w:r>
    </w:p>
    <w:p w:rsidR="0062748B" w:rsidRDefault="0062748B" w:rsidP="0062748B"/>
    <w:p w:rsidR="0062748B" w:rsidRDefault="0062748B" w:rsidP="0062748B">
      <w:r>
        <w:t>NonlinearTechCost03(1)..  - 1E-5*IX_TotalCost(1) + NonlinearTechCost(1,3)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NonlinearTechCost03(2)..  - 1E-5*IX_TotalCost(2) + NonlinearTechCost(2,3)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NonlinearTechCost03(3)..  - 1E-5*IX_TotalCost(3) + NonlinearTechCost(3,3) =E= 0</w:t>
      </w:r>
    </w:p>
    <w:p w:rsidR="0062748B" w:rsidRDefault="0062748B" w:rsidP="0062748B">
      <w:r>
        <w:t xml:space="preserve">     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39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CF_NoOfModules  Number of modules</w:t>
      </w:r>
    </w:p>
    <w:p w:rsidR="0062748B" w:rsidRDefault="0062748B" w:rsidP="0062748B"/>
    <w:p w:rsidR="0062748B" w:rsidRDefault="0062748B" w:rsidP="0062748B">
      <w:r>
        <w:t>CF_NoOfModules(1)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CF01(1)</w:t>
      </w:r>
    </w:p>
    <w:p w:rsidR="0062748B" w:rsidRDefault="0062748B" w:rsidP="0062748B">
      <w:r>
        <w:t xml:space="preserve">      -90       CF08(1)</w:t>
      </w:r>
    </w:p>
    <w:p w:rsidR="0062748B" w:rsidRDefault="0062748B" w:rsidP="0062748B">
      <w:r>
        <w:t xml:space="preserve">  -370000       CF10(1)</w:t>
      </w:r>
    </w:p>
    <w:p w:rsidR="0062748B" w:rsidRDefault="0062748B" w:rsidP="0062748B">
      <w:r>
        <w:t xml:space="preserve">   -70000       CF12(1)</w:t>
      </w:r>
    </w:p>
    <w:p w:rsidR="0062748B" w:rsidRDefault="0062748B" w:rsidP="0062748B"/>
    <w:p w:rsidR="0062748B" w:rsidRDefault="0062748B" w:rsidP="0062748B">
      <w:r>
        <w:t>CF_NoOfModules(2)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CF01(2)</w:t>
      </w:r>
    </w:p>
    <w:p w:rsidR="0062748B" w:rsidRDefault="0062748B" w:rsidP="0062748B">
      <w:r>
        <w:t xml:space="preserve">      -90       CF08(2)</w:t>
      </w:r>
    </w:p>
    <w:p w:rsidR="0062748B" w:rsidRDefault="0062748B" w:rsidP="0062748B">
      <w:r>
        <w:t xml:space="preserve">  -370000       CF10(2)</w:t>
      </w:r>
    </w:p>
    <w:p w:rsidR="0062748B" w:rsidRDefault="0062748B" w:rsidP="0062748B">
      <w:r>
        <w:t xml:space="preserve">   -70000       CF12(2)</w:t>
      </w:r>
    </w:p>
    <w:p w:rsidR="0062748B" w:rsidRDefault="0062748B" w:rsidP="0062748B"/>
    <w:p w:rsidR="0062748B" w:rsidRDefault="0062748B" w:rsidP="0062748B">
      <w:r>
        <w:t>CF_NoOfModules(3)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CF01(3)</w:t>
      </w:r>
    </w:p>
    <w:p w:rsidR="0062748B" w:rsidRDefault="0062748B" w:rsidP="0062748B">
      <w:r>
        <w:t xml:space="preserve">      -90       CF08(3)</w:t>
      </w:r>
    </w:p>
    <w:p w:rsidR="0062748B" w:rsidRDefault="0062748B" w:rsidP="0062748B">
      <w:r>
        <w:lastRenderedPageBreak/>
        <w:t xml:space="preserve">  -370000       CF10(3)</w:t>
      </w:r>
    </w:p>
    <w:p w:rsidR="0062748B" w:rsidRDefault="0062748B" w:rsidP="0062748B">
      <w:r>
        <w:t xml:space="preserve">   -70000       CF12(3)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CF_BackwashFlow  Backwash flow</w:t>
      </w:r>
    </w:p>
    <w:p w:rsidR="0062748B" w:rsidRDefault="0062748B" w:rsidP="0062748B"/>
    <w:p w:rsidR="0062748B" w:rsidRDefault="0062748B" w:rsidP="0062748B">
      <w:r>
        <w:t>CF_BackwashFlow(1)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CF04(1)</w:t>
      </w:r>
    </w:p>
    <w:p w:rsidR="0062748B" w:rsidRDefault="0062748B" w:rsidP="0062748B"/>
    <w:p w:rsidR="0062748B" w:rsidRDefault="0062748B" w:rsidP="0062748B">
      <w:r>
        <w:t>CF_BackwashFlow(2)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CF04(2)</w:t>
      </w:r>
    </w:p>
    <w:p w:rsidR="0062748B" w:rsidRDefault="0062748B" w:rsidP="0062748B"/>
    <w:p w:rsidR="0062748B" w:rsidRDefault="0062748B" w:rsidP="0062748B">
      <w:r>
        <w:t>CF_BackwashFlow(3)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CF_FeedPumpHP  Feed pump horsepower</w:t>
      </w:r>
    </w:p>
    <w:p w:rsidR="0062748B" w:rsidRDefault="0062748B" w:rsidP="0062748B"/>
    <w:p w:rsidR="0062748B" w:rsidRDefault="0062748B" w:rsidP="0062748B">
      <w:r>
        <w:t>CF_FeedPumpHP(1)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CF05(1)</w:t>
      </w:r>
    </w:p>
    <w:p w:rsidR="0062748B" w:rsidRDefault="0062748B" w:rsidP="0062748B">
      <w:r>
        <w:t xml:space="preserve">    -6534.96    CF06(1)</w:t>
      </w:r>
    </w:p>
    <w:p w:rsidR="0062748B" w:rsidRDefault="0062748B" w:rsidP="0062748B">
      <w:r>
        <w:t xml:space="preserve">      -43.508   CF07(1)</w:t>
      </w:r>
    </w:p>
    <w:p w:rsidR="0062748B" w:rsidRDefault="0062748B" w:rsidP="0062748B"/>
    <w:p w:rsidR="0062748B" w:rsidRDefault="0062748B" w:rsidP="0062748B">
      <w:r>
        <w:t>CF_FeedPumpHP(2)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CF05(2)</w:t>
      </w:r>
    </w:p>
    <w:p w:rsidR="0062748B" w:rsidRDefault="0062748B" w:rsidP="0062748B">
      <w:r>
        <w:t xml:space="preserve">    -6534.96    CF06(2)</w:t>
      </w:r>
    </w:p>
    <w:p w:rsidR="0062748B" w:rsidRDefault="0062748B" w:rsidP="0062748B">
      <w:r>
        <w:t xml:space="preserve">      -43.508   CF07(2)</w:t>
      </w:r>
    </w:p>
    <w:p w:rsidR="0062748B" w:rsidRDefault="0062748B" w:rsidP="0062748B"/>
    <w:p w:rsidR="0062748B" w:rsidRDefault="0062748B" w:rsidP="0062748B">
      <w:r>
        <w:t>CF_FeedPumpHP(3)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CF05(3)</w:t>
      </w:r>
    </w:p>
    <w:p w:rsidR="0062748B" w:rsidRDefault="0062748B" w:rsidP="0062748B">
      <w:r>
        <w:t xml:space="preserve">    -6534.96    CF06(3)</w:t>
      </w:r>
    </w:p>
    <w:p w:rsidR="0062748B" w:rsidRDefault="0062748B" w:rsidP="0062748B">
      <w:r>
        <w:t xml:space="preserve">      -43.508   CF07(3)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CF_FeedPumpPower  Feed pump power requirement in kWh</w:t>
      </w:r>
    </w:p>
    <w:p w:rsidR="0062748B" w:rsidRDefault="0062748B" w:rsidP="0062748B"/>
    <w:p w:rsidR="0062748B" w:rsidRDefault="0062748B" w:rsidP="0062748B">
      <w:r>
        <w:t>CF_FeedPumpPower(1)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CF06(1)</w:t>
      </w:r>
    </w:p>
    <w:p w:rsidR="0062748B" w:rsidRDefault="0062748B" w:rsidP="0062748B">
      <w:r>
        <w:t xml:space="preserve">       -0.0925  CF23(1)</w:t>
      </w:r>
    </w:p>
    <w:p w:rsidR="0062748B" w:rsidRDefault="0062748B" w:rsidP="0062748B"/>
    <w:p w:rsidR="0062748B" w:rsidRDefault="0062748B" w:rsidP="0062748B">
      <w:r>
        <w:lastRenderedPageBreak/>
        <w:t>CF_FeedPumpPower(2)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CF06(2)</w:t>
      </w:r>
    </w:p>
    <w:p w:rsidR="0062748B" w:rsidRDefault="0062748B" w:rsidP="0062748B">
      <w:r>
        <w:t xml:space="preserve">       -0.0925  CF23(2)</w:t>
      </w:r>
    </w:p>
    <w:p w:rsidR="0062748B" w:rsidRDefault="0062748B" w:rsidP="0062748B"/>
    <w:p w:rsidR="0062748B" w:rsidRDefault="0062748B" w:rsidP="0062748B">
      <w:r>
        <w:t>CF_FeedPumpPower(3)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CF06(3)</w:t>
      </w:r>
    </w:p>
    <w:p w:rsidR="0062748B" w:rsidRDefault="0062748B" w:rsidP="0062748B">
      <w:r>
        <w:t xml:space="preserve">       -0.0925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CF_BackflushPower  Backflush power requirement in kWh</w:t>
      </w:r>
    </w:p>
    <w:p w:rsidR="0062748B" w:rsidRDefault="0062748B" w:rsidP="0062748B"/>
    <w:p w:rsidR="0062748B" w:rsidRDefault="0062748B" w:rsidP="0062748B">
      <w:r>
        <w:t>CF_BackflushPower(1)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CF07(1)</w:t>
      </w:r>
    </w:p>
    <w:p w:rsidR="0062748B" w:rsidRDefault="0062748B" w:rsidP="0062748B">
      <w:r>
        <w:t xml:space="preserve">       -0.0925  CF23(1)</w:t>
      </w:r>
    </w:p>
    <w:p w:rsidR="0062748B" w:rsidRDefault="0062748B" w:rsidP="0062748B"/>
    <w:p w:rsidR="0062748B" w:rsidRDefault="0062748B" w:rsidP="0062748B">
      <w:r>
        <w:t>CF_BackflushPower(2)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CF07(2)</w:t>
      </w:r>
    </w:p>
    <w:p w:rsidR="0062748B" w:rsidRDefault="0062748B" w:rsidP="0062748B">
      <w:r>
        <w:t xml:space="preserve">       -0.0925  CF23(2)</w:t>
      </w:r>
    </w:p>
    <w:p w:rsidR="0062748B" w:rsidRDefault="0062748B" w:rsidP="0062748B"/>
    <w:p w:rsidR="0062748B" w:rsidRDefault="0062748B" w:rsidP="0062748B">
      <w:r>
        <w:t>CF_BackflushPower(3)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CF07(3)</w:t>
      </w:r>
    </w:p>
    <w:p w:rsidR="0062748B" w:rsidRDefault="0062748B" w:rsidP="0062748B">
      <w:r>
        <w:t xml:space="preserve">       -0.0925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CF_MFF  Microfiltration feed flow in liters per sec</w:t>
      </w:r>
    </w:p>
    <w:p w:rsidR="0062748B" w:rsidRDefault="0062748B" w:rsidP="0062748B"/>
    <w:p w:rsidR="0062748B" w:rsidRDefault="0062748B" w:rsidP="0062748B">
      <w:r>
        <w:t>CF_MFF(1)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CF03(1)</w:t>
      </w:r>
    </w:p>
    <w:p w:rsidR="0062748B" w:rsidRDefault="0062748B" w:rsidP="0062748B">
      <w:r>
        <w:t xml:space="preserve">       -1       CF04(1)</w:t>
      </w:r>
    </w:p>
    <w:p w:rsidR="0062748B" w:rsidRDefault="0062748B" w:rsidP="0062748B">
      <w:r>
        <w:t xml:space="preserve">       -0.3468  CF05(1)</w:t>
      </w:r>
    </w:p>
    <w:p w:rsidR="0062748B" w:rsidRDefault="0062748B" w:rsidP="0062748B"/>
    <w:p w:rsidR="0062748B" w:rsidRDefault="0062748B" w:rsidP="0062748B">
      <w:r>
        <w:t>CF_MFF(2)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CF03(2)</w:t>
      </w:r>
    </w:p>
    <w:p w:rsidR="0062748B" w:rsidRDefault="0062748B" w:rsidP="0062748B">
      <w:r>
        <w:t xml:space="preserve">       -1       CF04(2)</w:t>
      </w:r>
    </w:p>
    <w:p w:rsidR="0062748B" w:rsidRDefault="0062748B" w:rsidP="0062748B">
      <w:r>
        <w:t xml:space="preserve">       -0.3468  CF05(2)</w:t>
      </w:r>
    </w:p>
    <w:p w:rsidR="0062748B" w:rsidRDefault="0062748B" w:rsidP="0062748B"/>
    <w:p w:rsidR="0062748B" w:rsidRDefault="0062748B" w:rsidP="0062748B">
      <w:r>
        <w:t>CF_MFF(3)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CF03(3)</w:t>
      </w:r>
    </w:p>
    <w:p w:rsidR="0062748B" w:rsidRDefault="0062748B" w:rsidP="0062748B">
      <w:r>
        <w:t xml:space="preserve">       -1       CF04(3)</w:t>
      </w:r>
    </w:p>
    <w:p w:rsidR="0062748B" w:rsidRDefault="0062748B" w:rsidP="0062748B">
      <w:r>
        <w:t xml:space="preserve">       -0.3468  CF05(3)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CF_NoOfMembranes  Number of membranes used</w:t>
      </w:r>
    </w:p>
    <w:p w:rsidR="0062748B" w:rsidRDefault="0062748B" w:rsidP="0062748B"/>
    <w:p w:rsidR="0062748B" w:rsidRDefault="0062748B" w:rsidP="0062748B">
      <w:r>
        <w:t>CF_NoOfMembranes(1)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CF08(1)</w:t>
      </w:r>
    </w:p>
    <w:p w:rsidR="0062748B" w:rsidRDefault="0062748B" w:rsidP="0062748B">
      <w:r>
        <w:t xml:space="preserve">     -131.9213  CF26(1)</w:t>
      </w:r>
    </w:p>
    <w:p w:rsidR="0062748B" w:rsidRDefault="0062748B" w:rsidP="0062748B"/>
    <w:p w:rsidR="0062748B" w:rsidRDefault="0062748B" w:rsidP="0062748B">
      <w:r>
        <w:t>CF_NoOfMembranes(2)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CF08(2)</w:t>
      </w:r>
    </w:p>
    <w:p w:rsidR="0062748B" w:rsidRDefault="0062748B" w:rsidP="0062748B">
      <w:r>
        <w:t xml:space="preserve">     -131.9213  CF26(2)</w:t>
      </w:r>
    </w:p>
    <w:p w:rsidR="0062748B" w:rsidRDefault="0062748B" w:rsidP="0062748B"/>
    <w:p w:rsidR="0062748B" w:rsidRDefault="0062748B" w:rsidP="0062748B">
      <w:r>
        <w:t>CF_NoOfMembranes(3)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CF08(3)</w:t>
      </w:r>
    </w:p>
    <w:p w:rsidR="0062748B" w:rsidRDefault="0062748B" w:rsidP="0062748B">
      <w:r>
        <w:t xml:space="preserve">     -131.9213  CF26(3)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CF_BuildingArea  Building area for the process implementation</w:t>
      </w:r>
    </w:p>
    <w:p w:rsidR="0062748B" w:rsidRDefault="0062748B" w:rsidP="0062748B"/>
    <w:p w:rsidR="0062748B" w:rsidRDefault="0062748B" w:rsidP="0062748B">
      <w:r>
        <w:t>CF_BuildingArea(1)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CF09(1)</w:t>
      </w:r>
    </w:p>
    <w:p w:rsidR="0062748B" w:rsidRDefault="0062748B" w:rsidP="0062748B">
      <w:r>
        <w:t xml:space="preserve">    -1076       CF11(1)</w:t>
      </w:r>
    </w:p>
    <w:p w:rsidR="0062748B" w:rsidRDefault="0062748B" w:rsidP="0062748B"/>
    <w:p w:rsidR="0062748B" w:rsidRDefault="0062748B" w:rsidP="0062748B">
      <w:r>
        <w:t>CF_BuildingArea(2)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CF09(2)</w:t>
      </w:r>
    </w:p>
    <w:p w:rsidR="0062748B" w:rsidRDefault="0062748B" w:rsidP="0062748B">
      <w:r>
        <w:t xml:space="preserve">    -1076       CF11(2)</w:t>
      </w:r>
    </w:p>
    <w:p w:rsidR="0062748B" w:rsidRDefault="0062748B" w:rsidP="0062748B"/>
    <w:p w:rsidR="0062748B" w:rsidRDefault="0062748B" w:rsidP="0062748B">
      <w:r>
        <w:t>CF_BuildingArea(3)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CF09(3)</w:t>
      </w:r>
    </w:p>
    <w:p w:rsidR="0062748B" w:rsidRDefault="0062748B" w:rsidP="0062748B">
      <w:r>
        <w:t xml:space="preserve">    -1076       CF11(3)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CF_MembraneModuleCost  Membrane module cost</w:t>
      </w:r>
    </w:p>
    <w:p w:rsidR="0062748B" w:rsidRDefault="0062748B" w:rsidP="0062748B"/>
    <w:p w:rsidR="0062748B" w:rsidRDefault="0062748B" w:rsidP="0062748B">
      <w:r>
        <w:t>CF_MembraneModuleCost(1)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CF10(1)</w:t>
      </w:r>
    </w:p>
    <w:p w:rsidR="0062748B" w:rsidRDefault="0062748B" w:rsidP="0062748B">
      <w:r>
        <w:t xml:space="preserve">       -0.05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CF_MembraneModuleCost(2)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CF10(2)</w:t>
      </w:r>
    </w:p>
    <w:p w:rsidR="0062748B" w:rsidRDefault="0062748B" w:rsidP="0062748B">
      <w:r>
        <w:t xml:space="preserve">       -0.05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CF_MembraneModuleCost(3)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CF10(3)</w:t>
      </w:r>
    </w:p>
    <w:p w:rsidR="0062748B" w:rsidRDefault="0062748B" w:rsidP="0062748B">
      <w:r>
        <w:t xml:space="preserve">       -0.05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CF_BuildingCost  Building cost - based on the building area</w:t>
      </w:r>
    </w:p>
    <w:p w:rsidR="0062748B" w:rsidRDefault="0062748B" w:rsidP="0062748B"/>
    <w:p w:rsidR="0062748B" w:rsidRDefault="0062748B" w:rsidP="0062748B">
      <w:r>
        <w:t>CF_BuildingCost(1)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CF_BuildingCost(2)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CF_BuildingCost(3)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CF_InstallationCost  Installation cost for the process</w:t>
      </w:r>
    </w:p>
    <w:p w:rsidR="0062748B" w:rsidRDefault="0062748B" w:rsidP="0062748B"/>
    <w:p w:rsidR="0062748B" w:rsidRDefault="0062748B" w:rsidP="0062748B">
      <w:r>
        <w:t>CF_InstallationCost(1)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CF_InstallationCost(2)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lastRenderedPageBreak/>
        <w:t>CF_InstallationCost(3)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CF_MiscCost  Miscellaneous cost (taken as 5% of the module cost)</w:t>
      </w:r>
    </w:p>
    <w:p w:rsidR="0062748B" w:rsidRDefault="0062748B" w:rsidP="0062748B"/>
    <w:p w:rsidR="0062748B" w:rsidRDefault="0062748B" w:rsidP="0062748B">
      <w:r>
        <w:t>CF_MiscCost(1)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CF_MiscCost(2)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CF_MiscCost(3)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CF_PlantPipingCost  Plant piping cost (taken as 5%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CF_PlantPipingCost(1)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CF_PlantPipingCost(2)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CF_PlantPipingCost(3)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CF_EngineeringCost  Engineering cost (taken as 10%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CF_EngineeringCost(1)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CF_EngineeringCost(2)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CF_EngineeringCost(3)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CF_DirectCapitalCost  Total direct capital cost</w:t>
      </w:r>
    </w:p>
    <w:p w:rsidR="0062748B" w:rsidRDefault="0062748B" w:rsidP="0062748B"/>
    <w:p w:rsidR="0062748B" w:rsidRDefault="0062748B" w:rsidP="0062748B">
      <w:r>
        <w:t>CF_DirectCapitalCost(1)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CF16(1)</w:t>
      </w:r>
    </w:p>
    <w:p w:rsidR="0062748B" w:rsidRDefault="0062748B" w:rsidP="0062748B">
      <w:r>
        <w:t xml:space="preserve">       -0.06    CF17(1)</w:t>
      </w:r>
    </w:p>
    <w:p w:rsidR="0062748B" w:rsidRDefault="0062748B" w:rsidP="0062748B">
      <w:r>
        <w:t xml:space="preserve">       -0.2     CF18(1)</w:t>
      </w:r>
    </w:p>
    <w:p w:rsidR="0062748B" w:rsidRDefault="0062748B" w:rsidP="0062748B">
      <w:r>
        <w:t xml:space="preserve">       -0.1     CF19(1)</w:t>
      </w:r>
    </w:p>
    <w:p w:rsidR="0062748B" w:rsidRDefault="0062748B" w:rsidP="0062748B">
      <w:r>
        <w:t xml:space="preserve">       -0.04    CF20(1)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>
      <w:r>
        <w:t xml:space="preserve">       -0.02    CF28(1)</w:t>
      </w:r>
    </w:p>
    <w:p w:rsidR="0062748B" w:rsidRDefault="0062748B" w:rsidP="0062748B"/>
    <w:p w:rsidR="0062748B" w:rsidRDefault="0062748B" w:rsidP="0062748B">
      <w:r>
        <w:t>CF_DirectCapitalCost(2)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CF16(2)</w:t>
      </w:r>
    </w:p>
    <w:p w:rsidR="0062748B" w:rsidRDefault="0062748B" w:rsidP="0062748B">
      <w:r>
        <w:t xml:space="preserve">       -0.06    CF17(2)</w:t>
      </w:r>
    </w:p>
    <w:p w:rsidR="0062748B" w:rsidRDefault="0062748B" w:rsidP="0062748B">
      <w:r>
        <w:t xml:space="preserve">       -0.2     CF18(2)</w:t>
      </w:r>
    </w:p>
    <w:p w:rsidR="0062748B" w:rsidRDefault="0062748B" w:rsidP="0062748B">
      <w:r>
        <w:t xml:space="preserve">       -0.1     CF19(2)</w:t>
      </w:r>
    </w:p>
    <w:p w:rsidR="0062748B" w:rsidRDefault="0062748B" w:rsidP="0062748B">
      <w:r>
        <w:t xml:space="preserve">       -0.04    CF20(2)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>
      <w:r>
        <w:t xml:space="preserve">       -0.02    CF28(2)</w:t>
      </w:r>
    </w:p>
    <w:p w:rsidR="0062748B" w:rsidRDefault="0062748B" w:rsidP="0062748B"/>
    <w:p w:rsidR="0062748B" w:rsidRDefault="0062748B" w:rsidP="0062748B">
      <w:r>
        <w:t>CF_DirectCapitalCost(3)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CF16(3)</w:t>
      </w:r>
    </w:p>
    <w:p w:rsidR="0062748B" w:rsidRDefault="0062748B" w:rsidP="0062748B">
      <w:r>
        <w:t xml:space="preserve">       -0.06    CF17(3)</w:t>
      </w:r>
    </w:p>
    <w:p w:rsidR="0062748B" w:rsidRDefault="0062748B" w:rsidP="0062748B">
      <w:r>
        <w:t xml:space="preserve">       -0.2     CF18(3)</w:t>
      </w:r>
    </w:p>
    <w:p w:rsidR="0062748B" w:rsidRDefault="0062748B" w:rsidP="0062748B">
      <w:r>
        <w:t xml:space="preserve">       -0.1     CF19(3)</w:t>
      </w:r>
    </w:p>
    <w:p w:rsidR="0062748B" w:rsidRDefault="0062748B" w:rsidP="0062748B">
      <w:r>
        <w:lastRenderedPageBreak/>
        <w:t xml:space="preserve">       -0.04    CF20(3)</w:t>
      </w:r>
    </w:p>
    <w:p w:rsidR="0062748B" w:rsidRDefault="0062748B" w:rsidP="0062748B">
      <w:r>
        <w:t xml:space="preserve">       -1       CF22(3)</w:t>
      </w:r>
    </w:p>
    <w:p w:rsidR="0062748B" w:rsidRDefault="0062748B" w:rsidP="0062748B">
      <w:r>
        <w:t xml:space="preserve">       -0.02    CF28(3)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 xml:space="preserve">---- CF_ConstructionInterest  Expense on interest during construction (taken as </w:t>
      </w:r>
    </w:p>
    <w:p w:rsidR="0062748B" w:rsidRDefault="0062748B" w:rsidP="0062748B">
      <w:r>
        <w:t xml:space="preserve">                              6% of total direct capital cost)</w:t>
      </w:r>
    </w:p>
    <w:p w:rsidR="0062748B" w:rsidRDefault="0062748B" w:rsidP="0062748B"/>
    <w:p w:rsidR="0062748B" w:rsidRDefault="0062748B" w:rsidP="0062748B">
      <w:r>
        <w:t>CF_ConstructionInterest(1)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CF_ConstructionInterest(2)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CF_ConstructionInterest(3)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CF_Contingencies  Contingencies (taken as 20% of total direct capital cost)</w:t>
      </w:r>
    </w:p>
    <w:p w:rsidR="0062748B" w:rsidRDefault="0062748B" w:rsidP="0062748B"/>
    <w:p w:rsidR="0062748B" w:rsidRDefault="0062748B" w:rsidP="0062748B">
      <w:r>
        <w:t>CF_Contingencies(1)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CF_Contingencies(2)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CF_Contingencies(3)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CF_ProjectManagement  Fees and project management (taken as 10% of total di</w:t>
      </w:r>
    </w:p>
    <w:p w:rsidR="0062748B" w:rsidRDefault="0062748B" w:rsidP="0062748B">
      <w:r>
        <w:t xml:space="preserve">                           rect capital cost)</w:t>
      </w:r>
    </w:p>
    <w:p w:rsidR="0062748B" w:rsidRDefault="0062748B" w:rsidP="0062748B"/>
    <w:p w:rsidR="0062748B" w:rsidRDefault="0062748B" w:rsidP="0062748B">
      <w:r>
        <w:t>CF_ProjectManagement(1)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CF19(1)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CF_ProjectManagement(2)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CF_ProjectManagement(3)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CF_WorkingCapital  Working capital (taken as 4% of total direct capital cos</w:t>
      </w:r>
    </w:p>
    <w:p w:rsidR="0062748B" w:rsidRDefault="0062748B" w:rsidP="0062748B">
      <w:r>
        <w:t xml:space="preserve">                        t)</w:t>
      </w:r>
    </w:p>
    <w:p w:rsidR="0062748B" w:rsidRDefault="0062748B" w:rsidP="0062748B"/>
    <w:p w:rsidR="0062748B" w:rsidRDefault="0062748B" w:rsidP="0062748B">
      <w:r>
        <w:t>CF_WorkingCapital(1)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CF_WorkingCapital(2)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CF20(2)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CF_WorkingCapital(3)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CF_IndirectCapitalCost  Total indirect capital cost</w:t>
      </w:r>
    </w:p>
    <w:p w:rsidR="0062748B" w:rsidRDefault="0062748B" w:rsidP="0062748B"/>
    <w:p w:rsidR="0062748B" w:rsidRDefault="0062748B" w:rsidP="0062748B">
      <w:r>
        <w:t>CF_IndirectCapitalCost(1)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/>
    <w:p w:rsidR="0062748B" w:rsidRDefault="0062748B" w:rsidP="0062748B">
      <w:r>
        <w:t>CF_IndirectCapitalCost(2)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/>
    <w:p w:rsidR="0062748B" w:rsidRDefault="0062748B" w:rsidP="0062748B">
      <w:r>
        <w:t>CF_IndirectCapitalCost(3)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CF21(3)</w:t>
      </w:r>
    </w:p>
    <w:p w:rsidR="0062748B" w:rsidRDefault="0062748B" w:rsidP="0062748B">
      <w:r>
        <w:lastRenderedPageBreak/>
        <w:t xml:space="preserve">       -1       CF22(3)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CF_TotalConstructionCost  Total (direct and indirect) construction cost</w:t>
      </w:r>
    </w:p>
    <w:p w:rsidR="0062748B" w:rsidRDefault="0062748B" w:rsidP="0062748B"/>
    <w:p w:rsidR="0062748B" w:rsidRDefault="0062748B" w:rsidP="0062748B">
      <w:r>
        <w:t>CF_TotalConstructionCost(1)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CF22(1)</w:t>
      </w:r>
    </w:p>
    <w:p w:rsidR="0062748B" w:rsidRDefault="0062748B" w:rsidP="0062748B">
      <w:r>
        <w:t xml:space="preserve">       -0.1019  CF30(1)</w:t>
      </w:r>
    </w:p>
    <w:p w:rsidR="0062748B" w:rsidRDefault="0062748B" w:rsidP="0062748B"/>
    <w:p w:rsidR="0062748B" w:rsidRDefault="0062748B" w:rsidP="0062748B">
      <w:r>
        <w:t>CF_TotalConstructionCost(2)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CF22(2)</w:t>
      </w:r>
    </w:p>
    <w:p w:rsidR="0062748B" w:rsidRDefault="0062748B" w:rsidP="0062748B">
      <w:r>
        <w:t xml:space="preserve">       -0.1019  CF30(2)</w:t>
      </w:r>
    </w:p>
    <w:p w:rsidR="0062748B" w:rsidRDefault="0062748B" w:rsidP="0062748B"/>
    <w:p w:rsidR="0062748B" w:rsidRDefault="0062748B" w:rsidP="0062748B">
      <w:r>
        <w:t>CF_TotalConstructionCost(3)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CF22(3)</w:t>
      </w:r>
    </w:p>
    <w:p w:rsidR="0062748B" w:rsidRDefault="0062748B" w:rsidP="0062748B">
      <w:r>
        <w:t xml:space="preserve">       -0.1019  CF30(3)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CF_ElectricityCost  Electricity cost for the implementation of the process</w:t>
      </w:r>
    </w:p>
    <w:p w:rsidR="0062748B" w:rsidRDefault="0062748B" w:rsidP="0062748B"/>
    <w:p w:rsidR="0062748B" w:rsidRDefault="0062748B" w:rsidP="0062748B">
      <w:r>
        <w:lastRenderedPageBreak/>
        <w:t>CF_ElectricityCost(1)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CF_ElectricityCost(2)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CF_ElectricityCost(3)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CF_LaborCost  Labor cost for the implementation of the process</w:t>
      </w:r>
    </w:p>
    <w:p w:rsidR="0062748B" w:rsidRDefault="0062748B" w:rsidP="0062748B"/>
    <w:p w:rsidR="0062748B" w:rsidRDefault="0062748B" w:rsidP="0062748B">
      <w:r>
        <w:t>CF_LaborCost(1)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CF_LaborCost(2)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CF24(2)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CF_LaborCost(3)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CF_ChemicalCost  Chemical cost for the process</w:t>
      </w:r>
    </w:p>
    <w:p w:rsidR="0062748B" w:rsidRDefault="0062748B" w:rsidP="0062748B"/>
    <w:p w:rsidR="0062748B" w:rsidRDefault="0062748B" w:rsidP="0062748B">
      <w:r>
        <w:t>CF_ChemicalCost(1)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CF25(3)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CF_MembraneReplacementCost  Membrane replacement cost for the process</w:t>
      </w:r>
    </w:p>
    <w:p w:rsidR="0062748B" w:rsidRDefault="0062748B" w:rsidP="0062748B"/>
    <w:p w:rsidR="0062748B" w:rsidRDefault="0062748B" w:rsidP="0062748B">
      <w:r>
        <w:t>CF_MembraneReplacementCost(1)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CF_MembraneReplacementCost(2)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CF_MembraneReplacementCost(3)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CF_CleaningChemicalCost  Cleaning chemical (NaOCl) cost</w:t>
      </w:r>
    </w:p>
    <w:p w:rsidR="0062748B" w:rsidRDefault="0062748B" w:rsidP="0062748B"/>
    <w:p w:rsidR="0062748B" w:rsidRDefault="0062748B" w:rsidP="0062748B">
      <w:r>
        <w:t>CF_CleaningChemicalCost(1)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CF_CleaningChemicalCost(2)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CF_CleaningChemicalCost(3)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CF_Repairs  Repairs replacement and misc cost (taken as 2% of the direct ca</w:t>
      </w:r>
    </w:p>
    <w:p w:rsidR="0062748B" w:rsidRDefault="0062748B" w:rsidP="0062748B">
      <w:r>
        <w:t xml:space="preserve">                 pital cost)</w:t>
      </w:r>
    </w:p>
    <w:p w:rsidR="0062748B" w:rsidRDefault="0062748B" w:rsidP="0062748B"/>
    <w:p w:rsidR="0062748B" w:rsidRDefault="0062748B" w:rsidP="0062748B">
      <w:r>
        <w:t>CF_Repairs(1)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CF_Repairs(2)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CF_Repairs(3)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CF_TotalOMCost  Total operating and maintenance cost</w:t>
      </w:r>
    </w:p>
    <w:p w:rsidR="0062748B" w:rsidRDefault="0062748B" w:rsidP="0062748B"/>
    <w:p w:rsidR="0062748B" w:rsidRDefault="0062748B" w:rsidP="0062748B">
      <w:r>
        <w:t>CF_TotalOMCost(1)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CF_TotalOMCost(2)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lastRenderedPageBreak/>
        <w:t>CF_TotalOMCost(3)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CF_CapitalRecovery  Capital recovery - calculate from the total captical co</w:t>
      </w:r>
    </w:p>
    <w:p w:rsidR="0062748B" w:rsidRDefault="0062748B" w:rsidP="0062748B">
      <w:r>
        <w:t xml:space="preserve">                         st</w:t>
      </w:r>
    </w:p>
    <w:p w:rsidR="0062748B" w:rsidRDefault="0062748B" w:rsidP="0062748B"/>
    <w:p w:rsidR="0062748B" w:rsidRDefault="0062748B" w:rsidP="0062748B">
      <w:r>
        <w:t>CF_CapitalRecovery(1)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CF_CapitalRecovery(2)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t>CF_CapitalRecovery(3)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CF_AnnualCost  Annual cost depending on the Capital recovery and OM cost</w:t>
      </w:r>
    </w:p>
    <w:p w:rsidR="0062748B" w:rsidRDefault="0062748B" w:rsidP="0062748B"/>
    <w:p w:rsidR="0062748B" w:rsidRDefault="0062748B" w:rsidP="0062748B">
      <w:r>
        <w:t>CF_AnnualCost(1)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CF31(1)</w:t>
      </w:r>
    </w:p>
    <w:p w:rsidR="0062748B" w:rsidRDefault="0062748B" w:rsidP="0062748B">
      <w:r>
        <w:t xml:space="preserve">  -1.000000E-5  NonlinearTechCost01(1)</w:t>
      </w:r>
    </w:p>
    <w:p w:rsidR="0062748B" w:rsidRDefault="0062748B" w:rsidP="0062748B"/>
    <w:p w:rsidR="0062748B" w:rsidRDefault="0062748B" w:rsidP="0062748B">
      <w:r>
        <w:t>CF_AnnualCost(2)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CF31(2)</w:t>
      </w:r>
    </w:p>
    <w:p w:rsidR="0062748B" w:rsidRDefault="0062748B" w:rsidP="0062748B">
      <w:r>
        <w:t xml:space="preserve">  -1.000000E-5  NonlinearTechCost01(2)</w:t>
      </w:r>
    </w:p>
    <w:p w:rsidR="0062748B" w:rsidRDefault="0062748B" w:rsidP="0062748B"/>
    <w:p w:rsidR="0062748B" w:rsidRDefault="0062748B" w:rsidP="0062748B">
      <w:r>
        <w:t>CF_AnnualCost(3)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CF31(3)</w:t>
      </w:r>
    </w:p>
    <w:p w:rsidR="0062748B" w:rsidRDefault="0062748B" w:rsidP="0062748B">
      <w:r>
        <w:t xml:space="preserve">  -1.000000E-5  NonlinearTechCost01(3)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GAC_CapitalCost  Capital cost for the activated carbon process</w:t>
      </w:r>
    </w:p>
    <w:p w:rsidR="0062748B" w:rsidRDefault="0062748B" w:rsidP="0062748B"/>
    <w:p w:rsidR="0062748B" w:rsidRDefault="0062748B" w:rsidP="0062748B">
      <w:r>
        <w:t>GAC_CapitalCost(1)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GAC01(1)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GAC_OMCost  Operational and maintenance cost for the activated carbon proce</w:t>
      </w:r>
    </w:p>
    <w:p w:rsidR="0062748B" w:rsidRDefault="0062748B" w:rsidP="0062748B">
      <w:r>
        <w:t xml:space="preserve">                 ss</w:t>
      </w:r>
    </w:p>
    <w:p w:rsidR="0062748B" w:rsidRDefault="0062748B" w:rsidP="0062748B"/>
    <w:p w:rsidR="0062748B" w:rsidRDefault="0062748B" w:rsidP="0062748B">
      <w:r>
        <w:t>GAC_OMCost(1)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GAC02(2)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GAC_TotalCost  Total cost for the activated carbon process implementation</w:t>
      </w:r>
    </w:p>
    <w:p w:rsidR="0062748B" w:rsidRDefault="0062748B" w:rsidP="0062748B"/>
    <w:p w:rsidR="0062748B" w:rsidRDefault="0062748B" w:rsidP="0062748B">
      <w:r>
        <w:t>GAC_TotalCost(1)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GAC03(1)</w:t>
      </w:r>
    </w:p>
    <w:p w:rsidR="0062748B" w:rsidRDefault="0062748B" w:rsidP="0062748B">
      <w:r>
        <w:t xml:space="preserve">  -1.000000E-5  NonlinearTechCost02(1)</w:t>
      </w:r>
    </w:p>
    <w:p w:rsidR="0062748B" w:rsidRDefault="0062748B" w:rsidP="0062748B"/>
    <w:p w:rsidR="0062748B" w:rsidRDefault="0062748B" w:rsidP="0062748B">
      <w:r>
        <w:t>GAC_TotalCost(2)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GAC03(2)</w:t>
      </w:r>
    </w:p>
    <w:p w:rsidR="0062748B" w:rsidRDefault="0062748B" w:rsidP="0062748B">
      <w:r>
        <w:t xml:space="preserve">  -1.000000E-5  NonlinearTechCost02(2)</w:t>
      </w:r>
    </w:p>
    <w:p w:rsidR="0062748B" w:rsidRDefault="0062748B" w:rsidP="0062748B"/>
    <w:p w:rsidR="0062748B" w:rsidRDefault="0062748B" w:rsidP="0062748B">
      <w:r>
        <w:t>GAC_TotalCost(3)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GAC03(3)</w:t>
      </w:r>
    </w:p>
    <w:p w:rsidR="0062748B" w:rsidRDefault="0062748B" w:rsidP="0062748B">
      <w:r>
        <w:lastRenderedPageBreak/>
        <w:t xml:space="preserve">  -1.000000E-5  NonlinearTechCost02(3)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IX_MinResinVolume  Minimum volume of the medium in m3</w:t>
      </w:r>
    </w:p>
    <w:p w:rsidR="0062748B" w:rsidRDefault="0062748B" w:rsidP="0062748B"/>
    <w:p w:rsidR="0062748B" w:rsidRDefault="0062748B" w:rsidP="0062748B">
      <w:r>
        <w:t>IX_MinResinVolume(1)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IX01(1)</w:t>
      </w:r>
    </w:p>
    <w:p w:rsidR="0062748B" w:rsidRDefault="0062748B" w:rsidP="0062748B"/>
    <w:p w:rsidR="0062748B" w:rsidRDefault="0062748B" w:rsidP="0062748B">
      <w:r>
        <w:t>IX_MinResinVolume(2)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IX01(2)</w:t>
      </w:r>
    </w:p>
    <w:p w:rsidR="0062748B" w:rsidRDefault="0062748B" w:rsidP="0062748B"/>
    <w:p w:rsidR="0062748B" w:rsidRDefault="0062748B" w:rsidP="0062748B">
      <w:r>
        <w:t>IX_MinResinVolume(3)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IX_MinVolExhaustionTime  Minimum volume exhaustion time in days</w:t>
      </w:r>
    </w:p>
    <w:p w:rsidR="0062748B" w:rsidRDefault="0062748B" w:rsidP="0062748B"/>
    <w:p w:rsidR="0062748B" w:rsidRDefault="0062748B" w:rsidP="0062748B">
      <w:r>
        <w:t>IX_MinVolExhaustionTime(1)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IX02(1)</w:t>
      </w:r>
    </w:p>
    <w:p w:rsidR="0062748B" w:rsidRDefault="0062748B" w:rsidP="0062748B"/>
    <w:p w:rsidR="0062748B" w:rsidRDefault="0062748B" w:rsidP="0062748B">
      <w:r>
        <w:t>IX_MinVolExhaustionTime(2)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IX02(2)</w:t>
      </w:r>
    </w:p>
    <w:p w:rsidR="0062748B" w:rsidRDefault="0062748B" w:rsidP="0062748B"/>
    <w:p w:rsidR="0062748B" w:rsidRDefault="0062748B" w:rsidP="0062748B">
      <w:r>
        <w:t>IX_MinVolExhaustionTime(3)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IX_ExhaustionTimeResinVolume  Resin volume in m3 for the minimum exhaustion</w:t>
      </w:r>
    </w:p>
    <w:p w:rsidR="0062748B" w:rsidRDefault="0062748B" w:rsidP="0062748B">
      <w:r>
        <w:t xml:space="preserve">                                   time</w:t>
      </w:r>
    </w:p>
    <w:p w:rsidR="0062748B" w:rsidRDefault="0062748B" w:rsidP="0062748B"/>
    <w:p w:rsidR="0062748B" w:rsidRDefault="0062748B" w:rsidP="0062748B">
      <w:r>
        <w:t>IX_ExhaustionTimeResinVolume(1)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IX04(1)</w:t>
      </w:r>
    </w:p>
    <w:p w:rsidR="0062748B" w:rsidRDefault="0062748B" w:rsidP="0062748B">
      <w:r>
        <w:t xml:space="preserve">       -2       IX05(1)</w:t>
      </w:r>
    </w:p>
    <w:p w:rsidR="0062748B" w:rsidRDefault="0062748B" w:rsidP="0062748B">
      <w:r>
        <w:t xml:space="preserve">    -1516.1815  IX06(1)</w:t>
      </w:r>
    </w:p>
    <w:p w:rsidR="0062748B" w:rsidRDefault="0062748B" w:rsidP="0062748B">
      <w:r>
        <w:t xml:space="preserve">     -150       IX08(1)</w:t>
      </w:r>
    </w:p>
    <w:p w:rsidR="0062748B" w:rsidRDefault="0062748B" w:rsidP="0062748B"/>
    <w:p w:rsidR="0062748B" w:rsidRDefault="0062748B" w:rsidP="0062748B">
      <w:r>
        <w:t>IX_ExhaustionTimeResinVolume(2)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IX04(2)</w:t>
      </w:r>
    </w:p>
    <w:p w:rsidR="0062748B" w:rsidRDefault="0062748B" w:rsidP="0062748B">
      <w:r>
        <w:t xml:space="preserve">       -2       IX05(2)</w:t>
      </w:r>
    </w:p>
    <w:p w:rsidR="0062748B" w:rsidRDefault="0062748B" w:rsidP="0062748B">
      <w:r>
        <w:lastRenderedPageBreak/>
        <w:t xml:space="preserve">    -1516.1815  IX06(2)</w:t>
      </w:r>
    </w:p>
    <w:p w:rsidR="0062748B" w:rsidRDefault="0062748B" w:rsidP="0062748B">
      <w:r>
        <w:t xml:space="preserve">     -150       IX08(2)</w:t>
      </w:r>
    </w:p>
    <w:p w:rsidR="0062748B" w:rsidRDefault="0062748B" w:rsidP="0062748B"/>
    <w:p w:rsidR="0062748B" w:rsidRDefault="0062748B" w:rsidP="0062748B">
      <w:r>
        <w:t>IX_ExhaustionTimeResinVolume(3)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IX04(3)</w:t>
      </w:r>
    </w:p>
    <w:p w:rsidR="0062748B" w:rsidRDefault="0062748B" w:rsidP="0062748B">
      <w:r>
        <w:t xml:space="preserve">       -2       IX05(3)</w:t>
      </w:r>
    </w:p>
    <w:p w:rsidR="0062748B" w:rsidRDefault="0062748B" w:rsidP="0062748B">
      <w:r>
        <w:t xml:space="preserve">    -1516.1815  IX06(3)</w:t>
      </w:r>
    </w:p>
    <w:p w:rsidR="0062748B" w:rsidRDefault="0062748B" w:rsidP="0062748B">
      <w:r>
        <w:t xml:space="preserve">     -150       IX08(3)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IX_VesselVolume  Total vessel volume in m3</w:t>
      </w:r>
    </w:p>
    <w:p w:rsidR="0062748B" w:rsidRDefault="0062748B" w:rsidP="0062748B"/>
    <w:p w:rsidR="0062748B" w:rsidRDefault="0062748B" w:rsidP="0062748B">
      <w:r>
        <w:t>IX_VesselVolume(1)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IX05(1)</w:t>
      </w:r>
    </w:p>
    <w:p w:rsidR="0062748B" w:rsidRDefault="0062748B" w:rsidP="0062748B">
      <w:r>
        <w:t xml:space="preserve"> (-5.350122E+6) IX07(1)</w:t>
      </w:r>
    </w:p>
    <w:p w:rsidR="0062748B" w:rsidRDefault="0062748B" w:rsidP="0062748B">
      <w:r>
        <w:t xml:space="preserve"> (-2.500000E+9) IX12(1)</w:t>
      </w:r>
    </w:p>
    <w:p w:rsidR="0062748B" w:rsidRDefault="0062748B" w:rsidP="0062748B"/>
    <w:p w:rsidR="0062748B" w:rsidRDefault="0062748B" w:rsidP="0062748B">
      <w:r>
        <w:t>IX_VesselVolume(2)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IX05(2)</w:t>
      </w:r>
    </w:p>
    <w:p w:rsidR="0062748B" w:rsidRDefault="0062748B" w:rsidP="0062748B">
      <w:r>
        <w:t xml:space="preserve"> (-5.350122E+6) IX07(2)</w:t>
      </w:r>
    </w:p>
    <w:p w:rsidR="0062748B" w:rsidRDefault="0062748B" w:rsidP="0062748B">
      <w:r>
        <w:t xml:space="preserve"> (-2.500000E+9) IX12(2)</w:t>
      </w:r>
    </w:p>
    <w:p w:rsidR="0062748B" w:rsidRDefault="0062748B" w:rsidP="0062748B"/>
    <w:p w:rsidR="0062748B" w:rsidRDefault="0062748B" w:rsidP="0062748B">
      <w:r>
        <w:t>IX_VesselVolume(3)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IX05(3)</w:t>
      </w:r>
    </w:p>
    <w:p w:rsidR="0062748B" w:rsidRDefault="0062748B" w:rsidP="0062748B">
      <w:r>
        <w:t xml:space="preserve"> (-5.350122E+6) IX07(3)</w:t>
      </w:r>
    </w:p>
    <w:p w:rsidR="0062748B" w:rsidRDefault="0062748B" w:rsidP="0062748B">
      <w:r>
        <w:t xml:space="preserve"> (-2.500000E+9) IX12(3)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IX_ResinCost  Total resin cost (in $ per day -- need to check)</w:t>
      </w:r>
    </w:p>
    <w:p w:rsidR="0062748B" w:rsidRDefault="0062748B" w:rsidP="0062748B"/>
    <w:p w:rsidR="0062748B" w:rsidRDefault="0062748B" w:rsidP="0062748B">
      <w:r>
        <w:t>IX_ResinCost(1)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IX06(1)</w:t>
      </w:r>
    </w:p>
    <w:p w:rsidR="0062748B" w:rsidRDefault="0062748B" w:rsidP="0062748B">
      <w:r>
        <w:t xml:space="preserve">      -24       IX15(1)</w:t>
      </w:r>
    </w:p>
    <w:p w:rsidR="0062748B" w:rsidRDefault="0062748B" w:rsidP="0062748B"/>
    <w:p w:rsidR="0062748B" w:rsidRDefault="0062748B" w:rsidP="0062748B">
      <w:r>
        <w:t>IX_ResinCost(2)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IX06(2)</w:t>
      </w:r>
    </w:p>
    <w:p w:rsidR="0062748B" w:rsidRDefault="0062748B" w:rsidP="0062748B">
      <w:r>
        <w:t xml:space="preserve">      -24       IX15(2)</w:t>
      </w:r>
    </w:p>
    <w:p w:rsidR="0062748B" w:rsidRDefault="0062748B" w:rsidP="0062748B"/>
    <w:p w:rsidR="0062748B" w:rsidRDefault="0062748B" w:rsidP="0062748B">
      <w:r>
        <w:t>IX_ResinCost(3)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IX06(3)</w:t>
      </w:r>
    </w:p>
    <w:p w:rsidR="0062748B" w:rsidRDefault="0062748B" w:rsidP="0062748B">
      <w:r>
        <w:t xml:space="preserve">      -24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IX_BedArea  Bed area for the vessel in m2</w:t>
      </w:r>
    </w:p>
    <w:p w:rsidR="0062748B" w:rsidRDefault="0062748B" w:rsidP="0062748B"/>
    <w:p w:rsidR="0062748B" w:rsidRDefault="0062748B" w:rsidP="0062748B">
      <w:r>
        <w:t>IX_BedArea(1)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IX12(1)</w:t>
      </w:r>
    </w:p>
    <w:p w:rsidR="0062748B" w:rsidRDefault="0062748B" w:rsidP="0062748B">
      <w:r>
        <w:t xml:space="preserve">   (-1254.21)   IX13(1)</w:t>
      </w:r>
    </w:p>
    <w:p w:rsidR="0062748B" w:rsidRDefault="0062748B" w:rsidP="0062748B">
      <w:r>
        <w:t xml:space="preserve"> (-7.33000E+11) IX14(1)</w:t>
      </w:r>
    </w:p>
    <w:p w:rsidR="0062748B" w:rsidRDefault="0062748B" w:rsidP="0062748B"/>
    <w:p w:rsidR="0062748B" w:rsidRDefault="0062748B" w:rsidP="0062748B">
      <w:r>
        <w:t>IX_BedArea(2)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IX12(2)</w:t>
      </w:r>
    </w:p>
    <w:p w:rsidR="0062748B" w:rsidRDefault="0062748B" w:rsidP="0062748B">
      <w:r>
        <w:t xml:space="preserve">   (-1254.21)   IX13(2)</w:t>
      </w:r>
    </w:p>
    <w:p w:rsidR="0062748B" w:rsidRDefault="0062748B" w:rsidP="0062748B">
      <w:r>
        <w:t xml:space="preserve"> (-7.33000E+11) IX14(2)</w:t>
      </w:r>
    </w:p>
    <w:p w:rsidR="0062748B" w:rsidRDefault="0062748B" w:rsidP="0062748B"/>
    <w:p w:rsidR="0062748B" w:rsidRDefault="0062748B" w:rsidP="0062748B">
      <w:r>
        <w:t>IX_BedArea(3)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IX12(3)</w:t>
      </w:r>
    </w:p>
    <w:p w:rsidR="0062748B" w:rsidRDefault="0062748B" w:rsidP="0062748B">
      <w:r>
        <w:t xml:space="preserve">   (-1254.21)   IX13(3)</w:t>
      </w:r>
    </w:p>
    <w:p w:rsidR="0062748B" w:rsidRDefault="0062748B" w:rsidP="0062748B">
      <w:r>
        <w:t xml:space="preserve"> (-7.33000E+11) IX14(3)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lastRenderedPageBreak/>
        <w:t>---- IX_TankTotalCost  Total Tank cost in $</w:t>
      </w:r>
    </w:p>
    <w:p w:rsidR="0062748B" w:rsidRDefault="0062748B" w:rsidP="0062748B"/>
    <w:p w:rsidR="0062748B" w:rsidRDefault="0062748B" w:rsidP="0062748B">
      <w:r>
        <w:t>IX_TankTotalCost(1)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IX_TankTotalCost(2)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IX_TankTotalCost(3)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IX_NaClReq  NaCl requirement in Kg per day</w:t>
      </w:r>
    </w:p>
    <w:p w:rsidR="0062748B" w:rsidRDefault="0062748B" w:rsidP="0062748B"/>
    <w:p w:rsidR="0062748B" w:rsidRDefault="0062748B" w:rsidP="0062748B">
      <w:r>
        <w:t>IX_NaClReq(1)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IX08(1)</w:t>
      </w:r>
    </w:p>
    <w:p w:rsidR="0062748B" w:rsidRDefault="0062748B" w:rsidP="0062748B">
      <w:r>
        <w:t xml:space="preserve">       -0.01    IX09(1)</w:t>
      </w:r>
    </w:p>
    <w:p w:rsidR="0062748B" w:rsidRDefault="0062748B" w:rsidP="0062748B">
      <w:r>
        <w:lastRenderedPageBreak/>
        <w:t xml:space="preserve">       -3.65    IX10(1)</w:t>
      </w:r>
    </w:p>
    <w:p w:rsidR="0062748B" w:rsidRDefault="0062748B" w:rsidP="0062748B"/>
    <w:p w:rsidR="0062748B" w:rsidRDefault="0062748B" w:rsidP="0062748B">
      <w:r>
        <w:t>IX_NaClReq(2)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IX08(2)</w:t>
      </w:r>
    </w:p>
    <w:p w:rsidR="0062748B" w:rsidRDefault="0062748B" w:rsidP="0062748B">
      <w:r>
        <w:t xml:space="preserve">       -0.01    IX09(2)</w:t>
      </w:r>
    </w:p>
    <w:p w:rsidR="0062748B" w:rsidRDefault="0062748B" w:rsidP="0062748B">
      <w:r>
        <w:t xml:space="preserve">       -3.65    IX10(2)</w:t>
      </w:r>
    </w:p>
    <w:p w:rsidR="0062748B" w:rsidRDefault="0062748B" w:rsidP="0062748B"/>
    <w:p w:rsidR="0062748B" w:rsidRDefault="0062748B" w:rsidP="0062748B">
      <w:r>
        <w:t>IX_NaClReq(3)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IX08(3)</w:t>
      </w:r>
    </w:p>
    <w:p w:rsidR="0062748B" w:rsidRDefault="0062748B" w:rsidP="0062748B">
      <w:r>
        <w:t xml:space="preserve">       -0.01    IX09(3)</w:t>
      </w:r>
    </w:p>
    <w:p w:rsidR="0062748B" w:rsidRDefault="0062748B" w:rsidP="0062748B">
      <w:r>
        <w:t xml:space="preserve">       -3.65    IX10(3)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IX_TotalChemCost  Total chemical cost per year</w:t>
      </w:r>
    </w:p>
    <w:p w:rsidR="0062748B" w:rsidRDefault="0062748B" w:rsidP="0062748B"/>
    <w:p w:rsidR="0062748B" w:rsidRDefault="0062748B" w:rsidP="0062748B">
      <w:r>
        <w:t>IX_TotalChemCost(1)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IX_TotalChemCost(2)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IX10(2)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IX_TotalChemCost(3)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IX_RegFluidReq  Regeneration fluid requirement</w:t>
      </w:r>
    </w:p>
    <w:p w:rsidR="0062748B" w:rsidRDefault="0062748B" w:rsidP="0062748B"/>
    <w:p w:rsidR="0062748B" w:rsidRDefault="0062748B" w:rsidP="0062748B">
      <w:r>
        <w:t>IX_RegFluidReq(1)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IX09(1)</w:t>
      </w:r>
    </w:p>
    <w:p w:rsidR="0062748B" w:rsidRDefault="0062748B" w:rsidP="0062748B">
      <w:r>
        <w:t xml:space="preserve">     -250       IX11(1)</w:t>
      </w:r>
    </w:p>
    <w:p w:rsidR="0062748B" w:rsidRDefault="0062748B" w:rsidP="0062748B"/>
    <w:p w:rsidR="0062748B" w:rsidRDefault="0062748B" w:rsidP="0062748B">
      <w:r>
        <w:t>IX_RegFluidReq(2)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IX09(2)</w:t>
      </w:r>
    </w:p>
    <w:p w:rsidR="0062748B" w:rsidRDefault="0062748B" w:rsidP="0062748B">
      <w:r>
        <w:t xml:space="preserve">     -250       IX11(2)</w:t>
      </w:r>
    </w:p>
    <w:p w:rsidR="0062748B" w:rsidRDefault="0062748B" w:rsidP="0062748B"/>
    <w:p w:rsidR="0062748B" w:rsidRDefault="0062748B" w:rsidP="0062748B">
      <w:r>
        <w:t>IX_RegFluidReq(3)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IX09(3)</w:t>
      </w:r>
    </w:p>
    <w:p w:rsidR="0062748B" w:rsidRDefault="0062748B" w:rsidP="0062748B">
      <w:r>
        <w:lastRenderedPageBreak/>
        <w:t xml:space="preserve">     -250       IX11(3)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IX_StorageTankCost  Storage tank cost</w:t>
      </w:r>
    </w:p>
    <w:p w:rsidR="0062748B" w:rsidRDefault="0062748B" w:rsidP="0062748B"/>
    <w:p w:rsidR="0062748B" w:rsidRDefault="0062748B" w:rsidP="0062748B">
      <w:r>
        <w:t>IX_StorageTankCost(1)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IX_StorageTankCost(2)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IX_StorageTankCost(3)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IX_ConstructionCost  Construction cost</w:t>
      </w:r>
    </w:p>
    <w:p w:rsidR="0062748B" w:rsidRDefault="0062748B" w:rsidP="0062748B"/>
    <w:p w:rsidR="0062748B" w:rsidRDefault="0062748B" w:rsidP="0062748B">
      <w:r>
        <w:lastRenderedPageBreak/>
        <w:t>IX_ConstructionCost(1)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IX_OMCost  Operating and maintenance cost</w:t>
      </w:r>
    </w:p>
    <w:p w:rsidR="0062748B" w:rsidRDefault="0062748B" w:rsidP="0062748B"/>
    <w:p w:rsidR="0062748B" w:rsidRDefault="0062748B" w:rsidP="0062748B">
      <w:r>
        <w:t>IX_OMCost(1)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IX_OMCost(2)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IX14(2)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IX_TotalCost  Total cost for the implementation of ion exchange process for</w:t>
      </w:r>
    </w:p>
    <w:p w:rsidR="0062748B" w:rsidRDefault="0062748B" w:rsidP="0062748B">
      <w:r>
        <w:t xml:space="preserve">                   each industry</w:t>
      </w:r>
    </w:p>
    <w:p w:rsidR="0062748B" w:rsidRDefault="0062748B" w:rsidP="0062748B"/>
    <w:p w:rsidR="0062748B" w:rsidRDefault="0062748B" w:rsidP="0062748B">
      <w:r>
        <w:t>IX_TotalCost(1)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IX15(1)</w:t>
      </w:r>
    </w:p>
    <w:p w:rsidR="0062748B" w:rsidRDefault="0062748B" w:rsidP="0062748B">
      <w:r>
        <w:t xml:space="preserve">  -1.000000E-5  NonlinearTechCost03(1)</w:t>
      </w:r>
    </w:p>
    <w:p w:rsidR="0062748B" w:rsidRDefault="0062748B" w:rsidP="0062748B"/>
    <w:p w:rsidR="0062748B" w:rsidRDefault="0062748B" w:rsidP="0062748B">
      <w:r>
        <w:t>IX_TotalCost(2)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IX15(2)</w:t>
      </w:r>
    </w:p>
    <w:p w:rsidR="0062748B" w:rsidRDefault="0062748B" w:rsidP="0062748B">
      <w:r>
        <w:t xml:space="preserve">  -1.000000E-5  NonlinearTechCost03(2)</w:t>
      </w:r>
    </w:p>
    <w:p w:rsidR="0062748B" w:rsidRDefault="0062748B" w:rsidP="0062748B"/>
    <w:p w:rsidR="0062748B" w:rsidRDefault="0062748B" w:rsidP="0062748B">
      <w:r>
        <w:t>IX_TotalCost(3)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IX15(3)</w:t>
      </w:r>
    </w:p>
    <w:p w:rsidR="0062748B" w:rsidRDefault="0062748B" w:rsidP="0062748B">
      <w:r>
        <w:t xml:space="preserve">  -1.000000E-5  NonlinearTechCost03(3)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Tobj  Objective function for the technoogy only problem</w:t>
      </w:r>
    </w:p>
    <w:p w:rsidR="0062748B" w:rsidRDefault="0062748B" w:rsidP="0062748B"/>
    <w:p w:rsidR="0062748B" w:rsidRDefault="0062748B" w:rsidP="0062748B">
      <w:r>
        <w:t>Tobj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t xml:space="preserve">        1       Tobjective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Volume  volume of waste treated by each industry using each technology (def</w:t>
      </w:r>
    </w:p>
    <w:p w:rsidR="0062748B" w:rsidRDefault="0062748B" w:rsidP="0062748B">
      <w:r>
        <w:t xml:space="preserve">             ined over i and j)</w:t>
      </w:r>
    </w:p>
    <w:p w:rsidR="0062748B" w:rsidRDefault="0062748B" w:rsidP="0062748B"/>
    <w:p w:rsidR="0062748B" w:rsidRDefault="0062748B" w:rsidP="0062748B">
      <w:r>
        <w:t>Volume(1,1)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0.0028  Tc2(1)</w:t>
      </w:r>
    </w:p>
    <w:p w:rsidR="0062748B" w:rsidRDefault="0062748B" w:rsidP="0062748B">
      <w:r>
        <w:t xml:space="preserve">      -43.8021  DFREq(1,1)</w:t>
      </w:r>
    </w:p>
    <w:p w:rsidR="0062748B" w:rsidRDefault="0062748B" w:rsidP="0062748B">
      <w:r>
        <w:t xml:space="preserve">       -1.1574  CF01(1)</w:t>
      </w:r>
    </w:p>
    <w:p w:rsidR="0062748B" w:rsidRDefault="0062748B" w:rsidP="0062748B"/>
    <w:p w:rsidR="0062748B" w:rsidRDefault="0062748B" w:rsidP="0062748B">
      <w:r>
        <w:t>Volume(1,2)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Tc1(1)</w:t>
      </w:r>
    </w:p>
    <w:p w:rsidR="0062748B" w:rsidRDefault="0062748B" w:rsidP="0062748B">
      <w:r>
        <w:t xml:space="preserve">        0.0041  Tc2(1)</w:t>
      </w:r>
    </w:p>
    <w:p w:rsidR="0062748B" w:rsidRDefault="0062748B" w:rsidP="0062748B">
      <w:r>
        <w:t xml:space="preserve">      -43.8021  DFREq(1,2)</w:t>
      </w:r>
    </w:p>
    <w:p w:rsidR="0062748B" w:rsidRDefault="0062748B" w:rsidP="0062748B">
      <w:r>
        <w:t xml:space="preserve"> (-7.37701E+16) GAC01(1)</w:t>
      </w:r>
    </w:p>
    <w:p w:rsidR="0062748B" w:rsidRDefault="0062748B" w:rsidP="0062748B">
      <w:r>
        <w:t xml:space="preserve"> (-8.53308E+15) GAC02(1)</w:t>
      </w:r>
    </w:p>
    <w:p w:rsidR="0062748B" w:rsidRDefault="0062748B" w:rsidP="0062748B"/>
    <w:p w:rsidR="0062748B" w:rsidRDefault="0062748B" w:rsidP="0062748B">
      <w:r>
        <w:t>Volume(1,3)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Tc1(1)</w:t>
      </w:r>
    </w:p>
    <w:p w:rsidR="0062748B" w:rsidRDefault="0062748B" w:rsidP="0062748B">
      <w:r>
        <w:t xml:space="preserve">        0.0014  Tc2(1)</w:t>
      </w:r>
    </w:p>
    <w:p w:rsidR="0062748B" w:rsidRDefault="0062748B" w:rsidP="0062748B">
      <w:r>
        <w:t xml:space="preserve">      -43.8021  DFREq(1,3)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>---- DFR  Desired flow rate for the industry in liters per sec</w:t>
      </w:r>
    </w:p>
    <w:p w:rsidR="0062748B" w:rsidRDefault="0062748B" w:rsidP="0062748B"/>
    <w:p w:rsidR="0062748B" w:rsidRDefault="0062748B" w:rsidP="0062748B">
      <w:r>
        <w:t>DFR(1,1)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DFREq(1,1)</w:t>
      </w:r>
    </w:p>
    <w:p w:rsidR="0062748B" w:rsidRDefault="0062748B" w:rsidP="0062748B">
      <w:r>
        <w:t xml:space="preserve">       -1.0067  CF03(1)</w:t>
      </w:r>
    </w:p>
    <w:p w:rsidR="0062748B" w:rsidRDefault="0062748B" w:rsidP="0062748B">
      <w:r>
        <w:t xml:space="preserve">        1       CF04(1)</w:t>
      </w:r>
    </w:p>
    <w:p w:rsidR="0062748B" w:rsidRDefault="0062748B" w:rsidP="0062748B">
      <w:r>
        <w:t xml:space="preserve">       -1.0603  CF09(1)</w:t>
      </w:r>
    </w:p>
    <w:p w:rsidR="0062748B" w:rsidRDefault="0062748B" w:rsidP="0062748B">
      <w:r>
        <w:t xml:space="preserve">      -45.2295  CF25(1)</w:t>
      </w:r>
    </w:p>
    <w:p w:rsidR="0062748B" w:rsidRDefault="0062748B" w:rsidP="0062748B">
      <w:r>
        <w:t xml:space="preserve">       -9.0459  CF27(1)</w:t>
      </w:r>
    </w:p>
    <w:p w:rsidR="0062748B" w:rsidRDefault="0062748B" w:rsidP="0062748B"/>
    <w:p w:rsidR="0062748B" w:rsidRDefault="0062748B" w:rsidP="0062748B">
      <w:r>
        <w:lastRenderedPageBreak/>
        <w:t>DFR(1,2)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DFREq(1,2)</w:t>
      </w:r>
    </w:p>
    <w:p w:rsidR="0062748B" w:rsidRDefault="0062748B" w:rsidP="0062748B"/>
    <w:p w:rsidR="0062748B" w:rsidRDefault="0062748B" w:rsidP="0062748B">
      <w:r>
        <w:t>DFR(1,3)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DFREq(1,3)</w:t>
      </w:r>
    </w:p>
    <w:p w:rsidR="0062748B" w:rsidRDefault="0062748B" w:rsidP="0062748B">
      <w:r>
        <w:t xml:space="preserve">       -0.18    IX01(1)</w:t>
      </w:r>
    </w:p>
    <w:p w:rsidR="0062748B" w:rsidRDefault="0062748B" w:rsidP="0062748B">
      <w:r>
        <w:t xml:space="preserve">       -0.0156  IX04(1)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 xml:space="preserve">---- NonlinearTechCost  </w:t>
      </w:r>
    </w:p>
    <w:p w:rsidR="0062748B" w:rsidRDefault="0062748B" w:rsidP="0062748B"/>
    <w:p w:rsidR="0062748B" w:rsidRDefault="0062748B" w:rsidP="0062748B">
      <w:r>
        <w:t>NonlinearTechCost(1,1)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NonlinearTechCost01(1)</w:t>
      </w:r>
    </w:p>
    <w:p w:rsidR="0062748B" w:rsidRDefault="0062748B" w:rsidP="0062748B"/>
    <w:p w:rsidR="0062748B" w:rsidRDefault="0062748B" w:rsidP="0062748B">
      <w:r>
        <w:t>NonlinearTechCost(1,2)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NonlinearTechCost02(1)</w:t>
      </w:r>
    </w:p>
    <w:p w:rsidR="0062748B" w:rsidRDefault="0062748B" w:rsidP="0062748B"/>
    <w:p w:rsidR="0062748B" w:rsidRDefault="0062748B" w:rsidP="0062748B">
      <w:r>
        <w:t>NonlinearTechCost(1,3)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-1       Tobjective</w:t>
      </w:r>
    </w:p>
    <w:p w:rsidR="0062748B" w:rsidRDefault="0062748B" w:rsidP="0062748B">
      <w:r>
        <w:t xml:space="preserve">        1       NonlinearTechCost03(1)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40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10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54     SINGLE EQUATIONS        1,596</w:t>
      </w:r>
    </w:p>
    <w:p w:rsidR="0062748B" w:rsidRDefault="0062748B" w:rsidP="0062748B">
      <w:r>
        <w:t>BLOCKS OF VARIABLES          51     SINGLE VARIABLES        1,625</w:t>
      </w:r>
    </w:p>
    <w:p w:rsidR="0062748B" w:rsidRDefault="0062748B" w:rsidP="0062748B">
      <w:r>
        <w:t>NON ZERO ELEMENTS         4,003     NON LINEAR N-Z            174</w:t>
      </w:r>
    </w:p>
    <w:p w:rsidR="0062748B" w:rsidRDefault="0062748B" w:rsidP="0062748B">
      <w:r>
        <w:t>DERIVATIVE POOL              10     CONSTANT POOL              31</w:t>
      </w:r>
    </w:p>
    <w:p w:rsidR="0062748B" w:rsidRDefault="0062748B" w:rsidP="0062748B">
      <w:r>
        <w:t>CODE LENGTH               1,508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0.000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0.000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10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41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TechProblem Using NLP From line 868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TechProblem         OBJECTIVE  Tobj</w:t>
      </w:r>
    </w:p>
    <w:p w:rsidR="0062748B" w:rsidRDefault="0062748B" w:rsidP="0062748B">
      <w:r>
        <w:t xml:space="preserve">     TYPE    NLP                 DIRECTION  MINIMIZE</w:t>
      </w:r>
    </w:p>
    <w:p w:rsidR="0062748B" w:rsidRDefault="0062748B" w:rsidP="0062748B">
      <w:r>
        <w:t xml:space="preserve">     SOLVER  CONOPT              FROM LINE  868</w:t>
      </w:r>
    </w:p>
    <w:p w:rsidR="0062748B" w:rsidRDefault="0062748B" w:rsidP="0062748B"/>
    <w:p w:rsidR="0062748B" w:rsidRDefault="0062748B" w:rsidP="0062748B">
      <w:r>
        <w:t xml:space="preserve">**** SOLVER STATUS     7 Licensing Problems        </w:t>
      </w:r>
    </w:p>
    <w:p w:rsidR="0062748B" w:rsidRDefault="0062748B" w:rsidP="0062748B">
      <w:r>
        <w:t xml:space="preserve">**** MODEL STATUS      11 Licensing Problem        </w:t>
      </w:r>
    </w:p>
    <w:p w:rsidR="0062748B" w:rsidRDefault="0062748B" w:rsidP="0062748B">
      <w:r>
        <w:t>**** OBJECTIVE VALUE               NA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>
      <w:r>
        <w:t xml:space="preserve"> EVALUATION ERRORS              0             0</w:t>
      </w:r>
    </w:p>
    <w:p w:rsidR="0062748B" w:rsidRDefault="0062748B" w:rsidP="0062748B">
      <w:r>
        <w:t xml:space="preserve">CONOPT 3         24.1.3 r41464 Released Jul 26, 2013 WEI x86_64/MS Windows    </w:t>
      </w:r>
    </w:p>
    <w:p w:rsidR="0062748B" w:rsidRDefault="0062748B" w:rsidP="0062748B">
      <w:r>
        <w:t>*** No license found</w:t>
      </w:r>
    </w:p>
    <w:p w:rsidR="0062748B" w:rsidRDefault="0062748B" w:rsidP="0062748B">
      <w:r>
        <w:t>*** To update your license, please contact your distributor.</w:t>
      </w:r>
    </w:p>
    <w:p w:rsidR="0062748B" w:rsidRDefault="0062748B" w:rsidP="0062748B">
      <w:r>
        <w:t>*** Too many equations for demo mode</w:t>
      </w:r>
    </w:p>
    <w:p w:rsidR="0062748B" w:rsidRDefault="0062748B" w:rsidP="0062748B">
      <w:r>
        <w:t>***   Number of equations          : 1596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variables for demo mode</w:t>
      </w:r>
    </w:p>
    <w:p w:rsidR="0062748B" w:rsidRDefault="0062748B" w:rsidP="0062748B">
      <w:r>
        <w:lastRenderedPageBreak/>
        <w:t>***   Number of variables          : 1625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nonzero elements for demo mode</w:t>
      </w:r>
    </w:p>
    <w:p w:rsidR="0062748B" w:rsidRDefault="0062748B" w:rsidP="0062748B">
      <w:r>
        <w:t>***   Number of nonzeros           : 4003</w:t>
      </w:r>
    </w:p>
    <w:p w:rsidR="0062748B" w:rsidRDefault="0062748B" w:rsidP="0062748B">
      <w:r>
        <w:t>***   Maximum allowed              : 2000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No solution returned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42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 x e c u t i o n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   883 VARIABLE Tobj.L                =      0.00000  Objective function fo</w:t>
      </w:r>
    </w:p>
    <w:p w:rsidR="0062748B" w:rsidRDefault="0062748B" w:rsidP="0062748B">
      <w:r>
        <w:t xml:space="preserve">                                                           r the technoogy only </w:t>
      </w:r>
    </w:p>
    <w:p w:rsidR="0062748B" w:rsidRDefault="0062748B" w:rsidP="0062748B">
      <w:r>
        <w:t xml:space="preserve">                                                           problem</w:t>
      </w:r>
    </w:p>
    <w:p w:rsidR="0062748B" w:rsidRDefault="0062748B" w:rsidP="0062748B"/>
    <w:p w:rsidR="0062748B" w:rsidRDefault="0062748B" w:rsidP="0062748B">
      <w:r>
        <w:t>----    883 VARIABLE Volume.L  volume of waste treated by each industry using ea</w:t>
      </w:r>
    </w:p>
    <w:p w:rsidR="0062748B" w:rsidRDefault="0062748B" w:rsidP="0062748B">
      <w:r>
        <w:t xml:space="preserve">                               ch technology (defined over i and j)</w:t>
      </w:r>
    </w:p>
    <w:p w:rsidR="0062748B" w:rsidRDefault="0062748B" w:rsidP="0062748B"/>
    <w:p w:rsidR="0062748B" w:rsidRDefault="0062748B" w:rsidP="0062748B">
      <w:r>
        <w:t xml:space="preserve">                      ( ALL     0.00000 )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   883 VARIABLE NonlinearTechCost.L  </w:t>
      </w:r>
    </w:p>
    <w:p w:rsidR="0062748B" w:rsidRDefault="0062748B" w:rsidP="0062748B"/>
    <w:p w:rsidR="0062748B" w:rsidRDefault="0062748B" w:rsidP="0062748B">
      <w:r>
        <w:t xml:space="preserve">                      ( ALL     0.00000 )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   883 PARAMETER CostTechSolution  cost incurred by each industry for each </w:t>
      </w:r>
    </w:p>
    <w:p w:rsidR="0062748B" w:rsidRDefault="0062748B" w:rsidP="0062748B">
      <w:r>
        <w:t xml:space="preserve">                                        technology due to waste treatment setup</w:t>
      </w:r>
    </w:p>
    <w:p w:rsidR="0062748B" w:rsidRDefault="0062748B" w:rsidP="0062748B"/>
    <w:p w:rsidR="0062748B" w:rsidRDefault="0062748B" w:rsidP="0062748B">
      <w:r>
        <w:t xml:space="preserve">                      ( ALL     0.00000 )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43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MasterProblem Using NLP From line 893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Mobj  =E=  Objective function for the master problem</w:t>
      </w:r>
    </w:p>
    <w:p w:rsidR="0062748B" w:rsidRDefault="0062748B" w:rsidP="0062748B"/>
    <w:p w:rsidR="0062748B" w:rsidRDefault="0062748B" w:rsidP="0062748B">
      <w:r>
        <w:t>Mobj..  - Theta + MasterObjective =E= 0 ; (LHS = -10, INFES = 10 ****)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Mc1  =L=  Limitation on the number of technologies per industry</w:t>
      </w:r>
    </w:p>
    <w:p w:rsidR="0062748B" w:rsidRDefault="0062748B" w:rsidP="0062748B"/>
    <w:p w:rsidR="0062748B" w:rsidRDefault="0062748B" w:rsidP="0062748B">
      <w:r>
        <w:t>Mc1(1)..  Volume(1,1) + Volume(1,2) + Volume(1,3) =L= 46.1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Mc1(2)..  Volume(2,1) + Volume(2,2) + Volume(2,3) =L= 1.5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Mc1(3)..  Volume(3,1) + Volume(3,2) + Volume(3,3) =L= 4.6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Mc2  =E=  No trading within the industry</w:t>
      </w:r>
    </w:p>
    <w:p w:rsidR="0062748B" w:rsidRDefault="0062748B" w:rsidP="0062748B"/>
    <w:p w:rsidR="0062748B" w:rsidRDefault="0062748B" w:rsidP="0062748B">
      <w:r>
        <w:t>Mc2(1)..  t(1,1)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Mc2(2)..  t(2,2)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Mc2(3)..  t(3,3)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Mc3  =G=  Constrain on the objective based on linear approximation</w:t>
      </w:r>
    </w:p>
    <w:p w:rsidR="0062748B" w:rsidRDefault="0062748B" w:rsidP="0062748B"/>
    <w:p w:rsidR="0062748B" w:rsidRDefault="0062748B" w:rsidP="0062748B">
      <w:r>
        <w:t xml:space="preserve">                NONE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Mc4  =G=  Constraint to satisfy the minimum reduction requirement</w:t>
      </w:r>
    </w:p>
    <w:p w:rsidR="0062748B" w:rsidRDefault="0062748B" w:rsidP="0062748B"/>
    <w:p w:rsidR="0062748B" w:rsidRDefault="0062748B" w:rsidP="0062748B">
      <w:r>
        <w:t>Mc4(1)..  - 0.1*t(1,1) + t(1,2) + t(1,3) + t(1,4) + t(1,5) + t(1,6) + t(1,7)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t(1,8) + t(1,9) + t(1,10) + t(1,11) + t(1,12) + t(1,13) + t(1,14)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t(1,15) + t(1,16) + t(1,17) + t(1,18) + t(1,19) + t(1,20) + t(1,21)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t(1,22) + t(1,23) + t(1,24) + t(1,25) + t(1,26) + t(1,27) + t(1,28)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t(1,29) - 1.1*t(2,1) - 1.1*t(3,1) - 1.1*t(4,1) - 1.1*t(5,1) - 1.1*t(6,1)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- 1.1*t(7,1) - 1.1*t(8,1) - 1.1*t(9,1) - 1.1*t(10,1) - 1.1*t(11,1)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- 1.1*t(12,1) - 1.1*t(13,1) - 1.1*t(14,1) - 1.1*t(15,1) - 1.1*t(16,1)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- 1.1*t(17,1) - 1.1*t(18,1) - 1.1*t(19,1) - 1.1*t(20,1) - 1.1*t(21,1)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- 1.1*t(22,1) - 1.1*t(23,1) - 1.1*t(24,1) - 1.1*t(25,1) - 1.1*t(26,1)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- 1.1*t(27,1) - 1.1*t(28,1) - 1.1*t(29,1) + 0.002762685*Volume(1,1)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+ 0.00414402749999999*Volume(1,2) + 0.0013813425*Volume(1,3) =G= </w:t>
      </w:r>
    </w:p>
    <w:p w:rsidR="0062748B" w:rsidRDefault="0062748B" w:rsidP="0062748B">
      <w:r>
        <w:t xml:space="preserve">     0.122832874808418 ; (LHS = 0, INFES = 0.122832874808418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Mc4(2)..  - 1.1*t(1,2) + t(2,1) - 0.1*t(2,2) + t(2,3) + t(2,4) + t(2,5) + t(2,6)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t(2,7) + t(2,8) + t(2,9) + t(2,10) + t(2,11) + t(2,12) + t(2,13)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t(2,14) + t(2,15) + t(2,16) + t(2,17) + t(2,18) + t(2,19) + t(2,20)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t(2,21) + t(2,22) + t(2,23) + t(2,24) + t(2,25) + t(2,26) + t(2,27)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t(2,28) + t(2,29) - 1.1*t(3,2) - 1.1*t(4,2) - 1.1*t(5,2) - 1.1*t(6,2)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- 1.1*t(7,2) - 1.1*t(8,2) - 1.1*t(9,2) - 1.1*t(10,2) - 1.1*t(11,2)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- 1.1*t(12,2) - 1.1*t(13,2) - 1.1*t(14,2) - 1.1*t(15,2) - 1.1*t(16,2)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- 1.1*t(17,2) - 1.1*t(18,2) - 1.1*t(19,2) - 1.1*t(20,2) - 1.1*t(21,2)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- 1.1*t(22,2) - 1.1*t(23,2) - 1.1*t(24,2) - 1.1*t(25,2) - 1.1*t(26,2)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- 1.1*t(27,2) - 1.1*t(28,2) - 1.1*t(29,2) + 0.002762685*Volume(2,1)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+ 0.00414402749999999*Volume(2,2) + 0.0013813425*Volume(2,3) =G= </w:t>
      </w:r>
    </w:p>
    <w:p w:rsidR="0062748B" w:rsidRDefault="0062748B" w:rsidP="0062748B">
      <w:r>
        <w:t xml:space="preserve">     0.00202831822193877 ; (LHS = 0, INFES = 0.00202831822193877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Mc4(3)..  - 1.1*t(1,3) - 1.1*t(2,3) + t(3,1) + t(3,2) - 0.1*t(3,3) + t(3,4)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t(3,5) + t(3,6) + t(3,7) + t(3,8) + t(3,9) + t(3,10) + t(3,11) + t(3,12)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t(3,13) + t(3,14) + t(3,15) + t(3,16) + t(3,17) + t(3,18) + t(3,19)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t(3,20) + t(3,21) + t(3,22) + t(3,23) + t(3,24) + t(3,25) + t(3,26)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t(3,27) + t(3,28) + t(3,29) - 1.1*t(4,3) - 1.1*t(5,3) - 1.1*t(6,3)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- 1.1*t(7,3) - 1.1*t(8,3) - 1.1*t(9,3) - 1.1*t(10,3) - 1.1*t(11,3)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- 1.1*t(12,3) - 1.1*t(13,3) - 1.1*t(14,3) - 1.1*t(15,3) - 1.1*t(16,3)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- 1.1*t(17,3) - 1.1*t(18,3) - 1.1*t(19,3) - 1.1*t(20,3) - 1.1*t(21,3)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- 1.1*t(22,3) - 1.1*t(23,3) - 1.1*t(24,3) - 1.1*t(25,3) - 1.1*t(26,3)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- 1.1*t(27,3) - 1.1*t(28,3) - 1.1*t(29,3) + 0.002762685*Volume(3,1)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+ 0.00414402749999999*Volume(3,2) + 0.0013813425*Volume(3,3) =G= </w:t>
      </w:r>
    </w:p>
    <w:p w:rsidR="0062748B" w:rsidRDefault="0062748B" w:rsidP="0062748B">
      <w:r>
        <w:t xml:space="preserve">     0.0100326811806122 ; (LHS = 0, INFES = 0.0100326811806122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Mc5  =G=  Constraint not to exceed the Tech only reduction cost</w:t>
      </w:r>
    </w:p>
    <w:p w:rsidR="0062748B" w:rsidRDefault="0062748B" w:rsidP="0062748B"/>
    <w:p w:rsidR="0062748B" w:rsidRDefault="0062748B" w:rsidP="0062748B">
      <w:r>
        <w:t>Mc5(1)..  - 1500*t(1,2) - 1500*t(1,3) - 1500*t(1,4) - 1500*t(1,5) - 1500*t(1,6)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- 1500*t(1,7) - 1500*t(1,8) - 1500*t(1,9) - 1500*t(1,10) - 1500*t(1,11)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- 1500*t(1,12) - 1500*t(1,13) - 1500*t(1,14) - 1500*t(1,15) - 1500*t(1,16)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- 1500*t(1,17) - 1500*t(1,18) - 1500*t(1,19) - 1500*t(1,20) - 1500*t(1,21)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- 1500*t(1,22) - 1500*t(1,23) - 1500*t(1,24) - 1500*t(1,25) - 1500*t(1,26)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- 1500*t(1,27) - 1500*t(1,28) - 1500*t(1,29) + 1500*t(2,1) + 1500*t(3,1)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+ 1500*t(4,1) + 1500*t(5,1) + 1500*t(6,1) + 1500*t(7,1) + 1500*t(8,1)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+ 1500*t(9,1) + 1500*t(10,1) + 1500*t(11,1) + 1500*t(12,1) + 1500*t(13,1)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+ 1500*t(14,1) + 1500*t(15,1) + 1500*t(16,1) + 1500*t(17,1) + 1500*t(18,1)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+ 1500*t(19,1) + 1500*t(20,1) + 1500*t(21,1) + 1500*t(22,1) + 1500*t(23,1)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+ 1500*t(24,1) + 1500*t(25,1) + 1500*t(26,1) + 1500*t(27,1) + 1500*t(28,1)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+ 1500*t(29,1) - 3.47845*Volume(1,1) - 4.8691*Volume(1,2)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- 3.2193*Volume(1,3) =G=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Mc5(2)..  1500*t(1,2) - 1500*t(2,1) - 1500*t(2,3) - 1500*t(2,4) - 1500*t(2,5)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- 1500*t(2,6) - 1500*t(2,7) - 1500*t(2,8) - 1500*t(2,9) - 1500*t(2,10)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- 1500*t(2,11) - 1500*t(2,12) - 1500*t(2,13) - 1500*t(2,14) - 1500*t(2,15)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- 1500*t(2,16) - 1500*t(2,17) - 1500*t(2,18) - 1500*t(2,19) - 1500*t(2,20)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- 1500*t(2,21) - 1500*t(2,22) - 1500*t(2,23) - 1500*t(2,24) - 1500*t(2,25)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- 1500*t(2,26) - 1500*t(2,27) - 1500*t(2,28) - 1500*t(2,29) + 1500*t(3,2)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+ 1500*t(4,2) + 1500*t(5,2) + 1500*t(6,2) + 1500*t(7,2) + 1500*t(8,2)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+ 1500*t(9,2) + 1500*t(10,2) + 1500*t(11,2) + 1500*t(12,2) + 1500*t(13,2)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+ 1500*t(14,2) + 1500*t(15,2) + 1500*t(16,2) + 1500*t(17,2) + 1500*t(18,2)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+ 1500*t(19,2) + 1500*t(20,2) + 1500*t(21,2) + 1500*t(22,2) + 1500*t(23,2)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+ 1500*t(24,2) + 1500*t(25,2) + 1500*t(26,2) + 1500*t(27,2) + 1500*t(28,2)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+ 1500*t(29,2) - 3.47845*Volume(2,1) - 4.8691*Volume(2,2)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- 3.2193*Volume(2,3) =G=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Mc5(3)..  1500*t(1,3) + 1500*t(2,3) - 1500*t(3,1) - 1500*t(3,2) - 1500*t(3,4)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- 1500*t(3,5) - 1500*t(3,6) - 1500*t(3,7) - 1500*t(3,8) - 1500*t(3,9)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- 1500*t(3,10) - 1500*t(3,11) - 1500*t(3,12) - 1500*t(3,13) - 1500*t(3,14)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- 1500*t(3,15) - 1500*t(3,16) - 1500*t(3,17) - 1500*t(3,18) - 1500*t(3,19)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- 1500*t(3,20) - 1500*t(3,21) - 1500*t(3,22) - 1500*t(3,23) - 1500*t(3,24)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- 1500*t(3,25) - 1500*t(3,26) - 1500*t(3,27) - 1500*t(3,28) - 1500*t(3,29)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+ 1500*t(4,3) + 1500*t(5,3) + 1500*t(6,3) + 1500*t(7,3) + 1500*t(8,3)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+ 1500*t(9,3) + 1500*t(10,3) + 1500*t(11,3) + 1500*t(12,3) + 1500*t(13,3)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+ 1500*t(14,3) + 1500*t(15,3) + 1500*t(16,3) + 1500*t(17,3) + 1500*t(18,3)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+ 1500*t(19,3) + 1500*t(20,3) + 1500*t(21,3) + 1500*t(22,3) + 1500*t(23,3)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+ 1500*t(24,3) + 1500*t(25,3) + 1500*t(26,3) + 1500*t(27,3) + 1500*t(28,3)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+ 1500*t(29,3) - 3.47845*Volume(3,1) - 4.8691*Volume(3,2)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- 3.2193*Volume(3,3) =G=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Mc6  =G=  Lower bound on the reduction</w:t>
      </w:r>
    </w:p>
    <w:p w:rsidR="0062748B" w:rsidRDefault="0062748B" w:rsidP="0062748B"/>
    <w:p w:rsidR="0062748B" w:rsidRDefault="0062748B" w:rsidP="0062748B">
      <w:r>
        <w:t>Mc6(1)..  - 0.1*t(1,1) + t(1,2) + t(1,3) + t(1,4) + t(1,5) + t(1,6) + t(1,7)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t(1,8) + t(1,9) + t(1,10) + t(1,11) + t(1,12) + t(1,13) + t(1,14)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t(1,15) + t(1,16) + t(1,17) + t(1,18) + t(1,19) + t(1,20) + t(1,21)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t(1,22) + t(1,23) + t(1,24) + t(1,25) + t(1,26) + t(1,27) + t(1,28)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t(1,29) - 1.1*t(2,1) - 1.1*t(3,1) - 1.1*t(4,1) - 1.1*t(5,1) - 1.1*t(6,1)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- 1.1*t(7,1) - 1.1*t(8,1) - 1.1*t(9,1) - 1.1*t(10,1) - 1.1*t(11,1)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- 1.1*t(12,1) - 1.1*t(13,1) - 1.1*t(14,1) - 1.1*t(15,1) - 1.1*t(16,1)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- 1.1*t(17,1) - 1.1*t(18,1) - 1.1*t(19,1) - 1.1*t(20,1) - 1.1*t(21,1)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- 1.1*t(22,1) - 1.1*t(23,1) - 1.1*t(24,1) - 1.1*t(25,1) - 1.1*t(26,1)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- 1.1*t(27,1) - 1.1*t(28,1) - 1.1*t(29,1) + 0.002762685*Volume(1,1)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+ 0.00414402749999999*Volume(1,2) + 0.0013813425*Volume(1,3) =G=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Mc6(2)..  - 1.1*t(1,2) + t(2,1) - 0.1*t(2,2) + t(2,3) + t(2,4) + t(2,5) + t(2,6)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t(2,7) + t(2,8) + t(2,9) + t(2,10) + t(2,11) + t(2,12) + t(2,13)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t(2,14) + t(2,15) + t(2,16) + t(2,17) + t(2,18) + t(2,19) + t(2,20)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t(2,21) + t(2,22) + t(2,23) + t(2,24) + t(2,25) + t(2,26) + t(2,27)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t(2,28) + t(2,29) - 1.1*t(3,2) - 1.1*t(4,2) - 1.1*t(5,2) - 1.1*t(6,2)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- 1.1*t(7,2) - 1.1*t(8,2) - 1.1*t(9,2) - 1.1*t(10,2) - 1.1*t(11,2)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- 1.1*t(12,2) - 1.1*t(13,2) - 1.1*t(14,2) - 1.1*t(15,2) - 1.1*t(16,2)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- 1.1*t(17,2) - 1.1*t(18,2) - 1.1*t(19,2) - 1.1*t(20,2) - 1.1*t(21,2)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- 1.1*t(22,2) - 1.1*t(23,2) - 1.1*t(24,2) - 1.1*t(25,2) - 1.1*t(26,2)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- 1.1*t(27,2) - 1.1*t(28,2) - 1.1*t(29,2) + 0.002762685*Volume(2,1)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+ 0.00414402749999999*Volume(2,2) + 0.0013813425*Volume(2,3) =G=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Mc6(3)..  - 1.1*t(1,3) - 1.1*t(2,3) + t(3,1) + t(3,2) - 0.1*t(3,3) + t(3,4)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t(3,5) + t(3,6) + t(3,7) + t(3,8) + t(3,9) + t(3,10) + t(3,11) + t(3,12)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t(3,13) + t(3,14) + t(3,15) + t(3,16) + t(3,17) + t(3,18) + t(3,19)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+ t(3,20) + t(3,21) + t(3,22) + t(3,23) + t(3,24) + t(3,25) + t(3,26)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t(3,27) + t(3,28) + t(3,29) - 1.1*t(4,3) - 1.1*t(5,3) - 1.1*t(6,3)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- 1.1*t(7,3) - 1.1*t(8,3) - 1.1*t(9,3) - 1.1*t(10,3) - 1.1*t(11,3)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- 1.1*t(12,3) - 1.1*t(13,3) - 1.1*t(14,3) - 1.1*t(15,3) - 1.1*t(16,3)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- 1.1*t(17,3) - 1.1*t(18,3) - 1.1*t(19,3) - 1.1*t(20,3) - 1.1*t(21,3)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- 1.1*t(22,3) - 1.1*t(23,3) - 1.1*t(24,3) - 1.1*t(25,3) - 1.1*t(26,3)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- 1.1*t(27,3) - 1.1*t(28,3) - 1.1*t(29,3) + 0.002762685*Volume(3,1)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+ 0.00414402749999999*Volume(3,2) + 0.0013813425*Volume(3,3) =G=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Mc7  =E=  Constraint for the first master problem solution</w:t>
      </w:r>
    </w:p>
    <w:p w:rsidR="0062748B" w:rsidRDefault="0062748B" w:rsidP="0062748B"/>
    <w:p w:rsidR="0062748B" w:rsidRDefault="0062748B" w:rsidP="0062748B">
      <w:r>
        <w:t>Mc7..  Theta =E= -9999999 ; (LHS = 10, INFES = 10000009 ****)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Mc8  =G=  Optimality cut for the first stage problem</w:t>
      </w:r>
    </w:p>
    <w:p w:rsidR="0062748B" w:rsidRDefault="0062748B" w:rsidP="0062748B"/>
    <w:p w:rsidR="0062748B" w:rsidRDefault="0062748B" w:rsidP="0062748B">
      <w:r>
        <w:t xml:space="preserve">                NONE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DFREq  =E=  </w:t>
      </w:r>
    </w:p>
    <w:p w:rsidR="0062748B" w:rsidRDefault="0062748B" w:rsidP="0062748B"/>
    <w:p w:rsidR="0062748B" w:rsidRDefault="0062748B" w:rsidP="0062748B">
      <w:r>
        <w:t>DFREq(1,1)..  - 43.8020833333334*Volume(1,1)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DFREq(1,2)..  - 43.8020833333334*Volume(1,2) + DFR(1,2)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DFREq(1,3)..  - 43.8020833333334*Volume(1,3) + 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CF01  =E=  </w:t>
      </w:r>
    </w:p>
    <w:p w:rsidR="0062748B" w:rsidRDefault="0062748B" w:rsidP="0062748B"/>
    <w:p w:rsidR="0062748B" w:rsidRDefault="0062748B" w:rsidP="0062748B">
      <w:r>
        <w:t>CF01(1)..  CF_NoOfModules(1) - 1.15740740740741*Volume(1,1)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CF01(2)..  CF_NoOfModules(2) - 1.15740740740741*Volume(2,1)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CF01(3)..  CF_NoOfModules(3) - 1.15740740740741*Volume(3,1)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CF03  =E=  </w:t>
      </w:r>
    </w:p>
    <w:p w:rsidR="0062748B" w:rsidRDefault="0062748B" w:rsidP="0062748B"/>
    <w:p w:rsidR="0062748B" w:rsidRDefault="0062748B" w:rsidP="0062748B">
      <w:r>
        <w:t>CF03(1)..  CF_MFF(1) - 1.00671140939597*DFR(1,1)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CF03(2)..  CF_MFF(2) - 1.00671140939597*DFR(2,1)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CF03(3)..  CF_MFF(3) - 1.00671140939597*DFR(3,1)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CF04  =E=  </w:t>
      </w:r>
    </w:p>
    <w:p w:rsidR="0062748B" w:rsidRDefault="0062748B" w:rsidP="0062748B"/>
    <w:p w:rsidR="0062748B" w:rsidRDefault="0062748B" w:rsidP="0062748B">
      <w:r>
        <w:t>CF04(1)..  CF_BackwashFlow(1) - CF_MFF(1) + 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CF04(2)..  CF_BackwashFlow(2) - CF_MFF(2) + 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CF04(3)..  CF_BackwashFlow(3) - CF_MFF(3) + 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lastRenderedPageBreak/>
        <w:t xml:space="preserve">---- CF05  =E=  </w:t>
      </w:r>
    </w:p>
    <w:p w:rsidR="0062748B" w:rsidRDefault="0062748B" w:rsidP="0062748B"/>
    <w:p w:rsidR="0062748B" w:rsidRDefault="0062748B" w:rsidP="0062748B">
      <w:r>
        <w:t>CF05(1)..  CF_FeedPumpHP(1) - 0.346809353943718*CF_MFF(1)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CF05(2)..  CF_FeedPumpHP(2) - 0.346809353943718*CF_MFF(2)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CF05(3)..  CF_FeedPumpHP(3) - 0.346809353943718*CF_MFF(3)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CF06  =E=  </w:t>
      </w:r>
    </w:p>
    <w:p w:rsidR="0062748B" w:rsidRDefault="0062748B" w:rsidP="0062748B"/>
    <w:p w:rsidR="0062748B" w:rsidRDefault="0062748B" w:rsidP="0062748B">
      <w:r>
        <w:t>CF06(1)..  - 6534.96*CF_FeedPumpHP(1) + CF_FeedPumpPower(1)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CF06(2)..  - 6534.96*CF_FeedPumpHP(2) + CF_FeedPumpPower(2)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CF06(3)..  - 6534.96*CF_FeedPumpHP(3) + CF_FeedPumpPower(3)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CF07  =E=  </w:t>
      </w:r>
    </w:p>
    <w:p w:rsidR="0062748B" w:rsidRDefault="0062748B" w:rsidP="0062748B"/>
    <w:p w:rsidR="0062748B" w:rsidRDefault="0062748B" w:rsidP="0062748B">
      <w:r>
        <w:t>CF07(1)..  - 43.508*CF_FeedPumpHP(1) + CF_BackflushPower(1)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CF07(2)..  - 43.508*CF_FeedPumpHP(2) + CF_BackflushPower(2)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CF07(3)..  - 43.508*CF_FeedPumpHP(3) + CF_BackflushPower(3)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CF08  =E=  </w:t>
      </w:r>
    </w:p>
    <w:p w:rsidR="0062748B" w:rsidRDefault="0062748B" w:rsidP="0062748B"/>
    <w:p w:rsidR="0062748B" w:rsidRDefault="0062748B" w:rsidP="0062748B">
      <w:r>
        <w:t>CF08(1)..  - 90*CF_NoOfModules(1) + CF_NoOfMembranes(1)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CF08(2)..  - 90*CF_NoOfModules(2) + CF_NoOfMembranes(2)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CF08(3)..  - 90*CF_NoOfModules(3) + CF_NoOfMembranes(3)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CF09  =E=  </w:t>
      </w:r>
    </w:p>
    <w:p w:rsidR="0062748B" w:rsidRDefault="0062748B" w:rsidP="0062748B"/>
    <w:p w:rsidR="0062748B" w:rsidRDefault="0062748B" w:rsidP="0062748B">
      <w:r>
        <w:t>CF09(1)..  CF_BuildingArea(1) - 1.060338816*DFR(1,1)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CF09(2)..  CF_BuildingArea(2) - 1.060338816*DFR(2,1)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CF09(3)..  CF_BuildingArea(3) - 1.060338816*DFR(3,1)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CF10  =E=  </w:t>
      </w:r>
    </w:p>
    <w:p w:rsidR="0062748B" w:rsidRDefault="0062748B" w:rsidP="0062748B"/>
    <w:p w:rsidR="0062748B" w:rsidRDefault="0062748B" w:rsidP="0062748B">
      <w:r>
        <w:t>CF10(1)..  - 370000*CF_NoOfModules(1) + CF_MembraneModuleCost(1)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CF10(2)..  - 370000*CF_NoOfModules(2) + CF_MembraneModuleCost(2)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CF10(3)..  - 370000*CF_NoOfModules(3) + CF_MembraneModuleCost(3)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CF11  =E=  </w:t>
      </w:r>
    </w:p>
    <w:p w:rsidR="0062748B" w:rsidRDefault="0062748B" w:rsidP="0062748B"/>
    <w:p w:rsidR="0062748B" w:rsidRDefault="0062748B" w:rsidP="0062748B">
      <w:r>
        <w:t>CF11(1)..  - 1076*CF_BuildingArea(1) + CF_BuildingCost(1)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CF11(2)..  - 1076*CF_BuildingArea(2) + CF_BuildingCost(2)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CF11(3)..  - 1076*CF_BuildingArea(3) + CF_BuildingCost(3)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CF12  =E=  </w:t>
      </w:r>
    </w:p>
    <w:p w:rsidR="0062748B" w:rsidRDefault="0062748B" w:rsidP="0062748B"/>
    <w:p w:rsidR="0062748B" w:rsidRDefault="0062748B" w:rsidP="0062748B">
      <w:r>
        <w:t>CF12(1)..  - 70000*CF_NoOfModules(1) + CF_InstallationCost(1)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CF12(2)..  - 70000*CF_NoOfModules(2) + CF_InstallationCost(2)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CF12(3)..  - 70000*CF_NoOfModules(3) + CF_InstallationCost(3)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CF13  =E=  </w:t>
      </w:r>
    </w:p>
    <w:p w:rsidR="0062748B" w:rsidRDefault="0062748B" w:rsidP="0062748B"/>
    <w:p w:rsidR="0062748B" w:rsidRDefault="0062748B" w:rsidP="0062748B">
      <w:r>
        <w:t>CF13(1)..  - 0.05*CF_MembraneModuleCost(1) + CF_MiscCost(1)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CF13(2)..  - 0.05*CF_MembraneModuleCost(2) + CF_MiscCost(2)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CF13(3)..  - 0.05*CF_MembraneModuleCost(3) + CF_MiscCost(3)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CF14  =E=  </w:t>
      </w:r>
    </w:p>
    <w:p w:rsidR="0062748B" w:rsidRDefault="0062748B" w:rsidP="0062748B"/>
    <w:p w:rsidR="0062748B" w:rsidRDefault="0062748B" w:rsidP="0062748B">
      <w:r>
        <w:t>CF14(1)..  - 0.05*CF_MembraneModuleCost(1) - 0.05*CF_MiscCost(1)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CF14(2)..  - 0.05*CF_MembraneModuleCost(2) - 0.05*CF_MiscCost(2)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CF14(3)..  - 0.05*CF_MembraneModuleCost(3) - 0.05*CF_MiscCost(3)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CF_PlantPipingCost(3)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CF15  =E=  </w:t>
      </w:r>
    </w:p>
    <w:p w:rsidR="0062748B" w:rsidRDefault="0062748B" w:rsidP="0062748B"/>
    <w:p w:rsidR="0062748B" w:rsidRDefault="0062748B" w:rsidP="0062748B">
      <w:r>
        <w:t>CF15(1)..  - 0.1*CF_MembraneModuleCost(1) - 0.1*CF_MiscCost(1)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CF_EngineeringCost(1)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CF15(2)..  - 0.1*CF_MembraneModuleCost(2) - 0.1*CF_MiscCost(2)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CF15(3)..  - 0.1*CF_MembraneModuleCost(3) - 0.1*CF_MiscCost(3)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CF_EngineeringCost(3)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CF16  =E=  </w:t>
      </w:r>
    </w:p>
    <w:p w:rsidR="0062748B" w:rsidRDefault="0062748B" w:rsidP="0062748B"/>
    <w:p w:rsidR="0062748B" w:rsidRDefault="0062748B" w:rsidP="0062748B">
      <w:r>
        <w:t>CF16(1)..  - CF_MembraneModuleCost(1) - CF_BuildingCost(1)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CF_InstallationCost(1) - CF_MiscCost(1) - CF_PlantPipingCost(1)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CF_EngineeringCost(1) + CF_DirectCapitalCost(1)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CF16(2)..  - CF_MembraneModuleCost(2) - CF_BuildingCost(2)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CF_InstallationCost(2) - CF_MiscCost(2) - CF_PlantPipingCost(2)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CF_EngineeringCost(2) + CF_DirectCapitalCost(2)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CF16(3)..  - CF_MembraneModuleCost(3) - CF_BuildingCost(3)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CF_InstallationCost(3) - CF_MiscCost(3) - CF_PlantPipingCost(3)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CF_EngineeringCost(3) + CF_DirectCapitalCost(3)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CF17  =E=  </w:t>
      </w:r>
    </w:p>
    <w:p w:rsidR="0062748B" w:rsidRDefault="0062748B" w:rsidP="0062748B"/>
    <w:p w:rsidR="0062748B" w:rsidRDefault="0062748B" w:rsidP="0062748B">
      <w:r>
        <w:t>CF17(1)..  - 0.06*CF_DirectCapitalCost(1) + CF_ConstructionInterest(1)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CF17(2)..  - 0.06*CF_DirectCapitalCost(2) + CF_ConstructionInterest(2)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CF17(3)..  - 0.06*CF_DirectCapitalCost(3) + CF_ConstructionInterest(3)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CF18  =E=  </w:t>
      </w:r>
    </w:p>
    <w:p w:rsidR="0062748B" w:rsidRDefault="0062748B" w:rsidP="0062748B"/>
    <w:p w:rsidR="0062748B" w:rsidRDefault="0062748B" w:rsidP="0062748B">
      <w:r>
        <w:t>CF18(1)..  - 0.2*CF_DirectCapitalCost(1) + CF_Contingencies(1)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CF18(2)..  - 0.2*CF_DirectCapitalCost(2) + CF_Contingencies(2)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CF18(3)..  - 0.2*CF_DirectCapitalCost(3) + CF_Contingencies(3)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CF19  =E=  </w:t>
      </w:r>
    </w:p>
    <w:p w:rsidR="0062748B" w:rsidRDefault="0062748B" w:rsidP="0062748B"/>
    <w:p w:rsidR="0062748B" w:rsidRDefault="0062748B" w:rsidP="0062748B">
      <w:r>
        <w:t>CF19(1)..  - 0.1*CF_DirectCapitalCost(1) + CF_ProjectManagement(1)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CF19(2)..  - 0.1*CF_DirectCapitalCost(2) + CF_ProjectManagement(2)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CF19(3)..  - 0.1*CF_DirectCapitalCost(3) + CF_ProjectManagement(3)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CF20  =E=  </w:t>
      </w:r>
    </w:p>
    <w:p w:rsidR="0062748B" w:rsidRDefault="0062748B" w:rsidP="0062748B"/>
    <w:p w:rsidR="0062748B" w:rsidRDefault="0062748B" w:rsidP="0062748B">
      <w:r>
        <w:t>CF20(1)..  - 0.04*CF_DirectCapitalCost(1) + CF_WorkingCapital(1)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CF20(2)..  - 0.04*CF_DirectCapitalCost(2) + CF_WorkingCapital(2)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CF20(3)..  - 0.04*CF_DirectCapitalCost(3) + CF_WorkingCapital(3)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CF21  =E=  </w:t>
      </w:r>
    </w:p>
    <w:p w:rsidR="0062748B" w:rsidRDefault="0062748B" w:rsidP="0062748B"/>
    <w:p w:rsidR="0062748B" w:rsidRDefault="0062748B" w:rsidP="0062748B">
      <w:r>
        <w:t>CF21(1)..  - CF_ConstructionInterest(1) - CF_Contingencies(1)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CF_ProjectManagement(1) - CF_WorkingCapital(1)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CF21(2)..  - CF_ConstructionInterest(2) - CF_Contingencies(2)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CF_ProjectManagement(2) - CF_WorkingCapital(2)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CF21(3)..  - CF_ConstructionInterest(3) - CF_Contingencies(3)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CF_ProjectManagement(3) - CF_WorkingCapital(3)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CF_IndirectCapitalCost(3)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CF22  =E=  </w:t>
      </w:r>
    </w:p>
    <w:p w:rsidR="0062748B" w:rsidRDefault="0062748B" w:rsidP="0062748B"/>
    <w:p w:rsidR="0062748B" w:rsidRDefault="0062748B" w:rsidP="0062748B">
      <w:r>
        <w:t>CF22(1)..  - CF_DirectCapitalCost(1) - CF_IndirectCapitalCost(1)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+ CF_TotalConstructionCost(1)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CF22(2)..  - CF_DirectCapitalCost(2) - CF_IndirectCapitalCost(2)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CF22(3)..  - CF_DirectCapitalCost(3) - CF_IndirectCapitalCost(3)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CF_TotalConstructionCost(3)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CF23  =E=  </w:t>
      </w:r>
    </w:p>
    <w:p w:rsidR="0062748B" w:rsidRDefault="0062748B" w:rsidP="0062748B"/>
    <w:p w:rsidR="0062748B" w:rsidRDefault="0062748B" w:rsidP="0062748B">
      <w:r>
        <w:t>CF23(1)..  - 0.092543542478*CF_FeedPumpPower(1)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- 0.092543542478*CF_BackflushPower(1) + CF_ElectricityCost(1)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CF23(2)..  - 0.092543542478*CF_FeedPumpPower(2)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- 0.092543542478*CF_BackflushPower(2) + CF_ElectricityCost(2) =E= 0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CF23(3)..  - 0.092543542478*CF_FeedPumpPower(3)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- 0.092543542478*CF_BackflushPower(3) + CF_ElectricityCost(3)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CF24  =E=  </w:t>
      </w:r>
    </w:p>
    <w:p w:rsidR="0062748B" w:rsidRDefault="0062748B" w:rsidP="0062748B"/>
    <w:p w:rsidR="0062748B" w:rsidRDefault="0062748B" w:rsidP="0062748B">
      <w:r>
        <w:t>CF24(1)..  CF_LaborCost(1)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CF24(2)..  CF_LaborCost(2)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CF24(3)..  CF_LaborCost(3) =E= 528520 ; (LHS = 0, INFES = 528520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CF25  =E=  </w:t>
      </w:r>
    </w:p>
    <w:p w:rsidR="0062748B" w:rsidRDefault="0062748B" w:rsidP="0062748B"/>
    <w:p w:rsidR="0062748B" w:rsidRDefault="0062748B" w:rsidP="0062748B">
      <w:r>
        <w:lastRenderedPageBreak/>
        <w:t>CF25(1)..  CF_ChemicalCost(1) - 45.2294991346302*DFR(1,1) =E= -264.152574543161</w:t>
      </w:r>
    </w:p>
    <w:p w:rsidR="0062748B" w:rsidRDefault="0062748B" w:rsidP="0062748B">
      <w:r>
        <w:t xml:space="preserve">      ; (LHS = 0, INFES = 264.152574543161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CF25(2)..  CF_ChemicalCost(2) - 45.2294991346302*DFR(2,1) =E= -264.152574543161</w:t>
      </w:r>
    </w:p>
    <w:p w:rsidR="0062748B" w:rsidRDefault="0062748B" w:rsidP="0062748B">
      <w:r>
        <w:t xml:space="preserve">      ; (LHS = 0, INFES = 264.152574543161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CF25(3)..  CF_ChemicalCost(3) - 45.2294991346302*DFR(3,1) =E= -264.152574543161</w:t>
      </w:r>
    </w:p>
    <w:p w:rsidR="0062748B" w:rsidRDefault="0062748B" w:rsidP="0062748B">
      <w:r>
        <w:t xml:space="preserve">      ; (LHS = 0, INFES = 264.152574543161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CF26  =E=  </w:t>
      </w:r>
    </w:p>
    <w:p w:rsidR="0062748B" w:rsidRDefault="0062748B" w:rsidP="0062748B"/>
    <w:p w:rsidR="0062748B" w:rsidRDefault="0062748B" w:rsidP="0062748B">
      <w:r>
        <w:t>CF26(1)..  - 131.921287694597*CF_NoOfMembranes(1)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CF26(2)..  - 131.921287694597*CF_NoOfMembranes(2)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CF26(3)..  - 131.921287694597*CF_NoOfMembranes(3)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CF_MembraneReplacementCost(3)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CF27  =E=  </w:t>
      </w:r>
    </w:p>
    <w:p w:rsidR="0062748B" w:rsidRDefault="0062748B" w:rsidP="0062748B"/>
    <w:p w:rsidR="0062748B" w:rsidRDefault="0062748B" w:rsidP="0062748B">
      <w:r>
        <w:t xml:space="preserve">CF27(1)..  CF_CleaningChemicalCost(1) - 9.04589982692604*DFR(1,1) =E= </w:t>
      </w:r>
    </w:p>
    <w:p w:rsidR="0062748B" w:rsidRDefault="0062748B" w:rsidP="0062748B">
      <w:r>
        <w:t xml:space="preserve">     52.8308318920387 ; (LHS = 0, INFES = 52.8308318920387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CF27(2)..  CF_CleaningChemicalCost(2) - 9.04589982692604*DFR(2,1) =E= </w:t>
      </w:r>
    </w:p>
    <w:p w:rsidR="0062748B" w:rsidRDefault="0062748B" w:rsidP="0062748B">
      <w:r>
        <w:t xml:space="preserve">     52.8308318920387 ; (LHS = 0, INFES = 52.8308318920387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CF27(3)..  CF_CleaningChemicalCost(3) - 9.04589982692604*DFR(3,1) =E= </w:t>
      </w:r>
    </w:p>
    <w:p w:rsidR="0062748B" w:rsidRDefault="0062748B" w:rsidP="0062748B">
      <w:r>
        <w:t xml:space="preserve">     52.8308318920387 ; (LHS = 0, INFES = 52.8308318920387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CF28  =E=  </w:t>
      </w:r>
    </w:p>
    <w:p w:rsidR="0062748B" w:rsidRDefault="0062748B" w:rsidP="0062748B"/>
    <w:p w:rsidR="0062748B" w:rsidRDefault="0062748B" w:rsidP="0062748B">
      <w:r>
        <w:t>CF28(1)..  - 0.02*CF_DirectCapitalCost(1) + CF_Repairs(1)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CF28(2)..  - 0.02*CF_DirectCapitalCost(2) + CF_Repairs(2)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CF28(3)..  - 0.02*CF_DirectCapitalCost(3) + CF_Repairs(3)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CF29  =E=  </w:t>
      </w:r>
    </w:p>
    <w:p w:rsidR="0062748B" w:rsidRDefault="0062748B" w:rsidP="0062748B"/>
    <w:p w:rsidR="0062748B" w:rsidRDefault="0062748B" w:rsidP="0062748B">
      <w:r>
        <w:t>CF29(1)..  - CF_ElectricityCost(1) - CF_LaborCost(1) - CF_ChemicalCost(1)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CF_MembraneReplacementCost(1) - CF_CleaningChemicalCost(1)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CF_Repairs(1) + CF_TotalOMCost(1)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CF29(2)..  - CF_ElectricityCost(2) - CF_LaborCost(2) - CF_ChemicalCost(2)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CF_MembraneReplacementCost(2) - CF_CleaningChemicalCost(2)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CF_Repairs(2) + CF_TotalOMCost(2)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CF29(3)..  - CF_ElectricityCost(3) - CF_LaborCost(3) - CF_ChemicalCost(3)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CF_MembraneReplacementCost(3) - CF_CleaningChemicalCost(3)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CF_Repairs(3) + CF_TotalOMCost(3)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CF30  =E=  </w:t>
      </w:r>
    </w:p>
    <w:p w:rsidR="0062748B" w:rsidRDefault="0062748B" w:rsidP="0062748B"/>
    <w:p w:rsidR="0062748B" w:rsidRDefault="0062748B" w:rsidP="0062748B">
      <w:r>
        <w:t>CF30(1)..  - 0.101852208823151*CF_TotalConstructionCost(1)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CF30(2)..  - 0.101852208823151*CF_TotalConstructionCost(2)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CF30(3)..  - 0.101852208823151*CF_TotalConstructionCost(3)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CF_CapitalRecovery(3)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CF31  =E=  </w:t>
      </w:r>
    </w:p>
    <w:p w:rsidR="0062748B" w:rsidRDefault="0062748B" w:rsidP="0062748B"/>
    <w:p w:rsidR="0062748B" w:rsidRDefault="0062748B" w:rsidP="0062748B">
      <w:r>
        <w:t>CF31(1)..  - 2*CF_TotalOMCost(1) - 2*CF_CapitalRecovery(1) + CF_AnnualCost(1)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CF31(2)..  - 2*CF_TotalOMCost(2) - 2*CF_CapitalRecovery(2) + CF_AnnualCost(2)</w:t>
      </w:r>
    </w:p>
    <w:p w:rsidR="0062748B" w:rsidRDefault="0062748B" w:rsidP="0062748B">
      <w:r>
        <w:lastRenderedPageBreak/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CF31(3)..  - 2*CF_TotalOMCost(3) - 2*CF_CapitalRecovery(3) + CF_AnnualCost(3)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GAC01  =E=  </w:t>
      </w:r>
    </w:p>
    <w:p w:rsidR="0062748B" w:rsidRDefault="0062748B" w:rsidP="0062748B"/>
    <w:p w:rsidR="0062748B" w:rsidRDefault="0062748B" w:rsidP="0062748B">
      <w:r>
        <w:t>GAC01(1)..  GAC_CapitalCost(1) - (7.37701051584E16)*Volume(1,2)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GAC01(2)..  GAC_CapitalCost(2) - (7.37701051584E16)*Volume(2,2)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GAC01(3)..  GAC_CapitalCost(3) - (7.37701051584E16)*Volume(3,2)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lastRenderedPageBreak/>
        <w:t xml:space="preserve">---- GAC02  =E=  </w:t>
      </w:r>
    </w:p>
    <w:p w:rsidR="0062748B" w:rsidRDefault="0062748B" w:rsidP="0062748B"/>
    <w:p w:rsidR="0062748B" w:rsidRDefault="0062748B" w:rsidP="0062748B">
      <w:r>
        <w:t>GAC02(1)..  GAC_OMCost(1) - (8.53307527956E15)*Volume(1,2)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GAC02(2)..  GAC_OMCost(2) - (8.53307527956E15)*Volume(2,2)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GAC02(3)..  GAC_OMCost(3) - (8.53307527956E15)*Volume(3,2)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GAC03  =E=  </w:t>
      </w:r>
    </w:p>
    <w:p w:rsidR="0062748B" w:rsidRDefault="0062748B" w:rsidP="0062748B"/>
    <w:p w:rsidR="0062748B" w:rsidRDefault="0062748B" w:rsidP="0062748B">
      <w:r>
        <w:t>GAC03(1)..  - GAC_CapitalCost(1) - GAC_OMCost(1) + GAC_TotalCost(1)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GAC03(2)..  - GAC_CapitalCost(2) - GAC_OMCost(2) + GAC_TotalCost(2)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GAC03(3)..  - GAC_CapitalCost(3) - GAC_OMCost(3) + GAC_TotalCost(3)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IX01  =E=  </w:t>
      </w:r>
    </w:p>
    <w:p w:rsidR="0062748B" w:rsidRDefault="0062748B" w:rsidP="0062748B"/>
    <w:p w:rsidR="0062748B" w:rsidRDefault="0062748B" w:rsidP="0062748B">
      <w:r>
        <w:t>IX01(1)..  IX_MinResinVolume(1) - 0.18*DFR(1,3)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IX01(2)..  IX_MinResinVolume(2) - 0.18*DFR(2,3)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IX01(3)..  IX_MinResinVolume(3) - 0.18*DFR(3,3)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IX02  =E=  </w:t>
      </w:r>
    </w:p>
    <w:p w:rsidR="0062748B" w:rsidRDefault="0062748B" w:rsidP="0062748B"/>
    <w:p w:rsidR="0062748B" w:rsidRDefault="0062748B" w:rsidP="0062748B">
      <w:r>
        <w:t>IX02(1)..  IX_MinVolExhaustionTime(1)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IX02(2)..  IX_MinVolExhaustionTime(2) =E= 11.5101289134438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IX02(3)..  IX_MinVolExhaustionTime(3) =E= 11.5101289134438 ;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(LHS = 0, INFES = 11.5101289134438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IX04  =E=  </w:t>
      </w:r>
    </w:p>
    <w:p w:rsidR="0062748B" w:rsidRDefault="0062748B" w:rsidP="0062748B"/>
    <w:p w:rsidR="0062748B" w:rsidRDefault="0062748B" w:rsidP="0062748B">
      <w:r>
        <w:t>IX04(1)..  IX_ExhaustionTimeResinVolume(1) - 0.0156384*DFR(1,3)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IX04(2)..  IX_ExhaustionTimeResinVolume(2) - 0.0156384*DFR(2,3)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IX04(3)..  IX_ExhaustionTimeResinVolume(3) - 0.0156384*DFR(3,3)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IX05  =E=  </w:t>
      </w:r>
    </w:p>
    <w:p w:rsidR="0062748B" w:rsidRDefault="0062748B" w:rsidP="0062748B"/>
    <w:p w:rsidR="0062748B" w:rsidRDefault="0062748B" w:rsidP="0062748B">
      <w:r>
        <w:lastRenderedPageBreak/>
        <w:t>IX05(1)..  - 2*IX_ExhaustionTimeResinVolume(1) + IX_VesselVolume(1)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IX05(2)..  - 2*IX_ExhaustionTimeResinVolume(2) + IX_VesselVolume(2)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IX05(3)..  - 2*IX_ExhaustionTimeResinVolume(3) + IX_VesselVolume(3)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IX06  =E=  </w:t>
      </w:r>
    </w:p>
    <w:p w:rsidR="0062748B" w:rsidRDefault="0062748B" w:rsidP="0062748B"/>
    <w:p w:rsidR="0062748B" w:rsidRDefault="0062748B" w:rsidP="0062748B">
      <w:r>
        <w:t>IX06(1)..  - 1516.1814575484*IX_ExhaustionTimeResinVolume(1) + IX_ResinCost(1)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IX06(2)..  - 1516.1814575484*IX_ExhaustionTimeResinVolume(2) + IX_ResinCost(2)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IX06(3)..  - 1516.1814575484*IX_ExhaustionTimeResinVolume(3) + IX_ResinCost(3)</w:t>
      </w:r>
    </w:p>
    <w:p w:rsidR="0062748B" w:rsidRDefault="0062748B" w:rsidP="0062748B">
      <w:r>
        <w:t xml:space="preserve">      =E= 0 ; (LHS = 0)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IX07  =E=  </w:t>
      </w:r>
    </w:p>
    <w:p w:rsidR="0062748B" w:rsidRDefault="0062748B" w:rsidP="0062748B"/>
    <w:p w:rsidR="0062748B" w:rsidRDefault="0062748B" w:rsidP="0062748B">
      <w:r>
        <w:t>IX07(1)..  - (5350122.17055354)*IX_VesselVolume(1) + IX_TankTotalCost(1)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-115.015960136027, INFES = 115.015960136027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IX07(2)..  - (5350122.17055354)*IX_VesselVolume(2) + IX_TankTotalCost(2)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-115.015960136027, INFES = 115.015960136027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IX07(3)..  - (5350122.17055354)*IX_VesselVolume(3) + IX_TankTotalCost(3)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-115.015960136027, INFES = 115.015960136027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IX08  =E=  </w:t>
      </w:r>
    </w:p>
    <w:p w:rsidR="0062748B" w:rsidRDefault="0062748B" w:rsidP="0062748B"/>
    <w:p w:rsidR="0062748B" w:rsidRDefault="0062748B" w:rsidP="0062748B">
      <w:r>
        <w:t>IX08(1)..  - 150*IX_ExhaustionTimeResinVolume(1) + IX_NaClReq(1)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IX08(2)..  - 150*IX_ExhaustionTimeResinVolume(2) + IX_NaClReq(2)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IX08(3)..  - 150*IX_ExhaustionTimeResinVolume(3) + IX_NaClReq(3) =E= 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IX09  =E=  </w:t>
      </w:r>
    </w:p>
    <w:p w:rsidR="0062748B" w:rsidRDefault="0062748B" w:rsidP="0062748B"/>
    <w:p w:rsidR="0062748B" w:rsidRDefault="0062748B" w:rsidP="0062748B">
      <w:r>
        <w:t>IX09(1)..  - 0.01*IX_NaClReq(1) + IX_RegFluidReq(1)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IX09(2)..  - 0.01*IX_NaClReq(2) + IX_RegFluidReq(2)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IX09(3)..  - 0.01*IX_NaClReq(3) + IX_RegFluidReq(3)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IX10  =E=  </w:t>
      </w:r>
    </w:p>
    <w:p w:rsidR="0062748B" w:rsidRDefault="0062748B" w:rsidP="0062748B"/>
    <w:p w:rsidR="0062748B" w:rsidRDefault="0062748B" w:rsidP="0062748B">
      <w:r>
        <w:t>IX10(1)..  - 3.65*IX_NaClReq(1) + IX_TotalChemCost(1)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IX10(2)..  - 3.65*IX_NaClReq(2) + IX_TotalChemCost(2)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IX10(3)..  - 3.65*IX_NaClReq(3) + IX_TotalChemCost(3)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IX11  =E=  </w:t>
      </w:r>
    </w:p>
    <w:p w:rsidR="0062748B" w:rsidRDefault="0062748B" w:rsidP="0062748B"/>
    <w:p w:rsidR="0062748B" w:rsidRDefault="0062748B" w:rsidP="0062748B">
      <w:r>
        <w:t>IX11(1)..  - 250*IX_RegFluidReq(1) + IX_StorageTankCost(1)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IX11(2)..  - 250*IX_RegFluidReq(2) + IX_StorageTankCost(2)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IX11(3)..  - 250*IX_RegFluidReq(3) + IX_StorageTankCost(3)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IX12  =E=  </w:t>
      </w:r>
    </w:p>
    <w:p w:rsidR="0062748B" w:rsidRDefault="0062748B" w:rsidP="0062748B"/>
    <w:p w:rsidR="0062748B" w:rsidRDefault="0062748B" w:rsidP="0062748B">
      <w:r>
        <w:t>IX12(1)..  - (2500000000)*IX_VesselVolume(1) + IX_BedArea(1)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lastRenderedPageBreak/>
        <w:t>IX12(2)..  - (2500000000)*IX_VesselVolume(2) + IX_BedArea(2)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IX12(3)..  - (2500000000)*IX_VesselVolume(3) + IX_BedArea(3)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IX13  =E=  </w:t>
      </w:r>
    </w:p>
    <w:p w:rsidR="0062748B" w:rsidRDefault="0062748B" w:rsidP="0062748B"/>
    <w:p w:rsidR="0062748B" w:rsidRDefault="0062748B" w:rsidP="0062748B">
      <w:r>
        <w:t>IX13(1)..  - (1254.21)*IX_BedArea(1) + IX_ConstructionCost(1)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IX13(2)..  - (1254.21)*IX_BedArea(2) + IX_ConstructionCost(2)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IX13(3)..  - (1254.21)*IX_BedArea(3) + IX_ConstructionCost(3) =E= 36000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36000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IX14  =E=  </w:t>
      </w:r>
    </w:p>
    <w:p w:rsidR="0062748B" w:rsidRDefault="0062748B" w:rsidP="0062748B"/>
    <w:p w:rsidR="0062748B" w:rsidRDefault="0062748B" w:rsidP="0062748B">
      <w:r>
        <w:t>IX14(1)..  - (733000000000)*IX_BedArea(1) + IX_OMCost(1)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IX14(2)..  - (733000000000)*IX_BedArea(2) + IX_OMCost(2)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IX14(3)..  - (733000000000)*IX_BedArea(3) + IX_OMCost(3) =E= 2200 ;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(LHS = 0, INFES = 2200 ****)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IX15  =E=  </w:t>
      </w:r>
    </w:p>
    <w:p w:rsidR="0062748B" w:rsidRDefault="0062748B" w:rsidP="0062748B"/>
    <w:p w:rsidR="0062748B" w:rsidRDefault="0062748B" w:rsidP="0062748B">
      <w:r>
        <w:t>IX15(1)..  - 24*IX_ResinCost(1) - IX_TankTotalCost(1) - IX_TotalChemCost(1)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IX_StorageTankCost(1) - IX_ConstructionCost(1) - IX_OMCost(1)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IX_TotalCost(1)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IX15(2)..  - 24*IX_ResinCost(2) - IX_TankTotalCost(2) - IX_TotalChemCost(2)</w:t>
      </w:r>
    </w:p>
    <w:p w:rsidR="0062748B" w:rsidRDefault="0062748B" w:rsidP="0062748B">
      <w:r>
        <w:lastRenderedPageBreak/>
        <w:t xml:space="preserve">     </w:t>
      </w:r>
    </w:p>
    <w:p w:rsidR="0062748B" w:rsidRDefault="0062748B" w:rsidP="0062748B">
      <w:r>
        <w:t xml:space="preserve">      - IX_StorageTankCost(2) - IX_ConstructionCost(2) - IX_OMCost(2)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IX_TotalCost(2)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IX15(3)..  - 24*IX_ResinCost(3) - IX_TankTotalCost(3) - IX_TotalChemCost(3)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- IX_StorageTankCost(3) - IX_ConstructionCost(3) - IX_OMCost(3)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 xml:space="preserve">      + IX_TotalCost(3) =E= 0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44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MasterProblem Using NLP From line 893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CF_NoOfModules  Number of modules</w:t>
      </w:r>
    </w:p>
    <w:p w:rsidR="0062748B" w:rsidRDefault="0062748B" w:rsidP="0062748B"/>
    <w:p w:rsidR="0062748B" w:rsidRDefault="0062748B" w:rsidP="0062748B">
      <w:r>
        <w:t>CF_NoOfModules(1)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CF01(1)</w:t>
      </w:r>
    </w:p>
    <w:p w:rsidR="0062748B" w:rsidRDefault="0062748B" w:rsidP="0062748B">
      <w:r>
        <w:t xml:space="preserve">      -90       CF08(1)</w:t>
      </w:r>
    </w:p>
    <w:p w:rsidR="0062748B" w:rsidRDefault="0062748B" w:rsidP="0062748B">
      <w:r>
        <w:t xml:space="preserve">  -370000       CF10(1)</w:t>
      </w:r>
    </w:p>
    <w:p w:rsidR="0062748B" w:rsidRDefault="0062748B" w:rsidP="0062748B">
      <w:r>
        <w:t xml:space="preserve">   -70000       CF12(1)</w:t>
      </w:r>
    </w:p>
    <w:p w:rsidR="0062748B" w:rsidRDefault="0062748B" w:rsidP="0062748B"/>
    <w:p w:rsidR="0062748B" w:rsidRDefault="0062748B" w:rsidP="0062748B">
      <w:r>
        <w:t>CF_NoOfModules(2)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CF01(2)</w:t>
      </w:r>
    </w:p>
    <w:p w:rsidR="0062748B" w:rsidRDefault="0062748B" w:rsidP="0062748B">
      <w:r>
        <w:t xml:space="preserve">      -90       CF08(2)</w:t>
      </w:r>
    </w:p>
    <w:p w:rsidR="0062748B" w:rsidRDefault="0062748B" w:rsidP="0062748B">
      <w:r>
        <w:t xml:space="preserve">  -370000       CF10(2)</w:t>
      </w:r>
    </w:p>
    <w:p w:rsidR="0062748B" w:rsidRDefault="0062748B" w:rsidP="0062748B">
      <w:r>
        <w:t xml:space="preserve">   -70000       CF12(2)</w:t>
      </w:r>
    </w:p>
    <w:p w:rsidR="0062748B" w:rsidRDefault="0062748B" w:rsidP="0062748B"/>
    <w:p w:rsidR="0062748B" w:rsidRDefault="0062748B" w:rsidP="0062748B">
      <w:r>
        <w:t>CF_NoOfModules(3)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CF01(3)</w:t>
      </w:r>
    </w:p>
    <w:p w:rsidR="0062748B" w:rsidRDefault="0062748B" w:rsidP="0062748B">
      <w:r>
        <w:t xml:space="preserve">      -90       CF08(3)</w:t>
      </w:r>
    </w:p>
    <w:p w:rsidR="0062748B" w:rsidRDefault="0062748B" w:rsidP="0062748B">
      <w:r>
        <w:lastRenderedPageBreak/>
        <w:t xml:space="preserve">  -370000       CF10(3)</w:t>
      </w:r>
    </w:p>
    <w:p w:rsidR="0062748B" w:rsidRDefault="0062748B" w:rsidP="0062748B">
      <w:r>
        <w:t xml:space="preserve">   -70000       CF12(3)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CF_BackwashFlow  Backwash flow</w:t>
      </w:r>
    </w:p>
    <w:p w:rsidR="0062748B" w:rsidRDefault="0062748B" w:rsidP="0062748B"/>
    <w:p w:rsidR="0062748B" w:rsidRDefault="0062748B" w:rsidP="0062748B">
      <w:r>
        <w:t>CF_BackwashFlow(1)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CF04(1)</w:t>
      </w:r>
    </w:p>
    <w:p w:rsidR="0062748B" w:rsidRDefault="0062748B" w:rsidP="0062748B"/>
    <w:p w:rsidR="0062748B" w:rsidRDefault="0062748B" w:rsidP="0062748B">
      <w:r>
        <w:t>CF_BackwashFlow(2)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CF04(2)</w:t>
      </w:r>
    </w:p>
    <w:p w:rsidR="0062748B" w:rsidRDefault="0062748B" w:rsidP="0062748B"/>
    <w:p w:rsidR="0062748B" w:rsidRDefault="0062748B" w:rsidP="0062748B">
      <w:r>
        <w:t>CF_BackwashFlow(3)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CF_FeedPumpHP  Feed pump horsepower</w:t>
      </w:r>
    </w:p>
    <w:p w:rsidR="0062748B" w:rsidRDefault="0062748B" w:rsidP="0062748B"/>
    <w:p w:rsidR="0062748B" w:rsidRDefault="0062748B" w:rsidP="0062748B">
      <w:r>
        <w:t>CF_FeedPumpHP(1)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CF05(1)</w:t>
      </w:r>
    </w:p>
    <w:p w:rsidR="0062748B" w:rsidRDefault="0062748B" w:rsidP="0062748B">
      <w:r>
        <w:t xml:space="preserve">    -6534.96    CF06(1)</w:t>
      </w:r>
    </w:p>
    <w:p w:rsidR="0062748B" w:rsidRDefault="0062748B" w:rsidP="0062748B">
      <w:r>
        <w:t xml:space="preserve">      -43.508   CF07(1)</w:t>
      </w:r>
    </w:p>
    <w:p w:rsidR="0062748B" w:rsidRDefault="0062748B" w:rsidP="0062748B"/>
    <w:p w:rsidR="0062748B" w:rsidRDefault="0062748B" w:rsidP="0062748B">
      <w:r>
        <w:t>CF_FeedPumpHP(2)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CF05(2)</w:t>
      </w:r>
    </w:p>
    <w:p w:rsidR="0062748B" w:rsidRDefault="0062748B" w:rsidP="0062748B">
      <w:r>
        <w:t xml:space="preserve">    -6534.96    CF06(2)</w:t>
      </w:r>
    </w:p>
    <w:p w:rsidR="0062748B" w:rsidRDefault="0062748B" w:rsidP="0062748B">
      <w:r>
        <w:t xml:space="preserve">      -43.508   CF07(2)</w:t>
      </w:r>
    </w:p>
    <w:p w:rsidR="0062748B" w:rsidRDefault="0062748B" w:rsidP="0062748B"/>
    <w:p w:rsidR="0062748B" w:rsidRDefault="0062748B" w:rsidP="0062748B">
      <w:r>
        <w:t>CF_FeedPumpHP(3)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CF05(3)</w:t>
      </w:r>
    </w:p>
    <w:p w:rsidR="0062748B" w:rsidRDefault="0062748B" w:rsidP="0062748B">
      <w:r>
        <w:t xml:space="preserve">    -6534.96    CF06(3)</w:t>
      </w:r>
    </w:p>
    <w:p w:rsidR="0062748B" w:rsidRDefault="0062748B" w:rsidP="0062748B">
      <w:r>
        <w:t xml:space="preserve">      -43.508   CF07(3)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CF_FeedPumpPower  Feed pump power requirement in kWh</w:t>
      </w:r>
    </w:p>
    <w:p w:rsidR="0062748B" w:rsidRDefault="0062748B" w:rsidP="0062748B"/>
    <w:p w:rsidR="0062748B" w:rsidRDefault="0062748B" w:rsidP="0062748B">
      <w:r>
        <w:t>CF_FeedPumpPower(1)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CF06(1)</w:t>
      </w:r>
    </w:p>
    <w:p w:rsidR="0062748B" w:rsidRDefault="0062748B" w:rsidP="0062748B">
      <w:r>
        <w:t xml:space="preserve">       -0.0925  CF23(1)</w:t>
      </w:r>
    </w:p>
    <w:p w:rsidR="0062748B" w:rsidRDefault="0062748B" w:rsidP="0062748B"/>
    <w:p w:rsidR="0062748B" w:rsidRDefault="0062748B" w:rsidP="0062748B">
      <w:r>
        <w:lastRenderedPageBreak/>
        <w:t>CF_FeedPumpPower(2)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CF06(2)</w:t>
      </w:r>
    </w:p>
    <w:p w:rsidR="0062748B" w:rsidRDefault="0062748B" w:rsidP="0062748B">
      <w:r>
        <w:t xml:space="preserve">       -0.0925  CF23(2)</w:t>
      </w:r>
    </w:p>
    <w:p w:rsidR="0062748B" w:rsidRDefault="0062748B" w:rsidP="0062748B"/>
    <w:p w:rsidR="0062748B" w:rsidRDefault="0062748B" w:rsidP="0062748B">
      <w:r>
        <w:t>CF_FeedPumpPower(3)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CF06(3)</w:t>
      </w:r>
    </w:p>
    <w:p w:rsidR="0062748B" w:rsidRDefault="0062748B" w:rsidP="0062748B">
      <w:r>
        <w:t xml:space="preserve">       -0.0925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CF_BackflushPower  Backflush power requirement in kWh</w:t>
      </w:r>
    </w:p>
    <w:p w:rsidR="0062748B" w:rsidRDefault="0062748B" w:rsidP="0062748B"/>
    <w:p w:rsidR="0062748B" w:rsidRDefault="0062748B" w:rsidP="0062748B">
      <w:r>
        <w:t>CF_BackflushPower(1)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CF07(1)</w:t>
      </w:r>
    </w:p>
    <w:p w:rsidR="0062748B" w:rsidRDefault="0062748B" w:rsidP="0062748B">
      <w:r>
        <w:t xml:space="preserve">       -0.0925  CF23(1)</w:t>
      </w:r>
    </w:p>
    <w:p w:rsidR="0062748B" w:rsidRDefault="0062748B" w:rsidP="0062748B"/>
    <w:p w:rsidR="0062748B" w:rsidRDefault="0062748B" w:rsidP="0062748B">
      <w:r>
        <w:t>CF_BackflushPower(2)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CF07(2)</w:t>
      </w:r>
    </w:p>
    <w:p w:rsidR="0062748B" w:rsidRDefault="0062748B" w:rsidP="0062748B">
      <w:r>
        <w:t xml:space="preserve">       -0.0925  CF23(2)</w:t>
      </w:r>
    </w:p>
    <w:p w:rsidR="0062748B" w:rsidRDefault="0062748B" w:rsidP="0062748B"/>
    <w:p w:rsidR="0062748B" w:rsidRDefault="0062748B" w:rsidP="0062748B">
      <w:r>
        <w:t>CF_BackflushPower(3)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CF07(3)</w:t>
      </w:r>
    </w:p>
    <w:p w:rsidR="0062748B" w:rsidRDefault="0062748B" w:rsidP="0062748B">
      <w:r>
        <w:t xml:space="preserve">       -0.0925  CF23(3)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CF_MFF  Microfiltration feed flow in liters per sec</w:t>
      </w:r>
    </w:p>
    <w:p w:rsidR="0062748B" w:rsidRDefault="0062748B" w:rsidP="0062748B"/>
    <w:p w:rsidR="0062748B" w:rsidRDefault="0062748B" w:rsidP="0062748B">
      <w:r>
        <w:t>CF_MFF(1)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CF03(1)</w:t>
      </w:r>
    </w:p>
    <w:p w:rsidR="0062748B" w:rsidRDefault="0062748B" w:rsidP="0062748B">
      <w:r>
        <w:t xml:space="preserve">       -1       CF04(1)</w:t>
      </w:r>
    </w:p>
    <w:p w:rsidR="0062748B" w:rsidRDefault="0062748B" w:rsidP="0062748B">
      <w:r>
        <w:t xml:space="preserve">       -0.3468  CF05(1)</w:t>
      </w:r>
    </w:p>
    <w:p w:rsidR="0062748B" w:rsidRDefault="0062748B" w:rsidP="0062748B"/>
    <w:p w:rsidR="0062748B" w:rsidRDefault="0062748B" w:rsidP="0062748B">
      <w:r>
        <w:t>CF_MFF(2)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CF03(2)</w:t>
      </w:r>
    </w:p>
    <w:p w:rsidR="0062748B" w:rsidRDefault="0062748B" w:rsidP="0062748B">
      <w:r>
        <w:t xml:space="preserve">       -1       CF04(2)</w:t>
      </w:r>
    </w:p>
    <w:p w:rsidR="0062748B" w:rsidRDefault="0062748B" w:rsidP="0062748B">
      <w:r>
        <w:t xml:space="preserve">       -0.3468  CF05(2)</w:t>
      </w:r>
    </w:p>
    <w:p w:rsidR="0062748B" w:rsidRDefault="0062748B" w:rsidP="0062748B"/>
    <w:p w:rsidR="0062748B" w:rsidRDefault="0062748B" w:rsidP="0062748B">
      <w:r>
        <w:t>CF_MFF(3)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CF03(3)</w:t>
      </w:r>
    </w:p>
    <w:p w:rsidR="0062748B" w:rsidRDefault="0062748B" w:rsidP="0062748B">
      <w:r>
        <w:t xml:space="preserve">       -1       CF04(3)</w:t>
      </w:r>
    </w:p>
    <w:p w:rsidR="0062748B" w:rsidRDefault="0062748B" w:rsidP="0062748B">
      <w:r>
        <w:t xml:space="preserve">       -0.3468  CF05(3)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CF_NoOfMembranes  Number of membranes used</w:t>
      </w:r>
    </w:p>
    <w:p w:rsidR="0062748B" w:rsidRDefault="0062748B" w:rsidP="0062748B"/>
    <w:p w:rsidR="0062748B" w:rsidRDefault="0062748B" w:rsidP="0062748B">
      <w:r>
        <w:t>CF_NoOfMembranes(1)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CF08(1)</w:t>
      </w:r>
    </w:p>
    <w:p w:rsidR="0062748B" w:rsidRDefault="0062748B" w:rsidP="0062748B">
      <w:r>
        <w:t xml:space="preserve">     -131.9213  CF26(1)</w:t>
      </w:r>
    </w:p>
    <w:p w:rsidR="0062748B" w:rsidRDefault="0062748B" w:rsidP="0062748B"/>
    <w:p w:rsidR="0062748B" w:rsidRDefault="0062748B" w:rsidP="0062748B">
      <w:r>
        <w:t>CF_NoOfMembranes(2)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CF08(2)</w:t>
      </w:r>
    </w:p>
    <w:p w:rsidR="0062748B" w:rsidRDefault="0062748B" w:rsidP="0062748B">
      <w:r>
        <w:t xml:space="preserve">     -131.9213  CF26(2)</w:t>
      </w:r>
    </w:p>
    <w:p w:rsidR="0062748B" w:rsidRDefault="0062748B" w:rsidP="0062748B"/>
    <w:p w:rsidR="0062748B" w:rsidRDefault="0062748B" w:rsidP="0062748B">
      <w:r>
        <w:t>CF_NoOfMembranes(3)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CF08(3)</w:t>
      </w:r>
    </w:p>
    <w:p w:rsidR="0062748B" w:rsidRDefault="0062748B" w:rsidP="0062748B">
      <w:r>
        <w:t xml:space="preserve">     -131.9213  CF26(3)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CF_BuildingArea  Building area for the process implementation</w:t>
      </w:r>
    </w:p>
    <w:p w:rsidR="0062748B" w:rsidRDefault="0062748B" w:rsidP="0062748B"/>
    <w:p w:rsidR="0062748B" w:rsidRDefault="0062748B" w:rsidP="0062748B">
      <w:r>
        <w:t>CF_BuildingArea(1)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CF09(1)</w:t>
      </w:r>
    </w:p>
    <w:p w:rsidR="0062748B" w:rsidRDefault="0062748B" w:rsidP="0062748B">
      <w:r>
        <w:t xml:space="preserve">    -1076       CF11(1)</w:t>
      </w:r>
    </w:p>
    <w:p w:rsidR="0062748B" w:rsidRDefault="0062748B" w:rsidP="0062748B"/>
    <w:p w:rsidR="0062748B" w:rsidRDefault="0062748B" w:rsidP="0062748B">
      <w:r>
        <w:t>CF_BuildingArea(2)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CF09(2)</w:t>
      </w:r>
    </w:p>
    <w:p w:rsidR="0062748B" w:rsidRDefault="0062748B" w:rsidP="0062748B">
      <w:r>
        <w:t xml:space="preserve">    -1076       CF11(2)</w:t>
      </w:r>
    </w:p>
    <w:p w:rsidR="0062748B" w:rsidRDefault="0062748B" w:rsidP="0062748B"/>
    <w:p w:rsidR="0062748B" w:rsidRDefault="0062748B" w:rsidP="0062748B">
      <w:r>
        <w:t>CF_BuildingArea(3)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CF09(3)</w:t>
      </w:r>
    </w:p>
    <w:p w:rsidR="0062748B" w:rsidRDefault="0062748B" w:rsidP="0062748B">
      <w:r>
        <w:t xml:space="preserve">    -1076       CF11(3)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CF_MembraneModuleCost  Membrane module cost</w:t>
      </w:r>
    </w:p>
    <w:p w:rsidR="0062748B" w:rsidRDefault="0062748B" w:rsidP="0062748B"/>
    <w:p w:rsidR="0062748B" w:rsidRDefault="0062748B" w:rsidP="0062748B">
      <w:r>
        <w:t>CF_MembraneModuleCost(1)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CF10(1)</w:t>
      </w:r>
    </w:p>
    <w:p w:rsidR="0062748B" w:rsidRDefault="0062748B" w:rsidP="0062748B">
      <w:r>
        <w:t xml:space="preserve">       -0.05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CF_MembraneModuleCost(2)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CF10(2)</w:t>
      </w:r>
    </w:p>
    <w:p w:rsidR="0062748B" w:rsidRDefault="0062748B" w:rsidP="0062748B">
      <w:r>
        <w:t xml:space="preserve">       -0.05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CF_MembraneModuleCost(3)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CF10(3)</w:t>
      </w:r>
    </w:p>
    <w:p w:rsidR="0062748B" w:rsidRDefault="0062748B" w:rsidP="0062748B">
      <w:r>
        <w:t xml:space="preserve">       -0.05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CF_BuildingCost  Building cost - based on the building area</w:t>
      </w:r>
    </w:p>
    <w:p w:rsidR="0062748B" w:rsidRDefault="0062748B" w:rsidP="0062748B"/>
    <w:p w:rsidR="0062748B" w:rsidRDefault="0062748B" w:rsidP="0062748B">
      <w:r>
        <w:t>CF_BuildingCost(1)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CF_BuildingCost(2)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CF_BuildingCost(3)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CF11(3)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CF_InstallationCost  Installation cost for the process</w:t>
      </w:r>
    </w:p>
    <w:p w:rsidR="0062748B" w:rsidRDefault="0062748B" w:rsidP="0062748B"/>
    <w:p w:rsidR="0062748B" w:rsidRDefault="0062748B" w:rsidP="0062748B">
      <w:r>
        <w:t>CF_InstallationCost(1)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CF_InstallationCost(2)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lastRenderedPageBreak/>
        <w:t>CF_InstallationCost(3)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CF12(3)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CF_MiscCost  Miscellaneous cost (taken as 5% of the module cost)</w:t>
      </w:r>
    </w:p>
    <w:p w:rsidR="0062748B" w:rsidRDefault="0062748B" w:rsidP="0062748B"/>
    <w:p w:rsidR="0062748B" w:rsidRDefault="0062748B" w:rsidP="0062748B">
      <w:r>
        <w:t>CF_MiscCost(1)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CF13(1)</w:t>
      </w:r>
    </w:p>
    <w:p w:rsidR="0062748B" w:rsidRDefault="0062748B" w:rsidP="0062748B">
      <w:r>
        <w:t xml:space="preserve">       -0.05    CF14(1)</w:t>
      </w:r>
    </w:p>
    <w:p w:rsidR="0062748B" w:rsidRDefault="0062748B" w:rsidP="0062748B">
      <w:r>
        <w:t xml:space="preserve">       -0.1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CF_MiscCost(2)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CF13(2)</w:t>
      </w:r>
    </w:p>
    <w:p w:rsidR="0062748B" w:rsidRDefault="0062748B" w:rsidP="0062748B">
      <w:r>
        <w:t xml:space="preserve">       -0.05    CF14(2)</w:t>
      </w:r>
    </w:p>
    <w:p w:rsidR="0062748B" w:rsidRDefault="0062748B" w:rsidP="0062748B">
      <w:r>
        <w:t xml:space="preserve">       -0.1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CF_MiscCost(3)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CF13(3)</w:t>
      </w:r>
    </w:p>
    <w:p w:rsidR="0062748B" w:rsidRDefault="0062748B" w:rsidP="0062748B">
      <w:r>
        <w:t xml:space="preserve">       -0.05    CF14(3)</w:t>
      </w:r>
    </w:p>
    <w:p w:rsidR="0062748B" w:rsidRDefault="0062748B" w:rsidP="0062748B">
      <w:r>
        <w:t xml:space="preserve">       -0.1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CF_PlantPipingCost  Plant piping cost (taken as 5%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CF_PlantPipingCost(1)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CF_PlantPipingCost(2)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CF_PlantPipingCost(3)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CF14(3)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CF_EngineeringCost  Engineering cost (taken as 10% of the module and misc c</w:t>
      </w:r>
    </w:p>
    <w:p w:rsidR="0062748B" w:rsidRDefault="0062748B" w:rsidP="0062748B">
      <w:r>
        <w:t xml:space="preserve">                         ost)</w:t>
      </w:r>
    </w:p>
    <w:p w:rsidR="0062748B" w:rsidRDefault="0062748B" w:rsidP="0062748B"/>
    <w:p w:rsidR="0062748B" w:rsidRDefault="0062748B" w:rsidP="0062748B">
      <w:r>
        <w:t>CF_EngineeringCost(1)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CF15(1)</w:t>
      </w:r>
    </w:p>
    <w:p w:rsidR="0062748B" w:rsidRDefault="0062748B" w:rsidP="0062748B">
      <w:r>
        <w:t xml:space="preserve">       -1       CF16(1)</w:t>
      </w:r>
    </w:p>
    <w:p w:rsidR="0062748B" w:rsidRDefault="0062748B" w:rsidP="0062748B"/>
    <w:p w:rsidR="0062748B" w:rsidRDefault="0062748B" w:rsidP="0062748B">
      <w:r>
        <w:t>CF_EngineeringCost(2)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CF15(2)</w:t>
      </w:r>
    </w:p>
    <w:p w:rsidR="0062748B" w:rsidRDefault="0062748B" w:rsidP="0062748B">
      <w:r>
        <w:t xml:space="preserve">       -1       CF16(2)</w:t>
      </w:r>
    </w:p>
    <w:p w:rsidR="0062748B" w:rsidRDefault="0062748B" w:rsidP="0062748B"/>
    <w:p w:rsidR="0062748B" w:rsidRDefault="0062748B" w:rsidP="0062748B">
      <w:r>
        <w:t>CF_EngineeringCost(3)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CF15(3)</w:t>
      </w:r>
    </w:p>
    <w:p w:rsidR="0062748B" w:rsidRDefault="0062748B" w:rsidP="0062748B">
      <w:r>
        <w:t xml:space="preserve">       -1       CF16(3)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CF_DirectCapitalCost  Total direct capital cost</w:t>
      </w:r>
    </w:p>
    <w:p w:rsidR="0062748B" w:rsidRDefault="0062748B" w:rsidP="0062748B"/>
    <w:p w:rsidR="0062748B" w:rsidRDefault="0062748B" w:rsidP="0062748B">
      <w:r>
        <w:t>CF_DirectCapitalCost(1)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CF16(1)</w:t>
      </w:r>
    </w:p>
    <w:p w:rsidR="0062748B" w:rsidRDefault="0062748B" w:rsidP="0062748B">
      <w:r>
        <w:t xml:space="preserve">       -0.06    CF17(1)</w:t>
      </w:r>
    </w:p>
    <w:p w:rsidR="0062748B" w:rsidRDefault="0062748B" w:rsidP="0062748B">
      <w:r>
        <w:t xml:space="preserve">       -0.2     CF18(1)</w:t>
      </w:r>
    </w:p>
    <w:p w:rsidR="0062748B" w:rsidRDefault="0062748B" w:rsidP="0062748B">
      <w:r>
        <w:t xml:space="preserve">       -0.1     CF19(1)</w:t>
      </w:r>
    </w:p>
    <w:p w:rsidR="0062748B" w:rsidRDefault="0062748B" w:rsidP="0062748B">
      <w:r>
        <w:t xml:space="preserve">       -0.04    CF20(1)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>
      <w:r>
        <w:t xml:space="preserve">       -0.02    CF28(1)</w:t>
      </w:r>
    </w:p>
    <w:p w:rsidR="0062748B" w:rsidRDefault="0062748B" w:rsidP="0062748B"/>
    <w:p w:rsidR="0062748B" w:rsidRDefault="0062748B" w:rsidP="0062748B">
      <w:r>
        <w:t>CF_DirectCapitalCost(2)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CF16(2)</w:t>
      </w:r>
    </w:p>
    <w:p w:rsidR="0062748B" w:rsidRDefault="0062748B" w:rsidP="0062748B">
      <w:r>
        <w:t xml:space="preserve">       -0.06    CF17(2)</w:t>
      </w:r>
    </w:p>
    <w:p w:rsidR="0062748B" w:rsidRDefault="0062748B" w:rsidP="0062748B">
      <w:r>
        <w:t xml:space="preserve">       -0.2     CF18(2)</w:t>
      </w:r>
    </w:p>
    <w:p w:rsidR="0062748B" w:rsidRDefault="0062748B" w:rsidP="0062748B">
      <w:r>
        <w:t xml:space="preserve">       -0.1     CF19(2)</w:t>
      </w:r>
    </w:p>
    <w:p w:rsidR="0062748B" w:rsidRDefault="0062748B" w:rsidP="0062748B">
      <w:r>
        <w:t xml:space="preserve">       -0.04    CF20(2)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>
      <w:r>
        <w:t xml:space="preserve">       -0.02    CF28(2)</w:t>
      </w:r>
    </w:p>
    <w:p w:rsidR="0062748B" w:rsidRDefault="0062748B" w:rsidP="0062748B"/>
    <w:p w:rsidR="0062748B" w:rsidRDefault="0062748B" w:rsidP="0062748B">
      <w:r>
        <w:t>CF_DirectCapitalCost(3)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CF16(3)</w:t>
      </w:r>
    </w:p>
    <w:p w:rsidR="0062748B" w:rsidRDefault="0062748B" w:rsidP="0062748B">
      <w:r>
        <w:t xml:space="preserve">       -0.06    CF17(3)</w:t>
      </w:r>
    </w:p>
    <w:p w:rsidR="0062748B" w:rsidRDefault="0062748B" w:rsidP="0062748B">
      <w:r>
        <w:t xml:space="preserve">       -0.2     CF18(3)</w:t>
      </w:r>
    </w:p>
    <w:p w:rsidR="0062748B" w:rsidRDefault="0062748B" w:rsidP="0062748B">
      <w:r>
        <w:t xml:space="preserve">       -0.1     CF19(3)</w:t>
      </w:r>
    </w:p>
    <w:p w:rsidR="0062748B" w:rsidRDefault="0062748B" w:rsidP="0062748B">
      <w:r>
        <w:lastRenderedPageBreak/>
        <w:t xml:space="preserve">       -0.04    CF20(3)</w:t>
      </w:r>
    </w:p>
    <w:p w:rsidR="0062748B" w:rsidRDefault="0062748B" w:rsidP="0062748B">
      <w:r>
        <w:t xml:space="preserve">       -1       CF22(3)</w:t>
      </w:r>
    </w:p>
    <w:p w:rsidR="0062748B" w:rsidRDefault="0062748B" w:rsidP="0062748B">
      <w:r>
        <w:t xml:space="preserve">       -0.02    CF28(3)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 xml:space="preserve">---- CF_ConstructionInterest  Expense on interest during construction (taken as </w:t>
      </w:r>
    </w:p>
    <w:p w:rsidR="0062748B" w:rsidRDefault="0062748B" w:rsidP="0062748B">
      <w:r>
        <w:t xml:space="preserve">                              6% of total direct capital cost)</w:t>
      </w:r>
    </w:p>
    <w:p w:rsidR="0062748B" w:rsidRDefault="0062748B" w:rsidP="0062748B"/>
    <w:p w:rsidR="0062748B" w:rsidRDefault="0062748B" w:rsidP="0062748B">
      <w:r>
        <w:t>CF_ConstructionInterest(1)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CF_ConstructionInterest(2)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CF_ConstructionInterest(3)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CF17(3)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CF_Contingencies  Contingencies (taken as 20% of total direct capital cost)</w:t>
      </w:r>
    </w:p>
    <w:p w:rsidR="0062748B" w:rsidRDefault="0062748B" w:rsidP="0062748B"/>
    <w:p w:rsidR="0062748B" w:rsidRDefault="0062748B" w:rsidP="0062748B">
      <w:r>
        <w:t>CF_Contingencies(1)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CF_Contingencies(2)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CF_Contingencies(3)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CF18(3)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CF_ProjectManagement  Fees and project management (taken as 10% of total di</w:t>
      </w:r>
    </w:p>
    <w:p w:rsidR="0062748B" w:rsidRDefault="0062748B" w:rsidP="0062748B">
      <w:r>
        <w:t xml:space="preserve">                           rect capital cost)</w:t>
      </w:r>
    </w:p>
    <w:p w:rsidR="0062748B" w:rsidRDefault="0062748B" w:rsidP="0062748B"/>
    <w:p w:rsidR="0062748B" w:rsidRDefault="0062748B" w:rsidP="0062748B">
      <w:r>
        <w:t>CF_ProjectManagement(1)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CF19(1)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CF_ProjectManagement(2)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CF_ProjectManagement(3)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CF19(3)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CF_WorkingCapital  Working capital (taken as 4% of total direct capital cos</w:t>
      </w:r>
    </w:p>
    <w:p w:rsidR="0062748B" w:rsidRDefault="0062748B" w:rsidP="0062748B">
      <w:r>
        <w:t xml:space="preserve">                        t)</w:t>
      </w:r>
    </w:p>
    <w:p w:rsidR="0062748B" w:rsidRDefault="0062748B" w:rsidP="0062748B"/>
    <w:p w:rsidR="0062748B" w:rsidRDefault="0062748B" w:rsidP="0062748B">
      <w:r>
        <w:t>CF_WorkingCapital(1)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CF20(1)</w:t>
      </w:r>
    </w:p>
    <w:p w:rsidR="0062748B" w:rsidRDefault="0062748B" w:rsidP="0062748B">
      <w:r>
        <w:t xml:space="preserve">       -1       CF21(1)</w:t>
      </w:r>
    </w:p>
    <w:p w:rsidR="0062748B" w:rsidRDefault="0062748B" w:rsidP="0062748B"/>
    <w:p w:rsidR="0062748B" w:rsidRDefault="0062748B" w:rsidP="0062748B">
      <w:r>
        <w:t>CF_WorkingCapital(2)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CF20(2)</w:t>
      </w:r>
    </w:p>
    <w:p w:rsidR="0062748B" w:rsidRDefault="0062748B" w:rsidP="0062748B">
      <w:r>
        <w:t xml:space="preserve">       -1       CF21(2)</w:t>
      </w:r>
    </w:p>
    <w:p w:rsidR="0062748B" w:rsidRDefault="0062748B" w:rsidP="0062748B"/>
    <w:p w:rsidR="0062748B" w:rsidRDefault="0062748B" w:rsidP="0062748B">
      <w:r>
        <w:t>CF_WorkingCapital(3)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CF20(3)</w:t>
      </w:r>
    </w:p>
    <w:p w:rsidR="0062748B" w:rsidRDefault="0062748B" w:rsidP="0062748B">
      <w:r>
        <w:t xml:space="preserve">       -1       CF21(3)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CF_IndirectCapitalCost  Total indirect capital cost</w:t>
      </w:r>
    </w:p>
    <w:p w:rsidR="0062748B" w:rsidRDefault="0062748B" w:rsidP="0062748B"/>
    <w:p w:rsidR="0062748B" w:rsidRDefault="0062748B" w:rsidP="0062748B">
      <w:r>
        <w:t>CF_IndirectCapitalCost(1)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CF21(1)</w:t>
      </w:r>
    </w:p>
    <w:p w:rsidR="0062748B" w:rsidRDefault="0062748B" w:rsidP="0062748B">
      <w:r>
        <w:t xml:space="preserve">       -1       CF22(1)</w:t>
      </w:r>
    </w:p>
    <w:p w:rsidR="0062748B" w:rsidRDefault="0062748B" w:rsidP="0062748B"/>
    <w:p w:rsidR="0062748B" w:rsidRDefault="0062748B" w:rsidP="0062748B">
      <w:r>
        <w:t>CF_IndirectCapitalCost(2)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CF21(2)</w:t>
      </w:r>
    </w:p>
    <w:p w:rsidR="0062748B" w:rsidRDefault="0062748B" w:rsidP="0062748B">
      <w:r>
        <w:t xml:space="preserve">       -1       CF22(2)</w:t>
      </w:r>
    </w:p>
    <w:p w:rsidR="0062748B" w:rsidRDefault="0062748B" w:rsidP="0062748B"/>
    <w:p w:rsidR="0062748B" w:rsidRDefault="0062748B" w:rsidP="0062748B">
      <w:r>
        <w:t>CF_IndirectCapitalCost(3)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CF21(3)</w:t>
      </w:r>
    </w:p>
    <w:p w:rsidR="0062748B" w:rsidRDefault="0062748B" w:rsidP="0062748B">
      <w:r>
        <w:lastRenderedPageBreak/>
        <w:t xml:space="preserve">       -1       CF22(3)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CF_TotalConstructionCost  Total (direct and indirect) construction cost</w:t>
      </w:r>
    </w:p>
    <w:p w:rsidR="0062748B" w:rsidRDefault="0062748B" w:rsidP="0062748B"/>
    <w:p w:rsidR="0062748B" w:rsidRDefault="0062748B" w:rsidP="0062748B">
      <w:r>
        <w:t>CF_TotalConstructionCost(1)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CF22(1)</w:t>
      </w:r>
    </w:p>
    <w:p w:rsidR="0062748B" w:rsidRDefault="0062748B" w:rsidP="0062748B">
      <w:r>
        <w:t xml:space="preserve">       -0.1019  CF30(1)</w:t>
      </w:r>
    </w:p>
    <w:p w:rsidR="0062748B" w:rsidRDefault="0062748B" w:rsidP="0062748B"/>
    <w:p w:rsidR="0062748B" w:rsidRDefault="0062748B" w:rsidP="0062748B">
      <w:r>
        <w:t>CF_TotalConstructionCost(2)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CF22(2)</w:t>
      </w:r>
    </w:p>
    <w:p w:rsidR="0062748B" w:rsidRDefault="0062748B" w:rsidP="0062748B">
      <w:r>
        <w:t xml:space="preserve">       -0.1019  CF30(2)</w:t>
      </w:r>
    </w:p>
    <w:p w:rsidR="0062748B" w:rsidRDefault="0062748B" w:rsidP="0062748B"/>
    <w:p w:rsidR="0062748B" w:rsidRDefault="0062748B" w:rsidP="0062748B">
      <w:r>
        <w:t>CF_TotalConstructionCost(3)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CF22(3)</w:t>
      </w:r>
    </w:p>
    <w:p w:rsidR="0062748B" w:rsidRDefault="0062748B" w:rsidP="0062748B">
      <w:r>
        <w:t xml:space="preserve">       -0.1019  CF30(3)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CF_ElectricityCost  Electricity cost for the implementation of the process</w:t>
      </w:r>
    </w:p>
    <w:p w:rsidR="0062748B" w:rsidRDefault="0062748B" w:rsidP="0062748B"/>
    <w:p w:rsidR="0062748B" w:rsidRDefault="0062748B" w:rsidP="0062748B">
      <w:r>
        <w:lastRenderedPageBreak/>
        <w:t>CF_ElectricityCost(1)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CF_ElectricityCost(2)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CF_ElectricityCost(3)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CF23(3)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CF_LaborCost  Labor cost for the implementation of the process</w:t>
      </w:r>
    </w:p>
    <w:p w:rsidR="0062748B" w:rsidRDefault="0062748B" w:rsidP="0062748B"/>
    <w:p w:rsidR="0062748B" w:rsidRDefault="0062748B" w:rsidP="0062748B">
      <w:r>
        <w:t>CF_LaborCost(1)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CF_LaborCost(2)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CF24(2)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CF_LaborCost(3)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CF24(3)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CF_ChemicalCost  Chemical cost for the process</w:t>
      </w:r>
    </w:p>
    <w:p w:rsidR="0062748B" w:rsidRDefault="0062748B" w:rsidP="0062748B"/>
    <w:p w:rsidR="0062748B" w:rsidRDefault="0062748B" w:rsidP="0062748B">
      <w:r>
        <w:t>CF_ChemicalCost(1)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CF25(2)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CF25(3)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CF_MembraneReplacementCost  Membrane replacement cost for the process</w:t>
      </w:r>
    </w:p>
    <w:p w:rsidR="0062748B" w:rsidRDefault="0062748B" w:rsidP="0062748B"/>
    <w:p w:rsidR="0062748B" w:rsidRDefault="0062748B" w:rsidP="0062748B">
      <w:r>
        <w:t>CF_MembraneReplacementCost(1)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CF_MembraneReplacementCost(2)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CF_MembraneReplacementCost(3)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CF26(3)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CF_CleaningChemicalCost  Cleaning chemical (NaOCl) cost</w:t>
      </w:r>
    </w:p>
    <w:p w:rsidR="0062748B" w:rsidRDefault="0062748B" w:rsidP="0062748B"/>
    <w:p w:rsidR="0062748B" w:rsidRDefault="0062748B" w:rsidP="0062748B">
      <w:r>
        <w:t>CF_CleaningChemicalCost(1)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CF_CleaningChemicalCost(2)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CF_CleaningChemicalCost(3)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CF27(3)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CF_Repairs  Repairs replacement and misc cost (taken as 2% of the direct ca</w:t>
      </w:r>
    </w:p>
    <w:p w:rsidR="0062748B" w:rsidRDefault="0062748B" w:rsidP="0062748B">
      <w:r>
        <w:t xml:space="preserve">                 pital cost)</w:t>
      </w:r>
    </w:p>
    <w:p w:rsidR="0062748B" w:rsidRDefault="0062748B" w:rsidP="0062748B"/>
    <w:p w:rsidR="0062748B" w:rsidRDefault="0062748B" w:rsidP="0062748B">
      <w:r>
        <w:t>CF_Repairs(1)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CF28(1)</w:t>
      </w:r>
    </w:p>
    <w:p w:rsidR="0062748B" w:rsidRDefault="0062748B" w:rsidP="0062748B">
      <w:r>
        <w:t xml:space="preserve">       -1       CF29(1)</w:t>
      </w:r>
    </w:p>
    <w:p w:rsidR="0062748B" w:rsidRDefault="0062748B" w:rsidP="0062748B"/>
    <w:p w:rsidR="0062748B" w:rsidRDefault="0062748B" w:rsidP="0062748B">
      <w:r>
        <w:t>CF_Repairs(2)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CF28(2)</w:t>
      </w:r>
    </w:p>
    <w:p w:rsidR="0062748B" w:rsidRDefault="0062748B" w:rsidP="0062748B">
      <w:r>
        <w:t xml:space="preserve">       -1       CF29(2)</w:t>
      </w:r>
    </w:p>
    <w:p w:rsidR="0062748B" w:rsidRDefault="0062748B" w:rsidP="0062748B"/>
    <w:p w:rsidR="0062748B" w:rsidRDefault="0062748B" w:rsidP="0062748B">
      <w:r>
        <w:t>CF_Repairs(3)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CF28(3)</w:t>
      </w:r>
    </w:p>
    <w:p w:rsidR="0062748B" w:rsidRDefault="0062748B" w:rsidP="0062748B">
      <w:r>
        <w:t xml:space="preserve">       -1       CF29(3)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CF_TotalOMCost  Total operating and maintenance cost</w:t>
      </w:r>
    </w:p>
    <w:p w:rsidR="0062748B" w:rsidRDefault="0062748B" w:rsidP="0062748B"/>
    <w:p w:rsidR="0062748B" w:rsidRDefault="0062748B" w:rsidP="0062748B">
      <w:r>
        <w:t>CF_TotalOMCost(1)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CF_TotalOMCost(2)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lastRenderedPageBreak/>
        <w:t>CF_TotalOMCost(3)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CF29(3)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CF_CapitalRecovery  Capital recovery - calculate from the total captical co</w:t>
      </w:r>
    </w:p>
    <w:p w:rsidR="0062748B" w:rsidRDefault="0062748B" w:rsidP="0062748B">
      <w:r>
        <w:t xml:space="preserve">                         st</w:t>
      </w:r>
    </w:p>
    <w:p w:rsidR="0062748B" w:rsidRDefault="0062748B" w:rsidP="0062748B"/>
    <w:p w:rsidR="0062748B" w:rsidRDefault="0062748B" w:rsidP="0062748B">
      <w:r>
        <w:t>CF_CapitalRecovery(1)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CF30(1)</w:t>
      </w:r>
    </w:p>
    <w:p w:rsidR="0062748B" w:rsidRDefault="0062748B" w:rsidP="0062748B">
      <w:r>
        <w:t xml:space="preserve">       -2       CF31(1)</w:t>
      </w:r>
    </w:p>
    <w:p w:rsidR="0062748B" w:rsidRDefault="0062748B" w:rsidP="0062748B"/>
    <w:p w:rsidR="0062748B" w:rsidRDefault="0062748B" w:rsidP="0062748B">
      <w:r>
        <w:t>CF_CapitalRecovery(2)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CF30(2)</w:t>
      </w:r>
    </w:p>
    <w:p w:rsidR="0062748B" w:rsidRDefault="0062748B" w:rsidP="0062748B">
      <w:r>
        <w:t xml:space="preserve">       -2       CF31(2)</w:t>
      </w:r>
    </w:p>
    <w:p w:rsidR="0062748B" w:rsidRDefault="0062748B" w:rsidP="0062748B"/>
    <w:p w:rsidR="0062748B" w:rsidRDefault="0062748B" w:rsidP="0062748B">
      <w:r>
        <w:t>CF_CapitalRecovery(3)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CF30(3)</w:t>
      </w:r>
    </w:p>
    <w:p w:rsidR="0062748B" w:rsidRDefault="0062748B" w:rsidP="0062748B">
      <w:r>
        <w:t xml:space="preserve">       -2       CF31(3)</w:t>
      </w:r>
    </w:p>
    <w:p w:rsidR="0062748B" w:rsidRDefault="0062748B" w:rsidP="0062748B"/>
    <w:p w:rsidR="0062748B" w:rsidRDefault="0062748B" w:rsidP="0062748B">
      <w:r>
        <w:lastRenderedPageBreak/>
        <w:t>REMAINING 26 ENTRIES SKIPPED</w:t>
      </w:r>
    </w:p>
    <w:p w:rsidR="0062748B" w:rsidRDefault="0062748B" w:rsidP="0062748B"/>
    <w:p w:rsidR="0062748B" w:rsidRDefault="0062748B" w:rsidP="0062748B">
      <w:r>
        <w:t>---- CF_AnnualCost  Annual cost depending on the Capital recovery and OM cost</w:t>
      </w:r>
    </w:p>
    <w:p w:rsidR="0062748B" w:rsidRDefault="0062748B" w:rsidP="0062748B"/>
    <w:p w:rsidR="0062748B" w:rsidRDefault="0062748B" w:rsidP="0062748B">
      <w:r>
        <w:t>CF_AnnualCost(1)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CF31(1)</w:t>
      </w:r>
    </w:p>
    <w:p w:rsidR="0062748B" w:rsidRDefault="0062748B" w:rsidP="0062748B"/>
    <w:p w:rsidR="0062748B" w:rsidRDefault="0062748B" w:rsidP="0062748B">
      <w:r>
        <w:t>CF_AnnualCost(2)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CF31(2)</w:t>
      </w:r>
    </w:p>
    <w:p w:rsidR="0062748B" w:rsidRDefault="0062748B" w:rsidP="0062748B"/>
    <w:p w:rsidR="0062748B" w:rsidRDefault="0062748B" w:rsidP="0062748B">
      <w:r>
        <w:t>CF_AnnualCost(3)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CF31(3)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GAC_CapitalCost  Capital cost for the activated carbon process</w:t>
      </w:r>
    </w:p>
    <w:p w:rsidR="0062748B" w:rsidRDefault="0062748B" w:rsidP="0062748B"/>
    <w:p w:rsidR="0062748B" w:rsidRDefault="0062748B" w:rsidP="0062748B">
      <w:r>
        <w:t>GAC_CapitalCost(1)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lastRenderedPageBreak/>
        <w:t>GAC_CapitalCost(2)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t>GAC_CapitalCost(3)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GAC01(3)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GAC_OMCost  Operational and maintenance cost for the activated carbon proce</w:t>
      </w:r>
    </w:p>
    <w:p w:rsidR="0062748B" w:rsidRDefault="0062748B" w:rsidP="0062748B">
      <w:r>
        <w:t xml:space="preserve">                 ss</w:t>
      </w:r>
    </w:p>
    <w:p w:rsidR="0062748B" w:rsidRDefault="0062748B" w:rsidP="0062748B"/>
    <w:p w:rsidR="0062748B" w:rsidRDefault="0062748B" w:rsidP="0062748B">
      <w:r>
        <w:t>GAC_OMCost(1)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GAC02(1)</w:t>
      </w:r>
    </w:p>
    <w:p w:rsidR="0062748B" w:rsidRDefault="0062748B" w:rsidP="0062748B">
      <w:r>
        <w:t xml:space="preserve">       -1       GAC03(1)</w:t>
      </w:r>
    </w:p>
    <w:p w:rsidR="0062748B" w:rsidRDefault="0062748B" w:rsidP="0062748B"/>
    <w:p w:rsidR="0062748B" w:rsidRDefault="0062748B" w:rsidP="0062748B">
      <w:r>
        <w:t>GAC_OMCost(2)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GAC02(2)</w:t>
      </w:r>
    </w:p>
    <w:p w:rsidR="0062748B" w:rsidRDefault="0062748B" w:rsidP="0062748B">
      <w:r>
        <w:t xml:space="preserve">       -1       GAC03(2)</w:t>
      </w:r>
    </w:p>
    <w:p w:rsidR="0062748B" w:rsidRDefault="0062748B" w:rsidP="0062748B"/>
    <w:p w:rsidR="0062748B" w:rsidRDefault="0062748B" w:rsidP="0062748B">
      <w:r>
        <w:lastRenderedPageBreak/>
        <w:t>GAC_OMCost(3)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GAC02(3)</w:t>
      </w:r>
    </w:p>
    <w:p w:rsidR="0062748B" w:rsidRDefault="0062748B" w:rsidP="0062748B">
      <w:r>
        <w:t xml:space="preserve">       -1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GAC_TotalCost  Total cost for the activated carbon process implementation</w:t>
      </w:r>
    </w:p>
    <w:p w:rsidR="0062748B" w:rsidRDefault="0062748B" w:rsidP="0062748B"/>
    <w:p w:rsidR="0062748B" w:rsidRDefault="0062748B" w:rsidP="0062748B">
      <w:r>
        <w:t>GAC_TotalCost(1)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GAC03(1)</w:t>
      </w:r>
    </w:p>
    <w:p w:rsidR="0062748B" w:rsidRDefault="0062748B" w:rsidP="0062748B"/>
    <w:p w:rsidR="0062748B" w:rsidRDefault="0062748B" w:rsidP="0062748B">
      <w:r>
        <w:t>GAC_TotalCost(2)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GAC03(2)</w:t>
      </w:r>
    </w:p>
    <w:p w:rsidR="0062748B" w:rsidRDefault="0062748B" w:rsidP="0062748B"/>
    <w:p w:rsidR="0062748B" w:rsidRDefault="0062748B" w:rsidP="0062748B">
      <w:r>
        <w:t>GAC_TotalCost(3)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GAC03(3)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IX_MinResinVolume  Minimum volume of the medium in m3</w:t>
      </w:r>
    </w:p>
    <w:p w:rsidR="0062748B" w:rsidRDefault="0062748B" w:rsidP="0062748B"/>
    <w:p w:rsidR="0062748B" w:rsidRDefault="0062748B" w:rsidP="0062748B">
      <w:r>
        <w:lastRenderedPageBreak/>
        <w:t>IX_MinResinVolume(1)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IX01(1)</w:t>
      </w:r>
    </w:p>
    <w:p w:rsidR="0062748B" w:rsidRDefault="0062748B" w:rsidP="0062748B"/>
    <w:p w:rsidR="0062748B" w:rsidRDefault="0062748B" w:rsidP="0062748B">
      <w:r>
        <w:t>IX_MinResinVolume(2)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IX01(2)</w:t>
      </w:r>
    </w:p>
    <w:p w:rsidR="0062748B" w:rsidRDefault="0062748B" w:rsidP="0062748B"/>
    <w:p w:rsidR="0062748B" w:rsidRDefault="0062748B" w:rsidP="0062748B">
      <w:r>
        <w:t>IX_MinResinVolume(3)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IX_MinVolExhaustionTime  Minimum volume exhaustion time in days</w:t>
      </w:r>
    </w:p>
    <w:p w:rsidR="0062748B" w:rsidRDefault="0062748B" w:rsidP="0062748B"/>
    <w:p w:rsidR="0062748B" w:rsidRDefault="0062748B" w:rsidP="0062748B">
      <w:r>
        <w:t>IX_MinVolExhaustionTime(1)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IX02(1)</w:t>
      </w:r>
    </w:p>
    <w:p w:rsidR="0062748B" w:rsidRDefault="0062748B" w:rsidP="0062748B"/>
    <w:p w:rsidR="0062748B" w:rsidRDefault="0062748B" w:rsidP="0062748B">
      <w:r>
        <w:t>IX_MinVolExhaustionTime(2)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IX02(2)</w:t>
      </w:r>
    </w:p>
    <w:p w:rsidR="0062748B" w:rsidRDefault="0062748B" w:rsidP="0062748B"/>
    <w:p w:rsidR="0062748B" w:rsidRDefault="0062748B" w:rsidP="0062748B">
      <w:r>
        <w:t>IX_MinVolExhaustionTime(3)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IX02(3)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IX_ExhaustionTimeResinVolume  Resin volume in m3 for the minimum exhaustion</w:t>
      </w:r>
    </w:p>
    <w:p w:rsidR="0062748B" w:rsidRDefault="0062748B" w:rsidP="0062748B">
      <w:r>
        <w:t xml:space="preserve">                                   time</w:t>
      </w:r>
    </w:p>
    <w:p w:rsidR="0062748B" w:rsidRDefault="0062748B" w:rsidP="0062748B"/>
    <w:p w:rsidR="0062748B" w:rsidRDefault="0062748B" w:rsidP="0062748B">
      <w:r>
        <w:t>IX_ExhaustionTimeResinVolume(1)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IX04(1)</w:t>
      </w:r>
    </w:p>
    <w:p w:rsidR="0062748B" w:rsidRDefault="0062748B" w:rsidP="0062748B">
      <w:r>
        <w:t xml:space="preserve">       -2       IX05(1)</w:t>
      </w:r>
    </w:p>
    <w:p w:rsidR="0062748B" w:rsidRDefault="0062748B" w:rsidP="0062748B">
      <w:r>
        <w:t xml:space="preserve">    -1516.1815  IX06(1)</w:t>
      </w:r>
    </w:p>
    <w:p w:rsidR="0062748B" w:rsidRDefault="0062748B" w:rsidP="0062748B">
      <w:r>
        <w:t xml:space="preserve">     -150       IX08(1)</w:t>
      </w:r>
    </w:p>
    <w:p w:rsidR="0062748B" w:rsidRDefault="0062748B" w:rsidP="0062748B"/>
    <w:p w:rsidR="0062748B" w:rsidRDefault="0062748B" w:rsidP="0062748B">
      <w:r>
        <w:t>IX_ExhaustionTimeResinVolume(2)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IX04(2)</w:t>
      </w:r>
    </w:p>
    <w:p w:rsidR="0062748B" w:rsidRDefault="0062748B" w:rsidP="0062748B">
      <w:r>
        <w:t xml:space="preserve">       -2       IX05(2)</w:t>
      </w:r>
    </w:p>
    <w:p w:rsidR="0062748B" w:rsidRDefault="0062748B" w:rsidP="0062748B">
      <w:r>
        <w:t xml:space="preserve">    -1516.1815  IX06(2)</w:t>
      </w:r>
    </w:p>
    <w:p w:rsidR="0062748B" w:rsidRDefault="0062748B" w:rsidP="0062748B">
      <w:r>
        <w:t xml:space="preserve">     -150       IX08(2)</w:t>
      </w:r>
    </w:p>
    <w:p w:rsidR="0062748B" w:rsidRDefault="0062748B" w:rsidP="0062748B"/>
    <w:p w:rsidR="0062748B" w:rsidRDefault="0062748B" w:rsidP="0062748B">
      <w:r>
        <w:t>IX_ExhaustionTimeResinVolume(3)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IX04(3)</w:t>
      </w:r>
    </w:p>
    <w:p w:rsidR="0062748B" w:rsidRDefault="0062748B" w:rsidP="0062748B">
      <w:r>
        <w:lastRenderedPageBreak/>
        <w:t xml:space="preserve">       -2       IX05(3)</w:t>
      </w:r>
    </w:p>
    <w:p w:rsidR="0062748B" w:rsidRDefault="0062748B" w:rsidP="0062748B">
      <w:r>
        <w:t xml:space="preserve">    -1516.1815  IX06(3)</w:t>
      </w:r>
    </w:p>
    <w:p w:rsidR="0062748B" w:rsidRDefault="0062748B" w:rsidP="0062748B">
      <w:r>
        <w:t xml:space="preserve">     -150       IX08(3)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IX_VesselVolume  Total vessel volume in m3</w:t>
      </w:r>
    </w:p>
    <w:p w:rsidR="0062748B" w:rsidRDefault="0062748B" w:rsidP="0062748B"/>
    <w:p w:rsidR="0062748B" w:rsidRDefault="0062748B" w:rsidP="0062748B">
      <w:r>
        <w:t>IX_VesselVolume(1)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IX05(1)</w:t>
      </w:r>
    </w:p>
    <w:p w:rsidR="0062748B" w:rsidRDefault="0062748B" w:rsidP="0062748B">
      <w:r>
        <w:t xml:space="preserve"> (-5.350122E+6) IX07(1)</w:t>
      </w:r>
    </w:p>
    <w:p w:rsidR="0062748B" w:rsidRDefault="0062748B" w:rsidP="0062748B">
      <w:r>
        <w:t xml:space="preserve"> (-2.500000E+9) IX12(1)</w:t>
      </w:r>
    </w:p>
    <w:p w:rsidR="0062748B" w:rsidRDefault="0062748B" w:rsidP="0062748B"/>
    <w:p w:rsidR="0062748B" w:rsidRDefault="0062748B" w:rsidP="0062748B">
      <w:r>
        <w:t>IX_VesselVolume(2)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IX05(2)</w:t>
      </w:r>
    </w:p>
    <w:p w:rsidR="0062748B" w:rsidRDefault="0062748B" w:rsidP="0062748B">
      <w:r>
        <w:t xml:space="preserve"> (-5.350122E+6) IX07(2)</w:t>
      </w:r>
    </w:p>
    <w:p w:rsidR="0062748B" w:rsidRDefault="0062748B" w:rsidP="0062748B">
      <w:r>
        <w:t xml:space="preserve"> (-2.500000E+9) IX12(2)</w:t>
      </w:r>
    </w:p>
    <w:p w:rsidR="0062748B" w:rsidRDefault="0062748B" w:rsidP="0062748B"/>
    <w:p w:rsidR="0062748B" w:rsidRDefault="0062748B" w:rsidP="0062748B">
      <w:r>
        <w:t>IX_VesselVolume(3)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IX05(3)</w:t>
      </w:r>
    </w:p>
    <w:p w:rsidR="0062748B" w:rsidRDefault="0062748B" w:rsidP="0062748B">
      <w:r>
        <w:t xml:space="preserve"> (-5.350122E+6) IX07(3)</w:t>
      </w:r>
    </w:p>
    <w:p w:rsidR="0062748B" w:rsidRDefault="0062748B" w:rsidP="0062748B">
      <w:r>
        <w:t xml:space="preserve"> (-2.500000E+9) IX12(3)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IX_ResinCost  Total resin cost (in $ per day -- need to check)</w:t>
      </w:r>
    </w:p>
    <w:p w:rsidR="0062748B" w:rsidRDefault="0062748B" w:rsidP="0062748B"/>
    <w:p w:rsidR="0062748B" w:rsidRDefault="0062748B" w:rsidP="0062748B">
      <w:r>
        <w:t>IX_ResinCost(1)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IX06(1)</w:t>
      </w:r>
    </w:p>
    <w:p w:rsidR="0062748B" w:rsidRDefault="0062748B" w:rsidP="0062748B">
      <w:r>
        <w:t xml:space="preserve">      -24       IX15(1)</w:t>
      </w:r>
    </w:p>
    <w:p w:rsidR="0062748B" w:rsidRDefault="0062748B" w:rsidP="0062748B"/>
    <w:p w:rsidR="0062748B" w:rsidRDefault="0062748B" w:rsidP="0062748B">
      <w:r>
        <w:t>IX_ResinCost(2)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IX06(2)</w:t>
      </w:r>
    </w:p>
    <w:p w:rsidR="0062748B" w:rsidRDefault="0062748B" w:rsidP="0062748B">
      <w:r>
        <w:t xml:space="preserve">      -24       IX15(2)</w:t>
      </w:r>
    </w:p>
    <w:p w:rsidR="0062748B" w:rsidRDefault="0062748B" w:rsidP="0062748B"/>
    <w:p w:rsidR="0062748B" w:rsidRDefault="0062748B" w:rsidP="0062748B">
      <w:r>
        <w:t>IX_ResinCost(3)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IX06(3)</w:t>
      </w:r>
    </w:p>
    <w:p w:rsidR="0062748B" w:rsidRDefault="0062748B" w:rsidP="0062748B">
      <w:r>
        <w:t xml:space="preserve">      -24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IX_BedArea  Bed area for the vessel in m2</w:t>
      </w:r>
    </w:p>
    <w:p w:rsidR="0062748B" w:rsidRDefault="0062748B" w:rsidP="0062748B"/>
    <w:p w:rsidR="0062748B" w:rsidRDefault="0062748B" w:rsidP="0062748B">
      <w:r>
        <w:t>IX_BedArea(1)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IX12(1)</w:t>
      </w:r>
    </w:p>
    <w:p w:rsidR="0062748B" w:rsidRDefault="0062748B" w:rsidP="0062748B">
      <w:r>
        <w:t xml:space="preserve">   (-1254.21)   IX13(1)</w:t>
      </w:r>
    </w:p>
    <w:p w:rsidR="0062748B" w:rsidRDefault="0062748B" w:rsidP="0062748B">
      <w:r>
        <w:t xml:space="preserve"> (-7.33000E+11) IX14(1)</w:t>
      </w:r>
    </w:p>
    <w:p w:rsidR="0062748B" w:rsidRDefault="0062748B" w:rsidP="0062748B"/>
    <w:p w:rsidR="0062748B" w:rsidRDefault="0062748B" w:rsidP="0062748B">
      <w:r>
        <w:t>IX_BedArea(2)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IX12(2)</w:t>
      </w:r>
    </w:p>
    <w:p w:rsidR="0062748B" w:rsidRDefault="0062748B" w:rsidP="0062748B">
      <w:r>
        <w:t xml:space="preserve">   (-1254.21)   IX13(2)</w:t>
      </w:r>
    </w:p>
    <w:p w:rsidR="0062748B" w:rsidRDefault="0062748B" w:rsidP="0062748B">
      <w:r>
        <w:t xml:space="preserve"> (-7.33000E+11) IX14(2)</w:t>
      </w:r>
    </w:p>
    <w:p w:rsidR="0062748B" w:rsidRDefault="0062748B" w:rsidP="0062748B"/>
    <w:p w:rsidR="0062748B" w:rsidRDefault="0062748B" w:rsidP="0062748B">
      <w:r>
        <w:t>IX_BedArea(3)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IX12(3)</w:t>
      </w:r>
    </w:p>
    <w:p w:rsidR="0062748B" w:rsidRDefault="0062748B" w:rsidP="0062748B">
      <w:r>
        <w:t xml:space="preserve">   (-1254.21)   IX13(3)</w:t>
      </w:r>
    </w:p>
    <w:p w:rsidR="0062748B" w:rsidRDefault="0062748B" w:rsidP="0062748B">
      <w:r>
        <w:t xml:space="preserve"> (-7.33000E+11) IX14(3)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IX_TankTotalCost  Total Tank cost in $</w:t>
      </w:r>
    </w:p>
    <w:p w:rsidR="0062748B" w:rsidRDefault="0062748B" w:rsidP="0062748B"/>
    <w:p w:rsidR="0062748B" w:rsidRDefault="0062748B" w:rsidP="0062748B">
      <w:r>
        <w:t>IX_TankTotalCost(1)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IX_TankTotalCost(2)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IX_TankTotalCost(3)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IX07(3)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IX_NaClReq  NaCl requirement in Kg per day</w:t>
      </w:r>
    </w:p>
    <w:p w:rsidR="0062748B" w:rsidRDefault="0062748B" w:rsidP="0062748B"/>
    <w:p w:rsidR="0062748B" w:rsidRDefault="0062748B" w:rsidP="0062748B">
      <w:r>
        <w:t>IX_NaClReq(1)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IX08(1)</w:t>
      </w:r>
    </w:p>
    <w:p w:rsidR="0062748B" w:rsidRDefault="0062748B" w:rsidP="0062748B">
      <w:r>
        <w:t xml:space="preserve">       -0.01    IX09(1)</w:t>
      </w:r>
    </w:p>
    <w:p w:rsidR="0062748B" w:rsidRDefault="0062748B" w:rsidP="0062748B">
      <w:r>
        <w:t xml:space="preserve">       -3.65    IX10(1)</w:t>
      </w:r>
    </w:p>
    <w:p w:rsidR="0062748B" w:rsidRDefault="0062748B" w:rsidP="0062748B"/>
    <w:p w:rsidR="0062748B" w:rsidRDefault="0062748B" w:rsidP="0062748B">
      <w:r>
        <w:t>IX_NaClReq(2)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IX08(2)</w:t>
      </w:r>
    </w:p>
    <w:p w:rsidR="0062748B" w:rsidRDefault="0062748B" w:rsidP="0062748B">
      <w:r>
        <w:t xml:space="preserve">       -0.01    IX09(2)</w:t>
      </w:r>
    </w:p>
    <w:p w:rsidR="0062748B" w:rsidRDefault="0062748B" w:rsidP="0062748B">
      <w:r>
        <w:lastRenderedPageBreak/>
        <w:t xml:space="preserve">       -3.65    IX10(2)</w:t>
      </w:r>
    </w:p>
    <w:p w:rsidR="0062748B" w:rsidRDefault="0062748B" w:rsidP="0062748B"/>
    <w:p w:rsidR="0062748B" w:rsidRDefault="0062748B" w:rsidP="0062748B">
      <w:r>
        <w:t>IX_NaClReq(3)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IX08(3)</w:t>
      </w:r>
    </w:p>
    <w:p w:rsidR="0062748B" w:rsidRDefault="0062748B" w:rsidP="0062748B">
      <w:r>
        <w:t xml:space="preserve">       -0.01    IX09(3)</w:t>
      </w:r>
    </w:p>
    <w:p w:rsidR="0062748B" w:rsidRDefault="0062748B" w:rsidP="0062748B">
      <w:r>
        <w:t xml:space="preserve">       -3.65    IX10(3)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IX_TotalChemCost  Total chemical cost per year</w:t>
      </w:r>
    </w:p>
    <w:p w:rsidR="0062748B" w:rsidRDefault="0062748B" w:rsidP="0062748B"/>
    <w:p w:rsidR="0062748B" w:rsidRDefault="0062748B" w:rsidP="0062748B">
      <w:r>
        <w:t>IX_TotalChemCost(1)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IX_TotalChemCost(2)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IX_TotalChemCost(3)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IX10(3)</w:t>
      </w:r>
    </w:p>
    <w:p w:rsidR="0062748B" w:rsidRDefault="0062748B" w:rsidP="0062748B">
      <w:r>
        <w:lastRenderedPageBreak/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IX_RegFluidReq  Regeneration fluid requirement</w:t>
      </w:r>
    </w:p>
    <w:p w:rsidR="0062748B" w:rsidRDefault="0062748B" w:rsidP="0062748B"/>
    <w:p w:rsidR="0062748B" w:rsidRDefault="0062748B" w:rsidP="0062748B">
      <w:r>
        <w:t>IX_RegFluidReq(1)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IX09(1)</w:t>
      </w:r>
    </w:p>
    <w:p w:rsidR="0062748B" w:rsidRDefault="0062748B" w:rsidP="0062748B">
      <w:r>
        <w:t xml:space="preserve">     -250       IX11(1)</w:t>
      </w:r>
    </w:p>
    <w:p w:rsidR="0062748B" w:rsidRDefault="0062748B" w:rsidP="0062748B"/>
    <w:p w:rsidR="0062748B" w:rsidRDefault="0062748B" w:rsidP="0062748B">
      <w:r>
        <w:t>IX_RegFluidReq(2)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IX09(2)</w:t>
      </w:r>
    </w:p>
    <w:p w:rsidR="0062748B" w:rsidRDefault="0062748B" w:rsidP="0062748B">
      <w:r>
        <w:t xml:space="preserve">     -250       IX11(2)</w:t>
      </w:r>
    </w:p>
    <w:p w:rsidR="0062748B" w:rsidRDefault="0062748B" w:rsidP="0062748B"/>
    <w:p w:rsidR="0062748B" w:rsidRDefault="0062748B" w:rsidP="0062748B">
      <w:r>
        <w:t>IX_RegFluidReq(3)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IX09(3)</w:t>
      </w:r>
    </w:p>
    <w:p w:rsidR="0062748B" w:rsidRDefault="0062748B" w:rsidP="0062748B">
      <w:r>
        <w:t xml:space="preserve">     -250       IX11(3)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IX_StorageTankCost  Storage tank cost</w:t>
      </w:r>
    </w:p>
    <w:p w:rsidR="0062748B" w:rsidRDefault="0062748B" w:rsidP="0062748B"/>
    <w:p w:rsidR="0062748B" w:rsidRDefault="0062748B" w:rsidP="0062748B">
      <w:r>
        <w:lastRenderedPageBreak/>
        <w:t>IX_StorageTankCost(1)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IX_StorageTankCost(2)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IX_StorageTankCost(3)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IX11(3)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IX_ConstructionCost  Construction cost</w:t>
      </w:r>
    </w:p>
    <w:p w:rsidR="0062748B" w:rsidRDefault="0062748B" w:rsidP="0062748B"/>
    <w:p w:rsidR="0062748B" w:rsidRDefault="0062748B" w:rsidP="0062748B">
      <w:r>
        <w:t>IX_ConstructionCost(1)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IX_ConstructionCost(2)</w:t>
      </w:r>
    </w:p>
    <w:p w:rsidR="0062748B" w:rsidRDefault="0062748B" w:rsidP="0062748B">
      <w:r>
        <w:lastRenderedPageBreak/>
        <w:t xml:space="preserve">                (.LO, .L, .UP, .M = 0, 0, +INF, 0)</w:t>
      </w:r>
    </w:p>
    <w:p w:rsidR="0062748B" w:rsidRDefault="0062748B" w:rsidP="0062748B">
      <w:r>
        <w:t xml:space="preserve">        1       IX13(2)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IX_ConstructionCost(3)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IX13(3)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IX_OMCost  Operating and maintenance cost</w:t>
      </w:r>
    </w:p>
    <w:p w:rsidR="0062748B" w:rsidRDefault="0062748B" w:rsidP="0062748B"/>
    <w:p w:rsidR="0062748B" w:rsidRDefault="0062748B" w:rsidP="0062748B">
      <w:r>
        <w:t>IX_OMCost(1)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IX14(1)</w:t>
      </w:r>
    </w:p>
    <w:p w:rsidR="0062748B" w:rsidRDefault="0062748B" w:rsidP="0062748B">
      <w:r>
        <w:t xml:space="preserve">       -1       IX15(1)</w:t>
      </w:r>
    </w:p>
    <w:p w:rsidR="0062748B" w:rsidRDefault="0062748B" w:rsidP="0062748B"/>
    <w:p w:rsidR="0062748B" w:rsidRDefault="0062748B" w:rsidP="0062748B">
      <w:r>
        <w:t>IX_OMCost(2)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IX14(2)</w:t>
      </w:r>
    </w:p>
    <w:p w:rsidR="0062748B" w:rsidRDefault="0062748B" w:rsidP="0062748B">
      <w:r>
        <w:t xml:space="preserve">       -1       IX15(2)</w:t>
      </w:r>
    </w:p>
    <w:p w:rsidR="0062748B" w:rsidRDefault="0062748B" w:rsidP="0062748B"/>
    <w:p w:rsidR="0062748B" w:rsidRDefault="0062748B" w:rsidP="0062748B">
      <w:r>
        <w:t>IX_OMCost(3)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lastRenderedPageBreak/>
        <w:t xml:space="preserve">        1       IX14(3)</w:t>
      </w:r>
    </w:p>
    <w:p w:rsidR="0062748B" w:rsidRDefault="0062748B" w:rsidP="0062748B">
      <w:r>
        <w:t xml:space="preserve">       -1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IX_TotalCost  Total cost for the implementation of ion exchange process for</w:t>
      </w:r>
    </w:p>
    <w:p w:rsidR="0062748B" w:rsidRDefault="0062748B" w:rsidP="0062748B">
      <w:r>
        <w:t xml:space="preserve">                   each industry</w:t>
      </w:r>
    </w:p>
    <w:p w:rsidR="0062748B" w:rsidRDefault="0062748B" w:rsidP="0062748B"/>
    <w:p w:rsidR="0062748B" w:rsidRDefault="0062748B" w:rsidP="0062748B">
      <w:r>
        <w:t>IX_TotalCost(1)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IX15(1)</w:t>
      </w:r>
    </w:p>
    <w:p w:rsidR="0062748B" w:rsidRDefault="0062748B" w:rsidP="0062748B"/>
    <w:p w:rsidR="0062748B" w:rsidRDefault="0062748B" w:rsidP="0062748B">
      <w:r>
        <w:t>IX_TotalCost(2)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IX15(2)</w:t>
      </w:r>
    </w:p>
    <w:p w:rsidR="0062748B" w:rsidRDefault="0062748B" w:rsidP="0062748B"/>
    <w:p w:rsidR="0062748B" w:rsidRDefault="0062748B" w:rsidP="0062748B">
      <w:r>
        <w:t>IX_TotalCost(3)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IX15(3)</w:t>
      </w:r>
    </w:p>
    <w:p w:rsidR="0062748B" w:rsidRDefault="0062748B" w:rsidP="0062748B"/>
    <w:p w:rsidR="0062748B" w:rsidRDefault="0062748B" w:rsidP="0062748B">
      <w:r>
        <w:t>REMAINING 26 ENTRIES SKIPPED</w:t>
      </w:r>
    </w:p>
    <w:p w:rsidR="0062748B" w:rsidRDefault="0062748B" w:rsidP="0062748B"/>
    <w:p w:rsidR="0062748B" w:rsidRDefault="0062748B" w:rsidP="0062748B">
      <w:r>
        <w:t>---- t  Variable deciding the amount of mercury traded between various industrie</w:t>
      </w:r>
    </w:p>
    <w:p w:rsidR="0062748B" w:rsidRDefault="0062748B" w:rsidP="0062748B">
      <w:r>
        <w:t xml:space="preserve">        s</w:t>
      </w:r>
    </w:p>
    <w:p w:rsidR="0062748B" w:rsidRDefault="0062748B" w:rsidP="0062748B"/>
    <w:p w:rsidR="0062748B" w:rsidRDefault="0062748B" w:rsidP="0062748B">
      <w:r>
        <w:lastRenderedPageBreak/>
        <w:t>t(1,1)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Mc2(1)</w:t>
      </w:r>
    </w:p>
    <w:p w:rsidR="0062748B" w:rsidRDefault="0062748B" w:rsidP="0062748B">
      <w:r>
        <w:t xml:space="preserve">       -0.1     Mc4(1)</w:t>
      </w:r>
    </w:p>
    <w:p w:rsidR="0062748B" w:rsidRDefault="0062748B" w:rsidP="0062748B">
      <w:r>
        <w:t xml:space="preserve">       -0.1     Mc6(1)</w:t>
      </w:r>
    </w:p>
    <w:p w:rsidR="0062748B" w:rsidRDefault="0062748B" w:rsidP="0062748B"/>
    <w:p w:rsidR="0062748B" w:rsidRDefault="0062748B" w:rsidP="0062748B">
      <w:r>
        <w:t>t(1,2)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Mc4(1)</w:t>
      </w:r>
    </w:p>
    <w:p w:rsidR="0062748B" w:rsidRDefault="0062748B" w:rsidP="0062748B">
      <w:r>
        <w:t xml:space="preserve">       -1.1     Mc4(2)</w:t>
      </w:r>
    </w:p>
    <w:p w:rsidR="0062748B" w:rsidRDefault="0062748B" w:rsidP="0062748B">
      <w:r>
        <w:t xml:space="preserve">    -1500       Mc5(1)</w:t>
      </w:r>
    </w:p>
    <w:p w:rsidR="0062748B" w:rsidRDefault="0062748B" w:rsidP="0062748B">
      <w:r>
        <w:t xml:space="preserve">     1500       Mc5(2)</w:t>
      </w:r>
    </w:p>
    <w:p w:rsidR="0062748B" w:rsidRDefault="0062748B" w:rsidP="0062748B">
      <w:r>
        <w:t xml:space="preserve">        1       Mc6(1)</w:t>
      </w:r>
    </w:p>
    <w:p w:rsidR="0062748B" w:rsidRDefault="0062748B" w:rsidP="0062748B">
      <w:r>
        <w:t xml:space="preserve">       -1.1     Mc6(2)</w:t>
      </w:r>
    </w:p>
    <w:p w:rsidR="0062748B" w:rsidRDefault="0062748B" w:rsidP="0062748B"/>
    <w:p w:rsidR="0062748B" w:rsidRDefault="0062748B" w:rsidP="0062748B">
      <w:r>
        <w:t>t(1,3)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Mc4(1)</w:t>
      </w:r>
    </w:p>
    <w:p w:rsidR="0062748B" w:rsidRDefault="0062748B" w:rsidP="0062748B">
      <w:r>
        <w:t xml:space="preserve">       -1.1     Mc4(3)</w:t>
      </w:r>
    </w:p>
    <w:p w:rsidR="0062748B" w:rsidRDefault="0062748B" w:rsidP="0062748B">
      <w:r>
        <w:t xml:space="preserve">    -1500       Mc5(1)</w:t>
      </w:r>
    </w:p>
    <w:p w:rsidR="0062748B" w:rsidRDefault="0062748B" w:rsidP="0062748B">
      <w:r>
        <w:t xml:space="preserve">     1500       Mc5(3)</w:t>
      </w:r>
    </w:p>
    <w:p w:rsidR="0062748B" w:rsidRDefault="0062748B" w:rsidP="0062748B">
      <w:r>
        <w:t xml:space="preserve">        1       Mc6(1)</w:t>
      </w:r>
    </w:p>
    <w:p w:rsidR="0062748B" w:rsidRDefault="0062748B" w:rsidP="0062748B">
      <w:r>
        <w:t xml:space="preserve">       -1.1     Mc6(3)</w:t>
      </w:r>
    </w:p>
    <w:p w:rsidR="0062748B" w:rsidRDefault="0062748B" w:rsidP="0062748B"/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t>---- Theta  Linear approximation of the recourse function</w:t>
      </w:r>
    </w:p>
    <w:p w:rsidR="0062748B" w:rsidRDefault="0062748B" w:rsidP="0062748B"/>
    <w:p w:rsidR="0062748B" w:rsidRDefault="0062748B" w:rsidP="0062748B">
      <w:r>
        <w:t>Theta</w:t>
      </w:r>
    </w:p>
    <w:p w:rsidR="0062748B" w:rsidRDefault="0062748B" w:rsidP="0062748B">
      <w:r>
        <w:t xml:space="preserve">                (.LO, .L, .UP, .M = -INF, 10, +INF, 0)</w:t>
      </w:r>
    </w:p>
    <w:p w:rsidR="0062748B" w:rsidRDefault="0062748B" w:rsidP="0062748B">
      <w:r>
        <w:t xml:space="preserve">       -1       Mobj</w:t>
      </w:r>
    </w:p>
    <w:p w:rsidR="0062748B" w:rsidRDefault="0062748B" w:rsidP="0062748B">
      <w:r>
        <w:t xml:space="preserve">        1       Mc7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MasterObjective  Objective function of the master problem</w:t>
      </w:r>
    </w:p>
    <w:p w:rsidR="0062748B" w:rsidRDefault="0062748B" w:rsidP="0062748B"/>
    <w:p w:rsidR="0062748B" w:rsidRDefault="0062748B" w:rsidP="0062748B">
      <w:r>
        <w:t>MasterObjective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t xml:space="preserve">        1       Mobj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Volume  volume of waste treated by each industry using each technology (def</w:t>
      </w:r>
    </w:p>
    <w:p w:rsidR="0062748B" w:rsidRDefault="0062748B" w:rsidP="0062748B">
      <w:r>
        <w:t xml:space="preserve">             ined over i and j)</w:t>
      </w:r>
    </w:p>
    <w:p w:rsidR="0062748B" w:rsidRDefault="0062748B" w:rsidP="0062748B"/>
    <w:p w:rsidR="0062748B" w:rsidRDefault="0062748B" w:rsidP="0062748B">
      <w:r>
        <w:t>Volume(1,1)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Mc1(1)</w:t>
      </w:r>
    </w:p>
    <w:p w:rsidR="0062748B" w:rsidRDefault="0062748B" w:rsidP="0062748B">
      <w:r>
        <w:t xml:space="preserve">        0.0028  Mc4(1)</w:t>
      </w:r>
    </w:p>
    <w:p w:rsidR="0062748B" w:rsidRDefault="0062748B" w:rsidP="0062748B">
      <w:r>
        <w:t xml:space="preserve">       -3.4784  Mc5(1)</w:t>
      </w:r>
    </w:p>
    <w:p w:rsidR="0062748B" w:rsidRDefault="0062748B" w:rsidP="0062748B">
      <w:r>
        <w:t xml:space="preserve">        0.0028  Mc6(1)</w:t>
      </w:r>
    </w:p>
    <w:p w:rsidR="0062748B" w:rsidRDefault="0062748B" w:rsidP="0062748B">
      <w:r>
        <w:lastRenderedPageBreak/>
        <w:t xml:space="preserve">      -43.8021  DFREq(1,1)</w:t>
      </w:r>
    </w:p>
    <w:p w:rsidR="0062748B" w:rsidRDefault="0062748B" w:rsidP="0062748B">
      <w:r>
        <w:t xml:space="preserve">       -1.1574  CF01(1)</w:t>
      </w:r>
    </w:p>
    <w:p w:rsidR="0062748B" w:rsidRDefault="0062748B" w:rsidP="0062748B"/>
    <w:p w:rsidR="0062748B" w:rsidRDefault="0062748B" w:rsidP="0062748B">
      <w:r>
        <w:t>Volume(1,2)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Mc1(1)</w:t>
      </w:r>
    </w:p>
    <w:p w:rsidR="0062748B" w:rsidRDefault="0062748B" w:rsidP="0062748B">
      <w:r>
        <w:t xml:space="preserve">        0.0041  Mc4(1)</w:t>
      </w:r>
    </w:p>
    <w:p w:rsidR="0062748B" w:rsidRDefault="0062748B" w:rsidP="0062748B">
      <w:r>
        <w:t xml:space="preserve">       -4.8691  Mc5(1)</w:t>
      </w:r>
    </w:p>
    <w:p w:rsidR="0062748B" w:rsidRDefault="0062748B" w:rsidP="0062748B">
      <w:r>
        <w:t xml:space="preserve">        0.0041  Mc6(1)</w:t>
      </w:r>
    </w:p>
    <w:p w:rsidR="0062748B" w:rsidRDefault="0062748B" w:rsidP="0062748B">
      <w:r>
        <w:t xml:space="preserve">      -43.8021  DFREq(1,2)</w:t>
      </w:r>
    </w:p>
    <w:p w:rsidR="0062748B" w:rsidRDefault="0062748B" w:rsidP="0062748B">
      <w:r>
        <w:t xml:space="preserve"> (-7.37701E+16) GAC01(1)</w:t>
      </w:r>
    </w:p>
    <w:p w:rsidR="0062748B" w:rsidRDefault="0062748B" w:rsidP="0062748B">
      <w:r>
        <w:t xml:space="preserve"> (-8.53308E+15) GAC02(1)</w:t>
      </w:r>
    </w:p>
    <w:p w:rsidR="0062748B" w:rsidRDefault="0062748B" w:rsidP="0062748B"/>
    <w:p w:rsidR="0062748B" w:rsidRDefault="0062748B" w:rsidP="0062748B">
      <w:r>
        <w:t>Volume(1,3)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Mc1(1)</w:t>
      </w:r>
    </w:p>
    <w:p w:rsidR="0062748B" w:rsidRDefault="0062748B" w:rsidP="0062748B">
      <w:r>
        <w:t xml:space="preserve">        0.0014  Mc4(1)</w:t>
      </w:r>
    </w:p>
    <w:p w:rsidR="0062748B" w:rsidRDefault="0062748B" w:rsidP="0062748B">
      <w:r>
        <w:t xml:space="preserve">       -3.2193  Mc5(1)</w:t>
      </w:r>
    </w:p>
    <w:p w:rsidR="0062748B" w:rsidRDefault="0062748B" w:rsidP="0062748B">
      <w:r>
        <w:t xml:space="preserve">        0.0014  Mc6(1)</w:t>
      </w:r>
    </w:p>
    <w:p w:rsidR="0062748B" w:rsidRDefault="0062748B" w:rsidP="0062748B">
      <w:r>
        <w:t xml:space="preserve">      -43.8021  DFREq(1,3)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/>
    <w:p w:rsidR="0062748B" w:rsidRDefault="0062748B" w:rsidP="0062748B">
      <w:r>
        <w:t>---- DFR  Desired flow rate for the industry in liters per sec</w:t>
      </w:r>
    </w:p>
    <w:p w:rsidR="0062748B" w:rsidRDefault="0062748B" w:rsidP="0062748B"/>
    <w:p w:rsidR="0062748B" w:rsidRDefault="0062748B" w:rsidP="0062748B">
      <w:r>
        <w:lastRenderedPageBreak/>
        <w:t>DFR(1,1)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DFREq(1,1)</w:t>
      </w:r>
    </w:p>
    <w:p w:rsidR="0062748B" w:rsidRDefault="0062748B" w:rsidP="0062748B">
      <w:r>
        <w:t xml:space="preserve">       -1.0067  CF03(1)</w:t>
      </w:r>
    </w:p>
    <w:p w:rsidR="0062748B" w:rsidRDefault="0062748B" w:rsidP="0062748B">
      <w:r>
        <w:t xml:space="preserve">        1       CF04(1)</w:t>
      </w:r>
    </w:p>
    <w:p w:rsidR="0062748B" w:rsidRDefault="0062748B" w:rsidP="0062748B">
      <w:r>
        <w:t xml:space="preserve">       -1.0603  CF09(1)</w:t>
      </w:r>
    </w:p>
    <w:p w:rsidR="0062748B" w:rsidRDefault="0062748B" w:rsidP="0062748B">
      <w:r>
        <w:t xml:space="preserve">      -45.2295  CF25(1)</w:t>
      </w:r>
    </w:p>
    <w:p w:rsidR="0062748B" w:rsidRDefault="0062748B" w:rsidP="0062748B">
      <w:r>
        <w:t xml:space="preserve">       -9.0459  CF27(1)</w:t>
      </w:r>
    </w:p>
    <w:p w:rsidR="0062748B" w:rsidRDefault="0062748B" w:rsidP="0062748B"/>
    <w:p w:rsidR="0062748B" w:rsidRDefault="0062748B" w:rsidP="0062748B">
      <w:r>
        <w:t>DFR(1,2)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DFREq(1,2)</w:t>
      </w:r>
    </w:p>
    <w:p w:rsidR="0062748B" w:rsidRDefault="0062748B" w:rsidP="0062748B"/>
    <w:p w:rsidR="0062748B" w:rsidRDefault="0062748B" w:rsidP="0062748B">
      <w:r>
        <w:t>DFR(1,3)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DFREq(1,3)</w:t>
      </w:r>
    </w:p>
    <w:p w:rsidR="0062748B" w:rsidRDefault="0062748B" w:rsidP="0062748B">
      <w:r>
        <w:t xml:space="preserve">       -0.18    IX01(1)</w:t>
      </w:r>
    </w:p>
    <w:p w:rsidR="0062748B" w:rsidRDefault="0062748B" w:rsidP="0062748B">
      <w:r>
        <w:t xml:space="preserve">       -0.0156  IX04(1)</w:t>
      </w:r>
    </w:p>
    <w:p w:rsidR="0062748B" w:rsidRDefault="0062748B" w:rsidP="0062748B"/>
    <w:p w:rsidR="0062748B" w:rsidRDefault="0062748B" w:rsidP="0062748B">
      <w:r>
        <w:t>REMAINING 84 ENTRIES SKIPPED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45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MasterProblem Using NLP From line 893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57     SINGLE EQUATIONS        1,597</w:t>
      </w:r>
    </w:p>
    <w:p w:rsidR="0062748B" w:rsidRDefault="0062748B" w:rsidP="0062748B">
      <w:r>
        <w:t>BLOCKS OF VARIABLES          52     SINGLE VARIABLES        2,380</w:t>
      </w:r>
    </w:p>
    <w:p w:rsidR="0062748B" w:rsidRDefault="0062748B" w:rsidP="0062748B">
      <w:r>
        <w:t>NON ZERO ELEMENTS         8,877     NON LINEAR N-Z            174</w:t>
      </w:r>
    </w:p>
    <w:p w:rsidR="0062748B" w:rsidRDefault="0062748B" w:rsidP="0062748B">
      <w:r>
        <w:t>DERIVATIVE POOL              10     CONSTANT POOL              31</w:t>
      </w:r>
    </w:p>
    <w:p w:rsidR="0062748B" w:rsidRDefault="0062748B" w:rsidP="0062748B">
      <w:r>
        <w:t>CODE LENGTH               1,508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0.015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0.015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46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MasterProblem Using NLP From line 893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MasterProblem       OBJECTIVE  MasterObjective</w:t>
      </w:r>
    </w:p>
    <w:p w:rsidR="0062748B" w:rsidRDefault="0062748B" w:rsidP="0062748B">
      <w:r>
        <w:t xml:space="preserve">     TYPE    NLP                 DIRECTION  MINIMIZE</w:t>
      </w:r>
    </w:p>
    <w:p w:rsidR="0062748B" w:rsidRDefault="0062748B" w:rsidP="0062748B">
      <w:r>
        <w:t xml:space="preserve">     SOLVER  CONOPT              FROM LINE  893</w:t>
      </w:r>
    </w:p>
    <w:p w:rsidR="0062748B" w:rsidRDefault="0062748B" w:rsidP="0062748B"/>
    <w:p w:rsidR="0062748B" w:rsidRDefault="0062748B" w:rsidP="0062748B">
      <w:r>
        <w:t xml:space="preserve">**** SOLVER STATUS     7 Licensing Problems        </w:t>
      </w:r>
    </w:p>
    <w:p w:rsidR="0062748B" w:rsidRDefault="0062748B" w:rsidP="0062748B">
      <w:r>
        <w:t xml:space="preserve">**** MODEL STATUS      11 Licensing Problem        </w:t>
      </w:r>
    </w:p>
    <w:p w:rsidR="0062748B" w:rsidRDefault="0062748B" w:rsidP="0062748B">
      <w:r>
        <w:t>**** OBJECTIVE VALUE               NA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>
      <w:r>
        <w:t xml:space="preserve"> EVALUATION ERRORS              0             0</w:t>
      </w:r>
    </w:p>
    <w:p w:rsidR="0062748B" w:rsidRDefault="0062748B" w:rsidP="0062748B">
      <w:r>
        <w:t xml:space="preserve">CONOPT 3         24.1.3 r41464 Released Jul 26, 2013 WEI x86_64/MS Windows    </w:t>
      </w:r>
    </w:p>
    <w:p w:rsidR="0062748B" w:rsidRDefault="0062748B" w:rsidP="0062748B">
      <w:r>
        <w:t>*** No license found</w:t>
      </w:r>
    </w:p>
    <w:p w:rsidR="0062748B" w:rsidRDefault="0062748B" w:rsidP="0062748B">
      <w:r>
        <w:t>*** To update your license, please contact your distributor.</w:t>
      </w:r>
    </w:p>
    <w:p w:rsidR="0062748B" w:rsidRDefault="0062748B" w:rsidP="0062748B">
      <w:r>
        <w:t>*** Too many equations for demo mode</w:t>
      </w:r>
    </w:p>
    <w:p w:rsidR="0062748B" w:rsidRDefault="0062748B" w:rsidP="0062748B">
      <w:r>
        <w:t>***   Number of equations          : 1597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variables for demo mode</w:t>
      </w:r>
    </w:p>
    <w:p w:rsidR="0062748B" w:rsidRDefault="0062748B" w:rsidP="0062748B">
      <w:r>
        <w:lastRenderedPageBreak/>
        <w:t>***   Number of variables          : 2380</w:t>
      </w:r>
    </w:p>
    <w:p w:rsidR="0062748B" w:rsidRDefault="0062748B" w:rsidP="0062748B">
      <w:r>
        <w:t>***   Maximum allowed              : 300</w:t>
      </w:r>
    </w:p>
    <w:p w:rsidR="0062748B" w:rsidRDefault="0062748B" w:rsidP="0062748B">
      <w:r>
        <w:t>*** Too many nonzero elements for demo mode</w:t>
      </w:r>
    </w:p>
    <w:p w:rsidR="0062748B" w:rsidRDefault="0062748B" w:rsidP="0062748B">
      <w:r>
        <w:t>***   Number of nonzeros           : 8877</w:t>
      </w:r>
    </w:p>
    <w:p w:rsidR="0062748B" w:rsidRDefault="0062748B" w:rsidP="0062748B">
      <w:r>
        <w:t>***   Maximum allowed              : 2000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No solution returned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47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 x e c u t i o n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   894 VARIABLE MasterObjective.L     =      0.00000  Objective function of</w:t>
      </w:r>
    </w:p>
    <w:p w:rsidR="0062748B" w:rsidRDefault="0062748B" w:rsidP="0062748B">
      <w:r>
        <w:t xml:space="preserve">                                                           the master problem</w:t>
      </w:r>
    </w:p>
    <w:p w:rsidR="0062748B" w:rsidRDefault="0062748B" w:rsidP="0062748B"/>
    <w:p w:rsidR="0062748B" w:rsidRDefault="0062748B" w:rsidP="0062748B">
      <w:r>
        <w:t>----    912 PARAMETER a  Temporary storage parameter of the first stage decision</w:t>
      </w:r>
    </w:p>
    <w:p w:rsidR="0062748B" w:rsidRDefault="0062748B" w:rsidP="0062748B">
      <w:r>
        <w:t xml:space="preserve">                         values</w:t>
      </w:r>
    </w:p>
    <w:p w:rsidR="0062748B" w:rsidRDefault="0062748B" w:rsidP="0062748B"/>
    <w:p w:rsidR="0062748B" w:rsidRDefault="0062748B" w:rsidP="0062748B">
      <w:r>
        <w:t xml:space="preserve">                      ( ALL     0.00000 )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48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OptObj  =E=  Objective function for the optimality problem</w:t>
      </w:r>
    </w:p>
    <w:p w:rsidR="0062748B" w:rsidRDefault="0062748B" w:rsidP="0062748B"/>
    <w:p w:rsidR="0062748B" w:rsidRDefault="0062748B" w:rsidP="0062748B">
      <w:r>
        <w:t>OptObj..  OptObjective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Optconst1  =L=  Constraint for the optimality problem</w:t>
      </w:r>
    </w:p>
    <w:p w:rsidR="0062748B" w:rsidRDefault="0062748B" w:rsidP="0062748B"/>
    <w:p w:rsidR="0062748B" w:rsidRDefault="0062748B" w:rsidP="0062748B">
      <w:r>
        <w:t>Optconst1(1,1,1)..  pi(1,1,1)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Optconst1(1,1,2)..  pi(1,1,2)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Optconst1(1,1,3)..  pi(1,1,3)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49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pi  simplex variable (one in number)</w:t>
      </w:r>
    </w:p>
    <w:p w:rsidR="0062748B" w:rsidRDefault="0062748B" w:rsidP="0062748B"/>
    <w:p w:rsidR="0062748B" w:rsidRDefault="0062748B" w:rsidP="0062748B">
      <w:r>
        <w:t>pi(1,1,1)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Optconst1(1,1,1)</w:t>
      </w:r>
    </w:p>
    <w:p w:rsidR="0062748B" w:rsidRDefault="0062748B" w:rsidP="0062748B"/>
    <w:p w:rsidR="0062748B" w:rsidRDefault="0062748B" w:rsidP="0062748B">
      <w:r>
        <w:t>pi(1,1,2)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Optconst1(1,1,2)</w:t>
      </w:r>
    </w:p>
    <w:p w:rsidR="0062748B" w:rsidRDefault="0062748B" w:rsidP="0062748B"/>
    <w:p w:rsidR="0062748B" w:rsidRDefault="0062748B" w:rsidP="0062748B">
      <w:r>
        <w:t>pi(1,1,3)</w:t>
      </w:r>
    </w:p>
    <w:p w:rsidR="0062748B" w:rsidRDefault="0062748B" w:rsidP="0062748B">
      <w:r>
        <w:t xml:space="preserve">                (.LO, .L, .UP, .M = 0, 0, +INF, 0)</w:t>
      </w:r>
    </w:p>
    <w:p w:rsidR="0062748B" w:rsidRDefault="0062748B" w:rsidP="0062748B">
      <w:r>
        <w:t xml:space="preserve">        1       Optconst1(1,1,3)</w:t>
      </w:r>
    </w:p>
    <w:p w:rsidR="0062748B" w:rsidRDefault="0062748B" w:rsidP="0062748B"/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t>---- OptObjective  Objective function for the Optimality problem</w:t>
      </w:r>
    </w:p>
    <w:p w:rsidR="0062748B" w:rsidRDefault="0062748B" w:rsidP="0062748B"/>
    <w:p w:rsidR="0062748B" w:rsidRDefault="0062748B" w:rsidP="0062748B">
      <w:r>
        <w:t>OptObjective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lastRenderedPageBreak/>
        <w:t xml:space="preserve">        1       OptObj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50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1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 2     SINGLE EQUATIONS          842</w:t>
      </w:r>
    </w:p>
    <w:p w:rsidR="0062748B" w:rsidRDefault="0062748B" w:rsidP="0062748B">
      <w:r>
        <w:t>BLOCKS OF VARIABLES           2     SINGLE VARIABLES          842</w:t>
      </w:r>
    </w:p>
    <w:p w:rsidR="0062748B" w:rsidRDefault="0062748B" w:rsidP="0062748B">
      <w:r>
        <w:t>NON ZERO ELEMENTS           842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0.016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0.031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1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51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Optimality          OBJECTIVE  OptObjective</w:t>
      </w:r>
    </w:p>
    <w:p w:rsidR="0062748B" w:rsidRDefault="0062748B" w:rsidP="0062748B">
      <w:r>
        <w:t xml:space="preserve">     TYPE    LP                  DIRECTION  MAXIMIZE</w:t>
      </w:r>
    </w:p>
    <w:p w:rsidR="0062748B" w:rsidRDefault="0062748B" w:rsidP="0062748B">
      <w:r>
        <w:t xml:space="preserve">     SOLVER  CPLEX               FROM LINE  936</w:t>
      </w:r>
    </w:p>
    <w:p w:rsidR="0062748B" w:rsidRDefault="0062748B" w:rsidP="0062748B"/>
    <w:p w:rsidR="0062748B" w:rsidRDefault="0062748B" w:rsidP="0062748B">
      <w:r>
        <w:t xml:space="preserve">**** SOLVER STATUS     1 Normal Completion         </w:t>
      </w:r>
    </w:p>
    <w:p w:rsidR="0062748B" w:rsidRDefault="0062748B" w:rsidP="0062748B">
      <w:r>
        <w:t xml:space="preserve">**** MODEL STATUS      1 Optimal                   </w:t>
      </w:r>
    </w:p>
    <w:p w:rsidR="0062748B" w:rsidRDefault="0062748B" w:rsidP="0062748B">
      <w:r>
        <w:t>**** OBJECTIVE VALUE                0.0000</w:t>
      </w:r>
    </w:p>
    <w:p w:rsidR="0062748B" w:rsidRDefault="0062748B" w:rsidP="0062748B"/>
    <w:p w:rsidR="0062748B" w:rsidRDefault="0062748B" w:rsidP="0062748B">
      <w:r>
        <w:t xml:space="preserve"> RESOURCE USAGE, LIMIT          0.015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/>
    <w:p w:rsidR="0062748B" w:rsidRDefault="0062748B" w:rsidP="0062748B">
      <w:r>
        <w:t xml:space="preserve">IBM ILOG CPLEX   24.1.3 r41464 Released Jul 26, 2013 WEI x86_64/MS Windows    </w:t>
      </w:r>
    </w:p>
    <w:p w:rsidR="0062748B" w:rsidRDefault="0062748B" w:rsidP="0062748B">
      <w:r>
        <w:t>--- GAMS/Cplex licensed for continuous and discrete problems.</w:t>
      </w:r>
    </w:p>
    <w:p w:rsidR="0062748B" w:rsidRDefault="0062748B" w:rsidP="0062748B">
      <w:r>
        <w:t>Cplex 12.5.1.0</w:t>
      </w:r>
    </w:p>
    <w:p w:rsidR="0062748B" w:rsidRDefault="0062748B" w:rsidP="0062748B"/>
    <w:p w:rsidR="0062748B" w:rsidRDefault="0062748B" w:rsidP="0062748B">
      <w:r>
        <w:t>LP status(1): optimal</w:t>
      </w:r>
    </w:p>
    <w:p w:rsidR="0062748B" w:rsidRDefault="0062748B" w:rsidP="0062748B">
      <w:r>
        <w:t>Cplex Time: 0.00sec (det. 0.46 ticks)</w:t>
      </w:r>
    </w:p>
    <w:p w:rsidR="0062748B" w:rsidRDefault="0062748B" w:rsidP="0062748B">
      <w:r>
        <w:t>Optimal solution found.</w:t>
      </w:r>
    </w:p>
    <w:p w:rsidR="0062748B" w:rsidRDefault="0062748B" w:rsidP="0062748B">
      <w:r>
        <w:lastRenderedPageBreak/>
        <w:t>Objective :           0.000000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EQU OptObj          .         .         .        1.000      </w:t>
      </w:r>
    </w:p>
    <w:p w:rsidR="0062748B" w:rsidRDefault="0062748B" w:rsidP="0062748B"/>
    <w:p w:rsidR="0062748B" w:rsidRDefault="0062748B" w:rsidP="0062748B">
      <w:r>
        <w:t xml:space="preserve">  OptObj  Objective function for the optimality problem</w:t>
      </w:r>
    </w:p>
    <w:p w:rsidR="0062748B" w:rsidRDefault="0062748B" w:rsidP="0062748B"/>
    <w:p w:rsidR="0062748B" w:rsidRDefault="0062748B" w:rsidP="0062748B">
      <w:r>
        <w:t>---- EQU Optconst1  Constraint for the optimality problem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-INF       .        1.000      .         </w:t>
      </w:r>
    </w:p>
    <w:p w:rsidR="0062748B" w:rsidRDefault="0062748B" w:rsidP="0062748B">
      <w:r>
        <w:t xml:space="preserve">1 .1.2      -INF       .        1.000      .         </w:t>
      </w:r>
    </w:p>
    <w:p w:rsidR="0062748B" w:rsidRDefault="0062748B" w:rsidP="0062748B">
      <w:r>
        <w:t xml:space="preserve">1 .1.3      -INF       .        1.000      .         </w:t>
      </w:r>
    </w:p>
    <w:p w:rsidR="0062748B" w:rsidRDefault="0062748B" w:rsidP="0062748B">
      <w:r>
        <w:t xml:space="preserve">1 .1.4      -INF       .        1.000      .         </w:t>
      </w:r>
    </w:p>
    <w:p w:rsidR="0062748B" w:rsidRDefault="0062748B" w:rsidP="0062748B">
      <w:r>
        <w:t xml:space="preserve">1 .1.5      -INF       .        1.000      .         </w:t>
      </w:r>
    </w:p>
    <w:p w:rsidR="0062748B" w:rsidRDefault="0062748B" w:rsidP="0062748B">
      <w:r>
        <w:t xml:space="preserve">1 .1.6      -INF       .        1.000      .         </w:t>
      </w:r>
    </w:p>
    <w:p w:rsidR="0062748B" w:rsidRDefault="0062748B" w:rsidP="0062748B">
      <w:r>
        <w:t xml:space="preserve">1 .1.7      -INF       .        1.000      .         </w:t>
      </w:r>
    </w:p>
    <w:p w:rsidR="0062748B" w:rsidRDefault="0062748B" w:rsidP="0062748B">
      <w:r>
        <w:t xml:space="preserve">1 .1.8      -INF       .        1.000      .         </w:t>
      </w:r>
    </w:p>
    <w:p w:rsidR="0062748B" w:rsidRDefault="0062748B" w:rsidP="0062748B">
      <w:r>
        <w:t xml:space="preserve">1 .1.9      -INF       .        1.000      .         </w:t>
      </w:r>
    </w:p>
    <w:p w:rsidR="0062748B" w:rsidRDefault="0062748B" w:rsidP="0062748B">
      <w:r>
        <w:t xml:space="preserve">1 .1.10     -INF       .        1.000      .         </w:t>
      </w:r>
    </w:p>
    <w:p w:rsidR="0062748B" w:rsidRDefault="0062748B" w:rsidP="0062748B">
      <w:r>
        <w:t xml:space="preserve">1 .1.11     -INF       .        1.000      .         </w:t>
      </w:r>
    </w:p>
    <w:p w:rsidR="0062748B" w:rsidRDefault="0062748B" w:rsidP="0062748B">
      <w:r>
        <w:t xml:space="preserve">1 .1.12     -INF       .        1.000      .         </w:t>
      </w:r>
    </w:p>
    <w:p w:rsidR="0062748B" w:rsidRDefault="0062748B" w:rsidP="0062748B">
      <w:r>
        <w:lastRenderedPageBreak/>
        <w:t xml:space="preserve">1 .1.13     -INF       .        1.000      .         </w:t>
      </w:r>
    </w:p>
    <w:p w:rsidR="0062748B" w:rsidRDefault="0062748B" w:rsidP="0062748B">
      <w:r>
        <w:t xml:space="preserve">1 .1.14     -INF       .        1.000      .         </w:t>
      </w:r>
    </w:p>
    <w:p w:rsidR="0062748B" w:rsidRDefault="0062748B" w:rsidP="0062748B">
      <w:r>
        <w:t xml:space="preserve">1 .1.15     -INF       .        1.000      .         </w:t>
      </w:r>
    </w:p>
    <w:p w:rsidR="0062748B" w:rsidRDefault="0062748B" w:rsidP="0062748B">
      <w:r>
        <w:t xml:space="preserve">1 .1.16     -INF       .        1.000      .         </w:t>
      </w:r>
    </w:p>
    <w:p w:rsidR="0062748B" w:rsidRDefault="0062748B" w:rsidP="0062748B">
      <w:r>
        <w:t xml:space="preserve">1 .1.17     -INF       .        1.000      .         </w:t>
      </w:r>
    </w:p>
    <w:p w:rsidR="0062748B" w:rsidRDefault="0062748B" w:rsidP="0062748B">
      <w:r>
        <w:t xml:space="preserve">1 .1.18     -INF       .        1.000      .         </w:t>
      </w:r>
    </w:p>
    <w:p w:rsidR="0062748B" w:rsidRDefault="0062748B" w:rsidP="0062748B">
      <w:r>
        <w:t xml:space="preserve">1 .1.19     -INF       .        1.000      .         </w:t>
      </w:r>
    </w:p>
    <w:p w:rsidR="0062748B" w:rsidRDefault="0062748B" w:rsidP="0062748B">
      <w:r>
        <w:t xml:space="preserve">1 .1.20     -INF       .        1.000      .         </w:t>
      </w:r>
    </w:p>
    <w:p w:rsidR="0062748B" w:rsidRDefault="0062748B" w:rsidP="0062748B">
      <w:r>
        <w:t xml:space="preserve">1 .1.21     -INF       .        1.000      .         </w:t>
      </w:r>
    </w:p>
    <w:p w:rsidR="0062748B" w:rsidRDefault="0062748B" w:rsidP="0062748B">
      <w:r>
        <w:t xml:space="preserve">1 .1.22     -INF       .        1.000      .         </w:t>
      </w:r>
    </w:p>
    <w:p w:rsidR="0062748B" w:rsidRDefault="0062748B" w:rsidP="0062748B">
      <w:r>
        <w:t xml:space="preserve">1 .1.23     -INF       .        1.000      .         </w:t>
      </w:r>
    </w:p>
    <w:p w:rsidR="0062748B" w:rsidRDefault="0062748B" w:rsidP="0062748B">
      <w:r>
        <w:t xml:space="preserve">1 .1.24     -INF       .        1.000      .         </w:t>
      </w:r>
    </w:p>
    <w:p w:rsidR="0062748B" w:rsidRDefault="0062748B" w:rsidP="0062748B">
      <w:r>
        <w:t xml:space="preserve">1 .1.25     -INF       .        1.000      .         </w:t>
      </w:r>
    </w:p>
    <w:p w:rsidR="0062748B" w:rsidRDefault="0062748B" w:rsidP="0062748B">
      <w:r>
        <w:t xml:space="preserve">1 .1.26     -INF       .        1.000      .         </w:t>
      </w:r>
    </w:p>
    <w:p w:rsidR="0062748B" w:rsidRDefault="0062748B" w:rsidP="0062748B">
      <w:r>
        <w:t xml:space="preserve">1 .1.27     -INF       .        1.000      .         </w:t>
      </w:r>
    </w:p>
    <w:p w:rsidR="0062748B" w:rsidRDefault="0062748B" w:rsidP="0062748B">
      <w:r>
        <w:t xml:space="preserve">1 .1.28     -INF       .        1.000      .         </w:t>
      </w:r>
    </w:p>
    <w:p w:rsidR="0062748B" w:rsidRDefault="0062748B" w:rsidP="0062748B">
      <w:r>
        <w:t xml:space="preserve">1 .1.29     -INF       .        1.000      .         </w:t>
      </w:r>
    </w:p>
    <w:p w:rsidR="0062748B" w:rsidRDefault="0062748B" w:rsidP="0062748B">
      <w:r>
        <w:t xml:space="preserve">2 .1.1      -INF       .        1.000      .         </w:t>
      </w:r>
    </w:p>
    <w:p w:rsidR="0062748B" w:rsidRDefault="0062748B" w:rsidP="0062748B">
      <w:r>
        <w:t xml:space="preserve">2 .1.2      -INF       .        1.000      .         </w:t>
      </w:r>
    </w:p>
    <w:p w:rsidR="0062748B" w:rsidRDefault="0062748B" w:rsidP="0062748B">
      <w:r>
        <w:t xml:space="preserve">2 .1.3      -INF       .        1.000      .         </w:t>
      </w:r>
    </w:p>
    <w:p w:rsidR="0062748B" w:rsidRDefault="0062748B" w:rsidP="0062748B">
      <w:r>
        <w:t xml:space="preserve">2 .1.4      -INF       .        1.000      .         </w:t>
      </w:r>
    </w:p>
    <w:p w:rsidR="0062748B" w:rsidRDefault="0062748B" w:rsidP="0062748B">
      <w:r>
        <w:t xml:space="preserve">2 .1.5      -INF       .        1.000      .         </w:t>
      </w:r>
    </w:p>
    <w:p w:rsidR="0062748B" w:rsidRDefault="0062748B" w:rsidP="0062748B">
      <w:r>
        <w:t xml:space="preserve">2 .1.6      -INF       .        1.000      .         </w:t>
      </w:r>
    </w:p>
    <w:p w:rsidR="0062748B" w:rsidRDefault="0062748B" w:rsidP="0062748B">
      <w:r>
        <w:t xml:space="preserve">2 .1.7      -INF       .        1.000      .         </w:t>
      </w:r>
    </w:p>
    <w:p w:rsidR="0062748B" w:rsidRDefault="0062748B" w:rsidP="0062748B">
      <w:r>
        <w:t xml:space="preserve">2 .1.8      -INF       .        1.000      .         </w:t>
      </w:r>
    </w:p>
    <w:p w:rsidR="0062748B" w:rsidRDefault="0062748B" w:rsidP="0062748B">
      <w:r>
        <w:lastRenderedPageBreak/>
        <w:t xml:space="preserve">2 .1.9      -INF       .        1.000      .         </w:t>
      </w:r>
    </w:p>
    <w:p w:rsidR="0062748B" w:rsidRDefault="0062748B" w:rsidP="0062748B">
      <w:r>
        <w:t xml:space="preserve">2 .1.10     -INF       .        1.000      .         </w:t>
      </w:r>
    </w:p>
    <w:p w:rsidR="0062748B" w:rsidRDefault="0062748B" w:rsidP="0062748B">
      <w:r>
        <w:t xml:space="preserve">2 .1.11     -INF       .        1.000      .         </w:t>
      </w:r>
    </w:p>
    <w:p w:rsidR="0062748B" w:rsidRDefault="0062748B" w:rsidP="0062748B">
      <w:r>
        <w:t xml:space="preserve">2 .1.12     -INF       .        1.000      .         </w:t>
      </w:r>
    </w:p>
    <w:p w:rsidR="0062748B" w:rsidRDefault="0062748B" w:rsidP="0062748B">
      <w:r>
        <w:t xml:space="preserve">2 .1.13     -INF       .        1.000      .         </w:t>
      </w:r>
    </w:p>
    <w:p w:rsidR="0062748B" w:rsidRDefault="0062748B" w:rsidP="0062748B">
      <w:r>
        <w:t xml:space="preserve">2 .1.14     -INF       .        1.000      .         </w:t>
      </w:r>
    </w:p>
    <w:p w:rsidR="0062748B" w:rsidRDefault="0062748B" w:rsidP="0062748B">
      <w:r>
        <w:t xml:space="preserve">2 .1.15     -INF       .        1.000      .         </w:t>
      </w:r>
    </w:p>
    <w:p w:rsidR="0062748B" w:rsidRDefault="0062748B" w:rsidP="0062748B">
      <w:r>
        <w:t xml:space="preserve">2 .1.16     -INF       .        1.000      .         </w:t>
      </w:r>
    </w:p>
    <w:p w:rsidR="0062748B" w:rsidRDefault="0062748B" w:rsidP="0062748B">
      <w:r>
        <w:t xml:space="preserve">2 .1.17     -INF       .        1.000      .         </w:t>
      </w:r>
    </w:p>
    <w:p w:rsidR="0062748B" w:rsidRDefault="0062748B" w:rsidP="0062748B">
      <w:r>
        <w:t xml:space="preserve">2 .1.18     -INF       .        1.000      .         </w:t>
      </w:r>
    </w:p>
    <w:p w:rsidR="0062748B" w:rsidRDefault="0062748B" w:rsidP="0062748B">
      <w:r>
        <w:t xml:space="preserve">2 .1.19     -INF       .        1.000      .         </w:t>
      </w:r>
    </w:p>
    <w:p w:rsidR="0062748B" w:rsidRDefault="0062748B" w:rsidP="0062748B">
      <w:r>
        <w:t xml:space="preserve">2 .1.20     -INF       .        1.000      .         </w:t>
      </w:r>
    </w:p>
    <w:p w:rsidR="0062748B" w:rsidRDefault="0062748B" w:rsidP="0062748B">
      <w:r>
        <w:t xml:space="preserve">2 .1.21     -INF       .        1.000      .         </w:t>
      </w:r>
    </w:p>
    <w:p w:rsidR="0062748B" w:rsidRDefault="0062748B" w:rsidP="0062748B">
      <w:r>
        <w:t xml:space="preserve">2 .1.22     -INF       .        1.000      .         </w:t>
      </w:r>
    </w:p>
    <w:p w:rsidR="0062748B" w:rsidRDefault="0062748B" w:rsidP="0062748B">
      <w:r>
        <w:t xml:space="preserve">2 .1.23     -INF       .        1.000      .         </w:t>
      </w:r>
    </w:p>
    <w:p w:rsidR="0062748B" w:rsidRDefault="0062748B" w:rsidP="0062748B">
      <w:r>
        <w:t xml:space="preserve">2 .1.24     -INF       .        1.000      .         </w:t>
      </w:r>
    </w:p>
    <w:p w:rsidR="0062748B" w:rsidRDefault="0062748B" w:rsidP="0062748B">
      <w:r>
        <w:t xml:space="preserve">2 .1.25     -INF       .        1.000      .         </w:t>
      </w:r>
    </w:p>
    <w:p w:rsidR="0062748B" w:rsidRDefault="0062748B" w:rsidP="0062748B">
      <w:r>
        <w:t xml:space="preserve">2 .1.26     -INF       .        1.000      .         </w:t>
      </w:r>
    </w:p>
    <w:p w:rsidR="0062748B" w:rsidRDefault="0062748B" w:rsidP="0062748B">
      <w:r>
        <w:t xml:space="preserve">2 .1.27     -INF       .        1.000      .         </w:t>
      </w:r>
    </w:p>
    <w:p w:rsidR="0062748B" w:rsidRDefault="0062748B" w:rsidP="0062748B">
      <w:r>
        <w:t xml:space="preserve">2 .1.28     -INF       .        1.000      .         </w:t>
      </w:r>
    </w:p>
    <w:p w:rsidR="0062748B" w:rsidRDefault="0062748B" w:rsidP="0062748B">
      <w:r>
        <w:t xml:space="preserve">2 .1.29     -INF       .        1.000      .         </w:t>
      </w:r>
    </w:p>
    <w:p w:rsidR="0062748B" w:rsidRDefault="0062748B" w:rsidP="0062748B">
      <w:r>
        <w:t xml:space="preserve">3 .1.1      -INF       .        1.000      .         </w:t>
      </w:r>
    </w:p>
    <w:p w:rsidR="0062748B" w:rsidRDefault="0062748B" w:rsidP="0062748B">
      <w:r>
        <w:t xml:space="preserve">3 .1.2      -INF       .        1.000      .         </w:t>
      </w:r>
    </w:p>
    <w:p w:rsidR="0062748B" w:rsidRDefault="0062748B" w:rsidP="0062748B">
      <w:r>
        <w:t xml:space="preserve">3 .1.3      -INF       .        1.000      .         </w:t>
      </w:r>
    </w:p>
    <w:p w:rsidR="0062748B" w:rsidRDefault="0062748B" w:rsidP="0062748B">
      <w:r>
        <w:t xml:space="preserve">3 .1.4      -INF       .        1.000      .         </w:t>
      </w:r>
    </w:p>
    <w:p w:rsidR="0062748B" w:rsidRDefault="0062748B" w:rsidP="0062748B">
      <w:r>
        <w:lastRenderedPageBreak/>
        <w:t xml:space="preserve">3 .1.5      -INF       .        1.000      .         </w:t>
      </w:r>
    </w:p>
    <w:p w:rsidR="0062748B" w:rsidRDefault="0062748B" w:rsidP="0062748B">
      <w:r>
        <w:t xml:space="preserve">3 .1.6      -INF       .        1.000      .         </w:t>
      </w:r>
    </w:p>
    <w:p w:rsidR="0062748B" w:rsidRDefault="0062748B" w:rsidP="0062748B">
      <w:r>
        <w:t xml:space="preserve">3 .1.7      -INF       .        1.000      .         </w:t>
      </w:r>
    </w:p>
    <w:p w:rsidR="0062748B" w:rsidRDefault="0062748B" w:rsidP="0062748B">
      <w:r>
        <w:t xml:space="preserve">3 .1.8      -INF       .        1.000      .         </w:t>
      </w:r>
    </w:p>
    <w:p w:rsidR="0062748B" w:rsidRDefault="0062748B" w:rsidP="0062748B">
      <w:r>
        <w:t xml:space="preserve">3 .1.9      -INF       .        1.000      .         </w:t>
      </w:r>
    </w:p>
    <w:p w:rsidR="0062748B" w:rsidRDefault="0062748B" w:rsidP="0062748B">
      <w:r>
        <w:t xml:space="preserve">3 .1.10     -INF       .        1.000      .         </w:t>
      </w:r>
    </w:p>
    <w:p w:rsidR="0062748B" w:rsidRDefault="0062748B" w:rsidP="0062748B">
      <w:r>
        <w:t xml:space="preserve">3 .1.11     -INF       .        1.000      .         </w:t>
      </w:r>
    </w:p>
    <w:p w:rsidR="0062748B" w:rsidRDefault="0062748B" w:rsidP="0062748B">
      <w:r>
        <w:t xml:space="preserve">3 .1.12     -INF       .        1.000      .         </w:t>
      </w:r>
    </w:p>
    <w:p w:rsidR="0062748B" w:rsidRDefault="0062748B" w:rsidP="0062748B">
      <w:r>
        <w:t xml:space="preserve">3 .1.13     -INF       .        1.000      .         </w:t>
      </w:r>
    </w:p>
    <w:p w:rsidR="0062748B" w:rsidRDefault="0062748B" w:rsidP="0062748B">
      <w:r>
        <w:t xml:space="preserve">3 .1.14     -INF       .        1.000      .         </w:t>
      </w:r>
    </w:p>
    <w:p w:rsidR="0062748B" w:rsidRDefault="0062748B" w:rsidP="0062748B">
      <w:r>
        <w:t xml:space="preserve">3 .1.15     -INF       .        1.000      .         </w:t>
      </w:r>
    </w:p>
    <w:p w:rsidR="0062748B" w:rsidRDefault="0062748B" w:rsidP="0062748B">
      <w:r>
        <w:t xml:space="preserve">3 .1.16     -INF       .        1.000      .         </w:t>
      </w:r>
    </w:p>
    <w:p w:rsidR="0062748B" w:rsidRDefault="0062748B" w:rsidP="0062748B">
      <w:r>
        <w:t xml:space="preserve">3 .1.17     -INF       .        1.000      .         </w:t>
      </w:r>
    </w:p>
    <w:p w:rsidR="0062748B" w:rsidRDefault="0062748B" w:rsidP="0062748B">
      <w:r>
        <w:t xml:space="preserve">3 .1.18     -INF       .        1.000      .         </w:t>
      </w:r>
    </w:p>
    <w:p w:rsidR="0062748B" w:rsidRDefault="0062748B" w:rsidP="0062748B">
      <w:r>
        <w:t xml:space="preserve">3 .1.19     -INF       .        1.000      .         </w:t>
      </w:r>
    </w:p>
    <w:p w:rsidR="0062748B" w:rsidRDefault="0062748B" w:rsidP="0062748B">
      <w:r>
        <w:t xml:space="preserve">3 .1.20     -INF       .        1.000      .         </w:t>
      </w:r>
    </w:p>
    <w:p w:rsidR="0062748B" w:rsidRDefault="0062748B" w:rsidP="0062748B">
      <w:r>
        <w:t xml:space="preserve">3 .1.21     -INF       .        1.000      .         </w:t>
      </w:r>
    </w:p>
    <w:p w:rsidR="0062748B" w:rsidRDefault="0062748B" w:rsidP="0062748B">
      <w:r>
        <w:t xml:space="preserve">3 .1.22     -INF       .        1.000      .         </w:t>
      </w:r>
    </w:p>
    <w:p w:rsidR="0062748B" w:rsidRDefault="0062748B" w:rsidP="0062748B">
      <w:r>
        <w:t xml:space="preserve">3 .1.23     -INF       .        1.000      .         </w:t>
      </w:r>
    </w:p>
    <w:p w:rsidR="0062748B" w:rsidRDefault="0062748B" w:rsidP="0062748B">
      <w:r>
        <w:t xml:space="preserve">3 .1.24     -INF       .        1.000      .         </w:t>
      </w:r>
    </w:p>
    <w:p w:rsidR="0062748B" w:rsidRDefault="0062748B" w:rsidP="0062748B">
      <w:r>
        <w:t xml:space="preserve">3 .1.25     -INF       .        1.000      .         </w:t>
      </w:r>
    </w:p>
    <w:p w:rsidR="0062748B" w:rsidRDefault="0062748B" w:rsidP="0062748B">
      <w:r>
        <w:t xml:space="preserve">3 .1.26     -INF       .        1.000      .         </w:t>
      </w:r>
    </w:p>
    <w:p w:rsidR="0062748B" w:rsidRDefault="0062748B" w:rsidP="0062748B">
      <w:r>
        <w:t xml:space="preserve">3 .1.27     -INF       .        1.000      .         </w:t>
      </w:r>
    </w:p>
    <w:p w:rsidR="0062748B" w:rsidRDefault="0062748B" w:rsidP="0062748B">
      <w:r>
        <w:t xml:space="preserve">3 .1.28     -INF       .        1.000      .         </w:t>
      </w:r>
    </w:p>
    <w:p w:rsidR="0062748B" w:rsidRDefault="0062748B" w:rsidP="0062748B">
      <w:r>
        <w:t xml:space="preserve">3 .1.29     -INF       .        1.000      .         </w:t>
      </w:r>
    </w:p>
    <w:p w:rsidR="0062748B" w:rsidRDefault="0062748B" w:rsidP="0062748B">
      <w:r>
        <w:lastRenderedPageBreak/>
        <w:t xml:space="preserve">4 .1.1      -INF       .        1.000      .         </w:t>
      </w:r>
    </w:p>
    <w:p w:rsidR="0062748B" w:rsidRDefault="0062748B" w:rsidP="0062748B">
      <w:r>
        <w:t xml:space="preserve">4 .1.2      -INF       .        1.000      .         </w:t>
      </w:r>
    </w:p>
    <w:p w:rsidR="0062748B" w:rsidRDefault="0062748B" w:rsidP="0062748B">
      <w:r>
        <w:t xml:space="preserve">4 .1.3      -INF       .        1.000      .         </w:t>
      </w:r>
    </w:p>
    <w:p w:rsidR="0062748B" w:rsidRDefault="0062748B" w:rsidP="0062748B">
      <w:r>
        <w:t xml:space="preserve">4 .1.4      -INF       .        1.000      .         </w:t>
      </w:r>
    </w:p>
    <w:p w:rsidR="0062748B" w:rsidRDefault="0062748B" w:rsidP="0062748B">
      <w:r>
        <w:t xml:space="preserve">4 .1.5      -INF       .        1.000      .         </w:t>
      </w:r>
    </w:p>
    <w:p w:rsidR="0062748B" w:rsidRDefault="0062748B" w:rsidP="0062748B">
      <w:r>
        <w:t xml:space="preserve">4 .1.6      -INF       .        1.000      .         </w:t>
      </w:r>
    </w:p>
    <w:p w:rsidR="0062748B" w:rsidRDefault="0062748B" w:rsidP="0062748B">
      <w:r>
        <w:t xml:space="preserve">4 .1.7      -INF       .        1.000      .         </w:t>
      </w:r>
    </w:p>
    <w:p w:rsidR="0062748B" w:rsidRDefault="0062748B" w:rsidP="0062748B">
      <w:r>
        <w:t xml:space="preserve">4 .1.8      -INF       .        1.000      .         </w:t>
      </w:r>
    </w:p>
    <w:p w:rsidR="0062748B" w:rsidRDefault="0062748B" w:rsidP="0062748B">
      <w:r>
        <w:t xml:space="preserve">4 .1.9      -INF       .        1.000      .         </w:t>
      </w:r>
    </w:p>
    <w:p w:rsidR="0062748B" w:rsidRDefault="0062748B" w:rsidP="0062748B">
      <w:r>
        <w:t xml:space="preserve">4 .1.10     -INF       .        1.000      .         </w:t>
      </w:r>
    </w:p>
    <w:p w:rsidR="0062748B" w:rsidRDefault="0062748B" w:rsidP="0062748B">
      <w:r>
        <w:t xml:space="preserve">4 .1.11     -INF       .        1.000      .         </w:t>
      </w:r>
    </w:p>
    <w:p w:rsidR="0062748B" w:rsidRDefault="0062748B" w:rsidP="0062748B">
      <w:r>
        <w:t xml:space="preserve">4 .1.12     -INF       .        1.000      .         </w:t>
      </w:r>
    </w:p>
    <w:p w:rsidR="0062748B" w:rsidRDefault="0062748B" w:rsidP="0062748B">
      <w:r>
        <w:t xml:space="preserve">4 .1.13     -INF       .        1.000      .         </w:t>
      </w:r>
    </w:p>
    <w:p w:rsidR="0062748B" w:rsidRDefault="0062748B" w:rsidP="0062748B">
      <w:r>
        <w:t xml:space="preserve">4 .1.14     -INF       .        1.000      .         </w:t>
      </w:r>
    </w:p>
    <w:p w:rsidR="0062748B" w:rsidRDefault="0062748B" w:rsidP="0062748B">
      <w:r>
        <w:t xml:space="preserve">4 .1.15     -INF       .        1.000      .         </w:t>
      </w:r>
    </w:p>
    <w:p w:rsidR="0062748B" w:rsidRDefault="0062748B" w:rsidP="0062748B">
      <w:r>
        <w:t xml:space="preserve">4 .1.16     -INF       .        1.000      .         </w:t>
      </w:r>
    </w:p>
    <w:p w:rsidR="0062748B" w:rsidRDefault="0062748B" w:rsidP="0062748B">
      <w:r>
        <w:t xml:space="preserve">4 .1.17     -INF       .        1.000      .         </w:t>
      </w:r>
    </w:p>
    <w:p w:rsidR="0062748B" w:rsidRDefault="0062748B" w:rsidP="0062748B">
      <w:r>
        <w:t xml:space="preserve">4 .1.18     -INF       .        1.000      .         </w:t>
      </w:r>
    </w:p>
    <w:p w:rsidR="0062748B" w:rsidRDefault="0062748B" w:rsidP="0062748B">
      <w:r>
        <w:t xml:space="preserve">4 .1.19     -INF       .        1.000      .         </w:t>
      </w:r>
    </w:p>
    <w:p w:rsidR="0062748B" w:rsidRDefault="0062748B" w:rsidP="0062748B">
      <w:r>
        <w:t xml:space="preserve">4 .1.20     -INF       .        1.000      .         </w:t>
      </w:r>
    </w:p>
    <w:p w:rsidR="0062748B" w:rsidRDefault="0062748B" w:rsidP="0062748B">
      <w:r>
        <w:t xml:space="preserve">4 .1.21     -INF       .        1.000      .         </w:t>
      </w:r>
    </w:p>
    <w:p w:rsidR="0062748B" w:rsidRDefault="0062748B" w:rsidP="0062748B">
      <w:r>
        <w:t xml:space="preserve">4 .1.22     -INF       .        1.000      .         </w:t>
      </w:r>
    </w:p>
    <w:p w:rsidR="0062748B" w:rsidRDefault="0062748B" w:rsidP="0062748B">
      <w:r>
        <w:t xml:space="preserve">4 .1.23     -INF       .        1.000      .         </w:t>
      </w:r>
    </w:p>
    <w:p w:rsidR="0062748B" w:rsidRDefault="0062748B" w:rsidP="0062748B">
      <w:r>
        <w:t xml:space="preserve">4 .1.24     -INF       .        1.000      .         </w:t>
      </w:r>
    </w:p>
    <w:p w:rsidR="0062748B" w:rsidRDefault="0062748B" w:rsidP="0062748B">
      <w:r>
        <w:t xml:space="preserve">4 .1.25     -INF       .        1.000      .         </w:t>
      </w:r>
    </w:p>
    <w:p w:rsidR="0062748B" w:rsidRDefault="0062748B" w:rsidP="0062748B">
      <w:r>
        <w:lastRenderedPageBreak/>
        <w:t xml:space="preserve">4 .1.26     -INF       .        1.000      .         </w:t>
      </w:r>
    </w:p>
    <w:p w:rsidR="0062748B" w:rsidRDefault="0062748B" w:rsidP="0062748B">
      <w:r>
        <w:t xml:space="preserve">4 .1.27     -INF       .        1.000      .         </w:t>
      </w:r>
    </w:p>
    <w:p w:rsidR="0062748B" w:rsidRDefault="0062748B" w:rsidP="0062748B">
      <w:r>
        <w:t xml:space="preserve">4 .1.28     -INF       .        1.000      .         </w:t>
      </w:r>
    </w:p>
    <w:p w:rsidR="0062748B" w:rsidRDefault="0062748B" w:rsidP="0062748B">
      <w:r>
        <w:t xml:space="preserve">4 .1.29     -INF       .        1.000      .         </w:t>
      </w:r>
    </w:p>
    <w:p w:rsidR="0062748B" w:rsidRDefault="0062748B" w:rsidP="0062748B">
      <w:r>
        <w:t xml:space="preserve">5 .1.1      -INF       .        1.000      .         </w:t>
      </w:r>
    </w:p>
    <w:p w:rsidR="0062748B" w:rsidRDefault="0062748B" w:rsidP="0062748B">
      <w:r>
        <w:t xml:space="preserve">5 .1.2      -INF       .        1.000      .         </w:t>
      </w:r>
    </w:p>
    <w:p w:rsidR="0062748B" w:rsidRDefault="0062748B" w:rsidP="0062748B">
      <w:r>
        <w:t xml:space="preserve">5 .1.3      -INF       .        1.000      .         </w:t>
      </w:r>
    </w:p>
    <w:p w:rsidR="0062748B" w:rsidRDefault="0062748B" w:rsidP="0062748B">
      <w:r>
        <w:t xml:space="preserve">5 .1.4      -INF       .        1.000      .         </w:t>
      </w:r>
    </w:p>
    <w:p w:rsidR="0062748B" w:rsidRDefault="0062748B" w:rsidP="0062748B">
      <w:r>
        <w:t xml:space="preserve">5 .1.5      -INF       .        1.000      .         </w:t>
      </w:r>
    </w:p>
    <w:p w:rsidR="0062748B" w:rsidRDefault="0062748B" w:rsidP="0062748B">
      <w:r>
        <w:t xml:space="preserve">5 .1.6      -INF       .        1.000      .         </w:t>
      </w:r>
    </w:p>
    <w:p w:rsidR="0062748B" w:rsidRDefault="0062748B" w:rsidP="0062748B">
      <w:r>
        <w:t xml:space="preserve">5 .1.7      -INF       .        1.000      .         </w:t>
      </w:r>
    </w:p>
    <w:p w:rsidR="0062748B" w:rsidRDefault="0062748B" w:rsidP="0062748B">
      <w:r>
        <w:t xml:space="preserve">5 .1.8      -INF       .        1.000      .         </w:t>
      </w:r>
    </w:p>
    <w:p w:rsidR="0062748B" w:rsidRDefault="0062748B" w:rsidP="0062748B">
      <w:r>
        <w:t xml:space="preserve">5 .1.9      -INF       .        1.000      .         </w:t>
      </w:r>
    </w:p>
    <w:p w:rsidR="0062748B" w:rsidRDefault="0062748B" w:rsidP="0062748B">
      <w:r>
        <w:t xml:space="preserve">5 .1.10     -INF       .        1.000      .         </w:t>
      </w:r>
    </w:p>
    <w:p w:rsidR="0062748B" w:rsidRDefault="0062748B" w:rsidP="0062748B">
      <w:r>
        <w:t xml:space="preserve">5 .1.11     -INF       .        1.000      .         </w:t>
      </w:r>
    </w:p>
    <w:p w:rsidR="0062748B" w:rsidRDefault="0062748B" w:rsidP="0062748B">
      <w:r>
        <w:t xml:space="preserve">5 .1.12     -INF       .        1.000      .         </w:t>
      </w:r>
    </w:p>
    <w:p w:rsidR="0062748B" w:rsidRDefault="0062748B" w:rsidP="0062748B">
      <w:r>
        <w:t xml:space="preserve">5 .1.13     -INF       .        1.000      .         </w:t>
      </w:r>
    </w:p>
    <w:p w:rsidR="0062748B" w:rsidRDefault="0062748B" w:rsidP="0062748B">
      <w:r>
        <w:t xml:space="preserve">5 .1.14     -INF       .        1.000      .         </w:t>
      </w:r>
    </w:p>
    <w:p w:rsidR="0062748B" w:rsidRDefault="0062748B" w:rsidP="0062748B">
      <w:r>
        <w:t xml:space="preserve">5 .1.15     -INF       .        1.000      .         </w:t>
      </w:r>
    </w:p>
    <w:p w:rsidR="0062748B" w:rsidRDefault="0062748B" w:rsidP="0062748B">
      <w:r>
        <w:t xml:space="preserve">5 .1.16     -INF       .        1.000      .         </w:t>
      </w:r>
    </w:p>
    <w:p w:rsidR="0062748B" w:rsidRDefault="0062748B" w:rsidP="0062748B">
      <w:r>
        <w:t xml:space="preserve">5 .1.17     -INF       .        1.000      .         </w:t>
      </w:r>
    </w:p>
    <w:p w:rsidR="0062748B" w:rsidRDefault="0062748B" w:rsidP="0062748B">
      <w:r>
        <w:t xml:space="preserve">5 .1.18     -INF       .        1.000      .         </w:t>
      </w:r>
    </w:p>
    <w:p w:rsidR="0062748B" w:rsidRDefault="0062748B" w:rsidP="0062748B">
      <w:r>
        <w:t xml:space="preserve">5 .1.19     -INF       .        1.000      .         </w:t>
      </w:r>
    </w:p>
    <w:p w:rsidR="0062748B" w:rsidRDefault="0062748B" w:rsidP="0062748B">
      <w:r>
        <w:t xml:space="preserve">5 .1.20     -INF       .        1.000      .         </w:t>
      </w:r>
    </w:p>
    <w:p w:rsidR="0062748B" w:rsidRDefault="0062748B" w:rsidP="0062748B">
      <w:r>
        <w:t xml:space="preserve">5 .1.21     -INF       .        1.000      .         </w:t>
      </w:r>
    </w:p>
    <w:p w:rsidR="0062748B" w:rsidRDefault="0062748B" w:rsidP="0062748B">
      <w:r>
        <w:lastRenderedPageBreak/>
        <w:t xml:space="preserve">5 .1.22     -INF       .        1.000      .         </w:t>
      </w:r>
    </w:p>
    <w:p w:rsidR="0062748B" w:rsidRDefault="0062748B" w:rsidP="0062748B">
      <w:r>
        <w:t xml:space="preserve">5 .1.23     -INF       .        1.000      .         </w:t>
      </w:r>
    </w:p>
    <w:p w:rsidR="0062748B" w:rsidRDefault="0062748B" w:rsidP="0062748B">
      <w:r>
        <w:t xml:space="preserve">5 .1.24     -INF       .        1.000      .         </w:t>
      </w:r>
    </w:p>
    <w:p w:rsidR="0062748B" w:rsidRDefault="0062748B" w:rsidP="0062748B">
      <w:r>
        <w:t xml:space="preserve">5 .1.25     -INF       .        1.000      .         </w:t>
      </w:r>
    </w:p>
    <w:p w:rsidR="0062748B" w:rsidRDefault="0062748B" w:rsidP="0062748B">
      <w:r>
        <w:t xml:space="preserve">5 .1.26     -INF       .        1.000      .         </w:t>
      </w:r>
    </w:p>
    <w:p w:rsidR="0062748B" w:rsidRDefault="0062748B" w:rsidP="0062748B">
      <w:r>
        <w:t xml:space="preserve">5 .1.27     -INF       .        1.000      .         </w:t>
      </w:r>
    </w:p>
    <w:p w:rsidR="0062748B" w:rsidRDefault="0062748B" w:rsidP="0062748B">
      <w:r>
        <w:t xml:space="preserve">5 .1.28     -INF       .        1.000      .         </w:t>
      </w:r>
    </w:p>
    <w:p w:rsidR="0062748B" w:rsidRDefault="0062748B" w:rsidP="0062748B">
      <w:r>
        <w:t xml:space="preserve">5 .1.29     -INF       .        1.000      .         </w:t>
      </w:r>
    </w:p>
    <w:p w:rsidR="0062748B" w:rsidRDefault="0062748B" w:rsidP="0062748B">
      <w:r>
        <w:t xml:space="preserve">6 .1.1      -INF       .        1.000      .         </w:t>
      </w:r>
    </w:p>
    <w:p w:rsidR="0062748B" w:rsidRDefault="0062748B" w:rsidP="0062748B">
      <w:r>
        <w:t xml:space="preserve">6 .1.2      -INF       .        1.000      .         </w:t>
      </w:r>
    </w:p>
    <w:p w:rsidR="0062748B" w:rsidRDefault="0062748B" w:rsidP="0062748B">
      <w:r>
        <w:t xml:space="preserve">6 .1.3      -INF       .        1.000      .         </w:t>
      </w:r>
    </w:p>
    <w:p w:rsidR="0062748B" w:rsidRDefault="0062748B" w:rsidP="0062748B">
      <w:r>
        <w:t xml:space="preserve">6 .1.4      -INF       .        1.000      .         </w:t>
      </w:r>
    </w:p>
    <w:p w:rsidR="0062748B" w:rsidRDefault="0062748B" w:rsidP="0062748B">
      <w:r>
        <w:t xml:space="preserve">6 .1.5      -INF       .        1.000      .         </w:t>
      </w:r>
    </w:p>
    <w:p w:rsidR="0062748B" w:rsidRDefault="0062748B" w:rsidP="0062748B">
      <w:r>
        <w:t xml:space="preserve">6 .1.6      -INF       .        1.000      .         </w:t>
      </w:r>
    </w:p>
    <w:p w:rsidR="0062748B" w:rsidRDefault="0062748B" w:rsidP="0062748B">
      <w:r>
        <w:t xml:space="preserve">6 .1.7      -INF       .        1.000      .         </w:t>
      </w:r>
    </w:p>
    <w:p w:rsidR="0062748B" w:rsidRDefault="0062748B" w:rsidP="0062748B">
      <w:r>
        <w:t xml:space="preserve">6 .1.8      -INF       .        1.000      .         </w:t>
      </w:r>
    </w:p>
    <w:p w:rsidR="0062748B" w:rsidRDefault="0062748B" w:rsidP="0062748B">
      <w:r>
        <w:t xml:space="preserve">6 .1.9      -INF       .        1.000      .         </w:t>
      </w:r>
    </w:p>
    <w:p w:rsidR="0062748B" w:rsidRDefault="0062748B" w:rsidP="0062748B">
      <w:r>
        <w:t xml:space="preserve">6 .1.10     -INF       .        1.000      .         </w:t>
      </w:r>
    </w:p>
    <w:p w:rsidR="0062748B" w:rsidRDefault="0062748B" w:rsidP="0062748B">
      <w:r>
        <w:t xml:space="preserve">6 .1.11     -INF       .        1.000      .         </w:t>
      </w:r>
    </w:p>
    <w:p w:rsidR="0062748B" w:rsidRDefault="0062748B" w:rsidP="0062748B">
      <w:r>
        <w:t xml:space="preserve">6 .1.12     -INF       .        1.000      .         </w:t>
      </w:r>
    </w:p>
    <w:p w:rsidR="0062748B" w:rsidRDefault="0062748B" w:rsidP="0062748B">
      <w:r>
        <w:t xml:space="preserve">6 .1.13     -INF       .        1.000      .         </w:t>
      </w:r>
    </w:p>
    <w:p w:rsidR="0062748B" w:rsidRDefault="0062748B" w:rsidP="0062748B">
      <w:r>
        <w:t xml:space="preserve">6 .1.14     -INF       .        1.000      .         </w:t>
      </w:r>
    </w:p>
    <w:p w:rsidR="0062748B" w:rsidRDefault="0062748B" w:rsidP="0062748B">
      <w:r>
        <w:t xml:space="preserve">6 .1.15     -INF       .        1.000      .         </w:t>
      </w:r>
    </w:p>
    <w:p w:rsidR="0062748B" w:rsidRDefault="0062748B" w:rsidP="0062748B">
      <w:r>
        <w:t xml:space="preserve">6 .1.16     -INF       .        1.000      .         </w:t>
      </w:r>
    </w:p>
    <w:p w:rsidR="0062748B" w:rsidRDefault="0062748B" w:rsidP="0062748B">
      <w:r>
        <w:t xml:space="preserve">6 .1.17     -INF       .        1.000      .         </w:t>
      </w:r>
    </w:p>
    <w:p w:rsidR="0062748B" w:rsidRDefault="0062748B" w:rsidP="0062748B">
      <w:r>
        <w:lastRenderedPageBreak/>
        <w:t xml:space="preserve">6 .1.18     -INF       .        1.000      .         </w:t>
      </w:r>
    </w:p>
    <w:p w:rsidR="0062748B" w:rsidRDefault="0062748B" w:rsidP="0062748B">
      <w:r>
        <w:t xml:space="preserve">6 .1.19     -INF       .        1.000      .         </w:t>
      </w:r>
    </w:p>
    <w:p w:rsidR="0062748B" w:rsidRDefault="0062748B" w:rsidP="0062748B">
      <w:r>
        <w:t xml:space="preserve">6 .1.20     -INF       .        1.000      .         </w:t>
      </w:r>
    </w:p>
    <w:p w:rsidR="0062748B" w:rsidRDefault="0062748B" w:rsidP="0062748B">
      <w:r>
        <w:t xml:space="preserve">6 .1.21     -INF       .        1.000      .         </w:t>
      </w:r>
    </w:p>
    <w:p w:rsidR="0062748B" w:rsidRDefault="0062748B" w:rsidP="0062748B">
      <w:r>
        <w:t xml:space="preserve">6 .1.22     -INF       .        1.000      .         </w:t>
      </w:r>
    </w:p>
    <w:p w:rsidR="0062748B" w:rsidRDefault="0062748B" w:rsidP="0062748B">
      <w:r>
        <w:t xml:space="preserve">6 .1.23     -INF       .        1.000      .         </w:t>
      </w:r>
    </w:p>
    <w:p w:rsidR="0062748B" w:rsidRDefault="0062748B" w:rsidP="0062748B">
      <w:r>
        <w:t xml:space="preserve">6 .1.24     -INF       .        1.000      .         </w:t>
      </w:r>
    </w:p>
    <w:p w:rsidR="0062748B" w:rsidRDefault="0062748B" w:rsidP="0062748B">
      <w:r>
        <w:t xml:space="preserve">6 .1.25     -INF       .        1.000      .         </w:t>
      </w:r>
    </w:p>
    <w:p w:rsidR="0062748B" w:rsidRDefault="0062748B" w:rsidP="0062748B">
      <w:r>
        <w:t xml:space="preserve">6 .1.26     -INF       .        1.000      .         </w:t>
      </w:r>
    </w:p>
    <w:p w:rsidR="0062748B" w:rsidRDefault="0062748B" w:rsidP="0062748B">
      <w:r>
        <w:t xml:space="preserve">6 .1.27     -INF       .        1.000      .         </w:t>
      </w:r>
    </w:p>
    <w:p w:rsidR="0062748B" w:rsidRDefault="0062748B" w:rsidP="0062748B">
      <w:r>
        <w:t xml:space="preserve">6 .1.28     -INF       .        1.000      .         </w:t>
      </w:r>
    </w:p>
    <w:p w:rsidR="0062748B" w:rsidRDefault="0062748B" w:rsidP="0062748B">
      <w:r>
        <w:t xml:space="preserve">6 .1.29     -INF       .        1.000      .         </w:t>
      </w:r>
    </w:p>
    <w:p w:rsidR="0062748B" w:rsidRDefault="0062748B" w:rsidP="0062748B">
      <w:r>
        <w:t xml:space="preserve">7 .1.1      -INF       .        1.000      .         </w:t>
      </w:r>
    </w:p>
    <w:p w:rsidR="0062748B" w:rsidRDefault="0062748B" w:rsidP="0062748B">
      <w:r>
        <w:t xml:space="preserve">7 .1.2      -INF       .        1.000      .         </w:t>
      </w:r>
    </w:p>
    <w:p w:rsidR="0062748B" w:rsidRDefault="0062748B" w:rsidP="0062748B">
      <w:r>
        <w:t xml:space="preserve">7 .1.3      -INF       .        1.000      .         </w:t>
      </w:r>
    </w:p>
    <w:p w:rsidR="0062748B" w:rsidRDefault="0062748B" w:rsidP="0062748B">
      <w:r>
        <w:t xml:space="preserve">7 .1.4      -INF       .        1.000      .         </w:t>
      </w:r>
    </w:p>
    <w:p w:rsidR="0062748B" w:rsidRDefault="0062748B" w:rsidP="0062748B">
      <w:r>
        <w:t xml:space="preserve">7 .1.5      -INF       .        1.000      .         </w:t>
      </w:r>
    </w:p>
    <w:p w:rsidR="0062748B" w:rsidRDefault="0062748B" w:rsidP="0062748B">
      <w:r>
        <w:t xml:space="preserve">7 .1.6      -INF       .        1.000      .         </w:t>
      </w:r>
    </w:p>
    <w:p w:rsidR="0062748B" w:rsidRDefault="0062748B" w:rsidP="0062748B">
      <w:r>
        <w:t xml:space="preserve">7 .1.7      -INF       .        1.000      .         </w:t>
      </w:r>
    </w:p>
    <w:p w:rsidR="0062748B" w:rsidRDefault="0062748B" w:rsidP="0062748B">
      <w:r>
        <w:t xml:space="preserve">7 .1.8      -INF       .        1.000      .         </w:t>
      </w:r>
    </w:p>
    <w:p w:rsidR="0062748B" w:rsidRDefault="0062748B" w:rsidP="0062748B">
      <w:r>
        <w:t xml:space="preserve">7 .1.9      -INF       .        1.000      .         </w:t>
      </w:r>
    </w:p>
    <w:p w:rsidR="0062748B" w:rsidRDefault="0062748B" w:rsidP="0062748B">
      <w:r>
        <w:t xml:space="preserve">7 .1.10     -INF       .        1.000      .         </w:t>
      </w:r>
    </w:p>
    <w:p w:rsidR="0062748B" w:rsidRDefault="0062748B" w:rsidP="0062748B">
      <w:r>
        <w:t xml:space="preserve">7 .1.11     -INF       .        1.000      .         </w:t>
      </w:r>
    </w:p>
    <w:p w:rsidR="0062748B" w:rsidRDefault="0062748B" w:rsidP="0062748B">
      <w:r>
        <w:t xml:space="preserve">7 .1.12     -INF       .        1.000      .         </w:t>
      </w:r>
    </w:p>
    <w:p w:rsidR="0062748B" w:rsidRDefault="0062748B" w:rsidP="0062748B">
      <w:r>
        <w:t xml:space="preserve">7 .1.13     -INF       .        1.000      .         </w:t>
      </w:r>
    </w:p>
    <w:p w:rsidR="0062748B" w:rsidRDefault="0062748B" w:rsidP="0062748B">
      <w:r>
        <w:lastRenderedPageBreak/>
        <w:t xml:space="preserve">7 .1.14     -INF       .        1.000      .         </w:t>
      </w:r>
    </w:p>
    <w:p w:rsidR="0062748B" w:rsidRDefault="0062748B" w:rsidP="0062748B">
      <w:r>
        <w:t xml:space="preserve">7 .1.15     -INF       .        1.000      .         </w:t>
      </w:r>
    </w:p>
    <w:p w:rsidR="0062748B" w:rsidRDefault="0062748B" w:rsidP="0062748B">
      <w:r>
        <w:t xml:space="preserve">7 .1.16     -INF       .        1.000      .         </w:t>
      </w:r>
    </w:p>
    <w:p w:rsidR="0062748B" w:rsidRDefault="0062748B" w:rsidP="0062748B">
      <w:r>
        <w:t xml:space="preserve">7 .1.17     -INF       .        1.000      .         </w:t>
      </w:r>
    </w:p>
    <w:p w:rsidR="0062748B" w:rsidRDefault="0062748B" w:rsidP="0062748B">
      <w:r>
        <w:t xml:space="preserve">7 .1.18     -INF       .        1.000      .         </w:t>
      </w:r>
    </w:p>
    <w:p w:rsidR="0062748B" w:rsidRDefault="0062748B" w:rsidP="0062748B">
      <w:r>
        <w:t xml:space="preserve">7 .1.19     -INF       .        1.000      .         </w:t>
      </w:r>
    </w:p>
    <w:p w:rsidR="0062748B" w:rsidRDefault="0062748B" w:rsidP="0062748B">
      <w:r>
        <w:t xml:space="preserve">7 .1.20     -INF       .        1.000      .         </w:t>
      </w:r>
    </w:p>
    <w:p w:rsidR="0062748B" w:rsidRDefault="0062748B" w:rsidP="0062748B">
      <w:r>
        <w:t xml:space="preserve">7 .1.21     -INF       .        1.000      .         </w:t>
      </w:r>
    </w:p>
    <w:p w:rsidR="0062748B" w:rsidRDefault="0062748B" w:rsidP="0062748B">
      <w:r>
        <w:t xml:space="preserve">7 .1.22     -INF       .        1.000      .         </w:t>
      </w:r>
    </w:p>
    <w:p w:rsidR="0062748B" w:rsidRDefault="0062748B" w:rsidP="0062748B">
      <w:r>
        <w:t xml:space="preserve">7 .1.23     -INF       .        1.000      .         </w:t>
      </w:r>
    </w:p>
    <w:p w:rsidR="0062748B" w:rsidRDefault="0062748B" w:rsidP="0062748B">
      <w:r>
        <w:t xml:space="preserve">7 .1.24     -INF       .        1.000      .         </w:t>
      </w:r>
    </w:p>
    <w:p w:rsidR="0062748B" w:rsidRDefault="0062748B" w:rsidP="0062748B">
      <w:r>
        <w:t xml:space="preserve">7 .1.25     -INF       .        1.000      .         </w:t>
      </w:r>
    </w:p>
    <w:p w:rsidR="0062748B" w:rsidRDefault="0062748B" w:rsidP="0062748B">
      <w:r>
        <w:t xml:space="preserve">7 .1.26     -INF       .        1.000      .         </w:t>
      </w:r>
    </w:p>
    <w:p w:rsidR="0062748B" w:rsidRDefault="0062748B" w:rsidP="0062748B">
      <w:r>
        <w:t xml:space="preserve">7 .1.27     -INF       .        1.000      .         </w:t>
      </w:r>
    </w:p>
    <w:p w:rsidR="0062748B" w:rsidRDefault="0062748B" w:rsidP="0062748B">
      <w:r>
        <w:t xml:space="preserve">7 .1.28     -INF       .        1.000      .         </w:t>
      </w:r>
    </w:p>
    <w:p w:rsidR="0062748B" w:rsidRDefault="0062748B" w:rsidP="0062748B">
      <w:r>
        <w:t xml:space="preserve">7 .1.29     -INF       .        1.000      .         </w:t>
      </w:r>
    </w:p>
    <w:p w:rsidR="0062748B" w:rsidRDefault="0062748B" w:rsidP="0062748B">
      <w:r>
        <w:t xml:space="preserve">8 .1.1      -INF       .        1.000      .         </w:t>
      </w:r>
    </w:p>
    <w:p w:rsidR="0062748B" w:rsidRDefault="0062748B" w:rsidP="0062748B">
      <w:r>
        <w:t xml:space="preserve">8 .1.2      -INF       .        1.000      .         </w:t>
      </w:r>
    </w:p>
    <w:p w:rsidR="0062748B" w:rsidRDefault="0062748B" w:rsidP="0062748B">
      <w:r>
        <w:t xml:space="preserve">8 .1.3      -INF       .        1.000      .         </w:t>
      </w:r>
    </w:p>
    <w:p w:rsidR="0062748B" w:rsidRDefault="0062748B" w:rsidP="0062748B">
      <w:r>
        <w:t xml:space="preserve">8 .1.4      -INF       .        1.000      .         </w:t>
      </w:r>
    </w:p>
    <w:p w:rsidR="0062748B" w:rsidRDefault="0062748B" w:rsidP="0062748B">
      <w:r>
        <w:t xml:space="preserve">8 .1.5      -INF       .        1.000      .         </w:t>
      </w:r>
    </w:p>
    <w:p w:rsidR="0062748B" w:rsidRDefault="0062748B" w:rsidP="0062748B">
      <w:r>
        <w:t xml:space="preserve">8 .1.6      -INF       .        1.000      .         </w:t>
      </w:r>
    </w:p>
    <w:p w:rsidR="0062748B" w:rsidRDefault="0062748B" w:rsidP="0062748B">
      <w:r>
        <w:t xml:space="preserve">8 .1.7      -INF       .        1.000      .         </w:t>
      </w:r>
    </w:p>
    <w:p w:rsidR="0062748B" w:rsidRDefault="0062748B" w:rsidP="0062748B">
      <w:r>
        <w:t xml:space="preserve">8 .1.8      -INF       .        1.000      .         </w:t>
      </w:r>
    </w:p>
    <w:p w:rsidR="0062748B" w:rsidRDefault="0062748B" w:rsidP="0062748B">
      <w:r>
        <w:t xml:space="preserve">8 .1.9      -INF       .        1.000      .         </w:t>
      </w:r>
    </w:p>
    <w:p w:rsidR="0062748B" w:rsidRDefault="0062748B" w:rsidP="0062748B">
      <w:r>
        <w:lastRenderedPageBreak/>
        <w:t xml:space="preserve">8 .1.10     -INF       .        1.000      .         </w:t>
      </w:r>
    </w:p>
    <w:p w:rsidR="0062748B" w:rsidRDefault="0062748B" w:rsidP="0062748B">
      <w:r>
        <w:t xml:space="preserve">8 .1.11     -INF       .        1.000      .         </w:t>
      </w:r>
    </w:p>
    <w:p w:rsidR="0062748B" w:rsidRDefault="0062748B" w:rsidP="0062748B">
      <w:r>
        <w:t xml:space="preserve">8 .1.12     -INF       .        1.000      .         </w:t>
      </w:r>
    </w:p>
    <w:p w:rsidR="0062748B" w:rsidRDefault="0062748B" w:rsidP="0062748B">
      <w:r>
        <w:t xml:space="preserve">8 .1.13     -INF       .        1.000      .         </w:t>
      </w:r>
    </w:p>
    <w:p w:rsidR="0062748B" w:rsidRDefault="0062748B" w:rsidP="0062748B">
      <w:r>
        <w:t xml:space="preserve">8 .1.14     -INF       .        1.000      .         </w:t>
      </w:r>
    </w:p>
    <w:p w:rsidR="0062748B" w:rsidRDefault="0062748B" w:rsidP="0062748B">
      <w:r>
        <w:t xml:space="preserve">8 .1.15     -INF       .        1.000      .         </w:t>
      </w:r>
    </w:p>
    <w:p w:rsidR="0062748B" w:rsidRDefault="0062748B" w:rsidP="0062748B">
      <w:r>
        <w:t xml:space="preserve">8 .1.16     -INF       .        1.000      .         </w:t>
      </w:r>
    </w:p>
    <w:p w:rsidR="0062748B" w:rsidRDefault="0062748B" w:rsidP="0062748B">
      <w:r>
        <w:t xml:space="preserve">8 .1.17     -INF       .        1.000      .         </w:t>
      </w:r>
    </w:p>
    <w:p w:rsidR="0062748B" w:rsidRDefault="0062748B" w:rsidP="0062748B">
      <w:r>
        <w:t xml:space="preserve">8 .1.18     -INF       .        1.000      .         </w:t>
      </w:r>
    </w:p>
    <w:p w:rsidR="0062748B" w:rsidRDefault="0062748B" w:rsidP="0062748B">
      <w:r>
        <w:t xml:space="preserve">8 .1.19     -INF       .        1.000      .         </w:t>
      </w:r>
    </w:p>
    <w:p w:rsidR="0062748B" w:rsidRDefault="0062748B" w:rsidP="0062748B">
      <w:r>
        <w:t xml:space="preserve">8 .1.20     -INF       .        1.000      .         </w:t>
      </w:r>
    </w:p>
    <w:p w:rsidR="0062748B" w:rsidRDefault="0062748B" w:rsidP="0062748B">
      <w:r>
        <w:t xml:space="preserve">8 .1.21     -INF       .        1.000      .         </w:t>
      </w:r>
    </w:p>
    <w:p w:rsidR="0062748B" w:rsidRDefault="0062748B" w:rsidP="0062748B">
      <w:r>
        <w:t xml:space="preserve">8 .1.22     -INF       .        1.000      .         </w:t>
      </w:r>
    </w:p>
    <w:p w:rsidR="0062748B" w:rsidRDefault="0062748B" w:rsidP="0062748B">
      <w:r>
        <w:t xml:space="preserve">8 .1.23     -INF       .        1.000      .         </w:t>
      </w:r>
    </w:p>
    <w:p w:rsidR="0062748B" w:rsidRDefault="0062748B" w:rsidP="0062748B">
      <w:r>
        <w:t xml:space="preserve">8 .1.24     -INF       .        1.000      .         </w:t>
      </w:r>
    </w:p>
    <w:p w:rsidR="0062748B" w:rsidRDefault="0062748B" w:rsidP="0062748B">
      <w:r>
        <w:t xml:space="preserve">8 .1.25     -INF       .        1.000      .         </w:t>
      </w:r>
    </w:p>
    <w:p w:rsidR="0062748B" w:rsidRDefault="0062748B" w:rsidP="0062748B">
      <w:r>
        <w:t xml:space="preserve">8 .1.26     -INF       .        1.000      .         </w:t>
      </w:r>
    </w:p>
    <w:p w:rsidR="0062748B" w:rsidRDefault="0062748B" w:rsidP="0062748B">
      <w:r>
        <w:t xml:space="preserve">8 .1.27     -INF       .        1.000      .         </w:t>
      </w:r>
    </w:p>
    <w:p w:rsidR="0062748B" w:rsidRDefault="0062748B" w:rsidP="0062748B">
      <w:r>
        <w:t xml:space="preserve">8 .1.28     -INF       .        1.000      .         </w:t>
      </w:r>
    </w:p>
    <w:p w:rsidR="0062748B" w:rsidRDefault="0062748B" w:rsidP="0062748B">
      <w:r>
        <w:t xml:space="preserve">8 .1.29     -INF       .        1.000      .         </w:t>
      </w:r>
    </w:p>
    <w:p w:rsidR="0062748B" w:rsidRDefault="0062748B" w:rsidP="0062748B">
      <w:r>
        <w:t xml:space="preserve">9 .1.1      -INF       .        1.000      .         </w:t>
      </w:r>
    </w:p>
    <w:p w:rsidR="0062748B" w:rsidRDefault="0062748B" w:rsidP="0062748B">
      <w:r>
        <w:t xml:space="preserve">9 .1.2      -INF       .        1.000      .         </w:t>
      </w:r>
    </w:p>
    <w:p w:rsidR="0062748B" w:rsidRDefault="0062748B" w:rsidP="0062748B">
      <w:r>
        <w:t xml:space="preserve">9 .1.3      -INF       .        1.000      .         </w:t>
      </w:r>
    </w:p>
    <w:p w:rsidR="0062748B" w:rsidRDefault="0062748B" w:rsidP="0062748B">
      <w:r>
        <w:t xml:space="preserve">9 .1.4      -INF       .        1.000      .         </w:t>
      </w:r>
    </w:p>
    <w:p w:rsidR="0062748B" w:rsidRDefault="0062748B" w:rsidP="0062748B">
      <w:r>
        <w:t xml:space="preserve">9 .1.5      -INF       .        1.000      .         </w:t>
      </w:r>
    </w:p>
    <w:p w:rsidR="0062748B" w:rsidRDefault="0062748B" w:rsidP="0062748B">
      <w:r>
        <w:lastRenderedPageBreak/>
        <w:t xml:space="preserve">9 .1.6      -INF       .        1.000      .         </w:t>
      </w:r>
    </w:p>
    <w:p w:rsidR="0062748B" w:rsidRDefault="0062748B" w:rsidP="0062748B">
      <w:r>
        <w:t xml:space="preserve">9 .1.7      -INF       .        1.000      .         </w:t>
      </w:r>
    </w:p>
    <w:p w:rsidR="0062748B" w:rsidRDefault="0062748B" w:rsidP="0062748B">
      <w:r>
        <w:t xml:space="preserve">9 .1.8      -INF       .        1.000      .         </w:t>
      </w:r>
    </w:p>
    <w:p w:rsidR="0062748B" w:rsidRDefault="0062748B" w:rsidP="0062748B">
      <w:r>
        <w:t xml:space="preserve">9 .1.9      -INF       .        1.000      .         </w:t>
      </w:r>
    </w:p>
    <w:p w:rsidR="0062748B" w:rsidRDefault="0062748B" w:rsidP="0062748B">
      <w:r>
        <w:t xml:space="preserve">9 .1.10     -INF       .        1.000      .         </w:t>
      </w:r>
    </w:p>
    <w:p w:rsidR="0062748B" w:rsidRDefault="0062748B" w:rsidP="0062748B">
      <w:r>
        <w:t xml:space="preserve">9 .1.11     -INF       .        1.000      .         </w:t>
      </w:r>
    </w:p>
    <w:p w:rsidR="0062748B" w:rsidRDefault="0062748B" w:rsidP="0062748B">
      <w:r>
        <w:t xml:space="preserve">9 .1.12     -INF       .        1.000      .         </w:t>
      </w:r>
    </w:p>
    <w:p w:rsidR="0062748B" w:rsidRDefault="0062748B" w:rsidP="0062748B">
      <w:r>
        <w:t xml:space="preserve">9 .1.13     -INF       .        1.000      .         </w:t>
      </w:r>
    </w:p>
    <w:p w:rsidR="0062748B" w:rsidRDefault="0062748B" w:rsidP="0062748B">
      <w:r>
        <w:t xml:space="preserve">9 .1.14     -INF       .        1.000      .         </w:t>
      </w:r>
    </w:p>
    <w:p w:rsidR="0062748B" w:rsidRDefault="0062748B" w:rsidP="0062748B">
      <w:r>
        <w:t xml:space="preserve">9 .1.15     -INF       .        1.000      .         </w:t>
      </w:r>
    </w:p>
    <w:p w:rsidR="0062748B" w:rsidRDefault="0062748B" w:rsidP="0062748B">
      <w:r>
        <w:t xml:space="preserve">9 .1.16     -INF       .        1.000      .         </w:t>
      </w:r>
    </w:p>
    <w:p w:rsidR="0062748B" w:rsidRDefault="0062748B" w:rsidP="0062748B">
      <w:r>
        <w:t xml:space="preserve">9 .1.17     -INF       .        1.000      .         </w:t>
      </w:r>
    </w:p>
    <w:p w:rsidR="0062748B" w:rsidRDefault="0062748B" w:rsidP="0062748B">
      <w:r>
        <w:t xml:space="preserve">9 .1.18     -INF       .        1.000      .         </w:t>
      </w:r>
    </w:p>
    <w:p w:rsidR="0062748B" w:rsidRDefault="0062748B" w:rsidP="0062748B">
      <w:r>
        <w:t xml:space="preserve">9 .1.19     -INF       .        1.000      .         </w:t>
      </w:r>
    </w:p>
    <w:p w:rsidR="0062748B" w:rsidRDefault="0062748B" w:rsidP="0062748B">
      <w:r>
        <w:t xml:space="preserve">9 .1.20     -INF       .        1.000      .         </w:t>
      </w:r>
    </w:p>
    <w:p w:rsidR="0062748B" w:rsidRDefault="0062748B" w:rsidP="0062748B">
      <w:r>
        <w:t xml:space="preserve">9 .1.21     -INF       .        1.000      .         </w:t>
      </w:r>
    </w:p>
    <w:p w:rsidR="0062748B" w:rsidRDefault="0062748B" w:rsidP="0062748B">
      <w:r>
        <w:t xml:space="preserve">9 .1.22     -INF       .        1.000      .         </w:t>
      </w:r>
    </w:p>
    <w:p w:rsidR="0062748B" w:rsidRDefault="0062748B" w:rsidP="0062748B">
      <w:r>
        <w:t xml:space="preserve">9 .1.23     -INF       .        1.000      .         </w:t>
      </w:r>
    </w:p>
    <w:p w:rsidR="0062748B" w:rsidRDefault="0062748B" w:rsidP="0062748B">
      <w:r>
        <w:t xml:space="preserve">9 .1.24     -INF       .        1.000      .         </w:t>
      </w:r>
    </w:p>
    <w:p w:rsidR="0062748B" w:rsidRDefault="0062748B" w:rsidP="0062748B">
      <w:r>
        <w:t xml:space="preserve">9 .1.25     -INF       .        1.000      .         </w:t>
      </w:r>
    </w:p>
    <w:p w:rsidR="0062748B" w:rsidRDefault="0062748B" w:rsidP="0062748B">
      <w:r>
        <w:t xml:space="preserve">9 .1.26     -INF       .        1.000      .         </w:t>
      </w:r>
    </w:p>
    <w:p w:rsidR="0062748B" w:rsidRDefault="0062748B" w:rsidP="0062748B">
      <w:r>
        <w:t xml:space="preserve">9 .1.27     -INF       .        1.000      .         </w:t>
      </w:r>
    </w:p>
    <w:p w:rsidR="0062748B" w:rsidRDefault="0062748B" w:rsidP="0062748B">
      <w:r>
        <w:t xml:space="preserve">9 .1.28     -INF       .        1.000      .         </w:t>
      </w:r>
    </w:p>
    <w:p w:rsidR="0062748B" w:rsidRDefault="0062748B" w:rsidP="0062748B">
      <w:r>
        <w:t xml:space="preserve">9 .1.29     -INF       .        1.000      .         </w:t>
      </w:r>
    </w:p>
    <w:p w:rsidR="0062748B" w:rsidRDefault="0062748B" w:rsidP="0062748B">
      <w:r>
        <w:t xml:space="preserve">10.1.1      -INF       .        1.000      .         </w:t>
      </w:r>
    </w:p>
    <w:p w:rsidR="0062748B" w:rsidRDefault="0062748B" w:rsidP="0062748B">
      <w:r>
        <w:lastRenderedPageBreak/>
        <w:t xml:space="preserve">10.1.2      -INF       .        1.000      .         </w:t>
      </w:r>
    </w:p>
    <w:p w:rsidR="0062748B" w:rsidRDefault="0062748B" w:rsidP="0062748B">
      <w:r>
        <w:t xml:space="preserve">10.1.3      -INF       .        1.000      .         </w:t>
      </w:r>
    </w:p>
    <w:p w:rsidR="0062748B" w:rsidRDefault="0062748B" w:rsidP="0062748B">
      <w:r>
        <w:t xml:space="preserve">10.1.4      -INF       .        1.000      .         </w:t>
      </w:r>
    </w:p>
    <w:p w:rsidR="0062748B" w:rsidRDefault="0062748B" w:rsidP="0062748B">
      <w:r>
        <w:t xml:space="preserve">10.1.5      -INF       .        1.000      .         </w:t>
      </w:r>
    </w:p>
    <w:p w:rsidR="0062748B" w:rsidRDefault="0062748B" w:rsidP="0062748B">
      <w:r>
        <w:t xml:space="preserve">10.1.6      -INF       .        1.000      .         </w:t>
      </w:r>
    </w:p>
    <w:p w:rsidR="0062748B" w:rsidRDefault="0062748B" w:rsidP="0062748B">
      <w:r>
        <w:t xml:space="preserve">10.1.7      -INF       .        1.000      .         </w:t>
      </w:r>
    </w:p>
    <w:p w:rsidR="0062748B" w:rsidRDefault="0062748B" w:rsidP="0062748B">
      <w:r>
        <w:t xml:space="preserve">10.1.8      -INF       .        1.000      .         </w:t>
      </w:r>
    </w:p>
    <w:p w:rsidR="0062748B" w:rsidRDefault="0062748B" w:rsidP="0062748B">
      <w:r>
        <w:t xml:space="preserve">10.1.9      -INF       .        1.000      .         </w:t>
      </w:r>
    </w:p>
    <w:p w:rsidR="0062748B" w:rsidRDefault="0062748B" w:rsidP="0062748B">
      <w:r>
        <w:t xml:space="preserve">10.1.10     -INF       .        1.000      .         </w:t>
      </w:r>
    </w:p>
    <w:p w:rsidR="0062748B" w:rsidRDefault="0062748B" w:rsidP="0062748B">
      <w:r>
        <w:t xml:space="preserve">10.1.11     -INF       .        1.000      .         </w:t>
      </w:r>
    </w:p>
    <w:p w:rsidR="0062748B" w:rsidRDefault="0062748B" w:rsidP="0062748B">
      <w:r>
        <w:t xml:space="preserve">10.1.12     -INF       .        1.000      .         </w:t>
      </w:r>
    </w:p>
    <w:p w:rsidR="0062748B" w:rsidRDefault="0062748B" w:rsidP="0062748B">
      <w:r>
        <w:t xml:space="preserve">10.1.13     -INF       .        1.000      .         </w:t>
      </w:r>
    </w:p>
    <w:p w:rsidR="0062748B" w:rsidRDefault="0062748B" w:rsidP="0062748B">
      <w:r>
        <w:t xml:space="preserve">10.1.14     -INF       .        1.000      .         </w:t>
      </w:r>
    </w:p>
    <w:p w:rsidR="0062748B" w:rsidRDefault="0062748B" w:rsidP="0062748B">
      <w:r>
        <w:t xml:space="preserve">10.1.15     -INF       .        1.000      .         </w:t>
      </w:r>
    </w:p>
    <w:p w:rsidR="0062748B" w:rsidRDefault="0062748B" w:rsidP="0062748B">
      <w:r>
        <w:t xml:space="preserve">10.1.16     -INF       .        1.000      .         </w:t>
      </w:r>
    </w:p>
    <w:p w:rsidR="0062748B" w:rsidRDefault="0062748B" w:rsidP="0062748B">
      <w:r>
        <w:t xml:space="preserve">10.1.17     -INF       .        1.000      .         </w:t>
      </w:r>
    </w:p>
    <w:p w:rsidR="0062748B" w:rsidRDefault="0062748B" w:rsidP="0062748B">
      <w:r>
        <w:t xml:space="preserve">10.1.18     -INF       .        1.000      .         </w:t>
      </w:r>
    </w:p>
    <w:p w:rsidR="0062748B" w:rsidRDefault="0062748B" w:rsidP="0062748B">
      <w:r>
        <w:t xml:space="preserve">10.1.19     -INF       .        1.000      .         </w:t>
      </w:r>
    </w:p>
    <w:p w:rsidR="0062748B" w:rsidRDefault="0062748B" w:rsidP="0062748B">
      <w:r>
        <w:t xml:space="preserve">10.1.20     -INF       .        1.000      .         </w:t>
      </w:r>
    </w:p>
    <w:p w:rsidR="0062748B" w:rsidRDefault="0062748B" w:rsidP="0062748B">
      <w:r>
        <w:t xml:space="preserve">10.1.21     -INF       .        1.000      .         </w:t>
      </w:r>
    </w:p>
    <w:p w:rsidR="0062748B" w:rsidRDefault="0062748B" w:rsidP="0062748B">
      <w:r>
        <w:t xml:space="preserve">10.1.22     -INF       .        1.000      .         </w:t>
      </w:r>
    </w:p>
    <w:p w:rsidR="0062748B" w:rsidRDefault="0062748B" w:rsidP="0062748B">
      <w:r>
        <w:t xml:space="preserve">10.1.23     -INF       .        1.000      .         </w:t>
      </w:r>
    </w:p>
    <w:p w:rsidR="0062748B" w:rsidRDefault="0062748B" w:rsidP="0062748B">
      <w:r>
        <w:t xml:space="preserve">10.1.24     -INF       .        1.000      .         </w:t>
      </w:r>
    </w:p>
    <w:p w:rsidR="0062748B" w:rsidRDefault="0062748B" w:rsidP="0062748B">
      <w:r>
        <w:t xml:space="preserve">10.1.25     -INF       .        1.000      .         </w:t>
      </w:r>
    </w:p>
    <w:p w:rsidR="0062748B" w:rsidRDefault="0062748B" w:rsidP="0062748B">
      <w:r>
        <w:t xml:space="preserve">10.1.26     -INF       .        1.000      .         </w:t>
      </w:r>
    </w:p>
    <w:p w:rsidR="0062748B" w:rsidRDefault="0062748B" w:rsidP="0062748B">
      <w:r>
        <w:lastRenderedPageBreak/>
        <w:t xml:space="preserve">10.1.27     -INF       .        1.000      .         </w:t>
      </w:r>
    </w:p>
    <w:p w:rsidR="0062748B" w:rsidRDefault="0062748B" w:rsidP="0062748B">
      <w:r>
        <w:t xml:space="preserve">10.1.28     -INF       .        1.000      .         </w:t>
      </w:r>
    </w:p>
    <w:p w:rsidR="0062748B" w:rsidRDefault="0062748B" w:rsidP="0062748B">
      <w:r>
        <w:t xml:space="preserve">10.1.29     -INF       .        1.000      .         </w:t>
      </w:r>
    </w:p>
    <w:p w:rsidR="0062748B" w:rsidRDefault="0062748B" w:rsidP="0062748B">
      <w:r>
        <w:t xml:space="preserve">11.1.1      -INF       .        1.000      .         </w:t>
      </w:r>
    </w:p>
    <w:p w:rsidR="0062748B" w:rsidRDefault="0062748B" w:rsidP="0062748B">
      <w:r>
        <w:t xml:space="preserve">11.1.2      -INF       .        1.000      .         </w:t>
      </w:r>
    </w:p>
    <w:p w:rsidR="0062748B" w:rsidRDefault="0062748B" w:rsidP="0062748B">
      <w:r>
        <w:t xml:space="preserve">11.1.3      -INF       .        1.000      .         </w:t>
      </w:r>
    </w:p>
    <w:p w:rsidR="0062748B" w:rsidRDefault="0062748B" w:rsidP="0062748B">
      <w:r>
        <w:t xml:space="preserve">11.1.4      -INF       .        1.000      .         </w:t>
      </w:r>
    </w:p>
    <w:p w:rsidR="0062748B" w:rsidRDefault="0062748B" w:rsidP="0062748B">
      <w:r>
        <w:t xml:space="preserve">11.1.5      -INF       .        1.000      .         </w:t>
      </w:r>
    </w:p>
    <w:p w:rsidR="0062748B" w:rsidRDefault="0062748B" w:rsidP="0062748B">
      <w:r>
        <w:t xml:space="preserve">11.1.6      -INF       .        1.000      .         </w:t>
      </w:r>
    </w:p>
    <w:p w:rsidR="0062748B" w:rsidRDefault="0062748B" w:rsidP="0062748B">
      <w:r>
        <w:t xml:space="preserve">11.1.7      -INF       .        1.000      .         </w:t>
      </w:r>
    </w:p>
    <w:p w:rsidR="0062748B" w:rsidRDefault="0062748B" w:rsidP="0062748B">
      <w:r>
        <w:t xml:space="preserve">11.1.8      -INF       .        1.000      .         </w:t>
      </w:r>
    </w:p>
    <w:p w:rsidR="0062748B" w:rsidRDefault="0062748B" w:rsidP="0062748B">
      <w:r>
        <w:t xml:space="preserve">11.1.9      -INF       .        1.000      .         </w:t>
      </w:r>
    </w:p>
    <w:p w:rsidR="0062748B" w:rsidRDefault="0062748B" w:rsidP="0062748B">
      <w:r>
        <w:t xml:space="preserve">11.1.10     -INF       .        1.000      .         </w:t>
      </w:r>
    </w:p>
    <w:p w:rsidR="0062748B" w:rsidRDefault="0062748B" w:rsidP="0062748B">
      <w:r>
        <w:t xml:space="preserve">11.1.11     -INF       .        1.000      .         </w:t>
      </w:r>
    </w:p>
    <w:p w:rsidR="0062748B" w:rsidRDefault="0062748B" w:rsidP="0062748B">
      <w:r>
        <w:t xml:space="preserve">11.1.12     -INF       .        1.000      .         </w:t>
      </w:r>
    </w:p>
    <w:p w:rsidR="0062748B" w:rsidRDefault="0062748B" w:rsidP="0062748B">
      <w:r>
        <w:t xml:space="preserve">11.1.13     -INF       .        1.000      .         </w:t>
      </w:r>
    </w:p>
    <w:p w:rsidR="0062748B" w:rsidRDefault="0062748B" w:rsidP="0062748B">
      <w:r>
        <w:t xml:space="preserve">11.1.14     -INF       .        1.000      .         </w:t>
      </w:r>
    </w:p>
    <w:p w:rsidR="0062748B" w:rsidRDefault="0062748B" w:rsidP="0062748B">
      <w:r>
        <w:t xml:space="preserve">11.1.15     -INF       .        1.000      .         </w:t>
      </w:r>
    </w:p>
    <w:p w:rsidR="0062748B" w:rsidRDefault="0062748B" w:rsidP="0062748B">
      <w:r>
        <w:t xml:space="preserve">11.1.16     -INF       .        1.000      .         </w:t>
      </w:r>
    </w:p>
    <w:p w:rsidR="0062748B" w:rsidRDefault="0062748B" w:rsidP="0062748B">
      <w:r>
        <w:t xml:space="preserve">11.1.17     -INF       .        1.000      .         </w:t>
      </w:r>
    </w:p>
    <w:p w:rsidR="0062748B" w:rsidRDefault="0062748B" w:rsidP="0062748B">
      <w:r>
        <w:t xml:space="preserve">11.1.18     -INF       .        1.000      .         </w:t>
      </w:r>
    </w:p>
    <w:p w:rsidR="0062748B" w:rsidRDefault="0062748B" w:rsidP="0062748B">
      <w:r>
        <w:t xml:space="preserve">11.1.19     -INF       .        1.000      .         </w:t>
      </w:r>
    </w:p>
    <w:p w:rsidR="0062748B" w:rsidRDefault="0062748B" w:rsidP="0062748B">
      <w:r>
        <w:t xml:space="preserve">11.1.20     -INF       .        1.000      .         </w:t>
      </w:r>
    </w:p>
    <w:p w:rsidR="0062748B" w:rsidRDefault="0062748B" w:rsidP="0062748B">
      <w:r>
        <w:t xml:space="preserve">11.1.21     -INF       .        1.000      .         </w:t>
      </w:r>
    </w:p>
    <w:p w:rsidR="0062748B" w:rsidRDefault="0062748B" w:rsidP="0062748B">
      <w:r>
        <w:t xml:space="preserve">11.1.22     -INF       .        1.000      .         </w:t>
      </w:r>
    </w:p>
    <w:p w:rsidR="0062748B" w:rsidRDefault="0062748B" w:rsidP="0062748B">
      <w:r>
        <w:lastRenderedPageBreak/>
        <w:t xml:space="preserve">11.1.23     -INF       .        1.000      .         </w:t>
      </w:r>
    </w:p>
    <w:p w:rsidR="0062748B" w:rsidRDefault="0062748B" w:rsidP="0062748B">
      <w:r>
        <w:t xml:space="preserve">11.1.24     -INF       .        1.000      .         </w:t>
      </w:r>
    </w:p>
    <w:p w:rsidR="0062748B" w:rsidRDefault="0062748B" w:rsidP="0062748B">
      <w:r>
        <w:t xml:space="preserve">11.1.25     -INF       .        1.000      .         </w:t>
      </w:r>
    </w:p>
    <w:p w:rsidR="0062748B" w:rsidRDefault="0062748B" w:rsidP="0062748B">
      <w:r>
        <w:t xml:space="preserve">11.1.26     -INF       .        1.000      .         </w:t>
      </w:r>
    </w:p>
    <w:p w:rsidR="0062748B" w:rsidRDefault="0062748B" w:rsidP="0062748B">
      <w:r>
        <w:t xml:space="preserve">11.1.27     -INF       .        1.000      .         </w:t>
      </w:r>
    </w:p>
    <w:p w:rsidR="0062748B" w:rsidRDefault="0062748B" w:rsidP="0062748B">
      <w:r>
        <w:t xml:space="preserve">11.1.28     -INF       .        1.000      .         </w:t>
      </w:r>
    </w:p>
    <w:p w:rsidR="0062748B" w:rsidRDefault="0062748B" w:rsidP="0062748B">
      <w:r>
        <w:t xml:space="preserve">11.1.29     -INF       .        1.000      .         </w:t>
      </w:r>
    </w:p>
    <w:p w:rsidR="0062748B" w:rsidRDefault="0062748B" w:rsidP="0062748B">
      <w:r>
        <w:t xml:space="preserve">12.1.1      -INF       .        1.000      .         </w:t>
      </w:r>
    </w:p>
    <w:p w:rsidR="0062748B" w:rsidRDefault="0062748B" w:rsidP="0062748B">
      <w:r>
        <w:t xml:space="preserve">12.1.2      -INF       .        1.000      .         </w:t>
      </w:r>
    </w:p>
    <w:p w:rsidR="0062748B" w:rsidRDefault="0062748B" w:rsidP="0062748B">
      <w:r>
        <w:t xml:space="preserve">12.1.3      -INF       .        1.000      .         </w:t>
      </w:r>
    </w:p>
    <w:p w:rsidR="0062748B" w:rsidRDefault="0062748B" w:rsidP="0062748B">
      <w:r>
        <w:t xml:space="preserve">12.1.4      -INF       .        1.000      .         </w:t>
      </w:r>
    </w:p>
    <w:p w:rsidR="0062748B" w:rsidRDefault="0062748B" w:rsidP="0062748B">
      <w:r>
        <w:t xml:space="preserve">12.1.5      -INF       .        1.000      .         </w:t>
      </w:r>
    </w:p>
    <w:p w:rsidR="0062748B" w:rsidRDefault="0062748B" w:rsidP="0062748B">
      <w:r>
        <w:t xml:space="preserve">12.1.6      -INF       .        1.000      .         </w:t>
      </w:r>
    </w:p>
    <w:p w:rsidR="0062748B" w:rsidRDefault="0062748B" w:rsidP="0062748B">
      <w:r>
        <w:t xml:space="preserve">12.1.7      -INF       .        1.000      .         </w:t>
      </w:r>
    </w:p>
    <w:p w:rsidR="0062748B" w:rsidRDefault="0062748B" w:rsidP="0062748B">
      <w:r>
        <w:t xml:space="preserve">12.1.8      -INF       .        1.000      .         </w:t>
      </w:r>
    </w:p>
    <w:p w:rsidR="0062748B" w:rsidRDefault="0062748B" w:rsidP="0062748B">
      <w:r>
        <w:t xml:space="preserve">12.1.9      -INF       .        1.000      .         </w:t>
      </w:r>
    </w:p>
    <w:p w:rsidR="0062748B" w:rsidRDefault="0062748B" w:rsidP="0062748B">
      <w:r>
        <w:t xml:space="preserve">12.1.10     -INF       .        1.000      .         </w:t>
      </w:r>
    </w:p>
    <w:p w:rsidR="0062748B" w:rsidRDefault="0062748B" w:rsidP="0062748B">
      <w:r>
        <w:t xml:space="preserve">12.1.11     -INF       .        1.000      .         </w:t>
      </w:r>
    </w:p>
    <w:p w:rsidR="0062748B" w:rsidRDefault="0062748B" w:rsidP="0062748B">
      <w:r>
        <w:t xml:space="preserve">12.1.12     -INF       .        1.000      .         </w:t>
      </w:r>
    </w:p>
    <w:p w:rsidR="0062748B" w:rsidRDefault="0062748B" w:rsidP="0062748B">
      <w:r>
        <w:t xml:space="preserve">12.1.13     -INF       .        1.000      .         </w:t>
      </w:r>
    </w:p>
    <w:p w:rsidR="0062748B" w:rsidRDefault="0062748B" w:rsidP="0062748B">
      <w:r>
        <w:t xml:space="preserve">12.1.14     -INF       .        1.000      .         </w:t>
      </w:r>
    </w:p>
    <w:p w:rsidR="0062748B" w:rsidRDefault="0062748B" w:rsidP="0062748B">
      <w:r>
        <w:t xml:space="preserve">12.1.15     -INF       .        1.000      .         </w:t>
      </w:r>
    </w:p>
    <w:p w:rsidR="0062748B" w:rsidRDefault="0062748B" w:rsidP="0062748B">
      <w:r>
        <w:t xml:space="preserve">12.1.16     -INF       .        1.000      .         </w:t>
      </w:r>
    </w:p>
    <w:p w:rsidR="0062748B" w:rsidRDefault="0062748B" w:rsidP="0062748B">
      <w:r>
        <w:t xml:space="preserve">12.1.17     -INF       .        1.000      .         </w:t>
      </w:r>
    </w:p>
    <w:p w:rsidR="0062748B" w:rsidRDefault="0062748B" w:rsidP="0062748B">
      <w:r>
        <w:t xml:space="preserve">12.1.18     -INF       .        1.000      .         </w:t>
      </w:r>
    </w:p>
    <w:p w:rsidR="0062748B" w:rsidRDefault="0062748B" w:rsidP="0062748B">
      <w:r>
        <w:lastRenderedPageBreak/>
        <w:t xml:space="preserve">12.1.19     -INF       .        1.000      .         </w:t>
      </w:r>
    </w:p>
    <w:p w:rsidR="0062748B" w:rsidRDefault="0062748B" w:rsidP="0062748B">
      <w:r>
        <w:t xml:space="preserve">12.1.20     -INF       .        1.000      .         </w:t>
      </w:r>
    </w:p>
    <w:p w:rsidR="0062748B" w:rsidRDefault="0062748B" w:rsidP="0062748B">
      <w:r>
        <w:t xml:space="preserve">12.1.21     -INF       .        1.000      .         </w:t>
      </w:r>
    </w:p>
    <w:p w:rsidR="0062748B" w:rsidRDefault="0062748B" w:rsidP="0062748B">
      <w:r>
        <w:t xml:space="preserve">12.1.22     -INF       .        1.000      .         </w:t>
      </w:r>
    </w:p>
    <w:p w:rsidR="0062748B" w:rsidRDefault="0062748B" w:rsidP="0062748B">
      <w:r>
        <w:t xml:space="preserve">12.1.23     -INF       .        1.000      .         </w:t>
      </w:r>
    </w:p>
    <w:p w:rsidR="0062748B" w:rsidRDefault="0062748B" w:rsidP="0062748B">
      <w:r>
        <w:t xml:space="preserve">12.1.24     -INF       .        1.000      .         </w:t>
      </w:r>
    </w:p>
    <w:p w:rsidR="0062748B" w:rsidRDefault="0062748B" w:rsidP="0062748B">
      <w:r>
        <w:t xml:space="preserve">12.1.25     -INF       .        1.000      .         </w:t>
      </w:r>
    </w:p>
    <w:p w:rsidR="0062748B" w:rsidRDefault="0062748B" w:rsidP="0062748B">
      <w:r>
        <w:t xml:space="preserve">12.1.26     -INF       .        1.000      .         </w:t>
      </w:r>
    </w:p>
    <w:p w:rsidR="0062748B" w:rsidRDefault="0062748B" w:rsidP="0062748B">
      <w:r>
        <w:t xml:space="preserve">12.1.27     -INF       .        1.000      .         </w:t>
      </w:r>
    </w:p>
    <w:p w:rsidR="0062748B" w:rsidRDefault="0062748B" w:rsidP="0062748B">
      <w:r>
        <w:t xml:space="preserve">12.1.28     -INF       .        1.000      .         </w:t>
      </w:r>
    </w:p>
    <w:p w:rsidR="0062748B" w:rsidRDefault="0062748B" w:rsidP="0062748B">
      <w:r>
        <w:t xml:space="preserve">12.1.29     -INF       .        1.000      .         </w:t>
      </w:r>
    </w:p>
    <w:p w:rsidR="0062748B" w:rsidRDefault="0062748B" w:rsidP="0062748B">
      <w:r>
        <w:t xml:space="preserve">13.1.1      -INF       .        1.000      .         </w:t>
      </w:r>
    </w:p>
    <w:p w:rsidR="0062748B" w:rsidRDefault="0062748B" w:rsidP="0062748B">
      <w:r>
        <w:t xml:space="preserve">13.1.2      -INF       .        1.000      .         </w:t>
      </w:r>
    </w:p>
    <w:p w:rsidR="0062748B" w:rsidRDefault="0062748B" w:rsidP="0062748B">
      <w:r>
        <w:t xml:space="preserve">13.1.3      -INF       .        1.000      .         </w:t>
      </w:r>
    </w:p>
    <w:p w:rsidR="0062748B" w:rsidRDefault="0062748B" w:rsidP="0062748B">
      <w:r>
        <w:t xml:space="preserve">13.1.4      -INF       .        1.000      .         </w:t>
      </w:r>
    </w:p>
    <w:p w:rsidR="0062748B" w:rsidRDefault="0062748B" w:rsidP="0062748B">
      <w:r>
        <w:t xml:space="preserve">13.1.5      -INF       .        1.000      .         </w:t>
      </w:r>
    </w:p>
    <w:p w:rsidR="0062748B" w:rsidRDefault="0062748B" w:rsidP="0062748B">
      <w:r>
        <w:t xml:space="preserve">13.1.6      -INF       .        1.000      .         </w:t>
      </w:r>
    </w:p>
    <w:p w:rsidR="0062748B" w:rsidRDefault="0062748B" w:rsidP="0062748B">
      <w:r>
        <w:t xml:space="preserve">13.1.7      -INF       .        1.000      .         </w:t>
      </w:r>
    </w:p>
    <w:p w:rsidR="0062748B" w:rsidRDefault="0062748B" w:rsidP="0062748B">
      <w:r>
        <w:t xml:space="preserve">13.1.8      -INF       .        1.000      .         </w:t>
      </w:r>
    </w:p>
    <w:p w:rsidR="0062748B" w:rsidRDefault="0062748B" w:rsidP="0062748B">
      <w:r>
        <w:t xml:space="preserve">13.1.9      -INF       .        1.000      .         </w:t>
      </w:r>
    </w:p>
    <w:p w:rsidR="0062748B" w:rsidRDefault="0062748B" w:rsidP="0062748B">
      <w:r>
        <w:t xml:space="preserve">13.1.10     -INF       .        1.000      .         </w:t>
      </w:r>
    </w:p>
    <w:p w:rsidR="0062748B" w:rsidRDefault="0062748B" w:rsidP="0062748B">
      <w:r>
        <w:t xml:space="preserve">13.1.11     -INF       .        1.000      .         </w:t>
      </w:r>
    </w:p>
    <w:p w:rsidR="0062748B" w:rsidRDefault="0062748B" w:rsidP="0062748B">
      <w:r>
        <w:t xml:space="preserve">13.1.12     -INF       .        1.000      .         </w:t>
      </w:r>
    </w:p>
    <w:p w:rsidR="0062748B" w:rsidRDefault="0062748B" w:rsidP="0062748B">
      <w:r>
        <w:t xml:space="preserve">13.1.13     -INF       .        1.000      .         </w:t>
      </w:r>
    </w:p>
    <w:p w:rsidR="0062748B" w:rsidRDefault="0062748B" w:rsidP="0062748B">
      <w:r>
        <w:t xml:space="preserve">13.1.14     -INF       .        1.000      .         </w:t>
      </w:r>
    </w:p>
    <w:p w:rsidR="0062748B" w:rsidRDefault="0062748B" w:rsidP="0062748B">
      <w:r>
        <w:lastRenderedPageBreak/>
        <w:t xml:space="preserve">13.1.15     -INF       .        1.000      .         </w:t>
      </w:r>
    </w:p>
    <w:p w:rsidR="0062748B" w:rsidRDefault="0062748B" w:rsidP="0062748B">
      <w:r>
        <w:t xml:space="preserve">13.1.16     -INF       .        1.000      .         </w:t>
      </w:r>
    </w:p>
    <w:p w:rsidR="0062748B" w:rsidRDefault="0062748B" w:rsidP="0062748B">
      <w:r>
        <w:t xml:space="preserve">13.1.17     -INF       .        1.000      .         </w:t>
      </w:r>
    </w:p>
    <w:p w:rsidR="0062748B" w:rsidRDefault="0062748B" w:rsidP="0062748B">
      <w:r>
        <w:t xml:space="preserve">13.1.18     -INF       .        1.000      .         </w:t>
      </w:r>
    </w:p>
    <w:p w:rsidR="0062748B" w:rsidRDefault="0062748B" w:rsidP="0062748B">
      <w:r>
        <w:t xml:space="preserve">13.1.19     -INF       .        1.000      .         </w:t>
      </w:r>
    </w:p>
    <w:p w:rsidR="0062748B" w:rsidRDefault="0062748B" w:rsidP="0062748B">
      <w:r>
        <w:t xml:space="preserve">13.1.20     -INF       .        1.000      .         </w:t>
      </w:r>
    </w:p>
    <w:p w:rsidR="0062748B" w:rsidRDefault="0062748B" w:rsidP="0062748B">
      <w:r>
        <w:t xml:space="preserve">13.1.21     -INF       .        1.000      .         </w:t>
      </w:r>
    </w:p>
    <w:p w:rsidR="0062748B" w:rsidRDefault="0062748B" w:rsidP="0062748B">
      <w:r>
        <w:t xml:space="preserve">13.1.22     -INF       .        1.000      .         </w:t>
      </w:r>
    </w:p>
    <w:p w:rsidR="0062748B" w:rsidRDefault="0062748B" w:rsidP="0062748B">
      <w:r>
        <w:t xml:space="preserve">13.1.23     -INF       .        1.000      .         </w:t>
      </w:r>
    </w:p>
    <w:p w:rsidR="0062748B" w:rsidRDefault="0062748B" w:rsidP="0062748B">
      <w:r>
        <w:t xml:space="preserve">13.1.24     -INF       .        1.000      .         </w:t>
      </w:r>
    </w:p>
    <w:p w:rsidR="0062748B" w:rsidRDefault="0062748B" w:rsidP="0062748B">
      <w:r>
        <w:t xml:space="preserve">13.1.25     -INF       .        1.000      .         </w:t>
      </w:r>
    </w:p>
    <w:p w:rsidR="0062748B" w:rsidRDefault="0062748B" w:rsidP="0062748B">
      <w:r>
        <w:t xml:space="preserve">13.1.26     -INF       .        1.000      .         </w:t>
      </w:r>
    </w:p>
    <w:p w:rsidR="0062748B" w:rsidRDefault="0062748B" w:rsidP="0062748B">
      <w:r>
        <w:t xml:space="preserve">13.1.27     -INF       .        1.000      .         </w:t>
      </w:r>
    </w:p>
    <w:p w:rsidR="0062748B" w:rsidRDefault="0062748B" w:rsidP="0062748B">
      <w:r>
        <w:t xml:space="preserve">13.1.28     -INF       .        1.000      .         </w:t>
      </w:r>
    </w:p>
    <w:p w:rsidR="0062748B" w:rsidRDefault="0062748B" w:rsidP="0062748B">
      <w:r>
        <w:t xml:space="preserve">13.1.29     -INF       .        1.000      .         </w:t>
      </w:r>
    </w:p>
    <w:p w:rsidR="0062748B" w:rsidRDefault="0062748B" w:rsidP="0062748B">
      <w:r>
        <w:t xml:space="preserve">14.1.1      -INF       .        1.000      .         </w:t>
      </w:r>
    </w:p>
    <w:p w:rsidR="0062748B" w:rsidRDefault="0062748B" w:rsidP="0062748B">
      <w:r>
        <w:t xml:space="preserve">14.1.2      -INF       .        1.000      .         </w:t>
      </w:r>
    </w:p>
    <w:p w:rsidR="0062748B" w:rsidRDefault="0062748B" w:rsidP="0062748B">
      <w:r>
        <w:t xml:space="preserve">14.1.3      -INF       .        1.000      .         </w:t>
      </w:r>
    </w:p>
    <w:p w:rsidR="0062748B" w:rsidRDefault="0062748B" w:rsidP="0062748B">
      <w:r>
        <w:t xml:space="preserve">14.1.4      -INF       .        1.000      .         </w:t>
      </w:r>
    </w:p>
    <w:p w:rsidR="0062748B" w:rsidRDefault="0062748B" w:rsidP="0062748B">
      <w:r>
        <w:t xml:space="preserve">14.1.5      -INF       .        1.000      .         </w:t>
      </w:r>
    </w:p>
    <w:p w:rsidR="0062748B" w:rsidRDefault="0062748B" w:rsidP="0062748B">
      <w:r>
        <w:t xml:space="preserve">14.1.6      -INF       .        1.000      .         </w:t>
      </w:r>
    </w:p>
    <w:p w:rsidR="0062748B" w:rsidRDefault="0062748B" w:rsidP="0062748B">
      <w:r>
        <w:t xml:space="preserve">14.1.7      -INF       .        1.000      .         </w:t>
      </w:r>
    </w:p>
    <w:p w:rsidR="0062748B" w:rsidRDefault="0062748B" w:rsidP="0062748B">
      <w:r>
        <w:t xml:space="preserve">14.1.8      -INF       .        1.000      .         </w:t>
      </w:r>
    </w:p>
    <w:p w:rsidR="0062748B" w:rsidRDefault="0062748B" w:rsidP="0062748B">
      <w:r>
        <w:t xml:space="preserve">14.1.9      -INF       .        1.000      .         </w:t>
      </w:r>
    </w:p>
    <w:p w:rsidR="0062748B" w:rsidRDefault="0062748B" w:rsidP="0062748B">
      <w:r>
        <w:t xml:space="preserve">14.1.10     -INF       .        1.000      .         </w:t>
      </w:r>
    </w:p>
    <w:p w:rsidR="0062748B" w:rsidRDefault="0062748B" w:rsidP="0062748B">
      <w:r>
        <w:lastRenderedPageBreak/>
        <w:t xml:space="preserve">14.1.11     -INF       .        1.000      .         </w:t>
      </w:r>
    </w:p>
    <w:p w:rsidR="0062748B" w:rsidRDefault="0062748B" w:rsidP="0062748B">
      <w:r>
        <w:t xml:space="preserve">14.1.12     -INF       .        1.000      .         </w:t>
      </w:r>
    </w:p>
    <w:p w:rsidR="0062748B" w:rsidRDefault="0062748B" w:rsidP="0062748B">
      <w:r>
        <w:t xml:space="preserve">14.1.13     -INF       .        1.000      .         </w:t>
      </w:r>
    </w:p>
    <w:p w:rsidR="0062748B" w:rsidRDefault="0062748B" w:rsidP="0062748B">
      <w:r>
        <w:t xml:space="preserve">14.1.14     -INF       .        1.000      .         </w:t>
      </w:r>
    </w:p>
    <w:p w:rsidR="0062748B" w:rsidRDefault="0062748B" w:rsidP="0062748B">
      <w:r>
        <w:t xml:space="preserve">14.1.15     -INF       .        1.000      .         </w:t>
      </w:r>
    </w:p>
    <w:p w:rsidR="0062748B" w:rsidRDefault="0062748B" w:rsidP="0062748B">
      <w:r>
        <w:t xml:space="preserve">14.1.16     -INF       .        1.000      .         </w:t>
      </w:r>
    </w:p>
    <w:p w:rsidR="0062748B" w:rsidRDefault="0062748B" w:rsidP="0062748B">
      <w:r>
        <w:t xml:space="preserve">14.1.17     -INF       .        1.000      .         </w:t>
      </w:r>
    </w:p>
    <w:p w:rsidR="0062748B" w:rsidRDefault="0062748B" w:rsidP="0062748B">
      <w:r>
        <w:t xml:space="preserve">14.1.18     -INF       .        1.000      .         </w:t>
      </w:r>
    </w:p>
    <w:p w:rsidR="0062748B" w:rsidRDefault="0062748B" w:rsidP="0062748B">
      <w:r>
        <w:t xml:space="preserve">14.1.19     -INF       .        1.000      .         </w:t>
      </w:r>
    </w:p>
    <w:p w:rsidR="0062748B" w:rsidRDefault="0062748B" w:rsidP="0062748B">
      <w:r>
        <w:t xml:space="preserve">14.1.20     -INF       .        1.000      .         </w:t>
      </w:r>
    </w:p>
    <w:p w:rsidR="0062748B" w:rsidRDefault="0062748B" w:rsidP="0062748B">
      <w:r>
        <w:t xml:space="preserve">14.1.21     -INF       .        1.000      .         </w:t>
      </w:r>
    </w:p>
    <w:p w:rsidR="0062748B" w:rsidRDefault="0062748B" w:rsidP="0062748B">
      <w:r>
        <w:t xml:space="preserve">14.1.22     -INF       .        1.000      .         </w:t>
      </w:r>
    </w:p>
    <w:p w:rsidR="0062748B" w:rsidRDefault="0062748B" w:rsidP="0062748B">
      <w:r>
        <w:t xml:space="preserve">14.1.23     -INF       .        1.000      .         </w:t>
      </w:r>
    </w:p>
    <w:p w:rsidR="0062748B" w:rsidRDefault="0062748B" w:rsidP="0062748B">
      <w:r>
        <w:t xml:space="preserve">14.1.24     -INF       .        1.000      .         </w:t>
      </w:r>
    </w:p>
    <w:p w:rsidR="0062748B" w:rsidRDefault="0062748B" w:rsidP="0062748B">
      <w:r>
        <w:t xml:space="preserve">14.1.25     -INF       .        1.000      .         </w:t>
      </w:r>
    </w:p>
    <w:p w:rsidR="0062748B" w:rsidRDefault="0062748B" w:rsidP="0062748B">
      <w:r>
        <w:t xml:space="preserve">14.1.26     -INF       .        1.000      .         </w:t>
      </w:r>
    </w:p>
    <w:p w:rsidR="0062748B" w:rsidRDefault="0062748B" w:rsidP="0062748B">
      <w:r>
        <w:t xml:space="preserve">14.1.27     -INF       .        1.000      .         </w:t>
      </w:r>
    </w:p>
    <w:p w:rsidR="0062748B" w:rsidRDefault="0062748B" w:rsidP="0062748B">
      <w:r>
        <w:t xml:space="preserve">14.1.28     -INF       .        1.000      .         </w:t>
      </w:r>
    </w:p>
    <w:p w:rsidR="0062748B" w:rsidRDefault="0062748B" w:rsidP="0062748B">
      <w:r>
        <w:t xml:space="preserve">14.1.29     -INF       .        1.000      .         </w:t>
      </w:r>
    </w:p>
    <w:p w:rsidR="0062748B" w:rsidRDefault="0062748B" w:rsidP="0062748B">
      <w:r>
        <w:t xml:space="preserve">15.1.1      -INF       .        1.000      .         </w:t>
      </w:r>
    </w:p>
    <w:p w:rsidR="0062748B" w:rsidRDefault="0062748B" w:rsidP="0062748B">
      <w:r>
        <w:t xml:space="preserve">15.1.2      -INF       .        1.000      .         </w:t>
      </w:r>
    </w:p>
    <w:p w:rsidR="0062748B" w:rsidRDefault="0062748B" w:rsidP="0062748B">
      <w:r>
        <w:t xml:space="preserve">15.1.3      -INF       .        1.000      .         </w:t>
      </w:r>
    </w:p>
    <w:p w:rsidR="0062748B" w:rsidRDefault="0062748B" w:rsidP="0062748B">
      <w:r>
        <w:t xml:space="preserve">15.1.4      -INF       .        1.000      .         </w:t>
      </w:r>
    </w:p>
    <w:p w:rsidR="0062748B" w:rsidRDefault="0062748B" w:rsidP="0062748B">
      <w:r>
        <w:t xml:space="preserve">15.1.5      -INF       .        1.000      .         </w:t>
      </w:r>
    </w:p>
    <w:p w:rsidR="0062748B" w:rsidRDefault="0062748B" w:rsidP="0062748B">
      <w:r>
        <w:t xml:space="preserve">15.1.6      -INF       .        1.000      .         </w:t>
      </w:r>
    </w:p>
    <w:p w:rsidR="0062748B" w:rsidRDefault="0062748B" w:rsidP="0062748B">
      <w:r>
        <w:lastRenderedPageBreak/>
        <w:t xml:space="preserve">15.1.7      -INF       .        1.000      .         </w:t>
      </w:r>
    </w:p>
    <w:p w:rsidR="0062748B" w:rsidRDefault="0062748B" w:rsidP="0062748B">
      <w:r>
        <w:t xml:space="preserve">15.1.8      -INF       .        1.000      .         </w:t>
      </w:r>
    </w:p>
    <w:p w:rsidR="0062748B" w:rsidRDefault="0062748B" w:rsidP="0062748B">
      <w:r>
        <w:t xml:space="preserve">15.1.9      -INF       .        1.000      .         </w:t>
      </w:r>
    </w:p>
    <w:p w:rsidR="0062748B" w:rsidRDefault="0062748B" w:rsidP="0062748B">
      <w:r>
        <w:t xml:space="preserve">15.1.10     -INF       .        1.000      .         </w:t>
      </w:r>
    </w:p>
    <w:p w:rsidR="0062748B" w:rsidRDefault="0062748B" w:rsidP="0062748B">
      <w:r>
        <w:t xml:space="preserve">15.1.11     -INF       .        1.000      .         </w:t>
      </w:r>
    </w:p>
    <w:p w:rsidR="0062748B" w:rsidRDefault="0062748B" w:rsidP="0062748B">
      <w:r>
        <w:t xml:space="preserve">15.1.12     -INF       .        1.000      .         </w:t>
      </w:r>
    </w:p>
    <w:p w:rsidR="0062748B" w:rsidRDefault="0062748B" w:rsidP="0062748B">
      <w:r>
        <w:t xml:space="preserve">15.1.13     -INF       .        1.000      .         </w:t>
      </w:r>
    </w:p>
    <w:p w:rsidR="0062748B" w:rsidRDefault="0062748B" w:rsidP="0062748B">
      <w:r>
        <w:t xml:space="preserve">15.1.14     -INF       .        1.000      .         </w:t>
      </w:r>
    </w:p>
    <w:p w:rsidR="0062748B" w:rsidRDefault="0062748B" w:rsidP="0062748B">
      <w:r>
        <w:t xml:space="preserve">15.1.15     -INF       .        1.000      .         </w:t>
      </w:r>
    </w:p>
    <w:p w:rsidR="0062748B" w:rsidRDefault="0062748B" w:rsidP="0062748B">
      <w:r>
        <w:t xml:space="preserve">15.1.16     -INF       .        1.000      .         </w:t>
      </w:r>
    </w:p>
    <w:p w:rsidR="0062748B" w:rsidRDefault="0062748B" w:rsidP="0062748B">
      <w:r>
        <w:t xml:space="preserve">15.1.17     -INF       .        1.000      .         </w:t>
      </w:r>
    </w:p>
    <w:p w:rsidR="0062748B" w:rsidRDefault="0062748B" w:rsidP="0062748B">
      <w:r>
        <w:t xml:space="preserve">15.1.18     -INF       .        1.000      .         </w:t>
      </w:r>
    </w:p>
    <w:p w:rsidR="0062748B" w:rsidRDefault="0062748B" w:rsidP="0062748B">
      <w:r>
        <w:t xml:space="preserve">15.1.19     -INF       .        1.000      .         </w:t>
      </w:r>
    </w:p>
    <w:p w:rsidR="0062748B" w:rsidRDefault="0062748B" w:rsidP="0062748B">
      <w:r>
        <w:t xml:space="preserve">15.1.20     -INF       .        1.000      .         </w:t>
      </w:r>
    </w:p>
    <w:p w:rsidR="0062748B" w:rsidRDefault="0062748B" w:rsidP="0062748B">
      <w:r>
        <w:t xml:space="preserve">15.1.21     -INF       .        1.000      .         </w:t>
      </w:r>
    </w:p>
    <w:p w:rsidR="0062748B" w:rsidRDefault="0062748B" w:rsidP="0062748B">
      <w:r>
        <w:t xml:space="preserve">15.1.22     -INF       .        1.000      .         </w:t>
      </w:r>
    </w:p>
    <w:p w:rsidR="0062748B" w:rsidRDefault="0062748B" w:rsidP="0062748B">
      <w:r>
        <w:t xml:space="preserve">15.1.23     -INF       .        1.000      .         </w:t>
      </w:r>
    </w:p>
    <w:p w:rsidR="0062748B" w:rsidRDefault="0062748B" w:rsidP="0062748B">
      <w:r>
        <w:t xml:space="preserve">15.1.24     -INF       .        1.000      .         </w:t>
      </w:r>
    </w:p>
    <w:p w:rsidR="0062748B" w:rsidRDefault="0062748B" w:rsidP="0062748B">
      <w:r>
        <w:t xml:space="preserve">15.1.25     -INF       .        1.000      .         </w:t>
      </w:r>
    </w:p>
    <w:p w:rsidR="0062748B" w:rsidRDefault="0062748B" w:rsidP="0062748B">
      <w:r>
        <w:t xml:space="preserve">15.1.26     -INF       .        1.000      .         </w:t>
      </w:r>
    </w:p>
    <w:p w:rsidR="0062748B" w:rsidRDefault="0062748B" w:rsidP="0062748B">
      <w:r>
        <w:t xml:space="preserve">15.1.27     -INF       .        1.000      .         </w:t>
      </w:r>
    </w:p>
    <w:p w:rsidR="0062748B" w:rsidRDefault="0062748B" w:rsidP="0062748B">
      <w:r>
        <w:t xml:space="preserve">15.1.28     -INF       .        1.000      .         </w:t>
      </w:r>
    </w:p>
    <w:p w:rsidR="0062748B" w:rsidRDefault="0062748B" w:rsidP="0062748B">
      <w:r>
        <w:t xml:space="preserve">15.1.29     -INF       .        1.000      .         </w:t>
      </w:r>
    </w:p>
    <w:p w:rsidR="0062748B" w:rsidRDefault="0062748B" w:rsidP="0062748B">
      <w:r>
        <w:t xml:space="preserve">16.1.1      -INF       .        1.000      .         </w:t>
      </w:r>
    </w:p>
    <w:p w:rsidR="0062748B" w:rsidRDefault="0062748B" w:rsidP="0062748B">
      <w:r>
        <w:t xml:space="preserve">16.1.2      -INF       .        1.000      .         </w:t>
      </w:r>
    </w:p>
    <w:p w:rsidR="0062748B" w:rsidRDefault="0062748B" w:rsidP="0062748B">
      <w:r>
        <w:lastRenderedPageBreak/>
        <w:t xml:space="preserve">16.1.3      -INF       .        1.000      .         </w:t>
      </w:r>
    </w:p>
    <w:p w:rsidR="0062748B" w:rsidRDefault="0062748B" w:rsidP="0062748B">
      <w:r>
        <w:t xml:space="preserve">16.1.4      -INF       .        1.000      .         </w:t>
      </w:r>
    </w:p>
    <w:p w:rsidR="0062748B" w:rsidRDefault="0062748B" w:rsidP="0062748B">
      <w:r>
        <w:t xml:space="preserve">16.1.5      -INF       .        1.000      .         </w:t>
      </w:r>
    </w:p>
    <w:p w:rsidR="0062748B" w:rsidRDefault="0062748B" w:rsidP="0062748B">
      <w:r>
        <w:t xml:space="preserve">16.1.6      -INF       .        1.000      .         </w:t>
      </w:r>
    </w:p>
    <w:p w:rsidR="0062748B" w:rsidRDefault="0062748B" w:rsidP="0062748B">
      <w:r>
        <w:t xml:space="preserve">16.1.7      -INF       .        1.000      .         </w:t>
      </w:r>
    </w:p>
    <w:p w:rsidR="0062748B" w:rsidRDefault="0062748B" w:rsidP="0062748B">
      <w:r>
        <w:t xml:space="preserve">16.1.8      -INF       .        1.000      .         </w:t>
      </w:r>
    </w:p>
    <w:p w:rsidR="0062748B" w:rsidRDefault="0062748B" w:rsidP="0062748B">
      <w:r>
        <w:t xml:space="preserve">16.1.9      -INF       .        1.000      .         </w:t>
      </w:r>
    </w:p>
    <w:p w:rsidR="0062748B" w:rsidRDefault="0062748B" w:rsidP="0062748B">
      <w:r>
        <w:t xml:space="preserve">16.1.10     -INF       .        1.000      .         </w:t>
      </w:r>
    </w:p>
    <w:p w:rsidR="0062748B" w:rsidRDefault="0062748B" w:rsidP="0062748B">
      <w:r>
        <w:t xml:space="preserve">16.1.11     -INF       .        1.000      .         </w:t>
      </w:r>
    </w:p>
    <w:p w:rsidR="0062748B" w:rsidRDefault="0062748B" w:rsidP="0062748B">
      <w:r>
        <w:t xml:space="preserve">16.1.12     -INF       .        1.000      .         </w:t>
      </w:r>
    </w:p>
    <w:p w:rsidR="0062748B" w:rsidRDefault="0062748B" w:rsidP="0062748B">
      <w:r>
        <w:t xml:space="preserve">16.1.13     -INF       .        1.000      .         </w:t>
      </w:r>
    </w:p>
    <w:p w:rsidR="0062748B" w:rsidRDefault="0062748B" w:rsidP="0062748B">
      <w:r>
        <w:t xml:space="preserve">16.1.14     -INF       .        1.000      .         </w:t>
      </w:r>
    </w:p>
    <w:p w:rsidR="0062748B" w:rsidRDefault="0062748B" w:rsidP="0062748B">
      <w:r>
        <w:t xml:space="preserve">16.1.15     -INF       .        1.000      .         </w:t>
      </w:r>
    </w:p>
    <w:p w:rsidR="0062748B" w:rsidRDefault="0062748B" w:rsidP="0062748B">
      <w:r>
        <w:t xml:space="preserve">16.1.16     -INF       .        1.000      .         </w:t>
      </w:r>
    </w:p>
    <w:p w:rsidR="0062748B" w:rsidRDefault="0062748B" w:rsidP="0062748B">
      <w:r>
        <w:t xml:space="preserve">16.1.17     -INF       .        1.000      .         </w:t>
      </w:r>
    </w:p>
    <w:p w:rsidR="0062748B" w:rsidRDefault="0062748B" w:rsidP="0062748B">
      <w:r>
        <w:t xml:space="preserve">16.1.18     -INF       .        1.000      .         </w:t>
      </w:r>
    </w:p>
    <w:p w:rsidR="0062748B" w:rsidRDefault="0062748B" w:rsidP="0062748B">
      <w:r>
        <w:t xml:space="preserve">16.1.19     -INF       .        1.000      .         </w:t>
      </w:r>
    </w:p>
    <w:p w:rsidR="0062748B" w:rsidRDefault="0062748B" w:rsidP="0062748B">
      <w:r>
        <w:t xml:space="preserve">16.1.20     -INF       .        1.000      .         </w:t>
      </w:r>
    </w:p>
    <w:p w:rsidR="0062748B" w:rsidRDefault="0062748B" w:rsidP="0062748B">
      <w:r>
        <w:t xml:space="preserve">16.1.21     -INF       .        1.000      .         </w:t>
      </w:r>
    </w:p>
    <w:p w:rsidR="0062748B" w:rsidRDefault="0062748B" w:rsidP="0062748B">
      <w:r>
        <w:t xml:space="preserve">16.1.22     -INF       .        1.000      .         </w:t>
      </w:r>
    </w:p>
    <w:p w:rsidR="0062748B" w:rsidRDefault="0062748B" w:rsidP="0062748B">
      <w:r>
        <w:t xml:space="preserve">16.1.23     -INF       .        1.000      .         </w:t>
      </w:r>
    </w:p>
    <w:p w:rsidR="0062748B" w:rsidRDefault="0062748B" w:rsidP="0062748B">
      <w:r>
        <w:t xml:space="preserve">16.1.24     -INF       .        1.000      .         </w:t>
      </w:r>
    </w:p>
    <w:p w:rsidR="0062748B" w:rsidRDefault="0062748B" w:rsidP="0062748B">
      <w:r>
        <w:t xml:space="preserve">16.1.25     -INF       .        1.000      .         </w:t>
      </w:r>
    </w:p>
    <w:p w:rsidR="0062748B" w:rsidRDefault="0062748B" w:rsidP="0062748B">
      <w:r>
        <w:t xml:space="preserve">16.1.26     -INF       .        1.000      .         </w:t>
      </w:r>
    </w:p>
    <w:p w:rsidR="0062748B" w:rsidRDefault="0062748B" w:rsidP="0062748B">
      <w:r>
        <w:t xml:space="preserve">16.1.27     -INF       .        1.000      .         </w:t>
      </w:r>
    </w:p>
    <w:p w:rsidR="0062748B" w:rsidRDefault="0062748B" w:rsidP="0062748B">
      <w:r>
        <w:lastRenderedPageBreak/>
        <w:t xml:space="preserve">16.1.28     -INF       .        1.000      .         </w:t>
      </w:r>
    </w:p>
    <w:p w:rsidR="0062748B" w:rsidRDefault="0062748B" w:rsidP="0062748B">
      <w:r>
        <w:t xml:space="preserve">16.1.29     -INF       .        1.000      .         </w:t>
      </w:r>
    </w:p>
    <w:p w:rsidR="0062748B" w:rsidRDefault="0062748B" w:rsidP="0062748B">
      <w:r>
        <w:t xml:space="preserve">17.1.1      -INF       .        1.000      .         </w:t>
      </w:r>
    </w:p>
    <w:p w:rsidR="0062748B" w:rsidRDefault="0062748B" w:rsidP="0062748B">
      <w:r>
        <w:t xml:space="preserve">17.1.2      -INF       .        1.000      .         </w:t>
      </w:r>
    </w:p>
    <w:p w:rsidR="0062748B" w:rsidRDefault="0062748B" w:rsidP="0062748B">
      <w:r>
        <w:t xml:space="preserve">17.1.3      -INF       .        1.000      .         </w:t>
      </w:r>
    </w:p>
    <w:p w:rsidR="0062748B" w:rsidRDefault="0062748B" w:rsidP="0062748B">
      <w:r>
        <w:t xml:space="preserve">17.1.4      -INF       .        1.000      .         </w:t>
      </w:r>
    </w:p>
    <w:p w:rsidR="0062748B" w:rsidRDefault="0062748B" w:rsidP="0062748B">
      <w:r>
        <w:t xml:space="preserve">17.1.5      -INF       .        1.000      .         </w:t>
      </w:r>
    </w:p>
    <w:p w:rsidR="0062748B" w:rsidRDefault="0062748B" w:rsidP="0062748B">
      <w:r>
        <w:t xml:space="preserve">17.1.6      -INF       .        1.000      .         </w:t>
      </w:r>
    </w:p>
    <w:p w:rsidR="0062748B" w:rsidRDefault="0062748B" w:rsidP="0062748B">
      <w:r>
        <w:t xml:space="preserve">17.1.7      -INF       .        1.000      .         </w:t>
      </w:r>
    </w:p>
    <w:p w:rsidR="0062748B" w:rsidRDefault="0062748B" w:rsidP="0062748B">
      <w:r>
        <w:t xml:space="preserve">17.1.8      -INF       .        1.000      .         </w:t>
      </w:r>
    </w:p>
    <w:p w:rsidR="0062748B" w:rsidRDefault="0062748B" w:rsidP="0062748B">
      <w:r>
        <w:t xml:space="preserve">17.1.9      -INF       .        1.000      .         </w:t>
      </w:r>
    </w:p>
    <w:p w:rsidR="0062748B" w:rsidRDefault="0062748B" w:rsidP="0062748B">
      <w:r>
        <w:t xml:space="preserve">17.1.10     -INF       .        1.000      .         </w:t>
      </w:r>
    </w:p>
    <w:p w:rsidR="0062748B" w:rsidRDefault="0062748B" w:rsidP="0062748B">
      <w:r>
        <w:t xml:space="preserve">17.1.11     -INF       .        1.000      .         </w:t>
      </w:r>
    </w:p>
    <w:p w:rsidR="0062748B" w:rsidRDefault="0062748B" w:rsidP="0062748B">
      <w:r>
        <w:t xml:space="preserve">17.1.12     -INF       .        1.000      .         </w:t>
      </w:r>
    </w:p>
    <w:p w:rsidR="0062748B" w:rsidRDefault="0062748B" w:rsidP="0062748B">
      <w:r>
        <w:t xml:space="preserve">17.1.13     -INF       .        1.000      .         </w:t>
      </w:r>
    </w:p>
    <w:p w:rsidR="0062748B" w:rsidRDefault="0062748B" w:rsidP="0062748B">
      <w:r>
        <w:t xml:space="preserve">17.1.14     -INF       .        1.000      .         </w:t>
      </w:r>
    </w:p>
    <w:p w:rsidR="0062748B" w:rsidRDefault="0062748B" w:rsidP="0062748B">
      <w:r>
        <w:t xml:space="preserve">17.1.15     -INF       .        1.000      .         </w:t>
      </w:r>
    </w:p>
    <w:p w:rsidR="0062748B" w:rsidRDefault="0062748B" w:rsidP="0062748B">
      <w:r>
        <w:t xml:space="preserve">17.1.16     -INF       .        1.000      .         </w:t>
      </w:r>
    </w:p>
    <w:p w:rsidR="0062748B" w:rsidRDefault="0062748B" w:rsidP="0062748B">
      <w:r>
        <w:t xml:space="preserve">17.1.17     -INF       .        1.000      .         </w:t>
      </w:r>
    </w:p>
    <w:p w:rsidR="0062748B" w:rsidRDefault="0062748B" w:rsidP="0062748B">
      <w:r>
        <w:t xml:space="preserve">17.1.18     -INF       .        1.000      .         </w:t>
      </w:r>
    </w:p>
    <w:p w:rsidR="0062748B" w:rsidRDefault="0062748B" w:rsidP="0062748B">
      <w:r>
        <w:t xml:space="preserve">17.1.19     -INF       .        1.000      .         </w:t>
      </w:r>
    </w:p>
    <w:p w:rsidR="0062748B" w:rsidRDefault="0062748B" w:rsidP="0062748B">
      <w:r>
        <w:t xml:space="preserve">17.1.20     -INF       .        1.000      .         </w:t>
      </w:r>
    </w:p>
    <w:p w:rsidR="0062748B" w:rsidRDefault="0062748B" w:rsidP="0062748B">
      <w:r>
        <w:t xml:space="preserve">17.1.21     -INF       .        1.000      .         </w:t>
      </w:r>
    </w:p>
    <w:p w:rsidR="0062748B" w:rsidRDefault="0062748B" w:rsidP="0062748B">
      <w:r>
        <w:t xml:space="preserve">17.1.22     -INF       .        1.000      .         </w:t>
      </w:r>
    </w:p>
    <w:p w:rsidR="0062748B" w:rsidRDefault="0062748B" w:rsidP="0062748B">
      <w:r>
        <w:t xml:space="preserve">17.1.23     -INF       .        1.000      .         </w:t>
      </w:r>
    </w:p>
    <w:p w:rsidR="0062748B" w:rsidRDefault="0062748B" w:rsidP="0062748B">
      <w:r>
        <w:lastRenderedPageBreak/>
        <w:t xml:space="preserve">17.1.24     -INF       .        1.000      .         </w:t>
      </w:r>
    </w:p>
    <w:p w:rsidR="0062748B" w:rsidRDefault="0062748B" w:rsidP="0062748B">
      <w:r>
        <w:t xml:space="preserve">17.1.25     -INF       .        1.000      .         </w:t>
      </w:r>
    </w:p>
    <w:p w:rsidR="0062748B" w:rsidRDefault="0062748B" w:rsidP="0062748B">
      <w:r>
        <w:t xml:space="preserve">17.1.26     -INF       .        1.000      .         </w:t>
      </w:r>
    </w:p>
    <w:p w:rsidR="0062748B" w:rsidRDefault="0062748B" w:rsidP="0062748B">
      <w:r>
        <w:t xml:space="preserve">17.1.27     -INF       .        1.000      .         </w:t>
      </w:r>
    </w:p>
    <w:p w:rsidR="0062748B" w:rsidRDefault="0062748B" w:rsidP="0062748B">
      <w:r>
        <w:t xml:space="preserve">17.1.28     -INF       .        1.000      .         </w:t>
      </w:r>
    </w:p>
    <w:p w:rsidR="0062748B" w:rsidRDefault="0062748B" w:rsidP="0062748B">
      <w:r>
        <w:t xml:space="preserve">17.1.29     -INF       .        1.000      .         </w:t>
      </w:r>
    </w:p>
    <w:p w:rsidR="0062748B" w:rsidRDefault="0062748B" w:rsidP="0062748B">
      <w:r>
        <w:t xml:space="preserve">18.1.1      -INF       .        1.000      .         </w:t>
      </w:r>
    </w:p>
    <w:p w:rsidR="0062748B" w:rsidRDefault="0062748B" w:rsidP="0062748B">
      <w:r>
        <w:t xml:space="preserve">18.1.2      -INF       .        1.000      .         </w:t>
      </w:r>
    </w:p>
    <w:p w:rsidR="0062748B" w:rsidRDefault="0062748B" w:rsidP="0062748B">
      <w:r>
        <w:t xml:space="preserve">18.1.3      -INF       .        1.000      .         </w:t>
      </w:r>
    </w:p>
    <w:p w:rsidR="0062748B" w:rsidRDefault="0062748B" w:rsidP="0062748B">
      <w:r>
        <w:t xml:space="preserve">18.1.4      -INF       .        1.000      .         </w:t>
      </w:r>
    </w:p>
    <w:p w:rsidR="0062748B" w:rsidRDefault="0062748B" w:rsidP="0062748B">
      <w:r>
        <w:t xml:space="preserve">18.1.5      -INF       .        1.000      .         </w:t>
      </w:r>
    </w:p>
    <w:p w:rsidR="0062748B" w:rsidRDefault="0062748B" w:rsidP="0062748B">
      <w:r>
        <w:t xml:space="preserve">18.1.6      -INF       .        1.000      .         </w:t>
      </w:r>
    </w:p>
    <w:p w:rsidR="0062748B" w:rsidRDefault="0062748B" w:rsidP="0062748B">
      <w:r>
        <w:t xml:space="preserve">18.1.7      -INF       .        1.000      .         </w:t>
      </w:r>
    </w:p>
    <w:p w:rsidR="0062748B" w:rsidRDefault="0062748B" w:rsidP="0062748B">
      <w:r>
        <w:t xml:space="preserve">18.1.8      -INF       .        1.000      .         </w:t>
      </w:r>
    </w:p>
    <w:p w:rsidR="0062748B" w:rsidRDefault="0062748B" w:rsidP="0062748B">
      <w:r>
        <w:t xml:space="preserve">18.1.9      -INF       .        1.000      .         </w:t>
      </w:r>
    </w:p>
    <w:p w:rsidR="0062748B" w:rsidRDefault="0062748B" w:rsidP="0062748B">
      <w:r>
        <w:t xml:space="preserve">18.1.10     -INF       .        1.000      .         </w:t>
      </w:r>
    </w:p>
    <w:p w:rsidR="0062748B" w:rsidRDefault="0062748B" w:rsidP="0062748B">
      <w:r>
        <w:t xml:space="preserve">18.1.11     -INF       .        1.000      .         </w:t>
      </w:r>
    </w:p>
    <w:p w:rsidR="0062748B" w:rsidRDefault="0062748B" w:rsidP="0062748B">
      <w:r>
        <w:t xml:space="preserve">18.1.12     -INF       .        1.000      .         </w:t>
      </w:r>
    </w:p>
    <w:p w:rsidR="0062748B" w:rsidRDefault="0062748B" w:rsidP="0062748B">
      <w:r>
        <w:t xml:space="preserve">18.1.13     -INF       .        1.000      .         </w:t>
      </w:r>
    </w:p>
    <w:p w:rsidR="0062748B" w:rsidRDefault="0062748B" w:rsidP="0062748B">
      <w:r>
        <w:t xml:space="preserve">18.1.14     -INF       .        1.000      .         </w:t>
      </w:r>
    </w:p>
    <w:p w:rsidR="0062748B" w:rsidRDefault="0062748B" w:rsidP="0062748B">
      <w:r>
        <w:t xml:space="preserve">18.1.15     -INF       .        1.000      .         </w:t>
      </w:r>
    </w:p>
    <w:p w:rsidR="0062748B" w:rsidRDefault="0062748B" w:rsidP="0062748B">
      <w:r>
        <w:t xml:space="preserve">18.1.16     -INF       .        1.000      .         </w:t>
      </w:r>
    </w:p>
    <w:p w:rsidR="0062748B" w:rsidRDefault="0062748B" w:rsidP="0062748B">
      <w:r>
        <w:t xml:space="preserve">18.1.17     -INF       .        1.000      .         </w:t>
      </w:r>
    </w:p>
    <w:p w:rsidR="0062748B" w:rsidRDefault="0062748B" w:rsidP="0062748B">
      <w:r>
        <w:t xml:space="preserve">18.1.18     -INF       .        1.000      .         </w:t>
      </w:r>
    </w:p>
    <w:p w:rsidR="0062748B" w:rsidRDefault="0062748B" w:rsidP="0062748B">
      <w:r>
        <w:t xml:space="preserve">18.1.19     -INF       .        1.000      .         </w:t>
      </w:r>
    </w:p>
    <w:p w:rsidR="0062748B" w:rsidRDefault="0062748B" w:rsidP="0062748B">
      <w:r>
        <w:lastRenderedPageBreak/>
        <w:t xml:space="preserve">18.1.20     -INF       .        1.000      .         </w:t>
      </w:r>
    </w:p>
    <w:p w:rsidR="0062748B" w:rsidRDefault="0062748B" w:rsidP="0062748B">
      <w:r>
        <w:t xml:space="preserve">18.1.21     -INF       .        1.000      .         </w:t>
      </w:r>
    </w:p>
    <w:p w:rsidR="0062748B" w:rsidRDefault="0062748B" w:rsidP="0062748B">
      <w:r>
        <w:t xml:space="preserve">18.1.22     -INF       .        1.000      .         </w:t>
      </w:r>
    </w:p>
    <w:p w:rsidR="0062748B" w:rsidRDefault="0062748B" w:rsidP="0062748B">
      <w:r>
        <w:t xml:space="preserve">18.1.23     -INF       .        1.000      .         </w:t>
      </w:r>
    </w:p>
    <w:p w:rsidR="0062748B" w:rsidRDefault="0062748B" w:rsidP="0062748B">
      <w:r>
        <w:t xml:space="preserve">18.1.24     -INF       .        1.000      .         </w:t>
      </w:r>
    </w:p>
    <w:p w:rsidR="0062748B" w:rsidRDefault="0062748B" w:rsidP="0062748B">
      <w:r>
        <w:t xml:space="preserve">18.1.25     -INF       .        1.000      .         </w:t>
      </w:r>
    </w:p>
    <w:p w:rsidR="0062748B" w:rsidRDefault="0062748B" w:rsidP="0062748B">
      <w:r>
        <w:t xml:space="preserve">18.1.26     -INF       .        1.000      .         </w:t>
      </w:r>
    </w:p>
    <w:p w:rsidR="0062748B" w:rsidRDefault="0062748B" w:rsidP="0062748B">
      <w:r>
        <w:t xml:space="preserve">18.1.27     -INF       .        1.000      .         </w:t>
      </w:r>
    </w:p>
    <w:p w:rsidR="0062748B" w:rsidRDefault="0062748B" w:rsidP="0062748B">
      <w:r>
        <w:t xml:space="preserve">18.1.28     -INF       .        1.000      .         </w:t>
      </w:r>
    </w:p>
    <w:p w:rsidR="0062748B" w:rsidRDefault="0062748B" w:rsidP="0062748B">
      <w:r>
        <w:t xml:space="preserve">18.1.29     -INF       .        1.000      .         </w:t>
      </w:r>
    </w:p>
    <w:p w:rsidR="0062748B" w:rsidRDefault="0062748B" w:rsidP="0062748B">
      <w:r>
        <w:t xml:space="preserve">19.1.1      -INF       .        1.000      .         </w:t>
      </w:r>
    </w:p>
    <w:p w:rsidR="0062748B" w:rsidRDefault="0062748B" w:rsidP="0062748B">
      <w:r>
        <w:t xml:space="preserve">19.1.2      -INF       .        1.000      .         </w:t>
      </w:r>
    </w:p>
    <w:p w:rsidR="0062748B" w:rsidRDefault="0062748B" w:rsidP="0062748B">
      <w:r>
        <w:t xml:space="preserve">19.1.3      -INF       .        1.000      .         </w:t>
      </w:r>
    </w:p>
    <w:p w:rsidR="0062748B" w:rsidRDefault="0062748B" w:rsidP="0062748B">
      <w:r>
        <w:t xml:space="preserve">19.1.4      -INF       .        1.000      .         </w:t>
      </w:r>
    </w:p>
    <w:p w:rsidR="0062748B" w:rsidRDefault="0062748B" w:rsidP="0062748B">
      <w:r>
        <w:t xml:space="preserve">19.1.5      -INF       .        1.000      .         </w:t>
      </w:r>
    </w:p>
    <w:p w:rsidR="0062748B" w:rsidRDefault="0062748B" w:rsidP="0062748B">
      <w:r>
        <w:t xml:space="preserve">19.1.6      -INF       .        1.000      .         </w:t>
      </w:r>
    </w:p>
    <w:p w:rsidR="0062748B" w:rsidRDefault="0062748B" w:rsidP="0062748B">
      <w:r>
        <w:t xml:space="preserve">19.1.7      -INF       .        1.000      .         </w:t>
      </w:r>
    </w:p>
    <w:p w:rsidR="0062748B" w:rsidRDefault="0062748B" w:rsidP="0062748B">
      <w:r>
        <w:t xml:space="preserve">19.1.8      -INF       .        1.000      .         </w:t>
      </w:r>
    </w:p>
    <w:p w:rsidR="0062748B" w:rsidRDefault="0062748B" w:rsidP="0062748B">
      <w:r>
        <w:t xml:space="preserve">19.1.9      -INF       .        1.000      .         </w:t>
      </w:r>
    </w:p>
    <w:p w:rsidR="0062748B" w:rsidRDefault="0062748B" w:rsidP="0062748B">
      <w:r>
        <w:t xml:space="preserve">19.1.10     -INF       .        1.000      .         </w:t>
      </w:r>
    </w:p>
    <w:p w:rsidR="0062748B" w:rsidRDefault="0062748B" w:rsidP="0062748B">
      <w:r>
        <w:t xml:space="preserve">19.1.11     -INF       .        1.000      .         </w:t>
      </w:r>
    </w:p>
    <w:p w:rsidR="0062748B" w:rsidRDefault="0062748B" w:rsidP="0062748B">
      <w:r>
        <w:t xml:space="preserve">19.1.12     -INF       .        1.000      .         </w:t>
      </w:r>
    </w:p>
    <w:p w:rsidR="0062748B" w:rsidRDefault="0062748B" w:rsidP="0062748B">
      <w:r>
        <w:t xml:space="preserve">19.1.13     -INF       .        1.000      .         </w:t>
      </w:r>
    </w:p>
    <w:p w:rsidR="0062748B" w:rsidRDefault="0062748B" w:rsidP="0062748B">
      <w:r>
        <w:t xml:space="preserve">19.1.14     -INF       .        1.000      .         </w:t>
      </w:r>
    </w:p>
    <w:p w:rsidR="0062748B" w:rsidRDefault="0062748B" w:rsidP="0062748B">
      <w:r>
        <w:t xml:space="preserve">19.1.15     -INF       .        1.000      .         </w:t>
      </w:r>
    </w:p>
    <w:p w:rsidR="0062748B" w:rsidRDefault="0062748B" w:rsidP="0062748B">
      <w:r>
        <w:lastRenderedPageBreak/>
        <w:t xml:space="preserve">19.1.16     -INF       .        1.000      .         </w:t>
      </w:r>
    </w:p>
    <w:p w:rsidR="0062748B" w:rsidRDefault="0062748B" w:rsidP="0062748B">
      <w:r>
        <w:t xml:space="preserve">19.1.17     -INF       .        1.000      .         </w:t>
      </w:r>
    </w:p>
    <w:p w:rsidR="0062748B" w:rsidRDefault="0062748B" w:rsidP="0062748B">
      <w:r>
        <w:t xml:space="preserve">19.1.18     -INF       .        1.000      .         </w:t>
      </w:r>
    </w:p>
    <w:p w:rsidR="0062748B" w:rsidRDefault="0062748B" w:rsidP="0062748B">
      <w:r>
        <w:t xml:space="preserve">19.1.19     -INF       .        1.000      .         </w:t>
      </w:r>
    </w:p>
    <w:p w:rsidR="0062748B" w:rsidRDefault="0062748B" w:rsidP="0062748B">
      <w:r>
        <w:t xml:space="preserve">19.1.20     -INF       .        1.000      .         </w:t>
      </w:r>
    </w:p>
    <w:p w:rsidR="0062748B" w:rsidRDefault="0062748B" w:rsidP="0062748B">
      <w:r>
        <w:t xml:space="preserve">19.1.21     -INF       .        1.000      .         </w:t>
      </w:r>
    </w:p>
    <w:p w:rsidR="0062748B" w:rsidRDefault="0062748B" w:rsidP="0062748B">
      <w:r>
        <w:t xml:space="preserve">19.1.22     -INF       .        1.000      .         </w:t>
      </w:r>
    </w:p>
    <w:p w:rsidR="0062748B" w:rsidRDefault="0062748B" w:rsidP="0062748B">
      <w:r>
        <w:t xml:space="preserve">19.1.23     -INF       .        1.000      .         </w:t>
      </w:r>
    </w:p>
    <w:p w:rsidR="0062748B" w:rsidRDefault="0062748B" w:rsidP="0062748B">
      <w:r>
        <w:t xml:space="preserve">19.1.24     -INF       .        1.000      .         </w:t>
      </w:r>
    </w:p>
    <w:p w:rsidR="0062748B" w:rsidRDefault="0062748B" w:rsidP="0062748B">
      <w:r>
        <w:t xml:space="preserve">19.1.25     -INF       .        1.000      .         </w:t>
      </w:r>
    </w:p>
    <w:p w:rsidR="0062748B" w:rsidRDefault="0062748B" w:rsidP="0062748B">
      <w:r>
        <w:t xml:space="preserve">19.1.26     -INF       .        1.000      .         </w:t>
      </w:r>
    </w:p>
    <w:p w:rsidR="0062748B" w:rsidRDefault="0062748B" w:rsidP="0062748B">
      <w:r>
        <w:t xml:space="preserve">19.1.27     -INF       .        1.000      .         </w:t>
      </w:r>
    </w:p>
    <w:p w:rsidR="0062748B" w:rsidRDefault="0062748B" w:rsidP="0062748B">
      <w:r>
        <w:t xml:space="preserve">19.1.28     -INF       .        1.000      .         </w:t>
      </w:r>
    </w:p>
    <w:p w:rsidR="0062748B" w:rsidRDefault="0062748B" w:rsidP="0062748B">
      <w:r>
        <w:t xml:space="preserve">19.1.29     -INF       .        1.000      .         </w:t>
      </w:r>
    </w:p>
    <w:p w:rsidR="0062748B" w:rsidRDefault="0062748B" w:rsidP="0062748B">
      <w:r>
        <w:t xml:space="preserve">20.1.1      -INF       .        1.000      .         </w:t>
      </w:r>
    </w:p>
    <w:p w:rsidR="0062748B" w:rsidRDefault="0062748B" w:rsidP="0062748B">
      <w:r>
        <w:t xml:space="preserve">20.1.2      -INF       .        1.000      .         </w:t>
      </w:r>
    </w:p>
    <w:p w:rsidR="0062748B" w:rsidRDefault="0062748B" w:rsidP="0062748B">
      <w:r>
        <w:t xml:space="preserve">20.1.3      -INF       .        1.000      .         </w:t>
      </w:r>
    </w:p>
    <w:p w:rsidR="0062748B" w:rsidRDefault="0062748B" w:rsidP="0062748B">
      <w:r>
        <w:t xml:space="preserve">20.1.4      -INF       .        1.000      .         </w:t>
      </w:r>
    </w:p>
    <w:p w:rsidR="0062748B" w:rsidRDefault="0062748B" w:rsidP="0062748B">
      <w:r>
        <w:t xml:space="preserve">20.1.5      -INF       .        1.000      .         </w:t>
      </w:r>
    </w:p>
    <w:p w:rsidR="0062748B" w:rsidRDefault="0062748B" w:rsidP="0062748B">
      <w:r>
        <w:t xml:space="preserve">20.1.6      -INF       .        1.000      .         </w:t>
      </w:r>
    </w:p>
    <w:p w:rsidR="0062748B" w:rsidRDefault="0062748B" w:rsidP="0062748B">
      <w:r>
        <w:t xml:space="preserve">20.1.7      -INF       .        1.000      .         </w:t>
      </w:r>
    </w:p>
    <w:p w:rsidR="0062748B" w:rsidRDefault="0062748B" w:rsidP="0062748B">
      <w:r>
        <w:t xml:space="preserve">20.1.8      -INF       .        1.000      .         </w:t>
      </w:r>
    </w:p>
    <w:p w:rsidR="0062748B" w:rsidRDefault="0062748B" w:rsidP="0062748B">
      <w:r>
        <w:t xml:space="preserve">20.1.9      -INF       .        1.000      .         </w:t>
      </w:r>
    </w:p>
    <w:p w:rsidR="0062748B" w:rsidRDefault="0062748B" w:rsidP="0062748B">
      <w:r>
        <w:t xml:space="preserve">20.1.10     -INF       .        1.000      .         </w:t>
      </w:r>
    </w:p>
    <w:p w:rsidR="0062748B" w:rsidRDefault="0062748B" w:rsidP="0062748B">
      <w:r>
        <w:t xml:space="preserve">20.1.11     -INF       .        1.000      .         </w:t>
      </w:r>
    </w:p>
    <w:p w:rsidR="0062748B" w:rsidRDefault="0062748B" w:rsidP="0062748B">
      <w:r>
        <w:lastRenderedPageBreak/>
        <w:t xml:space="preserve">20.1.12     -INF       .        1.000      .         </w:t>
      </w:r>
    </w:p>
    <w:p w:rsidR="0062748B" w:rsidRDefault="0062748B" w:rsidP="0062748B">
      <w:r>
        <w:t xml:space="preserve">20.1.13     -INF       .        1.000      .         </w:t>
      </w:r>
    </w:p>
    <w:p w:rsidR="0062748B" w:rsidRDefault="0062748B" w:rsidP="0062748B">
      <w:r>
        <w:t xml:space="preserve">20.1.14     -INF       .        1.000      .         </w:t>
      </w:r>
    </w:p>
    <w:p w:rsidR="0062748B" w:rsidRDefault="0062748B" w:rsidP="0062748B">
      <w:r>
        <w:t xml:space="preserve">20.1.15     -INF       .        1.000      .         </w:t>
      </w:r>
    </w:p>
    <w:p w:rsidR="0062748B" w:rsidRDefault="0062748B" w:rsidP="0062748B">
      <w:r>
        <w:t xml:space="preserve">20.1.16     -INF       .        1.000      .         </w:t>
      </w:r>
    </w:p>
    <w:p w:rsidR="0062748B" w:rsidRDefault="0062748B" w:rsidP="0062748B">
      <w:r>
        <w:t xml:space="preserve">20.1.17     -INF       .        1.000      .         </w:t>
      </w:r>
    </w:p>
    <w:p w:rsidR="0062748B" w:rsidRDefault="0062748B" w:rsidP="0062748B">
      <w:r>
        <w:t xml:space="preserve">20.1.18     -INF       .        1.000      .         </w:t>
      </w:r>
    </w:p>
    <w:p w:rsidR="0062748B" w:rsidRDefault="0062748B" w:rsidP="0062748B">
      <w:r>
        <w:t xml:space="preserve">20.1.19     -INF       .        1.000      .         </w:t>
      </w:r>
    </w:p>
    <w:p w:rsidR="0062748B" w:rsidRDefault="0062748B" w:rsidP="0062748B">
      <w:r>
        <w:t xml:space="preserve">20.1.20     -INF       .        1.000      .         </w:t>
      </w:r>
    </w:p>
    <w:p w:rsidR="0062748B" w:rsidRDefault="0062748B" w:rsidP="0062748B">
      <w:r>
        <w:t xml:space="preserve">20.1.21     -INF       .        1.000      .         </w:t>
      </w:r>
    </w:p>
    <w:p w:rsidR="0062748B" w:rsidRDefault="0062748B" w:rsidP="0062748B">
      <w:r>
        <w:t xml:space="preserve">20.1.22     -INF       .        1.000      .         </w:t>
      </w:r>
    </w:p>
    <w:p w:rsidR="0062748B" w:rsidRDefault="0062748B" w:rsidP="0062748B">
      <w:r>
        <w:t xml:space="preserve">20.1.23     -INF       .        1.000      .         </w:t>
      </w:r>
    </w:p>
    <w:p w:rsidR="0062748B" w:rsidRDefault="0062748B" w:rsidP="0062748B">
      <w:r>
        <w:t xml:space="preserve">20.1.24     -INF       .        1.000      .         </w:t>
      </w:r>
    </w:p>
    <w:p w:rsidR="0062748B" w:rsidRDefault="0062748B" w:rsidP="0062748B">
      <w:r>
        <w:t xml:space="preserve">20.1.25     -INF       .        1.000      .         </w:t>
      </w:r>
    </w:p>
    <w:p w:rsidR="0062748B" w:rsidRDefault="0062748B" w:rsidP="0062748B">
      <w:r>
        <w:t xml:space="preserve">20.1.26     -INF       .        1.000      .         </w:t>
      </w:r>
    </w:p>
    <w:p w:rsidR="0062748B" w:rsidRDefault="0062748B" w:rsidP="0062748B">
      <w:r>
        <w:t xml:space="preserve">20.1.27     -INF       .        1.000      .         </w:t>
      </w:r>
    </w:p>
    <w:p w:rsidR="0062748B" w:rsidRDefault="0062748B" w:rsidP="0062748B">
      <w:r>
        <w:t xml:space="preserve">20.1.28     -INF       .        1.000      .         </w:t>
      </w:r>
    </w:p>
    <w:p w:rsidR="0062748B" w:rsidRDefault="0062748B" w:rsidP="0062748B">
      <w:r>
        <w:t xml:space="preserve">20.1.29     -INF       .        1.000      .         </w:t>
      </w:r>
    </w:p>
    <w:p w:rsidR="0062748B" w:rsidRDefault="0062748B" w:rsidP="0062748B">
      <w:r>
        <w:t xml:space="preserve">21.1.1      -INF       .        1.000      .         </w:t>
      </w:r>
    </w:p>
    <w:p w:rsidR="0062748B" w:rsidRDefault="0062748B" w:rsidP="0062748B">
      <w:r>
        <w:t xml:space="preserve">21.1.2      -INF       .        1.000      .         </w:t>
      </w:r>
    </w:p>
    <w:p w:rsidR="0062748B" w:rsidRDefault="0062748B" w:rsidP="0062748B">
      <w:r>
        <w:t xml:space="preserve">21.1.3      -INF       .        1.000      .         </w:t>
      </w:r>
    </w:p>
    <w:p w:rsidR="0062748B" w:rsidRDefault="0062748B" w:rsidP="0062748B">
      <w:r>
        <w:t xml:space="preserve">21.1.4      -INF       .        1.000      .         </w:t>
      </w:r>
    </w:p>
    <w:p w:rsidR="0062748B" w:rsidRDefault="0062748B" w:rsidP="0062748B">
      <w:r>
        <w:t xml:space="preserve">21.1.5      -INF       .        1.000      .         </w:t>
      </w:r>
    </w:p>
    <w:p w:rsidR="0062748B" w:rsidRDefault="0062748B" w:rsidP="0062748B">
      <w:r>
        <w:t xml:space="preserve">21.1.6      -INF       .        1.000      .         </w:t>
      </w:r>
    </w:p>
    <w:p w:rsidR="0062748B" w:rsidRDefault="0062748B" w:rsidP="0062748B">
      <w:r>
        <w:t xml:space="preserve">21.1.7      -INF       .        1.000      .         </w:t>
      </w:r>
    </w:p>
    <w:p w:rsidR="0062748B" w:rsidRDefault="0062748B" w:rsidP="0062748B">
      <w:r>
        <w:lastRenderedPageBreak/>
        <w:t xml:space="preserve">21.1.8      -INF       .        1.000      .         </w:t>
      </w:r>
    </w:p>
    <w:p w:rsidR="0062748B" w:rsidRDefault="0062748B" w:rsidP="0062748B">
      <w:r>
        <w:t xml:space="preserve">21.1.9      -INF       .        1.000      .         </w:t>
      </w:r>
    </w:p>
    <w:p w:rsidR="0062748B" w:rsidRDefault="0062748B" w:rsidP="0062748B">
      <w:r>
        <w:t xml:space="preserve">21.1.10     -INF       .        1.000      .         </w:t>
      </w:r>
    </w:p>
    <w:p w:rsidR="0062748B" w:rsidRDefault="0062748B" w:rsidP="0062748B">
      <w:r>
        <w:t xml:space="preserve">21.1.11     -INF       .        1.000      .         </w:t>
      </w:r>
    </w:p>
    <w:p w:rsidR="0062748B" w:rsidRDefault="0062748B" w:rsidP="0062748B">
      <w:r>
        <w:t xml:space="preserve">21.1.12     -INF       .        1.000      .         </w:t>
      </w:r>
    </w:p>
    <w:p w:rsidR="0062748B" w:rsidRDefault="0062748B" w:rsidP="0062748B">
      <w:r>
        <w:t xml:space="preserve">21.1.13     -INF       .        1.000      .         </w:t>
      </w:r>
    </w:p>
    <w:p w:rsidR="0062748B" w:rsidRDefault="0062748B" w:rsidP="0062748B">
      <w:r>
        <w:t xml:space="preserve">21.1.14     -INF       .        1.000      .         </w:t>
      </w:r>
    </w:p>
    <w:p w:rsidR="0062748B" w:rsidRDefault="0062748B" w:rsidP="0062748B">
      <w:r>
        <w:t xml:space="preserve">21.1.15     -INF       .        1.000      .         </w:t>
      </w:r>
    </w:p>
    <w:p w:rsidR="0062748B" w:rsidRDefault="0062748B" w:rsidP="0062748B">
      <w:r>
        <w:t xml:space="preserve">21.1.16     -INF       .        1.000      .         </w:t>
      </w:r>
    </w:p>
    <w:p w:rsidR="0062748B" w:rsidRDefault="0062748B" w:rsidP="0062748B">
      <w:r>
        <w:t xml:space="preserve">21.1.17     -INF       .        1.000      .         </w:t>
      </w:r>
    </w:p>
    <w:p w:rsidR="0062748B" w:rsidRDefault="0062748B" w:rsidP="0062748B">
      <w:r>
        <w:t xml:space="preserve">21.1.18     -INF       .        1.000      .         </w:t>
      </w:r>
    </w:p>
    <w:p w:rsidR="0062748B" w:rsidRDefault="0062748B" w:rsidP="0062748B">
      <w:r>
        <w:t xml:space="preserve">21.1.19     -INF       .        1.000      .         </w:t>
      </w:r>
    </w:p>
    <w:p w:rsidR="0062748B" w:rsidRDefault="0062748B" w:rsidP="0062748B">
      <w:r>
        <w:t xml:space="preserve">21.1.20     -INF       .        1.000      .         </w:t>
      </w:r>
    </w:p>
    <w:p w:rsidR="0062748B" w:rsidRDefault="0062748B" w:rsidP="0062748B">
      <w:r>
        <w:t xml:space="preserve">21.1.21     -INF       .        1.000      .         </w:t>
      </w:r>
    </w:p>
    <w:p w:rsidR="0062748B" w:rsidRDefault="0062748B" w:rsidP="0062748B">
      <w:r>
        <w:t xml:space="preserve">21.1.22     -INF       .        1.000      .         </w:t>
      </w:r>
    </w:p>
    <w:p w:rsidR="0062748B" w:rsidRDefault="0062748B" w:rsidP="0062748B">
      <w:r>
        <w:t xml:space="preserve">21.1.23     -INF       .        1.000      .         </w:t>
      </w:r>
    </w:p>
    <w:p w:rsidR="0062748B" w:rsidRDefault="0062748B" w:rsidP="0062748B">
      <w:r>
        <w:t xml:space="preserve">21.1.24     -INF       .        1.000      .         </w:t>
      </w:r>
    </w:p>
    <w:p w:rsidR="0062748B" w:rsidRDefault="0062748B" w:rsidP="0062748B">
      <w:r>
        <w:t xml:space="preserve">21.1.25     -INF       .        1.000      .         </w:t>
      </w:r>
    </w:p>
    <w:p w:rsidR="0062748B" w:rsidRDefault="0062748B" w:rsidP="0062748B">
      <w:r>
        <w:t xml:space="preserve">21.1.26     -INF       .        1.000      .         </w:t>
      </w:r>
    </w:p>
    <w:p w:rsidR="0062748B" w:rsidRDefault="0062748B" w:rsidP="0062748B">
      <w:r>
        <w:t xml:space="preserve">21.1.27     -INF       .        1.000      .         </w:t>
      </w:r>
    </w:p>
    <w:p w:rsidR="0062748B" w:rsidRDefault="0062748B" w:rsidP="0062748B">
      <w:r>
        <w:t xml:space="preserve">21.1.28     -INF       .        1.000      .         </w:t>
      </w:r>
    </w:p>
    <w:p w:rsidR="0062748B" w:rsidRDefault="0062748B" w:rsidP="0062748B">
      <w:r>
        <w:t xml:space="preserve">21.1.29     -INF       .        1.000      .         </w:t>
      </w:r>
    </w:p>
    <w:p w:rsidR="0062748B" w:rsidRDefault="0062748B" w:rsidP="0062748B">
      <w:r>
        <w:t xml:space="preserve">22.1.1      -INF       .        1.000      .         </w:t>
      </w:r>
    </w:p>
    <w:p w:rsidR="0062748B" w:rsidRDefault="0062748B" w:rsidP="0062748B">
      <w:r>
        <w:t xml:space="preserve">22.1.2      -INF       .        1.000      .         </w:t>
      </w:r>
    </w:p>
    <w:p w:rsidR="0062748B" w:rsidRDefault="0062748B" w:rsidP="0062748B">
      <w:r>
        <w:t xml:space="preserve">22.1.3      -INF       .        1.000      .         </w:t>
      </w:r>
    </w:p>
    <w:p w:rsidR="0062748B" w:rsidRDefault="0062748B" w:rsidP="0062748B">
      <w:r>
        <w:lastRenderedPageBreak/>
        <w:t xml:space="preserve">22.1.4      -INF       .        1.000      .         </w:t>
      </w:r>
    </w:p>
    <w:p w:rsidR="0062748B" w:rsidRDefault="0062748B" w:rsidP="0062748B">
      <w:r>
        <w:t xml:space="preserve">22.1.5      -INF       .        1.000      .         </w:t>
      </w:r>
    </w:p>
    <w:p w:rsidR="0062748B" w:rsidRDefault="0062748B" w:rsidP="0062748B">
      <w:r>
        <w:t xml:space="preserve">22.1.6      -INF       .        1.000      .         </w:t>
      </w:r>
    </w:p>
    <w:p w:rsidR="0062748B" w:rsidRDefault="0062748B" w:rsidP="0062748B">
      <w:r>
        <w:t xml:space="preserve">22.1.7      -INF       .        1.000      .         </w:t>
      </w:r>
    </w:p>
    <w:p w:rsidR="0062748B" w:rsidRDefault="0062748B" w:rsidP="0062748B">
      <w:r>
        <w:t xml:space="preserve">22.1.8      -INF       .        1.000      .         </w:t>
      </w:r>
    </w:p>
    <w:p w:rsidR="0062748B" w:rsidRDefault="0062748B" w:rsidP="0062748B">
      <w:r>
        <w:t xml:space="preserve">22.1.9      -INF       .        1.000      .         </w:t>
      </w:r>
    </w:p>
    <w:p w:rsidR="0062748B" w:rsidRDefault="0062748B" w:rsidP="0062748B">
      <w:r>
        <w:t xml:space="preserve">22.1.10     -INF       .        1.000      .         </w:t>
      </w:r>
    </w:p>
    <w:p w:rsidR="0062748B" w:rsidRDefault="0062748B" w:rsidP="0062748B">
      <w:r>
        <w:t xml:space="preserve">22.1.11     -INF       .        1.000      .         </w:t>
      </w:r>
    </w:p>
    <w:p w:rsidR="0062748B" w:rsidRDefault="0062748B" w:rsidP="0062748B">
      <w:r>
        <w:t xml:space="preserve">22.1.12     -INF       .        1.000      .         </w:t>
      </w:r>
    </w:p>
    <w:p w:rsidR="0062748B" w:rsidRDefault="0062748B" w:rsidP="0062748B">
      <w:r>
        <w:t xml:space="preserve">22.1.13     -INF       .        1.000      .         </w:t>
      </w:r>
    </w:p>
    <w:p w:rsidR="0062748B" w:rsidRDefault="0062748B" w:rsidP="0062748B">
      <w:r>
        <w:t xml:space="preserve">22.1.14     -INF       .        1.000      .         </w:t>
      </w:r>
    </w:p>
    <w:p w:rsidR="0062748B" w:rsidRDefault="0062748B" w:rsidP="0062748B">
      <w:r>
        <w:t xml:space="preserve">22.1.15     -INF       .        1.000      .         </w:t>
      </w:r>
    </w:p>
    <w:p w:rsidR="0062748B" w:rsidRDefault="0062748B" w:rsidP="0062748B">
      <w:r>
        <w:t xml:space="preserve">22.1.16     -INF       .        1.000      .         </w:t>
      </w:r>
    </w:p>
    <w:p w:rsidR="0062748B" w:rsidRDefault="0062748B" w:rsidP="0062748B">
      <w:r>
        <w:t xml:space="preserve">22.1.17     -INF       .        1.000      .         </w:t>
      </w:r>
    </w:p>
    <w:p w:rsidR="0062748B" w:rsidRDefault="0062748B" w:rsidP="0062748B">
      <w:r>
        <w:t xml:space="preserve">22.1.18     -INF       .        1.000      .         </w:t>
      </w:r>
    </w:p>
    <w:p w:rsidR="0062748B" w:rsidRDefault="0062748B" w:rsidP="0062748B">
      <w:r>
        <w:t xml:space="preserve">22.1.19     -INF       .        1.000      .         </w:t>
      </w:r>
    </w:p>
    <w:p w:rsidR="0062748B" w:rsidRDefault="0062748B" w:rsidP="0062748B">
      <w:r>
        <w:t xml:space="preserve">22.1.20     -INF       .        1.000      .         </w:t>
      </w:r>
    </w:p>
    <w:p w:rsidR="0062748B" w:rsidRDefault="0062748B" w:rsidP="0062748B">
      <w:r>
        <w:t xml:space="preserve">22.1.21     -INF       .        1.000      .         </w:t>
      </w:r>
    </w:p>
    <w:p w:rsidR="0062748B" w:rsidRDefault="0062748B" w:rsidP="0062748B">
      <w:r>
        <w:t xml:space="preserve">22.1.22     -INF       .        1.000      .         </w:t>
      </w:r>
    </w:p>
    <w:p w:rsidR="0062748B" w:rsidRDefault="0062748B" w:rsidP="0062748B">
      <w:r>
        <w:t xml:space="preserve">22.1.23     -INF       .        1.000      .         </w:t>
      </w:r>
    </w:p>
    <w:p w:rsidR="0062748B" w:rsidRDefault="0062748B" w:rsidP="0062748B">
      <w:r>
        <w:t xml:space="preserve">22.1.24     -INF       .        1.000      .         </w:t>
      </w:r>
    </w:p>
    <w:p w:rsidR="0062748B" w:rsidRDefault="0062748B" w:rsidP="0062748B">
      <w:r>
        <w:t xml:space="preserve">22.1.25     -INF       .        1.000      .         </w:t>
      </w:r>
    </w:p>
    <w:p w:rsidR="0062748B" w:rsidRDefault="0062748B" w:rsidP="0062748B">
      <w:r>
        <w:t xml:space="preserve">22.1.26     -INF       .        1.000      .         </w:t>
      </w:r>
    </w:p>
    <w:p w:rsidR="0062748B" w:rsidRDefault="0062748B" w:rsidP="0062748B">
      <w:r>
        <w:t xml:space="preserve">22.1.27     -INF       .        1.000      .         </w:t>
      </w:r>
    </w:p>
    <w:p w:rsidR="0062748B" w:rsidRDefault="0062748B" w:rsidP="0062748B">
      <w:r>
        <w:t xml:space="preserve">22.1.28     -INF       .        1.000      .         </w:t>
      </w:r>
    </w:p>
    <w:p w:rsidR="0062748B" w:rsidRDefault="0062748B" w:rsidP="0062748B">
      <w:r>
        <w:lastRenderedPageBreak/>
        <w:t xml:space="preserve">22.1.29     -INF       .        1.000      .         </w:t>
      </w:r>
    </w:p>
    <w:p w:rsidR="0062748B" w:rsidRDefault="0062748B" w:rsidP="0062748B">
      <w:r>
        <w:t xml:space="preserve">23.1.1      -INF       .        1.000      .         </w:t>
      </w:r>
    </w:p>
    <w:p w:rsidR="0062748B" w:rsidRDefault="0062748B" w:rsidP="0062748B">
      <w:r>
        <w:t xml:space="preserve">23.1.2      -INF       .        1.000      .         </w:t>
      </w:r>
    </w:p>
    <w:p w:rsidR="0062748B" w:rsidRDefault="0062748B" w:rsidP="0062748B">
      <w:r>
        <w:t xml:space="preserve">23.1.3      -INF       .        1.000      .         </w:t>
      </w:r>
    </w:p>
    <w:p w:rsidR="0062748B" w:rsidRDefault="0062748B" w:rsidP="0062748B">
      <w:r>
        <w:t xml:space="preserve">23.1.4      -INF       .        1.000      .         </w:t>
      </w:r>
    </w:p>
    <w:p w:rsidR="0062748B" w:rsidRDefault="0062748B" w:rsidP="0062748B">
      <w:r>
        <w:t xml:space="preserve">23.1.5      -INF       .        1.000      .         </w:t>
      </w:r>
    </w:p>
    <w:p w:rsidR="0062748B" w:rsidRDefault="0062748B" w:rsidP="0062748B">
      <w:r>
        <w:t xml:space="preserve">23.1.6      -INF       .        1.000      .         </w:t>
      </w:r>
    </w:p>
    <w:p w:rsidR="0062748B" w:rsidRDefault="0062748B" w:rsidP="0062748B">
      <w:r>
        <w:t xml:space="preserve">23.1.7      -INF       .        1.000      .         </w:t>
      </w:r>
    </w:p>
    <w:p w:rsidR="0062748B" w:rsidRDefault="0062748B" w:rsidP="0062748B">
      <w:r>
        <w:t xml:space="preserve">23.1.8      -INF       .        1.000      .         </w:t>
      </w:r>
    </w:p>
    <w:p w:rsidR="0062748B" w:rsidRDefault="0062748B" w:rsidP="0062748B">
      <w:r>
        <w:t xml:space="preserve">23.1.9      -INF       .        1.000      .         </w:t>
      </w:r>
    </w:p>
    <w:p w:rsidR="0062748B" w:rsidRDefault="0062748B" w:rsidP="0062748B">
      <w:r>
        <w:t xml:space="preserve">23.1.10     -INF       .        1.000      .         </w:t>
      </w:r>
    </w:p>
    <w:p w:rsidR="0062748B" w:rsidRDefault="0062748B" w:rsidP="0062748B">
      <w:r>
        <w:t xml:space="preserve">23.1.11     -INF       .        1.000      .         </w:t>
      </w:r>
    </w:p>
    <w:p w:rsidR="0062748B" w:rsidRDefault="0062748B" w:rsidP="0062748B">
      <w:r>
        <w:t xml:space="preserve">23.1.12     -INF       .        1.000      .         </w:t>
      </w:r>
    </w:p>
    <w:p w:rsidR="0062748B" w:rsidRDefault="0062748B" w:rsidP="0062748B">
      <w:r>
        <w:t xml:space="preserve">23.1.13     -INF       .        1.000      .         </w:t>
      </w:r>
    </w:p>
    <w:p w:rsidR="0062748B" w:rsidRDefault="0062748B" w:rsidP="0062748B">
      <w:r>
        <w:t xml:space="preserve">23.1.14     -INF       .        1.000      .         </w:t>
      </w:r>
    </w:p>
    <w:p w:rsidR="0062748B" w:rsidRDefault="0062748B" w:rsidP="0062748B">
      <w:r>
        <w:t xml:space="preserve">23.1.15     -INF       .        1.000      .         </w:t>
      </w:r>
    </w:p>
    <w:p w:rsidR="0062748B" w:rsidRDefault="0062748B" w:rsidP="0062748B">
      <w:r>
        <w:t xml:space="preserve">23.1.16     -INF       .        1.000      .         </w:t>
      </w:r>
    </w:p>
    <w:p w:rsidR="0062748B" w:rsidRDefault="0062748B" w:rsidP="0062748B">
      <w:r>
        <w:t xml:space="preserve">23.1.17     -INF       .        1.000      .         </w:t>
      </w:r>
    </w:p>
    <w:p w:rsidR="0062748B" w:rsidRDefault="0062748B" w:rsidP="0062748B">
      <w:r>
        <w:t xml:space="preserve">23.1.18     -INF       .        1.000      .         </w:t>
      </w:r>
    </w:p>
    <w:p w:rsidR="0062748B" w:rsidRDefault="0062748B" w:rsidP="0062748B">
      <w:r>
        <w:t xml:space="preserve">23.1.19     -INF       .        1.000      .         </w:t>
      </w:r>
    </w:p>
    <w:p w:rsidR="0062748B" w:rsidRDefault="0062748B" w:rsidP="0062748B">
      <w:r>
        <w:t xml:space="preserve">23.1.20     -INF       .        1.000      .         </w:t>
      </w:r>
    </w:p>
    <w:p w:rsidR="0062748B" w:rsidRDefault="0062748B" w:rsidP="0062748B">
      <w:r>
        <w:t xml:space="preserve">23.1.21     -INF       .        1.000      .         </w:t>
      </w:r>
    </w:p>
    <w:p w:rsidR="0062748B" w:rsidRDefault="0062748B" w:rsidP="0062748B">
      <w:r>
        <w:t xml:space="preserve">23.1.22     -INF       .        1.000      .         </w:t>
      </w:r>
    </w:p>
    <w:p w:rsidR="0062748B" w:rsidRDefault="0062748B" w:rsidP="0062748B">
      <w:r>
        <w:t xml:space="preserve">23.1.23     -INF       .        1.000      .         </w:t>
      </w:r>
    </w:p>
    <w:p w:rsidR="0062748B" w:rsidRDefault="0062748B" w:rsidP="0062748B">
      <w:r>
        <w:t xml:space="preserve">23.1.24     -INF       .        1.000      .         </w:t>
      </w:r>
    </w:p>
    <w:p w:rsidR="0062748B" w:rsidRDefault="0062748B" w:rsidP="0062748B">
      <w:r>
        <w:lastRenderedPageBreak/>
        <w:t xml:space="preserve">23.1.25     -INF       .        1.000      .         </w:t>
      </w:r>
    </w:p>
    <w:p w:rsidR="0062748B" w:rsidRDefault="0062748B" w:rsidP="0062748B">
      <w:r>
        <w:t xml:space="preserve">23.1.26     -INF       .        1.000      .         </w:t>
      </w:r>
    </w:p>
    <w:p w:rsidR="0062748B" w:rsidRDefault="0062748B" w:rsidP="0062748B">
      <w:r>
        <w:t xml:space="preserve">23.1.27     -INF       .        1.000      .         </w:t>
      </w:r>
    </w:p>
    <w:p w:rsidR="0062748B" w:rsidRDefault="0062748B" w:rsidP="0062748B">
      <w:r>
        <w:t xml:space="preserve">23.1.28     -INF       .        1.000      .         </w:t>
      </w:r>
    </w:p>
    <w:p w:rsidR="0062748B" w:rsidRDefault="0062748B" w:rsidP="0062748B">
      <w:r>
        <w:t xml:space="preserve">23.1.29     -INF       .        1.000      .         </w:t>
      </w:r>
    </w:p>
    <w:p w:rsidR="0062748B" w:rsidRDefault="0062748B" w:rsidP="0062748B">
      <w:r>
        <w:t xml:space="preserve">24.1.1      -INF       .        1.000      .         </w:t>
      </w:r>
    </w:p>
    <w:p w:rsidR="0062748B" w:rsidRDefault="0062748B" w:rsidP="0062748B">
      <w:r>
        <w:t xml:space="preserve">24.1.2      -INF       .        1.000      .         </w:t>
      </w:r>
    </w:p>
    <w:p w:rsidR="0062748B" w:rsidRDefault="0062748B" w:rsidP="0062748B">
      <w:r>
        <w:t xml:space="preserve">24.1.3      -INF       .        1.000      .         </w:t>
      </w:r>
    </w:p>
    <w:p w:rsidR="0062748B" w:rsidRDefault="0062748B" w:rsidP="0062748B">
      <w:r>
        <w:t xml:space="preserve">24.1.4      -INF       .        1.000      .         </w:t>
      </w:r>
    </w:p>
    <w:p w:rsidR="0062748B" w:rsidRDefault="0062748B" w:rsidP="0062748B">
      <w:r>
        <w:t xml:space="preserve">24.1.5      -INF       .        1.000      .         </w:t>
      </w:r>
    </w:p>
    <w:p w:rsidR="0062748B" w:rsidRDefault="0062748B" w:rsidP="0062748B">
      <w:r>
        <w:t xml:space="preserve">24.1.6      -INF       .        1.000      .         </w:t>
      </w:r>
    </w:p>
    <w:p w:rsidR="0062748B" w:rsidRDefault="0062748B" w:rsidP="0062748B">
      <w:r>
        <w:t xml:space="preserve">24.1.7      -INF       .        1.000      .         </w:t>
      </w:r>
    </w:p>
    <w:p w:rsidR="0062748B" w:rsidRDefault="0062748B" w:rsidP="0062748B">
      <w:r>
        <w:t xml:space="preserve">24.1.8      -INF       .        1.000      .         </w:t>
      </w:r>
    </w:p>
    <w:p w:rsidR="0062748B" w:rsidRDefault="0062748B" w:rsidP="0062748B">
      <w:r>
        <w:t xml:space="preserve">24.1.9      -INF       .        1.000      .         </w:t>
      </w:r>
    </w:p>
    <w:p w:rsidR="0062748B" w:rsidRDefault="0062748B" w:rsidP="0062748B">
      <w:r>
        <w:t xml:space="preserve">24.1.10     -INF       .        1.000      .         </w:t>
      </w:r>
    </w:p>
    <w:p w:rsidR="0062748B" w:rsidRDefault="0062748B" w:rsidP="0062748B">
      <w:r>
        <w:t xml:space="preserve">24.1.11     -INF       .        1.000      .         </w:t>
      </w:r>
    </w:p>
    <w:p w:rsidR="0062748B" w:rsidRDefault="0062748B" w:rsidP="0062748B">
      <w:r>
        <w:t xml:space="preserve">24.1.12     -INF       .        1.000      .         </w:t>
      </w:r>
    </w:p>
    <w:p w:rsidR="0062748B" w:rsidRDefault="0062748B" w:rsidP="0062748B">
      <w:r>
        <w:t xml:space="preserve">24.1.13     -INF       .        1.000      .         </w:t>
      </w:r>
    </w:p>
    <w:p w:rsidR="0062748B" w:rsidRDefault="0062748B" w:rsidP="0062748B">
      <w:r>
        <w:t xml:space="preserve">24.1.14     -INF       .        1.000      .         </w:t>
      </w:r>
    </w:p>
    <w:p w:rsidR="0062748B" w:rsidRDefault="0062748B" w:rsidP="0062748B">
      <w:r>
        <w:t xml:space="preserve">24.1.15     -INF       .        1.000      .         </w:t>
      </w:r>
    </w:p>
    <w:p w:rsidR="0062748B" w:rsidRDefault="0062748B" w:rsidP="0062748B">
      <w:r>
        <w:t xml:space="preserve">24.1.16     -INF       .        1.000      .         </w:t>
      </w:r>
    </w:p>
    <w:p w:rsidR="0062748B" w:rsidRDefault="0062748B" w:rsidP="0062748B">
      <w:r>
        <w:t xml:space="preserve">24.1.17     -INF       .        1.000      .         </w:t>
      </w:r>
    </w:p>
    <w:p w:rsidR="0062748B" w:rsidRDefault="0062748B" w:rsidP="0062748B">
      <w:r>
        <w:t xml:space="preserve">24.1.18     -INF       .        1.000      .         </w:t>
      </w:r>
    </w:p>
    <w:p w:rsidR="0062748B" w:rsidRDefault="0062748B" w:rsidP="0062748B">
      <w:r>
        <w:t xml:space="preserve">24.1.19     -INF       .        1.000      .         </w:t>
      </w:r>
    </w:p>
    <w:p w:rsidR="0062748B" w:rsidRDefault="0062748B" w:rsidP="0062748B">
      <w:r>
        <w:t xml:space="preserve">24.1.20     -INF       .        1.000      .         </w:t>
      </w:r>
    </w:p>
    <w:p w:rsidR="0062748B" w:rsidRDefault="0062748B" w:rsidP="0062748B">
      <w:r>
        <w:lastRenderedPageBreak/>
        <w:t xml:space="preserve">24.1.21     -INF       .        1.000      .         </w:t>
      </w:r>
    </w:p>
    <w:p w:rsidR="0062748B" w:rsidRDefault="0062748B" w:rsidP="0062748B">
      <w:r>
        <w:t xml:space="preserve">24.1.22     -INF       .        1.000      .         </w:t>
      </w:r>
    </w:p>
    <w:p w:rsidR="0062748B" w:rsidRDefault="0062748B" w:rsidP="0062748B">
      <w:r>
        <w:t xml:space="preserve">24.1.23     -INF       .        1.000      .         </w:t>
      </w:r>
    </w:p>
    <w:p w:rsidR="0062748B" w:rsidRDefault="0062748B" w:rsidP="0062748B">
      <w:r>
        <w:t xml:space="preserve">24.1.24     -INF       .        1.000      .         </w:t>
      </w:r>
    </w:p>
    <w:p w:rsidR="0062748B" w:rsidRDefault="0062748B" w:rsidP="0062748B">
      <w:r>
        <w:t xml:space="preserve">24.1.25     -INF       .        1.000      .         </w:t>
      </w:r>
    </w:p>
    <w:p w:rsidR="0062748B" w:rsidRDefault="0062748B" w:rsidP="0062748B">
      <w:r>
        <w:t xml:space="preserve">24.1.26     -INF       .        1.000      .         </w:t>
      </w:r>
    </w:p>
    <w:p w:rsidR="0062748B" w:rsidRDefault="0062748B" w:rsidP="0062748B">
      <w:r>
        <w:t xml:space="preserve">24.1.27     -INF       .        1.000      .         </w:t>
      </w:r>
    </w:p>
    <w:p w:rsidR="0062748B" w:rsidRDefault="0062748B" w:rsidP="0062748B">
      <w:r>
        <w:t xml:space="preserve">24.1.28     -INF       .        1.000      .         </w:t>
      </w:r>
    </w:p>
    <w:p w:rsidR="0062748B" w:rsidRDefault="0062748B" w:rsidP="0062748B">
      <w:r>
        <w:t xml:space="preserve">24.1.29     -INF       .        1.000      .         </w:t>
      </w:r>
    </w:p>
    <w:p w:rsidR="0062748B" w:rsidRDefault="0062748B" w:rsidP="0062748B">
      <w:r>
        <w:t xml:space="preserve">25.1.1      -INF       .        1.000      .         </w:t>
      </w:r>
    </w:p>
    <w:p w:rsidR="0062748B" w:rsidRDefault="0062748B" w:rsidP="0062748B">
      <w:r>
        <w:t xml:space="preserve">25.1.2      -INF       .        1.000      .         </w:t>
      </w:r>
    </w:p>
    <w:p w:rsidR="0062748B" w:rsidRDefault="0062748B" w:rsidP="0062748B">
      <w:r>
        <w:t xml:space="preserve">25.1.3      -INF       .        1.000      .         </w:t>
      </w:r>
    </w:p>
    <w:p w:rsidR="0062748B" w:rsidRDefault="0062748B" w:rsidP="0062748B">
      <w:r>
        <w:t xml:space="preserve">25.1.4      -INF       .        1.000      .         </w:t>
      </w:r>
    </w:p>
    <w:p w:rsidR="0062748B" w:rsidRDefault="0062748B" w:rsidP="0062748B">
      <w:r>
        <w:t xml:space="preserve">25.1.5      -INF       .        1.000      .         </w:t>
      </w:r>
    </w:p>
    <w:p w:rsidR="0062748B" w:rsidRDefault="0062748B" w:rsidP="0062748B">
      <w:r>
        <w:t xml:space="preserve">25.1.6      -INF       .        1.000      .         </w:t>
      </w:r>
    </w:p>
    <w:p w:rsidR="0062748B" w:rsidRDefault="0062748B" w:rsidP="0062748B">
      <w:r>
        <w:t xml:space="preserve">25.1.7      -INF       .        1.000      .         </w:t>
      </w:r>
    </w:p>
    <w:p w:rsidR="0062748B" w:rsidRDefault="0062748B" w:rsidP="0062748B">
      <w:r>
        <w:t xml:space="preserve">25.1.8      -INF       .        1.000      .         </w:t>
      </w:r>
    </w:p>
    <w:p w:rsidR="0062748B" w:rsidRDefault="0062748B" w:rsidP="0062748B">
      <w:r>
        <w:t xml:space="preserve">25.1.9      -INF       .        1.000      .         </w:t>
      </w:r>
    </w:p>
    <w:p w:rsidR="0062748B" w:rsidRDefault="0062748B" w:rsidP="0062748B">
      <w:r>
        <w:t xml:space="preserve">25.1.10     -INF       .        1.000      .         </w:t>
      </w:r>
    </w:p>
    <w:p w:rsidR="0062748B" w:rsidRDefault="0062748B" w:rsidP="0062748B">
      <w:r>
        <w:t xml:space="preserve">25.1.11     -INF       .        1.000      .         </w:t>
      </w:r>
    </w:p>
    <w:p w:rsidR="0062748B" w:rsidRDefault="0062748B" w:rsidP="0062748B">
      <w:r>
        <w:t xml:space="preserve">25.1.12     -INF       .        1.000      .         </w:t>
      </w:r>
    </w:p>
    <w:p w:rsidR="0062748B" w:rsidRDefault="0062748B" w:rsidP="0062748B">
      <w:r>
        <w:t xml:space="preserve">25.1.13     -INF       .        1.000      .         </w:t>
      </w:r>
    </w:p>
    <w:p w:rsidR="0062748B" w:rsidRDefault="0062748B" w:rsidP="0062748B">
      <w:r>
        <w:t xml:space="preserve">25.1.14     -INF       .        1.000      .         </w:t>
      </w:r>
    </w:p>
    <w:p w:rsidR="0062748B" w:rsidRDefault="0062748B" w:rsidP="0062748B">
      <w:r>
        <w:t xml:space="preserve">25.1.15     -INF       .        1.000      .         </w:t>
      </w:r>
    </w:p>
    <w:p w:rsidR="0062748B" w:rsidRDefault="0062748B" w:rsidP="0062748B">
      <w:r>
        <w:t xml:space="preserve">25.1.16     -INF       .        1.000      .         </w:t>
      </w:r>
    </w:p>
    <w:p w:rsidR="0062748B" w:rsidRDefault="0062748B" w:rsidP="0062748B">
      <w:r>
        <w:lastRenderedPageBreak/>
        <w:t xml:space="preserve">25.1.17     -INF       .        1.000      .         </w:t>
      </w:r>
    </w:p>
    <w:p w:rsidR="0062748B" w:rsidRDefault="0062748B" w:rsidP="0062748B">
      <w:r>
        <w:t xml:space="preserve">25.1.18     -INF       .        1.000      .         </w:t>
      </w:r>
    </w:p>
    <w:p w:rsidR="0062748B" w:rsidRDefault="0062748B" w:rsidP="0062748B">
      <w:r>
        <w:t xml:space="preserve">25.1.19     -INF       .        1.000      .         </w:t>
      </w:r>
    </w:p>
    <w:p w:rsidR="0062748B" w:rsidRDefault="0062748B" w:rsidP="0062748B">
      <w:r>
        <w:t xml:space="preserve">25.1.20     -INF       .        1.000      .         </w:t>
      </w:r>
    </w:p>
    <w:p w:rsidR="0062748B" w:rsidRDefault="0062748B" w:rsidP="0062748B">
      <w:r>
        <w:t xml:space="preserve">25.1.21     -INF       .        1.000      .         </w:t>
      </w:r>
    </w:p>
    <w:p w:rsidR="0062748B" w:rsidRDefault="0062748B" w:rsidP="0062748B">
      <w:r>
        <w:t xml:space="preserve">25.1.22     -INF       .        1.000      .         </w:t>
      </w:r>
    </w:p>
    <w:p w:rsidR="0062748B" w:rsidRDefault="0062748B" w:rsidP="0062748B">
      <w:r>
        <w:t xml:space="preserve">25.1.23     -INF       .        1.000      .         </w:t>
      </w:r>
    </w:p>
    <w:p w:rsidR="0062748B" w:rsidRDefault="0062748B" w:rsidP="0062748B">
      <w:r>
        <w:t xml:space="preserve">25.1.24     -INF       .        1.000      .         </w:t>
      </w:r>
    </w:p>
    <w:p w:rsidR="0062748B" w:rsidRDefault="0062748B" w:rsidP="0062748B">
      <w:r>
        <w:t xml:space="preserve">25.1.25     -INF       .        1.000      .         </w:t>
      </w:r>
    </w:p>
    <w:p w:rsidR="0062748B" w:rsidRDefault="0062748B" w:rsidP="0062748B">
      <w:r>
        <w:t xml:space="preserve">25.1.26     -INF       .        1.000      .         </w:t>
      </w:r>
    </w:p>
    <w:p w:rsidR="0062748B" w:rsidRDefault="0062748B" w:rsidP="0062748B">
      <w:r>
        <w:t xml:space="preserve">25.1.27     -INF       .        1.000      .         </w:t>
      </w:r>
    </w:p>
    <w:p w:rsidR="0062748B" w:rsidRDefault="0062748B" w:rsidP="0062748B">
      <w:r>
        <w:t xml:space="preserve">25.1.28     -INF       .        1.000      .         </w:t>
      </w:r>
    </w:p>
    <w:p w:rsidR="0062748B" w:rsidRDefault="0062748B" w:rsidP="0062748B">
      <w:r>
        <w:t xml:space="preserve">25.1.29     -INF       .        1.000      .         </w:t>
      </w:r>
    </w:p>
    <w:p w:rsidR="0062748B" w:rsidRDefault="0062748B" w:rsidP="0062748B">
      <w:r>
        <w:t xml:space="preserve">26.1.1      -INF       .        1.000      .         </w:t>
      </w:r>
    </w:p>
    <w:p w:rsidR="0062748B" w:rsidRDefault="0062748B" w:rsidP="0062748B">
      <w:r>
        <w:t xml:space="preserve">26.1.2      -INF       .        1.000      .         </w:t>
      </w:r>
    </w:p>
    <w:p w:rsidR="0062748B" w:rsidRDefault="0062748B" w:rsidP="0062748B">
      <w:r>
        <w:t xml:space="preserve">26.1.3      -INF       .        1.000      .         </w:t>
      </w:r>
    </w:p>
    <w:p w:rsidR="0062748B" w:rsidRDefault="0062748B" w:rsidP="0062748B">
      <w:r>
        <w:t xml:space="preserve">26.1.4      -INF       .        1.000      .         </w:t>
      </w:r>
    </w:p>
    <w:p w:rsidR="0062748B" w:rsidRDefault="0062748B" w:rsidP="0062748B">
      <w:r>
        <w:t xml:space="preserve">26.1.5      -INF       .        1.000      .         </w:t>
      </w:r>
    </w:p>
    <w:p w:rsidR="0062748B" w:rsidRDefault="0062748B" w:rsidP="0062748B">
      <w:r>
        <w:t xml:space="preserve">26.1.6      -INF       .        1.000      .         </w:t>
      </w:r>
    </w:p>
    <w:p w:rsidR="0062748B" w:rsidRDefault="0062748B" w:rsidP="0062748B">
      <w:r>
        <w:t xml:space="preserve">26.1.7      -INF       .        1.000      .         </w:t>
      </w:r>
    </w:p>
    <w:p w:rsidR="0062748B" w:rsidRDefault="0062748B" w:rsidP="0062748B">
      <w:r>
        <w:t xml:space="preserve">26.1.8      -INF       .        1.000      .         </w:t>
      </w:r>
    </w:p>
    <w:p w:rsidR="0062748B" w:rsidRDefault="0062748B" w:rsidP="0062748B">
      <w:r>
        <w:t xml:space="preserve">26.1.9      -INF       .        1.000      .         </w:t>
      </w:r>
    </w:p>
    <w:p w:rsidR="0062748B" w:rsidRDefault="0062748B" w:rsidP="0062748B">
      <w:r>
        <w:t xml:space="preserve">26.1.10     -INF       .        1.000      .         </w:t>
      </w:r>
    </w:p>
    <w:p w:rsidR="0062748B" w:rsidRDefault="0062748B" w:rsidP="0062748B">
      <w:r>
        <w:t xml:space="preserve">26.1.11     -INF       .        1.000      .         </w:t>
      </w:r>
    </w:p>
    <w:p w:rsidR="0062748B" w:rsidRDefault="0062748B" w:rsidP="0062748B">
      <w:r>
        <w:t xml:space="preserve">26.1.12     -INF       .        1.000      .         </w:t>
      </w:r>
    </w:p>
    <w:p w:rsidR="0062748B" w:rsidRDefault="0062748B" w:rsidP="0062748B">
      <w:r>
        <w:lastRenderedPageBreak/>
        <w:t xml:space="preserve">26.1.13     -INF       .        1.000      .         </w:t>
      </w:r>
    </w:p>
    <w:p w:rsidR="0062748B" w:rsidRDefault="0062748B" w:rsidP="0062748B">
      <w:r>
        <w:t xml:space="preserve">26.1.14     -INF       .        1.000      .         </w:t>
      </w:r>
    </w:p>
    <w:p w:rsidR="0062748B" w:rsidRDefault="0062748B" w:rsidP="0062748B">
      <w:r>
        <w:t xml:space="preserve">26.1.15     -INF       .        1.000      .         </w:t>
      </w:r>
    </w:p>
    <w:p w:rsidR="0062748B" w:rsidRDefault="0062748B" w:rsidP="0062748B">
      <w:r>
        <w:t xml:space="preserve">26.1.16     -INF       .        1.000      .         </w:t>
      </w:r>
    </w:p>
    <w:p w:rsidR="0062748B" w:rsidRDefault="0062748B" w:rsidP="0062748B">
      <w:r>
        <w:t xml:space="preserve">26.1.17     -INF       .        1.000      .         </w:t>
      </w:r>
    </w:p>
    <w:p w:rsidR="0062748B" w:rsidRDefault="0062748B" w:rsidP="0062748B">
      <w:r>
        <w:t xml:space="preserve">26.1.18     -INF       .        1.000      .         </w:t>
      </w:r>
    </w:p>
    <w:p w:rsidR="0062748B" w:rsidRDefault="0062748B" w:rsidP="0062748B">
      <w:r>
        <w:t xml:space="preserve">26.1.19     -INF       .        1.000      .         </w:t>
      </w:r>
    </w:p>
    <w:p w:rsidR="0062748B" w:rsidRDefault="0062748B" w:rsidP="0062748B">
      <w:r>
        <w:t xml:space="preserve">26.1.20     -INF       .        1.000      .         </w:t>
      </w:r>
    </w:p>
    <w:p w:rsidR="0062748B" w:rsidRDefault="0062748B" w:rsidP="0062748B">
      <w:r>
        <w:t xml:space="preserve">26.1.21     -INF       .        1.000      .         </w:t>
      </w:r>
    </w:p>
    <w:p w:rsidR="0062748B" w:rsidRDefault="0062748B" w:rsidP="0062748B">
      <w:r>
        <w:t xml:space="preserve">26.1.22     -INF       .        1.000      .         </w:t>
      </w:r>
    </w:p>
    <w:p w:rsidR="0062748B" w:rsidRDefault="0062748B" w:rsidP="0062748B">
      <w:r>
        <w:t xml:space="preserve">26.1.23     -INF       .        1.000      .         </w:t>
      </w:r>
    </w:p>
    <w:p w:rsidR="0062748B" w:rsidRDefault="0062748B" w:rsidP="0062748B">
      <w:r>
        <w:t xml:space="preserve">26.1.24     -INF       .        1.000      .         </w:t>
      </w:r>
    </w:p>
    <w:p w:rsidR="0062748B" w:rsidRDefault="0062748B" w:rsidP="0062748B">
      <w:r>
        <w:t xml:space="preserve">26.1.25     -INF       .        1.000      .         </w:t>
      </w:r>
    </w:p>
    <w:p w:rsidR="0062748B" w:rsidRDefault="0062748B" w:rsidP="0062748B">
      <w:r>
        <w:t xml:space="preserve">26.1.26     -INF       .        1.000      .         </w:t>
      </w:r>
    </w:p>
    <w:p w:rsidR="0062748B" w:rsidRDefault="0062748B" w:rsidP="0062748B">
      <w:r>
        <w:t xml:space="preserve">26.1.27     -INF       .        1.000      .         </w:t>
      </w:r>
    </w:p>
    <w:p w:rsidR="0062748B" w:rsidRDefault="0062748B" w:rsidP="0062748B">
      <w:r>
        <w:t xml:space="preserve">26.1.28     -INF       .        1.000      .         </w:t>
      </w:r>
    </w:p>
    <w:p w:rsidR="0062748B" w:rsidRDefault="0062748B" w:rsidP="0062748B">
      <w:r>
        <w:t xml:space="preserve">26.1.29     -INF       .        1.000      .         </w:t>
      </w:r>
    </w:p>
    <w:p w:rsidR="0062748B" w:rsidRDefault="0062748B" w:rsidP="0062748B">
      <w:r>
        <w:t xml:space="preserve">27.1.1      -INF       .        1.000      .         </w:t>
      </w:r>
    </w:p>
    <w:p w:rsidR="0062748B" w:rsidRDefault="0062748B" w:rsidP="0062748B">
      <w:r>
        <w:t xml:space="preserve">27.1.2      -INF       .        1.000      .         </w:t>
      </w:r>
    </w:p>
    <w:p w:rsidR="0062748B" w:rsidRDefault="0062748B" w:rsidP="0062748B">
      <w:r>
        <w:t xml:space="preserve">27.1.3      -INF       .        1.000      .         </w:t>
      </w:r>
    </w:p>
    <w:p w:rsidR="0062748B" w:rsidRDefault="0062748B" w:rsidP="0062748B">
      <w:r>
        <w:t xml:space="preserve">27.1.4      -INF       .        1.000      .         </w:t>
      </w:r>
    </w:p>
    <w:p w:rsidR="0062748B" w:rsidRDefault="0062748B" w:rsidP="0062748B">
      <w:r>
        <w:t xml:space="preserve">27.1.5      -INF       .        1.000      .         </w:t>
      </w:r>
    </w:p>
    <w:p w:rsidR="0062748B" w:rsidRDefault="0062748B" w:rsidP="0062748B">
      <w:r>
        <w:t xml:space="preserve">27.1.6      -INF       .        1.000      .         </w:t>
      </w:r>
    </w:p>
    <w:p w:rsidR="0062748B" w:rsidRDefault="0062748B" w:rsidP="0062748B">
      <w:r>
        <w:t xml:space="preserve">27.1.7      -INF       .        1.000      .         </w:t>
      </w:r>
    </w:p>
    <w:p w:rsidR="0062748B" w:rsidRDefault="0062748B" w:rsidP="0062748B">
      <w:r>
        <w:t xml:space="preserve">27.1.8      -INF       .        1.000      .         </w:t>
      </w:r>
    </w:p>
    <w:p w:rsidR="0062748B" w:rsidRDefault="0062748B" w:rsidP="0062748B">
      <w:r>
        <w:lastRenderedPageBreak/>
        <w:t xml:space="preserve">27.1.9      -INF       .        1.000      .         </w:t>
      </w:r>
    </w:p>
    <w:p w:rsidR="0062748B" w:rsidRDefault="0062748B" w:rsidP="0062748B">
      <w:r>
        <w:t xml:space="preserve">27.1.10     -INF       .        1.000      .         </w:t>
      </w:r>
    </w:p>
    <w:p w:rsidR="0062748B" w:rsidRDefault="0062748B" w:rsidP="0062748B">
      <w:r>
        <w:t xml:space="preserve">27.1.11     -INF       .        1.000      .         </w:t>
      </w:r>
    </w:p>
    <w:p w:rsidR="0062748B" w:rsidRDefault="0062748B" w:rsidP="0062748B">
      <w:r>
        <w:t xml:space="preserve">27.1.12     -INF       .        1.000      .         </w:t>
      </w:r>
    </w:p>
    <w:p w:rsidR="0062748B" w:rsidRDefault="0062748B" w:rsidP="0062748B">
      <w:r>
        <w:t xml:space="preserve">27.1.13     -INF       .        1.000      .         </w:t>
      </w:r>
    </w:p>
    <w:p w:rsidR="0062748B" w:rsidRDefault="0062748B" w:rsidP="0062748B">
      <w:r>
        <w:t xml:space="preserve">27.1.14     -INF       .        1.000      .         </w:t>
      </w:r>
    </w:p>
    <w:p w:rsidR="0062748B" w:rsidRDefault="0062748B" w:rsidP="0062748B">
      <w:r>
        <w:t xml:space="preserve">27.1.15     -INF       .        1.000      .         </w:t>
      </w:r>
    </w:p>
    <w:p w:rsidR="0062748B" w:rsidRDefault="0062748B" w:rsidP="0062748B">
      <w:r>
        <w:t xml:space="preserve">27.1.16     -INF       .        1.000      .         </w:t>
      </w:r>
    </w:p>
    <w:p w:rsidR="0062748B" w:rsidRDefault="0062748B" w:rsidP="0062748B">
      <w:r>
        <w:t xml:space="preserve">27.1.17     -INF       .        1.000      .         </w:t>
      </w:r>
    </w:p>
    <w:p w:rsidR="0062748B" w:rsidRDefault="0062748B" w:rsidP="0062748B">
      <w:r>
        <w:t xml:space="preserve">27.1.18     -INF       .        1.000      .         </w:t>
      </w:r>
    </w:p>
    <w:p w:rsidR="0062748B" w:rsidRDefault="0062748B" w:rsidP="0062748B">
      <w:r>
        <w:t xml:space="preserve">27.1.19     -INF       .        1.000      .         </w:t>
      </w:r>
    </w:p>
    <w:p w:rsidR="0062748B" w:rsidRDefault="0062748B" w:rsidP="0062748B">
      <w:r>
        <w:t xml:space="preserve">27.1.20     -INF       .        1.000      .         </w:t>
      </w:r>
    </w:p>
    <w:p w:rsidR="0062748B" w:rsidRDefault="0062748B" w:rsidP="0062748B">
      <w:r>
        <w:t xml:space="preserve">27.1.21     -INF       .        1.000      .         </w:t>
      </w:r>
    </w:p>
    <w:p w:rsidR="0062748B" w:rsidRDefault="0062748B" w:rsidP="0062748B">
      <w:r>
        <w:t xml:space="preserve">27.1.22     -INF       .        1.000      .         </w:t>
      </w:r>
    </w:p>
    <w:p w:rsidR="0062748B" w:rsidRDefault="0062748B" w:rsidP="0062748B">
      <w:r>
        <w:t xml:space="preserve">27.1.23     -INF       .        1.000      .         </w:t>
      </w:r>
    </w:p>
    <w:p w:rsidR="0062748B" w:rsidRDefault="0062748B" w:rsidP="0062748B">
      <w:r>
        <w:t xml:space="preserve">27.1.24     -INF       .        1.000      .         </w:t>
      </w:r>
    </w:p>
    <w:p w:rsidR="0062748B" w:rsidRDefault="0062748B" w:rsidP="0062748B">
      <w:r>
        <w:t xml:space="preserve">27.1.25     -INF       .        1.000      .         </w:t>
      </w:r>
    </w:p>
    <w:p w:rsidR="0062748B" w:rsidRDefault="0062748B" w:rsidP="0062748B">
      <w:r>
        <w:t xml:space="preserve">27.1.26     -INF       .        1.000      .         </w:t>
      </w:r>
    </w:p>
    <w:p w:rsidR="0062748B" w:rsidRDefault="0062748B" w:rsidP="0062748B">
      <w:r>
        <w:t xml:space="preserve">27.1.27     -INF       .        1.000      .         </w:t>
      </w:r>
    </w:p>
    <w:p w:rsidR="0062748B" w:rsidRDefault="0062748B" w:rsidP="0062748B">
      <w:r>
        <w:t xml:space="preserve">27.1.28     -INF       .        1.000      .         </w:t>
      </w:r>
    </w:p>
    <w:p w:rsidR="0062748B" w:rsidRDefault="0062748B" w:rsidP="0062748B">
      <w:r>
        <w:t xml:space="preserve">27.1.29     -INF       .        1.000      .         </w:t>
      </w:r>
    </w:p>
    <w:p w:rsidR="0062748B" w:rsidRDefault="0062748B" w:rsidP="0062748B">
      <w:r>
        <w:t xml:space="preserve">28.1.1      -INF       .        1.000      .         </w:t>
      </w:r>
    </w:p>
    <w:p w:rsidR="0062748B" w:rsidRDefault="0062748B" w:rsidP="0062748B">
      <w:r>
        <w:t xml:space="preserve">28.1.2      -INF       .        1.000      .         </w:t>
      </w:r>
    </w:p>
    <w:p w:rsidR="0062748B" w:rsidRDefault="0062748B" w:rsidP="0062748B">
      <w:r>
        <w:t xml:space="preserve">28.1.3      -INF       .        1.000      .         </w:t>
      </w:r>
    </w:p>
    <w:p w:rsidR="0062748B" w:rsidRDefault="0062748B" w:rsidP="0062748B">
      <w:r>
        <w:t xml:space="preserve">28.1.4      -INF       .        1.000      .         </w:t>
      </w:r>
    </w:p>
    <w:p w:rsidR="0062748B" w:rsidRDefault="0062748B" w:rsidP="0062748B">
      <w:r>
        <w:lastRenderedPageBreak/>
        <w:t xml:space="preserve">28.1.5      -INF       .        1.000      .         </w:t>
      </w:r>
    </w:p>
    <w:p w:rsidR="0062748B" w:rsidRDefault="0062748B" w:rsidP="0062748B">
      <w:r>
        <w:t xml:space="preserve">28.1.6      -INF       .        1.000      .         </w:t>
      </w:r>
    </w:p>
    <w:p w:rsidR="0062748B" w:rsidRDefault="0062748B" w:rsidP="0062748B">
      <w:r>
        <w:t xml:space="preserve">28.1.7      -INF       .        1.000      .         </w:t>
      </w:r>
    </w:p>
    <w:p w:rsidR="0062748B" w:rsidRDefault="0062748B" w:rsidP="0062748B">
      <w:r>
        <w:t xml:space="preserve">28.1.8      -INF       .        1.000      .         </w:t>
      </w:r>
    </w:p>
    <w:p w:rsidR="0062748B" w:rsidRDefault="0062748B" w:rsidP="0062748B">
      <w:r>
        <w:t xml:space="preserve">28.1.9      -INF       .        1.000      .         </w:t>
      </w:r>
    </w:p>
    <w:p w:rsidR="0062748B" w:rsidRDefault="0062748B" w:rsidP="0062748B">
      <w:r>
        <w:t xml:space="preserve">28.1.10     -INF       .        1.000      .         </w:t>
      </w:r>
    </w:p>
    <w:p w:rsidR="0062748B" w:rsidRDefault="0062748B" w:rsidP="0062748B">
      <w:r>
        <w:t xml:space="preserve">28.1.11     -INF       .        1.000      .         </w:t>
      </w:r>
    </w:p>
    <w:p w:rsidR="0062748B" w:rsidRDefault="0062748B" w:rsidP="0062748B">
      <w:r>
        <w:t xml:space="preserve">28.1.12     -INF       .        1.000      .         </w:t>
      </w:r>
    </w:p>
    <w:p w:rsidR="0062748B" w:rsidRDefault="0062748B" w:rsidP="0062748B">
      <w:r>
        <w:t xml:space="preserve">28.1.13     -INF       .        1.000      .         </w:t>
      </w:r>
    </w:p>
    <w:p w:rsidR="0062748B" w:rsidRDefault="0062748B" w:rsidP="0062748B">
      <w:r>
        <w:t xml:space="preserve">28.1.14     -INF       .        1.000      .         </w:t>
      </w:r>
    </w:p>
    <w:p w:rsidR="0062748B" w:rsidRDefault="0062748B" w:rsidP="0062748B">
      <w:r>
        <w:t xml:space="preserve">28.1.15     -INF       .        1.000      .         </w:t>
      </w:r>
    </w:p>
    <w:p w:rsidR="0062748B" w:rsidRDefault="0062748B" w:rsidP="0062748B">
      <w:r>
        <w:t xml:space="preserve">28.1.16     -INF       .        1.000      .         </w:t>
      </w:r>
    </w:p>
    <w:p w:rsidR="0062748B" w:rsidRDefault="0062748B" w:rsidP="0062748B">
      <w:r>
        <w:t xml:space="preserve">28.1.17     -INF       .        1.000      .         </w:t>
      </w:r>
    </w:p>
    <w:p w:rsidR="0062748B" w:rsidRDefault="0062748B" w:rsidP="0062748B">
      <w:r>
        <w:t xml:space="preserve">28.1.18     -INF       .        1.000      .         </w:t>
      </w:r>
    </w:p>
    <w:p w:rsidR="0062748B" w:rsidRDefault="0062748B" w:rsidP="0062748B">
      <w:r>
        <w:t xml:space="preserve">28.1.19     -INF       .        1.000      .         </w:t>
      </w:r>
    </w:p>
    <w:p w:rsidR="0062748B" w:rsidRDefault="0062748B" w:rsidP="0062748B">
      <w:r>
        <w:t xml:space="preserve">28.1.20     -INF       .        1.000      .         </w:t>
      </w:r>
    </w:p>
    <w:p w:rsidR="0062748B" w:rsidRDefault="0062748B" w:rsidP="0062748B">
      <w:r>
        <w:t xml:space="preserve">28.1.21     -INF       .        1.000      .         </w:t>
      </w:r>
    </w:p>
    <w:p w:rsidR="0062748B" w:rsidRDefault="0062748B" w:rsidP="0062748B">
      <w:r>
        <w:t xml:space="preserve">28.1.22     -INF       .        1.000      .         </w:t>
      </w:r>
    </w:p>
    <w:p w:rsidR="0062748B" w:rsidRDefault="0062748B" w:rsidP="0062748B">
      <w:r>
        <w:t xml:space="preserve">28.1.23     -INF       .        1.000      .         </w:t>
      </w:r>
    </w:p>
    <w:p w:rsidR="0062748B" w:rsidRDefault="0062748B" w:rsidP="0062748B">
      <w:r>
        <w:t xml:space="preserve">28.1.24     -INF       .        1.000      .         </w:t>
      </w:r>
    </w:p>
    <w:p w:rsidR="0062748B" w:rsidRDefault="0062748B" w:rsidP="0062748B">
      <w:r>
        <w:t xml:space="preserve">28.1.25     -INF       .        1.000      .         </w:t>
      </w:r>
    </w:p>
    <w:p w:rsidR="0062748B" w:rsidRDefault="0062748B" w:rsidP="0062748B">
      <w:r>
        <w:t xml:space="preserve">28.1.26     -INF       .        1.000      .         </w:t>
      </w:r>
    </w:p>
    <w:p w:rsidR="0062748B" w:rsidRDefault="0062748B" w:rsidP="0062748B">
      <w:r>
        <w:t xml:space="preserve">28.1.27     -INF       .        1.000      .         </w:t>
      </w:r>
    </w:p>
    <w:p w:rsidR="0062748B" w:rsidRDefault="0062748B" w:rsidP="0062748B">
      <w:r>
        <w:t xml:space="preserve">28.1.28     -INF       .        1.000      .         </w:t>
      </w:r>
    </w:p>
    <w:p w:rsidR="0062748B" w:rsidRDefault="0062748B" w:rsidP="0062748B">
      <w:r>
        <w:t xml:space="preserve">28.1.29     -INF       .        1.000      .         </w:t>
      </w:r>
    </w:p>
    <w:p w:rsidR="0062748B" w:rsidRDefault="0062748B" w:rsidP="0062748B">
      <w:r>
        <w:lastRenderedPageBreak/>
        <w:t xml:space="preserve">29.1.1      -INF       .        1.000      .         </w:t>
      </w:r>
    </w:p>
    <w:p w:rsidR="0062748B" w:rsidRDefault="0062748B" w:rsidP="0062748B">
      <w:r>
        <w:t xml:space="preserve">29.1.2      -INF       .        1.000      .         </w:t>
      </w:r>
    </w:p>
    <w:p w:rsidR="0062748B" w:rsidRDefault="0062748B" w:rsidP="0062748B">
      <w:r>
        <w:t xml:space="preserve">29.1.3      -INF       .        1.000      .         </w:t>
      </w:r>
    </w:p>
    <w:p w:rsidR="0062748B" w:rsidRDefault="0062748B" w:rsidP="0062748B">
      <w:r>
        <w:t xml:space="preserve">29.1.4      -INF       .        1.000      .         </w:t>
      </w:r>
    </w:p>
    <w:p w:rsidR="0062748B" w:rsidRDefault="0062748B" w:rsidP="0062748B">
      <w:r>
        <w:t xml:space="preserve">29.1.5      -INF       .        1.000      .         </w:t>
      </w:r>
    </w:p>
    <w:p w:rsidR="0062748B" w:rsidRDefault="0062748B" w:rsidP="0062748B">
      <w:r>
        <w:t xml:space="preserve">29.1.6      -INF       .        1.000      .         </w:t>
      </w:r>
    </w:p>
    <w:p w:rsidR="0062748B" w:rsidRDefault="0062748B" w:rsidP="0062748B">
      <w:r>
        <w:t xml:space="preserve">29.1.7      -INF       .        1.000      .         </w:t>
      </w:r>
    </w:p>
    <w:p w:rsidR="0062748B" w:rsidRDefault="0062748B" w:rsidP="0062748B">
      <w:r>
        <w:t xml:space="preserve">29.1.8      -INF       .        1.000      .         </w:t>
      </w:r>
    </w:p>
    <w:p w:rsidR="0062748B" w:rsidRDefault="0062748B" w:rsidP="0062748B">
      <w:r>
        <w:t xml:space="preserve">29.1.9      -INF       .        1.000      .         </w:t>
      </w:r>
    </w:p>
    <w:p w:rsidR="0062748B" w:rsidRDefault="0062748B" w:rsidP="0062748B">
      <w:r>
        <w:t xml:space="preserve">29.1.10     -INF       .        1.000      .         </w:t>
      </w:r>
    </w:p>
    <w:p w:rsidR="0062748B" w:rsidRDefault="0062748B" w:rsidP="0062748B">
      <w:r>
        <w:t xml:space="preserve">29.1.11     -INF       .        1.000      .         </w:t>
      </w:r>
    </w:p>
    <w:p w:rsidR="0062748B" w:rsidRDefault="0062748B" w:rsidP="0062748B">
      <w:r>
        <w:t xml:space="preserve">29.1.12     -INF       .        1.000      .         </w:t>
      </w:r>
    </w:p>
    <w:p w:rsidR="0062748B" w:rsidRDefault="0062748B" w:rsidP="0062748B">
      <w:r>
        <w:t xml:space="preserve">29.1.13     -INF       .        1.000      .         </w:t>
      </w:r>
    </w:p>
    <w:p w:rsidR="0062748B" w:rsidRDefault="0062748B" w:rsidP="0062748B">
      <w:r>
        <w:t xml:space="preserve">29.1.14     -INF       .        1.000      .         </w:t>
      </w:r>
    </w:p>
    <w:p w:rsidR="0062748B" w:rsidRDefault="0062748B" w:rsidP="0062748B">
      <w:r>
        <w:t xml:space="preserve">29.1.15     -INF       .        1.000      .         </w:t>
      </w:r>
    </w:p>
    <w:p w:rsidR="0062748B" w:rsidRDefault="0062748B" w:rsidP="0062748B">
      <w:r>
        <w:t xml:space="preserve">29.1.16     -INF       .        1.000      .         </w:t>
      </w:r>
    </w:p>
    <w:p w:rsidR="0062748B" w:rsidRDefault="0062748B" w:rsidP="0062748B">
      <w:r>
        <w:t xml:space="preserve">29.1.17     -INF       .        1.000      .         </w:t>
      </w:r>
    </w:p>
    <w:p w:rsidR="0062748B" w:rsidRDefault="0062748B" w:rsidP="0062748B">
      <w:r>
        <w:t xml:space="preserve">29.1.18     -INF       .        1.000      .         </w:t>
      </w:r>
    </w:p>
    <w:p w:rsidR="0062748B" w:rsidRDefault="0062748B" w:rsidP="0062748B">
      <w:r>
        <w:t xml:space="preserve">29.1.19     -INF       .        1.000      .         </w:t>
      </w:r>
    </w:p>
    <w:p w:rsidR="0062748B" w:rsidRDefault="0062748B" w:rsidP="0062748B">
      <w:r>
        <w:t xml:space="preserve">29.1.20     -INF       .        1.000      .         </w:t>
      </w:r>
    </w:p>
    <w:p w:rsidR="0062748B" w:rsidRDefault="0062748B" w:rsidP="0062748B">
      <w:r>
        <w:t xml:space="preserve">29.1.21     -INF       .        1.000      .         </w:t>
      </w:r>
    </w:p>
    <w:p w:rsidR="0062748B" w:rsidRDefault="0062748B" w:rsidP="0062748B">
      <w:r>
        <w:t xml:space="preserve">29.1.22     -INF       .        1.000      .         </w:t>
      </w:r>
    </w:p>
    <w:p w:rsidR="0062748B" w:rsidRDefault="0062748B" w:rsidP="0062748B">
      <w:r>
        <w:t xml:space="preserve">29.1.23     -INF       .        1.000      .         </w:t>
      </w:r>
    </w:p>
    <w:p w:rsidR="0062748B" w:rsidRDefault="0062748B" w:rsidP="0062748B">
      <w:r>
        <w:t xml:space="preserve">29.1.24     -INF       .        1.000      .         </w:t>
      </w:r>
    </w:p>
    <w:p w:rsidR="0062748B" w:rsidRDefault="0062748B" w:rsidP="0062748B">
      <w:r>
        <w:t xml:space="preserve">29.1.25     -INF       .        1.000      .         </w:t>
      </w:r>
    </w:p>
    <w:p w:rsidR="0062748B" w:rsidRDefault="0062748B" w:rsidP="0062748B">
      <w:r>
        <w:lastRenderedPageBreak/>
        <w:t xml:space="preserve">29.1.26     -INF       .        1.000      .         </w:t>
      </w:r>
    </w:p>
    <w:p w:rsidR="0062748B" w:rsidRDefault="0062748B" w:rsidP="0062748B">
      <w:r>
        <w:t xml:space="preserve">29.1.27     -INF       .        1.000      .         </w:t>
      </w:r>
    </w:p>
    <w:p w:rsidR="0062748B" w:rsidRDefault="0062748B" w:rsidP="0062748B">
      <w:r>
        <w:t xml:space="preserve">29.1.28     -INF       .        1.000      .         </w:t>
      </w:r>
    </w:p>
    <w:p w:rsidR="0062748B" w:rsidRDefault="0062748B" w:rsidP="0062748B">
      <w:r>
        <w:t xml:space="preserve">29.1.29     -INF       .        1.000      .         </w:t>
      </w:r>
    </w:p>
    <w:p w:rsidR="0062748B" w:rsidRDefault="0062748B" w:rsidP="0062748B"/>
    <w:p w:rsidR="0062748B" w:rsidRDefault="0062748B" w:rsidP="0062748B">
      <w:r>
        <w:t>---- VAR pi  simplex variable (one in number)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 .         .        +INF       EPS       </w:t>
      </w:r>
    </w:p>
    <w:p w:rsidR="0062748B" w:rsidRDefault="0062748B" w:rsidP="0062748B">
      <w:r>
        <w:t xml:space="preserve">1 .1.2       .         .        +INF       EPS       </w:t>
      </w:r>
    </w:p>
    <w:p w:rsidR="0062748B" w:rsidRDefault="0062748B" w:rsidP="0062748B">
      <w:r>
        <w:t xml:space="preserve">1 .1.3       .         .        +INF       EPS       </w:t>
      </w:r>
    </w:p>
    <w:p w:rsidR="0062748B" w:rsidRDefault="0062748B" w:rsidP="0062748B">
      <w:r>
        <w:t xml:space="preserve">1 .1.4       .         .        +INF       EPS       </w:t>
      </w:r>
    </w:p>
    <w:p w:rsidR="0062748B" w:rsidRDefault="0062748B" w:rsidP="0062748B">
      <w:r>
        <w:t xml:space="preserve">1 .1.5       .         .        +INF       EPS       </w:t>
      </w:r>
    </w:p>
    <w:p w:rsidR="0062748B" w:rsidRDefault="0062748B" w:rsidP="0062748B">
      <w:r>
        <w:t xml:space="preserve">1 .1.6       .         .        +INF       EPS       </w:t>
      </w:r>
    </w:p>
    <w:p w:rsidR="0062748B" w:rsidRDefault="0062748B" w:rsidP="0062748B">
      <w:r>
        <w:t xml:space="preserve">1 .1.7       .         .        +INF       EPS       </w:t>
      </w:r>
    </w:p>
    <w:p w:rsidR="0062748B" w:rsidRDefault="0062748B" w:rsidP="0062748B">
      <w:r>
        <w:t xml:space="preserve">1 .1.8       .         .        +INF       EPS       </w:t>
      </w:r>
    </w:p>
    <w:p w:rsidR="0062748B" w:rsidRDefault="0062748B" w:rsidP="0062748B">
      <w:r>
        <w:t xml:space="preserve">1 .1.9       .         .        +INF       EPS       </w:t>
      </w:r>
    </w:p>
    <w:p w:rsidR="0062748B" w:rsidRDefault="0062748B" w:rsidP="0062748B">
      <w:r>
        <w:t xml:space="preserve">1 .1.10      .         .        +INF       EPS       </w:t>
      </w:r>
    </w:p>
    <w:p w:rsidR="0062748B" w:rsidRDefault="0062748B" w:rsidP="0062748B">
      <w:r>
        <w:t xml:space="preserve">1 .1.11      .         .        +INF       EPS       </w:t>
      </w:r>
    </w:p>
    <w:p w:rsidR="0062748B" w:rsidRDefault="0062748B" w:rsidP="0062748B">
      <w:r>
        <w:t xml:space="preserve">1 .1.12      .         .        +INF       EPS       </w:t>
      </w:r>
    </w:p>
    <w:p w:rsidR="0062748B" w:rsidRDefault="0062748B" w:rsidP="0062748B">
      <w:r>
        <w:t xml:space="preserve">1 .1.13      .         .        +INF       EPS       </w:t>
      </w:r>
    </w:p>
    <w:p w:rsidR="0062748B" w:rsidRDefault="0062748B" w:rsidP="0062748B">
      <w:r>
        <w:t xml:space="preserve">1 .1.14      .         .        +INF       EPS       </w:t>
      </w:r>
    </w:p>
    <w:p w:rsidR="0062748B" w:rsidRDefault="0062748B" w:rsidP="0062748B">
      <w:r>
        <w:t xml:space="preserve">1 .1.15      .         .        +INF       EPS       </w:t>
      </w:r>
    </w:p>
    <w:p w:rsidR="0062748B" w:rsidRDefault="0062748B" w:rsidP="0062748B">
      <w:r>
        <w:t xml:space="preserve">1 .1.16      .         .        +INF       EPS       </w:t>
      </w:r>
    </w:p>
    <w:p w:rsidR="0062748B" w:rsidRDefault="0062748B" w:rsidP="0062748B">
      <w:r>
        <w:lastRenderedPageBreak/>
        <w:t xml:space="preserve">1 .1.17      .         .        +INF       EPS       </w:t>
      </w:r>
    </w:p>
    <w:p w:rsidR="0062748B" w:rsidRDefault="0062748B" w:rsidP="0062748B">
      <w:r>
        <w:t xml:space="preserve">1 .1.18      .         .        +INF       EPS       </w:t>
      </w:r>
    </w:p>
    <w:p w:rsidR="0062748B" w:rsidRDefault="0062748B" w:rsidP="0062748B">
      <w:r>
        <w:t xml:space="preserve">1 .1.19      .         .        +INF       EPS       </w:t>
      </w:r>
    </w:p>
    <w:p w:rsidR="0062748B" w:rsidRDefault="0062748B" w:rsidP="0062748B">
      <w:r>
        <w:t xml:space="preserve">1 .1.20      .         .        +INF       EPS       </w:t>
      </w:r>
    </w:p>
    <w:p w:rsidR="0062748B" w:rsidRDefault="0062748B" w:rsidP="0062748B">
      <w:r>
        <w:t xml:space="preserve">1 .1.21      .         .        +INF       EPS       </w:t>
      </w:r>
    </w:p>
    <w:p w:rsidR="0062748B" w:rsidRDefault="0062748B" w:rsidP="0062748B">
      <w:r>
        <w:t xml:space="preserve">1 .1.22      .         .        +INF       EPS       </w:t>
      </w:r>
    </w:p>
    <w:p w:rsidR="0062748B" w:rsidRDefault="0062748B" w:rsidP="0062748B">
      <w:r>
        <w:t xml:space="preserve">1 .1.23      .         .        +INF       EPS       </w:t>
      </w:r>
    </w:p>
    <w:p w:rsidR="0062748B" w:rsidRDefault="0062748B" w:rsidP="0062748B">
      <w:r>
        <w:t xml:space="preserve">1 .1.24      .         .        +INF       EPS       </w:t>
      </w:r>
    </w:p>
    <w:p w:rsidR="0062748B" w:rsidRDefault="0062748B" w:rsidP="0062748B">
      <w:r>
        <w:t xml:space="preserve">1 .1.25      .         .        +INF       EPS       </w:t>
      </w:r>
    </w:p>
    <w:p w:rsidR="0062748B" w:rsidRDefault="0062748B" w:rsidP="0062748B">
      <w:r>
        <w:t xml:space="preserve">1 .1.26      .         .        +INF       EPS       </w:t>
      </w:r>
    </w:p>
    <w:p w:rsidR="0062748B" w:rsidRDefault="0062748B" w:rsidP="0062748B">
      <w:r>
        <w:t xml:space="preserve">1 .1.27      .         .        +INF       EPS       </w:t>
      </w:r>
    </w:p>
    <w:p w:rsidR="0062748B" w:rsidRDefault="0062748B" w:rsidP="0062748B">
      <w:r>
        <w:t xml:space="preserve">1 .1.28      .         .        +INF       EPS       </w:t>
      </w:r>
    </w:p>
    <w:p w:rsidR="0062748B" w:rsidRDefault="0062748B" w:rsidP="0062748B">
      <w:r>
        <w:t xml:space="preserve">1 .1.29      .         .        +INF       EPS       </w:t>
      </w:r>
    </w:p>
    <w:p w:rsidR="0062748B" w:rsidRDefault="0062748B" w:rsidP="0062748B">
      <w:r>
        <w:t xml:space="preserve">2 .1.1       .         .        +INF       EPS       </w:t>
      </w:r>
    </w:p>
    <w:p w:rsidR="0062748B" w:rsidRDefault="0062748B" w:rsidP="0062748B">
      <w:r>
        <w:t xml:space="preserve">2 .1.2       .         .        +INF       EPS       </w:t>
      </w:r>
    </w:p>
    <w:p w:rsidR="0062748B" w:rsidRDefault="0062748B" w:rsidP="0062748B">
      <w:r>
        <w:t xml:space="preserve">2 .1.3       .         .        +INF       EPS       </w:t>
      </w:r>
    </w:p>
    <w:p w:rsidR="0062748B" w:rsidRDefault="0062748B" w:rsidP="0062748B">
      <w:r>
        <w:t xml:space="preserve">2 .1.4       .         .        +INF       EPS       </w:t>
      </w:r>
    </w:p>
    <w:p w:rsidR="0062748B" w:rsidRDefault="0062748B" w:rsidP="0062748B">
      <w:r>
        <w:t xml:space="preserve">2 .1.5       .         .        +INF       EPS       </w:t>
      </w:r>
    </w:p>
    <w:p w:rsidR="0062748B" w:rsidRDefault="0062748B" w:rsidP="0062748B">
      <w:r>
        <w:t xml:space="preserve">2 .1.6       .         .        +INF       EPS       </w:t>
      </w:r>
    </w:p>
    <w:p w:rsidR="0062748B" w:rsidRDefault="0062748B" w:rsidP="0062748B">
      <w:r>
        <w:t xml:space="preserve">2 .1.7       .         .        +INF       EPS       </w:t>
      </w:r>
    </w:p>
    <w:p w:rsidR="0062748B" w:rsidRDefault="0062748B" w:rsidP="0062748B">
      <w:r>
        <w:t xml:space="preserve">2 .1.8       .         .        +INF       EPS       </w:t>
      </w:r>
    </w:p>
    <w:p w:rsidR="0062748B" w:rsidRDefault="0062748B" w:rsidP="0062748B">
      <w:r>
        <w:t xml:space="preserve">2 .1.9       .         .        +INF       EPS       </w:t>
      </w:r>
    </w:p>
    <w:p w:rsidR="0062748B" w:rsidRDefault="0062748B" w:rsidP="0062748B">
      <w:r>
        <w:t xml:space="preserve">2 .1.10      .         .        +INF       EPS       </w:t>
      </w:r>
    </w:p>
    <w:p w:rsidR="0062748B" w:rsidRDefault="0062748B" w:rsidP="0062748B">
      <w:r>
        <w:t xml:space="preserve">2 .1.11      .         .        +INF       EPS       </w:t>
      </w:r>
    </w:p>
    <w:p w:rsidR="0062748B" w:rsidRDefault="0062748B" w:rsidP="0062748B">
      <w:r>
        <w:t xml:space="preserve">2 .1.12      .         .        +INF       EPS       </w:t>
      </w:r>
    </w:p>
    <w:p w:rsidR="0062748B" w:rsidRDefault="0062748B" w:rsidP="0062748B">
      <w:r>
        <w:lastRenderedPageBreak/>
        <w:t xml:space="preserve">2 .1.13      .         .        +INF       EPS       </w:t>
      </w:r>
    </w:p>
    <w:p w:rsidR="0062748B" w:rsidRDefault="0062748B" w:rsidP="0062748B">
      <w:r>
        <w:t xml:space="preserve">2 .1.14      .         .        +INF       EPS       </w:t>
      </w:r>
    </w:p>
    <w:p w:rsidR="0062748B" w:rsidRDefault="0062748B" w:rsidP="0062748B">
      <w:r>
        <w:t xml:space="preserve">2 .1.15      .         .        +INF       EPS       </w:t>
      </w:r>
    </w:p>
    <w:p w:rsidR="0062748B" w:rsidRDefault="0062748B" w:rsidP="0062748B">
      <w:r>
        <w:t xml:space="preserve">2 .1.16      .         .        +INF       EPS       </w:t>
      </w:r>
    </w:p>
    <w:p w:rsidR="0062748B" w:rsidRDefault="0062748B" w:rsidP="0062748B">
      <w:r>
        <w:t xml:space="preserve">2 .1.17      .         .        +INF       EPS       </w:t>
      </w:r>
    </w:p>
    <w:p w:rsidR="0062748B" w:rsidRDefault="0062748B" w:rsidP="0062748B">
      <w:r>
        <w:t xml:space="preserve">2 .1.18      .         .        +INF       EPS       </w:t>
      </w:r>
    </w:p>
    <w:p w:rsidR="0062748B" w:rsidRDefault="0062748B" w:rsidP="0062748B">
      <w:r>
        <w:t xml:space="preserve">2 .1.19      .         .        +INF       EPS       </w:t>
      </w:r>
    </w:p>
    <w:p w:rsidR="0062748B" w:rsidRDefault="0062748B" w:rsidP="0062748B">
      <w:r>
        <w:t xml:space="preserve">2 .1.20      .         .        +INF       EPS       </w:t>
      </w:r>
    </w:p>
    <w:p w:rsidR="0062748B" w:rsidRDefault="0062748B" w:rsidP="0062748B">
      <w:r>
        <w:t xml:space="preserve">2 .1.21      .         .        +INF       EPS       </w:t>
      </w:r>
    </w:p>
    <w:p w:rsidR="0062748B" w:rsidRDefault="0062748B" w:rsidP="0062748B">
      <w:r>
        <w:t xml:space="preserve">2 .1.22      .         .        +INF       EPS       </w:t>
      </w:r>
    </w:p>
    <w:p w:rsidR="0062748B" w:rsidRDefault="0062748B" w:rsidP="0062748B">
      <w:r>
        <w:t xml:space="preserve">2 .1.23      .         .        +INF       EPS       </w:t>
      </w:r>
    </w:p>
    <w:p w:rsidR="0062748B" w:rsidRDefault="0062748B" w:rsidP="0062748B">
      <w:r>
        <w:t xml:space="preserve">2 .1.24      .         .        +INF       EPS       </w:t>
      </w:r>
    </w:p>
    <w:p w:rsidR="0062748B" w:rsidRDefault="0062748B" w:rsidP="0062748B">
      <w:r>
        <w:t xml:space="preserve">2 .1.25      .         .        +INF       EPS       </w:t>
      </w:r>
    </w:p>
    <w:p w:rsidR="0062748B" w:rsidRDefault="0062748B" w:rsidP="0062748B">
      <w:r>
        <w:t xml:space="preserve">2 .1.26      .         .        +INF       EPS       </w:t>
      </w:r>
    </w:p>
    <w:p w:rsidR="0062748B" w:rsidRDefault="0062748B" w:rsidP="0062748B">
      <w:r>
        <w:t xml:space="preserve">2 .1.27      .         .        +INF       EPS       </w:t>
      </w:r>
    </w:p>
    <w:p w:rsidR="0062748B" w:rsidRDefault="0062748B" w:rsidP="0062748B">
      <w:r>
        <w:t xml:space="preserve">2 .1.28      .         .        +INF       EPS       </w:t>
      </w:r>
    </w:p>
    <w:p w:rsidR="0062748B" w:rsidRDefault="0062748B" w:rsidP="0062748B">
      <w:r>
        <w:t xml:space="preserve">2 .1.29      .         .        +INF       EPS       </w:t>
      </w:r>
    </w:p>
    <w:p w:rsidR="0062748B" w:rsidRDefault="0062748B" w:rsidP="0062748B">
      <w:r>
        <w:t xml:space="preserve">3 .1.1       .         .        +INF       EPS       </w:t>
      </w:r>
    </w:p>
    <w:p w:rsidR="0062748B" w:rsidRDefault="0062748B" w:rsidP="0062748B">
      <w:r>
        <w:t xml:space="preserve">3 .1.2       .         .        +INF       EPS       </w:t>
      </w:r>
    </w:p>
    <w:p w:rsidR="0062748B" w:rsidRDefault="0062748B" w:rsidP="0062748B">
      <w:r>
        <w:t xml:space="preserve">3 .1.3       .         .        +INF       EPS       </w:t>
      </w:r>
    </w:p>
    <w:p w:rsidR="0062748B" w:rsidRDefault="0062748B" w:rsidP="0062748B">
      <w:r>
        <w:t xml:space="preserve">3 .1.4       .         .        +INF       EPS       </w:t>
      </w:r>
    </w:p>
    <w:p w:rsidR="0062748B" w:rsidRDefault="0062748B" w:rsidP="0062748B">
      <w:r>
        <w:t xml:space="preserve">3 .1.5       .         .        +INF       EPS       </w:t>
      </w:r>
    </w:p>
    <w:p w:rsidR="0062748B" w:rsidRDefault="0062748B" w:rsidP="0062748B">
      <w:r>
        <w:t xml:space="preserve">3 .1.6       .         .        +INF       EPS       </w:t>
      </w:r>
    </w:p>
    <w:p w:rsidR="0062748B" w:rsidRDefault="0062748B" w:rsidP="0062748B">
      <w:r>
        <w:t xml:space="preserve">3 .1.7       .         .        +INF       EPS       </w:t>
      </w:r>
    </w:p>
    <w:p w:rsidR="0062748B" w:rsidRDefault="0062748B" w:rsidP="0062748B">
      <w:r>
        <w:t xml:space="preserve">3 .1.8       .         .        +INF       EPS       </w:t>
      </w:r>
    </w:p>
    <w:p w:rsidR="0062748B" w:rsidRDefault="0062748B" w:rsidP="0062748B">
      <w:r>
        <w:lastRenderedPageBreak/>
        <w:t xml:space="preserve">3 .1.9       .         .        +INF       EPS       </w:t>
      </w:r>
    </w:p>
    <w:p w:rsidR="0062748B" w:rsidRDefault="0062748B" w:rsidP="0062748B">
      <w:r>
        <w:t xml:space="preserve">3 .1.10      .         .        +INF       EPS       </w:t>
      </w:r>
    </w:p>
    <w:p w:rsidR="0062748B" w:rsidRDefault="0062748B" w:rsidP="0062748B">
      <w:r>
        <w:t xml:space="preserve">3 .1.11      .         .        +INF       EPS       </w:t>
      </w:r>
    </w:p>
    <w:p w:rsidR="0062748B" w:rsidRDefault="0062748B" w:rsidP="0062748B">
      <w:r>
        <w:t xml:space="preserve">3 .1.12      .         .        +INF       EPS       </w:t>
      </w:r>
    </w:p>
    <w:p w:rsidR="0062748B" w:rsidRDefault="0062748B" w:rsidP="0062748B">
      <w:r>
        <w:t xml:space="preserve">3 .1.13      .         .        +INF       EPS       </w:t>
      </w:r>
    </w:p>
    <w:p w:rsidR="0062748B" w:rsidRDefault="0062748B" w:rsidP="0062748B">
      <w:r>
        <w:t xml:space="preserve">3 .1.14      .         .        +INF       EPS       </w:t>
      </w:r>
    </w:p>
    <w:p w:rsidR="0062748B" w:rsidRDefault="0062748B" w:rsidP="0062748B">
      <w:r>
        <w:t xml:space="preserve">3 .1.15      .         .        +INF       EPS       </w:t>
      </w:r>
    </w:p>
    <w:p w:rsidR="0062748B" w:rsidRDefault="0062748B" w:rsidP="0062748B">
      <w:r>
        <w:t xml:space="preserve">3 .1.16      .         .        +INF       EPS       </w:t>
      </w:r>
    </w:p>
    <w:p w:rsidR="0062748B" w:rsidRDefault="0062748B" w:rsidP="0062748B">
      <w:r>
        <w:t xml:space="preserve">3 .1.17      .         .        +INF       EPS       </w:t>
      </w:r>
    </w:p>
    <w:p w:rsidR="0062748B" w:rsidRDefault="0062748B" w:rsidP="0062748B">
      <w:r>
        <w:t xml:space="preserve">3 .1.18      .         .        +INF       EPS       </w:t>
      </w:r>
    </w:p>
    <w:p w:rsidR="0062748B" w:rsidRDefault="0062748B" w:rsidP="0062748B">
      <w:r>
        <w:t xml:space="preserve">3 .1.19      .         .        +INF       EPS       </w:t>
      </w:r>
    </w:p>
    <w:p w:rsidR="0062748B" w:rsidRDefault="0062748B" w:rsidP="0062748B">
      <w:r>
        <w:t xml:space="preserve">3 .1.20      .         .        +INF       EPS       </w:t>
      </w:r>
    </w:p>
    <w:p w:rsidR="0062748B" w:rsidRDefault="0062748B" w:rsidP="0062748B">
      <w:r>
        <w:t xml:space="preserve">3 .1.21      .         .        +INF       EPS       </w:t>
      </w:r>
    </w:p>
    <w:p w:rsidR="0062748B" w:rsidRDefault="0062748B" w:rsidP="0062748B">
      <w:r>
        <w:t xml:space="preserve">3 .1.22      .         .        +INF       EPS       </w:t>
      </w:r>
    </w:p>
    <w:p w:rsidR="0062748B" w:rsidRDefault="0062748B" w:rsidP="0062748B">
      <w:r>
        <w:t xml:space="preserve">3 .1.23      .         .        +INF       EPS       </w:t>
      </w:r>
    </w:p>
    <w:p w:rsidR="0062748B" w:rsidRDefault="0062748B" w:rsidP="0062748B">
      <w:r>
        <w:t xml:space="preserve">3 .1.24      .         .        +INF       EPS       </w:t>
      </w:r>
    </w:p>
    <w:p w:rsidR="0062748B" w:rsidRDefault="0062748B" w:rsidP="0062748B">
      <w:r>
        <w:t xml:space="preserve">3 .1.25      .         .        +INF       EPS       </w:t>
      </w:r>
    </w:p>
    <w:p w:rsidR="0062748B" w:rsidRDefault="0062748B" w:rsidP="0062748B">
      <w:r>
        <w:t xml:space="preserve">3 .1.26      .         .        +INF       EPS       </w:t>
      </w:r>
    </w:p>
    <w:p w:rsidR="0062748B" w:rsidRDefault="0062748B" w:rsidP="0062748B">
      <w:r>
        <w:t xml:space="preserve">3 .1.27      .         .        +INF       EPS       </w:t>
      </w:r>
    </w:p>
    <w:p w:rsidR="0062748B" w:rsidRDefault="0062748B" w:rsidP="0062748B">
      <w:r>
        <w:t xml:space="preserve">3 .1.28      .         .        +INF       EPS       </w:t>
      </w:r>
    </w:p>
    <w:p w:rsidR="0062748B" w:rsidRDefault="0062748B" w:rsidP="0062748B">
      <w:r>
        <w:t xml:space="preserve">3 .1.29      .         .        +INF       EPS       </w:t>
      </w:r>
    </w:p>
    <w:p w:rsidR="0062748B" w:rsidRDefault="0062748B" w:rsidP="0062748B">
      <w:r>
        <w:t xml:space="preserve">4 .1.1       .         .        +INF       EPS       </w:t>
      </w:r>
    </w:p>
    <w:p w:rsidR="0062748B" w:rsidRDefault="0062748B" w:rsidP="0062748B">
      <w:r>
        <w:t xml:space="preserve">4 .1.2       .         .        +INF       EPS       </w:t>
      </w:r>
    </w:p>
    <w:p w:rsidR="0062748B" w:rsidRDefault="0062748B" w:rsidP="0062748B">
      <w:r>
        <w:t xml:space="preserve">4 .1.3       .         .        +INF       EPS       </w:t>
      </w:r>
    </w:p>
    <w:p w:rsidR="0062748B" w:rsidRDefault="0062748B" w:rsidP="0062748B">
      <w:r>
        <w:t xml:space="preserve">4 .1.4       .         .        +INF       EPS       </w:t>
      </w:r>
    </w:p>
    <w:p w:rsidR="0062748B" w:rsidRDefault="0062748B" w:rsidP="0062748B">
      <w:r>
        <w:lastRenderedPageBreak/>
        <w:t xml:space="preserve">4 .1.5       .         .        +INF       EPS       </w:t>
      </w:r>
    </w:p>
    <w:p w:rsidR="0062748B" w:rsidRDefault="0062748B" w:rsidP="0062748B">
      <w:r>
        <w:t xml:space="preserve">4 .1.6       .         .        +INF       EPS       </w:t>
      </w:r>
    </w:p>
    <w:p w:rsidR="0062748B" w:rsidRDefault="0062748B" w:rsidP="0062748B">
      <w:r>
        <w:t xml:space="preserve">4 .1.7       .         .        +INF       EPS       </w:t>
      </w:r>
    </w:p>
    <w:p w:rsidR="0062748B" w:rsidRDefault="0062748B" w:rsidP="0062748B">
      <w:r>
        <w:t xml:space="preserve">4 .1.8       .         .        +INF       EPS       </w:t>
      </w:r>
    </w:p>
    <w:p w:rsidR="0062748B" w:rsidRDefault="0062748B" w:rsidP="0062748B">
      <w:r>
        <w:t xml:space="preserve">4 .1.9       .         .        +INF       EPS       </w:t>
      </w:r>
    </w:p>
    <w:p w:rsidR="0062748B" w:rsidRDefault="0062748B" w:rsidP="0062748B">
      <w:r>
        <w:t xml:space="preserve">4 .1.10      .         .        +INF       EPS       </w:t>
      </w:r>
    </w:p>
    <w:p w:rsidR="0062748B" w:rsidRDefault="0062748B" w:rsidP="0062748B">
      <w:r>
        <w:t xml:space="preserve">4 .1.11      .         .        +INF       EPS       </w:t>
      </w:r>
    </w:p>
    <w:p w:rsidR="0062748B" w:rsidRDefault="0062748B" w:rsidP="0062748B">
      <w:r>
        <w:t xml:space="preserve">4 .1.12      .         .        +INF       EPS       </w:t>
      </w:r>
    </w:p>
    <w:p w:rsidR="0062748B" w:rsidRDefault="0062748B" w:rsidP="0062748B">
      <w:r>
        <w:t xml:space="preserve">4 .1.13      .         .        +INF       EPS       </w:t>
      </w:r>
    </w:p>
    <w:p w:rsidR="0062748B" w:rsidRDefault="0062748B" w:rsidP="0062748B">
      <w:r>
        <w:t xml:space="preserve">4 .1.14      .         .        +INF       EPS       </w:t>
      </w:r>
    </w:p>
    <w:p w:rsidR="0062748B" w:rsidRDefault="0062748B" w:rsidP="0062748B">
      <w:r>
        <w:t xml:space="preserve">4 .1.15      .         .        +INF       EPS       </w:t>
      </w:r>
    </w:p>
    <w:p w:rsidR="0062748B" w:rsidRDefault="0062748B" w:rsidP="0062748B">
      <w:r>
        <w:t xml:space="preserve">4 .1.16      .         .        +INF       EPS       </w:t>
      </w:r>
    </w:p>
    <w:p w:rsidR="0062748B" w:rsidRDefault="0062748B" w:rsidP="0062748B">
      <w:r>
        <w:t xml:space="preserve">4 .1.17      .         .        +INF       EPS       </w:t>
      </w:r>
    </w:p>
    <w:p w:rsidR="0062748B" w:rsidRDefault="0062748B" w:rsidP="0062748B">
      <w:r>
        <w:t xml:space="preserve">4 .1.18      .         .        +INF       EPS       </w:t>
      </w:r>
    </w:p>
    <w:p w:rsidR="0062748B" w:rsidRDefault="0062748B" w:rsidP="0062748B">
      <w:r>
        <w:t xml:space="preserve">4 .1.19      .         .        +INF       EPS       </w:t>
      </w:r>
    </w:p>
    <w:p w:rsidR="0062748B" w:rsidRDefault="0062748B" w:rsidP="0062748B">
      <w:r>
        <w:t xml:space="preserve">4 .1.20      .         .        +INF       EPS       </w:t>
      </w:r>
    </w:p>
    <w:p w:rsidR="0062748B" w:rsidRDefault="0062748B" w:rsidP="0062748B">
      <w:r>
        <w:t xml:space="preserve">4 .1.21      .         .        +INF       EPS       </w:t>
      </w:r>
    </w:p>
    <w:p w:rsidR="0062748B" w:rsidRDefault="0062748B" w:rsidP="0062748B">
      <w:r>
        <w:t xml:space="preserve">4 .1.22      .         .        +INF       EPS       </w:t>
      </w:r>
    </w:p>
    <w:p w:rsidR="0062748B" w:rsidRDefault="0062748B" w:rsidP="0062748B">
      <w:r>
        <w:t xml:space="preserve">4 .1.23      .         .        +INF       EPS       </w:t>
      </w:r>
    </w:p>
    <w:p w:rsidR="0062748B" w:rsidRDefault="0062748B" w:rsidP="0062748B">
      <w:r>
        <w:t xml:space="preserve">4 .1.24      .         .        +INF       EPS       </w:t>
      </w:r>
    </w:p>
    <w:p w:rsidR="0062748B" w:rsidRDefault="0062748B" w:rsidP="0062748B">
      <w:r>
        <w:t xml:space="preserve">4 .1.25      .         .        +INF       EPS       </w:t>
      </w:r>
    </w:p>
    <w:p w:rsidR="0062748B" w:rsidRDefault="0062748B" w:rsidP="0062748B">
      <w:r>
        <w:t xml:space="preserve">4 .1.26      .         .        +INF       EPS       </w:t>
      </w:r>
    </w:p>
    <w:p w:rsidR="0062748B" w:rsidRDefault="0062748B" w:rsidP="0062748B">
      <w:r>
        <w:t xml:space="preserve">4 .1.27      .         .        +INF       EPS       </w:t>
      </w:r>
    </w:p>
    <w:p w:rsidR="0062748B" w:rsidRDefault="0062748B" w:rsidP="0062748B">
      <w:r>
        <w:t xml:space="preserve">4 .1.28      .         .        +INF       EPS       </w:t>
      </w:r>
    </w:p>
    <w:p w:rsidR="0062748B" w:rsidRDefault="0062748B" w:rsidP="0062748B">
      <w:r>
        <w:t xml:space="preserve">4 .1.29      .         .        +INF       EPS       </w:t>
      </w:r>
    </w:p>
    <w:p w:rsidR="0062748B" w:rsidRDefault="0062748B" w:rsidP="0062748B">
      <w:r>
        <w:lastRenderedPageBreak/>
        <w:t xml:space="preserve">5 .1.1       .         .        +INF       EPS       </w:t>
      </w:r>
    </w:p>
    <w:p w:rsidR="0062748B" w:rsidRDefault="0062748B" w:rsidP="0062748B">
      <w:r>
        <w:t xml:space="preserve">5 .1.2       .         .        +INF       EPS       </w:t>
      </w:r>
    </w:p>
    <w:p w:rsidR="0062748B" w:rsidRDefault="0062748B" w:rsidP="0062748B">
      <w:r>
        <w:t xml:space="preserve">5 .1.3       .         .        +INF       EPS       </w:t>
      </w:r>
    </w:p>
    <w:p w:rsidR="0062748B" w:rsidRDefault="0062748B" w:rsidP="0062748B">
      <w:r>
        <w:t xml:space="preserve">5 .1.4       .         .        +INF       EPS       </w:t>
      </w:r>
    </w:p>
    <w:p w:rsidR="0062748B" w:rsidRDefault="0062748B" w:rsidP="0062748B">
      <w:r>
        <w:t xml:space="preserve">5 .1.5       .         .        +INF       EPS       </w:t>
      </w:r>
    </w:p>
    <w:p w:rsidR="0062748B" w:rsidRDefault="0062748B" w:rsidP="0062748B">
      <w:r>
        <w:t xml:space="preserve">5 .1.6       .         .        +INF       EPS       </w:t>
      </w:r>
    </w:p>
    <w:p w:rsidR="0062748B" w:rsidRDefault="0062748B" w:rsidP="0062748B">
      <w:r>
        <w:t xml:space="preserve">5 .1.7       .         .        +INF       EPS       </w:t>
      </w:r>
    </w:p>
    <w:p w:rsidR="0062748B" w:rsidRDefault="0062748B" w:rsidP="0062748B">
      <w:r>
        <w:t xml:space="preserve">5 .1.8       .         .        +INF       EPS       </w:t>
      </w:r>
    </w:p>
    <w:p w:rsidR="0062748B" w:rsidRDefault="0062748B" w:rsidP="0062748B">
      <w:r>
        <w:t xml:space="preserve">5 .1.9       .         .        +INF       EPS       </w:t>
      </w:r>
    </w:p>
    <w:p w:rsidR="0062748B" w:rsidRDefault="0062748B" w:rsidP="0062748B">
      <w:r>
        <w:t xml:space="preserve">5 .1.10      .         .        +INF       EPS       </w:t>
      </w:r>
    </w:p>
    <w:p w:rsidR="0062748B" w:rsidRDefault="0062748B" w:rsidP="0062748B">
      <w:r>
        <w:t xml:space="preserve">5 .1.11      .         .        +INF       EPS       </w:t>
      </w:r>
    </w:p>
    <w:p w:rsidR="0062748B" w:rsidRDefault="0062748B" w:rsidP="0062748B">
      <w:r>
        <w:t xml:space="preserve">5 .1.12      .         .        +INF       EPS       </w:t>
      </w:r>
    </w:p>
    <w:p w:rsidR="0062748B" w:rsidRDefault="0062748B" w:rsidP="0062748B">
      <w:r>
        <w:t xml:space="preserve">5 .1.13      .         .        +INF       EPS       </w:t>
      </w:r>
    </w:p>
    <w:p w:rsidR="0062748B" w:rsidRDefault="0062748B" w:rsidP="0062748B">
      <w:r>
        <w:t xml:space="preserve">5 .1.14      .         .        +INF       EPS       </w:t>
      </w:r>
    </w:p>
    <w:p w:rsidR="0062748B" w:rsidRDefault="0062748B" w:rsidP="0062748B">
      <w:r>
        <w:t xml:space="preserve">5 .1.15      .         .        +INF       EPS       </w:t>
      </w:r>
    </w:p>
    <w:p w:rsidR="0062748B" w:rsidRDefault="0062748B" w:rsidP="0062748B">
      <w:r>
        <w:t xml:space="preserve">5 .1.16      .         .        +INF       EPS       </w:t>
      </w:r>
    </w:p>
    <w:p w:rsidR="0062748B" w:rsidRDefault="0062748B" w:rsidP="0062748B">
      <w:r>
        <w:t xml:space="preserve">5 .1.17      .         .        +INF       EPS       </w:t>
      </w:r>
    </w:p>
    <w:p w:rsidR="0062748B" w:rsidRDefault="0062748B" w:rsidP="0062748B">
      <w:r>
        <w:t xml:space="preserve">5 .1.18      .         .        +INF       EPS       </w:t>
      </w:r>
    </w:p>
    <w:p w:rsidR="0062748B" w:rsidRDefault="0062748B" w:rsidP="0062748B">
      <w:r>
        <w:t xml:space="preserve">5 .1.19      .         .        +INF       EPS       </w:t>
      </w:r>
    </w:p>
    <w:p w:rsidR="0062748B" w:rsidRDefault="0062748B" w:rsidP="0062748B">
      <w:r>
        <w:t xml:space="preserve">5 .1.20      .         .        +INF       EPS       </w:t>
      </w:r>
    </w:p>
    <w:p w:rsidR="0062748B" w:rsidRDefault="0062748B" w:rsidP="0062748B">
      <w:r>
        <w:t xml:space="preserve">5 .1.21      .         .        +INF       EPS       </w:t>
      </w:r>
    </w:p>
    <w:p w:rsidR="0062748B" w:rsidRDefault="0062748B" w:rsidP="0062748B">
      <w:r>
        <w:t xml:space="preserve">5 .1.22      .         .        +INF       EPS       </w:t>
      </w:r>
    </w:p>
    <w:p w:rsidR="0062748B" w:rsidRDefault="0062748B" w:rsidP="0062748B">
      <w:r>
        <w:t xml:space="preserve">5 .1.23      .         .        +INF       EPS       </w:t>
      </w:r>
    </w:p>
    <w:p w:rsidR="0062748B" w:rsidRDefault="0062748B" w:rsidP="0062748B">
      <w:r>
        <w:t xml:space="preserve">5 .1.24      .         .        +INF       EPS       </w:t>
      </w:r>
    </w:p>
    <w:p w:rsidR="0062748B" w:rsidRDefault="0062748B" w:rsidP="0062748B">
      <w:r>
        <w:t xml:space="preserve">5 .1.25      .         .        +INF       EPS       </w:t>
      </w:r>
    </w:p>
    <w:p w:rsidR="0062748B" w:rsidRDefault="0062748B" w:rsidP="0062748B">
      <w:r>
        <w:lastRenderedPageBreak/>
        <w:t xml:space="preserve">5 .1.26      .         .        +INF       EPS       </w:t>
      </w:r>
    </w:p>
    <w:p w:rsidR="0062748B" w:rsidRDefault="0062748B" w:rsidP="0062748B">
      <w:r>
        <w:t xml:space="preserve">5 .1.27      .         .        +INF       EPS       </w:t>
      </w:r>
    </w:p>
    <w:p w:rsidR="0062748B" w:rsidRDefault="0062748B" w:rsidP="0062748B">
      <w:r>
        <w:t xml:space="preserve">5 .1.28      .         .        +INF       EPS       </w:t>
      </w:r>
    </w:p>
    <w:p w:rsidR="0062748B" w:rsidRDefault="0062748B" w:rsidP="0062748B">
      <w:r>
        <w:t xml:space="preserve">5 .1.29      .         .        +INF       EPS       </w:t>
      </w:r>
    </w:p>
    <w:p w:rsidR="0062748B" w:rsidRDefault="0062748B" w:rsidP="0062748B">
      <w:r>
        <w:t xml:space="preserve">6 .1.1       .         .        +INF       EPS       </w:t>
      </w:r>
    </w:p>
    <w:p w:rsidR="0062748B" w:rsidRDefault="0062748B" w:rsidP="0062748B">
      <w:r>
        <w:t xml:space="preserve">6 .1.2       .         .        +INF       EPS       </w:t>
      </w:r>
    </w:p>
    <w:p w:rsidR="0062748B" w:rsidRDefault="0062748B" w:rsidP="0062748B">
      <w:r>
        <w:t xml:space="preserve">6 .1.3       .         .        +INF       EPS       </w:t>
      </w:r>
    </w:p>
    <w:p w:rsidR="0062748B" w:rsidRDefault="0062748B" w:rsidP="0062748B">
      <w:r>
        <w:t xml:space="preserve">6 .1.4       .         .        +INF       EPS       </w:t>
      </w:r>
    </w:p>
    <w:p w:rsidR="0062748B" w:rsidRDefault="0062748B" w:rsidP="0062748B">
      <w:r>
        <w:t xml:space="preserve">6 .1.5       .         .        +INF       EPS       </w:t>
      </w:r>
    </w:p>
    <w:p w:rsidR="0062748B" w:rsidRDefault="0062748B" w:rsidP="0062748B">
      <w:r>
        <w:t xml:space="preserve">6 .1.6       .         .        +INF       EPS       </w:t>
      </w:r>
    </w:p>
    <w:p w:rsidR="0062748B" w:rsidRDefault="0062748B" w:rsidP="0062748B">
      <w:r>
        <w:t xml:space="preserve">6 .1.7       .         .        +INF       EPS       </w:t>
      </w:r>
    </w:p>
    <w:p w:rsidR="0062748B" w:rsidRDefault="0062748B" w:rsidP="0062748B">
      <w:r>
        <w:t xml:space="preserve">6 .1.8       .         .        +INF       EPS       </w:t>
      </w:r>
    </w:p>
    <w:p w:rsidR="0062748B" w:rsidRDefault="0062748B" w:rsidP="0062748B">
      <w:r>
        <w:t xml:space="preserve">6 .1.9       .         .        +INF       EPS       </w:t>
      </w:r>
    </w:p>
    <w:p w:rsidR="0062748B" w:rsidRDefault="0062748B" w:rsidP="0062748B">
      <w:r>
        <w:t xml:space="preserve">6 .1.10      .         .        +INF       EPS       </w:t>
      </w:r>
    </w:p>
    <w:p w:rsidR="0062748B" w:rsidRDefault="0062748B" w:rsidP="0062748B">
      <w:r>
        <w:t xml:space="preserve">6 .1.11      .         .        +INF       EPS       </w:t>
      </w:r>
    </w:p>
    <w:p w:rsidR="0062748B" w:rsidRDefault="0062748B" w:rsidP="0062748B">
      <w:r>
        <w:t xml:space="preserve">6 .1.12      .         .        +INF       EPS       </w:t>
      </w:r>
    </w:p>
    <w:p w:rsidR="0062748B" w:rsidRDefault="0062748B" w:rsidP="0062748B">
      <w:r>
        <w:t xml:space="preserve">6 .1.13      .         .        +INF       EPS       </w:t>
      </w:r>
    </w:p>
    <w:p w:rsidR="0062748B" w:rsidRDefault="0062748B" w:rsidP="0062748B">
      <w:r>
        <w:t xml:space="preserve">6 .1.14      .         .        +INF       EPS       </w:t>
      </w:r>
    </w:p>
    <w:p w:rsidR="0062748B" w:rsidRDefault="0062748B" w:rsidP="0062748B">
      <w:r>
        <w:t xml:space="preserve">6 .1.15      .         .        +INF       EPS       </w:t>
      </w:r>
    </w:p>
    <w:p w:rsidR="0062748B" w:rsidRDefault="0062748B" w:rsidP="0062748B">
      <w:r>
        <w:t xml:space="preserve">6 .1.16      .         .        +INF       EPS       </w:t>
      </w:r>
    </w:p>
    <w:p w:rsidR="0062748B" w:rsidRDefault="0062748B" w:rsidP="0062748B">
      <w:r>
        <w:t xml:space="preserve">6 .1.17      .         .        +INF       EPS       </w:t>
      </w:r>
    </w:p>
    <w:p w:rsidR="0062748B" w:rsidRDefault="0062748B" w:rsidP="0062748B">
      <w:r>
        <w:t xml:space="preserve">6 .1.18      .         .        +INF       EPS       </w:t>
      </w:r>
    </w:p>
    <w:p w:rsidR="0062748B" w:rsidRDefault="0062748B" w:rsidP="0062748B">
      <w:r>
        <w:t xml:space="preserve">6 .1.19      .         .        +INF       EPS       </w:t>
      </w:r>
    </w:p>
    <w:p w:rsidR="0062748B" w:rsidRDefault="0062748B" w:rsidP="0062748B">
      <w:r>
        <w:t xml:space="preserve">6 .1.20      .         .        +INF       EPS       </w:t>
      </w:r>
    </w:p>
    <w:p w:rsidR="0062748B" w:rsidRDefault="0062748B" w:rsidP="0062748B">
      <w:r>
        <w:t xml:space="preserve">6 .1.21      .         .        +INF       EPS       </w:t>
      </w:r>
    </w:p>
    <w:p w:rsidR="0062748B" w:rsidRDefault="0062748B" w:rsidP="0062748B">
      <w:r>
        <w:lastRenderedPageBreak/>
        <w:t xml:space="preserve">6 .1.22      .         .        +INF       EPS       </w:t>
      </w:r>
    </w:p>
    <w:p w:rsidR="0062748B" w:rsidRDefault="0062748B" w:rsidP="0062748B">
      <w:r>
        <w:t xml:space="preserve">6 .1.23      .         .        +INF       EPS       </w:t>
      </w:r>
    </w:p>
    <w:p w:rsidR="0062748B" w:rsidRDefault="0062748B" w:rsidP="0062748B">
      <w:r>
        <w:t xml:space="preserve">6 .1.24      .         .        +INF       EPS       </w:t>
      </w:r>
    </w:p>
    <w:p w:rsidR="0062748B" w:rsidRDefault="0062748B" w:rsidP="0062748B">
      <w:r>
        <w:t xml:space="preserve">6 .1.25      .         .        +INF       EPS       </w:t>
      </w:r>
    </w:p>
    <w:p w:rsidR="0062748B" w:rsidRDefault="0062748B" w:rsidP="0062748B">
      <w:r>
        <w:t xml:space="preserve">6 .1.26      .         .        +INF       EPS       </w:t>
      </w:r>
    </w:p>
    <w:p w:rsidR="0062748B" w:rsidRDefault="0062748B" w:rsidP="0062748B">
      <w:r>
        <w:t xml:space="preserve">6 .1.27      .         .        +INF       EPS       </w:t>
      </w:r>
    </w:p>
    <w:p w:rsidR="0062748B" w:rsidRDefault="0062748B" w:rsidP="0062748B">
      <w:r>
        <w:t xml:space="preserve">6 .1.28      .         .        +INF       EPS       </w:t>
      </w:r>
    </w:p>
    <w:p w:rsidR="0062748B" w:rsidRDefault="0062748B" w:rsidP="0062748B">
      <w:r>
        <w:t xml:space="preserve">6 .1.29      .         .        +INF       EPS       </w:t>
      </w:r>
    </w:p>
    <w:p w:rsidR="0062748B" w:rsidRDefault="0062748B" w:rsidP="0062748B">
      <w:r>
        <w:t xml:space="preserve">7 .1.1       .         .        +INF       EPS       </w:t>
      </w:r>
    </w:p>
    <w:p w:rsidR="0062748B" w:rsidRDefault="0062748B" w:rsidP="0062748B">
      <w:r>
        <w:t xml:space="preserve">7 .1.2       .         .        +INF       EPS       </w:t>
      </w:r>
    </w:p>
    <w:p w:rsidR="0062748B" w:rsidRDefault="0062748B" w:rsidP="0062748B">
      <w:r>
        <w:t xml:space="preserve">7 .1.3       .         .        +INF       EPS       </w:t>
      </w:r>
    </w:p>
    <w:p w:rsidR="0062748B" w:rsidRDefault="0062748B" w:rsidP="0062748B">
      <w:r>
        <w:t xml:space="preserve">7 .1.4       .         .        +INF       EPS       </w:t>
      </w:r>
    </w:p>
    <w:p w:rsidR="0062748B" w:rsidRDefault="0062748B" w:rsidP="0062748B">
      <w:r>
        <w:t xml:space="preserve">7 .1.5       .         .        +INF       EPS       </w:t>
      </w:r>
    </w:p>
    <w:p w:rsidR="0062748B" w:rsidRDefault="0062748B" w:rsidP="0062748B">
      <w:r>
        <w:t xml:space="preserve">7 .1.6       .         .        +INF       EPS       </w:t>
      </w:r>
    </w:p>
    <w:p w:rsidR="0062748B" w:rsidRDefault="0062748B" w:rsidP="0062748B">
      <w:r>
        <w:t xml:space="preserve">7 .1.7       .         .        +INF       EPS       </w:t>
      </w:r>
    </w:p>
    <w:p w:rsidR="0062748B" w:rsidRDefault="0062748B" w:rsidP="0062748B">
      <w:r>
        <w:t xml:space="preserve">7 .1.8       .         .        +INF       EPS       </w:t>
      </w:r>
    </w:p>
    <w:p w:rsidR="0062748B" w:rsidRDefault="0062748B" w:rsidP="0062748B">
      <w:r>
        <w:t xml:space="preserve">7 .1.9       .         .        +INF       EPS       </w:t>
      </w:r>
    </w:p>
    <w:p w:rsidR="0062748B" w:rsidRDefault="0062748B" w:rsidP="0062748B">
      <w:r>
        <w:t xml:space="preserve">7 .1.10      .         .        +INF       EPS       </w:t>
      </w:r>
    </w:p>
    <w:p w:rsidR="0062748B" w:rsidRDefault="0062748B" w:rsidP="0062748B">
      <w:r>
        <w:t xml:space="preserve">7 .1.11      .         .        +INF       EPS       </w:t>
      </w:r>
    </w:p>
    <w:p w:rsidR="0062748B" w:rsidRDefault="0062748B" w:rsidP="0062748B">
      <w:r>
        <w:t xml:space="preserve">7 .1.12      .         .        +INF       EPS       </w:t>
      </w:r>
    </w:p>
    <w:p w:rsidR="0062748B" w:rsidRDefault="0062748B" w:rsidP="0062748B">
      <w:r>
        <w:t xml:space="preserve">7 .1.13      .         .        +INF       EPS       </w:t>
      </w:r>
    </w:p>
    <w:p w:rsidR="0062748B" w:rsidRDefault="0062748B" w:rsidP="0062748B">
      <w:r>
        <w:t xml:space="preserve">7 .1.14      .         .        +INF       EPS       </w:t>
      </w:r>
    </w:p>
    <w:p w:rsidR="0062748B" w:rsidRDefault="0062748B" w:rsidP="0062748B">
      <w:r>
        <w:t xml:space="preserve">7 .1.15      .         .        +INF       EPS       </w:t>
      </w:r>
    </w:p>
    <w:p w:rsidR="0062748B" w:rsidRDefault="0062748B" w:rsidP="0062748B">
      <w:r>
        <w:t xml:space="preserve">7 .1.16      .         .        +INF       EPS       </w:t>
      </w:r>
    </w:p>
    <w:p w:rsidR="0062748B" w:rsidRDefault="0062748B" w:rsidP="0062748B">
      <w:r>
        <w:t xml:space="preserve">7 .1.17      .         .        +INF       EPS       </w:t>
      </w:r>
    </w:p>
    <w:p w:rsidR="0062748B" w:rsidRDefault="0062748B" w:rsidP="0062748B">
      <w:r>
        <w:lastRenderedPageBreak/>
        <w:t xml:space="preserve">7 .1.18      .         .        +INF       EPS       </w:t>
      </w:r>
    </w:p>
    <w:p w:rsidR="0062748B" w:rsidRDefault="0062748B" w:rsidP="0062748B">
      <w:r>
        <w:t xml:space="preserve">7 .1.19      .         .        +INF       EPS       </w:t>
      </w:r>
    </w:p>
    <w:p w:rsidR="0062748B" w:rsidRDefault="0062748B" w:rsidP="0062748B">
      <w:r>
        <w:t xml:space="preserve">7 .1.20      .         .        +INF       EPS       </w:t>
      </w:r>
    </w:p>
    <w:p w:rsidR="0062748B" w:rsidRDefault="0062748B" w:rsidP="0062748B">
      <w:r>
        <w:t xml:space="preserve">7 .1.21      .         .        +INF       EPS       </w:t>
      </w:r>
    </w:p>
    <w:p w:rsidR="0062748B" w:rsidRDefault="0062748B" w:rsidP="0062748B">
      <w:r>
        <w:t xml:space="preserve">7 .1.22      .         .        +INF       EPS       </w:t>
      </w:r>
    </w:p>
    <w:p w:rsidR="0062748B" w:rsidRDefault="0062748B" w:rsidP="0062748B">
      <w:r>
        <w:t xml:space="preserve">7 .1.23      .         .        +INF       EPS       </w:t>
      </w:r>
    </w:p>
    <w:p w:rsidR="0062748B" w:rsidRDefault="0062748B" w:rsidP="0062748B">
      <w:r>
        <w:t xml:space="preserve">7 .1.24      .         .        +INF       EPS       </w:t>
      </w:r>
    </w:p>
    <w:p w:rsidR="0062748B" w:rsidRDefault="0062748B" w:rsidP="0062748B">
      <w:r>
        <w:t xml:space="preserve">7 .1.25      .         .        +INF       EPS       </w:t>
      </w:r>
    </w:p>
    <w:p w:rsidR="0062748B" w:rsidRDefault="0062748B" w:rsidP="0062748B">
      <w:r>
        <w:t xml:space="preserve">7 .1.26      .         .        +INF       EPS       </w:t>
      </w:r>
    </w:p>
    <w:p w:rsidR="0062748B" w:rsidRDefault="0062748B" w:rsidP="0062748B">
      <w:r>
        <w:t xml:space="preserve">7 .1.27      .         .        +INF       EPS       </w:t>
      </w:r>
    </w:p>
    <w:p w:rsidR="0062748B" w:rsidRDefault="0062748B" w:rsidP="0062748B">
      <w:r>
        <w:t xml:space="preserve">7 .1.28      .         .        +INF       EPS       </w:t>
      </w:r>
    </w:p>
    <w:p w:rsidR="0062748B" w:rsidRDefault="0062748B" w:rsidP="0062748B">
      <w:r>
        <w:t xml:space="preserve">7 .1.29      .         .        +INF       EPS       </w:t>
      </w:r>
    </w:p>
    <w:p w:rsidR="0062748B" w:rsidRDefault="0062748B" w:rsidP="0062748B">
      <w:r>
        <w:t xml:space="preserve">8 .1.1       .         .        +INF       EPS       </w:t>
      </w:r>
    </w:p>
    <w:p w:rsidR="0062748B" w:rsidRDefault="0062748B" w:rsidP="0062748B">
      <w:r>
        <w:t xml:space="preserve">8 .1.2       .         .        +INF       EPS       </w:t>
      </w:r>
    </w:p>
    <w:p w:rsidR="0062748B" w:rsidRDefault="0062748B" w:rsidP="0062748B">
      <w:r>
        <w:t xml:space="preserve">8 .1.3       .         .        +INF       EPS       </w:t>
      </w:r>
    </w:p>
    <w:p w:rsidR="0062748B" w:rsidRDefault="0062748B" w:rsidP="0062748B">
      <w:r>
        <w:t xml:space="preserve">8 .1.4       .         .        +INF       EPS       </w:t>
      </w:r>
    </w:p>
    <w:p w:rsidR="0062748B" w:rsidRDefault="0062748B" w:rsidP="0062748B">
      <w:r>
        <w:t xml:space="preserve">8 .1.5       .         .        +INF       EPS       </w:t>
      </w:r>
    </w:p>
    <w:p w:rsidR="0062748B" w:rsidRDefault="0062748B" w:rsidP="0062748B">
      <w:r>
        <w:t xml:space="preserve">8 .1.6       .         .        +INF       EPS       </w:t>
      </w:r>
    </w:p>
    <w:p w:rsidR="0062748B" w:rsidRDefault="0062748B" w:rsidP="0062748B">
      <w:r>
        <w:t xml:space="preserve">8 .1.7       .         .        +INF       EPS       </w:t>
      </w:r>
    </w:p>
    <w:p w:rsidR="0062748B" w:rsidRDefault="0062748B" w:rsidP="0062748B">
      <w:r>
        <w:t xml:space="preserve">8 .1.8       .         .        +INF       EPS       </w:t>
      </w:r>
    </w:p>
    <w:p w:rsidR="0062748B" w:rsidRDefault="0062748B" w:rsidP="0062748B">
      <w:r>
        <w:t xml:space="preserve">8 .1.9       .         .        +INF       EPS       </w:t>
      </w:r>
    </w:p>
    <w:p w:rsidR="0062748B" w:rsidRDefault="0062748B" w:rsidP="0062748B">
      <w:r>
        <w:t xml:space="preserve">8 .1.10      .         .        +INF       EPS       </w:t>
      </w:r>
    </w:p>
    <w:p w:rsidR="0062748B" w:rsidRDefault="0062748B" w:rsidP="0062748B">
      <w:r>
        <w:t xml:space="preserve">8 .1.11      .         .        +INF       EPS       </w:t>
      </w:r>
    </w:p>
    <w:p w:rsidR="0062748B" w:rsidRDefault="0062748B" w:rsidP="0062748B">
      <w:r>
        <w:t xml:space="preserve">8 .1.12      .         .        +INF       EPS       </w:t>
      </w:r>
    </w:p>
    <w:p w:rsidR="0062748B" w:rsidRDefault="0062748B" w:rsidP="0062748B">
      <w:r>
        <w:t xml:space="preserve">8 .1.13      .         .        +INF       EPS       </w:t>
      </w:r>
    </w:p>
    <w:p w:rsidR="0062748B" w:rsidRDefault="0062748B" w:rsidP="0062748B">
      <w:r>
        <w:lastRenderedPageBreak/>
        <w:t xml:space="preserve">8 .1.14      .         .        +INF       EPS       </w:t>
      </w:r>
    </w:p>
    <w:p w:rsidR="0062748B" w:rsidRDefault="0062748B" w:rsidP="0062748B">
      <w:r>
        <w:t xml:space="preserve">8 .1.15      .         .        +INF       EPS       </w:t>
      </w:r>
    </w:p>
    <w:p w:rsidR="0062748B" w:rsidRDefault="0062748B" w:rsidP="0062748B">
      <w:r>
        <w:t xml:space="preserve">8 .1.16      .         .        +INF       EPS       </w:t>
      </w:r>
    </w:p>
    <w:p w:rsidR="0062748B" w:rsidRDefault="0062748B" w:rsidP="0062748B">
      <w:r>
        <w:t xml:space="preserve">8 .1.17      .         .        +INF       EPS       </w:t>
      </w:r>
    </w:p>
    <w:p w:rsidR="0062748B" w:rsidRDefault="0062748B" w:rsidP="0062748B">
      <w:r>
        <w:t xml:space="preserve">8 .1.18      .         .        +INF       EPS       </w:t>
      </w:r>
    </w:p>
    <w:p w:rsidR="0062748B" w:rsidRDefault="0062748B" w:rsidP="0062748B">
      <w:r>
        <w:t xml:space="preserve">8 .1.19      .         .        +INF       EPS       </w:t>
      </w:r>
    </w:p>
    <w:p w:rsidR="0062748B" w:rsidRDefault="0062748B" w:rsidP="0062748B">
      <w:r>
        <w:t xml:space="preserve">8 .1.20      .         .        +INF       EPS       </w:t>
      </w:r>
    </w:p>
    <w:p w:rsidR="0062748B" w:rsidRDefault="0062748B" w:rsidP="0062748B">
      <w:r>
        <w:t xml:space="preserve">8 .1.21      .         .        +INF       EPS       </w:t>
      </w:r>
    </w:p>
    <w:p w:rsidR="0062748B" w:rsidRDefault="0062748B" w:rsidP="0062748B">
      <w:r>
        <w:t xml:space="preserve">8 .1.22      .         .        +INF       EPS       </w:t>
      </w:r>
    </w:p>
    <w:p w:rsidR="0062748B" w:rsidRDefault="0062748B" w:rsidP="0062748B">
      <w:r>
        <w:t xml:space="preserve">8 .1.23      .         .        +INF       EPS       </w:t>
      </w:r>
    </w:p>
    <w:p w:rsidR="0062748B" w:rsidRDefault="0062748B" w:rsidP="0062748B">
      <w:r>
        <w:t xml:space="preserve">8 .1.24      .         .        +INF       EPS       </w:t>
      </w:r>
    </w:p>
    <w:p w:rsidR="0062748B" w:rsidRDefault="0062748B" w:rsidP="0062748B">
      <w:r>
        <w:t xml:space="preserve">8 .1.25      .         .        +INF       EPS       </w:t>
      </w:r>
    </w:p>
    <w:p w:rsidR="0062748B" w:rsidRDefault="0062748B" w:rsidP="0062748B">
      <w:r>
        <w:t xml:space="preserve">8 .1.26      .         .        +INF       EPS       </w:t>
      </w:r>
    </w:p>
    <w:p w:rsidR="0062748B" w:rsidRDefault="0062748B" w:rsidP="0062748B">
      <w:r>
        <w:t xml:space="preserve">8 .1.27      .         .        +INF       EPS       </w:t>
      </w:r>
    </w:p>
    <w:p w:rsidR="0062748B" w:rsidRDefault="0062748B" w:rsidP="0062748B">
      <w:r>
        <w:t xml:space="preserve">8 .1.28      .         .        +INF       EPS       </w:t>
      </w:r>
    </w:p>
    <w:p w:rsidR="0062748B" w:rsidRDefault="0062748B" w:rsidP="0062748B">
      <w:r>
        <w:t xml:space="preserve">8 .1.29      .         .        +INF       EPS       </w:t>
      </w:r>
    </w:p>
    <w:p w:rsidR="0062748B" w:rsidRDefault="0062748B" w:rsidP="0062748B">
      <w:r>
        <w:t xml:space="preserve">9 .1.1       .         .        +INF       EPS       </w:t>
      </w:r>
    </w:p>
    <w:p w:rsidR="0062748B" w:rsidRDefault="0062748B" w:rsidP="0062748B">
      <w:r>
        <w:t xml:space="preserve">9 .1.2       .         .        +INF       EPS       </w:t>
      </w:r>
    </w:p>
    <w:p w:rsidR="0062748B" w:rsidRDefault="0062748B" w:rsidP="0062748B">
      <w:r>
        <w:t xml:space="preserve">9 .1.3       .         .        +INF       EPS       </w:t>
      </w:r>
    </w:p>
    <w:p w:rsidR="0062748B" w:rsidRDefault="0062748B" w:rsidP="0062748B">
      <w:r>
        <w:t xml:space="preserve">9 .1.4       .         .        +INF       EPS       </w:t>
      </w:r>
    </w:p>
    <w:p w:rsidR="0062748B" w:rsidRDefault="0062748B" w:rsidP="0062748B">
      <w:r>
        <w:t xml:space="preserve">9 .1.5       .         .        +INF       EPS       </w:t>
      </w:r>
    </w:p>
    <w:p w:rsidR="0062748B" w:rsidRDefault="0062748B" w:rsidP="0062748B">
      <w:r>
        <w:t xml:space="preserve">9 .1.6       .         .        +INF       EPS       </w:t>
      </w:r>
    </w:p>
    <w:p w:rsidR="0062748B" w:rsidRDefault="0062748B" w:rsidP="0062748B">
      <w:r>
        <w:t xml:space="preserve">9 .1.7       .         .        +INF       EPS       </w:t>
      </w:r>
    </w:p>
    <w:p w:rsidR="0062748B" w:rsidRDefault="0062748B" w:rsidP="0062748B">
      <w:r>
        <w:t xml:space="preserve">9 .1.8       .         .        +INF       EPS       </w:t>
      </w:r>
    </w:p>
    <w:p w:rsidR="0062748B" w:rsidRDefault="0062748B" w:rsidP="0062748B">
      <w:r>
        <w:t xml:space="preserve">9 .1.9       .         .        +INF       EPS       </w:t>
      </w:r>
    </w:p>
    <w:p w:rsidR="0062748B" w:rsidRDefault="0062748B" w:rsidP="0062748B">
      <w:r>
        <w:lastRenderedPageBreak/>
        <w:t xml:space="preserve">9 .1.10      .         .        +INF       EPS       </w:t>
      </w:r>
    </w:p>
    <w:p w:rsidR="0062748B" w:rsidRDefault="0062748B" w:rsidP="0062748B">
      <w:r>
        <w:t xml:space="preserve">9 .1.11      .         .        +INF       EPS       </w:t>
      </w:r>
    </w:p>
    <w:p w:rsidR="0062748B" w:rsidRDefault="0062748B" w:rsidP="0062748B">
      <w:r>
        <w:t xml:space="preserve">9 .1.12      .         .        +INF       EPS       </w:t>
      </w:r>
    </w:p>
    <w:p w:rsidR="0062748B" w:rsidRDefault="0062748B" w:rsidP="0062748B">
      <w:r>
        <w:t xml:space="preserve">9 .1.13      .         .        +INF       EPS       </w:t>
      </w:r>
    </w:p>
    <w:p w:rsidR="0062748B" w:rsidRDefault="0062748B" w:rsidP="0062748B">
      <w:r>
        <w:t xml:space="preserve">9 .1.14      .         .        +INF       EPS       </w:t>
      </w:r>
    </w:p>
    <w:p w:rsidR="0062748B" w:rsidRDefault="0062748B" w:rsidP="0062748B">
      <w:r>
        <w:t xml:space="preserve">9 .1.15      .         .        +INF       EPS       </w:t>
      </w:r>
    </w:p>
    <w:p w:rsidR="0062748B" w:rsidRDefault="0062748B" w:rsidP="0062748B">
      <w:r>
        <w:t xml:space="preserve">9 .1.16      .         .        +INF       EPS       </w:t>
      </w:r>
    </w:p>
    <w:p w:rsidR="0062748B" w:rsidRDefault="0062748B" w:rsidP="0062748B">
      <w:r>
        <w:t xml:space="preserve">9 .1.17      .         .        +INF       EPS       </w:t>
      </w:r>
    </w:p>
    <w:p w:rsidR="0062748B" w:rsidRDefault="0062748B" w:rsidP="0062748B">
      <w:r>
        <w:t xml:space="preserve">9 .1.18      .         .        +INF       EPS       </w:t>
      </w:r>
    </w:p>
    <w:p w:rsidR="0062748B" w:rsidRDefault="0062748B" w:rsidP="0062748B">
      <w:r>
        <w:t xml:space="preserve">9 .1.19      .         .        +INF       EPS       </w:t>
      </w:r>
    </w:p>
    <w:p w:rsidR="0062748B" w:rsidRDefault="0062748B" w:rsidP="0062748B">
      <w:r>
        <w:t xml:space="preserve">9 .1.20      .         .        +INF       EPS       </w:t>
      </w:r>
    </w:p>
    <w:p w:rsidR="0062748B" w:rsidRDefault="0062748B" w:rsidP="0062748B">
      <w:r>
        <w:t xml:space="preserve">9 .1.21      .         .        +INF       EPS       </w:t>
      </w:r>
    </w:p>
    <w:p w:rsidR="0062748B" w:rsidRDefault="0062748B" w:rsidP="0062748B">
      <w:r>
        <w:t xml:space="preserve">9 .1.22      .         .        +INF       EPS       </w:t>
      </w:r>
    </w:p>
    <w:p w:rsidR="0062748B" w:rsidRDefault="0062748B" w:rsidP="0062748B">
      <w:r>
        <w:t xml:space="preserve">9 .1.23      .         .        +INF       EPS       </w:t>
      </w:r>
    </w:p>
    <w:p w:rsidR="0062748B" w:rsidRDefault="0062748B" w:rsidP="0062748B">
      <w:r>
        <w:t xml:space="preserve">9 .1.24      .         .        +INF       EPS       </w:t>
      </w:r>
    </w:p>
    <w:p w:rsidR="0062748B" w:rsidRDefault="0062748B" w:rsidP="0062748B">
      <w:r>
        <w:t xml:space="preserve">9 .1.25      .         .        +INF       EPS       </w:t>
      </w:r>
    </w:p>
    <w:p w:rsidR="0062748B" w:rsidRDefault="0062748B" w:rsidP="0062748B">
      <w:r>
        <w:t xml:space="preserve">9 .1.26      .         .        +INF       EPS       </w:t>
      </w:r>
    </w:p>
    <w:p w:rsidR="0062748B" w:rsidRDefault="0062748B" w:rsidP="0062748B">
      <w:r>
        <w:t xml:space="preserve">9 .1.27      .         .        +INF       EPS       </w:t>
      </w:r>
    </w:p>
    <w:p w:rsidR="0062748B" w:rsidRDefault="0062748B" w:rsidP="0062748B">
      <w:r>
        <w:t xml:space="preserve">9 .1.28      .         .        +INF       EPS       </w:t>
      </w:r>
    </w:p>
    <w:p w:rsidR="0062748B" w:rsidRDefault="0062748B" w:rsidP="0062748B">
      <w:r>
        <w:t xml:space="preserve">9 .1.29      .         .        +INF       EPS       </w:t>
      </w:r>
    </w:p>
    <w:p w:rsidR="0062748B" w:rsidRDefault="0062748B" w:rsidP="0062748B">
      <w:r>
        <w:t xml:space="preserve">10.1.1       .         .        +INF       EPS       </w:t>
      </w:r>
    </w:p>
    <w:p w:rsidR="0062748B" w:rsidRDefault="0062748B" w:rsidP="0062748B">
      <w:r>
        <w:t xml:space="preserve">10.1.2       .         .        +INF       EPS       </w:t>
      </w:r>
    </w:p>
    <w:p w:rsidR="0062748B" w:rsidRDefault="0062748B" w:rsidP="0062748B">
      <w:r>
        <w:t xml:space="preserve">10.1.3       .         .        +INF       EPS       </w:t>
      </w:r>
    </w:p>
    <w:p w:rsidR="0062748B" w:rsidRDefault="0062748B" w:rsidP="0062748B">
      <w:r>
        <w:t xml:space="preserve">10.1.4       .         .        +INF       EPS       </w:t>
      </w:r>
    </w:p>
    <w:p w:rsidR="0062748B" w:rsidRDefault="0062748B" w:rsidP="0062748B">
      <w:r>
        <w:t xml:space="preserve">10.1.5       .         .        +INF       EPS       </w:t>
      </w:r>
    </w:p>
    <w:p w:rsidR="0062748B" w:rsidRDefault="0062748B" w:rsidP="0062748B">
      <w:r>
        <w:lastRenderedPageBreak/>
        <w:t xml:space="preserve">10.1.6       .         .        +INF       EPS       </w:t>
      </w:r>
    </w:p>
    <w:p w:rsidR="0062748B" w:rsidRDefault="0062748B" w:rsidP="0062748B">
      <w:r>
        <w:t xml:space="preserve">10.1.7       .         .        +INF       EPS       </w:t>
      </w:r>
    </w:p>
    <w:p w:rsidR="0062748B" w:rsidRDefault="0062748B" w:rsidP="0062748B">
      <w:r>
        <w:t xml:space="preserve">10.1.8       .         .        +INF       EPS       </w:t>
      </w:r>
    </w:p>
    <w:p w:rsidR="0062748B" w:rsidRDefault="0062748B" w:rsidP="0062748B">
      <w:r>
        <w:t xml:space="preserve">10.1.9       .         .        +INF       EPS       </w:t>
      </w:r>
    </w:p>
    <w:p w:rsidR="0062748B" w:rsidRDefault="0062748B" w:rsidP="0062748B">
      <w:r>
        <w:t xml:space="preserve">10.1.10      .         .        +INF       EPS       </w:t>
      </w:r>
    </w:p>
    <w:p w:rsidR="0062748B" w:rsidRDefault="0062748B" w:rsidP="0062748B">
      <w:r>
        <w:t xml:space="preserve">10.1.11      .         .        +INF       EPS       </w:t>
      </w:r>
    </w:p>
    <w:p w:rsidR="0062748B" w:rsidRDefault="0062748B" w:rsidP="0062748B">
      <w:r>
        <w:t xml:space="preserve">10.1.12      .         .        +INF       EPS       </w:t>
      </w:r>
    </w:p>
    <w:p w:rsidR="0062748B" w:rsidRDefault="0062748B" w:rsidP="0062748B">
      <w:r>
        <w:t xml:space="preserve">10.1.13      .         .        +INF       EPS       </w:t>
      </w:r>
    </w:p>
    <w:p w:rsidR="0062748B" w:rsidRDefault="0062748B" w:rsidP="0062748B">
      <w:r>
        <w:t xml:space="preserve">10.1.14      .         .        +INF       EPS       </w:t>
      </w:r>
    </w:p>
    <w:p w:rsidR="0062748B" w:rsidRDefault="0062748B" w:rsidP="0062748B">
      <w:r>
        <w:t xml:space="preserve">10.1.15      .         .        +INF       EPS       </w:t>
      </w:r>
    </w:p>
    <w:p w:rsidR="0062748B" w:rsidRDefault="0062748B" w:rsidP="0062748B">
      <w:r>
        <w:t xml:space="preserve">10.1.16      .         .        +INF       EPS       </w:t>
      </w:r>
    </w:p>
    <w:p w:rsidR="0062748B" w:rsidRDefault="0062748B" w:rsidP="0062748B">
      <w:r>
        <w:t xml:space="preserve">10.1.17      .         .        +INF       EPS       </w:t>
      </w:r>
    </w:p>
    <w:p w:rsidR="0062748B" w:rsidRDefault="0062748B" w:rsidP="0062748B">
      <w:r>
        <w:t xml:space="preserve">10.1.18      .         .        +INF       EPS       </w:t>
      </w:r>
    </w:p>
    <w:p w:rsidR="0062748B" w:rsidRDefault="0062748B" w:rsidP="0062748B">
      <w:r>
        <w:t xml:space="preserve">10.1.19      .         .        +INF       EPS       </w:t>
      </w:r>
    </w:p>
    <w:p w:rsidR="0062748B" w:rsidRDefault="0062748B" w:rsidP="0062748B">
      <w:r>
        <w:t xml:space="preserve">10.1.20      .         .        +INF       EPS       </w:t>
      </w:r>
    </w:p>
    <w:p w:rsidR="0062748B" w:rsidRDefault="0062748B" w:rsidP="0062748B">
      <w:r>
        <w:t xml:space="preserve">10.1.21      .         .        +INF       EPS       </w:t>
      </w:r>
    </w:p>
    <w:p w:rsidR="0062748B" w:rsidRDefault="0062748B" w:rsidP="0062748B">
      <w:r>
        <w:t xml:space="preserve">10.1.22      .         .        +INF       EPS       </w:t>
      </w:r>
    </w:p>
    <w:p w:rsidR="0062748B" w:rsidRDefault="0062748B" w:rsidP="0062748B">
      <w:r>
        <w:t xml:space="preserve">10.1.23      .         .        +INF       EPS       </w:t>
      </w:r>
    </w:p>
    <w:p w:rsidR="0062748B" w:rsidRDefault="0062748B" w:rsidP="0062748B">
      <w:r>
        <w:t xml:space="preserve">10.1.24      .         .        +INF       EPS       </w:t>
      </w:r>
    </w:p>
    <w:p w:rsidR="0062748B" w:rsidRDefault="0062748B" w:rsidP="0062748B">
      <w:r>
        <w:t xml:space="preserve">10.1.25      .         .        +INF       EPS       </w:t>
      </w:r>
    </w:p>
    <w:p w:rsidR="0062748B" w:rsidRDefault="0062748B" w:rsidP="0062748B">
      <w:r>
        <w:t xml:space="preserve">10.1.26      .         .        +INF       EPS       </w:t>
      </w:r>
    </w:p>
    <w:p w:rsidR="0062748B" w:rsidRDefault="0062748B" w:rsidP="0062748B">
      <w:r>
        <w:t xml:space="preserve">10.1.27      .         .        +INF       EPS       </w:t>
      </w:r>
    </w:p>
    <w:p w:rsidR="0062748B" w:rsidRDefault="0062748B" w:rsidP="0062748B">
      <w:r>
        <w:t xml:space="preserve">10.1.28      .         .        +INF       EPS       </w:t>
      </w:r>
    </w:p>
    <w:p w:rsidR="0062748B" w:rsidRDefault="0062748B" w:rsidP="0062748B">
      <w:r>
        <w:t xml:space="preserve">10.1.29      .         .        +INF       EPS       </w:t>
      </w:r>
    </w:p>
    <w:p w:rsidR="0062748B" w:rsidRDefault="0062748B" w:rsidP="0062748B">
      <w:r>
        <w:t xml:space="preserve">11.1.1       .         .        +INF       EPS       </w:t>
      </w:r>
    </w:p>
    <w:p w:rsidR="0062748B" w:rsidRDefault="0062748B" w:rsidP="0062748B">
      <w:r>
        <w:lastRenderedPageBreak/>
        <w:t xml:space="preserve">11.1.2       .         .        +INF       EPS       </w:t>
      </w:r>
    </w:p>
    <w:p w:rsidR="0062748B" w:rsidRDefault="0062748B" w:rsidP="0062748B">
      <w:r>
        <w:t xml:space="preserve">11.1.3       .         .        +INF       EPS       </w:t>
      </w:r>
    </w:p>
    <w:p w:rsidR="0062748B" w:rsidRDefault="0062748B" w:rsidP="0062748B">
      <w:r>
        <w:t xml:space="preserve">11.1.4       .         .        +INF       EPS       </w:t>
      </w:r>
    </w:p>
    <w:p w:rsidR="0062748B" w:rsidRDefault="0062748B" w:rsidP="0062748B">
      <w:r>
        <w:t xml:space="preserve">11.1.5       .         .        +INF       EPS       </w:t>
      </w:r>
    </w:p>
    <w:p w:rsidR="0062748B" w:rsidRDefault="0062748B" w:rsidP="0062748B">
      <w:r>
        <w:t xml:space="preserve">11.1.6       .         .        +INF       EPS       </w:t>
      </w:r>
    </w:p>
    <w:p w:rsidR="0062748B" w:rsidRDefault="0062748B" w:rsidP="0062748B">
      <w:r>
        <w:t xml:space="preserve">11.1.7       .         .        +INF       EPS       </w:t>
      </w:r>
    </w:p>
    <w:p w:rsidR="0062748B" w:rsidRDefault="0062748B" w:rsidP="0062748B">
      <w:r>
        <w:t xml:space="preserve">11.1.8       .         .        +INF       EPS       </w:t>
      </w:r>
    </w:p>
    <w:p w:rsidR="0062748B" w:rsidRDefault="0062748B" w:rsidP="0062748B">
      <w:r>
        <w:t xml:space="preserve">11.1.9       .         .        +INF       EPS       </w:t>
      </w:r>
    </w:p>
    <w:p w:rsidR="0062748B" w:rsidRDefault="0062748B" w:rsidP="0062748B">
      <w:r>
        <w:t xml:space="preserve">11.1.10      .         .        +INF       EPS       </w:t>
      </w:r>
    </w:p>
    <w:p w:rsidR="0062748B" w:rsidRDefault="0062748B" w:rsidP="0062748B">
      <w:r>
        <w:t xml:space="preserve">11.1.11      .         .        +INF       EPS       </w:t>
      </w:r>
    </w:p>
    <w:p w:rsidR="0062748B" w:rsidRDefault="0062748B" w:rsidP="0062748B">
      <w:r>
        <w:t xml:space="preserve">11.1.12      .         .        +INF       EPS       </w:t>
      </w:r>
    </w:p>
    <w:p w:rsidR="0062748B" w:rsidRDefault="0062748B" w:rsidP="0062748B">
      <w:r>
        <w:t xml:space="preserve">11.1.13      .         .        +INF       EPS       </w:t>
      </w:r>
    </w:p>
    <w:p w:rsidR="0062748B" w:rsidRDefault="0062748B" w:rsidP="0062748B">
      <w:r>
        <w:t xml:space="preserve">11.1.14      .         .        +INF       EPS       </w:t>
      </w:r>
    </w:p>
    <w:p w:rsidR="0062748B" w:rsidRDefault="0062748B" w:rsidP="0062748B">
      <w:r>
        <w:t xml:space="preserve">11.1.15      .         .        +INF       EPS       </w:t>
      </w:r>
    </w:p>
    <w:p w:rsidR="0062748B" w:rsidRDefault="0062748B" w:rsidP="0062748B">
      <w:r>
        <w:t xml:space="preserve">11.1.16      .         .        +INF       EPS       </w:t>
      </w:r>
    </w:p>
    <w:p w:rsidR="0062748B" w:rsidRDefault="0062748B" w:rsidP="0062748B">
      <w:r>
        <w:t xml:space="preserve">11.1.17      .         .        +INF       EPS       </w:t>
      </w:r>
    </w:p>
    <w:p w:rsidR="0062748B" w:rsidRDefault="0062748B" w:rsidP="0062748B">
      <w:r>
        <w:t xml:space="preserve">11.1.18      .         .        +INF       EPS       </w:t>
      </w:r>
    </w:p>
    <w:p w:rsidR="0062748B" w:rsidRDefault="0062748B" w:rsidP="0062748B">
      <w:r>
        <w:t xml:space="preserve">11.1.19      .         .        +INF       EPS       </w:t>
      </w:r>
    </w:p>
    <w:p w:rsidR="0062748B" w:rsidRDefault="0062748B" w:rsidP="0062748B">
      <w:r>
        <w:t xml:space="preserve">11.1.20      .         .        +INF       EPS       </w:t>
      </w:r>
    </w:p>
    <w:p w:rsidR="0062748B" w:rsidRDefault="0062748B" w:rsidP="0062748B">
      <w:r>
        <w:t xml:space="preserve">11.1.21      .         .        +INF       EPS       </w:t>
      </w:r>
    </w:p>
    <w:p w:rsidR="0062748B" w:rsidRDefault="0062748B" w:rsidP="0062748B">
      <w:r>
        <w:t xml:space="preserve">11.1.22      .         .        +INF       EPS       </w:t>
      </w:r>
    </w:p>
    <w:p w:rsidR="0062748B" w:rsidRDefault="0062748B" w:rsidP="0062748B">
      <w:r>
        <w:t xml:space="preserve">11.1.23      .         .        +INF       EPS       </w:t>
      </w:r>
    </w:p>
    <w:p w:rsidR="0062748B" w:rsidRDefault="0062748B" w:rsidP="0062748B">
      <w:r>
        <w:t xml:space="preserve">11.1.24      .         .        +INF       EPS       </w:t>
      </w:r>
    </w:p>
    <w:p w:rsidR="0062748B" w:rsidRDefault="0062748B" w:rsidP="0062748B">
      <w:r>
        <w:t xml:space="preserve">11.1.25      .         .        +INF       EPS       </w:t>
      </w:r>
    </w:p>
    <w:p w:rsidR="0062748B" w:rsidRDefault="0062748B" w:rsidP="0062748B">
      <w:r>
        <w:t xml:space="preserve">11.1.26      .         .        +INF       EPS       </w:t>
      </w:r>
    </w:p>
    <w:p w:rsidR="0062748B" w:rsidRDefault="0062748B" w:rsidP="0062748B">
      <w:r>
        <w:lastRenderedPageBreak/>
        <w:t xml:space="preserve">11.1.27      .         .        +INF       EPS       </w:t>
      </w:r>
    </w:p>
    <w:p w:rsidR="0062748B" w:rsidRDefault="0062748B" w:rsidP="0062748B">
      <w:r>
        <w:t xml:space="preserve">11.1.28      .         .        +INF       EPS       </w:t>
      </w:r>
    </w:p>
    <w:p w:rsidR="0062748B" w:rsidRDefault="0062748B" w:rsidP="0062748B">
      <w:r>
        <w:t xml:space="preserve">11.1.29      .         .        +INF       EPS       </w:t>
      </w:r>
    </w:p>
    <w:p w:rsidR="0062748B" w:rsidRDefault="0062748B" w:rsidP="0062748B">
      <w:r>
        <w:t xml:space="preserve">12.1.1       .         .        +INF       EPS       </w:t>
      </w:r>
    </w:p>
    <w:p w:rsidR="0062748B" w:rsidRDefault="0062748B" w:rsidP="0062748B">
      <w:r>
        <w:t xml:space="preserve">12.1.2       .         .        +INF       EPS       </w:t>
      </w:r>
    </w:p>
    <w:p w:rsidR="0062748B" w:rsidRDefault="0062748B" w:rsidP="0062748B">
      <w:r>
        <w:t xml:space="preserve">12.1.3       .         .        +INF       EPS       </w:t>
      </w:r>
    </w:p>
    <w:p w:rsidR="0062748B" w:rsidRDefault="0062748B" w:rsidP="0062748B">
      <w:r>
        <w:t xml:space="preserve">12.1.4       .         .        +INF       EPS       </w:t>
      </w:r>
    </w:p>
    <w:p w:rsidR="0062748B" w:rsidRDefault="0062748B" w:rsidP="0062748B">
      <w:r>
        <w:t xml:space="preserve">12.1.5       .         .        +INF       EPS       </w:t>
      </w:r>
    </w:p>
    <w:p w:rsidR="0062748B" w:rsidRDefault="0062748B" w:rsidP="0062748B">
      <w:r>
        <w:t xml:space="preserve">12.1.6       .         .        +INF       EPS       </w:t>
      </w:r>
    </w:p>
    <w:p w:rsidR="0062748B" w:rsidRDefault="0062748B" w:rsidP="0062748B">
      <w:r>
        <w:t xml:space="preserve">12.1.7       .         .        +INF       EPS       </w:t>
      </w:r>
    </w:p>
    <w:p w:rsidR="0062748B" w:rsidRDefault="0062748B" w:rsidP="0062748B">
      <w:r>
        <w:t xml:space="preserve">12.1.8       .         .        +INF       EPS       </w:t>
      </w:r>
    </w:p>
    <w:p w:rsidR="0062748B" w:rsidRDefault="0062748B" w:rsidP="0062748B">
      <w:r>
        <w:t xml:space="preserve">12.1.9       .         .        +INF       EPS       </w:t>
      </w:r>
    </w:p>
    <w:p w:rsidR="0062748B" w:rsidRDefault="0062748B" w:rsidP="0062748B">
      <w:r>
        <w:t xml:space="preserve">12.1.10      .         .        +INF       EPS       </w:t>
      </w:r>
    </w:p>
    <w:p w:rsidR="0062748B" w:rsidRDefault="0062748B" w:rsidP="0062748B">
      <w:r>
        <w:t xml:space="preserve">12.1.11      .         .        +INF       EPS       </w:t>
      </w:r>
    </w:p>
    <w:p w:rsidR="0062748B" w:rsidRDefault="0062748B" w:rsidP="0062748B">
      <w:r>
        <w:t xml:space="preserve">12.1.12      .         .        +INF       EPS       </w:t>
      </w:r>
    </w:p>
    <w:p w:rsidR="0062748B" w:rsidRDefault="0062748B" w:rsidP="0062748B">
      <w:r>
        <w:t xml:space="preserve">12.1.13      .         .        +INF       EPS       </w:t>
      </w:r>
    </w:p>
    <w:p w:rsidR="0062748B" w:rsidRDefault="0062748B" w:rsidP="0062748B">
      <w:r>
        <w:t xml:space="preserve">12.1.14      .         .        +INF       EPS       </w:t>
      </w:r>
    </w:p>
    <w:p w:rsidR="0062748B" w:rsidRDefault="0062748B" w:rsidP="0062748B">
      <w:r>
        <w:t xml:space="preserve">12.1.15      .         .        +INF       EPS       </w:t>
      </w:r>
    </w:p>
    <w:p w:rsidR="0062748B" w:rsidRDefault="0062748B" w:rsidP="0062748B">
      <w:r>
        <w:t xml:space="preserve">12.1.16      .         .        +INF       EPS       </w:t>
      </w:r>
    </w:p>
    <w:p w:rsidR="0062748B" w:rsidRDefault="0062748B" w:rsidP="0062748B">
      <w:r>
        <w:t xml:space="preserve">12.1.17      .         .        +INF       EPS       </w:t>
      </w:r>
    </w:p>
    <w:p w:rsidR="0062748B" w:rsidRDefault="0062748B" w:rsidP="0062748B">
      <w:r>
        <w:t xml:space="preserve">12.1.18      .         .        +INF       EPS       </w:t>
      </w:r>
    </w:p>
    <w:p w:rsidR="0062748B" w:rsidRDefault="0062748B" w:rsidP="0062748B">
      <w:r>
        <w:t xml:space="preserve">12.1.19      .         .        +INF       EPS       </w:t>
      </w:r>
    </w:p>
    <w:p w:rsidR="0062748B" w:rsidRDefault="0062748B" w:rsidP="0062748B">
      <w:r>
        <w:t xml:space="preserve">12.1.20      .         .        +INF       EPS       </w:t>
      </w:r>
    </w:p>
    <w:p w:rsidR="0062748B" w:rsidRDefault="0062748B" w:rsidP="0062748B">
      <w:r>
        <w:t xml:space="preserve">12.1.21      .         .        +INF       EPS       </w:t>
      </w:r>
    </w:p>
    <w:p w:rsidR="0062748B" w:rsidRDefault="0062748B" w:rsidP="0062748B">
      <w:r>
        <w:t xml:space="preserve">12.1.22      .         .        +INF       EPS       </w:t>
      </w:r>
    </w:p>
    <w:p w:rsidR="0062748B" w:rsidRDefault="0062748B" w:rsidP="0062748B">
      <w:r>
        <w:lastRenderedPageBreak/>
        <w:t xml:space="preserve">12.1.23      .         .        +INF       EPS       </w:t>
      </w:r>
    </w:p>
    <w:p w:rsidR="0062748B" w:rsidRDefault="0062748B" w:rsidP="0062748B">
      <w:r>
        <w:t xml:space="preserve">12.1.24      .         .        +INF       EPS       </w:t>
      </w:r>
    </w:p>
    <w:p w:rsidR="0062748B" w:rsidRDefault="0062748B" w:rsidP="0062748B">
      <w:r>
        <w:t xml:space="preserve">12.1.25      .         .        +INF       EPS       </w:t>
      </w:r>
    </w:p>
    <w:p w:rsidR="0062748B" w:rsidRDefault="0062748B" w:rsidP="0062748B">
      <w:r>
        <w:t xml:space="preserve">12.1.26      .         .        +INF       EPS       </w:t>
      </w:r>
    </w:p>
    <w:p w:rsidR="0062748B" w:rsidRDefault="0062748B" w:rsidP="0062748B">
      <w:r>
        <w:t xml:space="preserve">12.1.27      .         .        +INF       EPS       </w:t>
      </w:r>
    </w:p>
    <w:p w:rsidR="0062748B" w:rsidRDefault="0062748B" w:rsidP="0062748B">
      <w:r>
        <w:t xml:space="preserve">12.1.28      .         .        +INF       EPS       </w:t>
      </w:r>
    </w:p>
    <w:p w:rsidR="0062748B" w:rsidRDefault="0062748B" w:rsidP="0062748B">
      <w:r>
        <w:t xml:space="preserve">12.1.29      .         .        +INF       EPS       </w:t>
      </w:r>
    </w:p>
    <w:p w:rsidR="0062748B" w:rsidRDefault="0062748B" w:rsidP="0062748B">
      <w:r>
        <w:t xml:space="preserve">13.1.1       .         .        +INF       EPS       </w:t>
      </w:r>
    </w:p>
    <w:p w:rsidR="0062748B" w:rsidRDefault="0062748B" w:rsidP="0062748B">
      <w:r>
        <w:t xml:space="preserve">13.1.2       .         .        +INF       EPS       </w:t>
      </w:r>
    </w:p>
    <w:p w:rsidR="0062748B" w:rsidRDefault="0062748B" w:rsidP="0062748B">
      <w:r>
        <w:t xml:space="preserve">13.1.3       .         .        +INF       EPS       </w:t>
      </w:r>
    </w:p>
    <w:p w:rsidR="0062748B" w:rsidRDefault="0062748B" w:rsidP="0062748B">
      <w:r>
        <w:t xml:space="preserve">13.1.4       .         .        +INF       EPS       </w:t>
      </w:r>
    </w:p>
    <w:p w:rsidR="0062748B" w:rsidRDefault="0062748B" w:rsidP="0062748B">
      <w:r>
        <w:t xml:space="preserve">13.1.5       .         .        +INF       EPS       </w:t>
      </w:r>
    </w:p>
    <w:p w:rsidR="0062748B" w:rsidRDefault="0062748B" w:rsidP="0062748B">
      <w:r>
        <w:t xml:space="preserve">13.1.6       .         .        +INF       EPS       </w:t>
      </w:r>
    </w:p>
    <w:p w:rsidR="0062748B" w:rsidRDefault="0062748B" w:rsidP="0062748B">
      <w:r>
        <w:t xml:space="preserve">13.1.7       .         .        +INF       EPS       </w:t>
      </w:r>
    </w:p>
    <w:p w:rsidR="0062748B" w:rsidRDefault="0062748B" w:rsidP="0062748B">
      <w:r>
        <w:t xml:space="preserve">13.1.8       .         .        +INF       EPS       </w:t>
      </w:r>
    </w:p>
    <w:p w:rsidR="0062748B" w:rsidRDefault="0062748B" w:rsidP="0062748B">
      <w:r>
        <w:t xml:space="preserve">13.1.9       .         .        +INF       EPS       </w:t>
      </w:r>
    </w:p>
    <w:p w:rsidR="0062748B" w:rsidRDefault="0062748B" w:rsidP="0062748B">
      <w:r>
        <w:t xml:space="preserve">13.1.10      .         .        +INF       EPS       </w:t>
      </w:r>
    </w:p>
    <w:p w:rsidR="0062748B" w:rsidRDefault="0062748B" w:rsidP="0062748B">
      <w:r>
        <w:t xml:space="preserve">13.1.11      .         .        +INF       EPS       </w:t>
      </w:r>
    </w:p>
    <w:p w:rsidR="0062748B" w:rsidRDefault="0062748B" w:rsidP="0062748B">
      <w:r>
        <w:t xml:space="preserve">13.1.12      .         .        +INF       EPS       </w:t>
      </w:r>
    </w:p>
    <w:p w:rsidR="0062748B" w:rsidRDefault="0062748B" w:rsidP="0062748B">
      <w:r>
        <w:t xml:space="preserve">13.1.13      .         .        +INF       EPS       </w:t>
      </w:r>
    </w:p>
    <w:p w:rsidR="0062748B" w:rsidRDefault="0062748B" w:rsidP="0062748B">
      <w:r>
        <w:t xml:space="preserve">13.1.14      .         .        +INF       EPS       </w:t>
      </w:r>
    </w:p>
    <w:p w:rsidR="0062748B" w:rsidRDefault="0062748B" w:rsidP="0062748B">
      <w:r>
        <w:t xml:space="preserve">13.1.15      .         .        +INF       EPS       </w:t>
      </w:r>
    </w:p>
    <w:p w:rsidR="0062748B" w:rsidRDefault="0062748B" w:rsidP="0062748B">
      <w:r>
        <w:t xml:space="preserve">13.1.16      .         .        +INF       EPS       </w:t>
      </w:r>
    </w:p>
    <w:p w:rsidR="0062748B" w:rsidRDefault="0062748B" w:rsidP="0062748B">
      <w:r>
        <w:t xml:space="preserve">13.1.17      .         .        +INF       EPS       </w:t>
      </w:r>
    </w:p>
    <w:p w:rsidR="0062748B" w:rsidRDefault="0062748B" w:rsidP="0062748B">
      <w:r>
        <w:t xml:space="preserve">13.1.18      .         .        +INF       EPS       </w:t>
      </w:r>
    </w:p>
    <w:p w:rsidR="0062748B" w:rsidRDefault="0062748B" w:rsidP="0062748B">
      <w:r>
        <w:lastRenderedPageBreak/>
        <w:t xml:space="preserve">13.1.19      .         .        +INF       EPS       </w:t>
      </w:r>
    </w:p>
    <w:p w:rsidR="0062748B" w:rsidRDefault="0062748B" w:rsidP="0062748B">
      <w:r>
        <w:t xml:space="preserve">13.1.20      .         .        +INF       EPS       </w:t>
      </w:r>
    </w:p>
    <w:p w:rsidR="0062748B" w:rsidRDefault="0062748B" w:rsidP="0062748B">
      <w:r>
        <w:t xml:space="preserve">13.1.21      .         .        +INF       EPS       </w:t>
      </w:r>
    </w:p>
    <w:p w:rsidR="0062748B" w:rsidRDefault="0062748B" w:rsidP="0062748B">
      <w:r>
        <w:t xml:space="preserve">13.1.22      .         .        +INF       EPS       </w:t>
      </w:r>
    </w:p>
    <w:p w:rsidR="0062748B" w:rsidRDefault="0062748B" w:rsidP="0062748B">
      <w:r>
        <w:t xml:space="preserve">13.1.23      .         .        +INF       EPS       </w:t>
      </w:r>
    </w:p>
    <w:p w:rsidR="0062748B" w:rsidRDefault="0062748B" w:rsidP="0062748B">
      <w:r>
        <w:t xml:space="preserve">13.1.24      .         .        +INF       EPS       </w:t>
      </w:r>
    </w:p>
    <w:p w:rsidR="0062748B" w:rsidRDefault="0062748B" w:rsidP="0062748B">
      <w:r>
        <w:t xml:space="preserve">13.1.25      .         .        +INF       EPS       </w:t>
      </w:r>
    </w:p>
    <w:p w:rsidR="0062748B" w:rsidRDefault="0062748B" w:rsidP="0062748B">
      <w:r>
        <w:t xml:space="preserve">13.1.26      .         .        +INF       EPS       </w:t>
      </w:r>
    </w:p>
    <w:p w:rsidR="0062748B" w:rsidRDefault="0062748B" w:rsidP="0062748B">
      <w:r>
        <w:t xml:space="preserve">13.1.27      .         .        +INF       EPS       </w:t>
      </w:r>
    </w:p>
    <w:p w:rsidR="0062748B" w:rsidRDefault="0062748B" w:rsidP="0062748B">
      <w:r>
        <w:t xml:space="preserve">13.1.28      .         .        +INF       EPS       </w:t>
      </w:r>
    </w:p>
    <w:p w:rsidR="0062748B" w:rsidRDefault="0062748B" w:rsidP="0062748B">
      <w:r>
        <w:t xml:space="preserve">13.1.29      .         .        +INF       EPS       </w:t>
      </w:r>
    </w:p>
    <w:p w:rsidR="0062748B" w:rsidRDefault="0062748B" w:rsidP="0062748B">
      <w:r>
        <w:t xml:space="preserve">14.1.1       .         .        +INF       EPS       </w:t>
      </w:r>
    </w:p>
    <w:p w:rsidR="0062748B" w:rsidRDefault="0062748B" w:rsidP="0062748B">
      <w:r>
        <w:t xml:space="preserve">14.1.2       .         .        +INF       EPS       </w:t>
      </w:r>
    </w:p>
    <w:p w:rsidR="0062748B" w:rsidRDefault="0062748B" w:rsidP="0062748B">
      <w:r>
        <w:t xml:space="preserve">14.1.3       .         .        +INF       EPS       </w:t>
      </w:r>
    </w:p>
    <w:p w:rsidR="0062748B" w:rsidRDefault="0062748B" w:rsidP="0062748B">
      <w:r>
        <w:t xml:space="preserve">14.1.4       .         .        +INF       EPS       </w:t>
      </w:r>
    </w:p>
    <w:p w:rsidR="0062748B" w:rsidRDefault="0062748B" w:rsidP="0062748B">
      <w:r>
        <w:t xml:space="preserve">14.1.5       .         .        +INF       EPS       </w:t>
      </w:r>
    </w:p>
    <w:p w:rsidR="0062748B" w:rsidRDefault="0062748B" w:rsidP="0062748B">
      <w:r>
        <w:t xml:space="preserve">14.1.6       .         .        +INF       EPS       </w:t>
      </w:r>
    </w:p>
    <w:p w:rsidR="0062748B" w:rsidRDefault="0062748B" w:rsidP="0062748B">
      <w:r>
        <w:t xml:space="preserve">14.1.7       .         .        +INF       EPS       </w:t>
      </w:r>
    </w:p>
    <w:p w:rsidR="0062748B" w:rsidRDefault="0062748B" w:rsidP="0062748B">
      <w:r>
        <w:t xml:space="preserve">14.1.8       .         .        +INF       EPS       </w:t>
      </w:r>
    </w:p>
    <w:p w:rsidR="0062748B" w:rsidRDefault="0062748B" w:rsidP="0062748B">
      <w:r>
        <w:t xml:space="preserve">14.1.9       .         .        +INF       EPS       </w:t>
      </w:r>
    </w:p>
    <w:p w:rsidR="0062748B" w:rsidRDefault="0062748B" w:rsidP="0062748B">
      <w:r>
        <w:t xml:space="preserve">14.1.10      .         .        +INF       EPS       </w:t>
      </w:r>
    </w:p>
    <w:p w:rsidR="0062748B" w:rsidRDefault="0062748B" w:rsidP="0062748B">
      <w:r>
        <w:t xml:space="preserve">14.1.11      .         .        +INF       EPS       </w:t>
      </w:r>
    </w:p>
    <w:p w:rsidR="0062748B" w:rsidRDefault="0062748B" w:rsidP="0062748B">
      <w:r>
        <w:t xml:space="preserve">14.1.12      .         .        +INF       EPS       </w:t>
      </w:r>
    </w:p>
    <w:p w:rsidR="0062748B" w:rsidRDefault="0062748B" w:rsidP="0062748B">
      <w:r>
        <w:t xml:space="preserve">14.1.13      .         .        +INF       EPS       </w:t>
      </w:r>
    </w:p>
    <w:p w:rsidR="0062748B" w:rsidRDefault="0062748B" w:rsidP="0062748B">
      <w:r>
        <w:t xml:space="preserve">14.1.14      .         .        +INF       EPS       </w:t>
      </w:r>
    </w:p>
    <w:p w:rsidR="0062748B" w:rsidRDefault="0062748B" w:rsidP="0062748B">
      <w:r>
        <w:lastRenderedPageBreak/>
        <w:t xml:space="preserve">14.1.15      .         .        +INF       EPS       </w:t>
      </w:r>
    </w:p>
    <w:p w:rsidR="0062748B" w:rsidRDefault="0062748B" w:rsidP="0062748B">
      <w:r>
        <w:t xml:space="preserve">14.1.16      .         .        +INF       EPS       </w:t>
      </w:r>
    </w:p>
    <w:p w:rsidR="0062748B" w:rsidRDefault="0062748B" w:rsidP="0062748B">
      <w:r>
        <w:t xml:space="preserve">14.1.17      .         .        +INF       EPS       </w:t>
      </w:r>
    </w:p>
    <w:p w:rsidR="0062748B" w:rsidRDefault="0062748B" w:rsidP="0062748B">
      <w:r>
        <w:t xml:space="preserve">14.1.18      .         .        +INF       EPS       </w:t>
      </w:r>
    </w:p>
    <w:p w:rsidR="0062748B" w:rsidRDefault="0062748B" w:rsidP="0062748B">
      <w:r>
        <w:t xml:space="preserve">14.1.19      .         .        +INF       EPS       </w:t>
      </w:r>
    </w:p>
    <w:p w:rsidR="0062748B" w:rsidRDefault="0062748B" w:rsidP="0062748B">
      <w:r>
        <w:t xml:space="preserve">14.1.20      .         .        +INF       EPS       </w:t>
      </w:r>
    </w:p>
    <w:p w:rsidR="0062748B" w:rsidRDefault="0062748B" w:rsidP="0062748B">
      <w:r>
        <w:t xml:space="preserve">14.1.21      .         .        +INF       EPS       </w:t>
      </w:r>
    </w:p>
    <w:p w:rsidR="0062748B" w:rsidRDefault="0062748B" w:rsidP="0062748B">
      <w:r>
        <w:t xml:space="preserve">14.1.22      .         .        +INF       EPS       </w:t>
      </w:r>
    </w:p>
    <w:p w:rsidR="0062748B" w:rsidRDefault="0062748B" w:rsidP="0062748B">
      <w:r>
        <w:t xml:space="preserve">14.1.23      .         .        +INF       EPS       </w:t>
      </w:r>
    </w:p>
    <w:p w:rsidR="0062748B" w:rsidRDefault="0062748B" w:rsidP="0062748B">
      <w:r>
        <w:t xml:space="preserve">14.1.24      .         .        +INF       EPS       </w:t>
      </w:r>
    </w:p>
    <w:p w:rsidR="0062748B" w:rsidRDefault="0062748B" w:rsidP="0062748B">
      <w:r>
        <w:t xml:space="preserve">14.1.25      .         .        +INF       EPS       </w:t>
      </w:r>
    </w:p>
    <w:p w:rsidR="0062748B" w:rsidRDefault="0062748B" w:rsidP="0062748B">
      <w:r>
        <w:t xml:space="preserve">14.1.26      .         .        +INF       EPS       </w:t>
      </w:r>
    </w:p>
    <w:p w:rsidR="0062748B" w:rsidRDefault="0062748B" w:rsidP="0062748B">
      <w:r>
        <w:t xml:space="preserve">14.1.27      .         .        +INF       EPS       </w:t>
      </w:r>
    </w:p>
    <w:p w:rsidR="0062748B" w:rsidRDefault="0062748B" w:rsidP="0062748B">
      <w:r>
        <w:t xml:space="preserve">14.1.28      .         .        +INF       EPS       </w:t>
      </w:r>
    </w:p>
    <w:p w:rsidR="0062748B" w:rsidRDefault="0062748B" w:rsidP="0062748B">
      <w:r>
        <w:t xml:space="preserve">14.1.29      .         .        +INF       EPS       </w:t>
      </w:r>
    </w:p>
    <w:p w:rsidR="0062748B" w:rsidRDefault="0062748B" w:rsidP="0062748B">
      <w:r>
        <w:t xml:space="preserve">15.1.1       .         .        +INF       EPS       </w:t>
      </w:r>
    </w:p>
    <w:p w:rsidR="0062748B" w:rsidRDefault="0062748B" w:rsidP="0062748B">
      <w:r>
        <w:t xml:space="preserve">15.1.2       .         .        +INF       EPS       </w:t>
      </w:r>
    </w:p>
    <w:p w:rsidR="0062748B" w:rsidRDefault="0062748B" w:rsidP="0062748B">
      <w:r>
        <w:t xml:space="preserve">15.1.3       .         .        +INF       EPS       </w:t>
      </w:r>
    </w:p>
    <w:p w:rsidR="0062748B" w:rsidRDefault="0062748B" w:rsidP="0062748B">
      <w:r>
        <w:t xml:space="preserve">15.1.4       .         .        +INF       EPS       </w:t>
      </w:r>
    </w:p>
    <w:p w:rsidR="0062748B" w:rsidRDefault="0062748B" w:rsidP="0062748B">
      <w:r>
        <w:t xml:space="preserve">15.1.5       .         .        +INF       EPS       </w:t>
      </w:r>
    </w:p>
    <w:p w:rsidR="0062748B" w:rsidRDefault="0062748B" w:rsidP="0062748B">
      <w:r>
        <w:t xml:space="preserve">15.1.6       .         .        +INF       EPS       </w:t>
      </w:r>
    </w:p>
    <w:p w:rsidR="0062748B" w:rsidRDefault="0062748B" w:rsidP="0062748B">
      <w:r>
        <w:t xml:space="preserve">15.1.7       .         .        +INF       EPS       </w:t>
      </w:r>
    </w:p>
    <w:p w:rsidR="0062748B" w:rsidRDefault="0062748B" w:rsidP="0062748B">
      <w:r>
        <w:t xml:space="preserve">15.1.8       .         .        +INF       EPS       </w:t>
      </w:r>
    </w:p>
    <w:p w:rsidR="0062748B" w:rsidRDefault="0062748B" w:rsidP="0062748B">
      <w:r>
        <w:t xml:space="preserve">15.1.9       .         .        +INF       EPS       </w:t>
      </w:r>
    </w:p>
    <w:p w:rsidR="0062748B" w:rsidRDefault="0062748B" w:rsidP="0062748B">
      <w:r>
        <w:t xml:space="preserve">15.1.10      .         .        +INF       EPS       </w:t>
      </w:r>
    </w:p>
    <w:p w:rsidR="0062748B" w:rsidRDefault="0062748B" w:rsidP="0062748B">
      <w:r>
        <w:lastRenderedPageBreak/>
        <w:t xml:space="preserve">15.1.11      .         .        +INF       EPS       </w:t>
      </w:r>
    </w:p>
    <w:p w:rsidR="0062748B" w:rsidRDefault="0062748B" w:rsidP="0062748B">
      <w:r>
        <w:t xml:space="preserve">15.1.12      .         .        +INF       EPS       </w:t>
      </w:r>
    </w:p>
    <w:p w:rsidR="0062748B" w:rsidRDefault="0062748B" w:rsidP="0062748B">
      <w:r>
        <w:t xml:space="preserve">15.1.13      .         .        +INF       EPS       </w:t>
      </w:r>
    </w:p>
    <w:p w:rsidR="0062748B" w:rsidRDefault="0062748B" w:rsidP="0062748B">
      <w:r>
        <w:t xml:space="preserve">15.1.14      .         .        +INF       EPS       </w:t>
      </w:r>
    </w:p>
    <w:p w:rsidR="0062748B" w:rsidRDefault="0062748B" w:rsidP="0062748B">
      <w:r>
        <w:t xml:space="preserve">15.1.15      .         .        +INF       EPS       </w:t>
      </w:r>
    </w:p>
    <w:p w:rsidR="0062748B" w:rsidRDefault="0062748B" w:rsidP="0062748B">
      <w:r>
        <w:t xml:space="preserve">15.1.16      .         .        +INF       EPS       </w:t>
      </w:r>
    </w:p>
    <w:p w:rsidR="0062748B" w:rsidRDefault="0062748B" w:rsidP="0062748B">
      <w:r>
        <w:t xml:space="preserve">15.1.17      .         .        +INF       EPS       </w:t>
      </w:r>
    </w:p>
    <w:p w:rsidR="0062748B" w:rsidRDefault="0062748B" w:rsidP="0062748B">
      <w:r>
        <w:t xml:space="preserve">15.1.18      .         .        +INF       EPS       </w:t>
      </w:r>
    </w:p>
    <w:p w:rsidR="0062748B" w:rsidRDefault="0062748B" w:rsidP="0062748B">
      <w:r>
        <w:t xml:space="preserve">15.1.19      .         .        +INF       EPS       </w:t>
      </w:r>
    </w:p>
    <w:p w:rsidR="0062748B" w:rsidRDefault="0062748B" w:rsidP="0062748B">
      <w:r>
        <w:t xml:space="preserve">15.1.20      .         .        +INF       EPS       </w:t>
      </w:r>
    </w:p>
    <w:p w:rsidR="0062748B" w:rsidRDefault="0062748B" w:rsidP="0062748B">
      <w:r>
        <w:t xml:space="preserve">15.1.21      .         .        +INF       EPS       </w:t>
      </w:r>
    </w:p>
    <w:p w:rsidR="0062748B" w:rsidRDefault="0062748B" w:rsidP="0062748B">
      <w:r>
        <w:t xml:space="preserve">15.1.22      .         .        +INF       EPS       </w:t>
      </w:r>
    </w:p>
    <w:p w:rsidR="0062748B" w:rsidRDefault="0062748B" w:rsidP="0062748B">
      <w:r>
        <w:t xml:space="preserve">15.1.23      .         .        +INF       EPS       </w:t>
      </w:r>
    </w:p>
    <w:p w:rsidR="0062748B" w:rsidRDefault="0062748B" w:rsidP="0062748B">
      <w:r>
        <w:t xml:space="preserve">15.1.24      .         .        +INF       EPS       </w:t>
      </w:r>
    </w:p>
    <w:p w:rsidR="0062748B" w:rsidRDefault="0062748B" w:rsidP="0062748B">
      <w:r>
        <w:t xml:space="preserve">15.1.25      .         .        +INF       EPS       </w:t>
      </w:r>
    </w:p>
    <w:p w:rsidR="0062748B" w:rsidRDefault="0062748B" w:rsidP="0062748B">
      <w:r>
        <w:t xml:space="preserve">15.1.26      .         .        +INF       EPS       </w:t>
      </w:r>
    </w:p>
    <w:p w:rsidR="0062748B" w:rsidRDefault="0062748B" w:rsidP="0062748B">
      <w:r>
        <w:t xml:space="preserve">15.1.27      .         .        +INF       EPS       </w:t>
      </w:r>
    </w:p>
    <w:p w:rsidR="0062748B" w:rsidRDefault="0062748B" w:rsidP="0062748B">
      <w:r>
        <w:t xml:space="preserve">15.1.28      .         .        +INF       EPS       </w:t>
      </w:r>
    </w:p>
    <w:p w:rsidR="0062748B" w:rsidRDefault="0062748B" w:rsidP="0062748B">
      <w:r>
        <w:t xml:space="preserve">15.1.29      .         .        +INF       EPS       </w:t>
      </w:r>
    </w:p>
    <w:p w:rsidR="0062748B" w:rsidRDefault="0062748B" w:rsidP="0062748B">
      <w:r>
        <w:t xml:space="preserve">16.1.1       .         .        +INF       EPS       </w:t>
      </w:r>
    </w:p>
    <w:p w:rsidR="0062748B" w:rsidRDefault="0062748B" w:rsidP="0062748B">
      <w:r>
        <w:t xml:space="preserve">16.1.2       .         .        +INF       EPS       </w:t>
      </w:r>
    </w:p>
    <w:p w:rsidR="0062748B" w:rsidRDefault="0062748B" w:rsidP="0062748B">
      <w:r>
        <w:t xml:space="preserve">16.1.3       .         .        +INF       EPS       </w:t>
      </w:r>
    </w:p>
    <w:p w:rsidR="0062748B" w:rsidRDefault="0062748B" w:rsidP="0062748B">
      <w:r>
        <w:t xml:space="preserve">16.1.4       .         .        +INF       EPS       </w:t>
      </w:r>
    </w:p>
    <w:p w:rsidR="0062748B" w:rsidRDefault="0062748B" w:rsidP="0062748B">
      <w:r>
        <w:t xml:space="preserve">16.1.5       .         .        +INF       EPS       </w:t>
      </w:r>
    </w:p>
    <w:p w:rsidR="0062748B" w:rsidRDefault="0062748B" w:rsidP="0062748B">
      <w:r>
        <w:t xml:space="preserve">16.1.6       .         .        +INF       EPS       </w:t>
      </w:r>
    </w:p>
    <w:p w:rsidR="0062748B" w:rsidRDefault="0062748B" w:rsidP="0062748B">
      <w:r>
        <w:lastRenderedPageBreak/>
        <w:t xml:space="preserve">16.1.7       .         .        +INF       EPS       </w:t>
      </w:r>
    </w:p>
    <w:p w:rsidR="0062748B" w:rsidRDefault="0062748B" w:rsidP="0062748B">
      <w:r>
        <w:t xml:space="preserve">16.1.8       .         .        +INF       EPS       </w:t>
      </w:r>
    </w:p>
    <w:p w:rsidR="0062748B" w:rsidRDefault="0062748B" w:rsidP="0062748B">
      <w:r>
        <w:t xml:space="preserve">16.1.9       .         .        +INF       EPS       </w:t>
      </w:r>
    </w:p>
    <w:p w:rsidR="0062748B" w:rsidRDefault="0062748B" w:rsidP="0062748B">
      <w:r>
        <w:t xml:space="preserve">16.1.10      .         .        +INF       EPS       </w:t>
      </w:r>
    </w:p>
    <w:p w:rsidR="0062748B" w:rsidRDefault="0062748B" w:rsidP="0062748B">
      <w:r>
        <w:t xml:space="preserve">16.1.11      .         .        +INF       EPS       </w:t>
      </w:r>
    </w:p>
    <w:p w:rsidR="0062748B" w:rsidRDefault="0062748B" w:rsidP="0062748B">
      <w:r>
        <w:t xml:space="preserve">16.1.12      .         .        +INF       EPS       </w:t>
      </w:r>
    </w:p>
    <w:p w:rsidR="0062748B" w:rsidRDefault="0062748B" w:rsidP="0062748B">
      <w:r>
        <w:t xml:space="preserve">16.1.13      .         .        +INF       EPS       </w:t>
      </w:r>
    </w:p>
    <w:p w:rsidR="0062748B" w:rsidRDefault="0062748B" w:rsidP="0062748B">
      <w:r>
        <w:t xml:space="preserve">16.1.14      .         .        +INF       EPS       </w:t>
      </w:r>
    </w:p>
    <w:p w:rsidR="0062748B" w:rsidRDefault="0062748B" w:rsidP="0062748B">
      <w:r>
        <w:t xml:space="preserve">16.1.15      .         .        +INF       EPS       </w:t>
      </w:r>
    </w:p>
    <w:p w:rsidR="0062748B" w:rsidRDefault="0062748B" w:rsidP="0062748B">
      <w:r>
        <w:t xml:space="preserve">16.1.16      .         .        +INF       EPS       </w:t>
      </w:r>
    </w:p>
    <w:p w:rsidR="0062748B" w:rsidRDefault="0062748B" w:rsidP="0062748B">
      <w:r>
        <w:t xml:space="preserve">16.1.17      .         .        +INF       EPS       </w:t>
      </w:r>
    </w:p>
    <w:p w:rsidR="0062748B" w:rsidRDefault="0062748B" w:rsidP="0062748B">
      <w:r>
        <w:t xml:space="preserve">16.1.18      .         .        +INF       EPS       </w:t>
      </w:r>
    </w:p>
    <w:p w:rsidR="0062748B" w:rsidRDefault="0062748B" w:rsidP="0062748B">
      <w:r>
        <w:t xml:space="preserve">16.1.19      .         .        +INF       EPS       </w:t>
      </w:r>
    </w:p>
    <w:p w:rsidR="0062748B" w:rsidRDefault="0062748B" w:rsidP="0062748B">
      <w:r>
        <w:t xml:space="preserve">16.1.20      .         .        +INF       EPS       </w:t>
      </w:r>
    </w:p>
    <w:p w:rsidR="0062748B" w:rsidRDefault="0062748B" w:rsidP="0062748B">
      <w:r>
        <w:t xml:space="preserve">16.1.21      .         .        +INF       EPS       </w:t>
      </w:r>
    </w:p>
    <w:p w:rsidR="0062748B" w:rsidRDefault="0062748B" w:rsidP="0062748B">
      <w:r>
        <w:t xml:space="preserve">16.1.22      .         .        +INF       EPS       </w:t>
      </w:r>
    </w:p>
    <w:p w:rsidR="0062748B" w:rsidRDefault="0062748B" w:rsidP="0062748B">
      <w:r>
        <w:t xml:space="preserve">16.1.23      .         .        +INF       EPS       </w:t>
      </w:r>
    </w:p>
    <w:p w:rsidR="0062748B" w:rsidRDefault="0062748B" w:rsidP="0062748B">
      <w:r>
        <w:t xml:space="preserve">16.1.24      .         .        +INF       EPS       </w:t>
      </w:r>
    </w:p>
    <w:p w:rsidR="0062748B" w:rsidRDefault="0062748B" w:rsidP="0062748B">
      <w:r>
        <w:t xml:space="preserve">16.1.25      .         .        +INF       EPS       </w:t>
      </w:r>
    </w:p>
    <w:p w:rsidR="0062748B" w:rsidRDefault="0062748B" w:rsidP="0062748B">
      <w:r>
        <w:t xml:space="preserve">16.1.26      .         .        +INF       EPS       </w:t>
      </w:r>
    </w:p>
    <w:p w:rsidR="0062748B" w:rsidRDefault="0062748B" w:rsidP="0062748B">
      <w:r>
        <w:t xml:space="preserve">16.1.27      .         .        +INF       EPS       </w:t>
      </w:r>
    </w:p>
    <w:p w:rsidR="0062748B" w:rsidRDefault="0062748B" w:rsidP="0062748B">
      <w:r>
        <w:t xml:space="preserve">16.1.28      .         .        +INF       EPS       </w:t>
      </w:r>
    </w:p>
    <w:p w:rsidR="0062748B" w:rsidRDefault="0062748B" w:rsidP="0062748B">
      <w:r>
        <w:t xml:space="preserve">16.1.29      .         .        +INF       EPS       </w:t>
      </w:r>
    </w:p>
    <w:p w:rsidR="0062748B" w:rsidRDefault="0062748B" w:rsidP="0062748B">
      <w:r>
        <w:t xml:space="preserve">17.1.1       .         .        +INF       EPS       </w:t>
      </w:r>
    </w:p>
    <w:p w:rsidR="0062748B" w:rsidRDefault="0062748B" w:rsidP="0062748B">
      <w:r>
        <w:t xml:space="preserve">17.1.2       .         .        +INF       EPS       </w:t>
      </w:r>
    </w:p>
    <w:p w:rsidR="0062748B" w:rsidRDefault="0062748B" w:rsidP="0062748B">
      <w:r>
        <w:lastRenderedPageBreak/>
        <w:t xml:space="preserve">17.1.3       .         .        +INF       EPS       </w:t>
      </w:r>
    </w:p>
    <w:p w:rsidR="0062748B" w:rsidRDefault="0062748B" w:rsidP="0062748B">
      <w:r>
        <w:t xml:space="preserve">17.1.4       .         .        +INF       EPS       </w:t>
      </w:r>
    </w:p>
    <w:p w:rsidR="0062748B" w:rsidRDefault="0062748B" w:rsidP="0062748B">
      <w:r>
        <w:t xml:space="preserve">17.1.5       .         .        +INF       EPS       </w:t>
      </w:r>
    </w:p>
    <w:p w:rsidR="0062748B" w:rsidRDefault="0062748B" w:rsidP="0062748B">
      <w:r>
        <w:t xml:space="preserve">17.1.6       .         .        +INF       EPS       </w:t>
      </w:r>
    </w:p>
    <w:p w:rsidR="0062748B" w:rsidRDefault="0062748B" w:rsidP="0062748B">
      <w:r>
        <w:t xml:space="preserve">17.1.7       .         .        +INF       EPS       </w:t>
      </w:r>
    </w:p>
    <w:p w:rsidR="0062748B" w:rsidRDefault="0062748B" w:rsidP="0062748B">
      <w:r>
        <w:t xml:space="preserve">17.1.8       .         .        +INF       EPS       </w:t>
      </w:r>
    </w:p>
    <w:p w:rsidR="0062748B" w:rsidRDefault="0062748B" w:rsidP="0062748B">
      <w:r>
        <w:t xml:space="preserve">17.1.9       .         .        +INF       EPS       </w:t>
      </w:r>
    </w:p>
    <w:p w:rsidR="0062748B" w:rsidRDefault="0062748B" w:rsidP="0062748B">
      <w:r>
        <w:t xml:space="preserve">17.1.10      .         .        +INF       EPS       </w:t>
      </w:r>
    </w:p>
    <w:p w:rsidR="0062748B" w:rsidRDefault="0062748B" w:rsidP="0062748B">
      <w:r>
        <w:t xml:space="preserve">17.1.11      .         .        +INF       EPS       </w:t>
      </w:r>
    </w:p>
    <w:p w:rsidR="0062748B" w:rsidRDefault="0062748B" w:rsidP="0062748B">
      <w:r>
        <w:t xml:space="preserve">17.1.12      .         .        +INF       EPS       </w:t>
      </w:r>
    </w:p>
    <w:p w:rsidR="0062748B" w:rsidRDefault="0062748B" w:rsidP="0062748B">
      <w:r>
        <w:t xml:space="preserve">17.1.13      .         .        +INF       EPS       </w:t>
      </w:r>
    </w:p>
    <w:p w:rsidR="0062748B" w:rsidRDefault="0062748B" w:rsidP="0062748B">
      <w:r>
        <w:t xml:space="preserve">17.1.14      .         .        +INF       EPS       </w:t>
      </w:r>
    </w:p>
    <w:p w:rsidR="0062748B" w:rsidRDefault="0062748B" w:rsidP="0062748B">
      <w:r>
        <w:t xml:space="preserve">17.1.15      .         .        +INF       EPS       </w:t>
      </w:r>
    </w:p>
    <w:p w:rsidR="0062748B" w:rsidRDefault="0062748B" w:rsidP="0062748B">
      <w:r>
        <w:t xml:space="preserve">17.1.16      .         .        +INF       EPS       </w:t>
      </w:r>
    </w:p>
    <w:p w:rsidR="0062748B" w:rsidRDefault="0062748B" w:rsidP="0062748B">
      <w:r>
        <w:t xml:space="preserve">17.1.17      .         .        +INF       EPS       </w:t>
      </w:r>
    </w:p>
    <w:p w:rsidR="0062748B" w:rsidRDefault="0062748B" w:rsidP="0062748B">
      <w:r>
        <w:t xml:space="preserve">17.1.18      .         .        +INF       EPS       </w:t>
      </w:r>
    </w:p>
    <w:p w:rsidR="0062748B" w:rsidRDefault="0062748B" w:rsidP="0062748B">
      <w:r>
        <w:t xml:space="preserve">17.1.19      .         .        +INF       EPS       </w:t>
      </w:r>
    </w:p>
    <w:p w:rsidR="0062748B" w:rsidRDefault="0062748B" w:rsidP="0062748B">
      <w:r>
        <w:t xml:space="preserve">17.1.20      .         .        +INF       EPS       </w:t>
      </w:r>
    </w:p>
    <w:p w:rsidR="0062748B" w:rsidRDefault="0062748B" w:rsidP="0062748B">
      <w:r>
        <w:t xml:space="preserve">17.1.21      .         .        +INF       EPS       </w:t>
      </w:r>
    </w:p>
    <w:p w:rsidR="0062748B" w:rsidRDefault="0062748B" w:rsidP="0062748B">
      <w:r>
        <w:t xml:space="preserve">17.1.22      .         .        +INF       EPS       </w:t>
      </w:r>
    </w:p>
    <w:p w:rsidR="0062748B" w:rsidRDefault="0062748B" w:rsidP="0062748B">
      <w:r>
        <w:t xml:space="preserve">17.1.23      .         .        +INF       EPS       </w:t>
      </w:r>
    </w:p>
    <w:p w:rsidR="0062748B" w:rsidRDefault="0062748B" w:rsidP="0062748B">
      <w:r>
        <w:t xml:space="preserve">17.1.24      .         .        +INF       EPS       </w:t>
      </w:r>
    </w:p>
    <w:p w:rsidR="0062748B" w:rsidRDefault="0062748B" w:rsidP="0062748B">
      <w:r>
        <w:t xml:space="preserve">17.1.25      .         .        +INF       EPS       </w:t>
      </w:r>
    </w:p>
    <w:p w:rsidR="0062748B" w:rsidRDefault="0062748B" w:rsidP="0062748B">
      <w:r>
        <w:t xml:space="preserve">17.1.26      .         .        +INF       EPS       </w:t>
      </w:r>
    </w:p>
    <w:p w:rsidR="0062748B" w:rsidRDefault="0062748B" w:rsidP="0062748B">
      <w:r>
        <w:t xml:space="preserve">17.1.27      .         .        +INF       EPS       </w:t>
      </w:r>
    </w:p>
    <w:p w:rsidR="0062748B" w:rsidRDefault="0062748B" w:rsidP="0062748B">
      <w:r>
        <w:lastRenderedPageBreak/>
        <w:t xml:space="preserve">17.1.28      .         .        +INF       EPS       </w:t>
      </w:r>
    </w:p>
    <w:p w:rsidR="0062748B" w:rsidRDefault="0062748B" w:rsidP="0062748B">
      <w:r>
        <w:t xml:space="preserve">17.1.29      .         .        +INF       EPS       </w:t>
      </w:r>
    </w:p>
    <w:p w:rsidR="0062748B" w:rsidRDefault="0062748B" w:rsidP="0062748B">
      <w:r>
        <w:t xml:space="preserve">18.1.1       .         .        +INF       EPS       </w:t>
      </w:r>
    </w:p>
    <w:p w:rsidR="0062748B" w:rsidRDefault="0062748B" w:rsidP="0062748B">
      <w:r>
        <w:t xml:space="preserve">18.1.2       .         .        +INF       EPS       </w:t>
      </w:r>
    </w:p>
    <w:p w:rsidR="0062748B" w:rsidRDefault="0062748B" w:rsidP="0062748B">
      <w:r>
        <w:t xml:space="preserve">18.1.3       .         .        +INF       EPS       </w:t>
      </w:r>
    </w:p>
    <w:p w:rsidR="0062748B" w:rsidRDefault="0062748B" w:rsidP="0062748B">
      <w:r>
        <w:t xml:space="preserve">18.1.4       .         .        +INF       EPS       </w:t>
      </w:r>
    </w:p>
    <w:p w:rsidR="0062748B" w:rsidRDefault="0062748B" w:rsidP="0062748B">
      <w:r>
        <w:t xml:space="preserve">18.1.5       .         .        +INF       EPS       </w:t>
      </w:r>
    </w:p>
    <w:p w:rsidR="0062748B" w:rsidRDefault="0062748B" w:rsidP="0062748B">
      <w:r>
        <w:t xml:space="preserve">18.1.6       .         .        +INF       EPS       </w:t>
      </w:r>
    </w:p>
    <w:p w:rsidR="0062748B" w:rsidRDefault="0062748B" w:rsidP="0062748B">
      <w:r>
        <w:t xml:space="preserve">18.1.7       .         .        +INF       EPS       </w:t>
      </w:r>
    </w:p>
    <w:p w:rsidR="0062748B" w:rsidRDefault="0062748B" w:rsidP="0062748B">
      <w:r>
        <w:t xml:space="preserve">18.1.8       .         .        +INF       EPS       </w:t>
      </w:r>
    </w:p>
    <w:p w:rsidR="0062748B" w:rsidRDefault="0062748B" w:rsidP="0062748B">
      <w:r>
        <w:t xml:space="preserve">18.1.9       .         .        +INF       EPS       </w:t>
      </w:r>
    </w:p>
    <w:p w:rsidR="0062748B" w:rsidRDefault="0062748B" w:rsidP="0062748B">
      <w:r>
        <w:t xml:space="preserve">18.1.10      .         .        +INF       EPS       </w:t>
      </w:r>
    </w:p>
    <w:p w:rsidR="0062748B" w:rsidRDefault="0062748B" w:rsidP="0062748B">
      <w:r>
        <w:t xml:space="preserve">18.1.11      .         .        +INF       EPS       </w:t>
      </w:r>
    </w:p>
    <w:p w:rsidR="0062748B" w:rsidRDefault="0062748B" w:rsidP="0062748B">
      <w:r>
        <w:t xml:space="preserve">18.1.12      .         .        +INF       EPS       </w:t>
      </w:r>
    </w:p>
    <w:p w:rsidR="0062748B" w:rsidRDefault="0062748B" w:rsidP="0062748B">
      <w:r>
        <w:t xml:space="preserve">18.1.13      .         .        +INF       EPS       </w:t>
      </w:r>
    </w:p>
    <w:p w:rsidR="0062748B" w:rsidRDefault="0062748B" w:rsidP="0062748B">
      <w:r>
        <w:t xml:space="preserve">18.1.14      .         .        +INF       EPS       </w:t>
      </w:r>
    </w:p>
    <w:p w:rsidR="0062748B" w:rsidRDefault="0062748B" w:rsidP="0062748B">
      <w:r>
        <w:t xml:space="preserve">18.1.15      .         .        +INF       EPS       </w:t>
      </w:r>
    </w:p>
    <w:p w:rsidR="0062748B" w:rsidRDefault="0062748B" w:rsidP="0062748B">
      <w:r>
        <w:t xml:space="preserve">18.1.16      .         .        +INF       EPS       </w:t>
      </w:r>
    </w:p>
    <w:p w:rsidR="0062748B" w:rsidRDefault="0062748B" w:rsidP="0062748B">
      <w:r>
        <w:t xml:space="preserve">18.1.17      .         .        +INF       EPS       </w:t>
      </w:r>
    </w:p>
    <w:p w:rsidR="0062748B" w:rsidRDefault="0062748B" w:rsidP="0062748B">
      <w:r>
        <w:t xml:space="preserve">18.1.18      .         .        +INF       EPS       </w:t>
      </w:r>
    </w:p>
    <w:p w:rsidR="0062748B" w:rsidRDefault="0062748B" w:rsidP="0062748B">
      <w:r>
        <w:t xml:space="preserve">18.1.19      .         .        +INF       EPS       </w:t>
      </w:r>
    </w:p>
    <w:p w:rsidR="0062748B" w:rsidRDefault="0062748B" w:rsidP="0062748B">
      <w:r>
        <w:t xml:space="preserve">18.1.20      .         .        +INF       EPS       </w:t>
      </w:r>
    </w:p>
    <w:p w:rsidR="0062748B" w:rsidRDefault="0062748B" w:rsidP="0062748B">
      <w:r>
        <w:t xml:space="preserve">18.1.21      .         .        +INF       EPS       </w:t>
      </w:r>
    </w:p>
    <w:p w:rsidR="0062748B" w:rsidRDefault="0062748B" w:rsidP="0062748B">
      <w:r>
        <w:t xml:space="preserve">18.1.22      .         .        +INF       EPS       </w:t>
      </w:r>
    </w:p>
    <w:p w:rsidR="0062748B" w:rsidRDefault="0062748B" w:rsidP="0062748B">
      <w:r>
        <w:t xml:space="preserve">18.1.23      .         .        +INF       EPS       </w:t>
      </w:r>
    </w:p>
    <w:p w:rsidR="0062748B" w:rsidRDefault="0062748B" w:rsidP="0062748B">
      <w:r>
        <w:lastRenderedPageBreak/>
        <w:t xml:space="preserve">18.1.24      .         .        +INF       EPS       </w:t>
      </w:r>
    </w:p>
    <w:p w:rsidR="0062748B" w:rsidRDefault="0062748B" w:rsidP="0062748B">
      <w:r>
        <w:t xml:space="preserve">18.1.25      .         .        +INF       EPS       </w:t>
      </w:r>
    </w:p>
    <w:p w:rsidR="0062748B" w:rsidRDefault="0062748B" w:rsidP="0062748B">
      <w:r>
        <w:t xml:space="preserve">18.1.26      .         .        +INF       EPS       </w:t>
      </w:r>
    </w:p>
    <w:p w:rsidR="0062748B" w:rsidRDefault="0062748B" w:rsidP="0062748B">
      <w:r>
        <w:t xml:space="preserve">18.1.27      .         .        +INF       EPS       </w:t>
      </w:r>
    </w:p>
    <w:p w:rsidR="0062748B" w:rsidRDefault="0062748B" w:rsidP="0062748B">
      <w:r>
        <w:t xml:space="preserve">18.1.28      .         .        +INF       EPS       </w:t>
      </w:r>
    </w:p>
    <w:p w:rsidR="0062748B" w:rsidRDefault="0062748B" w:rsidP="0062748B">
      <w:r>
        <w:t xml:space="preserve">18.1.29      .         .        +INF       EPS       </w:t>
      </w:r>
    </w:p>
    <w:p w:rsidR="0062748B" w:rsidRDefault="0062748B" w:rsidP="0062748B">
      <w:r>
        <w:t xml:space="preserve">19.1.1       .         .        +INF       EPS       </w:t>
      </w:r>
    </w:p>
    <w:p w:rsidR="0062748B" w:rsidRDefault="0062748B" w:rsidP="0062748B">
      <w:r>
        <w:t xml:space="preserve">19.1.2       .         .        +INF       EPS       </w:t>
      </w:r>
    </w:p>
    <w:p w:rsidR="0062748B" w:rsidRDefault="0062748B" w:rsidP="0062748B">
      <w:r>
        <w:t xml:space="preserve">19.1.3       .         .        +INF       EPS       </w:t>
      </w:r>
    </w:p>
    <w:p w:rsidR="0062748B" w:rsidRDefault="0062748B" w:rsidP="0062748B">
      <w:r>
        <w:t xml:space="preserve">19.1.4       .         .        +INF       EPS       </w:t>
      </w:r>
    </w:p>
    <w:p w:rsidR="0062748B" w:rsidRDefault="0062748B" w:rsidP="0062748B">
      <w:r>
        <w:t xml:space="preserve">19.1.5       .         .        +INF       EPS       </w:t>
      </w:r>
    </w:p>
    <w:p w:rsidR="0062748B" w:rsidRDefault="0062748B" w:rsidP="0062748B">
      <w:r>
        <w:t xml:space="preserve">19.1.6       .         .        +INF       EPS       </w:t>
      </w:r>
    </w:p>
    <w:p w:rsidR="0062748B" w:rsidRDefault="0062748B" w:rsidP="0062748B">
      <w:r>
        <w:t xml:space="preserve">19.1.7       .         .        +INF       EPS       </w:t>
      </w:r>
    </w:p>
    <w:p w:rsidR="0062748B" w:rsidRDefault="0062748B" w:rsidP="0062748B">
      <w:r>
        <w:t xml:space="preserve">19.1.8       .         .        +INF       EPS       </w:t>
      </w:r>
    </w:p>
    <w:p w:rsidR="0062748B" w:rsidRDefault="0062748B" w:rsidP="0062748B">
      <w:r>
        <w:t xml:space="preserve">19.1.9       .         .        +INF       EPS       </w:t>
      </w:r>
    </w:p>
    <w:p w:rsidR="0062748B" w:rsidRDefault="0062748B" w:rsidP="0062748B">
      <w:r>
        <w:t xml:space="preserve">19.1.10      .         .        +INF       EPS       </w:t>
      </w:r>
    </w:p>
    <w:p w:rsidR="0062748B" w:rsidRDefault="0062748B" w:rsidP="0062748B">
      <w:r>
        <w:t xml:space="preserve">19.1.11      .         .        +INF       EPS       </w:t>
      </w:r>
    </w:p>
    <w:p w:rsidR="0062748B" w:rsidRDefault="0062748B" w:rsidP="0062748B">
      <w:r>
        <w:t xml:space="preserve">19.1.12      .         .        +INF       EPS       </w:t>
      </w:r>
    </w:p>
    <w:p w:rsidR="0062748B" w:rsidRDefault="0062748B" w:rsidP="0062748B">
      <w:r>
        <w:t xml:space="preserve">19.1.13      .         .        +INF       EPS       </w:t>
      </w:r>
    </w:p>
    <w:p w:rsidR="0062748B" w:rsidRDefault="0062748B" w:rsidP="0062748B">
      <w:r>
        <w:t xml:space="preserve">19.1.14      .         .        +INF       EPS       </w:t>
      </w:r>
    </w:p>
    <w:p w:rsidR="0062748B" w:rsidRDefault="0062748B" w:rsidP="0062748B">
      <w:r>
        <w:t xml:space="preserve">19.1.15      .         .        +INF       EPS       </w:t>
      </w:r>
    </w:p>
    <w:p w:rsidR="0062748B" w:rsidRDefault="0062748B" w:rsidP="0062748B">
      <w:r>
        <w:t xml:space="preserve">19.1.16      .         .        +INF       EPS       </w:t>
      </w:r>
    </w:p>
    <w:p w:rsidR="0062748B" w:rsidRDefault="0062748B" w:rsidP="0062748B">
      <w:r>
        <w:t xml:space="preserve">19.1.17      .         .        +INF       EPS       </w:t>
      </w:r>
    </w:p>
    <w:p w:rsidR="0062748B" w:rsidRDefault="0062748B" w:rsidP="0062748B">
      <w:r>
        <w:t xml:space="preserve">19.1.18      .         .        +INF       EPS       </w:t>
      </w:r>
    </w:p>
    <w:p w:rsidR="0062748B" w:rsidRDefault="0062748B" w:rsidP="0062748B">
      <w:r>
        <w:t xml:space="preserve">19.1.19      .         .        +INF       EPS       </w:t>
      </w:r>
    </w:p>
    <w:p w:rsidR="0062748B" w:rsidRDefault="0062748B" w:rsidP="0062748B">
      <w:r>
        <w:lastRenderedPageBreak/>
        <w:t xml:space="preserve">19.1.20      .         .        +INF       EPS       </w:t>
      </w:r>
    </w:p>
    <w:p w:rsidR="0062748B" w:rsidRDefault="0062748B" w:rsidP="0062748B">
      <w:r>
        <w:t xml:space="preserve">19.1.21      .         .        +INF       EPS       </w:t>
      </w:r>
    </w:p>
    <w:p w:rsidR="0062748B" w:rsidRDefault="0062748B" w:rsidP="0062748B">
      <w:r>
        <w:t xml:space="preserve">19.1.22      .         .        +INF       EPS       </w:t>
      </w:r>
    </w:p>
    <w:p w:rsidR="0062748B" w:rsidRDefault="0062748B" w:rsidP="0062748B">
      <w:r>
        <w:t xml:space="preserve">19.1.23      .         .        +INF       EPS       </w:t>
      </w:r>
    </w:p>
    <w:p w:rsidR="0062748B" w:rsidRDefault="0062748B" w:rsidP="0062748B">
      <w:r>
        <w:t xml:space="preserve">19.1.24      .         .        +INF       EPS       </w:t>
      </w:r>
    </w:p>
    <w:p w:rsidR="0062748B" w:rsidRDefault="0062748B" w:rsidP="0062748B">
      <w:r>
        <w:t xml:space="preserve">19.1.25      .         .        +INF       EPS       </w:t>
      </w:r>
    </w:p>
    <w:p w:rsidR="0062748B" w:rsidRDefault="0062748B" w:rsidP="0062748B">
      <w:r>
        <w:t xml:space="preserve">19.1.26      .         .        +INF       EPS       </w:t>
      </w:r>
    </w:p>
    <w:p w:rsidR="0062748B" w:rsidRDefault="0062748B" w:rsidP="0062748B">
      <w:r>
        <w:t xml:space="preserve">19.1.27      .         .        +INF       EPS       </w:t>
      </w:r>
    </w:p>
    <w:p w:rsidR="0062748B" w:rsidRDefault="0062748B" w:rsidP="0062748B">
      <w:r>
        <w:t xml:space="preserve">19.1.28      .         .        +INF       EPS       </w:t>
      </w:r>
    </w:p>
    <w:p w:rsidR="0062748B" w:rsidRDefault="0062748B" w:rsidP="0062748B">
      <w:r>
        <w:t xml:space="preserve">19.1.29      .         .        +INF       EPS       </w:t>
      </w:r>
    </w:p>
    <w:p w:rsidR="0062748B" w:rsidRDefault="0062748B" w:rsidP="0062748B">
      <w:r>
        <w:t xml:space="preserve">20.1.1       .         .        +INF       EPS       </w:t>
      </w:r>
    </w:p>
    <w:p w:rsidR="0062748B" w:rsidRDefault="0062748B" w:rsidP="0062748B">
      <w:r>
        <w:t xml:space="preserve">20.1.2       .         .        +INF       EPS       </w:t>
      </w:r>
    </w:p>
    <w:p w:rsidR="0062748B" w:rsidRDefault="0062748B" w:rsidP="0062748B">
      <w:r>
        <w:t xml:space="preserve">20.1.3       .         .        +INF       EPS       </w:t>
      </w:r>
    </w:p>
    <w:p w:rsidR="0062748B" w:rsidRDefault="0062748B" w:rsidP="0062748B">
      <w:r>
        <w:t xml:space="preserve">20.1.4       .         .        +INF       EPS       </w:t>
      </w:r>
    </w:p>
    <w:p w:rsidR="0062748B" w:rsidRDefault="0062748B" w:rsidP="0062748B">
      <w:r>
        <w:t xml:space="preserve">20.1.5       .         .        +INF       EPS       </w:t>
      </w:r>
    </w:p>
    <w:p w:rsidR="0062748B" w:rsidRDefault="0062748B" w:rsidP="0062748B">
      <w:r>
        <w:t xml:space="preserve">20.1.6       .         .        +INF       EPS       </w:t>
      </w:r>
    </w:p>
    <w:p w:rsidR="0062748B" w:rsidRDefault="0062748B" w:rsidP="0062748B">
      <w:r>
        <w:t xml:space="preserve">20.1.7       .         .        +INF       EPS       </w:t>
      </w:r>
    </w:p>
    <w:p w:rsidR="0062748B" w:rsidRDefault="0062748B" w:rsidP="0062748B">
      <w:r>
        <w:t xml:space="preserve">20.1.8       .         .        +INF       EPS       </w:t>
      </w:r>
    </w:p>
    <w:p w:rsidR="0062748B" w:rsidRDefault="0062748B" w:rsidP="0062748B">
      <w:r>
        <w:t xml:space="preserve">20.1.9       .         .        +INF       EPS       </w:t>
      </w:r>
    </w:p>
    <w:p w:rsidR="0062748B" w:rsidRDefault="0062748B" w:rsidP="0062748B">
      <w:r>
        <w:t xml:space="preserve">20.1.10      .         .        +INF       EPS       </w:t>
      </w:r>
    </w:p>
    <w:p w:rsidR="0062748B" w:rsidRDefault="0062748B" w:rsidP="0062748B">
      <w:r>
        <w:t xml:space="preserve">20.1.11      .         .        +INF       EPS       </w:t>
      </w:r>
    </w:p>
    <w:p w:rsidR="0062748B" w:rsidRDefault="0062748B" w:rsidP="0062748B">
      <w:r>
        <w:t xml:space="preserve">20.1.12      .         .        +INF       EPS       </w:t>
      </w:r>
    </w:p>
    <w:p w:rsidR="0062748B" w:rsidRDefault="0062748B" w:rsidP="0062748B">
      <w:r>
        <w:t xml:space="preserve">20.1.13      .         .        +INF       EPS       </w:t>
      </w:r>
    </w:p>
    <w:p w:rsidR="0062748B" w:rsidRDefault="0062748B" w:rsidP="0062748B">
      <w:r>
        <w:t xml:space="preserve">20.1.14      .         .        +INF       EPS       </w:t>
      </w:r>
    </w:p>
    <w:p w:rsidR="0062748B" w:rsidRDefault="0062748B" w:rsidP="0062748B">
      <w:r>
        <w:t xml:space="preserve">20.1.15      .         .        +INF       EPS       </w:t>
      </w:r>
    </w:p>
    <w:p w:rsidR="0062748B" w:rsidRDefault="0062748B" w:rsidP="0062748B">
      <w:r>
        <w:lastRenderedPageBreak/>
        <w:t xml:space="preserve">20.1.16      .         .        +INF       EPS       </w:t>
      </w:r>
    </w:p>
    <w:p w:rsidR="0062748B" w:rsidRDefault="0062748B" w:rsidP="0062748B">
      <w:r>
        <w:t xml:space="preserve">20.1.17      .         .        +INF       EPS       </w:t>
      </w:r>
    </w:p>
    <w:p w:rsidR="0062748B" w:rsidRDefault="0062748B" w:rsidP="0062748B">
      <w:r>
        <w:t xml:space="preserve">20.1.18      .         .        +INF       EPS       </w:t>
      </w:r>
    </w:p>
    <w:p w:rsidR="0062748B" w:rsidRDefault="0062748B" w:rsidP="0062748B">
      <w:r>
        <w:t xml:space="preserve">20.1.19      .         .        +INF       EPS       </w:t>
      </w:r>
    </w:p>
    <w:p w:rsidR="0062748B" w:rsidRDefault="0062748B" w:rsidP="0062748B">
      <w:r>
        <w:t xml:space="preserve">20.1.20      .         .        +INF       EPS       </w:t>
      </w:r>
    </w:p>
    <w:p w:rsidR="0062748B" w:rsidRDefault="0062748B" w:rsidP="0062748B">
      <w:r>
        <w:t xml:space="preserve">20.1.21      .         .        +INF       EPS       </w:t>
      </w:r>
    </w:p>
    <w:p w:rsidR="0062748B" w:rsidRDefault="0062748B" w:rsidP="0062748B">
      <w:r>
        <w:t xml:space="preserve">20.1.22      .         .        +INF       EPS       </w:t>
      </w:r>
    </w:p>
    <w:p w:rsidR="0062748B" w:rsidRDefault="0062748B" w:rsidP="0062748B">
      <w:r>
        <w:t xml:space="preserve">20.1.23      .         .        +INF       EPS       </w:t>
      </w:r>
    </w:p>
    <w:p w:rsidR="0062748B" w:rsidRDefault="0062748B" w:rsidP="0062748B">
      <w:r>
        <w:t xml:space="preserve">20.1.24      .         .        +INF       EPS       </w:t>
      </w:r>
    </w:p>
    <w:p w:rsidR="0062748B" w:rsidRDefault="0062748B" w:rsidP="0062748B">
      <w:r>
        <w:t xml:space="preserve">20.1.25      .         .        +INF       EPS       </w:t>
      </w:r>
    </w:p>
    <w:p w:rsidR="0062748B" w:rsidRDefault="0062748B" w:rsidP="0062748B">
      <w:r>
        <w:t xml:space="preserve">20.1.26      .         .        +INF       EPS       </w:t>
      </w:r>
    </w:p>
    <w:p w:rsidR="0062748B" w:rsidRDefault="0062748B" w:rsidP="0062748B">
      <w:r>
        <w:t xml:space="preserve">20.1.27      .         .        +INF       EPS       </w:t>
      </w:r>
    </w:p>
    <w:p w:rsidR="0062748B" w:rsidRDefault="0062748B" w:rsidP="0062748B">
      <w:r>
        <w:t xml:space="preserve">20.1.28      .         .        +INF       EPS       </w:t>
      </w:r>
    </w:p>
    <w:p w:rsidR="0062748B" w:rsidRDefault="0062748B" w:rsidP="0062748B">
      <w:r>
        <w:t xml:space="preserve">20.1.29      .         .        +INF       EPS       </w:t>
      </w:r>
    </w:p>
    <w:p w:rsidR="0062748B" w:rsidRDefault="0062748B" w:rsidP="0062748B">
      <w:r>
        <w:t xml:space="preserve">21.1.1       .         .        +INF       EPS       </w:t>
      </w:r>
    </w:p>
    <w:p w:rsidR="0062748B" w:rsidRDefault="0062748B" w:rsidP="0062748B">
      <w:r>
        <w:t xml:space="preserve">21.1.2       .         .        +INF       EPS       </w:t>
      </w:r>
    </w:p>
    <w:p w:rsidR="0062748B" w:rsidRDefault="0062748B" w:rsidP="0062748B">
      <w:r>
        <w:t xml:space="preserve">21.1.3       .         .        +INF       EPS       </w:t>
      </w:r>
    </w:p>
    <w:p w:rsidR="0062748B" w:rsidRDefault="0062748B" w:rsidP="0062748B">
      <w:r>
        <w:t xml:space="preserve">21.1.4       .         .        +INF       EPS       </w:t>
      </w:r>
    </w:p>
    <w:p w:rsidR="0062748B" w:rsidRDefault="0062748B" w:rsidP="0062748B">
      <w:r>
        <w:t xml:space="preserve">21.1.5       .         .        +INF       EPS       </w:t>
      </w:r>
    </w:p>
    <w:p w:rsidR="0062748B" w:rsidRDefault="0062748B" w:rsidP="0062748B">
      <w:r>
        <w:t xml:space="preserve">21.1.6       .         .        +INF       EPS       </w:t>
      </w:r>
    </w:p>
    <w:p w:rsidR="0062748B" w:rsidRDefault="0062748B" w:rsidP="0062748B">
      <w:r>
        <w:t xml:space="preserve">21.1.7       .         .        +INF       EPS       </w:t>
      </w:r>
    </w:p>
    <w:p w:rsidR="0062748B" w:rsidRDefault="0062748B" w:rsidP="0062748B">
      <w:r>
        <w:t xml:space="preserve">21.1.8       .         .        +INF       EPS       </w:t>
      </w:r>
    </w:p>
    <w:p w:rsidR="0062748B" w:rsidRDefault="0062748B" w:rsidP="0062748B">
      <w:r>
        <w:t xml:space="preserve">21.1.9       .         .        +INF       EPS       </w:t>
      </w:r>
    </w:p>
    <w:p w:rsidR="0062748B" w:rsidRDefault="0062748B" w:rsidP="0062748B">
      <w:r>
        <w:t xml:space="preserve">21.1.10      .         .        +INF       EPS       </w:t>
      </w:r>
    </w:p>
    <w:p w:rsidR="0062748B" w:rsidRDefault="0062748B" w:rsidP="0062748B">
      <w:r>
        <w:t xml:space="preserve">21.1.11      .         .        +INF       EPS       </w:t>
      </w:r>
    </w:p>
    <w:p w:rsidR="0062748B" w:rsidRDefault="0062748B" w:rsidP="0062748B">
      <w:r>
        <w:lastRenderedPageBreak/>
        <w:t xml:space="preserve">21.1.12      .         .        +INF       EPS       </w:t>
      </w:r>
    </w:p>
    <w:p w:rsidR="0062748B" w:rsidRDefault="0062748B" w:rsidP="0062748B">
      <w:r>
        <w:t xml:space="preserve">21.1.13      .         .        +INF       EPS       </w:t>
      </w:r>
    </w:p>
    <w:p w:rsidR="0062748B" w:rsidRDefault="0062748B" w:rsidP="0062748B">
      <w:r>
        <w:t xml:space="preserve">21.1.14      .         .        +INF       EPS       </w:t>
      </w:r>
    </w:p>
    <w:p w:rsidR="0062748B" w:rsidRDefault="0062748B" w:rsidP="0062748B">
      <w:r>
        <w:t xml:space="preserve">21.1.15      .         .        +INF       EPS       </w:t>
      </w:r>
    </w:p>
    <w:p w:rsidR="0062748B" w:rsidRDefault="0062748B" w:rsidP="0062748B">
      <w:r>
        <w:t xml:space="preserve">21.1.16      .         .        +INF       EPS       </w:t>
      </w:r>
    </w:p>
    <w:p w:rsidR="0062748B" w:rsidRDefault="0062748B" w:rsidP="0062748B">
      <w:r>
        <w:t xml:space="preserve">21.1.17      .         .        +INF       EPS       </w:t>
      </w:r>
    </w:p>
    <w:p w:rsidR="0062748B" w:rsidRDefault="0062748B" w:rsidP="0062748B">
      <w:r>
        <w:t xml:space="preserve">21.1.18      .         .        +INF       EPS       </w:t>
      </w:r>
    </w:p>
    <w:p w:rsidR="0062748B" w:rsidRDefault="0062748B" w:rsidP="0062748B">
      <w:r>
        <w:t xml:space="preserve">21.1.19      .         .        +INF       EPS       </w:t>
      </w:r>
    </w:p>
    <w:p w:rsidR="0062748B" w:rsidRDefault="0062748B" w:rsidP="0062748B">
      <w:r>
        <w:t xml:space="preserve">21.1.20      .         .        +INF       EPS       </w:t>
      </w:r>
    </w:p>
    <w:p w:rsidR="0062748B" w:rsidRDefault="0062748B" w:rsidP="0062748B">
      <w:r>
        <w:t xml:space="preserve">21.1.21      .         .        +INF       EPS       </w:t>
      </w:r>
    </w:p>
    <w:p w:rsidR="0062748B" w:rsidRDefault="0062748B" w:rsidP="0062748B">
      <w:r>
        <w:t xml:space="preserve">21.1.22      .         .        +INF       EPS       </w:t>
      </w:r>
    </w:p>
    <w:p w:rsidR="0062748B" w:rsidRDefault="0062748B" w:rsidP="0062748B">
      <w:r>
        <w:t xml:space="preserve">21.1.23      .         .        +INF       EPS       </w:t>
      </w:r>
    </w:p>
    <w:p w:rsidR="0062748B" w:rsidRDefault="0062748B" w:rsidP="0062748B">
      <w:r>
        <w:t xml:space="preserve">21.1.24      .         .        +INF       EPS       </w:t>
      </w:r>
    </w:p>
    <w:p w:rsidR="0062748B" w:rsidRDefault="0062748B" w:rsidP="0062748B">
      <w:r>
        <w:t xml:space="preserve">21.1.25      .         .        +INF       EPS       </w:t>
      </w:r>
    </w:p>
    <w:p w:rsidR="0062748B" w:rsidRDefault="0062748B" w:rsidP="0062748B">
      <w:r>
        <w:t xml:space="preserve">21.1.26      .         .        +INF       EPS       </w:t>
      </w:r>
    </w:p>
    <w:p w:rsidR="0062748B" w:rsidRDefault="0062748B" w:rsidP="0062748B">
      <w:r>
        <w:t xml:space="preserve">21.1.27      .         .        +INF       EPS       </w:t>
      </w:r>
    </w:p>
    <w:p w:rsidR="0062748B" w:rsidRDefault="0062748B" w:rsidP="0062748B">
      <w:r>
        <w:t xml:space="preserve">21.1.28      .         .        +INF       EPS       </w:t>
      </w:r>
    </w:p>
    <w:p w:rsidR="0062748B" w:rsidRDefault="0062748B" w:rsidP="0062748B">
      <w:r>
        <w:t xml:space="preserve">21.1.29      .         .        +INF       EPS       </w:t>
      </w:r>
    </w:p>
    <w:p w:rsidR="0062748B" w:rsidRDefault="0062748B" w:rsidP="0062748B">
      <w:r>
        <w:t xml:space="preserve">22.1.1       .         .        +INF       EPS       </w:t>
      </w:r>
    </w:p>
    <w:p w:rsidR="0062748B" w:rsidRDefault="0062748B" w:rsidP="0062748B">
      <w:r>
        <w:t xml:space="preserve">22.1.2       .         .        +INF       EPS       </w:t>
      </w:r>
    </w:p>
    <w:p w:rsidR="0062748B" w:rsidRDefault="0062748B" w:rsidP="0062748B">
      <w:r>
        <w:t xml:space="preserve">22.1.3       .         .        +INF       EPS       </w:t>
      </w:r>
    </w:p>
    <w:p w:rsidR="0062748B" w:rsidRDefault="0062748B" w:rsidP="0062748B">
      <w:r>
        <w:t xml:space="preserve">22.1.4       .         .        +INF       EPS       </w:t>
      </w:r>
    </w:p>
    <w:p w:rsidR="0062748B" w:rsidRDefault="0062748B" w:rsidP="0062748B">
      <w:r>
        <w:t xml:space="preserve">22.1.5       .         .        +INF       EPS       </w:t>
      </w:r>
    </w:p>
    <w:p w:rsidR="0062748B" w:rsidRDefault="0062748B" w:rsidP="0062748B">
      <w:r>
        <w:t xml:space="preserve">22.1.6       .         .        +INF       EPS       </w:t>
      </w:r>
    </w:p>
    <w:p w:rsidR="0062748B" w:rsidRDefault="0062748B" w:rsidP="0062748B">
      <w:r>
        <w:t xml:space="preserve">22.1.7       .         .        +INF       EPS       </w:t>
      </w:r>
    </w:p>
    <w:p w:rsidR="0062748B" w:rsidRDefault="0062748B" w:rsidP="0062748B">
      <w:r>
        <w:lastRenderedPageBreak/>
        <w:t xml:space="preserve">22.1.8       .         .        +INF       EPS       </w:t>
      </w:r>
    </w:p>
    <w:p w:rsidR="0062748B" w:rsidRDefault="0062748B" w:rsidP="0062748B">
      <w:r>
        <w:t xml:space="preserve">22.1.9       .         .        +INF       EPS       </w:t>
      </w:r>
    </w:p>
    <w:p w:rsidR="0062748B" w:rsidRDefault="0062748B" w:rsidP="0062748B">
      <w:r>
        <w:t xml:space="preserve">22.1.10      .         .        +INF       EPS       </w:t>
      </w:r>
    </w:p>
    <w:p w:rsidR="0062748B" w:rsidRDefault="0062748B" w:rsidP="0062748B">
      <w:r>
        <w:t xml:space="preserve">22.1.11      .         .        +INF       EPS       </w:t>
      </w:r>
    </w:p>
    <w:p w:rsidR="0062748B" w:rsidRDefault="0062748B" w:rsidP="0062748B">
      <w:r>
        <w:t xml:space="preserve">22.1.12      .         .        +INF       EPS       </w:t>
      </w:r>
    </w:p>
    <w:p w:rsidR="0062748B" w:rsidRDefault="0062748B" w:rsidP="0062748B">
      <w:r>
        <w:t xml:space="preserve">22.1.13      .         .        +INF       EPS       </w:t>
      </w:r>
    </w:p>
    <w:p w:rsidR="0062748B" w:rsidRDefault="0062748B" w:rsidP="0062748B">
      <w:r>
        <w:t xml:space="preserve">22.1.14      .         .        +INF       EPS       </w:t>
      </w:r>
    </w:p>
    <w:p w:rsidR="0062748B" w:rsidRDefault="0062748B" w:rsidP="0062748B">
      <w:r>
        <w:t xml:space="preserve">22.1.15      .         .        +INF       EPS       </w:t>
      </w:r>
    </w:p>
    <w:p w:rsidR="0062748B" w:rsidRDefault="0062748B" w:rsidP="0062748B">
      <w:r>
        <w:t xml:space="preserve">22.1.16      .         .        +INF       EPS       </w:t>
      </w:r>
    </w:p>
    <w:p w:rsidR="0062748B" w:rsidRDefault="0062748B" w:rsidP="0062748B">
      <w:r>
        <w:t xml:space="preserve">22.1.17      .         .        +INF       EPS       </w:t>
      </w:r>
    </w:p>
    <w:p w:rsidR="0062748B" w:rsidRDefault="0062748B" w:rsidP="0062748B">
      <w:r>
        <w:t xml:space="preserve">22.1.18      .         .        +INF       EPS       </w:t>
      </w:r>
    </w:p>
    <w:p w:rsidR="0062748B" w:rsidRDefault="0062748B" w:rsidP="0062748B">
      <w:r>
        <w:t xml:space="preserve">22.1.19      .         .        +INF       EPS       </w:t>
      </w:r>
    </w:p>
    <w:p w:rsidR="0062748B" w:rsidRDefault="0062748B" w:rsidP="0062748B">
      <w:r>
        <w:t xml:space="preserve">22.1.20      .         .        +INF       EPS       </w:t>
      </w:r>
    </w:p>
    <w:p w:rsidR="0062748B" w:rsidRDefault="0062748B" w:rsidP="0062748B">
      <w:r>
        <w:t xml:space="preserve">22.1.21      .         .        +INF       EPS       </w:t>
      </w:r>
    </w:p>
    <w:p w:rsidR="0062748B" w:rsidRDefault="0062748B" w:rsidP="0062748B">
      <w:r>
        <w:t xml:space="preserve">22.1.22      .         .        +INF       EPS       </w:t>
      </w:r>
    </w:p>
    <w:p w:rsidR="0062748B" w:rsidRDefault="0062748B" w:rsidP="0062748B">
      <w:r>
        <w:t xml:space="preserve">22.1.23      .         .        +INF       EPS       </w:t>
      </w:r>
    </w:p>
    <w:p w:rsidR="0062748B" w:rsidRDefault="0062748B" w:rsidP="0062748B">
      <w:r>
        <w:t xml:space="preserve">22.1.24      .         .        +INF       EPS       </w:t>
      </w:r>
    </w:p>
    <w:p w:rsidR="0062748B" w:rsidRDefault="0062748B" w:rsidP="0062748B">
      <w:r>
        <w:t xml:space="preserve">22.1.25      .         .        +INF       EPS       </w:t>
      </w:r>
    </w:p>
    <w:p w:rsidR="0062748B" w:rsidRDefault="0062748B" w:rsidP="0062748B">
      <w:r>
        <w:t xml:space="preserve">22.1.26      .         .        +INF       EPS       </w:t>
      </w:r>
    </w:p>
    <w:p w:rsidR="0062748B" w:rsidRDefault="0062748B" w:rsidP="0062748B">
      <w:r>
        <w:t xml:space="preserve">22.1.27      .         .        +INF       EPS       </w:t>
      </w:r>
    </w:p>
    <w:p w:rsidR="0062748B" w:rsidRDefault="0062748B" w:rsidP="0062748B">
      <w:r>
        <w:t xml:space="preserve">22.1.28      .         .        +INF       EPS       </w:t>
      </w:r>
    </w:p>
    <w:p w:rsidR="0062748B" w:rsidRDefault="0062748B" w:rsidP="0062748B">
      <w:r>
        <w:t xml:space="preserve">22.1.29      .         .        +INF       EPS       </w:t>
      </w:r>
    </w:p>
    <w:p w:rsidR="0062748B" w:rsidRDefault="0062748B" w:rsidP="0062748B">
      <w:r>
        <w:t xml:space="preserve">23.1.1       .         .        +INF       EPS       </w:t>
      </w:r>
    </w:p>
    <w:p w:rsidR="0062748B" w:rsidRDefault="0062748B" w:rsidP="0062748B">
      <w:r>
        <w:t xml:space="preserve">23.1.2       .         .        +INF       EPS       </w:t>
      </w:r>
    </w:p>
    <w:p w:rsidR="0062748B" w:rsidRDefault="0062748B" w:rsidP="0062748B">
      <w:r>
        <w:t xml:space="preserve">23.1.3       .         .        +INF       EPS       </w:t>
      </w:r>
    </w:p>
    <w:p w:rsidR="0062748B" w:rsidRDefault="0062748B" w:rsidP="0062748B">
      <w:r>
        <w:lastRenderedPageBreak/>
        <w:t xml:space="preserve">23.1.4       .         .        +INF       EPS       </w:t>
      </w:r>
    </w:p>
    <w:p w:rsidR="0062748B" w:rsidRDefault="0062748B" w:rsidP="0062748B">
      <w:r>
        <w:t xml:space="preserve">23.1.5       .         .        +INF       EPS       </w:t>
      </w:r>
    </w:p>
    <w:p w:rsidR="0062748B" w:rsidRDefault="0062748B" w:rsidP="0062748B">
      <w:r>
        <w:t xml:space="preserve">23.1.6       .         .        +INF       EPS       </w:t>
      </w:r>
    </w:p>
    <w:p w:rsidR="0062748B" w:rsidRDefault="0062748B" w:rsidP="0062748B">
      <w:r>
        <w:t xml:space="preserve">23.1.7       .         .        +INF       EPS       </w:t>
      </w:r>
    </w:p>
    <w:p w:rsidR="0062748B" w:rsidRDefault="0062748B" w:rsidP="0062748B">
      <w:r>
        <w:t xml:space="preserve">23.1.8       .         .        +INF       EPS       </w:t>
      </w:r>
    </w:p>
    <w:p w:rsidR="0062748B" w:rsidRDefault="0062748B" w:rsidP="0062748B">
      <w:r>
        <w:t xml:space="preserve">23.1.9       .         .        +INF       EPS       </w:t>
      </w:r>
    </w:p>
    <w:p w:rsidR="0062748B" w:rsidRDefault="0062748B" w:rsidP="0062748B">
      <w:r>
        <w:t xml:space="preserve">23.1.10      .         .        +INF       EPS       </w:t>
      </w:r>
    </w:p>
    <w:p w:rsidR="0062748B" w:rsidRDefault="0062748B" w:rsidP="0062748B">
      <w:r>
        <w:t xml:space="preserve">23.1.11      .         .        +INF       EPS       </w:t>
      </w:r>
    </w:p>
    <w:p w:rsidR="0062748B" w:rsidRDefault="0062748B" w:rsidP="0062748B">
      <w:r>
        <w:t xml:space="preserve">23.1.12      .         .        +INF       EPS       </w:t>
      </w:r>
    </w:p>
    <w:p w:rsidR="0062748B" w:rsidRDefault="0062748B" w:rsidP="0062748B">
      <w:r>
        <w:t xml:space="preserve">23.1.13      .         .        +INF       EPS       </w:t>
      </w:r>
    </w:p>
    <w:p w:rsidR="0062748B" w:rsidRDefault="0062748B" w:rsidP="0062748B">
      <w:r>
        <w:t xml:space="preserve">23.1.14      .         .        +INF       EPS       </w:t>
      </w:r>
    </w:p>
    <w:p w:rsidR="0062748B" w:rsidRDefault="0062748B" w:rsidP="0062748B">
      <w:r>
        <w:t xml:space="preserve">23.1.15      .         .        +INF       EPS       </w:t>
      </w:r>
    </w:p>
    <w:p w:rsidR="0062748B" w:rsidRDefault="0062748B" w:rsidP="0062748B">
      <w:r>
        <w:t xml:space="preserve">23.1.16      .         .        +INF       EPS       </w:t>
      </w:r>
    </w:p>
    <w:p w:rsidR="0062748B" w:rsidRDefault="0062748B" w:rsidP="0062748B">
      <w:r>
        <w:t xml:space="preserve">23.1.17      .         .        +INF       EPS       </w:t>
      </w:r>
    </w:p>
    <w:p w:rsidR="0062748B" w:rsidRDefault="0062748B" w:rsidP="0062748B">
      <w:r>
        <w:t xml:space="preserve">23.1.18      .         .        +INF       EPS       </w:t>
      </w:r>
    </w:p>
    <w:p w:rsidR="0062748B" w:rsidRDefault="0062748B" w:rsidP="0062748B">
      <w:r>
        <w:t xml:space="preserve">23.1.19      .         .        +INF       EPS       </w:t>
      </w:r>
    </w:p>
    <w:p w:rsidR="0062748B" w:rsidRDefault="0062748B" w:rsidP="0062748B">
      <w:r>
        <w:t xml:space="preserve">23.1.20      .         .        +INF       EPS       </w:t>
      </w:r>
    </w:p>
    <w:p w:rsidR="0062748B" w:rsidRDefault="0062748B" w:rsidP="0062748B">
      <w:r>
        <w:t xml:space="preserve">23.1.21      .         .        +INF       EPS       </w:t>
      </w:r>
    </w:p>
    <w:p w:rsidR="0062748B" w:rsidRDefault="0062748B" w:rsidP="0062748B">
      <w:r>
        <w:t xml:space="preserve">23.1.22      .         .        +INF       EPS       </w:t>
      </w:r>
    </w:p>
    <w:p w:rsidR="0062748B" w:rsidRDefault="0062748B" w:rsidP="0062748B">
      <w:r>
        <w:t xml:space="preserve">23.1.23      .         .        +INF       EPS       </w:t>
      </w:r>
    </w:p>
    <w:p w:rsidR="0062748B" w:rsidRDefault="0062748B" w:rsidP="0062748B">
      <w:r>
        <w:t xml:space="preserve">23.1.24      .         .        +INF       EPS       </w:t>
      </w:r>
    </w:p>
    <w:p w:rsidR="0062748B" w:rsidRDefault="0062748B" w:rsidP="0062748B">
      <w:r>
        <w:t xml:space="preserve">23.1.25      .         .        +INF       EPS       </w:t>
      </w:r>
    </w:p>
    <w:p w:rsidR="0062748B" w:rsidRDefault="0062748B" w:rsidP="0062748B">
      <w:r>
        <w:t xml:space="preserve">23.1.26      .         .        +INF       EPS       </w:t>
      </w:r>
    </w:p>
    <w:p w:rsidR="0062748B" w:rsidRDefault="0062748B" w:rsidP="0062748B">
      <w:r>
        <w:t xml:space="preserve">23.1.27      .         .        +INF       EPS       </w:t>
      </w:r>
    </w:p>
    <w:p w:rsidR="0062748B" w:rsidRDefault="0062748B" w:rsidP="0062748B">
      <w:r>
        <w:t xml:space="preserve">23.1.28      .         .        +INF       EPS       </w:t>
      </w:r>
    </w:p>
    <w:p w:rsidR="0062748B" w:rsidRDefault="0062748B" w:rsidP="0062748B">
      <w:r>
        <w:lastRenderedPageBreak/>
        <w:t xml:space="preserve">23.1.29      .         .        +INF       EPS       </w:t>
      </w:r>
    </w:p>
    <w:p w:rsidR="0062748B" w:rsidRDefault="0062748B" w:rsidP="0062748B">
      <w:r>
        <w:t xml:space="preserve">24.1.1       .         .        +INF       EPS       </w:t>
      </w:r>
    </w:p>
    <w:p w:rsidR="0062748B" w:rsidRDefault="0062748B" w:rsidP="0062748B">
      <w:r>
        <w:t xml:space="preserve">24.1.2       .         .        +INF       EPS       </w:t>
      </w:r>
    </w:p>
    <w:p w:rsidR="0062748B" w:rsidRDefault="0062748B" w:rsidP="0062748B">
      <w:r>
        <w:t xml:space="preserve">24.1.3       .         .        +INF       EPS       </w:t>
      </w:r>
    </w:p>
    <w:p w:rsidR="0062748B" w:rsidRDefault="0062748B" w:rsidP="0062748B">
      <w:r>
        <w:t xml:space="preserve">24.1.4       .         .        +INF       EPS       </w:t>
      </w:r>
    </w:p>
    <w:p w:rsidR="0062748B" w:rsidRDefault="0062748B" w:rsidP="0062748B">
      <w:r>
        <w:t xml:space="preserve">24.1.5       .         .        +INF       EPS       </w:t>
      </w:r>
    </w:p>
    <w:p w:rsidR="0062748B" w:rsidRDefault="0062748B" w:rsidP="0062748B">
      <w:r>
        <w:t xml:space="preserve">24.1.6       .         .        +INF       EPS       </w:t>
      </w:r>
    </w:p>
    <w:p w:rsidR="0062748B" w:rsidRDefault="0062748B" w:rsidP="0062748B">
      <w:r>
        <w:t xml:space="preserve">24.1.7       .         .        +INF       EPS       </w:t>
      </w:r>
    </w:p>
    <w:p w:rsidR="0062748B" w:rsidRDefault="0062748B" w:rsidP="0062748B">
      <w:r>
        <w:t xml:space="preserve">24.1.8       .         .        +INF       EPS       </w:t>
      </w:r>
    </w:p>
    <w:p w:rsidR="0062748B" w:rsidRDefault="0062748B" w:rsidP="0062748B">
      <w:r>
        <w:t xml:space="preserve">24.1.9       .         .        +INF       EPS       </w:t>
      </w:r>
    </w:p>
    <w:p w:rsidR="0062748B" w:rsidRDefault="0062748B" w:rsidP="0062748B">
      <w:r>
        <w:t xml:space="preserve">24.1.10      .         .        +INF       EPS       </w:t>
      </w:r>
    </w:p>
    <w:p w:rsidR="0062748B" w:rsidRDefault="0062748B" w:rsidP="0062748B">
      <w:r>
        <w:t xml:space="preserve">24.1.11      .         .        +INF       EPS       </w:t>
      </w:r>
    </w:p>
    <w:p w:rsidR="0062748B" w:rsidRDefault="0062748B" w:rsidP="0062748B">
      <w:r>
        <w:t xml:space="preserve">24.1.12      .         .        +INF       EPS       </w:t>
      </w:r>
    </w:p>
    <w:p w:rsidR="0062748B" w:rsidRDefault="0062748B" w:rsidP="0062748B">
      <w:r>
        <w:t xml:space="preserve">24.1.13      .         .        +INF       EPS       </w:t>
      </w:r>
    </w:p>
    <w:p w:rsidR="0062748B" w:rsidRDefault="0062748B" w:rsidP="0062748B">
      <w:r>
        <w:t xml:space="preserve">24.1.14      .         .        +INF       EPS       </w:t>
      </w:r>
    </w:p>
    <w:p w:rsidR="0062748B" w:rsidRDefault="0062748B" w:rsidP="0062748B">
      <w:r>
        <w:t xml:space="preserve">24.1.15      .         .        +INF       EPS       </w:t>
      </w:r>
    </w:p>
    <w:p w:rsidR="0062748B" w:rsidRDefault="0062748B" w:rsidP="0062748B">
      <w:r>
        <w:t xml:space="preserve">24.1.16      .         .        +INF       EPS       </w:t>
      </w:r>
    </w:p>
    <w:p w:rsidR="0062748B" w:rsidRDefault="0062748B" w:rsidP="0062748B">
      <w:r>
        <w:t xml:space="preserve">24.1.17      .         .        +INF       EPS       </w:t>
      </w:r>
    </w:p>
    <w:p w:rsidR="0062748B" w:rsidRDefault="0062748B" w:rsidP="0062748B">
      <w:r>
        <w:t xml:space="preserve">24.1.18      .         .        +INF       EPS       </w:t>
      </w:r>
    </w:p>
    <w:p w:rsidR="0062748B" w:rsidRDefault="0062748B" w:rsidP="0062748B">
      <w:r>
        <w:t xml:space="preserve">24.1.19      .         .        +INF       EPS       </w:t>
      </w:r>
    </w:p>
    <w:p w:rsidR="0062748B" w:rsidRDefault="0062748B" w:rsidP="0062748B">
      <w:r>
        <w:t xml:space="preserve">24.1.20      .         .        +INF       EPS       </w:t>
      </w:r>
    </w:p>
    <w:p w:rsidR="0062748B" w:rsidRDefault="0062748B" w:rsidP="0062748B">
      <w:r>
        <w:t xml:space="preserve">24.1.21      .         .        +INF       EPS       </w:t>
      </w:r>
    </w:p>
    <w:p w:rsidR="0062748B" w:rsidRDefault="0062748B" w:rsidP="0062748B">
      <w:r>
        <w:t xml:space="preserve">24.1.22      .         .        +INF       EPS       </w:t>
      </w:r>
    </w:p>
    <w:p w:rsidR="0062748B" w:rsidRDefault="0062748B" w:rsidP="0062748B">
      <w:r>
        <w:t xml:space="preserve">24.1.23      .         .        +INF       EPS       </w:t>
      </w:r>
    </w:p>
    <w:p w:rsidR="0062748B" w:rsidRDefault="0062748B" w:rsidP="0062748B">
      <w:r>
        <w:t xml:space="preserve">24.1.24      .         .        +INF       EPS       </w:t>
      </w:r>
    </w:p>
    <w:p w:rsidR="0062748B" w:rsidRDefault="0062748B" w:rsidP="0062748B">
      <w:r>
        <w:lastRenderedPageBreak/>
        <w:t xml:space="preserve">24.1.25      .         .        +INF       EPS       </w:t>
      </w:r>
    </w:p>
    <w:p w:rsidR="0062748B" w:rsidRDefault="0062748B" w:rsidP="0062748B">
      <w:r>
        <w:t xml:space="preserve">24.1.26      .         .        +INF       EPS       </w:t>
      </w:r>
    </w:p>
    <w:p w:rsidR="0062748B" w:rsidRDefault="0062748B" w:rsidP="0062748B">
      <w:r>
        <w:t xml:space="preserve">24.1.27      .         .        +INF       EPS       </w:t>
      </w:r>
    </w:p>
    <w:p w:rsidR="0062748B" w:rsidRDefault="0062748B" w:rsidP="0062748B">
      <w:r>
        <w:t xml:space="preserve">24.1.28      .         .        +INF       EPS       </w:t>
      </w:r>
    </w:p>
    <w:p w:rsidR="0062748B" w:rsidRDefault="0062748B" w:rsidP="0062748B">
      <w:r>
        <w:t xml:space="preserve">24.1.29      .         .        +INF       EPS       </w:t>
      </w:r>
    </w:p>
    <w:p w:rsidR="0062748B" w:rsidRDefault="0062748B" w:rsidP="0062748B">
      <w:r>
        <w:t xml:space="preserve">25.1.1       .         .        +INF       EPS       </w:t>
      </w:r>
    </w:p>
    <w:p w:rsidR="0062748B" w:rsidRDefault="0062748B" w:rsidP="0062748B">
      <w:r>
        <w:t xml:space="preserve">25.1.2       .         .        +INF       EPS       </w:t>
      </w:r>
    </w:p>
    <w:p w:rsidR="0062748B" w:rsidRDefault="0062748B" w:rsidP="0062748B">
      <w:r>
        <w:t xml:space="preserve">25.1.3       .         .        +INF       EPS       </w:t>
      </w:r>
    </w:p>
    <w:p w:rsidR="0062748B" w:rsidRDefault="0062748B" w:rsidP="0062748B">
      <w:r>
        <w:t xml:space="preserve">25.1.4       .         .        +INF       EPS       </w:t>
      </w:r>
    </w:p>
    <w:p w:rsidR="0062748B" w:rsidRDefault="0062748B" w:rsidP="0062748B">
      <w:r>
        <w:t xml:space="preserve">25.1.5       .         .        +INF       EPS       </w:t>
      </w:r>
    </w:p>
    <w:p w:rsidR="0062748B" w:rsidRDefault="0062748B" w:rsidP="0062748B">
      <w:r>
        <w:t xml:space="preserve">25.1.6       .         .        +INF       EPS       </w:t>
      </w:r>
    </w:p>
    <w:p w:rsidR="0062748B" w:rsidRDefault="0062748B" w:rsidP="0062748B">
      <w:r>
        <w:t xml:space="preserve">25.1.7       .         .        +INF       EPS       </w:t>
      </w:r>
    </w:p>
    <w:p w:rsidR="0062748B" w:rsidRDefault="0062748B" w:rsidP="0062748B">
      <w:r>
        <w:t xml:space="preserve">25.1.8       .         .        +INF       EPS       </w:t>
      </w:r>
    </w:p>
    <w:p w:rsidR="0062748B" w:rsidRDefault="0062748B" w:rsidP="0062748B">
      <w:r>
        <w:t xml:space="preserve">25.1.9       .         .        +INF       EPS       </w:t>
      </w:r>
    </w:p>
    <w:p w:rsidR="0062748B" w:rsidRDefault="0062748B" w:rsidP="0062748B">
      <w:r>
        <w:t xml:space="preserve">25.1.10      .         .        +INF       EPS       </w:t>
      </w:r>
    </w:p>
    <w:p w:rsidR="0062748B" w:rsidRDefault="0062748B" w:rsidP="0062748B">
      <w:r>
        <w:t xml:space="preserve">25.1.11      .         .        +INF       EPS       </w:t>
      </w:r>
    </w:p>
    <w:p w:rsidR="0062748B" w:rsidRDefault="0062748B" w:rsidP="0062748B">
      <w:r>
        <w:t xml:space="preserve">25.1.12      .         .        +INF       EPS       </w:t>
      </w:r>
    </w:p>
    <w:p w:rsidR="0062748B" w:rsidRDefault="0062748B" w:rsidP="0062748B">
      <w:r>
        <w:t xml:space="preserve">25.1.13      .         .        +INF       EPS       </w:t>
      </w:r>
    </w:p>
    <w:p w:rsidR="0062748B" w:rsidRDefault="0062748B" w:rsidP="0062748B">
      <w:r>
        <w:t xml:space="preserve">25.1.14      .         .        +INF       EPS       </w:t>
      </w:r>
    </w:p>
    <w:p w:rsidR="0062748B" w:rsidRDefault="0062748B" w:rsidP="0062748B">
      <w:r>
        <w:t xml:space="preserve">25.1.15      .         .        +INF       EPS       </w:t>
      </w:r>
    </w:p>
    <w:p w:rsidR="0062748B" w:rsidRDefault="0062748B" w:rsidP="0062748B">
      <w:r>
        <w:t xml:space="preserve">25.1.16      .         .        +INF       EPS       </w:t>
      </w:r>
    </w:p>
    <w:p w:rsidR="0062748B" w:rsidRDefault="0062748B" w:rsidP="0062748B">
      <w:r>
        <w:t xml:space="preserve">25.1.17      .         .        +INF       EPS       </w:t>
      </w:r>
    </w:p>
    <w:p w:rsidR="0062748B" w:rsidRDefault="0062748B" w:rsidP="0062748B">
      <w:r>
        <w:t xml:space="preserve">25.1.18      .         .        +INF       EPS       </w:t>
      </w:r>
    </w:p>
    <w:p w:rsidR="0062748B" w:rsidRDefault="0062748B" w:rsidP="0062748B">
      <w:r>
        <w:t xml:space="preserve">25.1.19      .         .        +INF       EPS       </w:t>
      </w:r>
    </w:p>
    <w:p w:rsidR="0062748B" w:rsidRDefault="0062748B" w:rsidP="0062748B">
      <w:r>
        <w:t xml:space="preserve">25.1.20      .         .        +INF       EPS       </w:t>
      </w:r>
    </w:p>
    <w:p w:rsidR="0062748B" w:rsidRDefault="0062748B" w:rsidP="0062748B">
      <w:r>
        <w:lastRenderedPageBreak/>
        <w:t xml:space="preserve">25.1.21      .         .        +INF       EPS       </w:t>
      </w:r>
    </w:p>
    <w:p w:rsidR="0062748B" w:rsidRDefault="0062748B" w:rsidP="0062748B">
      <w:r>
        <w:t xml:space="preserve">25.1.22      .         .        +INF       EPS       </w:t>
      </w:r>
    </w:p>
    <w:p w:rsidR="0062748B" w:rsidRDefault="0062748B" w:rsidP="0062748B">
      <w:r>
        <w:t xml:space="preserve">25.1.23      .         .        +INF       EPS       </w:t>
      </w:r>
    </w:p>
    <w:p w:rsidR="0062748B" w:rsidRDefault="0062748B" w:rsidP="0062748B">
      <w:r>
        <w:t xml:space="preserve">25.1.24      .         .        +INF       EPS       </w:t>
      </w:r>
    </w:p>
    <w:p w:rsidR="0062748B" w:rsidRDefault="0062748B" w:rsidP="0062748B">
      <w:r>
        <w:t xml:space="preserve">25.1.25      .         .        +INF       EPS       </w:t>
      </w:r>
    </w:p>
    <w:p w:rsidR="0062748B" w:rsidRDefault="0062748B" w:rsidP="0062748B">
      <w:r>
        <w:t xml:space="preserve">25.1.26      .         .        +INF       EPS       </w:t>
      </w:r>
    </w:p>
    <w:p w:rsidR="0062748B" w:rsidRDefault="0062748B" w:rsidP="0062748B">
      <w:r>
        <w:t xml:space="preserve">25.1.27      .         .        +INF       EPS       </w:t>
      </w:r>
    </w:p>
    <w:p w:rsidR="0062748B" w:rsidRDefault="0062748B" w:rsidP="0062748B">
      <w:r>
        <w:t xml:space="preserve">25.1.28      .         .        +INF       EPS       </w:t>
      </w:r>
    </w:p>
    <w:p w:rsidR="0062748B" w:rsidRDefault="0062748B" w:rsidP="0062748B">
      <w:r>
        <w:t xml:space="preserve">25.1.29      .         .        +INF       EPS       </w:t>
      </w:r>
    </w:p>
    <w:p w:rsidR="0062748B" w:rsidRDefault="0062748B" w:rsidP="0062748B">
      <w:r>
        <w:t xml:space="preserve">26.1.1       .         .        +INF       EPS       </w:t>
      </w:r>
    </w:p>
    <w:p w:rsidR="0062748B" w:rsidRDefault="0062748B" w:rsidP="0062748B">
      <w:r>
        <w:t xml:space="preserve">26.1.2       .         .        +INF       EPS       </w:t>
      </w:r>
    </w:p>
    <w:p w:rsidR="0062748B" w:rsidRDefault="0062748B" w:rsidP="0062748B">
      <w:r>
        <w:t xml:space="preserve">26.1.3       .         .        +INF       EPS       </w:t>
      </w:r>
    </w:p>
    <w:p w:rsidR="0062748B" w:rsidRDefault="0062748B" w:rsidP="0062748B">
      <w:r>
        <w:t xml:space="preserve">26.1.4       .         .        +INF       EPS       </w:t>
      </w:r>
    </w:p>
    <w:p w:rsidR="0062748B" w:rsidRDefault="0062748B" w:rsidP="0062748B">
      <w:r>
        <w:t xml:space="preserve">26.1.5       .         .        +INF       EPS       </w:t>
      </w:r>
    </w:p>
    <w:p w:rsidR="0062748B" w:rsidRDefault="0062748B" w:rsidP="0062748B">
      <w:r>
        <w:t xml:space="preserve">26.1.6       .         .        +INF       EPS       </w:t>
      </w:r>
    </w:p>
    <w:p w:rsidR="0062748B" w:rsidRDefault="0062748B" w:rsidP="0062748B">
      <w:r>
        <w:t xml:space="preserve">26.1.7       .         .        +INF       EPS       </w:t>
      </w:r>
    </w:p>
    <w:p w:rsidR="0062748B" w:rsidRDefault="0062748B" w:rsidP="0062748B">
      <w:r>
        <w:t xml:space="preserve">26.1.8       .         .        +INF       EPS       </w:t>
      </w:r>
    </w:p>
    <w:p w:rsidR="0062748B" w:rsidRDefault="0062748B" w:rsidP="0062748B">
      <w:r>
        <w:t xml:space="preserve">26.1.9       .         .        +INF       EPS       </w:t>
      </w:r>
    </w:p>
    <w:p w:rsidR="0062748B" w:rsidRDefault="0062748B" w:rsidP="0062748B">
      <w:r>
        <w:t xml:space="preserve">26.1.10      .         .        +INF       EPS       </w:t>
      </w:r>
    </w:p>
    <w:p w:rsidR="0062748B" w:rsidRDefault="0062748B" w:rsidP="0062748B">
      <w:r>
        <w:t xml:space="preserve">26.1.11      .         .        +INF       EPS       </w:t>
      </w:r>
    </w:p>
    <w:p w:rsidR="0062748B" w:rsidRDefault="0062748B" w:rsidP="0062748B">
      <w:r>
        <w:t xml:space="preserve">26.1.12      .         .        +INF       EPS       </w:t>
      </w:r>
    </w:p>
    <w:p w:rsidR="0062748B" w:rsidRDefault="0062748B" w:rsidP="0062748B">
      <w:r>
        <w:t xml:space="preserve">26.1.13      .         .        +INF       EPS       </w:t>
      </w:r>
    </w:p>
    <w:p w:rsidR="0062748B" w:rsidRDefault="0062748B" w:rsidP="0062748B">
      <w:r>
        <w:t xml:space="preserve">26.1.14      .         .        +INF       EPS       </w:t>
      </w:r>
    </w:p>
    <w:p w:rsidR="0062748B" w:rsidRDefault="0062748B" w:rsidP="0062748B">
      <w:r>
        <w:t xml:space="preserve">26.1.15      .         .        +INF       EPS       </w:t>
      </w:r>
    </w:p>
    <w:p w:rsidR="0062748B" w:rsidRDefault="0062748B" w:rsidP="0062748B">
      <w:r>
        <w:t xml:space="preserve">26.1.16      .         .        +INF       EPS       </w:t>
      </w:r>
    </w:p>
    <w:p w:rsidR="0062748B" w:rsidRDefault="0062748B" w:rsidP="0062748B">
      <w:r>
        <w:lastRenderedPageBreak/>
        <w:t xml:space="preserve">26.1.17      .         .        +INF       EPS       </w:t>
      </w:r>
    </w:p>
    <w:p w:rsidR="0062748B" w:rsidRDefault="0062748B" w:rsidP="0062748B">
      <w:r>
        <w:t xml:space="preserve">26.1.18      .         .        +INF       EPS       </w:t>
      </w:r>
    </w:p>
    <w:p w:rsidR="0062748B" w:rsidRDefault="0062748B" w:rsidP="0062748B">
      <w:r>
        <w:t xml:space="preserve">26.1.19      .         .        +INF       EPS       </w:t>
      </w:r>
    </w:p>
    <w:p w:rsidR="0062748B" w:rsidRDefault="0062748B" w:rsidP="0062748B">
      <w:r>
        <w:t xml:space="preserve">26.1.20      .         .        +INF       EPS       </w:t>
      </w:r>
    </w:p>
    <w:p w:rsidR="0062748B" w:rsidRDefault="0062748B" w:rsidP="0062748B">
      <w:r>
        <w:t xml:space="preserve">26.1.21      .         .        +INF       EPS       </w:t>
      </w:r>
    </w:p>
    <w:p w:rsidR="0062748B" w:rsidRDefault="0062748B" w:rsidP="0062748B">
      <w:r>
        <w:t xml:space="preserve">26.1.22      .         .        +INF       EPS       </w:t>
      </w:r>
    </w:p>
    <w:p w:rsidR="0062748B" w:rsidRDefault="0062748B" w:rsidP="0062748B">
      <w:r>
        <w:t xml:space="preserve">26.1.23      .         .        +INF       EPS       </w:t>
      </w:r>
    </w:p>
    <w:p w:rsidR="0062748B" w:rsidRDefault="0062748B" w:rsidP="0062748B">
      <w:r>
        <w:t xml:space="preserve">26.1.24      .         .        +INF       EPS       </w:t>
      </w:r>
    </w:p>
    <w:p w:rsidR="0062748B" w:rsidRDefault="0062748B" w:rsidP="0062748B">
      <w:r>
        <w:t xml:space="preserve">26.1.25      .         .        +INF       EPS       </w:t>
      </w:r>
    </w:p>
    <w:p w:rsidR="0062748B" w:rsidRDefault="0062748B" w:rsidP="0062748B">
      <w:r>
        <w:t xml:space="preserve">26.1.26      .         .        +INF       EPS       </w:t>
      </w:r>
    </w:p>
    <w:p w:rsidR="0062748B" w:rsidRDefault="0062748B" w:rsidP="0062748B">
      <w:r>
        <w:t xml:space="preserve">26.1.27      .         .        +INF       EPS       </w:t>
      </w:r>
    </w:p>
    <w:p w:rsidR="0062748B" w:rsidRDefault="0062748B" w:rsidP="0062748B">
      <w:r>
        <w:t xml:space="preserve">26.1.28      .         .        +INF       EPS       </w:t>
      </w:r>
    </w:p>
    <w:p w:rsidR="0062748B" w:rsidRDefault="0062748B" w:rsidP="0062748B">
      <w:r>
        <w:t xml:space="preserve">26.1.29      .         .        +INF       EPS       </w:t>
      </w:r>
    </w:p>
    <w:p w:rsidR="0062748B" w:rsidRDefault="0062748B" w:rsidP="0062748B">
      <w:r>
        <w:t xml:space="preserve">27.1.1       .         .        +INF       EPS       </w:t>
      </w:r>
    </w:p>
    <w:p w:rsidR="0062748B" w:rsidRDefault="0062748B" w:rsidP="0062748B">
      <w:r>
        <w:t xml:space="preserve">27.1.2       .         .        +INF       EPS       </w:t>
      </w:r>
    </w:p>
    <w:p w:rsidR="0062748B" w:rsidRDefault="0062748B" w:rsidP="0062748B">
      <w:r>
        <w:t xml:space="preserve">27.1.3       .         .        +INF       EPS       </w:t>
      </w:r>
    </w:p>
    <w:p w:rsidR="0062748B" w:rsidRDefault="0062748B" w:rsidP="0062748B">
      <w:r>
        <w:t xml:space="preserve">27.1.4       .         .        +INF       EPS       </w:t>
      </w:r>
    </w:p>
    <w:p w:rsidR="0062748B" w:rsidRDefault="0062748B" w:rsidP="0062748B">
      <w:r>
        <w:t xml:space="preserve">27.1.5       .         .        +INF       EPS       </w:t>
      </w:r>
    </w:p>
    <w:p w:rsidR="0062748B" w:rsidRDefault="0062748B" w:rsidP="0062748B">
      <w:r>
        <w:t xml:space="preserve">27.1.6       .         .        +INF       EPS       </w:t>
      </w:r>
    </w:p>
    <w:p w:rsidR="0062748B" w:rsidRDefault="0062748B" w:rsidP="0062748B">
      <w:r>
        <w:t xml:space="preserve">27.1.7       .         .        +INF       EPS       </w:t>
      </w:r>
    </w:p>
    <w:p w:rsidR="0062748B" w:rsidRDefault="0062748B" w:rsidP="0062748B">
      <w:r>
        <w:t xml:space="preserve">27.1.8       .         .        +INF       EPS       </w:t>
      </w:r>
    </w:p>
    <w:p w:rsidR="0062748B" w:rsidRDefault="0062748B" w:rsidP="0062748B">
      <w:r>
        <w:t xml:space="preserve">27.1.9       .         .        +INF       EPS       </w:t>
      </w:r>
    </w:p>
    <w:p w:rsidR="0062748B" w:rsidRDefault="0062748B" w:rsidP="0062748B">
      <w:r>
        <w:t xml:space="preserve">27.1.10      .         .        +INF       EPS       </w:t>
      </w:r>
    </w:p>
    <w:p w:rsidR="0062748B" w:rsidRDefault="0062748B" w:rsidP="0062748B">
      <w:r>
        <w:t xml:space="preserve">27.1.11      .         .        +INF       EPS       </w:t>
      </w:r>
    </w:p>
    <w:p w:rsidR="0062748B" w:rsidRDefault="0062748B" w:rsidP="0062748B">
      <w:r>
        <w:t xml:space="preserve">27.1.12      .         .        +INF       EPS       </w:t>
      </w:r>
    </w:p>
    <w:p w:rsidR="0062748B" w:rsidRDefault="0062748B" w:rsidP="0062748B">
      <w:r>
        <w:lastRenderedPageBreak/>
        <w:t xml:space="preserve">27.1.13      .         .        +INF       EPS       </w:t>
      </w:r>
    </w:p>
    <w:p w:rsidR="0062748B" w:rsidRDefault="0062748B" w:rsidP="0062748B">
      <w:r>
        <w:t xml:space="preserve">27.1.14      .         .        +INF       EPS       </w:t>
      </w:r>
    </w:p>
    <w:p w:rsidR="0062748B" w:rsidRDefault="0062748B" w:rsidP="0062748B">
      <w:r>
        <w:t xml:space="preserve">27.1.15      .         .        +INF       EPS       </w:t>
      </w:r>
    </w:p>
    <w:p w:rsidR="0062748B" w:rsidRDefault="0062748B" w:rsidP="0062748B">
      <w:r>
        <w:t xml:space="preserve">27.1.16      .         .        +INF       EPS       </w:t>
      </w:r>
    </w:p>
    <w:p w:rsidR="0062748B" w:rsidRDefault="0062748B" w:rsidP="0062748B">
      <w:r>
        <w:t xml:space="preserve">27.1.17      .         .        +INF       EPS       </w:t>
      </w:r>
    </w:p>
    <w:p w:rsidR="0062748B" w:rsidRDefault="0062748B" w:rsidP="0062748B">
      <w:r>
        <w:t xml:space="preserve">27.1.18      .         .        +INF       EPS       </w:t>
      </w:r>
    </w:p>
    <w:p w:rsidR="0062748B" w:rsidRDefault="0062748B" w:rsidP="0062748B">
      <w:r>
        <w:t xml:space="preserve">27.1.19      .         .        +INF       EPS       </w:t>
      </w:r>
    </w:p>
    <w:p w:rsidR="0062748B" w:rsidRDefault="0062748B" w:rsidP="0062748B">
      <w:r>
        <w:t xml:space="preserve">27.1.20      .         .        +INF       EPS       </w:t>
      </w:r>
    </w:p>
    <w:p w:rsidR="0062748B" w:rsidRDefault="0062748B" w:rsidP="0062748B">
      <w:r>
        <w:t xml:space="preserve">27.1.21      .         .        +INF       EPS       </w:t>
      </w:r>
    </w:p>
    <w:p w:rsidR="0062748B" w:rsidRDefault="0062748B" w:rsidP="0062748B">
      <w:r>
        <w:t xml:space="preserve">27.1.22      .         .        +INF       EPS       </w:t>
      </w:r>
    </w:p>
    <w:p w:rsidR="0062748B" w:rsidRDefault="0062748B" w:rsidP="0062748B">
      <w:r>
        <w:t xml:space="preserve">27.1.23      .         .        +INF       EPS       </w:t>
      </w:r>
    </w:p>
    <w:p w:rsidR="0062748B" w:rsidRDefault="0062748B" w:rsidP="0062748B">
      <w:r>
        <w:t xml:space="preserve">27.1.24      .         .        +INF       EPS       </w:t>
      </w:r>
    </w:p>
    <w:p w:rsidR="0062748B" w:rsidRDefault="0062748B" w:rsidP="0062748B">
      <w:r>
        <w:t xml:space="preserve">27.1.25      .         .        +INF       EPS       </w:t>
      </w:r>
    </w:p>
    <w:p w:rsidR="0062748B" w:rsidRDefault="0062748B" w:rsidP="0062748B">
      <w:r>
        <w:t xml:space="preserve">27.1.26      .         .        +INF       EPS       </w:t>
      </w:r>
    </w:p>
    <w:p w:rsidR="0062748B" w:rsidRDefault="0062748B" w:rsidP="0062748B">
      <w:r>
        <w:t xml:space="preserve">27.1.27      .         .        +INF       EPS       </w:t>
      </w:r>
    </w:p>
    <w:p w:rsidR="0062748B" w:rsidRDefault="0062748B" w:rsidP="0062748B">
      <w:r>
        <w:t xml:space="preserve">27.1.28      .         .        +INF       EPS       </w:t>
      </w:r>
    </w:p>
    <w:p w:rsidR="0062748B" w:rsidRDefault="0062748B" w:rsidP="0062748B">
      <w:r>
        <w:t xml:space="preserve">27.1.29      .         .        +INF       EPS       </w:t>
      </w:r>
    </w:p>
    <w:p w:rsidR="0062748B" w:rsidRDefault="0062748B" w:rsidP="0062748B">
      <w:r>
        <w:t xml:space="preserve">28.1.1       .         .        +INF       EPS       </w:t>
      </w:r>
    </w:p>
    <w:p w:rsidR="0062748B" w:rsidRDefault="0062748B" w:rsidP="0062748B">
      <w:r>
        <w:t xml:space="preserve">28.1.2       .         .        +INF       EPS       </w:t>
      </w:r>
    </w:p>
    <w:p w:rsidR="0062748B" w:rsidRDefault="0062748B" w:rsidP="0062748B">
      <w:r>
        <w:t xml:space="preserve">28.1.3       .         .        +INF       EPS       </w:t>
      </w:r>
    </w:p>
    <w:p w:rsidR="0062748B" w:rsidRDefault="0062748B" w:rsidP="0062748B">
      <w:r>
        <w:t xml:space="preserve">28.1.4       .         .        +INF       EPS       </w:t>
      </w:r>
    </w:p>
    <w:p w:rsidR="0062748B" w:rsidRDefault="0062748B" w:rsidP="0062748B">
      <w:r>
        <w:t xml:space="preserve">28.1.5       .         .        +INF       EPS       </w:t>
      </w:r>
    </w:p>
    <w:p w:rsidR="0062748B" w:rsidRDefault="0062748B" w:rsidP="0062748B">
      <w:r>
        <w:t xml:space="preserve">28.1.6       .         .        +INF       EPS       </w:t>
      </w:r>
    </w:p>
    <w:p w:rsidR="0062748B" w:rsidRDefault="0062748B" w:rsidP="0062748B">
      <w:r>
        <w:t xml:space="preserve">28.1.7       .         .        +INF       EPS       </w:t>
      </w:r>
    </w:p>
    <w:p w:rsidR="0062748B" w:rsidRDefault="0062748B" w:rsidP="0062748B">
      <w:r>
        <w:t xml:space="preserve">28.1.8       .         .        +INF       EPS       </w:t>
      </w:r>
    </w:p>
    <w:p w:rsidR="0062748B" w:rsidRDefault="0062748B" w:rsidP="0062748B">
      <w:r>
        <w:lastRenderedPageBreak/>
        <w:t xml:space="preserve">28.1.9       .         .        +INF       EPS       </w:t>
      </w:r>
    </w:p>
    <w:p w:rsidR="0062748B" w:rsidRDefault="0062748B" w:rsidP="0062748B">
      <w:r>
        <w:t xml:space="preserve">28.1.10      .         .        +INF       EPS       </w:t>
      </w:r>
    </w:p>
    <w:p w:rsidR="0062748B" w:rsidRDefault="0062748B" w:rsidP="0062748B">
      <w:r>
        <w:t xml:space="preserve">28.1.11      .         .        +INF       EPS       </w:t>
      </w:r>
    </w:p>
    <w:p w:rsidR="0062748B" w:rsidRDefault="0062748B" w:rsidP="0062748B">
      <w:r>
        <w:t xml:space="preserve">28.1.12      .         .        +INF       EPS       </w:t>
      </w:r>
    </w:p>
    <w:p w:rsidR="0062748B" w:rsidRDefault="0062748B" w:rsidP="0062748B">
      <w:r>
        <w:t xml:space="preserve">28.1.13      .         .        +INF       EPS       </w:t>
      </w:r>
    </w:p>
    <w:p w:rsidR="0062748B" w:rsidRDefault="0062748B" w:rsidP="0062748B">
      <w:r>
        <w:t xml:space="preserve">28.1.14      .         .        +INF       EPS       </w:t>
      </w:r>
    </w:p>
    <w:p w:rsidR="0062748B" w:rsidRDefault="0062748B" w:rsidP="0062748B">
      <w:r>
        <w:t xml:space="preserve">28.1.15      .         .        +INF       EPS       </w:t>
      </w:r>
    </w:p>
    <w:p w:rsidR="0062748B" w:rsidRDefault="0062748B" w:rsidP="0062748B">
      <w:r>
        <w:t xml:space="preserve">28.1.16      .         .        +INF       EPS       </w:t>
      </w:r>
    </w:p>
    <w:p w:rsidR="0062748B" w:rsidRDefault="0062748B" w:rsidP="0062748B">
      <w:r>
        <w:t xml:space="preserve">28.1.17      .         .        +INF       EPS       </w:t>
      </w:r>
    </w:p>
    <w:p w:rsidR="0062748B" w:rsidRDefault="0062748B" w:rsidP="0062748B">
      <w:r>
        <w:t xml:space="preserve">28.1.18      .         .        +INF       EPS       </w:t>
      </w:r>
    </w:p>
    <w:p w:rsidR="0062748B" w:rsidRDefault="0062748B" w:rsidP="0062748B">
      <w:r>
        <w:t xml:space="preserve">28.1.19      .         .        +INF       EPS       </w:t>
      </w:r>
    </w:p>
    <w:p w:rsidR="0062748B" w:rsidRDefault="0062748B" w:rsidP="0062748B">
      <w:r>
        <w:t xml:space="preserve">28.1.20      .         .        +INF       EPS       </w:t>
      </w:r>
    </w:p>
    <w:p w:rsidR="0062748B" w:rsidRDefault="0062748B" w:rsidP="0062748B">
      <w:r>
        <w:t xml:space="preserve">28.1.21      .         .        +INF       EPS       </w:t>
      </w:r>
    </w:p>
    <w:p w:rsidR="0062748B" w:rsidRDefault="0062748B" w:rsidP="0062748B">
      <w:r>
        <w:t xml:space="preserve">28.1.22      .         .        +INF       EPS       </w:t>
      </w:r>
    </w:p>
    <w:p w:rsidR="0062748B" w:rsidRDefault="0062748B" w:rsidP="0062748B">
      <w:r>
        <w:t xml:space="preserve">28.1.23      .         .        +INF       EPS       </w:t>
      </w:r>
    </w:p>
    <w:p w:rsidR="0062748B" w:rsidRDefault="0062748B" w:rsidP="0062748B">
      <w:r>
        <w:t xml:space="preserve">28.1.24      .         .        +INF       EPS       </w:t>
      </w:r>
    </w:p>
    <w:p w:rsidR="0062748B" w:rsidRDefault="0062748B" w:rsidP="0062748B">
      <w:r>
        <w:t xml:space="preserve">28.1.25      .         .        +INF       EPS       </w:t>
      </w:r>
    </w:p>
    <w:p w:rsidR="0062748B" w:rsidRDefault="0062748B" w:rsidP="0062748B">
      <w:r>
        <w:t xml:space="preserve">28.1.26      .         .        +INF       EPS       </w:t>
      </w:r>
    </w:p>
    <w:p w:rsidR="0062748B" w:rsidRDefault="0062748B" w:rsidP="0062748B">
      <w:r>
        <w:t xml:space="preserve">28.1.27      .         .        +INF       EPS       </w:t>
      </w:r>
    </w:p>
    <w:p w:rsidR="0062748B" w:rsidRDefault="0062748B" w:rsidP="0062748B">
      <w:r>
        <w:t xml:space="preserve">28.1.28      .         .        +INF       EPS       </w:t>
      </w:r>
    </w:p>
    <w:p w:rsidR="0062748B" w:rsidRDefault="0062748B" w:rsidP="0062748B">
      <w:r>
        <w:t xml:space="preserve">28.1.29      .         .        +INF       EPS       </w:t>
      </w:r>
    </w:p>
    <w:p w:rsidR="0062748B" w:rsidRDefault="0062748B" w:rsidP="0062748B">
      <w:r>
        <w:t xml:space="preserve">29.1.1       .         .        +INF       EPS       </w:t>
      </w:r>
    </w:p>
    <w:p w:rsidR="0062748B" w:rsidRDefault="0062748B" w:rsidP="0062748B">
      <w:r>
        <w:t xml:space="preserve">29.1.2       .         .        +INF       EPS       </w:t>
      </w:r>
    </w:p>
    <w:p w:rsidR="0062748B" w:rsidRDefault="0062748B" w:rsidP="0062748B">
      <w:r>
        <w:t xml:space="preserve">29.1.3       .         .        +INF       EPS       </w:t>
      </w:r>
    </w:p>
    <w:p w:rsidR="0062748B" w:rsidRDefault="0062748B" w:rsidP="0062748B">
      <w:r>
        <w:t xml:space="preserve">29.1.4       .         .        +INF       EPS       </w:t>
      </w:r>
    </w:p>
    <w:p w:rsidR="0062748B" w:rsidRDefault="0062748B" w:rsidP="0062748B">
      <w:r>
        <w:lastRenderedPageBreak/>
        <w:t xml:space="preserve">29.1.5       .         .        +INF       EPS       </w:t>
      </w:r>
    </w:p>
    <w:p w:rsidR="0062748B" w:rsidRDefault="0062748B" w:rsidP="0062748B">
      <w:r>
        <w:t xml:space="preserve">29.1.6       .         .        +INF       EPS       </w:t>
      </w:r>
    </w:p>
    <w:p w:rsidR="0062748B" w:rsidRDefault="0062748B" w:rsidP="0062748B">
      <w:r>
        <w:t xml:space="preserve">29.1.7       .         .        +INF       EPS       </w:t>
      </w:r>
    </w:p>
    <w:p w:rsidR="0062748B" w:rsidRDefault="0062748B" w:rsidP="0062748B">
      <w:r>
        <w:t xml:space="preserve">29.1.8       .         .        +INF       EPS       </w:t>
      </w:r>
    </w:p>
    <w:p w:rsidR="0062748B" w:rsidRDefault="0062748B" w:rsidP="0062748B">
      <w:r>
        <w:t xml:space="preserve">29.1.9       .         .        +INF       EPS       </w:t>
      </w:r>
    </w:p>
    <w:p w:rsidR="0062748B" w:rsidRDefault="0062748B" w:rsidP="0062748B">
      <w:r>
        <w:t xml:space="preserve">29.1.10      .         .        +INF       EPS       </w:t>
      </w:r>
    </w:p>
    <w:p w:rsidR="0062748B" w:rsidRDefault="0062748B" w:rsidP="0062748B">
      <w:r>
        <w:t xml:space="preserve">29.1.11      .         .        +INF       EPS       </w:t>
      </w:r>
    </w:p>
    <w:p w:rsidR="0062748B" w:rsidRDefault="0062748B" w:rsidP="0062748B">
      <w:r>
        <w:t xml:space="preserve">29.1.12      .         .        +INF       EPS       </w:t>
      </w:r>
    </w:p>
    <w:p w:rsidR="0062748B" w:rsidRDefault="0062748B" w:rsidP="0062748B">
      <w:r>
        <w:t xml:space="preserve">29.1.13      .         .        +INF       EPS       </w:t>
      </w:r>
    </w:p>
    <w:p w:rsidR="0062748B" w:rsidRDefault="0062748B" w:rsidP="0062748B">
      <w:r>
        <w:t xml:space="preserve">29.1.14      .         .        +INF       EPS       </w:t>
      </w:r>
    </w:p>
    <w:p w:rsidR="0062748B" w:rsidRDefault="0062748B" w:rsidP="0062748B">
      <w:r>
        <w:t xml:space="preserve">29.1.15      .         .        +INF       EPS       </w:t>
      </w:r>
    </w:p>
    <w:p w:rsidR="0062748B" w:rsidRDefault="0062748B" w:rsidP="0062748B">
      <w:r>
        <w:t xml:space="preserve">29.1.16      .         .        +INF       EPS       </w:t>
      </w:r>
    </w:p>
    <w:p w:rsidR="0062748B" w:rsidRDefault="0062748B" w:rsidP="0062748B">
      <w:r>
        <w:t xml:space="preserve">29.1.17      .         .        +INF       EPS       </w:t>
      </w:r>
    </w:p>
    <w:p w:rsidR="0062748B" w:rsidRDefault="0062748B" w:rsidP="0062748B">
      <w:r>
        <w:t xml:space="preserve">29.1.18      .         .        +INF       EPS       </w:t>
      </w:r>
    </w:p>
    <w:p w:rsidR="0062748B" w:rsidRDefault="0062748B" w:rsidP="0062748B">
      <w:r>
        <w:t xml:space="preserve">29.1.19      .         .        +INF       EPS       </w:t>
      </w:r>
    </w:p>
    <w:p w:rsidR="0062748B" w:rsidRDefault="0062748B" w:rsidP="0062748B">
      <w:r>
        <w:t xml:space="preserve">29.1.20      .         .        +INF       EPS       </w:t>
      </w:r>
    </w:p>
    <w:p w:rsidR="0062748B" w:rsidRDefault="0062748B" w:rsidP="0062748B">
      <w:r>
        <w:t xml:space="preserve">29.1.21      .         .        +INF       EPS       </w:t>
      </w:r>
    </w:p>
    <w:p w:rsidR="0062748B" w:rsidRDefault="0062748B" w:rsidP="0062748B">
      <w:r>
        <w:t xml:space="preserve">29.1.22      .         .        +INF       EPS       </w:t>
      </w:r>
    </w:p>
    <w:p w:rsidR="0062748B" w:rsidRDefault="0062748B" w:rsidP="0062748B">
      <w:r>
        <w:t xml:space="preserve">29.1.23      .         .        +INF       EPS       </w:t>
      </w:r>
    </w:p>
    <w:p w:rsidR="0062748B" w:rsidRDefault="0062748B" w:rsidP="0062748B">
      <w:r>
        <w:t xml:space="preserve">29.1.24      .         .        +INF       EPS       </w:t>
      </w:r>
    </w:p>
    <w:p w:rsidR="0062748B" w:rsidRDefault="0062748B" w:rsidP="0062748B">
      <w:r>
        <w:t xml:space="preserve">29.1.25      .         .        +INF       EPS       </w:t>
      </w:r>
    </w:p>
    <w:p w:rsidR="0062748B" w:rsidRDefault="0062748B" w:rsidP="0062748B">
      <w:r>
        <w:t xml:space="preserve">29.1.26      .         .        +INF       EPS       </w:t>
      </w:r>
    </w:p>
    <w:p w:rsidR="0062748B" w:rsidRDefault="0062748B" w:rsidP="0062748B">
      <w:r>
        <w:t xml:space="preserve">29.1.27      .         .        +INF       EPS       </w:t>
      </w:r>
    </w:p>
    <w:p w:rsidR="0062748B" w:rsidRDefault="0062748B" w:rsidP="0062748B">
      <w:r>
        <w:t xml:space="preserve">29.1.28      .         .        +INF       EPS       </w:t>
      </w:r>
    </w:p>
    <w:p w:rsidR="0062748B" w:rsidRDefault="0062748B" w:rsidP="0062748B">
      <w:r>
        <w:t xml:space="preserve">29.1.29      .         .        +INF       EPS       </w:t>
      </w:r>
    </w:p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VAR OptObject~     -INF       .        +INF       .         </w:t>
      </w:r>
    </w:p>
    <w:p w:rsidR="0062748B" w:rsidRDefault="0062748B" w:rsidP="0062748B"/>
    <w:p w:rsidR="0062748B" w:rsidRDefault="0062748B" w:rsidP="0062748B">
      <w:r>
        <w:t xml:space="preserve">  OptObjective  Objective function for the Optimality problem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**** REPORT SUMMARY :        0     NONOPT</w:t>
      </w:r>
    </w:p>
    <w:p w:rsidR="0062748B" w:rsidRDefault="0062748B" w:rsidP="0062748B">
      <w:r>
        <w:t xml:space="preserve">                             0 INFEASIBLE</w:t>
      </w:r>
    </w:p>
    <w:p w:rsidR="0062748B" w:rsidRDefault="0062748B" w:rsidP="0062748B">
      <w:r>
        <w:t xml:space="preserve">                             0  UNBOUNDED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52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OptObj  =E=  Objective function for the optimality problem</w:t>
      </w:r>
    </w:p>
    <w:p w:rsidR="0062748B" w:rsidRDefault="0062748B" w:rsidP="0062748B"/>
    <w:p w:rsidR="0062748B" w:rsidRDefault="0062748B" w:rsidP="0062748B">
      <w:r>
        <w:t>OptObj..  OptObjective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Optconst1  =L=  Constraint for the optimality problem</w:t>
      </w:r>
    </w:p>
    <w:p w:rsidR="0062748B" w:rsidRDefault="0062748B" w:rsidP="0062748B"/>
    <w:p w:rsidR="0062748B" w:rsidRDefault="0062748B" w:rsidP="0062748B">
      <w:r>
        <w:t>Optconst1(1,1,1)..  pi(1,1,1)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Optconst1(1,1,2)..  pi(1,1,2)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Optconst1(1,1,3)..  pi(1,1,3)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53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pi  simplex variable (one in number)</w:t>
      </w:r>
    </w:p>
    <w:p w:rsidR="0062748B" w:rsidRDefault="0062748B" w:rsidP="0062748B"/>
    <w:p w:rsidR="0062748B" w:rsidRDefault="0062748B" w:rsidP="0062748B">
      <w:r>
        <w:t>pi(1,1,1)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Optconst1(1,1,1)</w:t>
      </w:r>
    </w:p>
    <w:p w:rsidR="0062748B" w:rsidRDefault="0062748B" w:rsidP="0062748B"/>
    <w:p w:rsidR="0062748B" w:rsidRDefault="0062748B" w:rsidP="0062748B">
      <w:r>
        <w:t>pi(1,1,2)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Optconst1(1,1,2)</w:t>
      </w:r>
    </w:p>
    <w:p w:rsidR="0062748B" w:rsidRDefault="0062748B" w:rsidP="0062748B"/>
    <w:p w:rsidR="0062748B" w:rsidRDefault="0062748B" w:rsidP="0062748B">
      <w:r>
        <w:t>pi(1,1,3)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Optconst1(1,1,3)</w:t>
      </w:r>
    </w:p>
    <w:p w:rsidR="0062748B" w:rsidRDefault="0062748B" w:rsidP="0062748B"/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t>---- OptObjective  Objective function for the Optimality problem</w:t>
      </w:r>
    </w:p>
    <w:p w:rsidR="0062748B" w:rsidRDefault="0062748B" w:rsidP="0062748B"/>
    <w:p w:rsidR="0062748B" w:rsidRDefault="0062748B" w:rsidP="0062748B">
      <w:r>
        <w:t>OptObjective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lastRenderedPageBreak/>
        <w:t xml:space="preserve">        1       OptObj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54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 2     SINGLE EQUATIONS          842</w:t>
      </w:r>
    </w:p>
    <w:p w:rsidR="0062748B" w:rsidRDefault="0062748B" w:rsidP="0062748B">
      <w:r>
        <w:t>BLOCKS OF VARIABLES           2     SINGLE VARIABLES          842</w:t>
      </w:r>
    </w:p>
    <w:p w:rsidR="0062748B" w:rsidRDefault="0062748B" w:rsidP="0062748B">
      <w:r>
        <w:t>NON ZERO ELEMENTS           842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0.016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0.016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2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55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Optimality          OBJECTIVE  OptObjective</w:t>
      </w:r>
    </w:p>
    <w:p w:rsidR="0062748B" w:rsidRDefault="0062748B" w:rsidP="0062748B">
      <w:r>
        <w:t xml:space="preserve">     TYPE    LP                  DIRECTION  MAXIMIZE</w:t>
      </w:r>
    </w:p>
    <w:p w:rsidR="0062748B" w:rsidRDefault="0062748B" w:rsidP="0062748B">
      <w:r>
        <w:t xml:space="preserve">     SOLVER  CPLEX               FROM LINE  936</w:t>
      </w:r>
    </w:p>
    <w:p w:rsidR="0062748B" w:rsidRDefault="0062748B" w:rsidP="0062748B"/>
    <w:p w:rsidR="0062748B" w:rsidRDefault="0062748B" w:rsidP="0062748B">
      <w:r>
        <w:t xml:space="preserve">**** SOLVER STATUS     1 Normal Completion         </w:t>
      </w:r>
    </w:p>
    <w:p w:rsidR="0062748B" w:rsidRDefault="0062748B" w:rsidP="0062748B">
      <w:r>
        <w:t xml:space="preserve">**** MODEL STATUS      1 Optimal                   </w:t>
      </w:r>
    </w:p>
    <w:p w:rsidR="0062748B" w:rsidRDefault="0062748B" w:rsidP="0062748B">
      <w:r>
        <w:t>**** OBJECTIVE VALUE                0.0000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/>
    <w:p w:rsidR="0062748B" w:rsidRDefault="0062748B" w:rsidP="0062748B">
      <w:r>
        <w:t xml:space="preserve">IBM ILOG CPLEX   24.1.3 r41464 Released Jul 26, 2013 WEI x86_64/MS Windows    </w:t>
      </w:r>
    </w:p>
    <w:p w:rsidR="0062748B" w:rsidRDefault="0062748B" w:rsidP="0062748B">
      <w:r>
        <w:t>--- GAMS/Cplex licensed for continuous and discrete problems.</w:t>
      </w:r>
    </w:p>
    <w:p w:rsidR="0062748B" w:rsidRDefault="0062748B" w:rsidP="0062748B">
      <w:r>
        <w:t>Cplex 12.5.1.0</w:t>
      </w:r>
    </w:p>
    <w:p w:rsidR="0062748B" w:rsidRDefault="0062748B" w:rsidP="0062748B"/>
    <w:p w:rsidR="0062748B" w:rsidRDefault="0062748B" w:rsidP="0062748B">
      <w:r>
        <w:t>LP status(1): optimal</w:t>
      </w:r>
    </w:p>
    <w:p w:rsidR="0062748B" w:rsidRDefault="0062748B" w:rsidP="0062748B">
      <w:r>
        <w:t>Cplex Time: 0.00sec (det. 0.46 ticks)</w:t>
      </w:r>
    </w:p>
    <w:p w:rsidR="0062748B" w:rsidRDefault="0062748B" w:rsidP="0062748B">
      <w:r>
        <w:t>Optimal solution found.</w:t>
      </w:r>
    </w:p>
    <w:p w:rsidR="0062748B" w:rsidRDefault="0062748B" w:rsidP="0062748B">
      <w:r>
        <w:lastRenderedPageBreak/>
        <w:t>Objective :           0.000000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EQU OptObj          .         .         .        1.000      </w:t>
      </w:r>
    </w:p>
    <w:p w:rsidR="0062748B" w:rsidRDefault="0062748B" w:rsidP="0062748B"/>
    <w:p w:rsidR="0062748B" w:rsidRDefault="0062748B" w:rsidP="0062748B">
      <w:r>
        <w:t xml:space="preserve">  OptObj  Objective function for the optimality problem</w:t>
      </w:r>
    </w:p>
    <w:p w:rsidR="0062748B" w:rsidRDefault="0062748B" w:rsidP="0062748B"/>
    <w:p w:rsidR="0062748B" w:rsidRDefault="0062748B" w:rsidP="0062748B">
      <w:r>
        <w:t>---- EQU Optconst1  Constraint for the optimality problem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-INF       .        1.000      .         </w:t>
      </w:r>
    </w:p>
    <w:p w:rsidR="0062748B" w:rsidRDefault="0062748B" w:rsidP="0062748B">
      <w:r>
        <w:t xml:space="preserve">1 .1.2      -INF       .        1.000      .         </w:t>
      </w:r>
    </w:p>
    <w:p w:rsidR="0062748B" w:rsidRDefault="0062748B" w:rsidP="0062748B">
      <w:r>
        <w:t xml:space="preserve">1 .1.3      -INF       .        1.000      .         </w:t>
      </w:r>
    </w:p>
    <w:p w:rsidR="0062748B" w:rsidRDefault="0062748B" w:rsidP="0062748B">
      <w:r>
        <w:t xml:space="preserve">1 .1.4      -INF       .        1.000      .         </w:t>
      </w:r>
    </w:p>
    <w:p w:rsidR="0062748B" w:rsidRDefault="0062748B" w:rsidP="0062748B">
      <w:r>
        <w:t xml:space="preserve">1 .1.5      -INF       .        1.000      .         </w:t>
      </w:r>
    </w:p>
    <w:p w:rsidR="0062748B" w:rsidRDefault="0062748B" w:rsidP="0062748B">
      <w:r>
        <w:t xml:space="preserve">1 .1.6      -INF       .        1.000      .         </w:t>
      </w:r>
    </w:p>
    <w:p w:rsidR="0062748B" w:rsidRDefault="0062748B" w:rsidP="0062748B">
      <w:r>
        <w:t xml:space="preserve">1 .1.7      -INF       .        1.000      .         </w:t>
      </w:r>
    </w:p>
    <w:p w:rsidR="0062748B" w:rsidRDefault="0062748B" w:rsidP="0062748B">
      <w:r>
        <w:t xml:space="preserve">1 .1.8      -INF       .        1.000      .         </w:t>
      </w:r>
    </w:p>
    <w:p w:rsidR="0062748B" w:rsidRDefault="0062748B" w:rsidP="0062748B">
      <w:r>
        <w:t xml:space="preserve">1 .1.9      -INF       .        1.000      .         </w:t>
      </w:r>
    </w:p>
    <w:p w:rsidR="0062748B" w:rsidRDefault="0062748B" w:rsidP="0062748B">
      <w:r>
        <w:t xml:space="preserve">1 .1.10     -INF       .        1.000      .         </w:t>
      </w:r>
    </w:p>
    <w:p w:rsidR="0062748B" w:rsidRDefault="0062748B" w:rsidP="0062748B">
      <w:r>
        <w:t xml:space="preserve">1 .1.11     -INF       .        1.000      .         </w:t>
      </w:r>
    </w:p>
    <w:p w:rsidR="0062748B" w:rsidRDefault="0062748B" w:rsidP="0062748B">
      <w:r>
        <w:t xml:space="preserve">1 .1.12     -INF       .        1.000      .         </w:t>
      </w:r>
    </w:p>
    <w:p w:rsidR="0062748B" w:rsidRDefault="0062748B" w:rsidP="0062748B">
      <w:r>
        <w:lastRenderedPageBreak/>
        <w:t xml:space="preserve">1 .1.13     -INF       .        1.000      .         </w:t>
      </w:r>
    </w:p>
    <w:p w:rsidR="0062748B" w:rsidRDefault="0062748B" w:rsidP="0062748B">
      <w:r>
        <w:t xml:space="preserve">1 .1.14     -INF       .        1.000      .         </w:t>
      </w:r>
    </w:p>
    <w:p w:rsidR="0062748B" w:rsidRDefault="0062748B" w:rsidP="0062748B">
      <w:r>
        <w:t xml:space="preserve">1 .1.15     -INF       .        1.000      .         </w:t>
      </w:r>
    </w:p>
    <w:p w:rsidR="0062748B" w:rsidRDefault="0062748B" w:rsidP="0062748B">
      <w:r>
        <w:t xml:space="preserve">1 .1.16     -INF       .        1.000      .         </w:t>
      </w:r>
    </w:p>
    <w:p w:rsidR="0062748B" w:rsidRDefault="0062748B" w:rsidP="0062748B">
      <w:r>
        <w:t xml:space="preserve">1 .1.17     -INF       .        1.000      .         </w:t>
      </w:r>
    </w:p>
    <w:p w:rsidR="0062748B" w:rsidRDefault="0062748B" w:rsidP="0062748B">
      <w:r>
        <w:t xml:space="preserve">1 .1.18     -INF       .        1.000      .         </w:t>
      </w:r>
    </w:p>
    <w:p w:rsidR="0062748B" w:rsidRDefault="0062748B" w:rsidP="0062748B">
      <w:r>
        <w:t xml:space="preserve">1 .1.19     -INF       .        1.000      .         </w:t>
      </w:r>
    </w:p>
    <w:p w:rsidR="0062748B" w:rsidRDefault="0062748B" w:rsidP="0062748B">
      <w:r>
        <w:t xml:space="preserve">1 .1.20     -INF       .        1.000      .         </w:t>
      </w:r>
    </w:p>
    <w:p w:rsidR="0062748B" w:rsidRDefault="0062748B" w:rsidP="0062748B">
      <w:r>
        <w:t xml:space="preserve">1 .1.21     -INF       .        1.000      .         </w:t>
      </w:r>
    </w:p>
    <w:p w:rsidR="0062748B" w:rsidRDefault="0062748B" w:rsidP="0062748B">
      <w:r>
        <w:t xml:space="preserve">1 .1.22     -INF       .        1.000      .         </w:t>
      </w:r>
    </w:p>
    <w:p w:rsidR="0062748B" w:rsidRDefault="0062748B" w:rsidP="0062748B">
      <w:r>
        <w:t xml:space="preserve">1 .1.23     -INF       .        1.000      .         </w:t>
      </w:r>
    </w:p>
    <w:p w:rsidR="0062748B" w:rsidRDefault="0062748B" w:rsidP="0062748B">
      <w:r>
        <w:t xml:space="preserve">1 .1.24     -INF       .        1.000      .         </w:t>
      </w:r>
    </w:p>
    <w:p w:rsidR="0062748B" w:rsidRDefault="0062748B" w:rsidP="0062748B">
      <w:r>
        <w:t xml:space="preserve">1 .1.25     -INF       .        1.000      .         </w:t>
      </w:r>
    </w:p>
    <w:p w:rsidR="0062748B" w:rsidRDefault="0062748B" w:rsidP="0062748B">
      <w:r>
        <w:t xml:space="preserve">1 .1.26     -INF       .        1.000      .         </w:t>
      </w:r>
    </w:p>
    <w:p w:rsidR="0062748B" w:rsidRDefault="0062748B" w:rsidP="0062748B">
      <w:r>
        <w:t xml:space="preserve">1 .1.27     -INF       .        1.000      .         </w:t>
      </w:r>
    </w:p>
    <w:p w:rsidR="0062748B" w:rsidRDefault="0062748B" w:rsidP="0062748B">
      <w:r>
        <w:t xml:space="preserve">1 .1.28     -INF       .        1.000      .         </w:t>
      </w:r>
    </w:p>
    <w:p w:rsidR="0062748B" w:rsidRDefault="0062748B" w:rsidP="0062748B">
      <w:r>
        <w:t xml:space="preserve">1 .1.29     -INF       .        1.000      .         </w:t>
      </w:r>
    </w:p>
    <w:p w:rsidR="0062748B" w:rsidRDefault="0062748B" w:rsidP="0062748B">
      <w:r>
        <w:t xml:space="preserve">2 .1.1      -INF       .        1.000      .         </w:t>
      </w:r>
    </w:p>
    <w:p w:rsidR="0062748B" w:rsidRDefault="0062748B" w:rsidP="0062748B">
      <w:r>
        <w:t xml:space="preserve">2 .1.2      -INF       .        1.000      .         </w:t>
      </w:r>
    </w:p>
    <w:p w:rsidR="0062748B" w:rsidRDefault="0062748B" w:rsidP="0062748B">
      <w:r>
        <w:t xml:space="preserve">2 .1.3      -INF       .        1.000      .         </w:t>
      </w:r>
    </w:p>
    <w:p w:rsidR="0062748B" w:rsidRDefault="0062748B" w:rsidP="0062748B">
      <w:r>
        <w:t xml:space="preserve">2 .1.4      -INF       .        1.000      .         </w:t>
      </w:r>
    </w:p>
    <w:p w:rsidR="0062748B" w:rsidRDefault="0062748B" w:rsidP="0062748B">
      <w:r>
        <w:t xml:space="preserve">2 .1.5      -INF       .        1.000      .         </w:t>
      </w:r>
    </w:p>
    <w:p w:rsidR="0062748B" w:rsidRDefault="0062748B" w:rsidP="0062748B">
      <w:r>
        <w:t xml:space="preserve">2 .1.6      -INF       .        1.000      .         </w:t>
      </w:r>
    </w:p>
    <w:p w:rsidR="0062748B" w:rsidRDefault="0062748B" w:rsidP="0062748B">
      <w:r>
        <w:t xml:space="preserve">2 .1.7      -INF       .        1.000      .         </w:t>
      </w:r>
    </w:p>
    <w:p w:rsidR="0062748B" w:rsidRDefault="0062748B" w:rsidP="0062748B">
      <w:r>
        <w:t xml:space="preserve">2 .1.8      -INF       .        1.000      .         </w:t>
      </w:r>
    </w:p>
    <w:p w:rsidR="0062748B" w:rsidRDefault="0062748B" w:rsidP="0062748B">
      <w:r>
        <w:lastRenderedPageBreak/>
        <w:t xml:space="preserve">2 .1.9      -INF       .        1.000      .         </w:t>
      </w:r>
    </w:p>
    <w:p w:rsidR="0062748B" w:rsidRDefault="0062748B" w:rsidP="0062748B">
      <w:r>
        <w:t xml:space="preserve">2 .1.10     -INF       .        1.000      .         </w:t>
      </w:r>
    </w:p>
    <w:p w:rsidR="0062748B" w:rsidRDefault="0062748B" w:rsidP="0062748B">
      <w:r>
        <w:t xml:space="preserve">2 .1.11     -INF       .        1.000      .         </w:t>
      </w:r>
    </w:p>
    <w:p w:rsidR="0062748B" w:rsidRDefault="0062748B" w:rsidP="0062748B">
      <w:r>
        <w:t xml:space="preserve">2 .1.12     -INF       .        1.000      .         </w:t>
      </w:r>
    </w:p>
    <w:p w:rsidR="0062748B" w:rsidRDefault="0062748B" w:rsidP="0062748B">
      <w:r>
        <w:t xml:space="preserve">2 .1.13     -INF       .        1.000      .         </w:t>
      </w:r>
    </w:p>
    <w:p w:rsidR="0062748B" w:rsidRDefault="0062748B" w:rsidP="0062748B">
      <w:r>
        <w:t xml:space="preserve">2 .1.14     -INF       .        1.000      .         </w:t>
      </w:r>
    </w:p>
    <w:p w:rsidR="0062748B" w:rsidRDefault="0062748B" w:rsidP="0062748B">
      <w:r>
        <w:t xml:space="preserve">2 .1.15     -INF       .        1.000      .         </w:t>
      </w:r>
    </w:p>
    <w:p w:rsidR="0062748B" w:rsidRDefault="0062748B" w:rsidP="0062748B">
      <w:r>
        <w:t xml:space="preserve">2 .1.16     -INF       .        1.000      .         </w:t>
      </w:r>
    </w:p>
    <w:p w:rsidR="0062748B" w:rsidRDefault="0062748B" w:rsidP="0062748B">
      <w:r>
        <w:t xml:space="preserve">2 .1.17     -INF       .        1.000      .         </w:t>
      </w:r>
    </w:p>
    <w:p w:rsidR="0062748B" w:rsidRDefault="0062748B" w:rsidP="0062748B">
      <w:r>
        <w:t xml:space="preserve">2 .1.18     -INF       .        1.000      .         </w:t>
      </w:r>
    </w:p>
    <w:p w:rsidR="0062748B" w:rsidRDefault="0062748B" w:rsidP="0062748B">
      <w:r>
        <w:t xml:space="preserve">2 .1.19     -INF       .        1.000      .         </w:t>
      </w:r>
    </w:p>
    <w:p w:rsidR="0062748B" w:rsidRDefault="0062748B" w:rsidP="0062748B">
      <w:r>
        <w:t xml:space="preserve">2 .1.20     -INF       .        1.000      .         </w:t>
      </w:r>
    </w:p>
    <w:p w:rsidR="0062748B" w:rsidRDefault="0062748B" w:rsidP="0062748B">
      <w:r>
        <w:t xml:space="preserve">2 .1.21     -INF       .        1.000      .         </w:t>
      </w:r>
    </w:p>
    <w:p w:rsidR="0062748B" w:rsidRDefault="0062748B" w:rsidP="0062748B">
      <w:r>
        <w:t xml:space="preserve">2 .1.22     -INF       .        1.000      .         </w:t>
      </w:r>
    </w:p>
    <w:p w:rsidR="0062748B" w:rsidRDefault="0062748B" w:rsidP="0062748B">
      <w:r>
        <w:t xml:space="preserve">2 .1.23     -INF       .        1.000      .         </w:t>
      </w:r>
    </w:p>
    <w:p w:rsidR="0062748B" w:rsidRDefault="0062748B" w:rsidP="0062748B">
      <w:r>
        <w:t xml:space="preserve">2 .1.24     -INF       .        1.000      .         </w:t>
      </w:r>
    </w:p>
    <w:p w:rsidR="0062748B" w:rsidRDefault="0062748B" w:rsidP="0062748B">
      <w:r>
        <w:t xml:space="preserve">2 .1.25     -INF       .        1.000      .         </w:t>
      </w:r>
    </w:p>
    <w:p w:rsidR="0062748B" w:rsidRDefault="0062748B" w:rsidP="0062748B">
      <w:r>
        <w:t xml:space="preserve">2 .1.26     -INF       .        1.000      .         </w:t>
      </w:r>
    </w:p>
    <w:p w:rsidR="0062748B" w:rsidRDefault="0062748B" w:rsidP="0062748B">
      <w:r>
        <w:t xml:space="preserve">2 .1.27     -INF       .        1.000      .         </w:t>
      </w:r>
    </w:p>
    <w:p w:rsidR="0062748B" w:rsidRDefault="0062748B" w:rsidP="0062748B">
      <w:r>
        <w:t xml:space="preserve">2 .1.28     -INF       .        1.000      .         </w:t>
      </w:r>
    </w:p>
    <w:p w:rsidR="0062748B" w:rsidRDefault="0062748B" w:rsidP="0062748B">
      <w:r>
        <w:t xml:space="preserve">2 .1.29     -INF       .        1.000      .         </w:t>
      </w:r>
    </w:p>
    <w:p w:rsidR="0062748B" w:rsidRDefault="0062748B" w:rsidP="0062748B">
      <w:r>
        <w:t xml:space="preserve">3 .1.1      -INF       .        1.000      .         </w:t>
      </w:r>
    </w:p>
    <w:p w:rsidR="0062748B" w:rsidRDefault="0062748B" w:rsidP="0062748B">
      <w:r>
        <w:t xml:space="preserve">3 .1.2      -INF       .        1.000      .         </w:t>
      </w:r>
    </w:p>
    <w:p w:rsidR="0062748B" w:rsidRDefault="0062748B" w:rsidP="0062748B">
      <w:r>
        <w:t xml:space="preserve">3 .1.3      -INF       .        1.000      .         </w:t>
      </w:r>
    </w:p>
    <w:p w:rsidR="0062748B" w:rsidRDefault="0062748B" w:rsidP="0062748B">
      <w:r>
        <w:t xml:space="preserve">3 .1.4      -INF       .        1.000      .         </w:t>
      </w:r>
    </w:p>
    <w:p w:rsidR="0062748B" w:rsidRDefault="0062748B" w:rsidP="0062748B">
      <w:r>
        <w:lastRenderedPageBreak/>
        <w:t xml:space="preserve">3 .1.5      -INF       .        1.000      .         </w:t>
      </w:r>
    </w:p>
    <w:p w:rsidR="0062748B" w:rsidRDefault="0062748B" w:rsidP="0062748B">
      <w:r>
        <w:t xml:space="preserve">3 .1.6      -INF       .        1.000      .         </w:t>
      </w:r>
    </w:p>
    <w:p w:rsidR="0062748B" w:rsidRDefault="0062748B" w:rsidP="0062748B">
      <w:r>
        <w:t xml:space="preserve">3 .1.7      -INF       .        1.000      .         </w:t>
      </w:r>
    </w:p>
    <w:p w:rsidR="0062748B" w:rsidRDefault="0062748B" w:rsidP="0062748B">
      <w:r>
        <w:t xml:space="preserve">3 .1.8      -INF       .        1.000      .         </w:t>
      </w:r>
    </w:p>
    <w:p w:rsidR="0062748B" w:rsidRDefault="0062748B" w:rsidP="0062748B">
      <w:r>
        <w:t xml:space="preserve">3 .1.9      -INF       .        1.000      .         </w:t>
      </w:r>
    </w:p>
    <w:p w:rsidR="0062748B" w:rsidRDefault="0062748B" w:rsidP="0062748B">
      <w:r>
        <w:t xml:space="preserve">3 .1.10     -INF       .        1.000      .         </w:t>
      </w:r>
    </w:p>
    <w:p w:rsidR="0062748B" w:rsidRDefault="0062748B" w:rsidP="0062748B">
      <w:r>
        <w:t xml:space="preserve">3 .1.11     -INF       .        1.000      .         </w:t>
      </w:r>
    </w:p>
    <w:p w:rsidR="0062748B" w:rsidRDefault="0062748B" w:rsidP="0062748B">
      <w:r>
        <w:t xml:space="preserve">3 .1.12     -INF       .        1.000      .         </w:t>
      </w:r>
    </w:p>
    <w:p w:rsidR="0062748B" w:rsidRDefault="0062748B" w:rsidP="0062748B">
      <w:r>
        <w:t xml:space="preserve">3 .1.13     -INF       .        1.000      .         </w:t>
      </w:r>
    </w:p>
    <w:p w:rsidR="0062748B" w:rsidRDefault="0062748B" w:rsidP="0062748B">
      <w:r>
        <w:t xml:space="preserve">3 .1.14     -INF       .        1.000      .         </w:t>
      </w:r>
    </w:p>
    <w:p w:rsidR="0062748B" w:rsidRDefault="0062748B" w:rsidP="0062748B">
      <w:r>
        <w:t xml:space="preserve">3 .1.15     -INF       .        1.000      .         </w:t>
      </w:r>
    </w:p>
    <w:p w:rsidR="0062748B" w:rsidRDefault="0062748B" w:rsidP="0062748B">
      <w:r>
        <w:t xml:space="preserve">3 .1.16     -INF       .        1.000      .         </w:t>
      </w:r>
    </w:p>
    <w:p w:rsidR="0062748B" w:rsidRDefault="0062748B" w:rsidP="0062748B">
      <w:r>
        <w:t xml:space="preserve">3 .1.17     -INF       .        1.000      .         </w:t>
      </w:r>
    </w:p>
    <w:p w:rsidR="0062748B" w:rsidRDefault="0062748B" w:rsidP="0062748B">
      <w:r>
        <w:t xml:space="preserve">3 .1.18     -INF       .        1.000      .         </w:t>
      </w:r>
    </w:p>
    <w:p w:rsidR="0062748B" w:rsidRDefault="0062748B" w:rsidP="0062748B">
      <w:r>
        <w:t xml:space="preserve">3 .1.19     -INF       .        1.000      .         </w:t>
      </w:r>
    </w:p>
    <w:p w:rsidR="0062748B" w:rsidRDefault="0062748B" w:rsidP="0062748B">
      <w:r>
        <w:t xml:space="preserve">3 .1.20     -INF       .        1.000      .         </w:t>
      </w:r>
    </w:p>
    <w:p w:rsidR="0062748B" w:rsidRDefault="0062748B" w:rsidP="0062748B">
      <w:r>
        <w:t xml:space="preserve">3 .1.21     -INF       .        1.000      .         </w:t>
      </w:r>
    </w:p>
    <w:p w:rsidR="0062748B" w:rsidRDefault="0062748B" w:rsidP="0062748B">
      <w:r>
        <w:t xml:space="preserve">3 .1.22     -INF       .        1.000      .         </w:t>
      </w:r>
    </w:p>
    <w:p w:rsidR="0062748B" w:rsidRDefault="0062748B" w:rsidP="0062748B">
      <w:r>
        <w:t xml:space="preserve">3 .1.23     -INF       .        1.000      .         </w:t>
      </w:r>
    </w:p>
    <w:p w:rsidR="0062748B" w:rsidRDefault="0062748B" w:rsidP="0062748B">
      <w:r>
        <w:t xml:space="preserve">3 .1.24     -INF       .        1.000      .         </w:t>
      </w:r>
    </w:p>
    <w:p w:rsidR="0062748B" w:rsidRDefault="0062748B" w:rsidP="0062748B">
      <w:r>
        <w:t xml:space="preserve">3 .1.25     -INF       .        1.000      .         </w:t>
      </w:r>
    </w:p>
    <w:p w:rsidR="0062748B" w:rsidRDefault="0062748B" w:rsidP="0062748B">
      <w:r>
        <w:t xml:space="preserve">3 .1.26     -INF       .        1.000      .         </w:t>
      </w:r>
    </w:p>
    <w:p w:rsidR="0062748B" w:rsidRDefault="0062748B" w:rsidP="0062748B">
      <w:r>
        <w:t xml:space="preserve">3 .1.27     -INF       .        1.000      .         </w:t>
      </w:r>
    </w:p>
    <w:p w:rsidR="0062748B" w:rsidRDefault="0062748B" w:rsidP="0062748B">
      <w:r>
        <w:t xml:space="preserve">3 .1.28     -INF       .        1.000      .         </w:t>
      </w:r>
    </w:p>
    <w:p w:rsidR="0062748B" w:rsidRDefault="0062748B" w:rsidP="0062748B">
      <w:r>
        <w:t xml:space="preserve">3 .1.29     -INF       .        1.000      .         </w:t>
      </w:r>
    </w:p>
    <w:p w:rsidR="0062748B" w:rsidRDefault="0062748B" w:rsidP="0062748B">
      <w:r>
        <w:lastRenderedPageBreak/>
        <w:t xml:space="preserve">4 .1.1      -INF       .        1.000      .         </w:t>
      </w:r>
    </w:p>
    <w:p w:rsidR="0062748B" w:rsidRDefault="0062748B" w:rsidP="0062748B">
      <w:r>
        <w:t xml:space="preserve">4 .1.2      -INF       .        1.000      .         </w:t>
      </w:r>
    </w:p>
    <w:p w:rsidR="0062748B" w:rsidRDefault="0062748B" w:rsidP="0062748B">
      <w:r>
        <w:t xml:space="preserve">4 .1.3      -INF       .        1.000      .         </w:t>
      </w:r>
    </w:p>
    <w:p w:rsidR="0062748B" w:rsidRDefault="0062748B" w:rsidP="0062748B">
      <w:r>
        <w:t xml:space="preserve">4 .1.4      -INF       .        1.000      .         </w:t>
      </w:r>
    </w:p>
    <w:p w:rsidR="0062748B" w:rsidRDefault="0062748B" w:rsidP="0062748B">
      <w:r>
        <w:t xml:space="preserve">4 .1.5      -INF       .        1.000      .         </w:t>
      </w:r>
    </w:p>
    <w:p w:rsidR="0062748B" w:rsidRDefault="0062748B" w:rsidP="0062748B">
      <w:r>
        <w:t xml:space="preserve">4 .1.6      -INF       .        1.000      .         </w:t>
      </w:r>
    </w:p>
    <w:p w:rsidR="0062748B" w:rsidRDefault="0062748B" w:rsidP="0062748B">
      <w:r>
        <w:t xml:space="preserve">4 .1.7      -INF       .        1.000      .         </w:t>
      </w:r>
    </w:p>
    <w:p w:rsidR="0062748B" w:rsidRDefault="0062748B" w:rsidP="0062748B">
      <w:r>
        <w:t xml:space="preserve">4 .1.8      -INF       .        1.000      .         </w:t>
      </w:r>
    </w:p>
    <w:p w:rsidR="0062748B" w:rsidRDefault="0062748B" w:rsidP="0062748B">
      <w:r>
        <w:t xml:space="preserve">4 .1.9      -INF       .        1.000      .         </w:t>
      </w:r>
    </w:p>
    <w:p w:rsidR="0062748B" w:rsidRDefault="0062748B" w:rsidP="0062748B">
      <w:r>
        <w:t xml:space="preserve">4 .1.10     -INF       .        1.000      .         </w:t>
      </w:r>
    </w:p>
    <w:p w:rsidR="0062748B" w:rsidRDefault="0062748B" w:rsidP="0062748B">
      <w:r>
        <w:t xml:space="preserve">4 .1.11     -INF       .        1.000      .         </w:t>
      </w:r>
    </w:p>
    <w:p w:rsidR="0062748B" w:rsidRDefault="0062748B" w:rsidP="0062748B">
      <w:r>
        <w:t xml:space="preserve">4 .1.12     -INF       .        1.000      .         </w:t>
      </w:r>
    </w:p>
    <w:p w:rsidR="0062748B" w:rsidRDefault="0062748B" w:rsidP="0062748B">
      <w:r>
        <w:t xml:space="preserve">4 .1.13     -INF       .        1.000      .         </w:t>
      </w:r>
    </w:p>
    <w:p w:rsidR="0062748B" w:rsidRDefault="0062748B" w:rsidP="0062748B">
      <w:r>
        <w:t xml:space="preserve">4 .1.14     -INF       .        1.000      .         </w:t>
      </w:r>
    </w:p>
    <w:p w:rsidR="0062748B" w:rsidRDefault="0062748B" w:rsidP="0062748B">
      <w:r>
        <w:t xml:space="preserve">4 .1.15     -INF       .        1.000      .         </w:t>
      </w:r>
    </w:p>
    <w:p w:rsidR="0062748B" w:rsidRDefault="0062748B" w:rsidP="0062748B">
      <w:r>
        <w:t xml:space="preserve">4 .1.16     -INF       .        1.000      .         </w:t>
      </w:r>
    </w:p>
    <w:p w:rsidR="0062748B" w:rsidRDefault="0062748B" w:rsidP="0062748B">
      <w:r>
        <w:t xml:space="preserve">4 .1.17     -INF       .        1.000      .         </w:t>
      </w:r>
    </w:p>
    <w:p w:rsidR="0062748B" w:rsidRDefault="0062748B" w:rsidP="0062748B">
      <w:r>
        <w:t xml:space="preserve">4 .1.18     -INF       .        1.000      .         </w:t>
      </w:r>
    </w:p>
    <w:p w:rsidR="0062748B" w:rsidRDefault="0062748B" w:rsidP="0062748B">
      <w:r>
        <w:t xml:space="preserve">4 .1.19     -INF       .        1.000      .         </w:t>
      </w:r>
    </w:p>
    <w:p w:rsidR="0062748B" w:rsidRDefault="0062748B" w:rsidP="0062748B">
      <w:r>
        <w:t xml:space="preserve">4 .1.20     -INF       .        1.000      .         </w:t>
      </w:r>
    </w:p>
    <w:p w:rsidR="0062748B" w:rsidRDefault="0062748B" w:rsidP="0062748B">
      <w:r>
        <w:t xml:space="preserve">4 .1.21     -INF       .        1.000      .         </w:t>
      </w:r>
    </w:p>
    <w:p w:rsidR="0062748B" w:rsidRDefault="0062748B" w:rsidP="0062748B">
      <w:r>
        <w:t xml:space="preserve">4 .1.22     -INF       .        1.000      .         </w:t>
      </w:r>
    </w:p>
    <w:p w:rsidR="0062748B" w:rsidRDefault="0062748B" w:rsidP="0062748B">
      <w:r>
        <w:t xml:space="preserve">4 .1.23     -INF       .        1.000      .         </w:t>
      </w:r>
    </w:p>
    <w:p w:rsidR="0062748B" w:rsidRDefault="0062748B" w:rsidP="0062748B">
      <w:r>
        <w:t xml:space="preserve">4 .1.24     -INF       .        1.000      .         </w:t>
      </w:r>
    </w:p>
    <w:p w:rsidR="0062748B" w:rsidRDefault="0062748B" w:rsidP="0062748B">
      <w:r>
        <w:t xml:space="preserve">4 .1.25     -INF       .        1.000      .         </w:t>
      </w:r>
    </w:p>
    <w:p w:rsidR="0062748B" w:rsidRDefault="0062748B" w:rsidP="0062748B">
      <w:r>
        <w:lastRenderedPageBreak/>
        <w:t xml:space="preserve">4 .1.26     -INF       .        1.000      .         </w:t>
      </w:r>
    </w:p>
    <w:p w:rsidR="0062748B" w:rsidRDefault="0062748B" w:rsidP="0062748B">
      <w:r>
        <w:t xml:space="preserve">4 .1.27     -INF       .        1.000      .         </w:t>
      </w:r>
    </w:p>
    <w:p w:rsidR="0062748B" w:rsidRDefault="0062748B" w:rsidP="0062748B">
      <w:r>
        <w:t xml:space="preserve">4 .1.28     -INF       .        1.000      .         </w:t>
      </w:r>
    </w:p>
    <w:p w:rsidR="0062748B" w:rsidRDefault="0062748B" w:rsidP="0062748B">
      <w:r>
        <w:t xml:space="preserve">4 .1.29     -INF       .        1.000      .         </w:t>
      </w:r>
    </w:p>
    <w:p w:rsidR="0062748B" w:rsidRDefault="0062748B" w:rsidP="0062748B">
      <w:r>
        <w:t xml:space="preserve">5 .1.1      -INF       .        1.000      .         </w:t>
      </w:r>
    </w:p>
    <w:p w:rsidR="0062748B" w:rsidRDefault="0062748B" w:rsidP="0062748B">
      <w:r>
        <w:t xml:space="preserve">5 .1.2      -INF       .        1.000      .         </w:t>
      </w:r>
    </w:p>
    <w:p w:rsidR="0062748B" w:rsidRDefault="0062748B" w:rsidP="0062748B">
      <w:r>
        <w:t xml:space="preserve">5 .1.3      -INF       .        1.000      .         </w:t>
      </w:r>
    </w:p>
    <w:p w:rsidR="0062748B" w:rsidRDefault="0062748B" w:rsidP="0062748B">
      <w:r>
        <w:t xml:space="preserve">5 .1.4      -INF       .        1.000      .         </w:t>
      </w:r>
    </w:p>
    <w:p w:rsidR="0062748B" w:rsidRDefault="0062748B" w:rsidP="0062748B">
      <w:r>
        <w:t xml:space="preserve">5 .1.5      -INF       .        1.000      .         </w:t>
      </w:r>
    </w:p>
    <w:p w:rsidR="0062748B" w:rsidRDefault="0062748B" w:rsidP="0062748B">
      <w:r>
        <w:t xml:space="preserve">5 .1.6      -INF       .        1.000      .         </w:t>
      </w:r>
    </w:p>
    <w:p w:rsidR="0062748B" w:rsidRDefault="0062748B" w:rsidP="0062748B">
      <w:r>
        <w:t xml:space="preserve">5 .1.7      -INF       .        1.000      .         </w:t>
      </w:r>
    </w:p>
    <w:p w:rsidR="0062748B" w:rsidRDefault="0062748B" w:rsidP="0062748B">
      <w:r>
        <w:t xml:space="preserve">5 .1.8      -INF       .        1.000      .         </w:t>
      </w:r>
    </w:p>
    <w:p w:rsidR="0062748B" w:rsidRDefault="0062748B" w:rsidP="0062748B">
      <w:r>
        <w:t xml:space="preserve">5 .1.9      -INF       .        1.000      .         </w:t>
      </w:r>
    </w:p>
    <w:p w:rsidR="0062748B" w:rsidRDefault="0062748B" w:rsidP="0062748B">
      <w:r>
        <w:t xml:space="preserve">5 .1.10     -INF       .        1.000      .         </w:t>
      </w:r>
    </w:p>
    <w:p w:rsidR="0062748B" w:rsidRDefault="0062748B" w:rsidP="0062748B">
      <w:r>
        <w:t xml:space="preserve">5 .1.11     -INF       .        1.000      .         </w:t>
      </w:r>
    </w:p>
    <w:p w:rsidR="0062748B" w:rsidRDefault="0062748B" w:rsidP="0062748B">
      <w:r>
        <w:t xml:space="preserve">5 .1.12     -INF       .        1.000      .         </w:t>
      </w:r>
    </w:p>
    <w:p w:rsidR="0062748B" w:rsidRDefault="0062748B" w:rsidP="0062748B">
      <w:r>
        <w:t xml:space="preserve">5 .1.13     -INF       .        1.000      .         </w:t>
      </w:r>
    </w:p>
    <w:p w:rsidR="0062748B" w:rsidRDefault="0062748B" w:rsidP="0062748B">
      <w:r>
        <w:t xml:space="preserve">5 .1.14     -INF       .        1.000      .         </w:t>
      </w:r>
    </w:p>
    <w:p w:rsidR="0062748B" w:rsidRDefault="0062748B" w:rsidP="0062748B">
      <w:r>
        <w:t xml:space="preserve">5 .1.15     -INF       .        1.000      .         </w:t>
      </w:r>
    </w:p>
    <w:p w:rsidR="0062748B" w:rsidRDefault="0062748B" w:rsidP="0062748B">
      <w:r>
        <w:t xml:space="preserve">5 .1.16     -INF       .        1.000      .         </w:t>
      </w:r>
    </w:p>
    <w:p w:rsidR="0062748B" w:rsidRDefault="0062748B" w:rsidP="0062748B">
      <w:r>
        <w:t xml:space="preserve">5 .1.17     -INF       .        1.000      .         </w:t>
      </w:r>
    </w:p>
    <w:p w:rsidR="0062748B" w:rsidRDefault="0062748B" w:rsidP="0062748B">
      <w:r>
        <w:t xml:space="preserve">5 .1.18     -INF       .        1.000      .         </w:t>
      </w:r>
    </w:p>
    <w:p w:rsidR="0062748B" w:rsidRDefault="0062748B" w:rsidP="0062748B">
      <w:r>
        <w:t xml:space="preserve">5 .1.19     -INF       .        1.000      .         </w:t>
      </w:r>
    </w:p>
    <w:p w:rsidR="0062748B" w:rsidRDefault="0062748B" w:rsidP="0062748B">
      <w:r>
        <w:t xml:space="preserve">5 .1.20     -INF       .        1.000      .         </w:t>
      </w:r>
    </w:p>
    <w:p w:rsidR="0062748B" w:rsidRDefault="0062748B" w:rsidP="0062748B">
      <w:r>
        <w:t xml:space="preserve">5 .1.21     -INF       .        1.000      .         </w:t>
      </w:r>
    </w:p>
    <w:p w:rsidR="0062748B" w:rsidRDefault="0062748B" w:rsidP="0062748B">
      <w:r>
        <w:lastRenderedPageBreak/>
        <w:t xml:space="preserve">5 .1.22     -INF       .        1.000      .         </w:t>
      </w:r>
    </w:p>
    <w:p w:rsidR="0062748B" w:rsidRDefault="0062748B" w:rsidP="0062748B">
      <w:r>
        <w:t xml:space="preserve">5 .1.23     -INF       .        1.000      .         </w:t>
      </w:r>
    </w:p>
    <w:p w:rsidR="0062748B" w:rsidRDefault="0062748B" w:rsidP="0062748B">
      <w:r>
        <w:t xml:space="preserve">5 .1.24     -INF       .        1.000      .         </w:t>
      </w:r>
    </w:p>
    <w:p w:rsidR="0062748B" w:rsidRDefault="0062748B" w:rsidP="0062748B">
      <w:r>
        <w:t xml:space="preserve">5 .1.25     -INF       .        1.000      .         </w:t>
      </w:r>
    </w:p>
    <w:p w:rsidR="0062748B" w:rsidRDefault="0062748B" w:rsidP="0062748B">
      <w:r>
        <w:t xml:space="preserve">5 .1.26     -INF       .        1.000      .         </w:t>
      </w:r>
    </w:p>
    <w:p w:rsidR="0062748B" w:rsidRDefault="0062748B" w:rsidP="0062748B">
      <w:r>
        <w:t xml:space="preserve">5 .1.27     -INF       .        1.000      .         </w:t>
      </w:r>
    </w:p>
    <w:p w:rsidR="0062748B" w:rsidRDefault="0062748B" w:rsidP="0062748B">
      <w:r>
        <w:t xml:space="preserve">5 .1.28     -INF       .        1.000      .         </w:t>
      </w:r>
    </w:p>
    <w:p w:rsidR="0062748B" w:rsidRDefault="0062748B" w:rsidP="0062748B">
      <w:r>
        <w:t xml:space="preserve">5 .1.29     -INF       .        1.000      .         </w:t>
      </w:r>
    </w:p>
    <w:p w:rsidR="0062748B" w:rsidRDefault="0062748B" w:rsidP="0062748B">
      <w:r>
        <w:t xml:space="preserve">6 .1.1      -INF       .        1.000      .         </w:t>
      </w:r>
    </w:p>
    <w:p w:rsidR="0062748B" w:rsidRDefault="0062748B" w:rsidP="0062748B">
      <w:r>
        <w:t xml:space="preserve">6 .1.2      -INF       .        1.000      .         </w:t>
      </w:r>
    </w:p>
    <w:p w:rsidR="0062748B" w:rsidRDefault="0062748B" w:rsidP="0062748B">
      <w:r>
        <w:t xml:space="preserve">6 .1.3      -INF       .        1.000      .         </w:t>
      </w:r>
    </w:p>
    <w:p w:rsidR="0062748B" w:rsidRDefault="0062748B" w:rsidP="0062748B">
      <w:r>
        <w:t xml:space="preserve">6 .1.4      -INF       .        1.000      .         </w:t>
      </w:r>
    </w:p>
    <w:p w:rsidR="0062748B" w:rsidRDefault="0062748B" w:rsidP="0062748B">
      <w:r>
        <w:t xml:space="preserve">6 .1.5      -INF       .        1.000      .         </w:t>
      </w:r>
    </w:p>
    <w:p w:rsidR="0062748B" w:rsidRDefault="0062748B" w:rsidP="0062748B">
      <w:r>
        <w:t xml:space="preserve">6 .1.6      -INF       .        1.000      .         </w:t>
      </w:r>
    </w:p>
    <w:p w:rsidR="0062748B" w:rsidRDefault="0062748B" w:rsidP="0062748B">
      <w:r>
        <w:t xml:space="preserve">6 .1.7      -INF       .        1.000      .         </w:t>
      </w:r>
    </w:p>
    <w:p w:rsidR="0062748B" w:rsidRDefault="0062748B" w:rsidP="0062748B">
      <w:r>
        <w:t xml:space="preserve">6 .1.8      -INF       .        1.000      .         </w:t>
      </w:r>
    </w:p>
    <w:p w:rsidR="0062748B" w:rsidRDefault="0062748B" w:rsidP="0062748B">
      <w:r>
        <w:t xml:space="preserve">6 .1.9      -INF       .        1.000      .         </w:t>
      </w:r>
    </w:p>
    <w:p w:rsidR="0062748B" w:rsidRDefault="0062748B" w:rsidP="0062748B">
      <w:r>
        <w:t xml:space="preserve">6 .1.10     -INF       .        1.000      .         </w:t>
      </w:r>
    </w:p>
    <w:p w:rsidR="0062748B" w:rsidRDefault="0062748B" w:rsidP="0062748B">
      <w:r>
        <w:t xml:space="preserve">6 .1.11     -INF       .        1.000      .         </w:t>
      </w:r>
    </w:p>
    <w:p w:rsidR="0062748B" w:rsidRDefault="0062748B" w:rsidP="0062748B">
      <w:r>
        <w:t xml:space="preserve">6 .1.12     -INF       .        1.000      .         </w:t>
      </w:r>
    </w:p>
    <w:p w:rsidR="0062748B" w:rsidRDefault="0062748B" w:rsidP="0062748B">
      <w:r>
        <w:t xml:space="preserve">6 .1.13     -INF       .        1.000      .         </w:t>
      </w:r>
    </w:p>
    <w:p w:rsidR="0062748B" w:rsidRDefault="0062748B" w:rsidP="0062748B">
      <w:r>
        <w:t xml:space="preserve">6 .1.14     -INF       .        1.000      .         </w:t>
      </w:r>
    </w:p>
    <w:p w:rsidR="0062748B" w:rsidRDefault="0062748B" w:rsidP="0062748B">
      <w:r>
        <w:t xml:space="preserve">6 .1.15     -INF       .        1.000      .         </w:t>
      </w:r>
    </w:p>
    <w:p w:rsidR="0062748B" w:rsidRDefault="0062748B" w:rsidP="0062748B">
      <w:r>
        <w:t xml:space="preserve">6 .1.16     -INF       .        1.000      .         </w:t>
      </w:r>
    </w:p>
    <w:p w:rsidR="0062748B" w:rsidRDefault="0062748B" w:rsidP="0062748B">
      <w:r>
        <w:t xml:space="preserve">6 .1.17     -INF       .        1.000      .         </w:t>
      </w:r>
    </w:p>
    <w:p w:rsidR="0062748B" w:rsidRDefault="0062748B" w:rsidP="0062748B">
      <w:r>
        <w:lastRenderedPageBreak/>
        <w:t xml:space="preserve">6 .1.18     -INF       .        1.000      .         </w:t>
      </w:r>
    </w:p>
    <w:p w:rsidR="0062748B" w:rsidRDefault="0062748B" w:rsidP="0062748B">
      <w:r>
        <w:t xml:space="preserve">6 .1.19     -INF       .        1.000      .         </w:t>
      </w:r>
    </w:p>
    <w:p w:rsidR="0062748B" w:rsidRDefault="0062748B" w:rsidP="0062748B">
      <w:r>
        <w:t xml:space="preserve">6 .1.20     -INF       .        1.000      .         </w:t>
      </w:r>
    </w:p>
    <w:p w:rsidR="0062748B" w:rsidRDefault="0062748B" w:rsidP="0062748B">
      <w:r>
        <w:t xml:space="preserve">6 .1.21     -INF       .        1.000      .         </w:t>
      </w:r>
    </w:p>
    <w:p w:rsidR="0062748B" w:rsidRDefault="0062748B" w:rsidP="0062748B">
      <w:r>
        <w:t xml:space="preserve">6 .1.22     -INF       .        1.000      .         </w:t>
      </w:r>
    </w:p>
    <w:p w:rsidR="0062748B" w:rsidRDefault="0062748B" w:rsidP="0062748B">
      <w:r>
        <w:t xml:space="preserve">6 .1.23     -INF       .        1.000      .         </w:t>
      </w:r>
    </w:p>
    <w:p w:rsidR="0062748B" w:rsidRDefault="0062748B" w:rsidP="0062748B">
      <w:r>
        <w:t xml:space="preserve">6 .1.24     -INF       .        1.000      .         </w:t>
      </w:r>
    </w:p>
    <w:p w:rsidR="0062748B" w:rsidRDefault="0062748B" w:rsidP="0062748B">
      <w:r>
        <w:t xml:space="preserve">6 .1.25     -INF       .        1.000      .         </w:t>
      </w:r>
    </w:p>
    <w:p w:rsidR="0062748B" w:rsidRDefault="0062748B" w:rsidP="0062748B">
      <w:r>
        <w:t xml:space="preserve">6 .1.26     -INF       .        1.000      .         </w:t>
      </w:r>
    </w:p>
    <w:p w:rsidR="0062748B" w:rsidRDefault="0062748B" w:rsidP="0062748B">
      <w:r>
        <w:t xml:space="preserve">6 .1.27     -INF       .        1.000      .         </w:t>
      </w:r>
    </w:p>
    <w:p w:rsidR="0062748B" w:rsidRDefault="0062748B" w:rsidP="0062748B">
      <w:r>
        <w:t xml:space="preserve">6 .1.28     -INF       .        1.000      .         </w:t>
      </w:r>
    </w:p>
    <w:p w:rsidR="0062748B" w:rsidRDefault="0062748B" w:rsidP="0062748B">
      <w:r>
        <w:t xml:space="preserve">6 .1.29     -INF       .        1.000      .         </w:t>
      </w:r>
    </w:p>
    <w:p w:rsidR="0062748B" w:rsidRDefault="0062748B" w:rsidP="0062748B">
      <w:r>
        <w:t xml:space="preserve">7 .1.1      -INF       .        1.000      .         </w:t>
      </w:r>
    </w:p>
    <w:p w:rsidR="0062748B" w:rsidRDefault="0062748B" w:rsidP="0062748B">
      <w:r>
        <w:t xml:space="preserve">7 .1.2      -INF       .        1.000      .         </w:t>
      </w:r>
    </w:p>
    <w:p w:rsidR="0062748B" w:rsidRDefault="0062748B" w:rsidP="0062748B">
      <w:r>
        <w:t xml:space="preserve">7 .1.3      -INF       .        1.000      .         </w:t>
      </w:r>
    </w:p>
    <w:p w:rsidR="0062748B" w:rsidRDefault="0062748B" w:rsidP="0062748B">
      <w:r>
        <w:t xml:space="preserve">7 .1.4      -INF       .        1.000      .         </w:t>
      </w:r>
    </w:p>
    <w:p w:rsidR="0062748B" w:rsidRDefault="0062748B" w:rsidP="0062748B">
      <w:r>
        <w:t xml:space="preserve">7 .1.5      -INF       .        1.000      .         </w:t>
      </w:r>
    </w:p>
    <w:p w:rsidR="0062748B" w:rsidRDefault="0062748B" w:rsidP="0062748B">
      <w:r>
        <w:t xml:space="preserve">7 .1.6      -INF       .        1.000      .         </w:t>
      </w:r>
    </w:p>
    <w:p w:rsidR="0062748B" w:rsidRDefault="0062748B" w:rsidP="0062748B">
      <w:r>
        <w:t xml:space="preserve">7 .1.7      -INF       .        1.000      .         </w:t>
      </w:r>
    </w:p>
    <w:p w:rsidR="0062748B" w:rsidRDefault="0062748B" w:rsidP="0062748B">
      <w:r>
        <w:t xml:space="preserve">7 .1.8      -INF       .        1.000      .         </w:t>
      </w:r>
    </w:p>
    <w:p w:rsidR="0062748B" w:rsidRDefault="0062748B" w:rsidP="0062748B">
      <w:r>
        <w:t xml:space="preserve">7 .1.9      -INF       .        1.000      .         </w:t>
      </w:r>
    </w:p>
    <w:p w:rsidR="0062748B" w:rsidRDefault="0062748B" w:rsidP="0062748B">
      <w:r>
        <w:t xml:space="preserve">7 .1.10     -INF       .        1.000      .         </w:t>
      </w:r>
    </w:p>
    <w:p w:rsidR="0062748B" w:rsidRDefault="0062748B" w:rsidP="0062748B">
      <w:r>
        <w:t xml:space="preserve">7 .1.11     -INF       .        1.000      .         </w:t>
      </w:r>
    </w:p>
    <w:p w:rsidR="0062748B" w:rsidRDefault="0062748B" w:rsidP="0062748B">
      <w:r>
        <w:t xml:space="preserve">7 .1.12     -INF       .        1.000      .         </w:t>
      </w:r>
    </w:p>
    <w:p w:rsidR="0062748B" w:rsidRDefault="0062748B" w:rsidP="0062748B">
      <w:r>
        <w:t xml:space="preserve">7 .1.13     -INF       .        1.000      .         </w:t>
      </w:r>
    </w:p>
    <w:p w:rsidR="0062748B" w:rsidRDefault="0062748B" w:rsidP="0062748B">
      <w:r>
        <w:lastRenderedPageBreak/>
        <w:t xml:space="preserve">7 .1.14     -INF       .        1.000      .         </w:t>
      </w:r>
    </w:p>
    <w:p w:rsidR="0062748B" w:rsidRDefault="0062748B" w:rsidP="0062748B">
      <w:r>
        <w:t xml:space="preserve">7 .1.15     -INF       .        1.000      .         </w:t>
      </w:r>
    </w:p>
    <w:p w:rsidR="0062748B" w:rsidRDefault="0062748B" w:rsidP="0062748B">
      <w:r>
        <w:t xml:space="preserve">7 .1.16     -INF       .        1.000      .         </w:t>
      </w:r>
    </w:p>
    <w:p w:rsidR="0062748B" w:rsidRDefault="0062748B" w:rsidP="0062748B">
      <w:r>
        <w:t xml:space="preserve">7 .1.17     -INF       .        1.000      .         </w:t>
      </w:r>
    </w:p>
    <w:p w:rsidR="0062748B" w:rsidRDefault="0062748B" w:rsidP="0062748B">
      <w:r>
        <w:t xml:space="preserve">7 .1.18     -INF       .        1.000      .         </w:t>
      </w:r>
    </w:p>
    <w:p w:rsidR="0062748B" w:rsidRDefault="0062748B" w:rsidP="0062748B">
      <w:r>
        <w:t xml:space="preserve">7 .1.19     -INF       .        1.000      .         </w:t>
      </w:r>
    </w:p>
    <w:p w:rsidR="0062748B" w:rsidRDefault="0062748B" w:rsidP="0062748B">
      <w:r>
        <w:t xml:space="preserve">7 .1.20     -INF       .        1.000      .         </w:t>
      </w:r>
    </w:p>
    <w:p w:rsidR="0062748B" w:rsidRDefault="0062748B" w:rsidP="0062748B">
      <w:r>
        <w:t xml:space="preserve">7 .1.21     -INF       .        1.000      .         </w:t>
      </w:r>
    </w:p>
    <w:p w:rsidR="0062748B" w:rsidRDefault="0062748B" w:rsidP="0062748B">
      <w:r>
        <w:t xml:space="preserve">7 .1.22     -INF       .        1.000      .         </w:t>
      </w:r>
    </w:p>
    <w:p w:rsidR="0062748B" w:rsidRDefault="0062748B" w:rsidP="0062748B">
      <w:r>
        <w:t xml:space="preserve">7 .1.23     -INF       .        1.000      .         </w:t>
      </w:r>
    </w:p>
    <w:p w:rsidR="0062748B" w:rsidRDefault="0062748B" w:rsidP="0062748B">
      <w:r>
        <w:t xml:space="preserve">7 .1.24     -INF       .        1.000      .         </w:t>
      </w:r>
    </w:p>
    <w:p w:rsidR="0062748B" w:rsidRDefault="0062748B" w:rsidP="0062748B">
      <w:r>
        <w:t xml:space="preserve">7 .1.25     -INF       .        1.000      .         </w:t>
      </w:r>
    </w:p>
    <w:p w:rsidR="0062748B" w:rsidRDefault="0062748B" w:rsidP="0062748B">
      <w:r>
        <w:t xml:space="preserve">7 .1.26     -INF       .        1.000      .         </w:t>
      </w:r>
    </w:p>
    <w:p w:rsidR="0062748B" w:rsidRDefault="0062748B" w:rsidP="0062748B">
      <w:r>
        <w:t xml:space="preserve">7 .1.27     -INF       .        1.000      .         </w:t>
      </w:r>
    </w:p>
    <w:p w:rsidR="0062748B" w:rsidRDefault="0062748B" w:rsidP="0062748B">
      <w:r>
        <w:t xml:space="preserve">7 .1.28     -INF       .        1.000      .         </w:t>
      </w:r>
    </w:p>
    <w:p w:rsidR="0062748B" w:rsidRDefault="0062748B" w:rsidP="0062748B">
      <w:r>
        <w:t xml:space="preserve">7 .1.29     -INF       .        1.000      .         </w:t>
      </w:r>
    </w:p>
    <w:p w:rsidR="0062748B" w:rsidRDefault="0062748B" w:rsidP="0062748B">
      <w:r>
        <w:t xml:space="preserve">8 .1.1      -INF       .        1.000      .         </w:t>
      </w:r>
    </w:p>
    <w:p w:rsidR="0062748B" w:rsidRDefault="0062748B" w:rsidP="0062748B">
      <w:r>
        <w:t xml:space="preserve">8 .1.2      -INF       .        1.000      .         </w:t>
      </w:r>
    </w:p>
    <w:p w:rsidR="0062748B" w:rsidRDefault="0062748B" w:rsidP="0062748B">
      <w:r>
        <w:t xml:space="preserve">8 .1.3      -INF       .        1.000      .         </w:t>
      </w:r>
    </w:p>
    <w:p w:rsidR="0062748B" w:rsidRDefault="0062748B" w:rsidP="0062748B">
      <w:r>
        <w:t xml:space="preserve">8 .1.4      -INF       .        1.000      .         </w:t>
      </w:r>
    </w:p>
    <w:p w:rsidR="0062748B" w:rsidRDefault="0062748B" w:rsidP="0062748B">
      <w:r>
        <w:t xml:space="preserve">8 .1.5      -INF       .        1.000      .         </w:t>
      </w:r>
    </w:p>
    <w:p w:rsidR="0062748B" w:rsidRDefault="0062748B" w:rsidP="0062748B">
      <w:r>
        <w:t xml:space="preserve">8 .1.6      -INF       .        1.000      .         </w:t>
      </w:r>
    </w:p>
    <w:p w:rsidR="0062748B" w:rsidRDefault="0062748B" w:rsidP="0062748B">
      <w:r>
        <w:t xml:space="preserve">8 .1.7      -INF       .        1.000      .         </w:t>
      </w:r>
    </w:p>
    <w:p w:rsidR="0062748B" w:rsidRDefault="0062748B" w:rsidP="0062748B">
      <w:r>
        <w:t xml:space="preserve">8 .1.8      -INF       .        1.000      .         </w:t>
      </w:r>
    </w:p>
    <w:p w:rsidR="0062748B" w:rsidRDefault="0062748B" w:rsidP="0062748B">
      <w:r>
        <w:t xml:space="preserve">8 .1.9      -INF       .        1.000      .         </w:t>
      </w:r>
    </w:p>
    <w:p w:rsidR="0062748B" w:rsidRDefault="0062748B" w:rsidP="0062748B">
      <w:r>
        <w:lastRenderedPageBreak/>
        <w:t xml:space="preserve">8 .1.10     -INF       .        1.000      .         </w:t>
      </w:r>
    </w:p>
    <w:p w:rsidR="0062748B" w:rsidRDefault="0062748B" w:rsidP="0062748B">
      <w:r>
        <w:t xml:space="preserve">8 .1.11     -INF       .        1.000      .         </w:t>
      </w:r>
    </w:p>
    <w:p w:rsidR="0062748B" w:rsidRDefault="0062748B" w:rsidP="0062748B">
      <w:r>
        <w:t xml:space="preserve">8 .1.12     -INF       .        1.000      .         </w:t>
      </w:r>
    </w:p>
    <w:p w:rsidR="0062748B" w:rsidRDefault="0062748B" w:rsidP="0062748B">
      <w:r>
        <w:t xml:space="preserve">8 .1.13     -INF       .        1.000      .         </w:t>
      </w:r>
    </w:p>
    <w:p w:rsidR="0062748B" w:rsidRDefault="0062748B" w:rsidP="0062748B">
      <w:r>
        <w:t xml:space="preserve">8 .1.14     -INF       .        1.000      .         </w:t>
      </w:r>
    </w:p>
    <w:p w:rsidR="0062748B" w:rsidRDefault="0062748B" w:rsidP="0062748B">
      <w:r>
        <w:t xml:space="preserve">8 .1.15     -INF       .        1.000      .         </w:t>
      </w:r>
    </w:p>
    <w:p w:rsidR="0062748B" w:rsidRDefault="0062748B" w:rsidP="0062748B">
      <w:r>
        <w:t xml:space="preserve">8 .1.16     -INF       .        1.000      .         </w:t>
      </w:r>
    </w:p>
    <w:p w:rsidR="0062748B" w:rsidRDefault="0062748B" w:rsidP="0062748B">
      <w:r>
        <w:t xml:space="preserve">8 .1.17     -INF       .        1.000      .         </w:t>
      </w:r>
    </w:p>
    <w:p w:rsidR="0062748B" w:rsidRDefault="0062748B" w:rsidP="0062748B">
      <w:r>
        <w:t xml:space="preserve">8 .1.18     -INF       .        1.000      .         </w:t>
      </w:r>
    </w:p>
    <w:p w:rsidR="0062748B" w:rsidRDefault="0062748B" w:rsidP="0062748B">
      <w:r>
        <w:t xml:space="preserve">8 .1.19     -INF       .        1.000      .         </w:t>
      </w:r>
    </w:p>
    <w:p w:rsidR="0062748B" w:rsidRDefault="0062748B" w:rsidP="0062748B">
      <w:r>
        <w:t xml:space="preserve">8 .1.20     -INF       .        1.000      .         </w:t>
      </w:r>
    </w:p>
    <w:p w:rsidR="0062748B" w:rsidRDefault="0062748B" w:rsidP="0062748B">
      <w:r>
        <w:t xml:space="preserve">8 .1.21     -INF       .        1.000      .         </w:t>
      </w:r>
    </w:p>
    <w:p w:rsidR="0062748B" w:rsidRDefault="0062748B" w:rsidP="0062748B">
      <w:r>
        <w:t xml:space="preserve">8 .1.22     -INF       .        1.000      .         </w:t>
      </w:r>
    </w:p>
    <w:p w:rsidR="0062748B" w:rsidRDefault="0062748B" w:rsidP="0062748B">
      <w:r>
        <w:t xml:space="preserve">8 .1.23     -INF       .        1.000      .         </w:t>
      </w:r>
    </w:p>
    <w:p w:rsidR="0062748B" w:rsidRDefault="0062748B" w:rsidP="0062748B">
      <w:r>
        <w:t xml:space="preserve">8 .1.24     -INF       .        1.000      .         </w:t>
      </w:r>
    </w:p>
    <w:p w:rsidR="0062748B" w:rsidRDefault="0062748B" w:rsidP="0062748B">
      <w:r>
        <w:t xml:space="preserve">8 .1.25     -INF       .        1.000      .         </w:t>
      </w:r>
    </w:p>
    <w:p w:rsidR="0062748B" w:rsidRDefault="0062748B" w:rsidP="0062748B">
      <w:r>
        <w:t xml:space="preserve">8 .1.26     -INF       .        1.000      .         </w:t>
      </w:r>
    </w:p>
    <w:p w:rsidR="0062748B" w:rsidRDefault="0062748B" w:rsidP="0062748B">
      <w:r>
        <w:t xml:space="preserve">8 .1.27     -INF       .        1.000      .         </w:t>
      </w:r>
    </w:p>
    <w:p w:rsidR="0062748B" w:rsidRDefault="0062748B" w:rsidP="0062748B">
      <w:r>
        <w:t xml:space="preserve">8 .1.28     -INF       .        1.000      .         </w:t>
      </w:r>
    </w:p>
    <w:p w:rsidR="0062748B" w:rsidRDefault="0062748B" w:rsidP="0062748B">
      <w:r>
        <w:t xml:space="preserve">8 .1.29     -INF       .        1.000      .         </w:t>
      </w:r>
    </w:p>
    <w:p w:rsidR="0062748B" w:rsidRDefault="0062748B" w:rsidP="0062748B">
      <w:r>
        <w:t xml:space="preserve">9 .1.1      -INF       .        1.000      .         </w:t>
      </w:r>
    </w:p>
    <w:p w:rsidR="0062748B" w:rsidRDefault="0062748B" w:rsidP="0062748B">
      <w:r>
        <w:t xml:space="preserve">9 .1.2      -INF       .        1.000      .         </w:t>
      </w:r>
    </w:p>
    <w:p w:rsidR="0062748B" w:rsidRDefault="0062748B" w:rsidP="0062748B">
      <w:r>
        <w:t xml:space="preserve">9 .1.3      -INF       .        1.000      .         </w:t>
      </w:r>
    </w:p>
    <w:p w:rsidR="0062748B" w:rsidRDefault="0062748B" w:rsidP="0062748B">
      <w:r>
        <w:t xml:space="preserve">9 .1.4      -INF       .        1.000      .         </w:t>
      </w:r>
    </w:p>
    <w:p w:rsidR="0062748B" w:rsidRDefault="0062748B" w:rsidP="0062748B">
      <w:r>
        <w:t xml:space="preserve">9 .1.5      -INF       .        1.000      .         </w:t>
      </w:r>
    </w:p>
    <w:p w:rsidR="0062748B" w:rsidRDefault="0062748B" w:rsidP="0062748B">
      <w:r>
        <w:lastRenderedPageBreak/>
        <w:t xml:space="preserve">9 .1.6      -INF       .        1.000      .         </w:t>
      </w:r>
    </w:p>
    <w:p w:rsidR="0062748B" w:rsidRDefault="0062748B" w:rsidP="0062748B">
      <w:r>
        <w:t xml:space="preserve">9 .1.7      -INF       .        1.000      .         </w:t>
      </w:r>
    </w:p>
    <w:p w:rsidR="0062748B" w:rsidRDefault="0062748B" w:rsidP="0062748B">
      <w:r>
        <w:t xml:space="preserve">9 .1.8      -INF       .        1.000      .         </w:t>
      </w:r>
    </w:p>
    <w:p w:rsidR="0062748B" w:rsidRDefault="0062748B" w:rsidP="0062748B">
      <w:r>
        <w:t xml:space="preserve">9 .1.9      -INF       .        1.000      .         </w:t>
      </w:r>
    </w:p>
    <w:p w:rsidR="0062748B" w:rsidRDefault="0062748B" w:rsidP="0062748B">
      <w:r>
        <w:t xml:space="preserve">9 .1.10     -INF       .        1.000      .         </w:t>
      </w:r>
    </w:p>
    <w:p w:rsidR="0062748B" w:rsidRDefault="0062748B" w:rsidP="0062748B">
      <w:r>
        <w:t xml:space="preserve">9 .1.11     -INF       .        1.000      .         </w:t>
      </w:r>
    </w:p>
    <w:p w:rsidR="0062748B" w:rsidRDefault="0062748B" w:rsidP="0062748B">
      <w:r>
        <w:t xml:space="preserve">9 .1.12     -INF       .        1.000      .         </w:t>
      </w:r>
    </w:p>
    <w:p w:rsidR="0062748B" w:rsidRDefault="0062748B" w:rsidP="0062748B">
      <w:r>
        <w:t xml:space="preserve">9 .1.13     -INF       .        1.000      .         </w:t>
      </w:r>
    </w:p>
    <w:p w:rsidR="0062748B" w:rsidRDefault="0062748B" w:rsidP="0062748B">
      <w:r>
        <w:t xml:space="preserve">9 .1.14     -INF       .        1.000      .         </w:t>
      </w:r>
    </w:p>
    <w:p w:rsidR="0062748B" w:rsidRDefault="0062748B" w:rsidP="0062748B">
      <w:r>
        <w:t xml:space="preserve">9 .1.15     -INF       .        1.000      .         </w:t>
      </w:r>
    </w:p>
    <w:p w:rsidR="0062748B" w:rsidRDefault="0062748B" w:rsidP="0062748B">
      <w:r>
        <w:t xml:space="preserve">9 .1.16     -INF       .        1.000      .         </w:t>
      </w:r>
    </w:p>
    <w:p w:rsidR="0062748B" w:rsidRDefault="0062748B" w:rsidP="0062748B">
      <w:r>
        <w:t xml:space="preserve">9 .1.17     -INF       .        1.000      .         </w:t>
      </w:r>
    </w:p>
    <w:p w:rsidR="0062748B" w:rsidRDefault="0062748B" w:rsidP="0062748B">
      <w:r>
        <w:t xml:space="preserve">9 .1.18     -INF       .        1.000      .         </w:t>
      </w:r>
    </w:p>
    <w:p w:rsidR="0062748B" w:rsidRDefault="0062748B" w:rsidP="0062748B">
      <w:r>
        <w:t xml:space="preserve">9 .1.19     -INF       .        1.000      .         </w:t>
      </w:r>
    </w:p>
    <w:p w:rsidR="0062748B" w:rsidRDefault="0062748B" w:rsidP="0062748B">
      <w:r>
        <w:t xml:space="preserve">9 .1.20     -INF       .        1.000      .         </w:t>
      </w:r>
    </w:p>
    <w:p w:rsidR="0062748B" w:rsidRDefault="0062748B" w:rsidP="0062748B">
      <w:r>
        <w:t xml:space="preserve">9 .1.21     -INF       .        1.000      .         </w:t>
      </w:r>
    </w:p>
    <w:p w:rsidR="0062748B" w:rsidRDefault="0062748B" w:rsidP="0062748B">
      <w:r>
        <w:t xml:space="preserve">9 .1.22     -INF       .        1.000      .         </w:t>
      </w:r>
    </w:p>
    <w:p w:rsidR="0062748B" w:rsidRDefault="0062748B" w:rsidP="0062748B">
      <w:r>
        <w:t xml:space="preserve">9 .1.23     -INF       .        1.000      .         </w:t>
      </w:r>
    </w:p>
    <w:p w:rsidR="0062748B" w:rsidRDefault="0062748B" w:rsidP="0062748B">
      <w:r>
        <w:t xml:space="preserve">9 .1.24     -INF       .        1.000      .         </w:t>
      </w:r>
    </w:p>
    <w:p w:rsidR="0062748B" w:rsidRDefault="0062748B" w:rsidP="0062748B">
      <w:r>
        <w:t xml:space="preserve">9 .1.25     -INF       .        1.000      .         </w:t>
      </w:r>
    </w:p>
    <w:p w:rsidR="0062748B" w:rsidRDefault="0062748B" w:rsidP="0062748B">
      <w:r>
        <w:t xml:space="preserve">9 .1.26     -INF       .        1.000      .         </w:t>
      </w:r>
    </w:p>
    <w:p w:rsidR="0062748B" w:rsidRDefault="0062748B" w:rsidP="0062748B">
      <w:r>
        <w:t xml:space="preserve">9 .1.27     -INF       .        1.000      .         </w:t>
      </w:r>
    </w:p>
    <w:p w:rsidR="0062748B" w:rsidRDefault="0062748B" w:rsidP="0062748B">
      <w:r>
        <w:t xml:space="preserve">9 .1.28     -INF       .        1.000      .         </w:t>
      </w:r>
    </w:p>
    <w:p w:rsidR="0062748B" w:rsidRDefault="0062748B" w:rsidP="0062748B">
      <w:r>
        <w:t xml:space="preserve">9 .1.29     -INF       .        1.000      .         </w:t>
      </w:r>
    </w:p>
    <w:p w:rsidR="0062748B" w:rsidRDefault="0062748B" w:rsidP="0062748B">
      <w:r>
        <w:t xml:space="preserve">10.1.1      -INF       .        1.000      .         </w:t>
      </w:r>
    </w:p>
    <w:p w:rsidR="0062748B" w:rsidRDefault="0062748B" w:rsidP="0062748B">
      <w:r>
        <w:lastRenderedPageBreak/>
        <w:t xml:space="preserve">10.1.2      -INF       .        1.000      .         </w:t>
      </w:r>
    </w:p>
    <w:p w:rsidR="0062748B" w:rsidRDefault="0062748B" w:rsidP="0062748B">
      <w:r>
        <w:t xml:space="preserve">10.1.3      -INF       .        1.000      .         </w:t>
      </w:r>
    </w:p>
    <w:p w:rsidR="0062748B" w:rsidRDefault="0062748B" w:rsidP="0062748B">
      <w:r>
        <w:t xml:space="preserve">10.1.4      -INF       .        1.000      .         </w:t>
      </w:r>
    </w:p>
    <w:p w:rsidR="0062748B" w:rsidRDefault="0062748B" w:rsidP="0062748B">
      <w:r>
        <w:t xml:space="preserve">10.1.5      -INF       .        1.000      .         </w:t>
      </w:r>
    </w:p>
    <w:p w:rsidR="0062748B" w:rsidRDefault="0062748B" w:rsidP="0062748B">
      <w:r>
        <w:t xml:space="preserve">10.1.6      -INF       .        1.000      .         </w:t>
      </w:r>
    </w:p>
    <w:p w:rsidR="0062748B" w:rsidRDefault="0062748B" w:rsidP="0062748B">
      <w:r>
        <w:t xml:space="preserve">10.1.7      -INF       .        1.000      .         </w:t>
      </w:r>
    </w:p>
    <w:p w:rsidR="0062748B" w:rsidRDefault="0062748B" w:rsidP="0062748B">
      <w:r>
        <w:t xml:space="preserve">10.1.8      -INF       .        1.000      .         </w:t>
      </w:r>
    </w:p>
    <w:p w:rsidR="0062748B" w:rsidRDefault="0062748B" w:rsidP="0062748B">
      <w:r>
        <w:t xml:space="preserve">10.1.9      -INF       .        1.000      .         </w:t>
      </w:r>
    </w:p>
    <w:p w:rsidR="0062748B" w:rsidRDefault="0062748B" w:rsidP="0062748B">
      <w:r>
        <w:t xml:space="preserve">10.1.10     -INF       .        1.000      .         </w:t>
      </w:r>
    </w:p>
    <w:p w:rsidR="0062748B" w:rsidRDefault="0062748B" w:rsidP="0062748B">
      <w:r>
        <w:t xml:space="preserve">10.1.11     -INF       .        1.000      .         </w:t>
      </w:r>
    </w:p>
    <w:p w:rsidR="0062748B" w:rsidRDefault="0062748B" w:rsidP="0062748B">
      <w:r>
        <w:t xml:space="preserve">10.1.12     -INF       .        1.000      .         </w:t>
      </w:r>
    </w:p>
    <w:p w:rsidR="0062748B" w:rsidRDefault="0062748B" w:rsidP="0062748B">
      <w:r>
        <w:t xml:space="preserve">10.1.13     -INF       .        1.000      .         </w:t>
      </w:r>
    </w:p>
    <w:p w:rsidR="0062748B" w:rsidRDefault="0062748B" w:rsidP="0062748B">
      <w:r>
        <w:t xml:space="preserve">10.1.14     -INF       .        1.000      .         </w:t>
      </w:r>
    </w:p>
    <w:p w:rsidR="0062748B" w:rsidRDefault="0062748B" w:rsidP="0062748B">
      <w:r>
        <w:t xml:space="preserve">10.1.15     -INF       .        1.000      .         </w:t>
      </w:r>
    </w:p>
    <w:p w:rsidR="0062748B" w:rsidRDefault="0062748B" w:rsidP="0062748B">
      <w:r>
        <w:t xml:space="preserve">10.1.16     -INF       .        1.000      .         </w:t>
      </w:r>
    </w:p>
    <w:p w:rsidR="0062748B" w:rsidRDefault="0062748B" w:rsidP="0062748B">
      <w:r>
        <w:t xml:space="preserve">10.1.17     -INF       .        1.000      .         </w:t>
      </w:r>
    </w:p>
    <w:p w:rsidR="0062748B" w:rsidRDefault="0062748B" w:rsidP="0062748B">
      <w:r>
        <w:t xml:space="preserve">10.1.18     -INF       .        1.000      .         </w:t>
      </w:r>
    </w:p>
    <w:p w:rsidR="0062748B" w:rsidRDefault="0062748B" w:rsidP="0062748B">
      <w:r>
        <w:t xml:space="preserve">10.1.19     -INF       .        1.000      .         </w:t>
      </w:r>
    </w:p>
    <w:p w:rsidR="0062748B" w:rsidRDefault="0062748B" w:rsidP="0062748B">
      <w:r>
        <w:t xml:space="preserve">10.1.20     -INF       .        1.000      .         </w:t>
      </w:r>
    </w:p>
    <w:p w:rsidR="0062748B" w:rsidRDefault="0062748B" w:rsidP="0062748B">
      <w:r>
        <w:t xml:space="preserve">10.1.21     -INF       .        1.000      .         </w:t>
      </w:r>
    </w:p>
    <w:p w:rsidR="0062748B" w:rsidRDefault="0062748B" w:rsidP="0062748B">
      <w:r>
        <w:t xml:space="preserve">10.1.22     -INF       .        1.000      .         </w:t>
      </w:r>
    </w:p>
    <w:p w:rsidR="0062748B" w:rsidRDefault="0062748B" w:rsidP="0062748B">
      <w:r>
        <w:t xml:space="preserve">10.1.23     -INF       .        1.000      .         </w:t>
      </w:r>
    </w:p>
    <w:p w:rsidR="0062748B" w:rsidRDefault="0062748B" w:rsidP="0062748B">
      <w:r>
        <w:t xml:space="preserve">10.1.24     -INF       .        1.000      .         </w:t>
      </w:r>
    </w:p>
    <w:p w:rsidR="0062748B" w:rsidRDefault="0062748B" w:rsidP="0062748B">
      <w:r>
        <w:t xml:space="preserve">10.1.25     -INF       .        1.000      .         </w:t>
      </w:r>
    </w:p>
    <w:p w:rsidR="0062748B" w:rsidRDefault="0062748B" w:rsidP="0062748B">
      <w:r>
        <w:t xml:space="preserve">10.1.26     -INF       .        1.000      .         </w:t>
      </w:r>
    </w:p>
    <w:p w:rsidR="0062748B" w:rsidRDefault="0062748B" w:rsidP="0062748B">
      <w:r>
        <w:lastRenderedPageBreak/>
        <w:t xml:space="preserve">10.1.27     -INF       .        1.000      .         </w:t>
      </w:r>
    </w:p>
    <w:p w:rsidR="0062748B" w:rsidRDefault="0062748B" w:rsidP="0062748B">
      <w:r>
        <w:t xml:space="preserve">10.1.28     -INF       .        1.000      .         </w:t>
      </w:r>
    </w:p>
    <w:p w:rsidR="0062748B" w:rsidRDefault="0062748B" w:rsidP="0062748B">
      <w:r>
        <w:t xml:space="preserve">10.1.29     -INF       .        1.000      .         </w:t>
      </w:r>
    </w:p>
    <w:p w:rsidR="0062748B" w:rsidRDefault="0062748B" w:rsidP="0062748B">
      <w:r>
        <w:t xml:space="preserve">11.1.1      -INF       .        1.000      .         </w:t>
      </w:r>
    </w:p>
    <w:p w:rsidR="0062748B" w:rsidRDefault="0062748B" w:rsidP="0062748B">
      <w:r>
        <w:t xml:space="preserve">11.1.2      -INF       .        1.000      .         </w:t>
      </w:r>
    </w:p>
    <w:p w:rsidR="0062748B" w:rsidRDefault="0062748B" w:rsidP="0062748B">
      <w:r>
        <w:t xml:space="preserve">11.1.3      -INF       .        1.000      .         </w:t>
      </w:r>
    </w:p>
    <w:p w:rsidR="0062748B" w:rsidRDefault="0062748B" w:rsidP="0062748B">
      <w:r>
        <w:t xml:space="preserve">11.1.4      -INF       .        1.000      .         </w:t>
      </w:r>
    </w:p>
    <w:p w:rsidR="0062748B" w:rsidRDefault="0062748B" w:rsidP="0062748B">
      <w:r>
        <w:t xml:space="preserve">11.1.5      -INF       .        1.000      .         </w:t>
      </w:r>
    </w:p>
    <w:p w:rsidR="0062748B" w:rsidRDefault="0062748B" w:rsidP="0062748B">
      <w:r>
        <w:t xml:space="preserve">11.1.6      -INF       .        1.000      .         </w:t>
      </w:r>
    </w:p>
    <w:p w:rsidR="0062748B" w:rsidRDefault="0062748B" w:rsidP="0062748B">
      <w:r>
        <w:t xml:space="preserve">11.1.7      -INF       .        1.000      .         </w:t>
      </w:r>
    </w:p>
    <w:p w:rsidR="0062748B" w:rsidRDefault="0062748B" w:rsidP="0062748B">
      <w:r>
        <w:t xml:space="preserve">11.1.8      -INF       .        1.000      .         </w:t>
      </w:r>
    </w:p>
    <w:p w:rsidR="0062748B" w:rsidRDefault="0062748B" w:rsidP="0062748B">
      <w:r>
        <w:t xml:space="preserve">11.1.9      -INF       .        1.000      .         </w:t>
      </w:r>
    </w:p>
    <w:p w:rsidR="0062748B" w:rsidRDefault="0062748B" w:rsidP="0062748B">
      <w:r>
        <w:t xml:space="preserve">11.1.10     -INF       .        1.000      .         </w:t>
      </w:r>
    </w:p>
    <w:p w:rsidR="0062748B" w:rsidRDefault="0062748B" w:rsidP="0062748B">
      <w:r>
        <w:t xml:space="preserve">11.1.11     -INF       .        1.000      .         </w:t>
      </w:r>
    </w:p>
    <w:p w:rsidR="0062748B" w:rsidRDefault="0062748B" w:rsidP="0062748B">
      <w:r>
        <w:t xml:space="preserve">11.1.12     -INF       .        1.000      .         </w:t>
      </w:r>
    </w:p>
    <w:p w:rsidR="0062748B" w:rsidRDefault="0062748B" w:rsidP="0062748B">
      <w:r>
        <w:t xml:space="preserve">11.1.13     -INF       .        1.000      .         </w:t>
      </w:r>
    </w:p>
    <w:p w:rsidR="0062748B" w:rsidRDefault="0062748B" w:rsidP="0062748B">
      <w:r>
        <w:t xml:space="preserve">11.1.14     -INF       .        1.000      .         </w:t>
      </w:r>
    </w:p>
    <w:p w:rsidR="0062748B" w:rsidRDefault="0062748B" w:rsidP="0062748B">
      <w:r>
        <w:t xml:space="preserve">11.1.15     -INF       .        1.000      .         </w:t>
      </w:r>
    </w:p>
    <w:p w:rsidR="0062748B" w:rsidRDefault="0062748B" w:rsidP="0062748B">
      <w:r>
        <w:t xml:space="preserve">11.1.16     -INF       .        1.000      .         </w:t>
      </w:r>
    </w:p>
    <w:p w:rsidR="0062748B" w:rsidRDefault="0062748B" w:rsidP="0062748B">
      <w:r>
        <w:t xml:space="preserve">11.1.17     -INF       .        1.000      .         </w:t>
      </w:r>
    </w:p>
    <w:p w:rsidR="0062748B" w:rsidRDefault="0062748B" w:rsidP="0062748B">
      <w:r>
        <w:t xml:space="preserve">11.1.18     -INF       .        1.000      .         </w:t>
      </w:r>
    </w:p>
    <w:p w:rsidR="0062748B" w:rsidRDefault="0062748B" w:rsidP="0062748B">
      <w:r>
        <w:t xml:space="preserve">11.1.19     -INF       .        1.000      .         </w:t>
      </w:r>
    </w:p>
    <w:p w:rsidR="0062748B" w:rsidRDefault="0062748B" w:rsidP="0062748B">
      <w:r>
        <w:t xml:space="preserve">11.1.20     -INF       .        1.000      .         </w:t>
      </w:r>
    </w:p>
    <w:p w:rsidR="0062748B" w:rsidRDefault="0062748B" w:rsidP="0062748B">
      <w:r>
        <w:t xml:space="preserve">11.1.21     -INF       .        1.000      .         </w:t>
      </w:r>
    </w:p>
    <w:p w:rsidR="0062748B" w:rsidRDefault="0062748B" w:rsidP="0062748B">
      <w:r>
        <w:t xml:space="preserve">11.1.22     -INF       .        1.000      .         </w:t>
      </w:r>
    </w:p>
    <w:p w:rsidR="0062748B" w:rsidRDefault="0062748B" w:rsidP="0062748B">
      <w:r>
        <w:lastRenderedPageBreak/>
        <w:t xml:space="preserve">11.1.23     -INF       .        1.000      .         </w:t>
      </w:r>
    </w:p>
    <w:p w:rsidR="0062748B" w:rsidRDefault="0062748B" w:rsidP="0062748B">
      <w:r>
        <w:t xml:space="preserve">11.1.24     -INF       .        1.000      .         </w:t>
      </w:r>
    </w:p>
    <w:p w:rsidR="0062748B" w:rsidRDefault="0062748B" w:rsidP="0062748B">
      <w:r>
        <w:t xml:space="preserve">11.1.25     -INF       .        1.000      .         </w:t>
      </w:r>
    </w:p>
    <w:p w:rsidR="0062748B" w:rsidRDefault="0062748B" w:rsidP="0062748B">
      <w:r>
        <w:t xml:space="preserve">11.1.26     -INF       .        1.000      .         </w:t>
      </w:r>
    </w:p>
    <w:p w:rsidR="0062748B" w:rsidRDefault="0062748B" w:rsidP="0062748B">
      <w:r>
        <w:t xml:space="preserve">11.1.27     -INF       .        1.000      .         </w:t>
      </w:r>
    </w:p>
    <w:p w:rsidR="0062748B" w:rsidRDefault="0062748B" w:rsidP="0062748B">
      <w:r>
        <w:t xml:space="preserve">11.1.28     -INF       .        1.000      .         </w:t>
      </w:r>
    </w:p>
    <w:p w:rsidR="0062748B" w:rsidRDefault="0062748B" w:rsidP="0062748B">
      <w:r>
        <w:t xml:space="preserve">11.1.29     -INF       .        1.000      .         </w:t>
      </w:r>
    </w:p>
    <w:p w:rsidR="0062748B" w:rsidRDefault="0062748B" w:rsidP="0062748B">
      <w:r>
        <w:t xml:space="preserve">12.1.1      -INF       .        1.000      .         </w:t>
      </w:r>
    </w:p>
    <w:p w:rsidR="0062748B" w:rsidRDefault="0062748B" w:rsidP="0062748B">
      <w:r>
        <w:t xml:space="preserve">12.1.2      -INF       .        1.000      .         </w:t>
      </w:r>
    </w:p>
    <w:p w:rsidR="0062748B" w:rsidRDefault="0062748B" w:rsidP="0062748B">
      <w:r>
        <w:t xml:space="preserve">12.1.3      -INF       .        1.000      .         </w:t>
      </w:r>
    </w:p>
    <w:p w:rsidR="0062748B" w:rsidRDefault="0062748B" w:rsidP="0062748B">
      <w:r>
        <w:t xml:space="preserve">12.1.4      -INF       .        1.000      .         </w:t>
      </w:r>
    </w:p>
    <w:p w:rsidR="0062748B" w:rsidRDefault="0062748B" w:rsidP="0062748B">
      <w:r>
        <w:t xml:space="preserve">12.1.5      -INF       .        1.000      .         </w:t>
      </w:r>
    </w:p>
    <w:p w:rsidR="0062748B" w:rsidRDefault="0062748B" w:rsidP="0062748B">
      <w:r>
        <w:t xml:space="preserve">12.1.6      -INF       .        1.000      .         </w:t>
      </w:r>
    </w:p>
    <w:p w:rsidR="0062748B" w:rsidRDefault="0062748B" w:rsidP="0062748B">
      <w:r>
        <w:t xml:space="preserve">12.1.7      -INF       .        1.000      .         </w:t>
      </w:r>
    </w:p>
    <w:p w:rsidR="0062748B" w:rsidRDefault="0062748B" w:rsidP="0062748B">
      <w:r>
        <w:t xml:space="preserve">12.1.8      -INF       .        1.000      .         </w:t>
      </w:r>
    </w:p>
    <w:p w:rsidR="0062748B" w:rsidRDefault="0062748B" w:rsidP="0062748B">
      <w:r>
        <w:t xml:space="preserve">12.1.9      -INF       .        1.000      .         </w:t>
      </w:r>
    </w:p>
    <w:p w:rsidR="0062748B" w:rsidRDefault="0062748B" w:rsidP="0062748B">
      <w:r>
        <w:t xml:space="preserve">12.1.10     -INF       .        1.000      .         </w:t>
      </w:r>
    </w:p>
    <w:p w:rsidR="0062748B" w:rsidRDefault="0062748B" w:rsidP="0062748B">
      <w:r>
        <w:t xml:space="preserve">12.1.11     -INF       .        1.000      .         </w:t>
      </w:r>
    </w:p>
    <w:p w:rsidR="0062748B" w:rsidRDefault="0062748B" w:rsidP="0062748B">
      <w:r>
        <w:t xml:space="preserve">12.1.12     -INF       .        1.000      .         </w:t>
      </w:r>
    </w:p>
    <w:p w:rsidR="0062748B" w:rsidRDefault="0062748B" w:rsidP="0062748B">
      <w:r>
        <w:t xml:space="preserve">12.1.13     -INF       .        1.000      .         </w:t>
      </w:r>
    </w:p>
    <w:p w:rsidR="0062748B" w:rsidRDefault="0062748B" w:rsidP="0062748B">
      <w:r>
        <w:t xml:space="preserve">12.1.14     -INF       .        1.000      .         </w:t>
      </w:r>
    </w:p>
    <w:p w:rsidR="0062748B" w:rsidRDefault="0062748B" w:rsidP="0062748B">
      <w:r>
        <w:t xml:space="preserve">12.1.15     -INF       .        1.000      .         </w:t>
      </w:r>
    </w:p>
    <w:p w:rsidR="0062748B" w:rsidRDefault="0062748B" w:rsidP="0062748B">
      <w:r>
        <w:t xml:space="preserve">12.1.16     -INF       .        1.000      .         </w:t>
      </w:r>
    </w:p>
    <w:p w:rsidR="0062748B" w:rsidRDefault="0062748B" w:rsidP="0062748B">
      <w:r>
        <w:t xml:space="preserve">12.1.17     -INF       .        1.000      .         </w:t>
      </w:r>
    </w:p>
    <w:p w:rsidR="0062748B" w:rsidRDefault="0062748B" w:rsidP="0062748B">
      <w:r>
        <w:t xml:space="preserve">12.1.18     -INF       .        1.000      .         </w:t>
      </w:r>
    </w:p>
    <w:p w:rsidR="0062748B" w:rsidRDefault="0062748B" w:rsidP="0062748B">
      <w:r>
        <w:lastRenderedPageBreak/>
        <w:t xml:space="preserve">12.1.19     -INF       .        1.000      .         </w:t>
      </w:r>
    </w:p>
    <w:p w:rsidR="0062748B" w:rsidRDefault="0062748B" w:rsidP="0062748B">
      <w:r>
        <w:t xml:space="preserve">12.1.20     -INF       .        1.000      .         </w:t>
      </w:r>
    </w:p>
    <w:p w:rsidR="0062748B" w:rsidRDefault="0062748B" w:rsidP="0062748B">
      <w:r>
        <w:t xml:space="preserve">12.1.21     -INF       .        1.000      .         </w:t>
      </w:r>
    </w:p>
    <w:p w:rsidR="0062748B" w:rsidRDefault="0062748B" w:rsidP="0062748B">
      <w:r>
        <w:t xml:space="preserve">12.1.22     -INF       .        1.000      .         </w:t>
      </w:r>
    </w:p>
    <w:p w:rsidR="0062748B" w:rsidRDefault="0062748B" w:rsidP="0062748B">
      <w:r>
        <w:t xml:space="preserve">12.1.23     -INF       .        1.000      .         </w:t>
      </w:r>
    </w:p>
    <w:p w:rsidR="0062748B" w:rsidRDefault="0062748B" w:rsidP="0062748B">
      <w:r>
        <w:t xml:space="preserve">12.1.24     -INF       .        1.000      .         </w:t>
      </w:r>
    </w:p>
    <w:p w:rsidR="0062748B" w:rsidRDefault="0062748B" w:rsidP="0062748B">
      <w:r>
        <w:t xml:space="preserve">12.1.25     -INF       .        1.000      .         </w:t>
      </w:r>
    </w:p>
    <w:p w:rsidR="0062748B" w:rsidRDefault="0062748B" w:rsidP="0062748B">
      <w:r>
        <w:t xml:space="preserve">12.1.26     -INF       .        1.000      .         </w:t>
      </w:r>
    </w:p>
    <w:p w:rsidR="0062748B" w:rsidRDefault="0062748B" w:rsidP="0062748B">
      <w:r>
        <w:t xml:space="preserve">12.1.27     -INF       .        1.000      .         </w:t>
      </w:r>
    </w:p>
    <w:p w:rsidR="0062748B" w:rsidRDefault="0062748B" w:rsidP="0062748B">
      <w:r>
        <w:t xml:space="preserve">12.1.28     -INF       .        1.000      .         </w:t>
      </w:r>
    </w:p>
    <w:p w:rsidR="0062748B" w:rsidRDefault="0062748B" w:rsidP="0062748B">
      <w:r>
        <w:t xml:space="preserve">12.1.29     -INF       .        1.000      .         </w:t>
      </w:r>
    </w:p>
    <w:p w:rsidR="0062748B" w:rsidRDefault="0062748B" w:rsidP="0062748B">
      <w:r>
        <w:t xml:space="preserve">13.1.1      -INF       .        1.000      .         </w:t>
      </w:r>
    </w:p>
    <w:p w:rsidR="0062748B" w:rsidRDefault="0062748B" w:rsidP="0062748B">
      <w:r>
        <w:t xml:space="preserve">13.1.2      -INF       .        1.000      .         </w:t>
      </w:r>
    </w:p>
    <w:p w:rsidR="0062748B" w:rsidRDefault="0062748B" w:rsidP="0062748B">
      <w:r>
        <w:t xml:space="preserve">13.1.3      -INF       .        1.000      .         </w:t>
      </w:r>
    </w:p>
    <w:p w:rsidR="0062748B" w:rsidRDefault="0062748B" w:rsidP="0062748B">
      <w:r>
        <w:t xml:space="preserve">13.1.4      -INF       .        1.000      .         </w:t>
      </w:r>
    </w:p>
    <w:p w:rsidR="0062748B" w:rsidRDefault="0062748B" w:rsidP="0062748B">
      <w:r>
        <w:t xml:space="preserve">13.1.5      -INF       .        1.000      .         </w:t>
      </w:r>
    </w:p>
    <w:p w:rsidR="0062748B" w:rsidRDefault="0062748B" w:rsidP="0062748B">
      <w:r>
        <w:t xml:space="preserve">13.1.6      -INF       .        1.000      .         </w:t>
      </w:r>
    </w:p>
    <w:p w:rsidR="0062748B" w:rsidRDefault="0062748B" w:rsidP="0062748B">
      <w:r>
        <w:t xml:space="preserve">13.1.7      -INF       .        1.000      .         </w:t>
      </w:r>
    </w:p>
    <w:p w:rsidR="0062748B" w:rsidRDefault="0062748B" w:rsidP="0062748B">
      <w:r>
        <w:t xml:space="preserve">13.1.8      -INF       .        1.000      .         </w:t>
      </w:r>
    </w:p>
    <w:p w:rsidR="0062748B" w:rsidRDefault="0062748B" w:rsidP="0062748B">
      <w:r>
        <w:t xml:space="preserve">13.1.9      -INF       .        1.000      .         </w:t>
      </w:r>
    </w:p>
    <w:p w:rsidR="0062748B" w:rsidRDefault="0062748B" w:rsidP="0062748B">
      <w:r>
        <w:t xml:space="preserve">13.1.10     -INF       .        1.000      .         </w:t>
      </w:r>
    </w:p>
    <w:p w:rsidR="0062748B" w:rsidRDefault="0062748B" w:rsidP="0062748B">
      <w:r>
        <w:t xml:space="preserve">13.1.11     -INF       .        1.000      .         </w:t>
      </w:r>
    </w:p>
    <w:p w:rsidR="0062748B" w:rsidRDefault="0062748B" w:rsidP="0062748B">
      <w:r>
        <w:t xml:space="preserve">13.1.12     -INF       .        1.000      .         </w:t>
      </w:r>
    </w:p>
    <w:p w:rsidR="0062748B" w:rsidRDefault="0062748B" w:rsidP="0062748B">
      <w:r>
        <w:t xml:space="preserve">13.1.13     -INF       .        1.000      .         </w:t>
      </w:r>
    </w:p>
    <w:p w:rsidR="0062748B" w:rsidRDefault="0062748B" w:rsidP="0062748B">
      <w:r>
        <w:t xml:space="preserve">13.1.14     -INF       .        1.000      .         </w:t>
      </w:r>
    </w:p>
    <w:p w:rsidR="0062748B" w:rsidRDefault="0062748B" w:rsidP="0062748B">
      <w:r>
        <w:lastRenderedPageBreak/>
        <w:t xml:space="preserve">13.1.15     -INF       .        1.000      .         </w:t>
      </w:r>
    </w:p>
    <w:p w:rsidR="0062748B" w:rsidRDefault="0062748B" w:rsidP="0062748B">
      <w:r>
        <w:t xml:space="preserve">13.1.16     -INF       .        1.000      .         </w:t>
      </w:r>
    </w:p>
    <w:p w:rsidR="0062748B" w:rsidRDefault="0062748B" w:rsidP="0062748B">
      <w:r>
        <w:t xml:space="preserve">13.1.17     -INF       .        1.000      .         </w:t>
      </w:r>
    </w:p>
    <w:p w:rsidR="0062748B" w:rsidRDefault="0062748B" w:rsidP="0062748B">
      <w:r>
        <w:t xml:space="preserve">13.1.18     -INF       .        1.000      .         </w:t>
      </w:r>
    </w:p>
    <w:p w:rsidR="0062748B" w:rsidRDefault="0062748B" w:rsidP="0062748B">
      <w:r>
        <w:t xml:space="preserve">13.1.19     -INF       .        1.000      .         </w:t>
      </w:r>
    </w:p>
    <w:p w:rsidR="0062748B" w:rsidRDefault="0062748B" w:rsidP="0062748B">
      <w:r>
        <w:t xml:space="preserve">13.1.20     -INF       .        1.000      .         </w:t>
      </w:r>
    </w:p>
    <w:p w:rsidR="0062748B" w:rsidRDefault="0062748B" w:rsidP="0062748B">
      <w:r>
        <w:t xml:space="preserve">13.1.21     -INF       .        1.000      .         </w:t>
      </w:r>
    </w:p>
    <w:p w:rsidR="0062748B" w:rsidRDefault="0062748B" w:rsidP="0062748B">
      <w:r>
        <w:t xml:space="preserve">13.1.22     -INF       .        1.000      .         </w:t>
      </w:r>
    </w:p>
    <w:p w:rsidR="0062748B" w:rsidRDefault="0062748B" w:rsidP="0062748B">
      <w:r>
        <w:t xml:space="preserve">13.1.23     -INF       .        1.000      .         </w:t>
      </w:r>
    </w:p>
    <w:p w:rsidR="0062748B" w:rsidRDefault="0062748B" w:rsidP="0062748B">
      <w:r>
        <w:t xml:space="preserve">13.1.24     -INF       .        1.000      .         </w:t>
      </w:r>
    </w:p>
    <w:p w:rsidR="0062748B" w:rsidRDefault="0062748B" w:rsidP="0062748B">
      <w:r>
        <w:t xml:space="preserve">13.1.25     -INF       .        1.000      .         </w:t>
      </w:r>
    </w:p>
    <w:p w:rsidR="0062748B" w:rsidRDefault="0062748B" w:rsidP="0062748B">
      <w:r>
        <w:t xml:space="preserve">13.1.26     -INF       .        1.000      .         </w:t>
      </w:r>
    </w:p>
    <w:p w:rsidR="0062748B" w:rsidRDefault="0062748B" w:rsidP="0062748B">
      <w:r>
        <w:t xml:space="preserve">13.1.27     -INF       .        1.000      .         </w:t>
      </w:r>
    </w:p>
    <w:p w:rsidR="0062748B" w:rsidRDefault="0062748B" w:rsidP="0062748B">
      <w:r>
        <w:t xml:space="preserve">13.1.28     -INF       .        1.000      .         </w:t>
      </w:r>
    </w:p>
    <w:p w:rsidR="0062748B" w:rsidRDefault="0062748B" w:rsidP="0062748B">
      <w:r>
        <w:t xml:space="preserve">13.1.29     -INF       .        1.000      .         </w:t>
      </w:r>
    </w:p>
    <w:p w:rsidR="0062748B" w:rsidRDefault="0062748B" w:rsidP="0062748B">
      <w:r>
        <w:t xml:space="preserve">14.1.1      -INF       .        1.000      .         </w:t>
      </w:r>
    </w:p>
    <w:p w:rsidR="0062748B" w:rsidRDefault="0062748B" w:rsidP="0062748B">
      <w:r>
        <w:t xml:space="preserve">14.1.2      -INF       .        1.000      .         </w:t>
      </w:r>
    </w:p>
    <w:p w:rsidR="0062748B" w:rsidRDefault="0062748B" w:rsidP="0062748B">
      <w:r>
        <w:t xml:space="preserve">14.1.3      -INF       .        1.000      .         </w:t>
      </w:r>
    </w:p>
    <w:p w:rsidR="0062748B" w:rsidRDefault="0062748B" w:rsidP="0062748B">
      <w:r>
        <w:t xml:space="preserve">14.1.4      -INF       .        1.000      .         </w:t>
      </w:r>
    </w:p>
    <w:p w:rsidR="0062748B" w:rsidRDefault="0062748B" w:rsidP="0062748B">
      <w:r>
        <w:t xml:space="preserve">14.1.5      -INF       .        1.000      .         </w:t>
      </w:r>
    </w:p>
    <w:p w:rsidR="0062748B" w:rsidRDefault="0062748B" w:rsidP="0062748B">
      <w:r>
        <w:t xml:space="preserve">14.1.6      -INF       .        1.000      .         </w:t>
      </w:r>
    </w:p>
    <w:p w:rsidR="0062748B" w:rsidRDefault="0062748B" w:rsidP="0062748B">
      <w:r>
        <w:t xml:space="preserve">14.1.7      -INF       .        1.000      .         </w:t>
      </w:r>
    </w:p>
    <w:p w:rsidR="0062748B" w:rsidRDefault="0062748B" w:rsidP="0062748B">
      <w:r>
        <w:t xml:space="preserve">14.1.8      -INF       .        1.000      .         </w:t>
      </w:r>
    </w:p>
    <w:p w:rsidR="0062748B" w:rsidRDefault="0062748B" w:rsidP="0062748B">
      <w:r>
        <w:t xml:space="preserve">14.1.9      -INF       .        1.000      .         </w:t>
      </w:r>
    </w:p>
    <w:p w:rsidR="0062748B" w:rsidRDefault="0062748B" w:rsidP="0062748B">
      <w:r>
        <w:t xml:space="preserve">14.1.10     -INF       .        1.000      .         </w:t>
      </w:r>
    </w:p>
    <w:p w:rsidR="0062748B" w:rsidRDefault="0062748B" w:rsidP="0062748B">
      <w:r>
        <w:lastRenderedPageBreak/>
        <w:t xml:space="preserve">14.1.11     -INF       .        1.000      .         </w:t>
      </w:r>
    </w:p>
    <w:p w:rsidR="0062748B" w:rsidRDefault="0062748B" w:rsidP="0062748B">
      <w:r>
        <w:t xml:space="preserve">14.1.12     -INF       .        1.000      .         </w:t>
      </w:r>
    </w:p>
    <w:p w:rsidR="0062748B" w:rsidRDefault="0062748B" w:rsidP="0062748B">
      <w:r>
        <w:t xml:space="preserve">14.1.13     -INF       .        1.000      .         </w:t>
      </w:r>
    </w:p>
    <w:p w:rsidR="0062748B" w:rsidRDefault="0062748B" w:rsidP="0062748B">
      <w:r>
        <w:t xml:space="preserve">14.1.14     -INF       .        1.000      .         </w:t>
      </w:r>
    </w:p>
    <w:p w:rsidR="0062748B" w:rsidRDefault="0062748B" w:rsidP="0062748B">
      <w:r>
        <w:t xml:space="preserve">14.1.15     -INF       .        1.000      .         </w:t>
      </w:r>
    </w:p>
    <w:p w:rsidR="0062748B" w:rsidRDefault="0062748B" w:rsidP="0062748B">
      <w:r>
        <w:t xml:space="preserve">14.1.16     -INF       .        1.000      .         </w:t>
      </w:r>
    </w:p>
    <w:p w:rsidR="0062748B" w:rsidRDefault="0062748B" w:rsidP="0062748B">
      <w:r>
        <w:t xml:space="preserve">14.1.17     -INF       .        1.000      .         </w:t>
      </w:r>
    </w:p>
    <w:p w:rsidR="0062748B" w:rsidRDefault="0062748B" w:rsidP="0062748B">
      <w:r>
        <w:t xml:space="preserve">14.1.18     -INF       .        1.000      .         </w:t>
      </w:r>
    </w:p>
    <w:p w:rsidR="0062748B" w:rsidRDefault="0062748B" w:rsidP="0062748B">
      <w:r>
        <w:t xml:space="preserve">14.1.19     -INF       .        1.000      .         </w:t>
      </w:r>
    </w:p>
    <w:p w:rsidR="0062748B" w:rsidRDefault="0062748B" w:rsidP="0062748B">
      <w:r>
        <w:t xml:space="preserve">14.1.20     -INF       .        1.000      .         </w:t>
      </w:r>
    </w:p>
    <w:p w:rsidR="0062748B" w:rsidRDefault="0062748B" w:rsidP="0062748B">
      <w:r>
        <w:t xml:space="preserve">14.1.21     -INF       .        1.000      .         </w:t>
      </w:r>
    </w:p>
    <w:p w:rsidR="0062748B" w:rsidRDefault="0062748B" w:rsidP="0062748B">
      <w:r>
        <w:t xml:space="preserve">14.1.22     -INF       .        1.000      .         </w:t>
      </w:r>
    </w:p>
    <w:p w:rsidR="0062748B" w:rsidRDefault="0062748B" w:rsidP="0062748B">
      <w:r>
        <w:t xml:space="preserve">14.1.23     -INF       .        1.000      .         </w:t>
      </w:r>
    </w:p>
    <w:p w:rsidR="0062748B" w:rsidRDefault="0062748B" w:rsidP="0062748B">
      <w:r>
        <w:t xml:space="preserve">14.1.24     -INF       .        1.000      .         </w:t>
      </w:r>
    </w:p>
    <w:p w:rsidR="0062748B" w:rsidRDefault="0062748B" w:rsidP="0062748B">
      <w:r>
        <w:t xml:space="preserve">14.1.25     -INF       .        1.000      .         </w:t>
      </w:r>
    </w:p>
    <w:p w:rsidR="0062748B" w:rsidRDefault="0062748B" w:rsidP="0062748B">
      <w:r>
        <w:t xml:space="preserve">14.1.26     -INF       .        1.000      .         </w:t>
      </w:r>
    </w:p>
    <w:p w:rsidR="0062748B" w:rsidRDefault="0062748B" w:rsidP="0062748B">
      <w:r>
        <w:t xml:space="preserve">14.1.27     -INF       .        1.000      .         </w:t>
      </w:r>
    </w:p>
    <w:p w:rsidR="0062748B" w:rsidRDefault="0062748B" w:rsidP="0062748B">
      <w:r>
        <w:t xml:space="preserve">14.1.28     -INF       .        1.000      .         </w:t>
      </w:r>
    </w:p>
    <w:p w:rsidR="0062748B" w:rsidRDefault="0062748B" w:rsidP="0062748B">
      <w:r>
        <w:t xml:space="preserve">14.1.29     -INF       .        1.000      .         </w:t>
      </w:r>
    </w:p>
    <w:p w:rsidR="0062748B" w:rsidRDefault="0062748B" w:rsidP="0062748B">
      <w:r>
        <w:t xml:space="preserve">15.1.1      -INF       .        1.000      .         </w:t>
      </w:r>
    </w:p>
    <w:p w:rsidR="0062748B" w:rsidRDefault="0062748B" w:rsidP="0062748B">
      <w:r>
        <w:t xml:space="preserve">15.1.2      -INF       .        1.000      .         </w:t>
      </w:r>
    </w:p>
    <w:p w:rsidR="0062748B" w:rsidRDefault="0062748B" w:rsidP="0062748B">
      <w:r>
        <w:t xml:space="preserve">15.1.3      -INF       .        1.000      .         </w:t>
      </w:r>
    </w:p>
    <w:p w:rsidR="0062748B" w:rsidRDefault="0062748B" w:rsidP="0062748B">
      <w:r>
        <w:t xml:space="preserve">15.1.4      -INF       .        1.000      .         </w:t>
      </w:r>
    </w:p>
    <w:p w:rsidR="0062748B" w:rsidRDefault="0062748B" w:rsidP="0062748B">
      <w:r>
        <w:t xml:space="preserve">15.1.5      -INF       .        1.000      .         </w:t>
      </w:r>
    </w:p>
    <w:p w:rsidR="0062748B" w:rsidRDefault="0062748B" w:rsidP="0062748B">
      <w:r>
        <w:t xml:space="preserve">15.1.6      -INF       .        1.000      .         </w:t>
      </w:r>
    </w:p>
    <w:p w:rsidR="0062748B" w:rsidRDefault="0062748B" w:rsidP="0062748B">
      <w:r>
        <w:lastRenderedPageBreak/>
        <w:t xml:space="preserve">15.1.7      -INF       .        1.000      .         </w:t>
      </w:r>
    </w:p>
    <w:p w:rsidR="0062748B" w:rsidRDefault="0062748B" w:rsidP="0062748B">
      <w:r>
        <w:t xml:space="preserve">15.1.8      -INF       .        1.000      .         </w:t>
      </w:r>
    </w:p>
    <w:p w:rsidR="0062748B" w:rsidRDefault="0062748B" w:rsidP="0062748B">
      <w:r>
        <w:t xml:space="preserve">15.1.9      -INF       .        1.000      .         </w:t>
      </w:r>
    </w:p>
    <w:p w:rsidR="0062748B" w:rsidRDefault="0062748B" w:rsidP="0062748B">
      <w:r>
        <w:t xml:space="preserve">15.1.10     -INF       .        1.000      .         </w:t>
      </w:r>
    </w:p>
    <w:p w:rsidR="0062748B" w:rsidRDefault="0062748B" w:rsidP="0062748B">
      <w:r>
        <w:t xml:space="preserve">15.1.11     -INF       .        1.000      .         </w:t>
      </w:r>
    </w:p>
    <w:p w:rsidR="0062748B" w:rsidRDefault="0062748B" w:rsidP="0062748B">
      <w:r>
        <w:t xml:space="preserve">15.1.12     -INF       .        1.000      .         </w:t>
      </w:r>
    </w:p>
    <w:p w:rsidR="0062748B" w:rsidRDefault="0062748B" w:rsidP="0062748B">
      <w:r>
        <w:t xml:space="preserve">15.1.13     -INF       .        1.000      .         </w:t>
      </w:r>
    </w:p>
    <w:p w:rsidR="0062748B" w:rsidRDefault="0062748B" w:rsidP="0062748B">
      <w:r>
        <w:t xml:space="preserve">15.1.14     -INF       .        1.000      .         </w:t>
      </w:r>
    </w:p>
    <w:p w:rsidR="0062748B" w:rsidRDefault="0062748B" w:rsidP="0062748B">
      <w:r>
        <w:t xml:space="preserve">15.1.15     -INF       .        1.000      .         </w:t>
      </w:r>
    </w:p>
    <w:p w:rsidR="0062748B" w:rsidRDefault="0062748B" w:rsidP="0062748B">
      <w:r>
        <w:t xml:space="preserve">15.1.16     -INF       .        1.000      .         </w:t>
      </w:r>
    </w:p>
    <w:p w:rsidR="0062748B" w:rsidRDefault="0062748B" w:rsidP="0062748B">
      <w:r>
        <w:t xml:space="preserve">15.1.17     -INF       .        1.000      .         </w:t>
      </w:r>
    </w:p>
    <w:p w:rsidR="0062748B" w:rsidRDefault="0062748B" w:rsidP="0062748B">
      <w:r>
        <w:t xml:space="preserve">15.1.18     -INF       .        1.000      .         </w:t>
      </w:r>
    </w:p>
    <w:p w:rsidR="0062748B" w:rsidRDefault="0062748B" w:rsidP="0062748B">
      <w:r>
        <w:t xml:space="preserve">15.1.19     -INF       .        1.000      .         </w:t>
      </w:r>
    </w:p>
    <w:p w:rsidR="0062748B" w:rsidRDefault="0062748B" w:rsidP="0062748B">
      <w:r>
        <w:t xml:space="preserve">15.1.20     -INF       .        1.000      .         </w:t>
      </w:r>
    </w:p>
    <w:p w:rsidR="0062748B" w:rsidRDefault="0062748B" w:rsidP="0062748B">
      <w:r>
        <w:t xml:space="preserve">15.1.21     -INF       .        1.000      .         </w:t>
      </w:r>
    </w:p>
    <w:p w:rsidR="0062748B" w:rsidRDefault="0062748B" w:rsidP="0062748B">
      <w:r>
        <w:t xml:space="preserve">15.1.22     -INF       .        1.000      .         </w:t>
      </w:r>
    </w:p>
    <w:p w:rsidR="0062748B" w:rsidRDefault="0062748B" w:rsidP="0062748B">
      <w:r>
        <w:t xml:space="preserve">15.1.23     -INF       .        1.000      .         </w:t>
      </w:r>
    </w:p>
    <w:p w:rsidR="0062748B" w:rsidRDefault="0062748B" w:rsidP="0062748B">
      <w:r>
        <w:t xml:space="preserve">15.1.24     -INF       .        1.000      .         </w:t>
      </w:r>
    </w:p>
    <w:p w:rsidR="0062748B" w:rsidRDefault="0062748B" w:rsidP="0062748B">
      <w:r>
        <w:t xml:space="preserve">15.1.25     -INF       .        1.000      .         </w:t>
      </w:r>
    </w:p>
    <w:p w:rsidR="0062748B" w:rsidRDefault="0062748B" w:rsidP="0062748B">
      <w:r>
        <w:t xml:space="preserve">15.1.26     -INF       .        1.000      .         </w:t>
      </w:r>
    </w:p>
    <w:p w:rsidR="0062748B" w:rsidRDefault="0062748B" w:rsidP="0062748B">
      <w:r>
        <w:t xml:space="preserve">15.1.27     -INF       .        1.000      .         </w:t>
      </w:r>
    </w:p>
    <w:p w:rsidR="0062748B" w:rsidRDefault="0062748B" w:rsidP="0062748B">
      <w:r>
        <w:t xml:space="preserve">15.1.28     -INF       .        1.000      .         </w:t>
      </w:r>
    </w:p>
    <w:p w:rsidR="0062748B" w:rsidRDefault="0062748B" w:rsidP="0062748B">
      <w:r>
        <w:t xml:space="preserve">15.1.29     -INF       .        1.000      .         </w:t>
      </w:r>
    </w:p>
    <w:p w:rsidR="0062748B" w:rsidRDefault="0062748B" w:rsidP="0062748B">
      <w:r>
        <w:t xml:space="preserve">16.1.1      -INF       .        1.000      .         </w:t>
      </w:r>
    </w:p>
    <w:p w:rsidR="0062748B" w:rsidRDefault="0062748B" w:rsidP="0062748B">
      <w:r>
        <w:t xml:space="preserve">16.1.2      -INF       .        1.000      .         </w:t>
      </w:r>
    </w:p>
    <w:p w:rsidR="0062748B" w:rsidRDefault="0062748B" w:rsidP="0062748B">
      <w:r>
        <w:lastRenderedPageBreak/>
        <w:t xml:space="preserve">16.1.3      -INF       .        1.000      .         </w:t>
      </w:r>
    </w:p>
    <w:p w:rsidR="0062748B" w:rsidRDefault="0062748B" w:rsidP="0062748B">
      <w:r>
        <w:t xml:space="preserve">16.1.4      -INF       .        1.000      .         </w:t>
      </w:r>
    </w:p>
    <w:p w:rsidR="0062748B" w:rsidRDefault="0062748B" w:rsidP="0062748B">
      <w:r>
        <w:t xml:space="preserve">16.1.5      -INF       .        1.000      .         </w:t>
      </w:r>
    </w:p>
    <w:p w:rsidR="0062748B" w:rsidRDefault="0062748B" w:rsidP="0062748B">
      <w:r>
        <w:t xml:space="preserve">16.1.6      -INF       .        1.000      .         </w:t>
      </w:r>
    </w:p>
    <w:p w:rsidR="0062748B" w:rsidRDefault="0062748B" w:rsidP="0062748B">
      <w:r>
        <w:t xml:space="preserve">16.1.7      -INF       .        1.000      .         </w:t>
      </w:r>
    </w:p>
    <w:p w:rsidR="0062748B" w:rsidRDefault="0062748B" w:rsidP="0062748B">
      <w:r>
        <w:t xml:space="preserve">16.1.8      -INF       .        1.000      .         </w:t>
      </w:r>
    </w:p>
    <w:p w:rsidR="0062748B" w:rsidRDefault="0062748B" w:rsidP="0062748B">
      <w:r>
        <w:t xml:space="preserve">16.1.9      -INF       .        1.000      .         </w:t>
      </w:r>
    </w:p>
    <w:p w:rsidR="0062748B" w:rsidRDefault="0062748B" w:rsidP="0062748B">
      <w:r>
        <w:t xml:space="preserve">16.1.10     -INF       .        1.000      .         </w:t>
      </w:r>
    </w:p>
    <w:p w:rsidR="0062748B" w:rsidRDefault="0062748B" w:rsidP="0062748B">
      <w:r>
        <w:t xml:space="preserve">16.1.11     -INF       .        1.000      .         </w:t>
      </w:r>
    </w:p>
    <w:p w:rsidR="0062748B" w:rsidRDefault="0062748B" w:rsidP="0062748B">
      <w:r>
        <w:t xml:space="preserve">16.1.12     -INF       .        1.000      .         </w:t>
      </w:r>
    </w:p>
    <w:p w:rsidR="0062748B" w:rsidRDefault="0062748B" w:rsidP="0062748B">
      <w:r>
        <w:t xml:space="preserve">16.1.13     -INF       .        1.000      .         </w:t>
      </w:r>
    </w:p>
    <w:p w:rsidR="0062748B" w:rsidRDefault="0062748B" w:rsidP="0062748B">
      <w:r>
        <w:t xml:space="preserve">16.1.14     -INF       .        1.000      .         </w:t>
      </w:r>
    </w:p>
    <w:p w:rsidR="0062748B" w:rsidRDefault="0062748B" w:rsidP="0062748B">
      <w:r>
        <w:t xml:space="preserve">16.1.15     -INF       .        1.000      .         </w:t>
      </w:r>
    </w:p>
    <w:p w:rsidR="0062748B" w:rsidRDefault="0062748B" w:rsidP="0062748B">
      <w:r>
        <w:t xml:space="preserve">16.1.16     -INF       .        1.000      .         </w:t>
      </w:r>
    </w:p>
    <w:p w:rsidR="0062748B" w:rsidRDefault="0062748B" w:rsidP="0062748B">
      <w:r>
        <w:t xml:space="preserve">16.1.17     -INF       .        1.000      .         </w:t>
      </w:r>
    </w:p>
    <w:p w:rsidR="0062748B" w:rsidRDefault="0062748B" w:rsidP="0062748B">
      <w:r>
        <w:t xml:space="preserve">16.1.18     -INF       .        1.000      .         </w:t>
      </w:r>
    </w:p>
    <w:p w:rsidR="0062748B" w:rsidRDefault="0062748B" w:rsidP="0062748B">
      <w:r>
        <w:t xml:space="preserve">16.1.19     -INF       .        1.000      .         </w:t>
      </w:r>
    </w:p>
    <w:p w:rsidR="0062748B" w:rsidRDefault="0062748B" w:rsidP="0062748B">
      <w:r>
        <w:t xml:space="preserve">16.1.20     -INF       .        1.000      .         </w:t>
      </w:r>
    </w:p>
    <w:p w:rsidR="0062748B" w:rsidRDefault="0062748B" w:rsidP="0062748B">
      <w:r>
        <w:t xml:space="preserve">16.1.21     -INF       .        1.000      .         </w:t>
      </w:r>
    </w:p>
    <w:p w:rsidR="0062748B" w:rsidRDefault="0062748B" w:rsidP="0062748B">
      <w:r>
        <w:t xml:space="preserve">16.1.22     -INF       .        1.000      .         </w:t>
      </w:r>
    </w:p>
    <w:p w:rsidR="0062748B" w:rsidRDefault="0062748B" w:rsidP="0062748B">
      <w:r>
        <w:t xml:space="preserve">16.1.23     -INF       .        1.000      .         </w:t>
      </w:r>
    </w:p>
    <w:p w:rsidR="0062748B" w:rsidRDefault="0062748B" w:rsidP="0062748B">
      <w:r>
        <w:t xml:space="preserve">16.1.24     -INF       .        1.000      .         </w:t>
      </w:r>
    </w:p>
    <w:p w:rsidR="0062748B" w:rsidRDefault="0062748B" w:rsidP="0062748B">
      <w:r>
        <w:t xml:space="preserve">16.1.25     -INF       .        1.000      .         </w:t>
      </w:r>
    </w:p>
    <w:p w:rsidR="0062748B" w:rsidRDefault="0062748B" w:rsidP="0062748B">
      <w:r>
        <w:t xml:space="preserve">16.1.26     -INF       .        1.000      .         </w:t>
      </w:r>
    </w:p>
    <w:p w:rsidR="0062748B" w:rsidRDefault="0062748B" w:rsidP="0062748B">
      <w:r>
        <w:t xml:space="preserve">16.1.27     -INF       .        1.000      .         </w:t>
      </w:r>
    </w:p>
    <w:p w:rsidR="0062748B" w:rsidRDefault="0062748B" w:rsidP="0062748B">
      <w:r>
        <w:lastRenderedPageBreak/>
        <w:t xml:space="preserve">16.1.28     -INF       .        1.000      .         </w:t>
      </w:r>
    </w:p>
    <w:p w:rsidR="0062748B" w:rsidRDefault="0062748B" w:rsidP="0062748B">
      <w:r>
        <w:t xml:space="preserve">16.1.29     -INF       .        1.000      .         </w:t>
      </w:r>
    </w:p>
    <w:p w:rsidR="0062748B" w:rsidRDefault="0062748B" w:rsidP="0062748B">
      <w:r>
        <w:t xml:space="preserve">17.1.1      -INF       .        1.000      .         </w:t>
      </w:r>
    </w:p>
    <w:p w:rsidR="0062748B" w:rsidRDefault="0062748B" w:rsidP="0062748B">
      <w:r>
        <w:t xml:space="preserve">17.1.2      -INF       .        1.000      .         </w:t>
      </w:r>
    </w:p>
    <w:p w:rsidR="0062748B" w:rsidRDefault="0062748B" w:rsidP="0062748B">
      <w:r>
        <w:t xml:space="preserve">17.1.3      -INF       .        1.000      .         </w:t>
      </w:r>
    </w:p>
    <w:p w:rsidR="0062748B" w:rsidRDefault="0062748B" w:rsidP="0062748B">
      <w:r>
        <w:t xml:space="preserve">17.1.4      -INF       .        1.000      .         </w:t>
      </w:r>
    </w:p>
    <w:p w:rsidR="0062748B" w:rsidRDefault="0062748B" w:rsidP="0062748B">
      <w:r>
        <w:t xml:space="preserve">17.1.5      -INF       .        1.000      .         </w:t>
      </w:r>
    </w:p>
    <w:p w:rsidR="0062748B" w:rsidRDefault="0062748B" w:rsidP="0062748B">
      <w:r>
        <w:t xml:space="preserve">17.1.6      -INF       .        1.000      .         </w:t>
      </w:r>
    </w:p>
    <w:p w:rsidR="0062748B" w:rsidRDefault="0062748B" w:rsidP="0062748B">
      <w:r>
        <w:t xml:space="preserve">17.1.7      -INF       .        1.000      .         </w:t>
      </w:r>
    </w:p>
    <w:p w:rsidR="0062748B" w:rsidRDefault="0062748B" w:rsidP="0062748B">
      <w:r>
        <w:t xml:space="preserve">17.1.8      -INF       .        1.000      .         </w:t>
      </w:r>
    </w:p>
    <w:p w:rsidR="0062748B" w:rsidRDefault="0062748B" w:rsidP="0062748B">
      <w:r>
        <w:t xml:space="preserve">17.1.9      -INF       .        1.000      .         </w:t>
      </w:r>
    </w:p>
    <w:p w:rsidR="0062748B" w:rsidRDefault="0062748B" w:rsidP="0062748B">
      <w:r>
        <w:t xml:space="preserve">17.1.10     -INF       .        1.000      .         </w:t>
      </w:r>
    </w:p>
    <w:p w:rsidR="0062748B" w:rsidRDefault="0062748B" w:rsidP="0062748B">
      <w:r>
        <w:t xml:space="preserve">17.1.11     -INF       .        1.000      .         </w:t>
      </w:r>
    </w:p>
    <w:p w:rsidR="0062748B" w:rsidRDefault="0062748B" w:rsidP="0062748B">
      <w:r>
        <w:t xml:space="preserve">17.1.12     -INF       .        1.000      .         </w:t>
      </w:r>
    </w:p>
    <w:p w:rsidR="0062748B" w:rsidRDefault="0062748B" w:rsidP="0062748B">
      <w:r>
        <w:t xml:space="preserve">17.1.13     -INF       .        1.000      .         </w:t>
      </w:r>
    </w:p>
    <w:p w:rsidR="0062748B" w:rsidRDefault="0062748B" w:rsidP="0062748B">
      <w:r>
        <w:t xml:space="preserve">17.1.14     -INF       .        1.000      .         </w:t>
      </w:r>
    </w:p>
    <w:p w:rsidR="0062748B" w:rsidRDefault="0062748B" w:rsidP="0062748B">
      <w:r>
        <w:t xml:space="preserve">17.1.15     -INF       .        1.000      .         </w:t>
      </w:r>
    </w:p>
    <w:p w:rsidR="0062748B" w:rsidRDefault="0062748B" w:rsidP="0062748B">
      <w:r>
        <w:t xml:space="preserve">17.1.16     -INF       .        1.000      .         </w:t>
      </w:r>
    </w:p>
    <w:p w:rsidR="0062748B" w:rsidRDefault="0062748B" w:rsidP="0062748B">
      <w:r>
        <w:t xml:space="preserve">17.1.17     -INF       .        1.000      .         </w:t>
      </w:r>
    </w:p>
    <w:p w:rsidR="0062748B" w:rsidRDefault="0062748B" w:rsidP="0062748B">
      <w:r>
        <w:t xml:space="preserve">17.1.18     -INF       .        1.000      .         </w:t>
      </w:r>
    </w:p>
    <w:p w:rsidR="0062748B" w:rsidRDefault="0062748B" w:rsidP="0062748B">
      <w:r>
        <w:t xml:space="preserve">17.1.19     -INF       .        1.000      .         </w:t>
      </w:r>
    </w:p>
    <w:p w:rsidR="0062748B" w:rsidRDefault="0062748B" w:rsidP="0062748B">
      <w:r>
        <w:t xml:space="preserve">17.1.20     -INF       .        1.000      .         </w:t>
      </w:r>
    </w:p>
    <w:p w:rsidR="0062748B" w:rsidRDefault="0062748B" w:rsidP="0062748B">
      <w:r>
        <w:t xml:space="preserve">17.1.21     -INF       .        1.000      .         </w:t>
      </w:r>
    </w:p>
    <w:p w:rsidR="0062748B" w:rsidRDefault="0062748B" w:rsidP="0062748B">
      <w:r>
        <w:t xml:space="preserve">17.1.22     -INF       .        1.000      .         </w:t>
      </w:r>
    </w:p>
    <w:p w:rsidR="0062748B" w:rsidRDefault="0062748B" w:rsidP="0062748B">
      <w:r>
        <w:t xml:space="preserve">17.1.23     -INF       .        1.000      .         </w:t>
      </w:r>
    </w:p>
    <w:p w:rsidR="0062748B" w:rsidRDefault="0062748B" w:rsidP="0062748B">
      <w:r>
        <w:lastRenderedPageBreak/>
        <w:t xml:space="preserve">17.1.24     -INF       .        1.000      .         </w:t>
      </w:r>
    </w:p>
    <w:p w:rsidR="0062748B" w:rsidRDefault="0062748B" w:rsidP="0062748B">
      <w:r>
        <w:t xml:space="preserve">17.1.25     -INF       .        1.000      .         </w:t>
      </w:r>
    </w:p>
    <w:p w:rsidR="0062748B" w:rsidRDefault="0062748B" w:rsidP="0062748B">
      <w:r>
        <w:t xml:space="preserve">17.1.26     -INF       .        1.000      .         </w:t>
      </w:r>
    </w:p>
    <w:p w:rsidR="0062748B" w:rsidRDefault="0062748B" w:rsidP="0062748B">
      <w:r>
        <w:t xml:space="preserve">17.1.27     -INF       .        1.000      .         </w:t>
      </w:r>
    </w:p>
    <w:p w:rsidR="0062748B" w:rsidRDefault="0062748B" w:rsidP="0062748B">
      <w:r>
        <w:t xml:space="preserve">17.1.28     -INF       .        1.000      .         </w:t>
      </w:r>
    </w:p>
    <w:p w:rsidR="0062748B" w:rsidRDefault="0062748B" w:rsidP="0062748B">
      <w:r>
        <w:t xml:space="preserve">17.1.29     -INF       .        1.000      .         </w:t>
      </w:r>
    </w:p>
    <w:p w:rsidR="0062748B" w:rsidRDefault="0062748B" w:rsidP="0062748B">
      <w:r>
        <w:t xml:space="preserve">18.1.1      -INF       .        1.000      .         </w:t>
      </w:r>
    </w:p>
    <w:p w:rsidR="0062748B" w:rsidRDefault="0062748B" w:rsidP="0062748B">
      <w:r>
        <w:t xml:space="preserve">18.1.2      -INF       .        1.000      .         </w:t>
      </w:r>
    </w:p>
    <w:p w:rsidR="0062748B" w:rsidRDefault="0062748B" w:rsidP="0062748B">
      <w:r>
        <w:t xml:space="preserve">18.1.3      -INF       .        1.000      .         </w:t>
      </w:r>
    </w:p>
    <w:p w:rsidR="0062748B" w:rsidRDefault="0062748B" w:rsidP="0062748B">
      <w:r>
        <w:t xml:space="preserve">18.1.4      -INF       .        1.000      .         </w:t>
      </w:r>
    </w:p>
    <w:p w:rsidR="0062748B" w:rsidRDefault="0062748B" w:rsidP="0062748B">
      <w:r>
        <w:t xml:space="preserve">18.1.5      -INF       .        1.000      .         </w:t>
      </w:r>
    </w:p>
    <w:p w:rsidR="0062748B" w:rsidRDefault="0062748B" w:rsidP="0062748B">
      <w:r>
        <w:t xml:space="preserve">18.1.6      -INF       .        1.000      .         </w:t>
      </w:r>
    </w:p>
    <w:p w:rsidR="0062748B" w:rsidRDefault="0062748B" w:rsidP="0062748B">
      <w:r>
        <w:t xml:space="preserve">18.1.7      -INF       .        1.000      .         </w:t>
      </w:r>
    </w:p>
    <w:p w:rsidR="0062748B" w:rsidRDefault="0062748B" w:rsidP="0062748B">
      <w:r>
        <w:t xml:space="preserve">18.1.8      -INF       .        1.000      .         </w:t>
      </w:r>
    </w:p>
    <w:p w:rsidR="0062748B" w:rsidRDefault="0062748B" w:rsidP="0062748B">
      <w:r>
        <w:t xml:space="preserve">18.1.9      -INF       .        1.000      .         </w:t>
      </w:r>
    </w:p>
    <w:p w:rsidR="0062748B" w:rsidRDefault="0062748B" w:rsidP="0062748B">
      <w:r>
        <w:t xml:space="preserve">18.1.10     -INF       .        1.000      .         </w:t>
      </w:r>
    </w:p>
    <w:p w:rsidR="0062748B" w:rsidRDefault="0062748B" w:rsidP="0062748B">
      <w:r>
        <w:t xml:space="preserve">18.1.11     -INF       .        1.000      .         </w:t>
      </w:r>
    </w:p>
    <w:p w:rsidR="0062748B" w:rsidRDefault="0062748B" w:rsidP="0062748B">
      <w:r>
        <w:t xml:space="preserve">18.1.12     -INF       .        1.000      .         </w:t>
      </w:r>
    </w:p>
    <w:p w:rsidR="0062748B" w:rsidRDefault="0062748B" w:rsidP="0062748B">
      <w:r>
        <w:t xml:space="preserve">18.1.13     -INF       .        1.000      .         </w:t>
      </w:r>
    </w:p>
    <w:p w:rsidR="0062748B" w:rsidRDefault="0062748B" w:rsidP="0062748B">
      <w:r>
        <w:t xml:space="preserve">18.1.14     -INF       .        1.000      .         </w:t>
      </w:r>
    </w:p>
    <w:p w:rsidR="0062748B" w:rsidRDefault="0062748B" w:rsidP="0062748B">
      <w:r>
        <w:t xml:space="preserve">18.1.15     -INF       .        1.000      .         </w:t>
      </w:r>
    </w:p>
    <w:p w:rsidR="0062748B" w:rsidRDefault="0062748B" w:rsidP="0062748B">
      <w:r>
        <w:t xml:space="preserve">18.1.16     -INF       .        1.000      .         </w:t>
      </w:r>
    </w:p>
    <w:p w:rsidR="0062748B" w:rsidRDefault="0062748B" w:rsidP="0062748B">
      <w:r>
        <w:t xml:space="preserve">18.1.17     -INF       .        1.000      .         </w:t>
      </w:r>
    </w:p>
    <w:p w:rsidR="0062748B" w:rsidRDefault="0062748B" w:rsidP="0062748B">
      <w:r>
        <w:t xml:space="preserve">18.1.18     -INF       .        1.000      .         </w:t>
      </w:r>
    </w:p>
    <w:p w:rsidR="0062748B" w:rsidRDefault="0062748B" w:rsidP="0062748B">
      <w:r>
        <w:t xml:space="preserve">18.1.19     -INF       .        1.000      .         </w:t>
      </w:r>
    </w:p>
    <w:p w:rsidR="0062748B" w:rsidRDefault="0062748B" w:rsidP="0062748B">
      <w:r>
        <w:lastRenderedPageBreak/>
        <w:t xml:space="preserve">18.1.20     -INF       .        1.000      .         </w:t>
      </w:r>
    </w:p>
    <w:p w:rsidR="0062748B" w:rsidRDefault="0062748B" w:rsidP="0062748B">
      <w:r>
        <w:t xml:space="preserve">18.1.21     -INF       .        1.000      .         </w:t>
      </w:r>
    </w:p>
    <w:p w:rsidR="0062748B" w:rsidRDefault="0062748B" w:rsidP="0062748B">
      <w:r>
        <w:t xml:space="preserve">18.1.22     -INF       .        1.000      .         </w:t>
      </w:r>
    </w:p>
    <w:p w:rsidR="0062748B" w:rsidRDefault="0062748B" w:rsidP="0062748B">
      <w:r>
        <w:t xml:space="preserve">18.1.23     -INF       .        1.000      .         </w:t>
      </w:r>
    </w:p>
    <w:p w:rsidR="0062748B" w:rsidRDefault="0062748B" w:rsidP="0062748B">
      <w:r>
        <w:t xml:space="preserve">18.1.24     -INF       .        1.000      .         </w:t>
      </w:r>
    </w:p>
    <w:p w:rsidR="0062748B" w:rsidRDefault="0062748B" w:rsidP="0062748B">
      <w:r>
        <w:t xml:space="preserve">18.1.25     -INF       .        1.000      .         </w:t>
      </w:r>
    </w:p>
    <w:p w:rsidR="0062748B" w:rsidRDefault="0062748B" w:rsidP="0062748B">
      <w:r>
        <w:t xml:space="preserve">18.1.26     -INF       .        1.000      .         </w:t>
      </w:r>
    </w:p>
    <w:p w:rsidR="0062748B" w:rsidRDefault="0062748B" w:rsidP="0062748B">
      <w:r>
        <w:t xml:space="preserve">18.1.27     -INF       .        1.000      .         </w:t>
      </w:r>
    </w:p>
    <w:p w:rsidR="0062748B" w:rsidRDefault="0062748B" w:rsidP="0062748B">
      <w:r>
        <w:t xml:space="preserve">18.1.28     -INF       .        1.000      .         </w:t>
      </w:r>
    </w:p>
    <w:p w:rsidR="0062748B" w:rsidRDefault="0062748B" w:rsidP="0062748B">
      <w:r>
        <w:t xml:space="preserve">18.1.29     -INF       .        1.000      .         </w:t>
      </w:r>
    </w:p>
    <w:p w:rsidR="0062748B" w:rsidRDefault="0062748B" w:rsidP="0062748B">
      <w:r>
        <w:t xml:space="preserve">19.1.1      -INF       .        1.000      .         </w:t>
      </w:r>
    </w:p>
    <w:p w:rsidR="0062748B" w:rsidRDefault="0062748B" w:rsidP="0062748B">
      <w:r>
        <w:t xml:space="preserve">19.1.2      -INF       .        1.000      .         </w:t>
      </w:r>
    </w:p>
    <w:p w:rsidR="0062748B" w:rsidRDefault="0062748B" w:rsidP="0062748B">
      <w:r>
        <w:t xml:space="preserve">19.1.3      -INF       .        1.000      .         </w:t>
      </w:r>
    </w:p>
    <w:p w:rsidR="0062748B" w:rsidRDefault="0062748B" w:rsidP="0062748B">
      <w:r>
        <w:t xml:space="preserve">19.1.4      -INF       .        1.000      .         </w:t>
      </w:r>
    </w:p>
    <w:p w:rsidR="0062748B" w:rsidRDefault="0062748B" w:rsidP="0062748B">
      <w:r>
        <w:t xml:space="preserve">19.1.5      -INF       .        1.000      .         </w:t>
      </w:r>
    </w:p>
    <w:p w:rsidR="0062748B" w:rsidRDefault="0062748B" w:rsidP="0062748B">
      <w:r>
        <w:t xml:space="preserve">19.1.6      -INF       .        1.000      .         </w:t>
      </w:r>
    </w:p>
    <w:p w:rsidR="0062748B" w:rsidRDefault="0062748B" w:rsidP="0062748B">
      <w:r>
        <w:t xml:space="preserve">19.1.7      -INF       .        1.000      .         </w:t>
      </w:r>
    </w:p>
    <w:p w:rsidR="0062748B" w:rsidRDefault="0062748B" w:rsidP="0062748B">
      <w:r>
        <w:t xml:space="preserve">19.1.8      -INF       .        1.000      .         </w:t>
      </w:r>
    </w:p>
    <w:p w:rsidR="0062748B" w:rsidRDefault="0062748B" w:rsidP="0062748B">
      <w:r>
        <w:t xml:space="preserve">19.1.9      -INF       .        1.000      .         </w:t>
      </w:r>
    </w:p>
    <w:p w:rsidR="0062748B" w:rsidRDefault="0062748B" w:rsidP="0062748B">
      <w:r>
        <w:t xml:space="preserve">19.1.10     -INF       .        1.000      .         </w:t>
      </w:r>
    </w:p>
    <w:p w:rsidR="0062748B" w:rsidRDefault="0062748B" w:rsidP="0062748B">
      <w:r>
        <w:t xml:space="preserve">19.1.11     -INF       .        1.000      .         </w:t>
      </w:r>
    </w:p>
    <w:p w:rsidR="0062748B" w:rsidRDefault="0062748B" w:rsidP="0062748B">
      <w:r>
        <w:t xml:space="preserve">19.1.12     -INF       .        1.000      .         </w:t>
      </w:r>
    </w:p>
    <w:p w:rsidR="0062748B" w:rsidRDefault="0062748B" w:rsidP="0062748B">
      <w:r>
        <w:t xml:space="preserve">19.1.13     -INF       .        1.000      .         </w:t>
      </w:r>
    </w:p>
    <w:p w:rsidR="0062748B" w:rsidRDefault="0062748B" w:rsidP="0062748B">
      <w:r>
        <w:t xml:space="preserve">19.1.14     -INF       .        1.000      .         </w:t>
      </w:r>
    </w:p>
    <w:p w:rsidR="0062748B" w:rsidRDefault="0062748B" w:rsidP="0062748B">
      <w:r>
        <w:t xml:space="preserve">19.1.15     -INF       .        1.000      .         </w:t>
      </w:r>
    </w:p>
    <w:p w:rsidR="0062748B" w:rsidRDefault="0062748B" w:rsidP="0062748B">
      <w:r>
        <w:lastRenderedPageBreak/>
        <w:t xml:space="preserve">19.1.16     -INF       .        1.000      .         </w:t>
      </w:r>
    </w:p>
    <w:p w:rsidR="0062748B" w:rsidRDefault="0062748B" w:rsidP="0062748B">
      <w:r>
        <w:t xml:space="preserve">19.1.17     -INF       .        1.000      .         </w:t>
      </w:r>
    </w:p>
    <w:p w:rsidR="0062748B" w:rsidRDefault="0062748B" w:rsidP="0062748B">
      <w:r>
        <w:t xml:space="preserve">19.1.18     -INF       .        1.000      .         </w:t>
      </w:r>
    </w:p>
    <w:p w:rsidR="0062748B" w:rsidRDefault="0062748B" w:rsidP="0062748B">
      <w:r>
        <w:t xml:space="preserve">19.1.19     -INF       .        1.000      .         </w:t>
      </w:r>
    </w:p>
    <w:p w:rsidR="0062748B" w:rsidRDefault="0062748B" w:rsidP="0062748B">
      <w:r>
        <w:t xml:space="preserve">19.1.20     -INF       .        1.000      .         </w:t>
      </w:r>
    </w:p>
    <w:p w:rsidR="0062748B" w:rsidRDefault="0062748B" w:rsidP="0062748B">
      <w:r>
        <w:t xml:space="preserve">19.1.21     -INF       .        1.000      .         </w:t>
      </w:r>
    </w:p>
    <w:p w:rsidR="0062748B" w:rsidRDefault="0062748B" w:rsidP="0062748B">
      <w:r>
        <w:t xml:space="preserve">19.1.22     -INF       .        1.000      .         </w:t>
      </w:r>
    </w:p>
    <w:p w:rsidR="0062748B" w:rsidRDefault="0062748B" w:rsidP="0062748B">
      <w:r>
        <w:t xml:space="preserve">19.1.23     -INF       .        1.000      .         </w:t>
      </w:r>
    </w:p>
    <w:p w:rsidR="0062748B" w:rsidRDefault="0062748B" w:rsidP="0062748B">
      <w:r>
        <w:t xml:space="preserve">19.1.24     -INF       .        1.000      .         </w:t>
      </w:r>
    </w:p>
    <w:p w:rsidR="0062748B" w:rsidRDefault="0062748B" w:rsidP="0062748B">
      <w:r>
        <w:t xml:space="preserve">19.1.25     -INF       .        1.000      .         </w:t>
      </w:r>
    </w:p>
    <w:p w:rsidR="0062748B" w:rsidRDefault="0062748B" w:rsidP="0062748B">
      <w:r>
        <w:t xml:space="preserve">19.1.26     -INF       .        1.000      .         </w:t>
      </w:r>
    </w:p>
    <w:p w:rsidR="0062748B" w:rsidRDefault="0062748B" w:rsidP="0062748B">
      <w:r>
        <w:t xml:space="preserve">19.1.27     -INF       .        1.000      .         </w:t>
      </w:r>
    </w:p>
    <w:p w:rsidR="0062748B" w:rsidRDefault="0062748B" w:rsidP="0062748B">
      <w:r>
        <w:t xml:space="preserve">19.1.28     -INF       .        1.000      .         </w:t>
      </w:r>
    </w:p>
    <w:p w:rsidR="0062748B" w:rsidRDefault="0062748B" w:rsidP="0062748B">
      <w:r>
        <w:t xml:space="preserve">19.1.29     -INF       .        1.000      .         </w:t>
      </w:r>
    </w:p>
    <w:p w:rsidR="0062748B" w:rsidRDefault="0062748B" w:rsidP="0062748B">
      <w:r>
        <w:t xml:space="preserve">20.1.1      -INF       .        1.000      .         </w:t>
      </w:r>
    </w:p>
    <w:p w:rsidR="0062748B" w:rsidRDefault="0062748B" w:rsidP="0062748B">
      <w:r>
        <w:t xml:space="preserve">20.1.2      -INF       .        1.000      .         </w:t>
      </w:r>
    </w:p>
    <w:p w:rsidR="0062748B" w:rsidRDefault="0062748B" w:rsidP="0062748B">
      <w:r>
        <w:t xml:space="preserve">20.1.3      -INF       .        1.000      .         </w:t>
      </w:r>
    </w:p>
    <w:p w:rsidR="0062748B" w:rsidRDefault="0062748B" w:rsidP="0062748B">
      <w:r>
        <w:t xml:space="preserve">20.1.4      -INF       .        1.000      .         </w:t>
      </w:r>
    </w:p>
    <w:p w:rsidR="0062748B" w:rsidRDefault="0062748B" w:rsidP="0062748B">
      <w:r>
        <w:t xml:space="preserve">20.1.5      -INF       .        1.000      .         </w:t>
      </w:r>
    </w:p>
    <w:p w:rsidR="0062748B" w:rsidRDefault="0062748B" w:rsidP="0062748B">
      <w:r>
        <w:t xml:space="preserve">20.1.6      -INF       .        1.000      .         </w:t>
      </w:r>
    </w:p>
    <w:p w:rsidR="0062748B" w:rsidRDefault="0062748B" w:rsidP="0062748B">
      <w:r>
        <w:t xml:space="preserve">20.1.7      -INF       .        1.000      .         </w:t>
      </w:r>
    </w:p>
    <w:p w:rsidR="0062748B" w:rsidRDefault="0062748B" w:rsidP="0062748B">
      <w:r>
        <w:t xml:space="preserve">20.1.8      -INF       .        1.000      .         </w:t>
      </w:r>
    </w:p>
    <w:p w:rsidR="0062748B" w:rsidRDefault="0062748B" w:rsidP="0062748B">
      <w:r>
        <w:t xml:space="preserve">20.1.9      -INF       .        1.000      .         </w:t>
      </w:r>
    </w:p>
    <w:p w:rsidR="0062748B" w:rsidRDefault="0062748B" w:rsidP="0062748B">
      <w:r>
        <w:t xml:space="preserve">20.1.10     -INF       .        1.000      .         </w:t>
      </w:r>
    </w:p>
    <w:p w:rsidR="0062748B" w:rsidRDefault="0062748B" w:rsidP="0062748B">
      <w:r>
        <w:t xml:space="preserve">20.1.11     -INF       .        1.000      .         </w:t>
      </w:r>
    </w:p>
    <w:p w:rsidR="0062748B" w:rsidRDefault="0062748B" w:rsidP="0062748B">
      <w:r>
        <w:lastRenderedPageBreak/>
        <w:t xml:space="preserve">20.1.12     -INF       .        1.000      .         </w:t>
      </w:r>
    </w:p>
    <w:p w:rsidR="0062748B" w:rsidRDefault="0062748B" w:rsidP="0062748B">
      <w:r>
        <w:t xml:space="preserve">20.1.13     -INF       .        1.000      .         </w:t>
      </w:r>
    </w:p>
    <w:p w:rsidR="0062748B" w:rsidRDefault="0062748B" w:rsidP="0062748B">
      <w:r>
        <w:t xml:space="preserve">20.1.14     -INF       .        1.000      .         </w:t>
      </w:r>
    </w:p>
    <w:p w:rsidR="0062748B" w:rsidRDefault="0062748B" w:rsidP="0062748B">
      <w:r>
        <w:t xml:space="preserve">20.1.15     -INF       .        1.000      .         </w:t>
      </w:r>
    </w:p>
    <w:p w:rsidR="0062748B" w:rsidRDefault="0062748B" w:rsidP="0062748B">
      <w:r>
        <w:t xml:space="preserve">20.1.16     -INF       .        1.000      .         </w:t>
      </w:r>
    </w:p>
    <w:p w:rsidR="0062748B" w:rsidRDefault="0062748B" w:rsidP="0062748B">
      <w:r>
        <w:t xml:space="preserve">20.1.17     -INF       .        1.000      .         </w:t>
      </w:r>
    </w:p>
    <w:p w:rsidR="0062748B" w:rsidRDefault="0062748B" w:rsidP="0062748B">
      <w:r>
        <w:t xml:space="preserve">20.1.18     -INF       .        1.000      .         </w:t>
      </w:r>
    </w:p>
    <w:p w:rsidR="0062748B" w:rsidRDefault="0062748B" w:rsidP="0062748B">
      <w:r>
        <w:t xml:space="preserve">20.1.19     -INF       .        1.000      .         </w:t>
      </w:r>
    </w:p>
    <w:p w:rsidR="0062748B" w:rsidRDefault="0062748B" w:rsidP="0062748B">
      <w:r>
        <w:t xml:space="preserve">20.1.20     -INF       .        1.000      .         </w:t>
      </w:r>
    </w:p>
    <w:p w:rsidR="0062748B" w:rsidRDefault="0062748B" w:rsidP="0062748B">
      <w:r>
        <w:t xml:space="preserve">20.1.21     -INF       .        1.000      .         </w:t>
      </w:r>
    </w:p>
    <w:p w:rsidR="0062748B" w:rsidRDefault="0062748B" w:rsidP="0062748B">
      <w:r>
        <w:t xml:space="preserve">20.1.22     -INF       .        1.000      .         </w:t>
      </w:r>
    </w:p>
    <w:p w:rsidR="0062748B" w:rsidRDefault="0062748B" w:rsidP="0062748B">
      <w:r>
        <w:t xml:space="preserve">20.1.23     -INF       .        1.000      .         </w:t>
      </w:r>
    </w:p>
    <w:p w:rsidR="0062748B" w:rsidRDefault="0062748B" w:rsidP="0062748B">
      <w:r>
        <w:t xml:space="preserve">20.1.24     -INF       .        1.000      .         </w:t>
      </w:r>
    </w:p>
    <w:p w:rsidR="0062748B" w:rsidRDefault="0062748B" w:rsidP="0062748B">
      <w:r>
        <w:t xml:space="preserve">20.1.25     -INF       .        1.000      .         </w:t>
      </w:r>
    </w:p>
    <w:p w:rsidR="0062748B" w:rsidRDefault="0062748B" w:rsidP="0062748B">
      <w:r>
        <w:t xml:space="preserve">20.1.26     -INF       .        1.000      .         </w:t>
      </w:r>
    </w:p>
    <w:p w:rsidR="0062748B" w:rsidRDefault="0062748B" w:rsidP="0062748B">
      <w:r>
        <w:t xml:space="preserve">20.1.27     -INF       .        1.000      .         </w:t>
      </w:r>
    </w:p>
    <w:p w:rsidR="0062748B" w:rsidRDefault="0062748B" w:rsidP="0062748B">
      <w:r>
        <w:t xml:space="preserve">20.1.28     -INF       .        1.000      .         </w:t>
      </w:r>
    </w:p>
    <w:p w:rsidR="0062748B" w:rsidRDefault="0062748B" w:rsidP="0062748B">
      <w:r>
        <w:t xml:space="preserve">20.1.29     -INF       .        1.000      .         </w:t>
      </w:r>
    </w:p>
    <w:p w:rsidR="0062748B" w:rsidRDefault="0062748B" w:rsidP="0062748B">
      <w:r>
        <w:t xml:space="preserve">21.1.1      -INF       .        1.000      .         </w:t>
      </w:r>
    </w:p>
    <w:p w:rsidR="0062748B" w:rsidRDefault="0062748B" w:rsidP="0062748B">
      <w:r>
        <w:t xml:space="preserve">21.1.2      -INF       .        1.000      .         </w:t>
      </w:r>
    </w:p>
    <w:p w:rsidR="0062748B" w:rsidRDefault="0062748B" w:rsidP="0062748B">
      <w:r>
        <w:t xml:space="preserve">21.1.3      -INF       .        1.000      .         </w:t>
      </w:r>
    </w:p>
    <w:p w:rsidR="0062748B" w:rsidRDefault="0062748B" w:rsidP="0062748B">
      <w:r>
        <w:t xml:space="preserve">21.1.4      -INF       .        1.000      .         </w:t>
      </w:r>
    </w:p>
    <w:p w:rsidR="0062748B" w:rsidRDefault="0062748B" w:rsidP="0062748B">
      <w:r>
        <w:t xml:space="preserve">21.1.5      -INF       .        1.000      .         </w:t>
      </w:r>
    </w:p>
    <w:p w:rsidR="0062748B" w:rsidRDefault="0062748B" w:rsidP="0062748B">
      <w:r>
        <w:t xml:space="preserve">21.1.6      -INF       .        1.000      .         </w:t>
      </w:r>
    </w:p>
    <w:p w:rsidR="0062748B" w:rsidRDefault="0062748B" w:rsidP="0062748B">
      <w:r>
        <w:t xml:space="preserve">21.1.7      -INF       .        1.000      .         </w:t>
      </w:r>
    </w:p>
    <w:p w:rsidR="0062748B" w:rsidRDefault="0062748B" w:rsidP="0062748B">
      <w:r>
        <w:lastRenderedPageBreak/>
        <w:t xml:space="preserve">21.1.8      -INF       .        1.000      .         </w:t>
      </w:r>
    </w:p>
    <w:p w:rsidR="0062748B" w:rsidRDefault="0062748B" w:rsidP="0062748B">
      <w:r>
        <w:t xml:space="preserve">21.1.9      -INF       .        1.000      .         </w:t>
      </w:r>
    </w:p>
    <w:p w:rsidR="0062748B" w:rsidRDefault="0062748B" w:rsidP="0062748B">
      <w:r>
        <w:t xml:space="preserve">21.1.10     -INF       .        1.000      .         </w:t>
      </w:r>
    </w:p>
    <w:p w:rsidR="0062748B" w:rsidRDefault="0062748B" w:rsidP="0062748B">
      <w:r>
        <w:t xml:space="preserve">21.1.11     -INF       .        1.000      .         </w:t>
      </w:r>
    </w:p>
    <w:p w:rsidR="0062748B" w:rsidRDefault="0062748B" w:rsidP="0062748B">
      <w:r>
        <w:t xml:space="preserve">21.1.12     -INF       .        1.000      .         </w:t>
      </w:r>
    </w:p>
    <w:p w:rsidR="0062748B" w:rsidRDefault="0062748B" w:rsidP="0062748B">
      <w:r>
        <w:t xml:space="preserve">21.1.13     -INF       .        1.000      .         </w:t>
      </w:r>
    </w:p>
    <w:p w:rsidR="0062748B" w:rsidRDefault="0062748B" w:rsidP="0062748B">
      <w:r>
        <w:t xml:space="preserve">21.1.14     -INF       .        1.000      .         </w:t>
      </w:r>
    </w:p>
    <w:p w:rsidR="0062748B" w:rsidRDefault="0062748B" w:rsidP="0062748B">
      <w:r>
        <w:t xml:space="preserve">21.1.15     -INF       .        1.000      .         </w:t>
      </w:r>
    </w:p>
    <w:p w:rsidR="0062748B" w:rsidRDefault="0062748B" w:rsidP="0062748B">
      <w:r>
        <w:t xml:space="preserve">21.1.16     -INF       .        1.000      .         </w:t>
      </w:r>
    </w:p>
    <w:p w:rsidR="0062748B" w:rsidRDefault="0062748B" w:rsidP="0062748B">
      <w:r>
        <w:t xml:space="preserve">21.1.17     -INF       .        1.000      .         </w:t>
      </w:r>
    </w:p>
    <w:p w:rsidR="0062748B" w:rsidRDefault="0062748B" w:rsidP="0062748B">
      <w:r>
        <w:t xml:space="preserve">21.1.18     -INF       .        1.000      .         </w:t>
      </w:r>
    </w:p>
    <w:p w:rsidR="0062748B" w:rsidRDefault="0062748B" w:rsidP="0062748B">
      <w:r>
        <w:t xml:space="preserve">21.1.19     -INF       .        1.000      .         </w:t>
      </w:r>
    </w:p>
    <w:p w:rsidR="0062748B" w:rsidRDefault="0062748B" w:rsidP="0062748B">
      <w:r>
        <w:t xml:space="preserve">21.1.20     -INF       .        1.000      .         </w:t>
      </w:r>
    </w:p>
    <w:p w:rsidR="0062748B" w:rsidRDefault="0062748B" w:rsidP="0062748B">
      <w:r>
        <w:t xml:space="preserve">21.1.21     -INF       .        1.000      .         </w:t>
      </w:r>
    </w:p>
    <w:p w:rsidR="0062748B" w:rsidRDefault="0062748B" w:rsidP="0062748B">
      <w:r>
        <w:t xml:space="preserve">21.1.22     -INF       .        1.000      .         </w:t>
      </w:r>
    </w:p>
    <w:p w:rsidR="0062748B" w:rsidRDefault="0062748B" w:rsidP="0062748B">
      <w:r>
        <w:t xml:space="preserve">21.1.23     -INF       .        1.000      .         </w:t>
      </w:r>
    </w:p>
    <w:p w:rsidR="0062748B" w:rsidRDefault="0062748B" w:rsidP="0062748B">
      <w:r>
        <w:t xml:space="preserve">21.1.24     -INF       .        1.000      .         </w:t>
      </w:r>
    </w:p>
    <w:p w:rsidR="0062748B" w:rsidRDefault="0062748B" w:rsidP="0062748B">
      <w:r>
        <w:t xml:space="preserve">21.1.25     -INF       .        1.000      .         </w:t>
      </w:r>
    </w:p>
    <w:p w:rsidR="0062748B" w:rsidRDefault="0062748B" w:rsidP="0062748B">
      <w:r>
        <w:t xml:space="preserve">21.1.26     -INF       .        1.000      .         </w:t>
      </w:r>
    </w:p>
    <w:p w:rsidR="0062748B" w:rsidRDefault="0062748B" w:rsidP="0062748B">
      <w:r>
        <w:t xml:space="preserve">21.1.27     -INF       .        1.000      .         </w:t>
      </w:r>
    </w:p>
    <w:p w:rsidR="0062748B" w:rsidRDefault="0062748B" w:rsidP="0062748B">
      <w:r>
        <w:t xml:space="preserve">21.1.28     -INF       .        1.000      .         </w:t>
      </w:r>
    </w:p>
    <w:p w:rsidR="0062748B" w:rsidRDefault="0062748B" w:rsidP="0062748B">
      <w:r>
        <w:t xml:space="preserve">21.1.29     -INF       .        1.000      .         </w:t>
      </w:r>
    </w:p>
    <w:p w:rsidR="0062748B" w:rsidRDefault="0062748B" w:rsidP="0062748B">
      <w:r>
        <w:t xml:space="preserve">22.1.1      -INF       .        1.000      .         </w:t>
      </w:r>
    </w:p>
    <w:p w:rsidR="0062748B" w:rsidRDefault="0062748B" w:rsidP="0062748B">
      <w:r>
        <w:t xml:space="preserve">22.1.2      -INF       .        1.000      .         </w:t>
      </w:r>
    </w:p>
    <w:p w:rsidR="0062748B" w:rsidRDefault="0062748B" w:rsidP="0062748B">
      <w:r>
        <w:t xml:space="preserve">22.1.3      -INF       .        1.000      .         </w:t>
      </w:r>
    </w:p>
    <w:p w:rsidR="0062748B" w:rsidRDefault="0062748B" w:rsidP="0062748B">
      <w:r>
        <w:lastRenderedPageBreak/>
        <w:t xml:space="preserve">22.1.4      -INF       .        1.000      .         </w:t>
      </w:r>
    </w:p>
    <w:p w:rsidR="0062748B" w:rsidRDefault="0062748B" w:rsidP="0062748B">
      <w:r>
        <w:t xml:space="preserve">22.1.5      -INF       .        1.000      .         </w:t>
      </w:r>
    </w:p>
    <w:p w:rsidR="0062748B" w:rsidRDefault="0062748B" w:rsidP="0062748B">
      <w:r>
        <w:t xml:space="preserve">22.1.6      -INF       .        1.000      .         </w:t>
      </w:r>
    </w:p>
    <w:p w:rsidR="0062748B" w:rsidRDefault="0062748B" w:rsidP="0062748B">
      <w:r>
        <w:t xml:space="preserve">22.1.7      -INF       .        1.000      .         </w:t>
      </w:r>
    </w:p>
    <w:p w:rsidR="0062748B" w:rsidRDefault="0062748B" w:rsidP="0062748B">
      <w:r>
        <w:t xml:space="preserve">22.1.8      -INF       .        1.000      .         </w:t>
      </w:r>
    </w:p>
    <w:p w:rsidR="0062748B" w:rsidRDefault="0062748B" w:rsidP="0062748B">
      <w:r>
        <w:t xml:space="preserve">22.1.9      -INF       .        1.000      .         </w:t>
      </w:r>
    </w:p>
    <w:p w:rsidR="0062748B" w:rsidRDefault="0062748B" w:rsidP="0062748B">
      <w:r>
        <w:t xml:space="preserve">22.1.10     -INF       .        1.000      .         </w:t>
      </w:r>
    </w:p>
    <w:p w:rsidR="0062748B" w:rsidRDefault="0062748B" w:rsidP="0062748B">
      <w:r>
        <w:t xml:space="preserve">22.1.11     -INF       .        1.000      .         </w:t>
      </w:r>
    </w:p>
    <w:p w:rsidR="0062748B" w:rsidRDefault="0062748B" w:rsidP="0062748B">
      <w:r>
        <w:t xml:space="preserve">22.1.12     -INF       .        1.000      .         </w:t>
      </w:r>
    </w:p>
    <w:p w:rsidR="0062748B" w:rsidRDefault="0062748B" w:rsidP="0062748B">
      <w:r>
        <w:t xml:space="preserve">22.1.13     -INF       .        1.000      .         </w:t>
      </w:r>
    </w:p>
    <w:p w:rsidR="0062748B" w:rsidRDefault="0062748B" w:rsidP="0062748B">
      <w:r>
        <w:t xml:space="preserve">22.1.14     -INF       .        1.000      .         </w:t>
      </w:r>
    </w:p>
    <w:p w:rsidR="0062748B" w:rsidRDefault="0062748B" w:rsidP="0062748B">
      <w:r>
        <w:t xml:space="preserve">22.1.15     -INF       .        1.000      .         </w:t>
      </w:r>
    </w:p>
    <w:p w:rsidR="0062748B" w:rsidRDefault="0062748B" w:rsidP="0062748B">
      <w:r>
        <w:t xml:space="preserve">22.1.16     -INF       .        1.000      .         </w:t>
      </w:r>
    </w:p>
    <w:p w:rsidR="0062748B" w:rsidRDefault="0062748B" w:rsidP="0062748B">
      <w:r>
        <w:t xml:space="preserve">22.1.17     -INF       .        1.000      .         </w:t>
      </w:r>
    </w:p>
    <w:p w:rsidR="0062748B" w:rsidRDefault="0062748B" w:rsidP="0062748B">
      <w:r>
        <w:t xml:space="preserve">22.1.18     -INF       .        1.000      .         </w:t>
      </w:r>
    </w:p>
    <w:p w:rsidR="0062748B" w:rsidRDefault="0062748B" w:rsidP="0062748B">
      <w:r>
        <w:t xml:space="preserve">22.1.19     -INF       .        1.000      .         </w:t>
      </w:r>
    </w:p>
    <w:p w:rsidR="0062748B" w:rsidRDefault="0062748B" w:rsidP="0062748B">
      <w:r>
        <w:t xml:space="preserve">22.1.20     -INF       .        1.000      .         </w:t>
      </w:r>
    </w:p>
    <w:p w:rsidR="0062748B" w:rsidRDefault="0062748B" w:rsidP="0062748B">
      <w:r>
        <w:t xml:space="preserve">22.1.21     -INF       .        1.000      .         </w:t>
      </w:r>
    </w:p>
    <w:p w:rsidR="0062748B" w:rsidRDefault="0062748B" w:rsidP="0062748B">
      <w:r>
        <w:t xml:space="preserve">22.1.22     -INF       .        1.000      .         </w:t>
      </w:r>
    </w:p>
    <w:p w:rsidR="0062748B" w:rsidRDefault="0062748B" w:rsidP="0062748B">
      <w:r>
        <w:t xml:space="preserve">22.1.23     -INF       .        1.000      .         </w:t>
      </w:r>
    </w:p>
    <w:p w:rsidR="0062748B" w:rsidRDefault="0062748B" w:rsidP="0062748B">
      <w:r>
        <w:t xml:space="preserve">22.1.24     -INF       .        1.000      .         </w:t>
      </w:r>
    </w:p>
    <w:p w:rsidR="0062748B" w:rsidRDefault="0062748B" w:rsidP="0062748B">
      <w:r>
        <w:t xml:space="preserve">22.1.25     -INF       .        1.000      .         </w:t>
      </w:r>
    </w:p>
    <w:p w:rsidR="0062748B" w:rsidRDefault="0062748B" w:rsidP="0062748B">
      <w:r>
        <w:t xml:space="preserve">22.1.26     -INF       .        1.000      .         </w:t>
      </w:r>
    </w:p>
    <w:p w:rsidR="0062748B" w:rsidRDefault="0062748B" w:rsidP="0062748B">
      <w:r>
        <w:t xml:space="preserve">22.1.27     -INF       .        1.000      .         </w:t>
      </w:r>
    </w:p>
    <w:p w:rsidR="0062748B" w:rsidRDefault="0062748B" w:rsidP="0062748B">
      <w:r>
        <w:t xml:space="preserve">22.1.28     -INF       .        1.000      .         </w:t>
      </w:r>
    </w:p>
    <w:p w:rsidR="0062748B" w:rsidRDefault="0062748B" w:rsidP="0062748B">
      <w:r>
        <w:lastRenderedPageBreak/>
        <w:t xml:space="preserve">22.1.29     -INF       .        1.000      .         </w:t>
      </w:r>
    </w:p>
    <w:p w:rsidR="0062748B" w:rsidRDefault="0062748B" w:rsidP="0062748B">
      <w:r>
        <w:t xml:space="preserve">23.1.1      -INF       .        1.000      .         </w:t>
      </w:r>
    </w:p>
    <w:p w:rsidR="0062748B" w:rsidRDefault="0062748B" w:rsidP="0062748B">
      <w:r>
        <w:t xml:space="preserve">23.1.2      -INF       .        1.000      .         </w:t>
      </w:r>
    </w:p>
    <w:p w:rsidR="0062748B" w:rsidRDefault="0062748B" w:rsidP="0062748B">
      <w:r>
        <w:t xml:space="preserve">23.1.3      -INF       .        1.000      .         </w:t>
      </w:r>
    </w:p>
    <w:p w:rsidR="0062748B" w:rsidRDefault="0062748B" w:rsidP="0062748B">
      <w:r>
        <w:t xml:space="preserve">23.1.4      -INF       .        1.000      .         </w:t>
      </w:r>
    </w:p>
    <w:p w:rsidR="0062748B" w:rsidRDefault="0062748B" w:rsidP="0062748B">
      <w:r>
        <w:t xml:space="preserve">23.1.5      -INF       .        1.000      .         </w:t>
      </w:r>
    </w:p>
    <w:p w:rsidR="0062748B" w:rsidRDefault="0062748B" w:rsidP="0062748B">
      <w:r>
        <w:t xml:space="preserve">23.1.6      -INF       .        1.000      .         </w:t>
      </w:r>
    </w:p>
    <w:p w:rsidR="0062748B" w:rsidRDefault="0062748B" w:rsidP="0062748B">
      <w:r>
        <w:t xml:space="preserve">23.1.7      -INF       .        1.000      .         </w:t>
      </w:r>
    </w:p>
    <w:p w:rsidR="0062748B" w:rsidRDefault="0062748B" w:rsidP="0062748B">
      <w:r>
        <w:t xml:space="preserve">23.1.8      -INF       .        1.000      .         </w:t>
      </w:r>
    </w:p>
    <w:p w:rsidR="0062748B" w:rsidRDefault="0062748B" w:rsidP="0062748B">
      <w:r>
        <w:t xml:space="preserve">23.1.9      -INF       .        1.000      .         </w:t>
      </w:r>
    </w:p>
    <w:p w:rsidR="0062748B" w:rsidRDefault="0062748B" w:rsidP="0062748B">
      <w:r>
        <w:t xml:space="preserve">23.1.10     -INF       .        1.000      .         </w:t>
      </w:r>
    </w:p>
    <w:p w:rsidR="0062748B" w:rsidRDefault="0062748B" w:rsidP="0062748B">
      <w:r>
        <w:t xml:space="preserve">23.1.11     -INF       .        1.000      .         </w:t>
      </w:r>
    </w:p>
    <w:p w:rsidR="0062748B" w:rsidRDefault="0062748B" w:rsidP="0062748B">
      <w:r>
        <w:t xml:space="preserve">23.1.12     -INF       .        1.000      .         </w:t>
      </w:r>
    </w:p>
    <w:p w:rsidR="0062748B" w:rsidRDefault="0062748B" w:rsidP="0062748B">
      <w:r>
        <w:t xml:space="preserve">23.1.13     -INF       .        1.000      .         </w:t>
      </w:r>
    </w:p>
    <w:p w:rsidR="0062748B" w:rsidRDefault="0062748B" w:rsidP="0062748B">
      <w:r>
        <w:t xml:space="preserve">23.1.14     -INF       .        1.000      .         </w:t>
      </w:r>
    </w:p>
    <w:p w:rsidR="0062748B" w:rsidRDefault="0062748B" w:rsidP="0062748B">
      <w:r>
        <w:t xml:space="preserve">23.1.15     -INF       .        1.000      .         </w:t>
      </w:r>
    </w:p>
    <w:p w:rsidR="0062748B" w:rsidRDefault="0062748B" w:rsidP="0062748B">
      <w:r>
        <w:t xml:space="preserve">23.1.16     -INF       .        1.000      .         </w:t>
      </w:r>
    </w:p>
    <w:p w:rsidR="0062748B" w:rsidRDefault="0062748B" w:rsidP="0062748B">
      <w:r>
        <w:t xml:space="preserve">23.1.17     -INF       .        1.000      .         </w:t>
      </w:r>
    </w:p>
    <w:p w:rsidR="0062748B" w:rsidRDefault="0062748B" w:rsidP="0062748B">
      <w:r>
        <w:t xml:space="preserve">23.1.18     -INF       .        1.000      .         </w:t>
      </w:r>
    </w:p>
    <w:p w:rsidR="0062748B" w:rsidRDefault="0062748B" w:rsidP="0062748B">
      <w:r>
        <w:t xml:space="preserve">23.1.19     -INF       .        1.000      .         </w:t>
      </w:r>
    </w:p>
    <w:p w:rsidR="0062748B" w:rsidRDefault="0062748B" w:rsidP="0062748B">
      <w:r>
        <w:t xml:space="preserve">23.1.20     -INF       .        1.000      .         </w:t>
      </w:r>
    </w:p>
    <w:p w:rsidR="0062748B" w:rsidRDefault="0062748B" w:rsidP="0062748B">
      <w:r>
        <w:t xml:space="preserve">23.1.21     -INF       .        1.000      .         </w:t>
      </w:r>
    </w:p>
    <w:p w:rsidR="0062748B" w:rsidRDefault="0062748B" w:rsidP="0062748B">
      <w:r>
        <w:t xml:space="preserve">23.1.22     -INF       .        1.000      .         </w:t>
      </w:r>
    </w:p>
    <w:p w:rsidR="0062748B" w:rsidRDefault="0062748B" w:rsidP="0062748B">
      <w:r>
        <w:t xml:space="preserve">23.1.23     -INF       .        1.000      .         </w:t>
      </w:r>
    </w:p>
    <w:p w:rsidR="0062748B" w:rsidRDefault="0062748B" w:rsidP="0062748B">
      <w:r>
        <w:t xml:space="preserve">23.1.24     -INF       .        1.000      .         </w:t>
      </w:r>
    </w:p>
    <w:p w:rsidR="0062748B" w:rsidRDefault="0062748B" w:rsidP="0062748B">
      <w:r>
        <w:lastRenderedPageBreak/>
        <w:t xml:space="preserve">23.1.25     -INF       .        1.000      .         </w:t>
      </w:r>
    </w:p>
    <w:p w:rsidR="0062748B" w:rsidRDefault="0062748B" w:rsidP="0062748B">
      <w:r>
        <w:t xml:space="preserve">23.1.26     -INF       .        1.000      .         </w:t>
      </w:r>
    </w:p>
    <w:p w:rsidR="0062748B" w:rsidRDefault="0062748B" w:rsidP="0062748B">
      <w:r>
        <w:t xml:space="preserve">23.1.27     -INF       .        1.000      .         </w:t>
      </w:r>
    </w:p>
    <w:p w:rsidR="0062748B" w:rsidRDefault="0062748B" w:rsidP="0062748B">
      <w:r>
        <w:t xml:space="preserve">23.1.28     -INF       .        1.000      .         </w:t>
      </w:r>
    </w:p>
    <w:p w:rsidR="0062748B" w:rsidRDefault="0062748B" w:rsidP="0062748B">
      <w:r>
        <w:t xml:space="preserve">23.1.29     -INF       .        1.000      .         </w:t>
      </w:r>
    </w:p>
    <w:p w:rsidR="0062748B" w:rsidRDefault="0062748B" w:rsidP="0062748B">
      <w:r>
        <w:t xml:space="preserve">24.1.1      -INF       .        1.000      .         </w:t>
      </w:r>
    </w:p>
    <w:p w:rsidR="0062748B" w:rsidRDefault="0062748B" w:rsidP="0062748B">
      <w:r>
        <w:t xml:space="preserve">24.1.2      -INF       .        1.000      .         </w:t>
      </w:r>
    </w:p>
    <w:p w:rsidR="0062748B" w:rsidRDefault="0062748B" w:rsidP="0062748B">
      <w:r>
        <w:t xml:space="preserve">24.1.3      -INF       .        1.000      .         </w:t>
      </w:r>
    </w:p>
    <w:p w:rsidR="0062748B" w:rsidRDefault="0062748B" w:rsidP="0062748B">
      <w:r>
        <w:t xml:space="preserve">24.1.4      -INF       .        1.000      .         </w:t>
      </w:r>
    </w:p>
    <w:p w:rsidR="0062748B" w:rsidRDefault="0062748B" w:rsidP="0062748B">
      <w:r>
        <w:t xml:space="preserve">24.1.5      -INF       .        1.000      .         </w:t>
      </w:r>
    </w:p>
    <w:p w:rsidR="0062748B" w:rsidRDefault="0062748B" w:rsidP="0062748B">
      <w:r>
        <w:t xml:space="preserve">24.1.6      -INF       .        1.000      .         </w:t>
      </w:r>
    </w:p>
    <w:p w:rsidR="0062748B" w:rsidRDefault="0062748B" w:rsidP="0062748B">
      <w:r>
        <w:t xml:space="preserve">24.1.7      -INF       .        1.000      .         </w:t>
      </w:r>
    </w:p>
    <w:p w:rsidR="0062748B" w:rsidRDefault="0062748B" w:rsidP="0062748B">
      <w:r>
        <w:t xml:space="preserve">24.1.8      -INF       .        1.000      .         </w:t>
      </w:r>
    </w:p>
    <w:p w:rsidR="0062748B" w:rsidRDefault="0062748B" w:rsidP="0062748B">
      <w:r>
        <w:t xml:space="preserve">24.1.9      -INF       .        1.000      .         </w:t>
      </w:r>
    </w:p>
    <w:p w:rsidR="0062748B" w:rsidRDefault="0062748B" w:rsidP="0062748B">
      <w:r>
        <w:t xml:space="preserve">24.1.10     -INF       .        1.000      .         </w:t>
      </w:r>
    </w:p>
    <w:p w:rsidR="0062748B" w:rsidRDefault="0062748B" w:rsidP="0062748B">
      <w:r>
        <w:t xml:space="preserve">24.1.11     -INF       .        1.000      .         </w:t>
      </w:r>
    </w:p>
    <w:p w:rsidR="0062748B" w:rsidRDefault="0062748B" w:rsidP="0062748B">
      <w:r>
        <w:t xml:space="preserve">24.1.12     -INF       .        1.000      .         </w:t>
      </w:r>
    </w:p>
    <w:p w:rsidR="0062748B" w:rsidRDefault="0062748B" w:rsidP="0062748B">
      <w:r>
        <w:t xml:space="preserve">24.1.13     -INF       .        1.000      .         </w:t>
      </w:r>
    </w:p>
    <w:p w:rsidR="0062748B" w:rsidRDefault="0062748B" w:rsidP="0062748B">
      <w:r>
        <w:t xml:space="preserve">24.1.14     -INF       .        1.000      .         </w:t>
      </w:r>
    </w:p>
    <w:p w:rsidR="0062748B" w:rsidRDefault="0062748B" w:rsidP="0062748B">
      <w:r>
        <w:t xml:space="preserve">24.1.15     -INF       .        1.000      .         </w:t>
      </w:r>
    </w:p>
    <w:p w:rsidR="0062748B" w:rsidRDefault="0062748B" w:rsidP="0062748B">
      <w:r>
        <w:t xml:space="preserve">24.1.16     -INF       .        1.000      .         </w:t>
      </w:r>
    </w:p>
    <w:p w:rsidR="0062748B" w:rsidRDefault="0062748B" w:rsidP="0062748B">
      <w:r>
        <w:t xml:space="preserve">24.1.17     -INF       .        1.000      .         </w:t>
      </w:r>
    </w:p>
    <w:p w:rsidR="0062748B" w:rsidRDefault="0062748B" w:rsidP="0062748B">
      <w:r>
        <w:t xml:space="preserve">24.1.18     -INF       .        1.000      .         </w:t>
      </w:r>
    </w:p>
    <w:p w:rsidR="0062748B" w:rsidRDefault="0062748B" w:rsidP="0062748B">
      <w:r>
        <w:t xml:space="preserve">24.1.19     -INF       .        1.000      .         </w:t>
      </w:r>
    </w:p>
    <w:p w:rsidR="0062748B" w:rsidRDefault="0062748B" w:rsidP="0062748B">
      <w:r>
        <w:t xml:space="preserve">24.1.20     -INF       .        1.000      .         </w:t>
      </w:r>
    </w:p>
    <w:p w:rsidR="0062748B" w:rsidRDefault="0062748B" w:rsidP="0062748B">
      <w:r>
        <w:lastRenderedPageBreak/>
        <w:t xml:space="preserve">24.1.21     -INF       .        1.000      .         </w:t>
      </w:r>
    </w:p>
    <w:p w:rsidR="0062748B" w:rsidRDefault="0062748B" w:rsidP="0062748B">
      <w:r>
        <w:t xml:space="preserve">24.1.22     -INF       .        1.000      .         </w:t>
      </w:r>
    </w:p>
    <w:p w:rsidR="0062748B" w:rsidRDefault="0062748B" w:rsidP="0062748B">
      <w:r>
        <w:t xml:space="preserve">24.1.23     -INF       .        1.000      .         </w:t>
      </w:r>
    </w:p>
    <w:p w:rsidR="0062748B" w:rsidRDefault="0062748B" w:rsidP="0062748B">
      <w:r>
        <w:t xml:space="preserve">24.1.24     -INF       .        1.000      .         </w:t>
      </w:r>
    </w:p>
    <w:p w:rsidR="0062748B" w:rsidRDefault="0062748B" w:rsidP="0062748B">
      <w:r>
        <w:t xml:space="preserve">24.1.25     -INF       .        1.000      .         </w:t>
      </w:r>
    </w:p>
    <w:p w:rsidR="0062748B" w:rsidRDefault="0062748B" w:rsidP="0062748B">
      <w:r>
        <w:t xml:space="preserve">24.1.26     -INF       .        1.000      .         </w:t>
      </w:r>
    </w:p>
    <w:p w:rsidR="0062748B" w:rsidRDefault="0062748B" w:rsidP="0062748B">
      <w:r>
        <w:t xml:space="preserve">24.1.27     -INF       .        1.000      .         </w:t>
      </w:r>
    </w:p>
    <w:p w:rsidR="0062748B" w:rsidRDefault="0062748B" w:rsidP="0062748B">
      <w:r>
        <w:t xml:space="preserve">24.1.28     -INF       .        1.000      .         </w:t>
      </w:r>
    </w:p>
    <w:p w:rsidR="0062748B" w:rsidRDefault="0062748B" w:rsidP="0062748B">
      <w:r>
        <w:t xml:space="preserve">24.1.29     -INF       .        1.000      .         </w:t>
      </w:r>
    </w:p>
    <w:p w:rsidR="0062748B" w:rsidRDefault="0062748B" w:rsidP="0062748B">
      <w:r>
        <w:t xml:space="preserve">25.1.1      -INF       .        1.000      .         </w:t>
      </w:r>
    </w:p>
    <w:p w:rsidR="0062748B" w:rsidRDefault="0062748B" w:rsidP="0062748B">
      <w:r>
        <w:t xml:space="preserve">25.1.2      -INF       .        1.000      .         </w:t>
      </w:r>
    </w:p>
    <w:p w:rsidR="0062748B" w:rsidRDefault="0062748B" w:rsidP="0062748B">
      <w:r>
        <w:t xml:space="preserve">25.1.3      -INF       .        1.000      .         </w:t>
      </w:r>
    </w:p>
    <w:p w:rsidR="0062748B" w:rsidRDefault="0062748B" w:rsidP="0062748B">
      <w:r>
        <w:t xml:space="preserve">25.1.4      -INF       .        1.000      .         </w:t>
      </w:r>
    </w:p>
    <w:p w:rsidR="0062748B" w:rsidRDefault="0062748B" w:rsidP="0062748B">
      <w:r>
        <w:t xml:space="preserve">25.1.5      -INF       .        1.000      .         </w:t>
      </w:r>
    </w:p>
    <w:p w:rsidR="0062748B" w:rsidRDefault="0062748B" w:rsidP="0062748B">
      <w:r>
        <w:t xml:space="preserve">25.1.6      -INF       .        1.000      .         </w:t>
      </w:r>
    </w:p>
    <w:p w:rsidR="0062748B" w:rsidRDefault="0062748B" w:rsidP="0062748B">
      <w:r>
        <w:t xml:space="preserve">25.1.7      -INF       .        1.000      .         </w:t>
      </w:r>
    </w:p>
    <w:p w:rsidR="0062748B" w:rsidRDefault="0062748B" w:rsidP="0062748B">
      <w:r>
        <w:t xml:space="preserve">25.1.8      -INF       .        1.000      .         </w:t>
      </w:r>
    </w:p>
    <w:p w:rsidR="0062748B" w:rsidRDefault="0062748B" w:rsidP="0062748B">
      <w:r>
        <w:t xml:space="preserve">25.1.9      -INF       .        1.000      .         </w:t>
      </w:r>
    </w:p>
    <w:p w:rsidR="0062748B" w:rsidRDefault="0062748B" w:rsidP="0062748B">
      <w:r>
        <w:t xml:space="preserve">25.1.10     -INF       .        1.000      .         </w:t>
      </w:r>
    </w:p>
    <w:p w:rsidR="0062748B" w:rsidRDefault="0062748B" w:rsidP="0062748B">
      <w:r>
        <w:t xml:space="preserve">25.1.11     -INF       .        1.000      .         </w:t>
      </w:r>
    </w:p>
    <w:p w:rsidR="0062748B" w:rsidRDefault="0062748B" w:rsidP="0062748B">
      <w:r>
        <w:t xml:space="preserve">25.1.12     -INF       .        1.000      .         </w:t>
      </w:r>
    </w:p>
    <w:p w:rsidR="0062748B" w:rsidRDefault="0062748B" w:rsidP="0062748B">
      <w:r>
        <w:t xml:space="preserve">25.1.13     -INF       .        1.000      .         </w:t>
      </w:r>
    </w:p>
    <w:p w:rsidR="0062748B" w:rsidRDefault="0062748B" w:rsidP="0062748B">
      <w:r>
        <w:t xml:space="preserve">25.1.14     -INF       .        1.000      .         </w:t>
      </w:r>
    </w:p>
    <w:p w:rsidR="0062748B" w:rsidRDefault="0062748B" w:rsidP="0062748B">
      <w:r>
        <w:t xml:space="preserve">25.1.15     -INF       .        1.000      .         </w:t>
      </w:r>
    </w:p>
    <w:p w:rsidR="0062748B" w:rsidRDefault="0062748B" w:rsidP="0062748B">
      <w:r>
        <w:t xml:space="preserve">25.1.16     -INF       .        1.000      .         </w:t>
      </w:r>
    </w:p>
    <w:p w:rsidR="0062748B" w:rsidRDefault="0062748B" w:rsidP="0062748B">
      <w:r>
        <w:lastRenderedPageBreak/>
        <w:t xml:space="preserve">25.1.17     -INF       .        1.000      .         </w:t>
      </w:r>
    </w:p>
    <w:p w:rsidR="0062748B" w:rsidRDefault="0062748B" w:rsidP="0062748B">
      <w:r>
        <w:t xml:space="preserve">25.1.18     -INF       .        1.000      .         </w:t>
      </w:r>
    </w:p>
    <w:p w:rsidR="0062748B" w:rsidRDefault="0062748B" w:rsidP="0062748B">
      <w:r>
        <w:t xml:space="preserve">25.1.19     -INF       .        1.000      .         </w:t>
      </w:r>
    </w:p>
    <w:p w:rsidR="0062748B" w:rsidRDefault="0062748B" w:rsidP="0062748B">
      <w:r>
        <w:t xml:space="preserve">25.1.20     -INF       .        1.000      .         </w:t>
      </w:r>
    </w:p>
    <w:p w:rsidR="0062748B" w:rsidRDefault="0062748B" w:rsidP="0062748B">
      <w:r>
        <w:t xml:space="preserve">25.1.21     -INF       .        1.000      .         </w:t>
      </w:r>
    </w:p>
    <w:p w:rsidR="0062748B" w:rsidRDefault="0062748B" w:rsidP="0062748B">
      <w:r>
        <w:t xml:space="preserve">25.1.22     -INF       .        1.000      .         </w:t>
      </w:r>
    </w:p>
    <w:p w:rsidR="0062748B" w:rsidRDefault="0062748B" w:rsidP="0062748B">
      <w:r>
        <w:t xml:space="preserve">25.1.23     -INF       .        1.000      .         </w:t>
      </w:r>
    </w:p>
    <w:p w:rsidR="0062748B" w:rsidRDefault="0062748B" w:rsidP="0062748B">
      <w:r>
        <w:t xml:space="preserve">25.1.24     -INF       .        1.000      .         </w:t>
      </w:r>
    </w:p>
    <w:p w:rsidR="0062748B" w:rsidRDefault="0062748B" w:rsidP="0062748B">
      <w:r>
        <w:t xml:space="preserve">25.1.25     -INF       .        1.000      .         </w:t>
      </w:r>
    </w:p>
    <w:p w:rsidR="0062748B" w:rsidRDefault="0062748B" w:rsidP="0062748B">
      <w:r>
        <w:t xml:space="preserve">25.1.26     -INF       .        1.000      .         </w:t>
      </w:r>
    </w:p>
    <w:p w:rsidR="0062748B" w:rsidRDefault="0062748B" w:rsidP="0062748B">
      <w:r>
        <w:t xml:space="preserve">25.1.27     -INF       .        1.000      .         </w:t>
      </w:r>
    </w:p>
    <w:p w:rsidR="0062748B" w:rsidRDefault="0062748B" w:rsidP="0062748B">
      <w:r>
        <w:t xml:space="preserve">25.1.28     -INF       .        1.000      .         </w:t>
      </w:r>
    </w:p>
    <w:p w:rsidR="0062748B" w:rsidRDefault="0062748B" w:rsidP="0062748B">
      <w:r>
        <w:t xml:space="preserve">25.1.29     -INF       .        1.000      .         </w:t>
      </w:r>
    </w:p>
    <w:p w:rsidR="0062748B" w:rsidRDefault="0062748B" w:rsidP="0062748B">
      <w:r>
        <w:t xml:space="preserve">26.1.1      -INF       .        1.000      .         </w:t>
      </w:r>
    </w:p>
    <w:p w:rsidR="0062748B" w:rsidRDefault="0062748B" w:rsidP="0062748B">
      <w:r>
        <w:t xml:space="preserve">26.1.2      -INF       .        1.000      .         </w:t>
      </w:r>
    </w:p>
    <w:p w:rsidR="0062748B" w:rsidRDefault="0062748B" w:rsidP="0062748B">
      <w:r>
        <w:t xml:space="preserve">26.1.3      -INF       .        1.000      .         </w:t>
      </w:r>
    </w:p>
    <w:p w:rsidR="0062748B" w:rsidRDefault="0062748B" w:rsidP="0062748B">
      <w:r>
        <w:t xml:space="preserve">26.1.4      -INF       .        1.000      .         </w:t>
      </w:r>
    </w:p>
    <w:p w:rsidR="0062748B" w:rsidRDefault="0062748B" w:rsidP="0062748B">
      <w:r>
        <w:t xml:space="preserve">26.1.5      -INF       .        1.000      .         </w:t>
      </w:r>
    </w:p>
    <w:p w:rsidR="0062748B" w:rsidRDefault="0062748B" w:rsidP="0062748B">
      <w:r>
        <w:t xml:space="preserve">26.1.6      -INF       .        1.000      .         </w:t>
      </w:r>
    </w:p>
    <w:p w:rsidR="0062748B" w:rsidRDefault="0062748B" w:rsidP="0062748B">
      <w:r>
        <w:t xml:space="preserve">26.1.7      -INF       .        1.000      .         </w:t>
      </w:r>
    </w:p>
    <w:p w:rsidR="0062748B" w:rsidRDefault="0062748B" w:rsidP="0062748B">
      <w:r>
        <w:t xml:space="preserve">26.1.8      -INF       .        1.000      .         </w:t>
      </w:r>
    </w:p>
    <w:p w:rsidR="0062748B" w:rsidRDefault="0062748B" w:rsidP="0062748B">
      <w:r>
        <w:t xml:space="preserve">26.1.9      -INF       .        1.000      .         </w:t>
      </w:r>
    </w:p>
    <w:p w:rsidR="0062748B" w:rsidRDefault="0062748B" w:rsidP="0062748B">
      <w:r>
        <w:t xml:space="preserve">26.1.10     -INF       .        1.000      .         </w:t>
      </w:r>
    </w:p>
    <w:p w:rsidR="0062748B" w:rsidRDefault="0062748B" w:rsidP="0062748B">
      <w:r>
        <w:t xml:space="preserve">26.1.11     -INF       .        1.000      .         </w:t>
      </w:r>
    </w:p>
    <w:p w:rsidR="0062748B" w:rsidRDefault="0062748B" w:rsidP="0062748B">
      <w:r>
        <w:t xml:space="preserve">26.1.12     -INF       .        1.000      .         </w:t>
      </w:r>
    </w:p>
    <w:p w:rsidR="0062748B" w:rsidRDefault="0062748B" w:rsidP="0062748B">
      <w:r>
        <w:lastRenderedPageBreak/>
        <w:t xml:space="preserve">26.1.13     -INF       .        1.000      .         </w:t>
      </w:r>
    </w:p>
    <w:p w:rsidR="0062748B" w:rsidRDefault="0062748B" w:rsidP="0062748B">
      <w:r>
        <w:t xml:space="preserve">26.1.14     -INF       .        1.000      .         </w:t>
      </w:r>
    </w:p>
    <w:p w:rsidR="0062748B" w:rsidRDefault="0062748B" w:rsidP="0062748B">
      <w:r>
        <w:t xml:space="preserve">26.1.15     -INF       .        1.000      .         </w:t>
      </w:r>
    </w:p>
    <w:p w:rsidR="0062748B" w:rsidRDefault="0062748B" w:rsidP="0062748B">
      <w:r>
        <w:t xml:space="preserve">26.1.16     -INF       .        1.000      .         </w:t>
      </w:r>
    </w:p>
    <w:p w:rsidR="0062748B" w:rsidRDefault="0062748B" w:rsidP="0062748B">
      <w:r>
        <w:t xml:space="preserve">26.1.17     -INF       .        1.000      .         </w:t>
      </w:r>
    </w:p>
    <w:p w:rsidR="0062748B" w:rsidRDefault="0062748B" w:rsidP="0062748B">
      <w:r>
        <w:t xml:space="preserve">26.1.18     -INF       .        1.000      .         </w:t>
      </w:r>
    </w:p>
    <w:p w:rsidR="0062748B" w:rsidRDefault="0062748B" w:rsidP="0062748B">
      <w:r>
        <w:t xml:space="preserve">26.1.19     -INF       .        1.000      .         </w:t>
      </w:r>
    </w:p>
    <w:p w:rsidR="0062748B" w:rsidRDefault="0062748B" w:rsidP="0062748B">
      <w:r>
        <w:t xml:space="preserve">26.1.20     -INF       .        1.000      .         </w:t>
      </w:r>
    </w:p>
    <w:p w:rsidR="0062748B" w:rsidRDefault="0062748B" w:rsidP="0062748B">
      <w:r>
        <w:t xml:space="preserve">26.1.21     -INF       .        1.000      .         </w:t>
      </w:r>
    </w:p>
    <w:p w:rsidR="0062748B" w:rsidRDefault="0062748B" w:rsidP="0062748B">
      <w:r>
        <w:t xml:space="preserve">26.1.22     -INF       .        1.000      .         </w:t>
      </w:r>
    </w:p>
    <w:p w:rsidR="0062748B" w:rsidRDefault="0062748B" w:rsidP="0062748B">
      <w:r>
        <w:t xml:space="preserve">26.1.23     -INF       .        1.000      .         </w:t>
      </w:r>
    </w:p>
    <w:p w:rsidR="0062748B" w:rsidRDefault="0062748B" w:rsidP="0062748B">
      <w:r>
        <w:t xml:space="preserve">26.1.24     -INF       .        1.000      .         </w:t>
      </w:r>
    </w:p>
    <w:p w:rsidR="0062748B" w:rsidRDefault="0062748B" w:rsidP="0062748B">
      <w:r>
        <w:t xml:space="preserve">26.1.25     -INF       .        1.000      .         </w:t>
      </w:r>
    </w:p>
    <w:p w:rsidR="0062748B" w:rsidRDefault="0062748B" w:rsidP="0062748B">
      <w:r>
        <w:t xml:space="preserve">26.1.26     -INF       .        1.000      .         </w:t>
      </w:r>
    </w:p>
    <w:p w:rsidR="0062748B" w:rsidRDefault="0062748B" w:rsidP="0062748B">
      <w:r>
        <w:t xml:space="preserve">26.1.27     -INF       .        1.000      .         </w:t>
      </w:r>
    </w:p>
    <w:p w:rsidR="0062748B" w:rsidRDefault="0062748B" w:rsidP="0062748B">
      <w:r>
        <w:t xml:space="preserve">26.1.28     -INF       .        1.000      .         </w:t>
      </w:r>
    </w:p>
    <w:p w:rsidR="0062748B" w:rsidRDefault="0062748B" w:rsidP="0062748B">
      <w:r>
        <w:t xml:space="preserve">26.1.29     -INF       .        1.000      .         </w:t>
      </w:r>
    </w:p>
    <w:p w:rsidR="0062748B" w:rsidRDefault="0062748B" w:rsidP="0062748B">
      <w:r>
        <w:t xml:space="preserve">27.1.1      -INF       .        1.000      .         </w:t>
      </w:r>
    </w:p>
    <w:p w:rsidR="0062748B" w:rsidRDefault="0062748B" w:rsidP="0062748B">
      <w:r>
        <w:t xml:space="preserve">27.1.2      -INF       .        1.000      .         </w:t>
      </w:r>
    </w:p>
    <w:p w:rsidR="0062748B" w:rsidRDefault="0062748B" w:rsidP="0062748B">
      <w:r>
        <w:t xml:space="preserve">27.1.3      -INF       .        1.000      .         </w:t>
      </w:r>
    </w:p>
    <w:p w:rsidR="0062748B" w:rsidRDefault="0062748B" w:rsidP="0062748B">
      <w:r>
        <w:t xml:space="preserve">27.1.4      -INF       .        1.000      .         </w:t>
      </w:r>
    </w:p>
    <w:p w:rsidR="0062748B" w:rsidRDefault="0062748B" w:rsidP="0062748B">
      <w:r>
        <w:t xml:space="preserve">27.1.5      -INF       .        1.000      .         </w:t>
      </w:r>
    </w:p>
    <w:p w:rsidR="0062748B" w:rsidRDefault="0062748B" w:rsidP="0062748B">
      <w:r>
        <w:t xml:space="preserve">27.1.6      -INF       .        1.000      .         </w:t>
      </w:r>
    </w:p>
    <w:p w:rsidR="0062748B" w:rsidRDefault="0062748B" w:rsidP="0062748B">
      <w:r>
        <w:t xml:space="preserve">27.1.7      -INF       .        1.000      .         </w:t>
      </w:r>
    </w:p>
    <w:p w:rsidR="0062748B" w:rsidRDefault="0062748B" w:rsidP="0062748B">
      <w:r>
        <w:t xml:space="preserve">27.1.8      -INF       .        1.000      .         </w:t>
      </w:r>
    </w:p>
    <w:p w:rsidR="0062748B" w:rsidRDefault="0062748B" w:rsidP="0062748B">
      <w:r>
        <w:lastRenderedPageBreak/>
        <w:t xml:space="preserve">27.1.9      -INF       .        1.000      .         </w:t>
      </w:r>
    </w:p>
    <w:p w:rsidR="0062748B" w:rsidRDefault="0062748B" w:rsidP="0062748B">
      <w:r>
        <w:t xml:space="preserve">27.1.10     -INF       .        1.000      .         </w:t>
      </w:r>
    </w:p>
    <w:p w:rsidR="0062748B" w:rsidRDefault="0062748B" w:rsidP="0062748B">
      <w:r>
        <w:t xml:space="preserve">27.1.11     -INF       .        1.000      .         </w:t>
      </w:r>
    </w:p>
    <w:p w:rsidR="0062748B" w:rsidRDefault="0062748B" w:rsidP="0062748B">
      <w:r>
        <w:t xml:space="preserve">27.1.12     -INF       .        1.000      .         </w:t>
      </w:r>
    </w:p>
    <w:p w:rsidR="0062748B" w:rsidRDefault="0062748B" w:rsidP="0062748B">
      <w:r>
        <w:t xml:space="preserve">27.1.13     -INF       .        1.000      .         </w:t>
      </w:r>
    </w:p>
    <w:p w:rsidR="0062748B" w:rsidRDefault="0062748B" w:rsidP="0062748B">
      <w:r>
        <w:t xml:space="preserve">27.1.14     -INF       .        1.000      .         </w:t>
      </w:r>
    </w:p>
    <w:p w:rsidR="0062748B" w:rsidRDefault="0062748B" w:rsidP="0062748B">
      <w:r>
        <w:t xml:space="preserve">27.1.15     -INF       .        1.000      .         </w:t>
      </w:r>
    </w:p>
    <w:p w:rsidR="0062748B" w:rsidRDefault="0062748B" w:rsidP="0062748B">
      <w:r>
        <w:t xml:space="preserve">27.1.16     -INF       .        1.000      .         </w:t>
      </w:r>
    </w:p>
    <w:p w:rsidR="0062748B" w:rsidRDefault="0062748B" w:rsidP="0062748B">
      <w:r>
        <w:t xml:space="preserve">27.1.17     -INF       .        1.000      .         </w:t>
      </w:r>
    </w:p>
    <w:p w:rsidR="0062748B" w:rsidRDefault="0062748B" w:rsidP="0062748B">
      <w:r>
        <w:t xml:space="preserve">27.1.18     -INF       .        1.000      .         </w:t>
      </w:r>
    </w:p>
    <w:p w:rsidR="0062748B" w:rsidRDefault="0062748B" w:rsidP="0062748B">
      <w:r>
        <w:t xml:space="preserve">27.1.19     -INF       .        1.000      .         </w:t>
      </w:r>
    </w:p>
    <w:p w:rsidR="0062748B" w:rsidRDefault="0062748B" w:rsidP="0062748B">
      <w:r>
        <w:t xml:space="preserve">27.1.20     -INF       .        1.000      .         </w:t>
      </w:r>
    </w:p>
    <w:p w:rsidR="0062748B" w:rsidRDefault="0062748B" w:rsidP="0062748B">
      <w:r>
        <w:t xml:space="preserve">27.1.21     -INF       .        1.000      .         </w:t>
      </w:r>
    </w:p>
    <w:p w:rsidR="0062748B" w:rsidRDefault="0062748B" w:rsidP="0062748B">
      <w:r>
        <w:t xml:space="preserve">27.1.22     -INF       .        1.000      .         </w:t>
      </w:r>
    </w:p>
    <w:p w:rsidR="0062748B" w:rsidRDefault="0062748B" w:rsidP="0062748B">
      <w:r>
        <w:t xml:space="preserve">27.1.23     -INF       .        1.000      .         </w:t>
      </w:r>
    </w:p>
    <w:p w:rsidR="0062748B" w:rsidRDefault="0062748B" w:rsidP="0062748B">
      <w:r>
        <w:t xml:space="preserve">27.1.24     -INF       .        1.000      .         </w:t>
      </w:r>
    </w:p>
    <w:p w:rsidR="0062748B" w:rsidRDefault="0062748B" w:rsidP="0062748B">
      <w:r>
        <w:t xml:space="preserve">27.1.25     -INF       .        1.000      .         </w:t>
      </w:r>
    </w:p>
    <w:p w:rsidR="0062748B" w:rsidRDefault="0062748B" w:rsidP="0062748B">
      <w:r>
        <w:t xml:space="preserve">27.1.26     -INF       .        1.000      .         </w:t>
      </w:r>
    </w:p>
    <w:p w:rsidR="0062748B" w:rsidRDefault="0062748B" w:rsidP="0062748B">
      <w:r>
        <w:t xml:space="preserve">27.1.27     -INF       .        1.000      .         </w:t>
      </w:r>
    </w:p>
    <w:p w:rsidR="0062748B" w:rsidRDefault="0062748B" w:rsidP="0062748B">
      <w:r>
        <w:t xml:space="preserve">27.1.28     -INF       .        1.000      .         </w:t>
      </w:r>
    </w:p>
    <w:p w:rsidR="0062748B" w:rsidRDefault="0062748B" w:rsidP="0062748B">
      <w:r>
        <w:t xml:space="preserve">27.1.29     -INF       .        1.000      .         </w:t>
      </w:r>
    </w:p>
    <w:p w:rsidR="0062748B" w:rsidRDefault="0062748B" w:rsidP="0062748B">
      <w:r>
        <w:t xml:space="preserve">28.1.1      -INF       .        1.000      .         </w:t>
      </w:r>
    </w:p>
    <w:p w:rsidR="0062748B" w:rsidRDefault="0062748B" w:rsidP="0062748B">
      <w:r>
        <w:t xml:space="preserve">28.1.2      -INF       .        1.000      .         </w:t>
      </w:r>
    </w:p>
    <w:p w:rsidR="0062748B" w:rsidRDefault="0062748B" w:rsidP="0062748B">
      <w:r>
        <w:t xml:space="preserve">28.1.3      -INF       .        1.000      .         </w:t>
      </w:r>
    </w:p>
    <w:p w:rsidR="0062748B" w:rsidRDefault="0062748B" w:rsidP="0062748B">
      <w:r>
        <w:t xml:space="preserve">28.1.4      -INF       .        1.000      .         </w:t>
      </w:r>
    </w:p>
    <w:p w:rsidR="0062748B" w:rsidRDefault="0062748B" w:rsidP="0062748B">
      <w:r>
        <w:lastRenderedPageBreak/>
        <w:t xml:space="preserve">28.1.5      -INF       .        1.000      .         </w:t>
      </w:r>
    </w:p>
    <w:p w:rsidR="0062748B" w:rsidRDefault="0062748B" w:rsidP="0062748B">
      <w:r>
        <w:t xml:space="preserve">28.1.6      -INF       .        1.000      .         </w:t>
      </w:r>
    </w:p>
    <w:p w:rsidR="0062748B" w:rsidRDefault="0062748B" w:rsidP="0062748B">
      <w:r>
        <w:t xml:space="preserve">28.1.7      -INF       .        1.000      .         </w:t>
      </w:r>
    </w:p>
    <w:p w:rsidR="0062748B" w:rsidRDefault="0062748B" w:rsidP="0062748B">
      <w:r>
        <w:t xml:space="preserve">28.1.8      -INF       .        1.000      .         </w:t>
      </w:r>
    </w:p>
    <w:p w:rsidR="0062748B" w:rsidRDefault="0062748B" w:rsidP="0062748B">
      <w:r>
        <w:t xml:space="preserve">28.1.9      -INF       .        1.000      .         </w:t>
      </w:r>
    </w:p>
    <w:p w:rsidR="0062748B" w:rsidRDefault="0062748B" w:rsidP="0062748B">
      <w:r>
        <w:t xml:space="preserve">28.1.10     -INF       .        1.000      .         </w:t>
      </w:r>
    </w:p>
    <w:p w:rsidR="0062748B" w:rsidRDefault="0062748B" w:rsidP="0062748B">
      <w:r>
        <w:t xml:space="preserve">28.1.11     -INF       .        1.000      .         </w:t>
      </w:r>
    </w:p>
    <w:p w:rsidR="0062748B" w:rsidRDefault="0062748B" w:rsidP="0062748B">
      <w:r>
        <w:t xml:space="preserve">28.1.12     -INF       .        1.000      .         </w:t>
      </w:r>
    </w:p>
    <w:p w:rsidR="0062748B" w:rsidRDefault="0062748B" w:rsidP="0062748B">
      <w:r>
        <w:t xml:space="preserve">28.1.13     -INF       .        1.000      .         </w:t>
      </w:r>
    </w:p>
    <w:p w:rsidR="0062748B" w:rsidRDefault="0062748B" w:rsidP="0062748B">
      <w:r>
        <w:t xml:space="preserve">28.1.14     -INF       .        1.000      .         </w:t>
      </w:r>
    </w:p>
    <w:p w:rsidR="0062748B" w:rsidRDefault="0062748B" w:rsidP="0062748B">
      <w:r>
        <w:t xml:space="preserve">28.1.15     -INF       .        1.000      .         </w:t>
      </w:r>
    </w:p>
    <w:p w:rsidR="0062748B" w:rsidRDefault="0062748B" w:rsidP="0062748B">
      <w:r>
        <w:t xml:space="preserve">28.1.16     -INF       .        1.000      .         </w:t>
      </w:r>
    </w:p>
    <w:p w:rsidR="0062748B" w:rsidRDefault="0062748B" w:rsidP="0062748B">
      <w:r>
        <w:t xml:space="preserve">28.1.17     -INF       .        1.000      .         </w:t>
      </w:r>
    </w:p>
    <w:p w:rsidR="0062748B" w:rsidRDefault="0062748B" w:rsidP="0062748B">
      <w:r>
        <w:t xml:space="preserve">28.1.18     -INF       .        1.000      .         </w:t>
      </w:r>
    </w:p>
    <w:p w:rsidR="0062748B" w:rsidRDefault="0062748B" w:rsidP="0062748B">
      <w:r>
        <w:t xml:space="preserve">28.1.19     -INF       .        1.000      .         </w:t>
      </w:r>
    </w:p>
    <w:p w:rsidR="0062748B" w:rsidRDefault="0062748B" w:rsidP="0062748B">
      <w:r>
        <w:t xml:space="preserve">28.1.20     -INF       .        1.000      .         </w:t>
      </w:r>
    </w:p>
    <w:p w:rsidR="0062748B" w:rsidRDefault="0062748B" w:rsidP="0062748B">
      <w:r>
        <w:t xml:space="preserve">28.1.21     -INF       .        1.000      .         </w:t>
      </w:r>
    </w:p>
    <w:p w:rsidR="0062748B" w:rsidRDefault="0062748B" w:rsidP="0062748B">
      <w:r>
        <w:t xml:space="preserve">28.1.22     -INF       .        1.000      .         </w:t>
      </w:r>
    </w:p>
    <w:p w:rsidR="0062748B" w:rsidRDefault="0062748B" w:rsidP="0062748B">
      <w:r>
        <w:t xml:space="preserve">28.1.23     -INF       .        1.000      .         </w:t>
      </w:r>
    </w:p>
    <w:p w:rsidR="0062748B" w:rsidRDefault="0062748B" w:rsidP="0062748B">
      <w:r>
        <w:t xml:space="preserve">28.1.24     -INF       .        1.000      .         </w:t>
      </w:r>
    </w:p>
    <w:p w:rsidR="0062748B" w:rsidRDefault="0062748B" w:rsidP="0062748B">
      <w:r>
        <w:t xml:space="preserve">28.1.25     -INF       .        1.000      .         </w:t>
      </w:r>
    </w:p>
    <w:p w:rsidR="0062748B" w:rsidRDefault="0062748B" w:rsidP="0062748B">
      <w:r>
        <w:t xml:space="preserve">28.1.26     -INF       .        1.000      .         </w:t>
      </w:r>
    </w:p>
    <w:p w:rsidR="0062748B" w:rsidRDefault="0062748B" w:rsidP="0062748B">
      <w:r>
        <w:t xml:space="preserve">28.1.27     -INF       .        1.000      .         </w:t>
      </w:r>
    </w:p>
    <w:p w:rsidR="0062748B" w:rsidRDefault="0062748B" w:rsidP="0062748B">
      <w:r>
        <w:t xml:space="preserve">28.1.28     -INF       .        1.000      .         </w:t>
      </w:r>
    </w:p>
    <w:p w:rsidR="0062748B" w:rsidRDefault="0062748B" w:rsidP="0062748B">
      <w:r>
        <w:t xml:space="preserve">28.1.29     -INF       .        1.000      .         </w:t>
      </w:r>
    </w:p>
    <w:p w:rsidR="0062748B" w:rsidRDefault="0062748B" w:rsidP="0062748B">
      <w:r>
        <w:lastRenderedPageBreak/>
        <w:t xml:space="preserve">29.1.1      -INF       .        1.000      .         </w:t>
      </w:r>
    </w:p>
    <w:p w:rsidR="0062748B" w:rsidRDefault="0062748B" w:rsidP="0062748B">
      <w:r>
        <w:t xml:space="preserve">29.1.2      -INF       .        1.000      .         </w:t>
      </w:r>
    </w:p>
    <w:p w:rsidR="0062748B" w:rsidRDefault="0062748B" w:rsidP="0062748B">
      <w:r>
        <w:t xml:space="preserve">29.1.3      -INF       .        1.000      .         </w:t>
      </w:r>
    </w:p>
    <w:p w:rsidR="0062748B" w:rsidRDefault="0062748B" w:rsidP="0062748B">
      <w:r>
        <w:t xml:space="preserve">29.1.4      -INF       .        1.000      .         </w:t>
      </w:r>
    </w:p>
    <w:p w:rsidR="0062748B" w:rsidRDefault="0062748B" w:rsidP="0062748B">
      <w:r>
        <w:t xml:space="preserve">29.1.5      -INF       .        1.000      .         </w:t>
      </w:r>
    </w:p>
    <w:p w:rsidR="0062748B" w:rsidRDefault="0062748B" w:rsidP="0062748B">
      <w:r>
        <w:t xml:space="preserve">29.1.6      -INF       .        1.000      .         </w:t>
      </w:r>
    </w:p>
    <w:p w:rsidR="0062748B" w:rsidRDefault="0062748B" w:rsidP="0062748B">
      <w:r>
        <w:t xml:space="preserve">29.1.7      -INF       .        1.000      .         </w:t>
      </w:r>
    </w:p>
    <w:p w:rsidR="0062748B" w:rsidRDefault="0062748B" w:rsidP="0062748B">
      <w:r>
        <w:t xml:space="preserve">29.1.8      -INF       .        1.000      .         </w:t>
      </w:r>
    </w:p>
    <w:p w:rsidR="0062748B" w:rsidRDefault="0062748B" w:rsidP="0062748B">
      <w:r>
        <w:t xml:space="preserve">29.1.9      -INF       .        1.000      .         </w:t>
      </w:r>
    </w:p>
    <w:p w:rsidR="0062748B" w:rsidRDefault="0062748B" w:rsidP="0062748B">
      <w:r>
        <w:t xml:space="preserve">29.1.10     -INF       .        1.000      .         </w:t>
      </w:r>
    </w:p>
    <w:p w:rsidR="0062748B" w:rsidRDefault="0062748B" w:rsidP="0062748B">
      <w:r>
        <w:t xml:space="preserve">29.1.11     -INF       .        1.000      .         </w:t>
      </w:r>
    </w:p>
    <w:p w:rsidR="0062748B" w:rsidRDefault="0062748B" w:rsidP="0062748B">
      <w:r>
        <w:t xml:space="preserve">29.1.12     -INF       .        1.000      .         </w:t>
      </w:r>
    </w:p>
    <w:p w:rsidR="0062748B" w:rsidRDefault="0062748B" w:rsidP="0062748B">
      <w:r>
        <w:t xml:space="preserve">29.1.13     -INF       .        1.000      .         </w:t>
      </w:r>
    </w:p>
    <w:p w:rsidR="0062748B" w:rsidRDefault="0062748B" w:rsidP="0062748B">
      <w:r>
        <w:t xml:space="preserve">29.1.14     -INF       .        1.000      .         </w:t>
      </w:r>
    </w:p>
    <w:p w:rsidR="0062748B" w:rsidRDefault="0062748B" w:rsidP="0062748B">
      <w:r>
        <w:t xml:space="preserve">29.1.15     -INF       .        1.000      .         </w:t>
      </w:r>
    </w:p>
    <w:p w:rsidR="0062748B" w:rsidRDefault="0062748B" w:rsidP="0062748B">
      <w:r>
        <w:t xml:space="preserve">29.1.16     -INF       .        1.000      .         </w:t>
      </w:r>
    </w:p>
    <w:p w:rsidR="0062748B" w:rsidRDefault="0062748B" w:rsidP="0062748B">
      <w:r>
        <w:t xml:space="preserve">29.1.17     -INF       .        1.000      .         </w:t>
      </w:r>
    </w:p>
    <w:p w:rsidR="0062748B" w:rsidRDefault="0062748B" w:rsidP="0062748B">
      <w:r>
        <w:t xml:space="preserve">29.1.18     -INF       .        1.000      .         </w:t>
      </w:r>
    </w:p>
    <w:p w:rsidR="0062748B" w:rsidRDefault="0062748B" w:rsidP="0062748B">
      <w:r>
        <w:t xml:space="preserve">29.1.19     -INF       .        1.000      .         </w:t>
      </w:r>
    </w:p>
    <w:p w:rsidR="0062748B" w:rsidRDefault="0062748B" w:rsidP="0062748B">
      <w:r>
        <w:t xml:space="preserve">29.1.20     -INF       .        1.000      .         </w:t>
      </w:r>
    </w:p>
    <w:p w:rsidR="0062748B" w:rsidRDefault="0062748B" w:rsidP="0062748B">
      <w:r>
        <w:t xml:space="preserve">29.1.21     -INF       .        1.000      .         </w:t>
      </w:r>
    </w:p>
    <w:p w:rsidR="0062748B" w:rsidRDefault="0062748B" w:rsidP="0062748B">
      <w:r>
        <w:t xml:space="preserve">29.1.22     -INF       .        1.000      .         </w:t>
      </w:r>
    </w:p>
    <w:p w:rsidR="0062748B" w:rsidRDefault="0062748B" w:rsidP="0062748B">
      <w:r>
        <w:t xml:space="preserve">29.1.23     -INF       .        1.000      .         </w:t>
      </w:r>
    </w:p>
    <w:p w:rsidR="0062748B" w:rsidRDefault="0062748B" w:rsidP="0062748B">
      <w:r>
        <w:t xml:space="preserve">29.1.24     -INF       .        1.000      .         </w:t>
      </w:r>
    </w:p>
    <w:p w:rsidR="0062748B" w:rsidRDefault="0062748B" w:rsidP="0062748B">
      <w:r>
        <w:t xml:space="preserve">29.1.25     -INF       .        1.000      .         </w:t>
      </w:r>
    </w:p>
    <w:p w:rsidR="0062748B" w:rsidRDefault="0062748B" w:rsidP="0062748B">
      <w:r>
        <w:lastRenderedPageBreak/>
        <w:t xml:space="preserve">29.1.26     -INF       .        1.000      .         </w:t>
      </w:r>
    </w:p>
    <w:p w:rsidR="0062748B" w:rsidRDefault="0062748B" w:rsidP="0062748B">
      <w:r>
        <w:t xml:space="preserve">29.1.27     -INF       .        1.000      .         </w:t>
      </w:r>
    </w:p>
    <w:p w:rsidR="0062748B" w:rsidRDefault="0062748B" w:rsidP="0062748B">
      <w:r>
        <w:t xml:space="preserve">29.1.28     -INF       .        1.000      .         </w:t>
      </w:r>
    </w:p>
    <w:p w:rsidR="0062748B" w:rsidRDefault="0062748B" w:rsidP="0062748B">
      <w:r>
        <w:t xml:space="preserve">29.1.29     -INF       .        1.000      .         </w:t>
      </w:r>
    </w:p>
    <w:p w:rsidR="0062748B" w:rsidRDefault="0062748B" w:rsidP="0062748B"/>
    <w:p w:rsidR="0062748B" w:rsidRDefault="0062748B" w:rsidP="0062748B">
      <w:r>
        <w:t>---- VAR pi  simplex variable (one in number)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 .         .        +INF       EPS       </w:t>
      </w:r>
    </w:p>
    <w:p w:rsidR="0062748B" w:rsidRDefault="0062748B" w:rsidP="0062748B">
      <w:r>
        <w:t xml:space="preserve">1 .1.2       .         .        +INF       EPS       </w:t>
      </w:r>
    </w:p>
    <w:p w:rsidR="0062748B" w:rsidRDefault="0062748B" w:rsidP="0062748B">
      <w:r>
        <w:t xml:space="preserve">1 .1.3       .         .        +INF       EPS       </w:t>
      </w:r>
    </w:p>
    <w:p w:rsidR="0062748B" w:rsidRDefault="0062748B" w:rsidP="0062748B">
      <w:r>
        <w:t xml:space="preserve">1 .1.4       .         .        +INF       EPS       </w:t>
      </w:r>
    </w:p>
    <w:p w:rsidR="0062748B" w:rsidRDefault="0062748B" w:rsidP="0062748B">
      <w:r>
        <w:t xml:space="preserve">1 .1.5       .         .        +INF       EPS       </w:t>
      </w:r>
    </w:p>
    <w:p w:rsidR="0062748B" w:rsidRDefault="0062748B" w:rsidP="0062748B">
      <w:r>
        <w:t xml:space="preserve">1 .1.6       .         .        +INF       EPS       </w:t>
      </w:r>
    </w:p>
    <w:p w:rsidR="0062748B" w:rsidRDefault="0062748B" w:rsidP="0062748B">
      <w:r>
        <w:t xml:space="preserve">1 .1.7       .         .        +INF       EPS       </w:t>
      </w:r>
    </w:p>
    <w:p w:rsidR="0062748B" w:rsidRDefault="0062748B" w:rsidP="0062748B">
      <w:r>
        <w:t xml:space="preserve">1 .1.8       .         .        +INF       EPS       </w:t>
      </w:r>
    </w:p>
    <w:p w:rsidR="0062748B" w:rsidRDefault="0062748B" w:rsidP="0062748B">
      <w:r>
        <w:t xml:space="preserve">1 .1.9       .         .        +INF       EPS       </w:t>
      </w:r>
    </w:p>
    <w:p w:rsidR="0062748B" w:rsidRDefault="0062748B" w:rsidP="0062748B">
      <w:r>
        <w:t xml:space="preserve">1 .1.10      .         .        +INF       EPS       </w:t>
      </w:r>
    </w:p>
    <w:p w:rsidR="0062748B" w:rsidRDefault="0062748B" w:rsidP="0062748B">
      <w:r>
        <w:t xml:space="preserve">1 .1.11      .         .        +INF       EPS       </w:t>
      </w:r>
    </w:p>
    <w:p w:rsidR="0062748B" w:rsidRDefault="0062748B" w:rsidP="0062748B">
      <w:r>
        <w:t xml:space="preserve">1 .1.12      .         .        +INF       EPS       </w:t>
      </w:r>
    </w:p>
    <w:p w:rsidR="0062748B" w:rsidRDefault="0062748B" w:rsidP="0062748B">
      <w:r>
        <w:t xml:space="preserve">1 .1.13      .         .        +INF       EPS       </w:t>
      </w:r>
    </w:p>
    <w:p w:rsidR="0062748B" w:rsidRDefault="0062748B" w:rsidP="0062748B">
      <w:r>
        <w:t xml:space="preserve">1 .1.14      .         .        +INF       EPS       </w:t>
      </w:r>
    </w:p>
    <w:p w:rsidR="0062748B" w:rsidRDefault="0062748B" w:rsidP="0062748B">
      <w:r>
        <w:t xml:space="preserve">1 .1.15      .         .        +INF       EPS       </w:t>
      </w:r>
    </w:p>
    <w:p w:rsidR="0062748B" w:rsidRDefault="0062748B" w:rsidP="0062748B">
      <w:r>
        <w:t xml:space="preserve">1 .1.16      .         .        +INF       EPS       </w:t>
      </w:r>
    </w:p>
    <w:p w:rsidR="0062748B" w:rsidRDefault="0062748B" w:rsidP="0062748B">
      <w:r>
        <w:lastRenderedPageBreak/>
        <w:t xml:space="preserve">1 .1.17      .         .        +INF       EPS       </w:t>
      </w:r>
    </w:p>
    <w:p w:rsidR="0062748B" w:rsidRDefault="0062748B" w:rsidP="0062748B">
      <w:r>
        <w:t xml:space="preserve">1 .1.18      .         .        +INF       EPS       </w:t>
      </w:r>
    </w:p>
    <w:p w:rsidR="0062748B" w:rsidRDefault="0062748B" w:rsidP="0062748B">
      <w:r>
        <w:t xml:space="preserve">1 .1.19      .         .        +INF       EPS       </w:t>
      </w:r>
    </w:p>
    <w:p w:rsidR="0062748B" w:rsidRDefault="0062748B" w:rsidP="0062748B">
      <w:r>
        <w:t xml:space="preserve">1 .1.20      .         .        +INF       EPS       </w:t>
      </w:r>
    </w:p>
    <w:p w:rsidR="0062748B" w:rsidRDefault="0062748B" w:rsidP="0062748B">
      <w:r>
        <w:t xml:space="preserve">1 .1.21      .         .        +INF       EPS       </w:t>
      </w:r>
    </w:p>
    <w:p w:rsidR="0062748B" w:rsidRDefault="0062748B" w:rsidP="0062748B">
      <w:r>
        <w:t xml:space="preserve">1 .1.22      .         .        +INF       EPS       </w:t>
      </w:r>
    </w:p>
    <w:p w:rsidR="0062748B" w:rsidRDefault="0062748B" w:rsidP="0062748B">
      <w:r>
        <w:t xml:space="preserve">1 .1.23      .         .        +INF       EPS       </w:t>
      </w:r>
    </w:p>
    <w:p w:rsidR="0062748B" w:rsidRDefault="0062748B" w:rsidP="0062748B">
      <w:r>
        <w:t xml:space="preserve">1 .1.24      .         .        +INF       EPS       </w:t>
      </w:r>
    </w:p>
    <w:p w:rsidR="0062748B" w:rsidRDefault="0062748B" w:rsidP="0062748B">
      <w:r>
        <w:t xml:space="preserve">1 .1.25      .         .        +INF       EPS       </w:t>
      </w:r>
    </w:p>
    <w:p w:rsidR="0062748B" w:rsidRDefault="0062748B" w:rsidP="0062748B">
      <w:r>
        <w:t xml:space="preserve">1 .1.26      .         .        +INF       EPS       </w:t>
      </w:r>
    </w:p>
    <w:p w:rsidR="0062748B" w:rsidRDefault="0062748B" w:rsidP="0062748B">
      <w:r>
        <w:t xml:space="preserve">1 .1.27      .         .        +INF       EPS       </w:t>
      </w:r>
    </w:p>
    <w:p w:rsidR="0062748B" w:rsidRDefault="0062748B" w:rsidP="0062748B">
      <w:r>
        <w:t xml:space="preserve">1 .1.28      .         .        +INF       EPS       </w:t>
      </w:r>
    </w:p>
    <w:p w:rsidR="0062748B" w:rsidRDefault="0062748B" w:rsidP="0062748B">
      <w:r>
        <w:t xml:space="preserve">1 .1.29      .         .        +INF       EPS       </w:t>
      </w:r>
    </w:p>
    <w:p w:rsidR="0062748B" w:rsidRDefault="0062748B" w:rsidP="0062748B">
      <w:r>
        <w:t xml:space="preserve">2 .1.1       .         .        +INF       EPS       </w:t>
      </w:r>
    </w:p>
    <w:p w:rsidR="0062748B" w:rsidRDefault="0062748B" w:rsidP="0062748B">
      <w:r>
        <w:t xml:space="preserve">2 .1.2       .         .        +INF       EPS       </w:t>
      </w:r>
    </w:p>
    <w:p w:rsidR="0062748B" w:rsidRDefault="0062748B" w:rsidP="0062748B">
      <w:r>
        <w:t xml:space="preserve">2 .1.3       .         .        +INF       EPS       </w:t>
      </w:r>
    </w:p>
    <w:p w:rsidR="0062748B" w:rsidRDefault="0062748B" w:rsidP="0062748B">
      <w:r>
        <w:t xml:space="preserve">2 .1.4       .         .        +INF       EPS       </w:t>
      </w:r>
    </w:p>
    <w:p w:rsidR="0062748B" w:rsidRDefault="0062748B" w:rsidP="0062748B">
      <w:r>
        <w:t xml:space="preserve">2 .1.5       .         .        +INF       EPS       </w:t>
      </w:r>
    </w:p>
    <w:p w:rsidR="0062748B" w:rsidRDefault="0062748B" w:rsidP="0062748B">
      <w:r>
        <w:t xml:space="preserve">2 .1.6       .         .        +INF       EPS       </w:t>
      </w:r>
    </w:p>
    <w:p w:rsidR="0062748B" w:rsidRDefault="0062748B" w:rsidP="0062748B">
      <w:r>
        <w:t xml:space="preserve">2 .1.7       .         .        +INF       EPS       </w:t>
      </w:r>
    </w:p>
    <w:p w:rsidR="0062748B" w:rsidRDefault="0062748B" w:rsidP="0062748B">
      <w:r>
        <w:t xml:space="preserve">2 .1.8       .         .        +INF       EPS       </w:t>
      </w:r>
    </w:p>
    <w:p w:rsidR="0062748B" w:rsidRDefault="0062748B" w:rsidP="0062748B">
      <w:r>
        <w:t xml:space="preserve">2 .1.9       .         .        +INF       EPS       </w:t>
      </w:r>
    </w:p>
    <w:p w:rsidR="0062748B" w:rsidRDefault="0062748B" w:rsidP="0062748B">
      <w:r>
        <w:t xml:space="preserve">2 .1.10      .         .        +INF       EPS       </w:t>
      </w:r>
    </w:p>
    <w:p w:rsidR="0062748B" w:rsidRDefault="0062748B" w:rsidP="0062748B">
      <w:r>
        <w:t xml:space="preserve">2 .1.11      .         .        +INF       EPS       </w:t>
      </w:r>
    </w:p>
    <w:p w:rsidR="0062748B" w:rsidRDefault="0062748B" w:rsidP="0062748B">
      <w:r>
        <w:t xml:space="preserve">2 .1.12      .         .        +INF       EPS       </w:t>
      </w:r>
    </w:p>
    <w:p w:rsidR="0062748B" w:rsidRDefault="0062748B" w:rsidP="0062748B">
      <w:r>
        <w:lastRenderedPageBreak/>
        <w:t xml:space="preserve">2 .1.13      .         .        +INF       EPS       </w:t>
      </w:r>
    </w:p>
    <w:p w:rsidR="0062748B" w:rsidRDefault="0062748B" w:rsidP="0062748B">
      <w:r>
        <w:t xml:space="preserve">2 .1.14      .         .        +INF       EPS       </w:t>
      </w:r>
    </w:p>
    <w:p w:rsidR="0062748B" w:rsidRDefault="0062748B" w:rsidP="0062748B">
      <w:r>
        <w:t xml:space="preserve">2 .1.15      .         .        +INF       EPS       </w:t>
      </w:r>
    </w:p>
    <w:p w:rsidR="0062748B" w:rsidRDefault="0062748B" w:rsidP="0062748B">
      <w:r>
        <w:t xml:space="preserve">2 .1.16      .         .        +INF       EPS       </w:t>
      </w:r>
    </w:p>
    <w:p w:rsidR="0062748B" w:rsidRDefault="0062748B" w:rsidP="0062748B">
      <w:r>
        <w:t xml:space="preserve">2 .1.17      .         .        +INF       EPS       </w:t>
      </w:r>
    </w:p>
    <w:p w:rsidR="0062748B" w:rsidRDefault="0062748B" w:rsidP="0062748B">
      <w:r>
        <w:t xml:space="preserve">2 .1.18      .         .        +INF       EPS       </w:t>
      </w:r>
    </w:p>
    <w:p w:rsidR="0062748B" w:rsidRDefault="0062748B" w:rsidP="0062748B">
      <w:r>
        <w:t xml:space="preserve">2 .1.19      .         .        +INF       EPS       </w:t>
      </w:r>
    </w:p>
    <w:p w:rsidR="0062748B" w:rsidRDefault="0062748B" w:rsidP="0062748B">
      <w:r>
        <w:t xml:space="preserve">2 .1.20      .         .        +INF       EPS       </w:t>
      </w:r>
    </w:p>
    <w:p w:rsidR="0062748B" w:rsidRDefault="0062748B" w:rsidP="0062748B">
      <w:r>
        <w:t xml:space="preserve">2 .1.21      .         .        +INF       EPS       </w:t>
      </w:r>
    </w:p>
    <w:p w:rsidR="0062748B" w:rsidRDefault="0062748B" w:rsidP="0062748B">
      <w:r>
        <w:t xml:space="preserve">2 .1.22      .         .        +INF       EPS       </w:t>
      </w:r>
    </w:p>
    <w:p w:rsidR="0062748B" w:rsidRDefault="0062748B" w:rsidP="0062748B">
      <w:r>
        <w:t xml:space="preserve">2 .1.23      .         .        +INF       EPS       </w:t>
      </w:r>
    </w:p>
    <w:p w:rsidR="0062748B" w:rsidRDefault="0062748B" w:rsidP="0062748B">
      <w:r>
        <w:t xml:space="preserve">2 .1.24      .         .        +INF       EPS       </w:t>
      </w:r>
    </w:p>
    <w:p w:rsidR="0062748B" w:rsidRDefault="0062748B" w:rsidP="0062748B">
      <w:r>
        <w:t xml:space="preserve">2 .1.25      .         .        +INF       EPS       </w:t>
      </w:r>
    </w:p>
    <w:p w:rsidR="0062748B" w:rsidRDefault="0062748B" w:rsidP="0062748B">
      <w:r>
        <w:t xml:space="preserve">2 .1.26      .         .        +INF       EPS       </w:t>
      </w:r>
    </w:p>
    <w:p w:rsidR="0062748B" w:rsidRDefault="0062748B" w:rsidP="0062748B">
      <w:r>
        <w:t xml:space="preserve">2 .1.27      .         .        +INF       EPS       </w:t>
      </w:r>
    </w:p>
    <w:p w:rsidR="0062748B" w:rsidRDefault="0062748B" w:rsidP="0062748B">
      <w:r>
        <w:t xml:space="preserve">2 .1.28      .         .        +INF       EPS       </w:t>
      </w:r>
    </w:p>
    <w:p w:rsidR="0062748B" w:rsidRDefault="0062748B" w:rsidP="0062748B">
      <w:r>
        <w:t xml:space="preserve">2 .1.29      .         .        +INF       EPS       </w:t>
      </w:r>
    </w:p>
    <w:p w:rsidR="0062748B" w:rsidRDefault="0062748B" w:rsidP="0062748B">
      <w:r>
        <w:t xml:space="preserve">3 .1.1       .         .        +INF       EPS       </w:t>
      </w:r>
    </w:p>
    <w:p w:rsidR="0062748B" w:rsidRDefault="0062748B" w:rsidP="0062748B">
      <w:r>
        <w:t xml:space="preserve">3 .1.2       .         .        +INF       EPS       </w:t>
      </w:r>
    </w:p>
    <w:p w:rsidR="0062748B" w:rsidRDefault="0062748B" w:rsidP="0062748B">
      <w:r>
        <w:t xml:space="preserve">3 .1.3       .         .        +INF       EPS       </w:t>
      </w:r>
    </w:p>
    <w:p w:rsidR="0062748B" w:rsidRDefault="0062748B" w:rsidP="0062748B">
      <w:r>
        <w:t xml:space="preserve">3 .1.4       .         .        +INF       EPS       </w:t>
      </w:r>
    </w:p>
    <w:p w:rsidR="0062748B" w:rsidRDefault="0062748B" w:rsidP="0062748B">
      <w:r>
        <w:t xml:space="preserve">3 .1.5       .         .        +INF       EPS       </w:t>
      </w:r>
    </w:p>
    <w:p w:rsidR="0062748B" w:rsidRDefault="0062748B" w:rsidP="0062748B">
      <w:r>
        <w:t xml:space="preserve">3 .1.6       .         .        +INF       EPS       </w:t>
      </w:r>
    </w:p>
    <w:p w:rsidR="0062748B" w:rsidRDefault="0062748B" w:rsidP="0062748B">
      <w:r>
        <w:t xml:space="preserve">3 .1.7       .         .        +INF       EPS       </w:t>
      </w:r>
    </w:p>
    <w:p w:rsidR="0062748B" w:rsidRDefault="0062748B" w:rsidP="0062748B">
      <w:r>
        <w:t xml:space="preserve">3 .1.8       .         .        +INF       EPS       </w:t>
      </w:r>
    </w:p>
    <w:p w:rsidR="0062748B" w:rsidRDefault="0062748B" w:rsidP="0062748B">
      <w:r>
        <w:lastRenderedPageBreak/>
        <w:t xml:space="preserve">3 .1.9       .         .        +INF       EPS       </w:t>
      </w:r>
    </w:p>
    <w:p w:rsidR="0062748B" w:rsidRDefault="0062748B" w:rsidP="0062748B">
      <w:r>
        <w:t xml:space="preserve">3 .1.10      .         .        +INF       EPS       </w:t>
      </w:r>
    </w:p>
    <w:p w:rsidR="0062748B" w:rsidRDefault="0062748B" w:rsidP="0062748B">
      <w:r>
        <w:t xml:space="preserve">3 .1.11      .         .        +INF       EPS       </w:t>
      </w:r>
    </w:p>
    <w:p w:rsidR="0062748B" w:rsidRDefault="0062748B" w:rsidP="0062748B">
      <w:r>
        <w:t xml:space="preserve">3 .1.12      .         .        +INF       EPS       </w:t>
      </w:r>
    </w:p>
    <w:p w:rsidR="0062748B" w:rsidRDefault="0062748B" w:rsidP="0062748B">
      <w:r>
        <w:t xml:space="preserve">3 .1.13      .         .        +INF       EPS       </w:t>
      </w:r>
    </w:p>
    <w:p w:rsidR="0062748B" w:rsidRDefault="0062748B" w:rsidP="0062748B">
      <w:r>
        <w:t xml:space="preserve">3 .1.14      .         .        +INF       EPS       </w:t>
      </w:r>
    </w:p>
    <w:p w:rsidR="0062748B" w:rsidRDefault="0062748B" w:rsidP="0062748B">
      <w:r>
        <w:t xml:space="preserve">3 .1.15      .         .        +INF       EPS       </w:t>
      </w:r>
    </w:p>
    <w:p w:rsidR="0062748B" w:rsidRDefault="0062748B" w:rsidP="0062748B">
      <w:r>
        <w:t xml:space="preserve">3 .1.16      .         .        +INF       EPS       </w:t>
      </w:r>
    </w:p>
    <w:p w:rsidR="0062748B" w:rsidRDefault="0062748B" w:rsidP="0062748B">
      <w:r>
        <w:t xml:space="preserve">3 .1.17      .         .        +INF       EPS       </w:t>
      </w:r>
    </w:p>
    <w:p w:rsidR="0062748B" w:rsidRDefault="0062748B" w:rsidP="0062748B">
      <w:r>
        <w:t xml:space="preserve">3 .1.18      .         .        +INF       EPS       </w:t>
      </w:r>
    </w:p>
    <w:p w:rsidR="0062748B" w:rsidRDefault="0062748B" w:rsidP="0062748B">
      <w:r>
        <w:t xml:space="preserve">3 .1.19      .         .        +INF       EPS       </w:t>
      </w:r>
    </w:p>
    <w:p w:rsidR="0062748B" w:rsidRDefault="0062748B" w:rsidP="0062748B">
      <w:r>
        <w:t xml:space="preserve">3 .1.20      .         .        +INF       EPS       </w:t>
      </w:r>
    </w:p>
    <w:p w:rsidR="0062748B" w:rsidRDefault="0062748B" w:rsidP="0062748B">
      <w:r>
        <w:t xml:space="preserve">3 .1.21      .         .        +INF       EPS       </w:t>
      </w:r>
    </w:p>
    <w:p w:rsidR="0062748B" w:rsidRDefault="0062748B" w:rsidP="0062748B">
      <w:r>
        <w:t xml:space="preserve">3 .1.22      .         .        +INF       EPS       </w:t>
      </w:r>
    </w:p>
    <w:p w:rsidR="0062748B" w:rsidRDefault="0062748B" w:rsidP="0062748B">
      <w:r>
        <w:t xml:space="preserve">3 .1.23      .         .        +INF       EPS       </w:t>
      </w:r>
    </w:p>
    <w:p w:rsidR="0062748B" w:rsidRDefault="0062748B" w:rsidP="0062748B">
      <w:r>
        <w:t xml:space="preserve">3 .1.24      .         .        +INF       EPS       </w:t>
      </w:r>
    </w:p>
    <w:p w:rsidR="0062748B" w:rsidRDefault="0062748B" w:rsidP="0062748B">
      <w:r>
        <w:t xml:space="preserve">3 .1.25      .         .        +INF       EPS       </w:t>
      </w:r>
    </w:p>
    <w:p w:rsidR="0062748B" w:rsidRDefault="0062748B" w:rsidP="0062748B">
      <w:r>
        <w:t xml:space="preserve">3 .1.26      .         .        +INF       EPS       </w:t>
      </w:r>
    </w:p>
    <w:p w:rsidR="0062748B" w:rsidRDefault="0062748B" w:rsidP="0062748B">
      <w:r>
        <w:t xml:space="preserve">3 .1.27      .         .        +INF       EPS       </w:t>
      </w:r>
    </w:p>
    <w:p w:rsidR="0062748B" w:rsidRDefault="0062748B" w:rsidP="0062748B">
      <w:r>
        <w:t xml:space="preserve">3 .1.28      .         .        +INF       EPS       </w:t>
      </w:r>
    </w:p>
    <w:p w:rsidR="0062748B" w:rsidRDefault="0062748B" w:rsidP="0062748B">
      <w:r>
        <w:t xml:space="preserve">3 .1.29      .         .        +INF       EPS       </w:t>
      </w:r>
    </w:p>
    <w:p w:rsidR="0062748B" w:rsidRDefault="0062748B" w:rsidP="0062748B">
      <w:r>
        <w:t xml:space="preserve">4 .1.1       .         .        +INF       EPS       </w:t>
      </w:r>
    </w:p>
    <w:p w:rsidR="0062748B" w:rsidRDefault="0062748B" w:rsidP="0062748B">
      <w:r>
        <w:t xml:space="preserve">4 .1.2       .         .        +INF       EPS       </w:t>
      </w:r>
    </w:p>
    <w:p w:rsidR="0062748B" w:rsidRDefault="0062748B" w:rsidP="0062748B">
      <w:r>
        <w:t xml:space="preserve">4 .1.3       .         .        +INF       EPS       </w:t>
      </w:r>
    </w:p>
    <w:p w:rsidR="0062748B" w:rsidRDefault="0062748B" w:rsidP="0062748B">
      <w:r>
        <w:t xml:space="preserve">4 .1.4       .         .        +INF       EPS       </w:t>
      </w:r>
    </w:p>
    <w:p w:rsidR="0062748B" w:rsidRDefault="0062748B" w:rsidP="0062748B">
      <w:r>
        <w:lastRenderedPageBreak/>
        <w:t xml:space="preserve">4 .1.5       .         .        +INF       EPS       </w:t>
      </w:r>
    </w:p>
    <w:p w:rsidR="0062748B" w:rsidRDefault="0062748B" w:rsidP="0062748B">
      <w:r>
        <w:t xml:space="preserve">4 .1.6       .         .        +INF       EPS       </w:t>
      </w:r>
    </w:p>
    <w:p w:rsidR="0062748B" w:rsidRDefault="0062748B" w:rsidP="0062748B">
      <w:r>
        <w:t xml:space="preserve">4 .1.7       .         .        +INF       EPS       </w:t>
      </w:r>
    </w:p>
    <w:p w:rsidR="0062748B" w:rsidRDefault="0062748B" w:rsidP="0062748B">
      <w:r>
        <w:t xml:space="preserve">4 .1.8       .         .        +INF       EPS       </w:t>
      </w:r>
    </w:p>
    <w:p w:rsidR="0062748B" w:rsidRDefault="0062748B" w:rsidP="0062748B">
      <w:r>
        <w:t xml:space="preserve">4 .1.9       .         .        +INF       EPS       </w:t>
      </w:r>
    </w:p>
    <w:p w:rsidR="0062748B" w:rsidRDefault="0062748B" w:rsidP="0062748B">
      <w:r>
        <w:t xml:space="preserve">4 .1.10      .         .        +INF       EPS       </w:t>
      </w:r>
    </w:p>
    <w:p w:rsidR="0062748B" w:rsidRDefault="0062748B" w:rsidP="0062748B">
      <w:r>
        <w:t xml:space="preserve">4 .1.11      .         .        +INF       EPS       </w:t>
      </w:r>
    </w:p>
    <w:p w:rsidR="0062748B" w:rsidRDefault="0062748B" w:rsidP="0062748B">
      <w:r>
        <w:t xml:space="preserve">4 .1.12      .         .        +INF       EPS       </w:t>
      </w:r>
    </w:p>
    <w:p w:rsidR="0062748B" w:rsidRDefault="0062748B" w:rsidP="0062748B">
      <w:r>
        <w:t xml:space="preserve">4 .1.13      .         .        +INF       EPS       </w:t>
      </w:r>
    </w:p>
    <w:p w:rsidR="0062748B" w:rsidRDefault="0062748B" w:rsidP="0062748B">
      <w:r>
        <w:t xml:space="preserve">4 .1.14      .         .        +INF       EPS       </w:t>
      </w:r>
    </w:p>
    <w:p w:rsidR="0062748B" w:rsidRDefault="0062748B" w:rsidP="0062748B">
      <w:r>
        <w:t xml:space="preserve">4 .1.15      .         .        +INF       EPS       </w:t>
      </w:r>
    </w:p>
    <w:p w:rsidR="0062748B" w:rsidRDefault="0062748B" w:rsidP="0062748B">
      <w:r>
        <w:t xml:space="preserve">4 .1.16      .         .        +INF       EPS       </w:t>
      </w:r>
    </w:p>
    <w:p w:rsidR="0062748B" w:rsidRDefault="0062748B" w:rsidP="0062748B">
      <w:r>
        <w:t xml:space="preserve">4 .1.17      .         .        +INF       EPS       </w:t>
      </w:r>
    </w:p>
    <w:p w:rsidR="0062748B" w:rsidRDefault="0062748B" w:rsidP="0062748B">
      <w:r>
        <w:t xml:space="preserve">4 .1.18      .         .        +INF       EPS       </w:t>
      </w:r>
    </w:p>
    <w:p w:rsidR="0062748B" w:rsidRDefault="0062748B" w:rsidP="0062748B">
      <w:r>
        <w:t xml:space="preserve">4 .1.19      .         .        +INF       EPS       </w:t>
      </w:r>
    </w:p>
    <w:p w:rsidR="0062748B" w:rsidRDefault="0062748B" w:rsidP="0062748B">
      <w:r>
        <w:t xml:space="preserve">4 .1.20      .         .        +INF       EPS       </w:t>
      </w:r>
    </w:p>
    <w:p w:rsidR="0062748B" w:rsidRDefault="0062748B" w:rsidP="0062748B">
      <w:r>
        <w:t xml:space="preserve">4 .1.21      .         .        +INF       EPS       </w:t>
      </w:r>
    </w:p>
    <w:p w:rsidR="0062748B" w:rsidRDefault="0062748B" w:rsidP="0062748B">
      <w:r>
        <w:t xml:space="preserve">4 .1.22      .         .        +INF       EPS       </w:t>
      </w:r>
    </w:p>
    <w:p w:rsidR="0062748B" w:rsidRDefault="0062748B" w:rsidP="0062748B">
      <w:r>
        <w:t xml:space="preserve">4 .1.23      .         .        +INF       EPS       </w:t>
      </w:r>
    </w:p>
    <w:p w:rsidR="0062748B" w:rsidRDefault="0062748B" w:rsidP="0062748B">
      <w:r>
        <w:t xml:space="preserve">4 .1.24      .         .        +INF       EPS       </w:t>
      </w:r>
    </w:p>
    <w:p w:rsidR="0062748B" w:rsidRDefault="0062748B" w:rsidP="0062748B">
      <w:r>
        <w:t xml:space="preserve">4 .1.25      .         .        +INF       EPS       </w:t>
      </w:r>
    </w:p>
    <w:p w:rsidR="0062748B" w:rsidRDefault="0062748B" w:rsidP="0062748B">
      <w:r>
        <w:t xml:space="preserve">4 .1.26      .         .        +INF       EPS       </w:t>
      </w:r>
    </w:p>
    <w:p w:rsidR="0062748B" w:rsidRDefault="0062748B" w:rsidP="0062748B">
      <w:r>
        <w:t xml:space="preserve">4 .1.27      .         .        +INF       EPS       </w:t>
      </w:r>
    </w:p>
    <w:p w:rsidR="0062748B" w:rsidRDefault="0062748B" w:rsidP="0062748B">
      <w:r>
        <w:t xml:space="preserve">4 .1.28      .         .        +INF       EPS       </w:t>
      </w:r>
    </w:p>
    <w:p w:rsidR="0062748B" w:rsidRDefault="0062748B" w:rsidP="0062748B">
      <w:r>
        <w:t xml:space="preserve">4 .1.29      .         .        +INF       EPS       </w:t>
      </w:r>
    </w:p>
    <w:p w:rsidR="0062748B" w:rsidRDefault="0062748B" w:rsidP="0062748B">
      <w:r>
        <w:lastRenderedPageBreak/>
        <w:t xml:space="preserve">5 .1.1       .         .        +INF       EPS       </w:t>
      </w:r>
    </w:p>
    <w:p w:rsidR="0062748B" w:rsidRDefault="0062748B" w:rsidP="0062748B">
      <w:r>
        <w:t xml:space="preserve">5 .1.2       .         .        +INF       EPS       </w:t>
      </w:r>
    </w:p>
    <w:p w:rsidR="0062748B" w:rsidRDefault="0062748B" w:rsidP="0062748B">
      <w:r>
        <w:t xml:space="preserve">5 .1.3       .         .        +INF       EPS       </w:t>
      </w:r>
    </w:p>
    <w:p w:rsidR="0062748B" w:rsidRDefault="0062748B" w:rsidP="0062748B">
      <w:r>
        <w:t xml:space="preserve">5 .1.4       .         .        +INF       EPS       </w:t>
      </w:r>
    </w:p>
    <w:p w:rsidR="0062748B" w:rsidRDefault="0062748B" w:rsidP="0062748B">
      <w:r>
        <w:t xml:space="preserve">5 .1.5       .         .        +INF       EPS       </w:t>
      </w:r>
    </w:p>
    <w:p w:rsidR="0062748B" w:rsidRDefault="0062748B" w:rsidP="0062748B">
      <w:r>
        <w:t xml:space="preserve">5 .1.6       .         .        +INF       EPS       </w:t>
      </w:r>
    </w:p>
    <w:p w:rsidR="0062748B" w:rsidRDefault="0062748B" w:rsidP="0062748B">
      <w:r>
        <w:t xml:space="preserve">5 .1.7       .         .        +INF       EPS       </w:t>
      </w:r>
    </w:p>
    <w:p w:rsidR="0062748B" w:rsidRDefault="0062748B" w:rsidP="0062748B">
      <w:r>
        <w:t xml:space="preserve">5 .1.8       .         .        +INF       EPS       </w:t>
      </w:r>
    </w:p>
    <w:p w:rsidR="0062748B" w:rsidRDefault="0062748B" w:rsidP="0062748B">
      <w:r>
        <w:t xml:space="preserve">5 .1.9       .         .        +INF       EPS       </w:t>
      </w:r>
    </w:p>
    <w:p w:rsidR="0062748B" w:rsidRDefault="0062748B" w:rsidP="0062748B">
      <w:r>
        <w:t xml:space="preserve">5 .1.10      .         .        +INF       EPS       </w:t>
      </w:r>
    </w:p>
    <w:p w:rsidR="0062748B" w:rsidRDefault="0062748B" w:rsidP="0062748B">
      <w:r>
        <w:t xml:space="preserve">5 .1.11      .         .        +INF       EPS       </w:t>
      </w:r>
    </w:p>
    <w:p w:rsidR="0062748B" w:rsidRDefault="0062748B" w:rsidP="0062748B">
      <w:r>
        <w:t xml:space="preserve">5 .1.12      .         .        +INF       EPS       </w:t>
      </w:r>
    </w:p>
    <w:p w:rsidR="0062748B" w:rsidRDefault="0062748B" w:rsidP="0062748B">
      <w:r>
        <w:t xml:space="preserve">5 .1.13      .         .        +INF       EPS       </w:t>
      </w:r>
    </w:p>
    <w:p w:rsidR="0062748B" w:rsidRDefault="0062748B" w:rsidP="0062748B">
      <w:r>
        <w:t xml:space="preserve">5 .1.14      .         .        +INF       EPS       </w:t>
      </w:r>
    </w:p>
    <w:p w:rsidR="0062748B" w:rsidRDefault="0062748B" w:rsidP="0062748B">
      <w:r>
        <w:t xml:space="preserve">5 .1.15      .         .        +INF       EPS       </w:t>
      </w:r>
    </w:p>
    <w:p w:rsidR="0062748B" w:rsidRDefault="0062748B" w:rsidP="0062748B">
      <w:r>
        <w:t xml:space="preserve">5 .1.16      .         .        +INF       EPS       </w:t>
      </w:r>
    </w:p>
    <w:p w:rsidR="0062748B" w:rsidRDefault="0062748B" w:rsidP="0062748B">
      <w:r>
        <w:t xml:space="preserve">5 .1.17      .         .        +INF       EPS       </w:t>
      </w:r>
    </w:p>
    <w:p w:rsidR="0062748B" w:rsidRDefault="0062748B" w:rsidP="0062748B">
      <w:r>
        <w:t xml:space="preserve">5 .1.18      .         .        +INF       EPS       </w:t>
      </w:r>
    </w:p>
    <w:p w:rsidR="0062748B" w:rsidRDefault="0062748B" w:rsidP="0062748B">
      <w:r>
        <w:t xml:space="preserve">5 .1.19      .         .        +INF       EPS       </w:t>
      </w:r>
    </w:p>
    <w:p w:rsidR="0062748B" w:rsidRDefault="0062748B" w:rsidP="0062748B">
      <w:r>
        <w:t xml:space="preserve">5 .1.20      .         .        +INF       EPS       </w:t>
      </w:r>
    </w:p>
    <w:p w:rsidR="0062748B" w:rsidRDefault="0062748B" w:rsidP="0062748B">
      <w:r>
        <w:t xml:space="preserve">5 .1.21      .         .        +INF       EPS       </w:t>
      </w:r>
    </w:p>
    <w:p w:rsidR="0062748B" w:rsidRDefault="0062748B" w:rsidP="0062748B">
      <w:r>
        <w:t xml:space="preserve">5 .1.22      .         .        +INF       EPS       </w:t>
      </w:r>
    </w:p>
    <w:p w:rsidR="0062748B" w:rsidRDefault="0062748B" w:rsidP="0062748B">
      <w:r>
        <w:t xml:space="preserve">5 .1.23      .         .        +INF       EPS       </w:t>
      </w:r>
    </w:p>
    <w:p w:rsidR="0062748B" w:rsidRDefault="0062748B" w:rsidP="0062748B">
      <w:r>
        <w:t xml:space="preserve">5 .1.24      .         .        +INF       EPS       </w:t>
      </w:r>
    </w:p>
    <w:p w:rsidR="0062748B" w:rsidRDefault="0062748B" w:rsidP="0062748B">
      <w:r>
        <w:t xml:space="preserve">5 .1.25      .         .        +INF       EPS       </w:t>
      </w:r>
    </w:p>
    <w:p w:rsidR="0062748B" w:rsidRDefault="0062748B" w:rsidP="0062748B">
      <w:r>
        <w:lastRenderedPageBreak/>
        <w:t xml:space="preserve">5 .1.26      .         .        +INF       EPS       </w:t>
      </w:r>
    </w:p>
    <w:p w:rsidR="0062748B" w:rsidRDefault="0062748B" w:rsidP="0062748B">
      <w:r>
        <w:t xml:space="preserve">5 .1.27      .         .        +INF       EPS       </w:t>
      </w:r>
    </w:p>
    <w:p w:rsidR="0062748B" w:rsidRDefault="0062748B" w:rsidP="0062748B">
      <w:r>
        <w:t xml:space="preserve">5 .1.28      .         .        +INF       EPS       </w:t>
      </w:r>
    </w:p>
    <w:p w:rsidR="0062748B" w:rsidRDefault="0062748B" w:rsidP="0062748B">
      <w:r>
        <w:t xml:space="preserve">5 .1.29      .         .        +INF       EPS       </w:t>
      </w:r>
    </w:p>
    <w:p w:rsidR="0062748B" w:rsidRDefault="0062748B" w:rsidP="0062748B">
      <w:r>
        <w:t xml:space="preserve">6 .1.1       .         .        +INF       EPS       </w:t>
      </w:r>
    </w:p>
    <w:p w:rsidR="0062748B" w:rsidRDefault="0062748B" w:rsidP="0062748B">
      <w:r>
        <w:t xml:space="preserve">6 .1.2       .         .        +INF       EPS       </w:t>
      </w:r>
    </w:p>
    <w:p w:rsidR="0062748B" w:rsidRDefault="0062748B" w:rsidP="0062748B">
      <w:r>
        <w:t xml:space="preserve">6 .1.3       .         .        +INF       EPS       </w:t>
      </w:r>
    </w:p>
    <w:p w:rsidR="0062748B" w:rsidRDefault="0062748B" w:rsidP="0062748B">
      <w:r>
        <w:t xml:space="preserve">6 .1.4       .         .        +INF       EPS       </w:t>
      </w:r>
    </w:p>
    <w:p w:rsidR="0062748B" w:rsidRDefault="0062748B" w:rsidP="0062748B">
      <w:r>
        <w:t xml:space="preserve">6 .1.5       .         .        +INF       EPS       </w:t>
      </w:r>
    </w:p>
    <w:p w:rsidR="0062748B" w:rsidRDefault="0062748B" w:rsidP="0062748B">
      <w:r>
        <w:t xml:space="preserve">6 .1.6       .         .        +INF       EPS       </w:t>
      </w:r>
    </w:p>
    <w:p w:rsidR="0062748B" w:rsidRDefault="0062748B" w:rsidP="0062748B">
      <w:r>
        <w:t xml:space="preserve">6 .1.7       .         .        +INF       EPS       </w:t>
      </w:r>
    </w:p>
    <w:p w:rsidR="0062748B" w:rsidRDefault="0062748B" w:rsidP="0062748B">
      <w:r>
        <w:t xml:space="preserve">6 .1.8       .         .        +INF       EPS       </w:t>
      </w:r>
    </w:p>
    <w:p w:rsidR="0062748B" w:rsidRDefault="0062748B" w:rsidP="0062748B">
      <w:r>
        <w:t xml:space="preserve">6 .1.9       .         .        +INF       EPS       </w:t>
      </w:r>
    </w:p>
    <w:p w:rsidR="0062748B" w:rsidRDefault="0062748B" w:rsidP="0062748B">
      <w:r>
        <w:t xml:space="preserve">6 .1.10      .         .        +INF       EPS       </w:t>
      </w:r>
    </w:p>
    <w:p w:rsidR="0062748B" w:rsidRDefault="0062748B" w:rsidP="0062748B">
      <w:r>
        <w:t xml:space="preserve">6 .1.11      .         .        +INF       EPS       </w:t>
      </w:r>
    </w:p>
    <w:p w:rsidR="0062748B" w:rsidRDefault="0062748B" w:rsidP="0062748B">
      <w:r>
        <w:t xml:space="preserve">6 .1.12      .         .        +INF       EPS       </w:t>
      </w:r>
    </w:p>
    <w:p w:rsidR="0062748B" w:rsidRDefault="0062748B" w:rsidP="0062748B">
      <w:r>
        <w:t xml:space="preserve">6 .1.13      .         .        +INF       EPS       </w:t>
      </w:r>
    </w:p>
    <w:p w:rsidR="0062748B" w:rsidRDefault="0062748B" w:rsidP="0062748B">
      <w:r>
        <w:t xml:space="preserve">6 .1.14      .         .        +INF       EPS       </w:t>
      </w:r>
    </w:p>
    <w:p w:rsidR="0062748B" w:rsidRDefault="0062748B" w:rsidP="0062748B">
      <w:r>
        <w:t xml:space="preserve">6 .1.15      .         .        +INF       EPS       </w:t>
      </w:r>
    </w:p>
    <w:p w:rsidR="0062748B" w:rsidRDefault="0062748B" w:rsidP="0062748B">
      <w:r>
        <w:t xml:space="preserve">6 .1.16      .         .        +INF       EPS       </w:t>
      </w:r>
    </w:p>
    <w:p w:rsidR="0062748B" w:rsidRDefault="0062748B" w:rsidP="0062748B">
      <w:r>
        <w:t xml:space="preserve">6 .1.17      .         .        +INF       EPS       </w:t>
      </w:r>
    </w:p>
    <w:p w:rsidR="0062748B" w:rsidRDefault="0062748B" w:rsidP="0062748B">
      <w:r>
        <w:t xml:space="preserve">6 .1.18      .         .        +INF       EPS       </w:t>
      </w:r>
    </w:p>
    <w:p w:rsidR="0062748B" w:rsidRDefault="0062748B" w:rsidP="0062748B">
      <w:r>
        <w:t xml:space="preserve">6 .1.19      .         .        +INF       EPS       </w:t>
      </w:r>
    </w:p>
    <w:p w:rsidR="0062748B" w:rsidRDefault="0062748B" w:rsidP="0062748B">
      <w:r>
        <w:t xml:space="preserve">6 .1.20      .         .        +INF       EPS       </w:t>
      </w:r>
    </w:p>
    <w:p w:rsidR="0062748B" w:rsidRDefault="0062748B" w:rsidP="0062748B">
      <w:r>
        <w:t xml:space="preserve">6 .1.21      .         .        +INF       EPS       </w:t>
      </w:r>
    </w:p>
    <w:p w:rsidR="0062748B" w:rsidRDefault="0062748B" w:rsidP="0062748B">
      <w:r>
        <w:lastRenderedPageBreak/>
        <w:t xml:space="preserve">6 .1.22      .         .        +INF       EPS       </w:t>
      </w:r>
    </w:p>
    <w:p w:rsidR="0062748B" w:rsidRDefault="0062748B" w:rsidP="0062748B">
      <w:r>
        <w:t xml:space="preserve">6 .1.23      .         .        +INF       EPS       </w:t>
      </w:r>
    </w:p>
    <w:p w:rsidR="0062748B" w:rsidRDefault="0062748B" w:rsidP="0062748B">
      <w:r>
        <w:t xml:space="preserve">6 .1.24      .         .        +INF       EPS       </w:t>
      </w:r>
    </w:p>
    <w:p w:rsidR="0062748B" w:rsidRDefault="0062748B" w:rsidP="0062748B">
      <w:r>
        <w:t xml:space="preserve">6 .1.25      .         .        +INF       EPS       </w:t>
      </w:r>
    </w:p>
    <w:p w:rsidR="0062748B" w:rsidRDefault="0062748B" w:rsidP="0062748B">
      <w:r>
        <w:t xml:space="preserve">6 .1.26      .         .        +INF       EPS       </w:t>
      </w:r>
    </w:p>
    <w:p w:rsidR="0062748B" w:rsidRDefault="0062748B" w:rsidP="0062748B">
      <w:r>
        <w:t xml:space="preserve">6 .1.27      .         .        +INF       EPS       </w:t>
      </w:r>
    </w:p>
    <w:p w:rsidR="0062748B" w:rsidRDefault="0062748B" w:rsidP="0062748B">
      <w:r>
        <w:t xml:space="preserve">6 .1.28      .         .        +INF       EPS       </w:t>
      </w:r>
    </w:p>
    <w:p w:rsidR="0062748B" w:rsidRDefault="0062748B" w:rsidP="0062748B">
      <w:r>
        <w:t xml:space="preserve">6 .1.29      .         .        +INF       EPS       </w:t>
      </w:r>
    </w:p>
    <w:p w:rsidR="0062748B" w:rsidRDefault="0062748B" w:rsidP="0062748B">
      <w:r>
        <w:t xml:space="preserve">7 .1.1       .         .        +INF       EPS       </w:t>
      </w:r>
    </w:p>
    <w:p w:rsidR="0062748B" w:rsidRDefault="0062748B" w:rsidP="0062748B">
      <w:r>
        <w:t xml:space="preserve">7 .1.2       .         .        +INF       EPS       </w:t>
      </w:r>
    </w:p>
    <w:p w:rsidR="0062748B" w:rsidRDefault="0062748B" w:rsidP="0062748B">
      <w:r>
        <w:t xml:space="preserve">7 .1.3       .         .        +INF       EPS       </w:t>
      </w:r>
    </w:p>
    <w:p w:rsidR="0062748B" w:rsidRDefault="0062748B" w:rsidP="0062748B">
      <w:r>
        <w:t xml:space="preserve">7 .1.4       .         .        +INF       EPS       </w:t>
      </w:r>
    </w:p>
    <w:p w:rsidR="0062748B" w:rsidRDefault="0062748B" w:rsidP="0062748B">
      <w:r>
        <w:t xml:space="preserve">7 .1.5       .         .        +INF       EPS       </w:t>
      </w:r>
    </w:p>
    <w:p w:rsidR="0062748B" w:rsidRDefault="0062748B" w:rsidP="0062748B">
      <w:r>
        <w:t xml:space="preserve">7 .1.6       .         .        +INF       EPS       </w:t>
      </w:r>
    </w:p>
    <w:p w:rsidR="0062748B" w:rsidRDefault="0062748B" w:rsidP="0062748B">
      <w:r>
        <w:t xml:space="preserve">7 .1.7       .         .        +INF       EPS       </w:t>
      </w:r>
    </w:p>
    <w:p w:rsidR="0062748B" w:rsidRDefault="0062748B" w:rsidP="0062748B">
      <w:r>
        <w:t xml:space="preserve">7 .1.8       .         .        +INF       EPS       </w:t>
      </w:r>
    </w:p>
    <w:p w:rsidR="0062748B" w:rsidRDefault="0062748B" w:rsidP="0062748B">
      <w:r>
        <w:t xml:space="preserve">7 .1.9       .         .        +INF       EPS       </w:t>
      </w:r>
    </w:p>
    <w:p w:rsidR="0062748B" w:rsidRDefault="0062748B" w:rsidP="0062748B">
      <w:r>
        <w:t xml:space="preserve">7 .1.10      .         .        +INF       EPS       </w:t>
      </w:r>
    </w:p>
    <w:p w:rsidR="0062748B" w:rsidRDefault="0062748B" w:rsidP="0062748B">
      <w:r>
        <w:t xml:space="preserve">7 .1.11      .         .        +INF       EPS       </w:t>
      </w:r>
    </w:p>
    <w:p w:rsidR="0062748B" w:rsidRDefault="0062748B" w:rsidP="0062748B">
      <w:r>
        <w:t xml:space="preserve">7 .1.12      .         .        +INF       EPS       </w:t>
      </w:r>
    </w:p>
    <w:p w:rsidR="0062748B" w:rsidRDefault="0062748B" w:rsidP="0062748B">
      <w:r>
        <w:t xml:space="preserve">7 .1.13      .         .        +INF       EPS       </w:t>
      </w:r>
    </w:p>
    <w:p w:rsidR="0062748B" w:rsidRDefault="0062748B" w:rsidP="0062748B">
      <w:r>
        <w:t xml:space="preserve">7 .1.14      .         .        +INF       EPS       </w:t>
      </w:r>
    </w:p>
    <w:p w:rsidR="0062748B" w:rsidRDefault="0062748B" w:rsidP="0062748B">
      <w:r>
        <w:t xml:space="preserve">7 .1.15      .         .        +INF       EPS       </w:t>
      </w:r>
    </w:p>
    <w:p w:rsidR="0062748B" w:rsidRDefault="0062748B" w:rsidP="0062748B">
      <w:r>
        <w:t xml:space="preserve">7 .1.16      .         .        +INF       EPS       </w:t>
      </w:r>
    </w:p>
    <w:p w:rsidR="0062748B" w:rsidRDefault="0062748B" w:rsidP="0062748B">
      <w:r>
        <w:t xml:space="preserve">7 .1.17      .         .        +INF       EPS       </w:t>
      </w:r>
    </w:p>
    <w:p w:rsidR="0062748B" w:rsidRDefault="0062748B" w:rsidP="0062748B">
      <w:r>
        <w:lastRenderedPageBreak/>
        <w:t xml:space="preserve">7 .1.18      .         .        +INF       EPS       </w:t>
      </w:r>
    </w:p>
    <w:p w:rsidR="0062748B" w:rsidRDefault="0062748B" w:rsidP="0062748B">
      <w:r>
        <w:t xml:space="preserve">7 .1.19      .         .        +INF       EPS       </w:t>
      </w:r>
    </w:p>
    <w:p w:rsidR="0062748B" w:rsidRDefault="0062748B" w:rsidP="0062748B">
      <w:r>
        <w:t xml:space="preserve">7 .1.20      .         .        +INF       EPS       </w:t>
      </w:r>
    </w:p>
    <w:p w:rsidR="0062748B" w:rsidRDefault="0062748B" w:rsidP="0062748B">
      <w:r>
        <w:t xml:space="preserve">7 .1.21      .         .        +INF       EPS       </w:t>
      </w:r>
    </w:p>
    <w:p w:rsidR="0062748B" w:rsidRDefault="0062748B" w:rsidP="0062748B">
      <w:r>
        <w:t xml:space="preserve">7 .1.22      .         .        +INF       EPS       </w:t>
      </w:r>
    </w:p>
    <w:p w:rsidR="0062748B" w:rsidRDefault="0062748B" w:rsidP="0062748B">
      <w:r>
        <w:t xml:space="preserve">7 .1.23      .         .        +INF       EPS       </w:t>
      </w:r>
    </w:p>
    <w:p w:rsidR="0062748B" w:rsidRDefault="0062748B" w:rsidP="0062748B">
      <w:r>
        <w:t xml:space="preserve">7 .1.24      .         .        +INF       EPS       </w:t>
      </w:r>
    </w:p>
    <w:p w:rsidR="0062748B" w:rsidRDefault="0062748B" w:rsidP="0062748B">
      <w:r>
        <w:t xml:space="preserve">7 .1.25      .         .        +INF       EPS       </w:t>
      </w:r>
    </w:p>
    <w:p w:rsidR="0062748B" w:rsidRDefault="0062748B" w:rsidP="0062748B">
      <w:r>
        <w:t xml:space="preserve">7 .1.26      .         .        +INF       EPS       </w:t>
      </w:r>
    </w:p>
    <w:p w:rsidR="0062748B" w:rsidRDefault="0062748B" w:rsidP="0062748B">
      <w:r>
        <w:t xml:space="preserve">7 .1.27      .         .        +INF       EPS       </w:t>
      </w:r>
    </w:p>
    <w:p w:rsidR="0062748B" w:rsidRDefault="0062748B" w:rsidP="0062748B">
      <w:r>
        <w:t xml:space="preserve">7 .1.28      .         .        +INF       EPS       </w:t>
      </w:r>
    </w:p>
    <w:p w:rsidR="0062748B" w:rsidRDefault="0062748B" w:rsidP="0062748B">
      <w:r>
        <w:t xml:space="preserve">7 .1.29      .         .        +INF       EPS       </w:t>
      </w:r>
    </w:p>
    <w:p w:rsidR="0062748B" w:rsidRDefault="0062748B" w:rsidP="0062748B">
      <w:r>
        <w:t xml:space="preserve">8 .1.1       .         .        +INF       EPS       </w:t>
      </w:r>
    </w:p>
    <w:p w:rsidR="0062748B" w:rsidRDefault="0062748B" w:rsidP="0062748B">
      <w:r>
        <w:t xml:space="preserve">8 .1.2       .         .        +INF       EPS       </w:t>
      </w:r>
    </w:p>
    <w:p w:rsidR="0062748B" w:rsidRDefault="0062748B" w:rsidP="0062748B">
      <w:r>
        <w:t xml:space="preserve">8 .1.3       .         .        +INF       EPS       </w:t>
      </w:r>
    </w:p>
    <w:p w:rsidR="0062748B" w:rsidRDefault="0062748B" w:rsidP="0062748B">
      <w:r>
        <w:t xml:space="preserve">8 .1.4       .         .        +INF       EPS       </w:t>
      </w:r>
    </w:p>
    <w:p w:rsidR="0062748B" w:rsidRDefault="0062748B" w:rsidP="0062748B">
      <w:r>
        <w:t xml:space="preserve">8 .1.5       .         .        +INF       EPS       </w:t>
      </w:r>
    </w:p>
    <w:p w:rsidR="0062748B" w:rsidRDefault="0062748B" w:rsidP="0062748B">
      <w:r>
        <w:t xml:space="preserve">8 .1.6       .         .        +INF       EPS       </w:t>
      </w:r>
    </w:p>
    <w:p w:rsidR="0062748B" w:rsidRDefault="0062748B" w:rsidP="0062748B">
      <w:r>
        <w:t xml:space="preserve">8 .1.7       .         .        +INF       EPS       </w:t>
      </w:r>
    </w:p>
    <w:p w:rsidR="0062748B" w:rsidRDefault="0062748B" w:rsidP="0062748B">
      <w:r>
        <w:t xml:space="preserve">8 .1.8       .         .        +INF       EPS       </w:t>
      </w:r>
    </w:p>
    <w:p w:rsidR="0062748B" w:rsidRDefault="0062748B" w:rsidP="0062748B">
      <w:r>
        <w:t xml:space="preserve">8 .1.9       .         .        +INF       EPS       </w:t>
      </w:r>
    </w:p>
    <w:p w:rsidR="0062748B" w:rsidRDefault="0062748B" w:rsidP="0062748B">
      <w:r>
        <w:t xml:space="preserve">8 .1.10      .         .        +INF       EPS       </w:t>
      </w:r>
    </w:p>
    <w:p w:rsidR="0062748B" w:rsidRDefault="0062748B" w:rsidP="0062748B">
      <w:r>
        <w:t xml:space="preserve">8 .1.11      .         .        +INF       EPS       </w:t>
      </w:r>
    </w:p>
    <w:p w:rsidR="0062748B" w:rsidRDefault="0062748B" w:rsidP="0062748B">
      <w:r>
        <w:t xml:space="preserve">8 .1.12      .         .        +INF       EPS       </w:t>
      </w:r>
    </w:p>
    <w:p w:rsidR="0062748B" w:rsidRDefault="0062748B" w:rsidP="0062748B">
      <w:r>
        <w:t xml:space="preserve">8 .1.13      .         .        +INF       EPS       </w:t>
      </w:r>
    </w:p>
    <w:p w:rsidR="0062748B" w:rsidRDefault="0062748B" w:rsidP="0062748B">
      <w:r>
        <w:lastRenderedPageBreak/>
        <w:t xml:space="preserve">8 .1.14      .         .        +INF       EPS       </w:t>
      </w:r>
    </w:p>
    <w:p w:rsidR="0062748B" w:rsidRDefault="0062748B" w:rsidP="0062748B">
      <w:r>
        <w:t xml:space="preserve">8 .1.15      .         .        +INF       EPS       </w:t>
      </w:r>
    </w:p>
    <w:p w:rsidR="0062748B" w:rsidRDefault="0062748B" w:rsidP="0062748B">
      <w:r>
        <w:t xml:space="preserve">8 .1.16      .         .        +INF       EPS       </w:t>
      </w:r>
    </w:p>
    <w:p w:rsidR="0062748B" w:rsidRDefault="0062748B" w:rsidP="0062748B">
      <w:r>
        <w:t xml:space="preserve">8 .1.17      .         .        +INF       EPS       </w:t>
      </w:r>
    </w:p>
    <w:p w:rsidR="0062748B" w:rsidRDefault="0062748B" w:rsidP="0062748B">
      <w:r>
        <w:t xml:space="preserve">8 .1.18      .         .        +INF       EPS       </w:t>
      </w:r>
    </w:p>
    <w:p w:rsidR="0062748B" w:rsidRDefault="0062748B" w:rsidP="0062748B">
      <w:r>
        <w:t xml:space="preserve">8 .1.19      .         .        +INF       EPS       </w:t>
      </w:r>
    </w:p>
    <w:p w:rsidR="0062748B" w:rsidRDefault="0062748B" w:rsidP="0062748B">
      <w:r>
        <w:t xml:space="preserve">8 .1.20      .         .        +INF       EPS       </w:t>
      </w:r>
    </w:p>
    <w:p w:rsidR="0062748B" w:rsidRDefault="0062748B" w:rsidP="0062748B">
      <w:r>
        <w:t xml:space="preserve">8 .1.21      .         .        +INF       EPS       </w:t>
      </w:r>
    </w:p>
    <w:p w:rsidR="0062748B" w:rsidRDefault="0062748B" w:rsidP="0062748B">
      <w:r>
        <w:t xml:space="preserve">8 .1.22      .         .        +INF       EPS       </w:t>
      </w:r>
    </w:p>
    <w:p w:rsidR="0062748B" w:rsidRDefault="0062748B" w:rsidP="0062748B">
      <w:r>
        <w:t xml:space="preserve">8 .1.23      .         .        +INF       EPS       </w:t>
      </w:r>
    </w:p>
    <w:p w:rsidR="0062748B" w:rsidRDefault="0062748B" w:rsidP="0062748B">
      <w:r>
        <w:t xml:space="preserve">8 .1.24      .         .        +INF       EPS       </w:t>
      </w:r>
    </w:p>
    <w:p w:rsidR="0062748B" w:rsidRDefault="0062748B" w:rsidP="0062748B">
      <w:r>
        <w:t xml:space="preserve">8 .1.25      .         .        +INF       EPS       </w:t>
      </w:r>
    </w:p>
    <w:p w:rsidR="0062748B" w:rsidRDefault="0062748B" w:rsidP="0062748B">
      <w:r>
        <w:t xml:space="preserve">8 .1.26      .         .        +INF       EPS       </w:t>
      </w:r>
    </w:p>
    <w:p w:rsidR="0062748B" w:rsidRDefault="0062748B" w:rsidP="0062748B">
      <w:r>
        <w:t xml:space="preserve">8 .1.27      .         .        +INF       EPS       </w:t>
      </w:r>
    </w:p>
    <w:p w:rsidR="0062748B" w:rsidRDefault="0062748B" w:rsidP="0062748B">
      <w:r>
        <w:t xml:space="preserve">8 .1.28      .         .        +INF       EPS       </w:t>
      </w:r>
    </w:p>
    <w:p w:rsidR="0062748B" w:rsidRDefault="0062748B" w:rsidP="0062748B">
      <w:r>
        <w:t xml:space="preserve">8 .1.29      .         .        +INF       EPS       </w:t>
      </w:r>
    </w:p>
    <w:p w:rsidR="0062748B" w:rsidRDefault="0062748B" w:rsidP="0062748B">
      <w:r>
        <w:t xml:space="preserve">9 .1.1       .         .        +INF       EPS       </w:t>
      </w:r>
    </w:p>
    <w:p w:rsidR="0062748B" w:rsidRDefault="0062748B" w:rsidP="0062748B">
      <w:r>
        <w:t xml:space="preserve">9 .1.2       .         .        +INF       EPS       </w:t>
      </w:r>
    </w:p>
    <w:p w:rsidR="0062748B" w:rsidRDefault="0062748B" w:rsidP="0062748B">
      <w:r>
        <w:t xml:space="preserve">9 .1.3       .         .        +INF       EPS       </w:t>
      </w:r>
    </w:p>
    <w:p w:rsidR="0062748B" w:rsidRDefault="0062748B" w:rsidP="0062748B">
      <w:r>
        <w:t xml:space="preserve">9 .1.4       .         .        +INF       EPS       </w:t>
      </w:r>
    </w:p>
    <w:p w:rsidR="0062748B" w:rsidRDefault="0062748B" w:rsidP="0062748B">
      <w:r>
        <w:t xml:space="preserve">9 .1.5       .         .        +INF       EPS       </w:t>
      </w:r>
    </w:p>
    <w:p w:rsidR="0062748B" w:rsidRDefault="0062748B" w:rsidP="0062748B">
      <w:r>
        <w:t xml:space="preserve">9 .1.6       .         .        +INF       EPS       </w:t>
      </w:r>
    </w:p>
    <w:p w:rsidR="0062748B" w:rsidRDefault="0062748B" w:rsidP="0062748B">
      <w:r>
        <w:t xml:space="preserve">9 .1.7       .         .        +INF       EPS       </w:t>
      </w:r>
    </w:p>
    <w:p w:rsidR="0062748B" w:rsidRDefault="0062748B" w:rsidP="0062748B">
      <w:r>
        <w:t xml:space="preserve">9 .1.8       .         .        +INF       EPS       </w:t>
      </w:r>
    </w:p>
    <w:p w:rsidR="0062748B" w:rsidRDefault="0062748B" w:rsidP="0062748B">
      <w:r>
        <w:t xml:space="preserve">9 .1.9       .         .        +INF       EPS       </w:t>
      </w:r>
    </w:p>
    <w:p w:rsidR="0062748B" w:rsidRDefault="0062748B" w:rsidP="0062748B">
      <w:r>
        <w:lastRenderedPageBreak/>
        <w:t xml:space="preserve">9 .1.10      .         .        +INF       EPS       </w:t>
      </w:r>
    </w:p>
    <w:p w:rsidR="0062748B" w:rsidRDefault="0062748B" w:rsidP="0062748B">
      <w:r>
        <w:t xml:space="preserve">9 .1.11      .         .        +INF       EPS       </w:t>
      </w:r>
    </w:p>
    <w:p w:rsidR="0062748B" w:rsidRDefault="0062748B" w:rsidP="0062748B">
      <w:r>
        <w:t xml:space="preserve">9 .1.12      .         .        +INF       EPS       </w:t>
      </w:r>
    </w:p>
    <w:p w:rsidR="0062748B" w:rsidRDefault="0062748B" w:rsidP="0062748B">
      <w:r>
        <w:t xml:space="preserve">9 .1.13      .         .        +INF       EPS       </w:t>
      </w:r>
    </w:p>
    <w:p w:rsidR="0062748B" w:rsidRDefault="0062748B" w:rsidP="0062748B">
      <w:r>
        <w:t xml:space="preserve">9 .1.14      .         .        +INF       EPS       </w:t>
      </w:r>
    </w:p>
    <w:p w:rsidR="0062748B" w:rsidRDefault="0062748B" w:rsidP="0062748B">
      <w:r>
        <w:t xml:space="preserve">9 .1.15      .         .        +INF       EPS       </w:t>
      </w:r>
    </w:p>
    <w:p w:rsidR="0062748B" w:rsidRDefault="0062748B" w:rsidP="0062748B">
      <w:r>
        <w:t xml:space="preserve">9 .1.16      .         .        +INF       EPS       </w:t>
      </w:r>
    </w:p>
    <w:p w:rsidR="0062748B" w:rsidRDefault="0062748B" w:rsidP="0062748B">
      <w:r>
        <w:t xml:space="preserve">9 .1.17      .         .        +INF       EPS       </w:t>
      </w:r>
    </w:p>
    <w:p w:rsidR="0062748B" w:rsidRDefault="0062748B" w:rsidP="0062748B">
      <w:r>
        <w:t xml:space="preserve">9 .1.18      .         .        +INF       EPS       </w:t>
      </w:r>
    </w:p>
    <w:p w:rsidR="0062748B" w:rsidRDefault="0062748B" w:rsidP="0062748B">
      <w:r>
        <w:t xml:space="preserve">9 .1.19      .         .        +INF       EPS       </w:t>
      </w:r>
    </w:p>
    <w:p w:rsidR="0062748B" w:rsidRDefault="0062748B" w:rsidP="0062748B">
      <w:r>
        <w:t xml:space="preserve">9 .1.20      .         .        +INF       EPS       </w:t>
      </w:r>
    </w:p>
    <w:p w:rsidR="0062748B" w:rsidRDefault="0062748B" w:rsidP="0062748B">
      <w:r>
        <w:t xml:space="preserve">9 .1.21      .         .        +INF       EPS       </w:t>
      </w:r>
    </w:p>
    <w:p w:rsidR="0062748B" w:rsidRDefault="0062748B" w:rsidP="0062748B">
      <w:r>
        <w:t xml:space="preserve">9 .1.22      .         .        +INF       EPS       </w:t>
      </w:r>
    </w:p>
    <w:p w:rsidR="0062748B" w:rsidRDefault="0062748B" w:rsidP="0062748B">
      <w:r>
        <w:t xml:space="preserve">9 .1.23      .         .        +INF       EPS       </w:t>
      </w:r>
    </w:p>
    <w:p w:rsidR="0062748B" w:rsidRDefault="0062748B" w:rsidP="0062748B">
      <w:r>
        <w:t xml:space="preserve">9 .1.24      .         .        +INF       EPS       </w:t>
      </w:r>
    </w:p>
    <w:p w:rsidR="0062748B" w:rsidRDefault="0062748B" w:rsidP="0062748B">
      <w:r>
        <w:t xml:space="preserve">9 .1.25      .         .        +INF       EPS       </w:t>
      </w:r>
    </w:p>
    <w:p w:rsidR="0062748B" w:rsidRDefault="0062748B" w:rsidP="0062748B">
      <w:r>
        <w:t xml:space="preserve">9 .1.26      .         .        +INF       EPS       </w:t>
      </w:r>
    </w:p>
    <w:p w:rsidR="0062748B" w:rsidRDefault="0062748B" w:rsidP="0062748B">
      <w:r>
        <w:t xml:space="preserve">9 .1.27      .         .        +INF       EPS       </w:t>
      </w:r>
    </w:p>
    <w:p w:rsidR="0062748B" w:rsidRDefault="0062748B" w:rsidP="0062748B">
      <w:r>
        <w:t xml:space="preserve">9 .1.28      .         .        +INF       EPS       </w:t>
      </w:r>
    </w:p>
    <w:p w:rsidR="0062748B" w:rsidRDefault="0062748B" w:rsidP="0062748B">
      <w:r>
        <w:t xml:space="preserve">9 .1.29      .         .        +INF       EPS       </w:t>
      </w:r>
    </w:p>
    <w:p w:rsidR="0062748B" w:rsidRDefault="0062748B" w:rsidP="0062748B">
      <w:r>
        <w:t xml:space="preserve">10.1.1       .         .        +INF       EPS       </w:t>
      </w:r>
    </w:p>
    <w:p w:rsidR="0062748B" w:rsidRDefault="0062748B" w:rsidP="0062748B">
      <w:r>
        <w:t xml:space="preserve">10.1.2       .         .        +INF       EPS       </w:t>
      </w:r>
    </w:p>
    <w:p w:rsidR="0062748B" w:rsidRDefault="0062748B" w:rsidP="0062748B">
      <w:r>
        <w:t xml:space="preserve">10.1.3       .         .        +INF       EPS       </w:t>
      </w:r>
    </w:p>
    <w:p w:rsidR="0062748B" w:rsidRDefault="0062748B" w:rsidP="0062748B">
      <w:r>
        <w:t xml:space="preserve">10.1.4       .         .        +INF       EPS       </w:t>
      </w:r>
    </w:p>
    <w:p w:rsidR="0062748B" w:rsidRDefault="0062748B" w:rsidP="0062748B">
      <w:r>
        <w:t xml:space="preserve">10.1.5       .         .        +INF       EPS       </w:t>
      </w:r>
    </w:p>
    <w:p w:rsidR="0062748B" w:rsidRDefault="0062748B" w:rsidP="0062748B">
      <w:r>
        <w:lastRenderedPageBreak/>
        <w:t xml:space="preserve">10.1.6       .         .        +INF       EPS       </w:t>
      </w:r>
    </w:p>
    <w:p w:rsidR="0062748B" w:rsidRDefault="0062748B" w:rsidP="0062748B">
      <w:r>
        <w:t xml:space="preserve">10.1.7       .         .        +INF       EPS       </w:t>
      </w:r>
    </w:p>
    <w:p w:rsidR="0062748B" w:rsidRDefault="0062748B" w:rsidP="0062748B">
      <w:r>
        <w:t xml:space="preserve">10.1.8       .         .        +INF       EPS       </w:t>
      </w:r>
    </w:p>
    <w:p w:rsidR="0062748B" w:rsidRDefault="0062748B" w:rsidP="0062748B">
      <w:r>
        <w:t xml:space="preserve">10.1.9       .         .        +INF       EPS       </w:t>
      </w:r>
    </w:p>
    <w:p w:rsidR="0062748B" w:rsidRDefault="0062748B" w:rsidP="0062748B">
      <w:r>
        <w:t xml:space="preserve">10.1.10      .         .        +INF       EPS       </w:t>
      </w:r>
    </w:p>
    <w:p w:rsidR="0062748B" w:rsidRDefault="0062748B" w:rsidP="0062748B">
      <w:r>
        <w:t xml:space="preserve">10.1.11      .         .        +INF       EPS       </w:t>
      </w:r>
    </w:p>
    <w:p w:rsidR="0062748B" w:rsidRDefault="0062748B" w:rsidP="0062748B">
      <w:r>
        <w:t xml:space="preserve">10.1.12      .         .        +INF       EPS       </w:t>
      </w:r>
    </w:p>
    <w:p w:rsidR="0062748B" w:rsidRDefault="0062748B" w:rsidP="0062748B">
      <w:r>
        <w:t xml:space="preserve">10.1.13      .         .        +INF       EPS       </w:t>
      </w:r>
    </w:p>
    <w:p w:rsidR="0062748B" w:rsidRDefault="0062748B" w:rsidP="0062748B">
      <w:r>
        <w:t xml:space="preserve">10.1.14      .         .        +INF       EPS       </w:t>
      </w:r>
    </w:p>
    <w:p w:rsidR="0062748B" w:rsidRDefault="0062748B" w:rsidP="0062748B">
      <w:r>
        <w:t xml:space="preserve">10.1.15      .         .        +INF       EPS       </w:t>
      </w:r>
    </w:p>
    <w:p w:rsidR="0062748B" w:rsidRDefault="0062748B" w:rsidP="0062748B">
      <w:r>
        <w:t xml:space="preserve">10.1.16      .         .        +INF       EPS       </w:t>
      </w:r>
    </w:p>
    <w:p w:rsidR="0062748B" w:rsidRDefault="0062748B" w:rsidP="0062748B">
      <w:r>
        <w:t xml:space="preserve">10.1.17      .         .        +INF       EPS       </w:t>
      </w:r>
    </w:p>
    <w:p w:rsidR="0062748B" w:rsidRDefault="0062748B" w:rsidP="0062748B">
      <w:r>
        <w:t xml:space="preserve">10.1.18      .         .        +INF       EPS       </w:t>
      </w:r>
    </w:p>
    <w:p w:rsidR="0062748B" w:rsidRDefault="0062748B" w:rsidP="0062748B">
      <w:r>
        <w:t xml:space="preserve">10.1.19      .         .        +INF       EPS       </w:t>
      </w:r>
    </w:p>
    <w:p w:rsidR="0062748B" w:rsidRDefault="0062748B" w:rsidP="0062748B">
      <w:r>
        <w:t xml:space="preserve">10.1.20      .         .        +INF       EPS       </w:t>
      </w:r>
    </w:p>
    <w:p w:rsidR="0062748B" w:rsidRDefault="0062748B" w:rsidP="0062748B">
      <w:r>
        <w:t xml:space="preserve">10.1.21      .         .        +INF       EPS       </w:t>
      </w:r>
    </w:p>
    <w:p w:rsidR="0062748B" w:rsidRDefault="0062748B" w:rsidP="0062748B">
      <w:r>
        <w:t xml:space="preserve">10.1.22      .         .        +INF       EPS       </w:t>
      </w:r>
    </w:p>
    <w:p w:rsidR="0062748B" w:rsidRDefault="0062748B" w:rsidP="0062748B">
      <w:r>
        <w:t xml:space="preserve">10.1.23      .         .        +INF       EPS       </w:t>
      </w:r>
    </w:p>
    <w:p w:rsidR="0062748B" w:rsidRDefault="0062748B" w:rsidP="0062748B">
      <w:r>
        <w:t xml:space="preserve">10.1.24      .         .        +INF       EPS       </w:t>
      </w:r>
    </w:p>
    <w:p w:rsidR="0062748B" w:rsidRDefault="0062748B" w:rsidP="0062748B">
      <w:r>
        <w:t xml:space="preserve">10.1.25      .         .        +INF       EPS       </w:t>
      </w:r>
    </w:p>
    <w:p w:rsidR="0062748B" w:rsidRDefault="0062748B" w:rsidP="0062748B">
      <w:r>
        <w:t xml:space="preserve">10.1.26      .         .        +INF       EPS       </w:t>
      </w:r>
    </w:p>
    <w:p w:rsidR="0062748B" w:rsidRDefault="0062748B" w:rsidP="0062748B">
      <w:r>
        <w:t xml:space="preserve">10.1.27      .         .        +INF       EPS       </w:t>
      </w:r>
    </w:p>
    <w:p w:rsidR="0062748B" w:rsidRDefault="0062748B" w:rsidP="0062748B">
      <w:r>
        <w:t xml:space="preserve">10.1.28      .         .        +INF       EPS       </w:t>
      </w:r>
    </w:p>
    <w:p w:rsidR="0062748B" w:rsidRDefault="0062748B" w:rsidP="0062748B">
      <w:r>
        <w:t xml:space="preserve">10.1.29      .         .        +INF       EPS       </w:t>
      </w:r>
    </w:p>
    <w:p w:rsidR="0062748B" w:rsidRDefault="0062748B" w:rsidP="0062748B">
      <w:r>
        <w:t xml:space="preserve">11.1.1       .         .        +INF       EPS       </w:t>
      </w:r>
    </w:p>
    <w:p w:rsidR="0062748B" w:rsidRDefault="0062748B" w:rsidP="0062748B">
      <w:r>
        <w:lastRenderedPageBreak/>
        <w:t xml:space="preserve">11.1.2       .         .        +INF       EPS       </w:t>
      </w:r>
    </w:p>
    <w:p w:rsidR="0062748B" w:rsidRDefault="0062748B" w:rsidP="0062748B">
      <w:r>
        <w:t xml:space="preserve">11.1.3       .         .        +INF       EPS       </w:t>
      </w:r>
    </w:p>
    <w:p w:rsidR="0062748B" w:rsidRDefault="0062748B" w:rsidP="0062748B">
      <w:r>
        <w:t xml:space="preserve">11.1.4       .         .        +INF       EPS       </w:t>
      </w:r>
    </w:p>
    <w:p w:rsidR="0062748B" w:rsidRDefault="0062748B" w:rsidP="0062748B">
      <w:r>
        <w:t xml:space="preserve">11.1.5       .         .        +INF       EPS       </w:t>
      </w:r>
    </w:p>
    <w:p w:rsidR="0062748B" w:rsidRDefault="0062748B" w:rsidP="0062748B">
      <w:r>
        <w:t xml:space="preserve">11.1.6       .         .        +INF       EPS       </w:t>
      </w:r>
    </w:p>
    <w:p w:rsidR="0062748B" w:rsidRDefault="0062748B" w:rsidP="0062748B">
      <w:r>
        <w:t xml:space="preserve">11.1.7       .         .        +INF       EPS       </w:t>
      </w:r>
    </w:p>
    <w:p w:rsidR="0062748B" w:rsidRDefault="0062748B" w:rsidP="0062748B">
      <w:r>
        <w:t xml:space="preserve">11.1.8       .         .        +INF       EPS       </w:t>
      </w:r>
    </w:p>
    <w:p w:rsidR="0062748B" w:rsidRDefault="0062748B" w:rsidP="0062748B">
      <w:r>
        <w:t xml:space="preserve">11.1.9       .         .        +INF       EPS       </w:t>
      </w:r>
    </w:p>
    <w:p w:rsidR="0062748B" w:rsidRDefault="0062748B" w:rsidP="0062748B">
      <w:r>
        <w:t xml:space="preserve">11.1.10      .         .        +INF       EPS       </w:t>
      </w:r>
    </w:p>
    <w:p w:rsidR="0062748B" w:rsidRDefault="0062748B" w:rsidP="0062748B">
      <w:r>
        <w:t xml:space="preserve">11.1.11      .         .        +INF       EPS       </w:t>
      </w:r>
    </w:p>
    <w:p w:rsidR="0062748B" w:rsidRDefault="0062748B" w:rsidP="0062748B">
      <w:r>
        <w:t xml:space="preserve">11.1.12      .         .        +INF       EPS       </w:t>
      </w:r>
    </w:p>
    <w:p w:rsidR="0062748B" w:rsidRDefault="0062748B" w:rsidP="0062748B">
      <w:r>
        <w:t xml:space="preserve">11.1.13      .         .        +INF       EPS       </w:t>
      </w:r>
    </w:p>
    <w:p w:rsidR="0062748B" w:rsidRDefault="0062748B" w:rsidP="0062748B">
      <w:r>
        <w:t xml:space="preserve">11.1.14      .         .        +INF       EPS       </w:t>
      </w:r>
    </w:p>
    <w:p w:rsidR="0062748B" w:rsidRDefault="0062748B" w:rsidP="0062748B">
      <w:r>
        <w:t xml:space="preserve">11.1.15      .         .        +INF       EPS       </w:t>
      </w:r>
    </w:p>
    <w:p w:rsidR="0062748B" w:rsidRDefault="0062748B" w:rsidP="0062748B">
      <w:r>
        <w:t xml:space="preserve">11.1.16      .         .        +INF       EPS       </w:t>
      </w:r>
    </w:p>
    <w:p w:rsidR="0062748B" w:rsidRDefault="0062748B" w:rsidP="0062748B">
      <w:r>
        <w:t xml:space="preserve">11.1.17      .         .        +INF       EPS       </w:t>
      </w:r>
    </w:p>
    <w:p w:rsidR="0062748B" w:rsidRDefault="0062748B" w:rsidP="0062748B">
      <w:r>
        <w:t xml:space="preserve">11.1.18      .         .        +INF       EPS       </w:t>
      </w:r>
    </w:p>
    <w:p w:rsidR="0062748B" w:rsidRDefault="0062748B" w:rsidP="0062748B">
      <w:r>
        <w:t xml:space="preserve">11.1.19      .         .        +INF       EPS       </w:t>
      </w:r>
    </w:p>
    <w:p w:rsidR="0062748B" w:rsidRDefault="0062748B" w:rsidP="0062748B">
      <w:r>
        <w:t xml:space="preserve">11.1.20      .         .        +INF       EPS       </w:t>
      </w:r>
    </w:p>
    <w:p w:rsidR="0062748B" w:rsidRDefault="0062748B" w:rsidP="0062748B">
      <w:r>
        <w:t xml:space="preserve">11.1.21      .         .        +INF       EPS       </w:t>
      </w:r>
    </w:p>
    <w:p w:rsidR="0062748B" w:rsidRDefault="0062748B" w:rsidP="0062748B">
      <w:r>
        <w:t xml:space="preserve">11.1.22      .         .        +INF       EPS       </w:t>
      </w:r>
    </w:p>
    <w:p w:rsidR="0062748B" w:rsidRDefault="0062748B" w:rsidP="0062748B">
      <w:r>
        <w:t xml:space="preserve">11.1.23      .         .        +INF       EPS       </w:t>
      </w:r>
    </w:p>
    <w:p w:rsidR="0062748B" w:rsidRDefault="0062748B" w:rsidP="0062748B">
      <w:r>
        <w:t xml:space="preserve">11.1.24      .         .        +INF       EPS       </w:t>
      </w:r>
    </w:p>
    <w:p w:rsidR="0062748B" w:rsidRDefault="0062748B" w:rsidP="0062748B">
      <w:r>
        <w:t xml:space="preserve">11.1.25      .         .        +INF       EPS       </w:t>
      </w:r>
    </w:p>
    <w:p w:rsidR="0062748B" w:rsidRDefault="0062748B" w:rsidP="0062748B">
      <w:r>
        <w:t xml:space="preserve">11.1.26      .         .        +INF       EPS       </w:t>
      </w:r>
    </w:p>
    <w:p w:rsidR="0062748B" w:rsidRDefault="0062748B" w:rsidP="0062748B">
      <w:r>
        <w:lastRenderedPageBreak/>
        <w:t xml:space="preserve">11.1.27      .         .        +INF       EPS       </w:t>
      </w:r>
    </w:p>
    <w:p w:rsidR="0062748B" w:rsidRDefault="0062748B" w:rsidP="0062748B">
      <w:r>
        <w:t xml:space="preserve">11.1.28      .         .        +INF       EPS       </w:t>
      </w:r>
    </w:p>
    <w:p w:rsidR="0062748B" w:rsidRDefault="0062748B" w:rsidP="0062748B">
      <w:r>
        <w:t xml:space="preserve">11.1.29      .         .        +INF       EPS       </w:t>
      </w:r>
    </w:p>
    <w:p w:rsidR="0062748B" w:rsidRDefault="0062748B" w:rsidP="0062748B">
      <w:r>
        <w:t xml:space="preserve">12.1.1       .         .        +INF       EPS       </w:t>
      </w:r>
    </w:p>
    <w:p w:rsidR="0062748B" w:rsidRDefault="0062748B" w:rsidP="0062748B">
      <w:r>
        <w:t xml:space="preserve">12.1.2       .         .        +INF       EPS       </w:t>
      </w:r>
    </w:p>
    <w:p w:rsidR="0062748B" w:rsidRDefault="0062748B" w:rsidP="0062748B">
      <w:r>
        <w:t xml:space="preserve">12.1.3       .         .        +INF       EPS       </w:t>
      </w:r>
    </w:p>
    <w:p w:rsidR="0062748B" w:rsidRDefault="0062748B" w:rsidP="0062748B">
      <w:r>
        <w:t xml:space="preserve">12.1.4       .         .        +INF       EPS       </w:t>
      </w:r>
    </w:p>
    <w:p w:rsidR="0062748B" w:rsidRDefault="0062748B" w:rsidP="0062748B">
      <w:r>
        <w:t xml:space="preserve">12.1.5       .         .        +INF       EPS       </w:t>
      </w:r>
    </w:p>
    <w:p w:rsidR="0062748B" w:rsidRDefault="0062748B" w:rsidP="0062748B">
      <w:r>
        <w:t xml:space="preserve">12.1.6       .         .        +INF       EPS       </w:t>
      </w:r>
    </w:p>
    <w:p w:rsidR="0062748B" w:rsidRDefault="0062748B" w:rsidP="0062748B">
      <w:r>
        <w:t xml:space="preserve">12.1.7       .         .        +INF       EPS       </w:t>
      </w:r>
    </w:p>
    <w:p w:rsidR="0062748B" w:rsidRDefault="0062748B" w:rsidP="0062748B">
      <w:r>
        <w:t xml:space="preserve">12.1.8       .         .        +INF       EPS       </w:t>
      </w:r>
    </w:p>
    <w:p w:rsidR="0062748B" w:rsidRDefault="0062748B" w:rsidP="0062748B">
      <w:r>
        <w:t xml:space="preserve">12.1.9       .         .        +INF       EPS       </w:t>
      </w:r>
    </w:p>
    <w:p w:rsidR="0062748B" w:rsidRDefault="0062748B" w:rsidP="0062748B">
      <w:r>
        <w:t xml:space="preserve">12.1.10      .         .        +INF       EPS       </w:t>
      </w:r>
    </w:p>
    <w:p w:rsidR="0062748B" w:rsidRDefault="0062748B" w:rsidP="0062748B">
      <w:r>
        <w:t xml:space="preserve">12.1.11      .         .        +INF       EPS       </w:t>
      </w:r>
    </w:p>
    <w:p w:rsidR="0062748B" w:rsidRDefault="0062748B" w:rsidP="0062748B">
      <w:r>
        <w:t xml:space="preserve">12.1.12      .         .        +INF       EPS       </w:t>
      </w:r>
    </w:p>
    <w:p w:rsidR="0062748B" w:rsidRDefault="0062748B" w:rsidP="0062748B">
      <w:r>
        <w:t xml:space="preserve">12.1.13      .         .        +INF       EPS       </w:t>
      </w:r>
    </w:p>
    <w:p w:rsidR="0062748B" w:rsidRDefault="0062748B" w:rsidP="0062748B">
      <w:r>
        <w:t xml:space="preserve">12.1.14      .         .        +INF       EPS       </w:t>
      </w:r>
    </w:p>
    <w:p w:rsidR="0062748B" w:rsidRDefault="0062748B" w:rsidP="0062748B">
      <w:r>
        <w:t xml:space="preserve">12.1.15      .         .        +INF       EPS       </w:t>
      </w:r>
    </w:p>
    <w:p w:rsidR="0062748B" w:rsidRDefault="0062748B" w:rsidP="0062748B">
      <w:r>
        <w:t xml:space="preserve">12.1.16      .         .        +INF       EPS       </w:t>
      </w:r>
    </w:p>
    <w:p w:rsidR="0062748B" w:rsidRDefault="0062748B" w:rsidP="0062748B">
      <w:r>
        <w:t xml:space="preserve">12.1.17      .         .        +INF       EPS       </w:t>
      </w:r>
    </w:p>
    <w:p w:rsidR="0062748B" w:rsidRDefault="0062748B" w:rsidP="0062748B">
      <w:r>
        <w:t xml:space="preserve">12.1.18      .         .        +INF       EPS       </w:t>
      </w:r>
    </w:p>
    <w:p w:rsidR="0062748B" w:rsidRDefault="0062748B" w:rsidP="0062748B">
      <w:r>
        <w:t xml:space="preserve">12.1.19      .         .        +INF       EPS       </w:t>
      </w:r>
    </w:p>
    <w:p w:rsidR="0062748B" w:rsidRDefault="0062748B" w:rsidP="0062748B">
      <w:r>
        <w:t xml:space="preserve">12.1.20      .         .        +INF       EPS       </w:t>
      </w:r>
    </w:p>
    <w:p w:rsidR="0062748B" w:rsidRDefault="0062748B" w:rsidP="0062748B">
      <w:r>
        <w:t xml:space="preserve">12.1.21      .         .        +INF       EPS       </w:t>
      </w:r>
    </w:p>
    <w:p w:rsidR="0062748B" w:rsidRDefault="0062748B" w:rsidP="0062748B">
      <w:r>
        <w:t xml:space="preserve">12.1.22      .         .        +INF       EPS       </w:t>
      </w:r>
    </w:p>
    <w:p w:rsidR="0062748B" w:rsidRDefault="0062748B" w:rsidP="0062748B">
      <w:r>
        <w:lastRenderedPageBreak/>
        <w:t xml:space="preserve">12.1.23      .         .        +INF       EPS       </w:t>
      </w:r>
    </w:p>
    <w:p w:rsidR="0062748B" w:rsidRDefault="0062748B" w:rsidP="0062748B">
      <w:r>
        <w:t xml:space="preserve">12.1.24      .         .        +INF       EPS       </w:t>
      </w:r>
    </w:p>
    <w:p w:rsidR="0062748B" w:rsidRDefault="0062748B" w:rsidP="0062748B">
      <w:r>
        <w:t xml:space="preserve">12.1.25      .         .        +INF       EPS       </w:t>
      </w:r>
    </w:p>
    <w:p w:rsidR="0062748B" w:rsidRDefault="0062748B" w:rsidP="0062748B">
      <w:r>
        <w:t xml:space="preserve">12.1.26      .         .        +INF       EPS       </w:t>
      </w:r>
    </w:p>
    <w:p w:rsidR="0062748B" w:rsidRDefault="0062748B" w:rsidP="0062748B">
      <w:r>
        <w:t xml:space="preserve">12.1.27      .         .        +INF       EPS       </w:t>
      </w:r>
    </w:p>
    <w:p w:rsidR="0062748B" w:rsidRDefault="0062748B" w:rsidP="0062748B">
      <w:r>
        <w:t xml:space="preserve">12.1.28      .         .        +INF       EPS       </w:t>
      </w:r>
    </w:p>
    <w:p w:rsidR="0062748B" w:rsidRDefault="0062748B" w:rsidP="0062748B">
      <w:r>
        <w:t xml:space="preserve">12.1.29      .         .        +INF       EPS       </w:t>
      </w:r>
    </w:p>
    <w:p w:rsidR="0062748B" w:rsidRDefault="0062748B" w:rsidP="0062748B">
      <w:r>
        <w:t xml:space="preserve">13.1.1       .         .        +INF       EPS       </w:t>
      </w:r>
    </w:p>
    <w:p w:rsidR="0062748B" w:rsidRDefault="0062748B" w:rsidP="0062748B">
      <w:r>
        <w:t xml:space="preserve">13.1.2       .         .        +INF       EPS       </w:t>
      </w:r>
    </w:p>
    <w:p w:rsidR="0062748B" w:rsidRDefault="0062748B" w:rsidP="0062748B">
      <w:r>
        <w:t xml:space="preserve">13.1.3       .         .        +INF       EPS       </w:t>
      </w:r>
    </w:p>
    <w:p w:rsidR="0062748B" w:rsidRDefault="0062748B" w:rsidP="0062748B">
      <w:r>
        <w:t xml:space="preserve">13.1.4       .         .        +INF       EPS       </w:t>
      </w:r>
    </w:p>
    <w:p w:rsidR="0062748B" w:rsidRDefault="0062748B" w:rsidP="0062748B">
      <w:r>
        <w:t xml:space="preserve">13.1.5       .         .        +INF       EPS       </w:t>
      </w:r>
    </w:p>
    <w:p w:rsidR="0062748B" w:rsidRDefault="0062748B" w:rsidP="0062748B">
      <w:r>
        <w:t xml:space="preserve">13.1.6       .         .        +INF       EPS       </w:t>
      </w:r>
    </w:p>
    <w:p w:rsidR="0062748B" w:rsidRDefault="0062748B" w:rsidP="0062748B">
      <w:r>
        <w:t xml:space="preserve">13.1.7       .         .        +INF       EPS       </w:t>
      </w:r>
    </w:p>
    <w:p w:rsidR="0062748B" w:rsidRDefault="0062748B" w:rsidP="0062748B">
      <w:r>
        <w:t xml:space="preserve">13.1.8       .         .        +INF       EPS       </w:t>
      </w:r>
    </w:p>
    <w:p w:rsidR="0062748B" w:rsidRDefault="0062748B" w:rsidP="0062748B">
      <w:r>
        <w:t xml:space="preserve">13.1.9       .         .        +INF       EPS       </w:t>
      </w:r>
    </w:p>
    <w:p w:rsidR="0062748B" w:rsidRDefault="0062748B" w:rsidP="0062748B">
      <w:r>
        <w:t xml:space="preserve">13.1.10      .         .        +INF       EPS       </w:t>
      </w:r>
    </w:p>
    <w:p w:rsidR="0062748B" w:rsidRDefault="0062748B" w:rsidP="0062748B">
      <w:r>
        <w:t xml:space="preserve">13.1.11      .         .        +INF       EPS       </w:t>
      </w:r>
    </w:p>
    <w:p w:rsidR="0062748B" w:rsidRDefault="0062748B" w:rsidP="0062748B">
      <w:r>
        <w:t xml:space="preserve">13.1.12      .         .        +INF       EPS       </w:t>
      </w:r>
    </w:p>
    <w:p w:rsidR="0062748B" w:rsidRDefault="0062748B" w:rsidP="0062748B">
      <w:r>
        <w:t xml:space="preserve">13.1.13      .         .        +INF       EPS       </w:t>
      </w:r>
    </w:p>
    <w:p w:rsidR="0062748B" w:rsidRDefault="0062748B" w:rsidP="0062748B">
      <w:r>
        <w:t xml:space="preserve">13.1.14      .         .        +INF       EPS       </w:t>
      </w:r>
    </w:p>
    <w:p w:rsidR="0062748B" w:rsidRDefault="0062748B" w:rsidP="0062748B">
      <w:r>
        <w:t xml:space="preserve">13.1.15      .         .        +INF       EPS       </w:t>
      </w:r>
    </w:p>
    <w:p w:rsidR="0062748B" w:rsidRDefault="0062748B" w:rsidP="0062748B">
      <w:r>
        <w:t xml:space="preserve">13.1.16      .         .        +INF       EPS       </w:t>
      </w:r>
    </w:p>
    <w:p w:rsidR="0062748B" w:rsidRDefault="0062748B" w:rsidP="0062748B">
      <w:r>
        <w:t xml:space="preserve">13.1.17      .         .        +INF       EPS       </w:t>
      </w:r>
    </w:p>
    <w:p w:rsidR="0062748B" w:rsidRDefault="0062748B" w:rsidP="0062748B">
      <w:r>
        <w:t xml:space="preserve">13.1.18      .         .        +INF       EPS       </w:t>
      </w:r>
    </w:p>
    <w:p w:rsidR="0062748B" w:rsidRDefault="0062748B" w:rsidP="0062748B">
      <w:r>
        <w:lastRenderedPageBreak/>
        <w:t xml:space="preserve">13.1.19      .         .        +INF       EPS       </w:t>
      </w:r>
    </w:p>
    <w:p w:rsidR="0062748B" w:rsidRDefault="0062748B" w:rsidP="0062748B">
      <w:r>
        <w:t xml:space="preserve">13.1.20      .         .        +INF       EPS       </w:t>
      </w:r>
    </w:p>
    <w:p w:rsidR="0062748B" w:rsidRDefault="0062748B" w:rsidP="0062748B">
      <w:r>
        <w:t xml:space="preserve">13.1.21      .         .        +INF       EPS       </w:t>
      </w:r>
    </w:p>
    <w:p w:rsidR="0062748B" w:rsidRDefault="0062748B" w:rsidP="0062748B">
      <w:r>
        <w:t xml:space="preserve">13.1.22      .         .        +INF       EPS       </w:t>
      </w:r>
    </w:p>
    <w:p w:rsidR="0062748B" w:rsidRDefault="0062748B" w:rsidP="0062748B">
      <w:r>
        <w:t xml:space="preserve">13.1.23      .         .        +INF       EPS       </w:t>
      </w:r>
    </w:p>
    <w:p w:rsidR="0062748B" w:rsidRDefault="0062748B" w:rsidP="0062748B">
      <w:r>
        <w:t xml:space="preserve">13.1.24      .         .        +INF       EPS       </w:t>
      </w:r>
    </w:p>
    <w:p w:rsidR="0062748B" w:rsidRDefault="0062748B" w:rsidP="0062748B">
      <w:r>
        <w:t xml:space="preserve">13.1.25      .         .        +INF       EPS       </w:t>
      </w:r>
    </w:p>
    <w:p w:rsidR="0062748B" w:rsidRDefault="0062748B" w:rsidP="0062748B">
      <w:r>
        <w:t xml:space="preserve">13.1.26      .         .        +INF       EPS       </w:t>
      </w:r>
    </w:p>
    <w:p w:rsidR="0062748B" w:rsidRDefault="0062748B" w:rsidP="0062748B">
      <w:r>
        <w:t xml:space="preserve">13.1.27      .         .        +INF       EPS       </w:t>
      </w:r>
    </w:p>
    <w:p w:rsidR="0062748B" w:rsidRDefault="0062748B" w:rsidP="0062748B">
      <w:r>
        <w:t xml:space="preserve">13.1.28      .         .        +INF       EPS       </w:t>
      </w:r>
    </w:p>
    <w:p w:rsidR="0062748B" w:rsidRDefault="0062748B" w:rsidP="0062748B">
      <w:r>
        <w:t xml:space="preserve">13.1.29      .         .        +INF       EPS       </w:t>
      </w:r>
    </w:p>
    <w:p w:rsidR="0062748B" w:rsidRDefault="0062748B" w:rsidP="0062748B">
      <w:r>
        <w:t xml:space="preserve">14.1.1       .         .        +INF       EPS       </w:t>
      </w:r>
    </w:p>
    <w:p w:rsidR="0062748B" w:rsidRDefault="0062748B" w:rsidP="0062748B">
      <w:r>
        <w:t xml:space="preserve">14.1.2       .         .        +INF       EPS       </w:t>
      </w:r>
    </w:p>
    <w:p w:rsidR="0062748B" w:rsidRDefault="0062748B" w:rsidP="0062748B">
      <w:r>
        <w:t xml:space="preserve">14.1.3       .         .        +INF       EPS       </w:t>
      </w:r>
    </w:p>
    <w:p w:rsidR="0062748B" w:rsidRDefault="0062748B" w:rsidP="0062748B">
      <w:r>
        <w:t xml:space="preserve">14.1.4       .         .        +INF       EPS       </w:t>
      </w:r>
    </w:p>
    <w:p w:rsidR="0062748B" w:rsidRDefault="0062748B" w:rsidP="0062748B">
      <w:r>
        <w:t xml:space="preserve">14.1.5       .         .        +INF       EPS       </w:t>
      </w:r>
    </w:p>
    <w:p w:rsidR="0062748B" w:rsidRDefault="0062748B" w:rsidP="0062748B">
      <w:r>
        <w:t xml:space="preserve">14.1.6       .         .        +INF       EPS       </w:t>
      </w:r>
    </w:p>
    <w:p w:rsidR="0062748B" w:rsidRDefault="0062748B" w:rsidP="0062748B">
      <w:r>
        <w:t xml:space="preserve">14.1.7       .         .        +INF       EPS       </w:t>
      </w:r>
    </w:p>
    <w:p w:rsidR="0062748B" w:rsidRDefault="0062748B" w:rsidP="0062748B">
      <w:r>
        <w:t xml:space="preserve">14.1.8       .         .        +INF       EPS       </w:t>
      </w:r>
    </w:p>
    <w:p w:rsidR="0062748B" w:rsidRDefault="0062748B" w:rsidP="0062748B">
      <w:r>
        <w:t xml:space="preserve">14.1.9       .         .        +INF       EPS       </w:t>
      </w:r>
    </w:p>
    <w:p w:rsidR="0062748B" w:rsidRDefault="0062748B" w:rsidP="0062748B">
      <w:r>
        <w:t xml:space="preserve">14.1.10      .         .        +INF       EPS       </w:t>
      </w:r>
    </w:p>
    <w:p w:rsidR="0062748B" w:rsidRDefault="0062748B" w:rsidP="0062748B">
      <w:r>
        <w:t xml:space="preserve">14.1.11      .         .        +INF       EPS       </w:t>
      </w:r>
    </w:p>
    <w:p w:rsidR="0062748B" w:rsidRDefault="0062748B" w:rsidP="0062748B">
      <w:r>
        <w:t xml:space="preserve">14.1.12      .         .        +INF       EPS       </w:t>
      </w:r>
    </w:p>
    <w:p w:rsidR="0062748B" w:rsidRDefault="0062748B" w:rsidP="0062748B">
      <w:r>
        <w:t xml:space="preserve">14.1.13      .         .        +INF       EPS       </w:t>
      </w:r>
    </w:p>
    <w:p w:rsidR="0062748B" w:rsidRDefault="0062748B" w:rsidP="0062748B">
      <w:r>
        <w:t xml:space="preserve">14.1.14      .         .        +INF       EPS       </w:t>
      </w:r>
    </w:p>
    <w:p w:rsidR="0062748B" w:rsidRDefault="0062748B" w:rsidP="0062748B">
      <w:r>
        <w:lastRenderedPageBreak/>
        <w:t xml:space="preserve">14.1.15      .         .        +INF       EPS       </w:t>
      </w:r>
    </w:p>
    <w:p w:rsidR="0062748B" w:rsidRDefault="0062748B" w:rsidP="0062748B">
      <w:r>
        <w:t xml:space="preserve">14.1.16      .         .        +INF       EPS       </w:t>
      </w:r>
    </w:p>
    <w:p w:rsidR="0062748B" w:rsidRDefault="0062748B" w:rsidP="0062748B">
      <w:r>
        <w:t xml:space="preserve">14.1.17      .         .        +INF       EPS       </w:t>
      </w:r>
    </w:p>
    <w:p w:rsidR="0062748B" w:rsidRDefault="0062748B" w:rsidP="0062748B">
      <w:r>
        <w:t xml:space="preserve">14.1.18      .         .        +INF       EPS       </w:t>
      </w:r>
    </w:p>
    <w:p w:rsidR="0062748B" w:rsidRDefault="0062748B" w:rsidP="0062748B">
      <w:r>
        <w:t xml:space="preserve">14.1.19      .         .        +INF       EPS       </w:t>
      </w:r>
    </w:p>
    <w:p w:rsidR="0062748B" w:rsidRDefault="0062748B" w:rsidP="0062748B">
      <w:r>
        <w:t xml:space="preserve">14.1.20      .         .        +INF       EPS       </w:t>
      </w:r>
    </w:p>
    <w:p w:rsidR="0062748B" w:rsidRDefault="0062748B" w:rsidP="0062748B">
      <w:r>
        <w:t xml:space="preserve">14.1.21      .         .        +INF       EPS       </w:t>
      </w:r>
    </w:p>
    <w:p w:rsidR="0062748B" w:rsidRDefault="0062748B" w:rsidP="0062748B">
      <w:r>
        <w:t xml:space="preserve">14.1.22      .         .        +INF       EPS       </w:t>
      </w:r>
    </w:p>
    <w:p w:rsidR="0062748B" w:rsidRDefault="0062748B" w:rsidP="0062748B">
      <w:r>
        <w:t xml:space="preserve">14.1.23      .         .        +INF       EPS       </w:t>
      </w:r>
    </w:p>
    <w:p w:rsidR="0062748B" w:rsidRDefault="0062748B" w:rsidP="0062748B">
      <w:r>
        <w:t xml:space="preserve">14.1.24      .         .        +INF       EPS       </w:t>
      </w:r>
    </w:p>
    <w:p w:rsidR="0062748B" w:rsidRDefault="0062748B" w:rsidP="0062748B">
      <w:r>
        <w:t xml:space="preserve">14.1.25      .         .        +INF       EPS       </w:t>
      </w:r>
    </w:p>
    <w:p w:rsidR="0062748B" w:rsidRDefault="0062748B" w:rsidP="0062748B">
      <w:r>
        <w:t xml:space="preserve">14.1.26      .         .        +INF       EPS       </w:t>
      </w:r>
    </w:p>
    <w:p w:rsidR="0062748B" w:rsidRDefault="0062748B" w:rsidP="0062748B">
      <w:r>
        <w:t xml:space="preserve">14.1.27      .         .        +INF       EPS       </w:t>
      </w:r>
    </w:p>
    <w:p w:rsidR="0062748B" w:rsidRDefault="0062748B" w:rsidP="0062748B">
      <w:r>
        <w:t xml:space="preserve">14.1.28      .         .        +INF       EPS       </w:t>
      </w:r>
    </w:p>
    <w:p w:rsidR="0062748B" w:rsidRDefault="0062748B" w:rsidP="0062748B">
      <w:r>
        <w:t xml:space="preserve">14.1.29      .         .        +INF       EPS       </w:t>
      </w:r>
    </w:p>
    <w:p w:rsidR="0062748B" w:rsidRDefault="0062748B" w:rsidP="0062748B">
      <w:r>
        <w:t xml:space="preserve">15.1.1       .         .        +INF       EPS       </w:t>
      </w:r>
    </w:p>
    <w:p w:rsidR="0062748B" w:rsidRDefault="0062748B" w:rsidP="0062748B">
      <w:r>
        <w:t xml:space="preserve">15.1.2       .         .        +INF       EPS       </w:t>
      </w:r>
    </w:p>
    <w:p w:rsidR="0062748B" w:rsidRDefault="0062748B" w:rsidP="0062748B">
      <w:r>
        <w:t xml:space="preserve">15.1.3       .         .        +INF       EPS       </w:t>
      </w:r>
    </w:p>
    <w:p w:rsidR="0062748B" w:rsidRDefault="0062748B" w:rsidP="0062748B">
      <w:r>
        <w:t xml:space="preserve">15.1.4       .         .        +INF       EPS       </w:t>
      </w:r>
    </w:p>
    <w:p w:rsidR="0062748B" w:rsidRDefault="0062748B" w:rsidP="0062748B">
      <w:r>
        <w:t xml:space="preserve">15.1.5       .         .        +INF       EPS       </w:t>
      </w:r>
    </w:p>
    <w:p w:rsidR="0062748B" w:rsidRDefault="0062748B" w:rsidP="0062748B">
      <w:r>
        <w:t xml:space="preserve">15.1.6       .         .        +INF       EPS       </w:t>
      </w:r>
    </w:p>
    <w:p w:rsidR="0062748B" w:rsidRDefault="0062748B" w:rsidP="0062748B">
      <w:r>
        <w:t xml:space="preserve">15.1.7       .         .        +INF       EPS       </w:t>
      </w:r>
    </w:p>
    <w:p w:rsidR="0062748B" w:rsidRDefault="0062748B" w:rsidP="0062748B">
      <w:r>
        <w:t xml:space="preserve">15.1.8       .         .        +INF       EPS       </w:t>
      </w:r>
    </w:p>
    <w:p w:rsidR="0062748B" w:rsidRDefault="0062748B" w:rsidP="0062748B">
      <w:r>
        <w:t xml:space="preserve">15.1.9       .         .        +INF       EPS       </w:t>
      </w:r>
    </w:p>
    <w:p w:rsidR="0062748B" w:rsidRDefault="0062748B" w:rsidP="0062748B">
      <w:r>
        <w:t xml:space="preserve">15.1.10      .         .        +INF       EPS       </w:t>
      </w:r>
    </w:p>
    <w:p w:rsidR="0062748B" w:rsidRDefault="0062748B" w:rsidP="0062748B">
      <w:r>
        <w:lastRenderedPageBreak/>
        <w:t xml:space="preserve">15.1.11      .         .        +INF       EPS       </w:t>
      </w:r>
    </w:p>
    <w:p w:rsidR="0062748B" w:rsidRDefault="0062748B" w:rsidP="0062748B">
      <w:r>
        <w:t xml:space="preserve">15.1.12      .         .        +INF       EPS       </w:t>
      </w:r>
    </w:p>
    <w:p w:rsidR="0062748B" w:rsidRDefault="0062748B" w:rsidP="0062748B">
      <w:r>
        <w:t xml:space="preserve">15.1.13      .         .        +INF       EPS       </w:t>
      </w:r>
    </w:p>
    <w:p w:rsidR="0062748B" w:rsidRDefault="0062748B" w:rsidP="0062748B">
      <w:r>
        <w:t xml:space="preserve">15.1.14      .         .        +INF       EPS       </w:t>
      </w:r>
    </w:p>
    <w:p w:rsidR="0062748B" w:rsidRDefault="0062748B" w:rsidP="0062748B">
      <w:r>
        <w:t xml:space="preserve">15.1.15      .         .        +INF       EPS       </w:t>
      </w:r>
    </w:p>
    <w:p w:rsidR="0062748B" w:rsidRDefault="0062748B" w:rsidP="0062748B">
      <w:r>
        <w:t xml:space="preserve">15.1.16      .         .        +INF       EPS       </w:t>
      </w:r>
    </w:p>
    <w:p w:rsidR="0062748B" w:rsidRDefault="0062748B" w:rsidP="0062748B">
      <w:r>
        <w:t xml:space="preserve">15.1.17      .         .        +INF       EPS       </w:t>
      </w:r>
    </w:p>
    <w:p w:rsidR="0062748B" w:rsidRDefault="0062748B" w:rsidP="0062748B">
      <w:r>
        <w:t xml:space="preserve">15.1.18      .         .        +INF       EPS       </w:t>
      </w:r>
    </w:p>
    <w:p w:rsidR="0062748B" w:rsidRDefault="0062748B" w:rsidP="0062748B">
      <w:r>
        <w:t xml:space="preserve">15.1.19      .         .        +INF       EPS       </w:t>
      </w:r>
    </w:p>
    <w:p w:rsidR="0062748B" w:rsidRDefault="0062748B" w:rsidP="0062748B">
      <w:r>
        <w:t xml:space="preserve">15.1.20      .         .        +INF       EPS       </w:t>
      </w:r>
    </w:p>
    <w:p w:rsidR="0062748B" w:rsidRDefault="0062748B" w:rsidP="0062748B">
      <w:r>
        <w:t xml:space="preserve">15.1.21      .         .        +INF       EPS       </w:t>
      </w:r>
    </w:p>
    <w:p w:rsidR="0062748B" w:rsidRDefault="0062748B" w:rsidP="0062748B">
      <w:r>
        <w:t xml:space="preserve">15.1.22      .         .        +INF       EPS       </w:t>
      </w:r>
    </w:p>
    <w:p w:rsidR="0062748B" w:rsidRDefault="0062748B" w:rsidP="0062748B">
      <w:r>
        <w:t xml:space="preserve">15.1.23      .         .        +INF       EPS       </w:t>
      </w:r>
    </w:p>
    <w:p w:rsidR="0062748B" w:rsidRDefault="0062748B" w:rsidP="0062748B">
      <w:r>
        <w:t xml:space="preserve">15.1.24      .         .        +INF       EPS       </w:t>
      </w:r>
    </w:p>
    <w:p w:rsidR="0062748B" w:rsidRDefault="0062748B" w:rsidP="0062748B">
      <w:r>
        <w:t xml:space="preserve">15.1.25      .         .        +INF       EPS       </w:t>
      </w:r>
    </w:p>
    <w:p w:rsidR="0062748B" w:rsidRDefault="0062748B" w:rsidP="0062748B">
      <w:r>
        <w:t xml:space="preserve">15.1.26      .         .        +INF       EPS       </w:t>
      </w:r>
    </w:p>
    <w:p w:rsidR="0062748B" w:rsidRDefault="0062748B" w:rsidP="0062748B">
      <w:r>
        <w:t xml:space="preserve">15.1.27      .         .        +INF       EPS       </w:t>
      </w:r>
    </w:p>
    <w:p w:rsidR="0062748B" w:rsidRDefault="0062748B" w:rsidP="0062748B">
      <w:r>
        <w:t xml:space="preserve">15.1.28      .         .        +INF       EPS       </w:t>
      </w:r>
    </w:p>
    <w:p w:rsidR="0062748B" w:rsidRDefault="0062748B" w:rsidP="0062748B">
      <w:r>
        <w:t xml:space="preserve">15.1.29      .         .        +INF       EPS       </w:t>
      </w:r>
    </w:p>
    <w:p w:rsidR="0062748B" w:rsidRDefault="0062748B" w:rsidP="0062748B">
      <w:r>
        <w:t xml:space="preserve">16.1.1       .         .        +INF       EPS       </w:t>
      </w:r>
    </w:p>
    <w:p w:rsidR="0062748B" w:rsidRDefault="0062748B" w:rsidP="0062748B">
      <w:r>
        <w:t xml:space="preserve">16.1.2       .         .        +INF       EPS       </w:t>
      </w:r>
    </w:p>
    <w:p w:rsidR="0062748B" w:rsidRDefault="0062748B" w:rsidP="0062748B">
      <w:r>
        <w:t xml:space="preserve">16.1.3       .         .        +INF       EPS       </w:t>
      </w:r>
    </w:p>
    <w:p w:rsidR="0062748B" w:rsidRDefault="0062748B" w:rsidP="0062748B">
      <w:r>
        <w:t xml:space="preserve">16.1.4       .         .        +INF       EPS       </w:t>
      </w:r>
    </w:p>
    <w:p w:rsidR="0062748B" w:rsidRDefault="0062748B" w:rsidP="0062748B">
      <w:r>
        <w:t xml:space="preserve">16.1.5       .         .        +INF       EPS       </w:t>
      </w:r>
    </w:p>
    <w:p w:rsidR="0062748B" w:rsidRDefault="0062748B" w:rsidP="0062748B">
      <w:r>
        <w:t xml:space="preserve">16.1.6       .         .        +INF       EPS       </w:t>
      </w:r>
    </w:p>
    <w:p w:rsidR="0062748B" w:rsidRDefault="0062748B" w:rsidP="0062748B">
      <w:r>
        <w:lastRenderedPageBreak/>
        <w:t xml:space="preserve">16.1.7       .         .        +INF       EPS       </w:t>
      </w:r>
    </w:p>
    <w:p w:rsidR="0062748B" w:rsidRDefault="0062748B" w:rsidP="0062748B">
      <w:r>
        <w:t xml:space="preserve">16.1.8       .         .        +INF       EPS       </w:t>
      </w:r>
    </w:p>
    <w:p w:rsidR="0062748B" w:rsidRDefault="0062748B" w:rsidP="0062748B">
      <w:r>
        <w:t xml:space="preserve">16.1.9       .         .        +INF       EPS       </w:t>
      </w:r>
    </w:p>
    <w:p w:rsidR="0062748B" w:rsidRDefault="0062748B" w:rsidP="0062748B">
      <w:r>
        <w:t xml:space="preserve">16.1.10      .         .        +INF       EPS       </w:t>
      </w:r>
    </w:p>
    <w:p w:rsidR="0062748B" w:rsidRDefault="0062748B" w:rsidP="0062748B">
      <w:r>
        <w:t xml:space="preserve">16.1.11      .         .        +INF       EPS       </w:t>
      </w:r>
    </w:p>
    <w:p w:rsidR="0062748B" w:rsidRDefault="0062748B" w:rsidP="0062748B">
      <w:r>
        <w:t xml:space="preserve">16.1.12      .         .        +INF       EPS       </w:t>
      </w:r>
    </w:p>
    <w:p w:rsidR="0062748B" w:rsidRDefault="0062748B" w:rsidP="0062748B">
      <w:r>
        <w:t xml:space="preserve">16.1.13      .         .        +INF       EPS       </w:t>
      </w:r>
    </w:p>
    <w:p w:rsidR="0062748B" w:rsidRDefault="0062748B" w:rsidP="0062748B">
      <w:r>
        <w:t xml:space="preserve">16.1.14      .         .        +INF       EPS       </w:t>
      </w:r>
    </w:p>
    <w:p w:rsidR="0062748B" w:rsidRDefault="0062748B" w:rsidP="0062748B">
      <w:r>
        <w:t xml:space="preserve">16.1.15      .         .        +INF       EPS       </w:t>
      </w:r>
    </w:p>
    <w:p w:rsidR="0062748B" w:rsidRDefault="0062748B" w:rsidP="0062748B">
      <w:r>
        <w:t xml:space="preserve">16.1.16      .         .        +INF       EPS       </w:t>
      </w:r>
    </w:p>
    <w:p w:rsidR="0062748B" w:rsidRDefault="0062748B" w:rsidP="0062748B">
      <w:r>
        <w:t xml:space="preserve">16.1.17      .         .        +INF       EPS       </w:t>
      </w:r>
    </w:p>
    <w:p w:rsidR="0062748B" w:rsidRDefault="0062748B" w:rsidP="0062748B">
      <w:r>
        <w:t xml:space="preserve">16.1.18      .         .        +INF       EPS       </w:t>
      </w:r>
    </w:p>
    <w:p w:rsidR="0062748B" w:rsidRDefault="0062748B" w:rsidP="0062748B">
      <w:r>
        <w:t xml:space="preserve">16.1.19      .         .        +INF       EPS       </w:t>
      </w:r>
    </w:p>
    <w:p w:rsidR="0062748B" w:rsidRDefault="0062748B" w:rsidP="0062748B">
      <w:r>
        <w:t xml:space="preserve">16.1.20      .         .        +INF       EPS       </w:t>
      </w:r>
    </w:p>
    <w:p w:rsidR="0062748B" w:rsidRDefault="0062748B" w:rsidP="0062748B">
      <w:r>
        <w:t xml:space="preserve">16.1.21      .         .        +INF       EPS       </w:t>
      </w:r>
    </w:p>
    <w:p w:rsidR="0062748B" w:rsidRDefault="0062748B" w:rsidP="0062748B">
      <w:r>
        <w:t xml:space="preserve">16.1.22      .         .        +INF       EPS       </w:t>
      </w:r>
    </w:p>
    <w:p w:rsidR="0062748B" w:rsidRDefault="0062748B" w:rsidP="0062748B">
      <w:r>
        <w:t xml:space="preserve">16.1.23      .         .        +INF       EPS       </w:t>
      </w:r>
    </w:p>
    <w:p w:rsidR="0062748B" w:rsidRDefault="0062748B" w:rsidP="0062748B">
      <w:r>
        <w:t xml:space="preserve">16.1.24      .         .        +INF       EPS       </w:t>
      </w:r>
    </w:p>
    <w:p w:rsidR="0062748B" w:rsidRDefault="0062748B" w:rsidP="0062748B">
      <w:r>
        <w:t xml:space="preserve">16.1.25      .         .        +INF       EPS       </w:t>
      </w:r>
    </w:p>
    <w:p w:rsidR="0062748B" w:rsidRDefault="0062748B" w:rsidP="0062748B">
      <w:r>
        <w:t xml:space="preserve">16.1.26      .         .        +INF       EPS       </w:t>
      </w:r>
    </w:p>
    <w:p w:rsidR="0062748B" w:rsidRDefault="0062748B" w:rsidP="0062748B">
      <w:r>
        <w:t xml:space="preserve">16.1.27      .         .        +INF       EPS       </w:t>
      </w:r>
    </w:p>
    <w:p w:rsidR="0062748B" w:rsidRDefault="0062748B" w:rsidP="0062748B">
      <w:r>
        <w:t xml:space="preserve">16.1.28      .         .        +INF       EPS       </w:t>
      </w:r>
    </w:p>
    <w:p w:rsidR="0062748B" w:rsidRDefault="0062748B" w:rsidP="0062748B">
      <w:r>
        <w:t xml:space="preserve">16.1.29      .         .        +INF       EPS       </w:t>
      </w:r>
    </w:p>
    <w:p w:rsidR="0062748B" w:rsidRDefault="0062748B" w:rsidP="0062748B">
      <w:r>
        <w:t xml:space="preserve">17.1.1       .         .        +INF       EPS       </w:t>
      </w:r>
    </w:p>
    <w:p w:rsidR="0062748B" w:rsidRDefault="0062748B" w:rsidP="0062748B">
      <w:r>
        <w:t xml:space="preserve">17.1.2       .         .        +INF       EPS       </w:t>
      </w:r>
    </w:p>
    <w:p w:rsidR="0062748B" w:rsidRDefault="0062748B" w:rsidP="0062748B">
      <w:r>
        <w:lastRenderedPageBreak/>
        <w:t xml:space="preserve">17.1.3       .         .        +INF       EPS       </w:t>
      </w:r>
    </w:p>
    <w:p w:rsidR="0062748B" w:rsidRDefault="0062748B" w:rsidP="0062748B">
      <w:r>
        <w:t xml:space="preserve">17.1.4       .         .        +INF       EPS       </w:t>
      </w:r>
    </w:p>
    <w:p w:rsidR="0062748B" w:rsidRDefault="0062748B" w:rsidP="0062748B">
      <w:r>
        <w:t xml:space="preserve">17.1.5       .         .        +INF       EPS       </w:t>
      </w:r>
    </w:p>
    <w:p w:rsidR="0062748B" w:rsidRDefault="0062748B" w:rsidP="0062748B">
      <w:r>
        <w:t xml:space="preserve">17.1.6       .         .        +INF       EPS       </w:t>
      </w:r>
    </w:p>
    <w:p w:rsidR="0062748B" w:rsidRDefault="0062748B" w:rsidP="0062748B">
      <w:r>
        <w:t xml:space="preserve">17.1.7       .         .        +INF       EPS       </w:t>
      </w:r>
    </w:p>
    <w:p w:rsidR="0062748B" w:rsidRDefault="0062748B" w:rsidP="0062748B">
      <w:r>
        <w:t xml:space="preserve">17.1.8       .         .        +INF       EPS       </w:t>
      </w:r>
    </w:p>
    <w:p w:rsidR="0062748B" w:rsidRDefault="0062748B" w:rsidP="0062748B">
      <w:r>
        <w:t xml:space="preserve">17.1.9       .         .        +INF       EPS       </w:t>
      </w:r>
    </w:p>
    <w:p w:rsidR="0062748B" w:rsidRDefault="0062748B" w:rsidP="0062748B">
      <w:r>
        <w:t xml:space="preserve">17.1.10      .         .        +INF       EPS       </w:t>
      </w:r>
    </w:p>
    <w:p w:rsidR="0062748B" w:rsidRDefault="0062748B" w:rsidP="0062748B">
      <w:r>
        <w:t xml:space="preserve">17.1.11      .         .        +INF       EPS       </w:t>
      </w:r>
    </w:p>
    <w:p w:rsidR="0062748B" w:rsidRDefault="0062748B" w:rsidP="0062748B">
      <w:r>
        <w:t xml:space="preserve">17.1.12      .         .        +INF       EPS       </w:t>
      </w:r>
    </w:p>
    <w:p w:rsidR="0062748B" w:rsidRDefault="0062748B" w:rsidP="0062748B">
      <w:r>
        <w:t xml:space="preserve">17.1.13      .         .        +INF       EPS       </w:t>
      </w:r>
    </w:p>
    <w:p w:rsidR="0062748B" w:rsidRDefault="0062748B" w:rsidP="0062748B">
      <w:r>
        <w:t xml:space="preserve">17.1.14      .         .        +INF       EPS       </w:t>
      </w:r>
    </w:p>
    <w:p w:rsidR="0062748B" w:rsidRDefault="0062748B" w:rsidP="0062748B">
      <w:r>
        <w:t xml:space="preserve">17.1.15      .         .        +INF       EPS       </w:t>
      </w:r>
    </w:p>
    <w:p w:rsidR="0062748B" w:rsidRDefault="0062748B" w:rsidP="0062748B">
      <w:r>
        <w:t xml:space="preserve">17.1.16      .         .        +INF       EPS       </w:t>
      </w:r>
    </w:p>
    <w:p w:rsidR="0062748B" w:rsidRDefault="0062748B" w:rsidP="0062748B">
      <w:r>
        <w:t xml:space="preserve">17.1.17      .         .        +INF       EPS       </w:t>
      </w:r>
    </w:p>
    <w:p w:rsidR="0062748B" w:rsidRDefault="0062748B" w:rsidP="0062748B">
      <w:r>
        <w:t xml:space="preserve">17.1.18      .         .        +INF       EPS       </w:t>
      </w:r>
    </w:p>
    <w:p w:rsidR="0062748B" w:rsidRDefault="0062748B" w:rsidP="0062748B">
      <w:r>
        <w:t xml:space="preserve">17.1.19      .         .        +INF       EPS       </w:t>
      </w:r>
    </w:p>
    <w:p w:rsidR="0062748B" w:rsidRDefault="0062748B" w:rsidP="0062748B">
      <w:r>
        <w:t xml:space="preserve">17.1.20      .         .        +INF       EPS       </w:t>
      </w:r>
    </w:p>
    <w:p w:rsidR="0062748B" w:rsidRDefault="0062748B" w:rsidP="0062748B">
      <w:r>
        <w:t xml:space="preserve">17.1.21      .         .        +INF       EPS       </w:t>
      </w:r>
    </w:p>
    <w:p w:rsidR="0062748B" w:rsidRDefault="0062748B" w:rsidP="0062748B">
      <w:r>
        <w:t xml:space="preserve">17.1.22      .         .        +INF       EPS       </w:t>
      </w:r>
    </w:p>
    <w:p w:rsidR="0062748B" w:rsidRDefault="0062748B" w:rsidP="0062748B">
      <w:r>
        <w:t xml:space="preserve">17.1.23      .         .        +INF       EPS       </w:t>
      </w:r>
    </w:p>
    <w:p w:rsidR="0062748B" w:rsidRDefault="0062748B" w:rsidP="0062748B">
      <w:r>
        <w:t xml:space="preserve">17.1.24      .         .        +INF       EPS       </w:t>
      </w:r>
    </w:p>
    <w:p w:rsidR="0062748B" w:rsidRDefault="0062748B" w:rsidP="0062748B">
      <w:r>
        <w:t xml:space="preserve">17.1.25      .         .        +INF       EPS       </w:t>
      </w:r>
    </w:p>
    <w:p w:rsidR="0062748B" w:rsidRDefault="0062748B" w:rsidP="0062748B">
      <w:r>
        <w:t xml:space="preserve">17.1.26      .         .        +INF       EPS       </w:t>
      </w:r>
    </w:p>
    <w:p w:rsidR="0062748B" w:rsidRDefault="0062748B" w:rsidP="0062748B">
      <w:r>
        <w:t xml:space="preserve">17.1.27      .         .        +INF       EPS       </w:t>
      </w:r>
    </w:p>
    <w:p w:rsidR="0062748B" w:rsidRDefault="0062748B" w:rsidP="0062748B">
      <w:r>
        <w:lastRenderedPageBreak/>
        <w:t xml:space="preserve">17.1.28      .         .        +INF       EPS       </w:t>
      </w:r>
    </w:p>
    <w:p w:rsidR="0062748B" w:rsidRDefault="0062748B" w:rsidP="0062748B">
      <w:r>
        <w:t xml:space="preserve">17.1.29      .         .        +INF       EPS       </w:t>
      </w:r>
    </w:p>
    <w:p w:rsidR="0062748B" w:rsidRDefault="0062748B" w:rsidP="0062748B">
      <w:r>
        <w:t xml:space="preserve">18.1.1       .         .        +INF       EPS       </w:t>
      </w:r>
    </w:p>
    <w:p w:rsidR="0062748B" w:rsidRDefault="0062748B" w:rsidP="0062748B">
      <w:r>
        <w:t xml:space="preserve">18.1.2       .         .        +INF       EPS       </w:t>
      </w:r>
    </w:p>
    <w:p w:rsidR="0062748B" w:rsidRDefault="0062748B" w:rsidP="0062748B">
      <w:r>
        <w:t xml:space="preserve">18.1.3       .         .        +INF       EPS       </w:t>
      </w:r>
    </w:p>
    <w:p w:rsidR="0062748B" w:rsidRDefault="0062748B" w:rsidP="0062748B">
      <w:r>
        <w:t xml:space="preserve">18.1.4       .         .        +INF       EPS       </w:t>
      </w:r>
    </w:p>
    <w:p w:rsidR="0062748B" w:rsidRDefault="0062748B" w:rsidP="0062748B">
      <w:r>
        <w:t xml:space="preserve">18.1.5       .         .        +INF       EPS       </w:t>
      </w:r>
    </w:p>
    <w:p w:rsidR="0062748B" w:rsidRDefault="0062748B" w:rsidP="0062748B">
      <w:r>
        <w:t xml:space="preserve">18.1.6       .         .        +INF       EPS       </w:t>
      </w:r>
    </w:p>
    <w:p w:rsidR="0062748B" w:rsidRDefault="0062748B" w:rsidP="0062748B">
      <w:r>
        <w:t xml:space="preserve">18.1.7       .         .        +INF       EPS       </w:t>
      </w:r>
    </w:p>
    <w:p w:rsidR="0062748B" w:rsidRDefault="0062748B" w:rsidP="0062748B">
      <w:r>
        <w:t xml:space="preserve">18.1.8       .         .        +INF       EPS       </w:t>
      </w:r>
    </w:p>
    <w:p w:rsidR="0062748B" w:rsidRDefault="0062748B" w:rsidP="0062748B">
      <w:r>
        <w:t xml:space="preserve">18.1.9       .         .        +INF       EPS       </w:t>
      </w:r>
    </w:p>
    <w:p w:rsidR="0062748B" w:rsidRDefault="0062748B" w:rsidP="0062748B">
      <w:r>
        <w:t xml:space="preserve">18.1.10      .         .        +INF       EPS       </w:t>
      </w:r>
    </w:p>
    <w:p w:rsidR="0062748B" w:rsidRDefault="0062748B" w:rsidP="0062748B">
      <w:r>
        <w:t xml:space="preserve">18.1.11      .         .        +INF       EPS       </w:t>
      </w:r>
    </w:p>
    <w:p w:rsidR="0062748B" w:rsidRDefault="0062748B" w:rsidP="0062748B">
      <w:r>
        <w:t xml:space="preserve">18.1.12      .         .        +INF       EPS       </w:t>
      </w:r>
    </w:p>
    <w:p w:rsidR="0062748B" w:rsidRDefault="0062748B" w:rsidP="0062748B">
      <w:r>
        <w:t xml:space="preserve">18.1.13      .         .        +INF       EPS       </w:t>
      </w:r>
    </w:p>
    <w:p w:rsidR="0062748B" w:rsidRDefault="0062748B" w:rsidP="0062748B">
      <w:r>
        <w:t xml:space="preserve">18.1.14      .         .        +INF       EPS       </w:t>
      </w:r>
    </w:p>
    <w:p w:rsidR="0062748B" w:rsidRDefault="0062748B" w:rsidP="0062748B">
      <w:r>
        <w:t xml:space="preserve">18.1.15      .         .        +INF       EPS       </w:t>
      </w:r>
    </w:p>
    <w:p w:rsidR="0062748B" w:rsidRDefault="0062748B" w:rsidP="0062748B">
      <w:r>
        <w:t xml:space="preserve">18.1.16      .         .        +INF       EPS       </w:t>
      </w:r>
    </w:p>
    <w:p w:rsidR="0062748B" w:rsidRDefault="0062748B" w:rsidP="0062748B">
      <w:r>
        <w:t xml:space="preserve">18.1.17      .         .        +INF       EPS       </w:t>
      </w:r>
    </w:p>
    <w:p w:rsidR="0062748B" w:rsidRDefault="0062748B" w:rsidP="0062748B">
      <w:r>
        <w:t xml:space="preserve">18.1.18      .         .        +INF       EPS       </w:t>
      </w:r>
    </w:p>
    <w:p w:rsidR="0062748B" w:rsidRDefault="0062748B" w:rsidP="0062748B">
      <w:r>
        <w:t xml:space="preserve">18.1.19      .         .        +INF       EPS       </w:t>
      </w:r>
    </w:p>
    <w:p w:rsidR="0062748B" w:rsidRDefault="0062748B" w:rsidP="0062748B">
      <w:r>
        <w:t xml:space="preserve">18.1.20      .         .        +INF       EPS       </w:t>
      </w:r>
    </w:p>
    <w:p w:rsidR="0062748B" w:rsidRDefault="0062748B" w:rsidP="0062748B">
      <w:r>
        <w:t xml:space="preserve">18.1.21      .         .        +INF       EPS       </w:t>
      </w:r>
    </w:p>
    <w:p w:rsidR="0062748B" w:rsidRDefault="0062748B" w:rsidP="0062748B">
      <w:r>
        <w:t xml:space="preserve">18.1.22      .         .        +INF       EPS       </w:t>
      </w:r>
    </w:p>
    <w:p w:rsidR="0062748B" w:rsidRDefault="0062748B" w:rsidP="0062748B">
      <w:r>
        <w:t xml:space="preserve">18.1.23      .         .        +INF       EPS       </w:t>
      </w:r>
    </w:p>
    <w:p w:rsidR="0062748B" w:rsidRDefault="0062748B" w:rsidP="0062748B">
      <w:r>
        <w:lastRenderedPageBreak/>
        <w:t xml:space="preserve">18.1.24      .         .        +INF       EPS       </w:t>
      </w:r>
    </w:p>
    <w:p w:rsidR="0062748B" w:rsidRDefault="0062748B" w:rsidP="0062748B">
      <w:r>
        <w:t xml:space="preserve">18.1.25      .         .        +INF       EPS       </w:t>
      </w:r>
    </w:p>
    <w:p w:rsidR="0062748B" w:rsidRDefault="0062748B" w:rsidP="0062748B">
      <w:r>
        <w:t xml:space="preserve">18.1.26      .         .        +INF       EPS       </w:t>
      </w:r>
    </w:p>
    <w:p w:rsidR="0062748B" w:rsidRDefault="0062748B" w:rsidP="0062748B">
      <w:r>
        <w:t xml:space="preserve">18.1.27      .         .        +INF       EPS       </w:t>
      </w:r>
    </w:p>
    <w:p w:rsidR="0062748B" w:rsidRDefault="0062748B" w:rsidP="0062748B">
      <w:r>
        <w:t xml:space="preserve">18.1.28      .         .        +INF       EPS       </w:t>
      </w:r>
    </w:p>
    <w:p w:rsidR="0062748B" w:rsidRDefault="0062748B" w:rsidP="0062748B">
      <w:r>
        <w:t xml:space="preserve">18.1.29      .         .        +INF       EPS       </w:t>
      </w:r>
    </w:p>
    <w:p w:rsidR="0062748B" w:rsidRDefault="0062748B" w:rsidP="0062748B">
      <w:r>
        <w:t xml:space="preserve">19.1.1       .         .        +INF       EPS       </w:t>
      </w:r>
    </w:p>
    <w:p w:rsidR="0062748B" w:rsidRDefault="0062748B" w:rsidP="0062748B">
      <w:r>
        <w:t xml:space="preserve">19.1.2       .         .        +INF       EPS       </w:t>
      </w:r>
    </w:p>
    <w:p w:rsidR="0062748B" w:rsidRDefault="0062748B" w:rsidP="0062748B">
      <w:r>
        <w:t xml:space="preserve">19.1.3       .         .        +INF       EPS       </w:t>
      </w:r>
    </w:p>
    <w:p w:rsidR="0062748B" w:rsidRDefault="0062748B" w:rsidP="0062748B">
      <w:r>
        <w:t xml:space="preserve">19.1.4       .         .        +INF       EPS       </w:t>
      </w:r>
    </w:p>
    <w:p w:rsidR="0062748B" w:rsidRDefault="0062748B" w:rsidP="0062748B">
      <w:r>
        <w:t xml:space="preserve">19.1.5       .         .        +INF       EPS       </w:t>
      </w:r>
    </w:p>
    <w:p w:rsidR="0062748B" w:rsidRDefault="0062748B" w:rsidP="0062748B">
      <w:r>
        <w:t xml:space="preserve">19.1.6       .         .        +INF       EPS       </w:t>
      </w:r>
    </w:p>
    <w:p w:rsidR="0062748B" w:rsidRDefault="0062748B" w:rsidP="0062748B">
      <w:r>
        <w:t xml:space="preserve">19.1.7       .         .        +INF       EPS       </w:t>
      </w:r>
    </w:p>
    <w:p w:rsidR="0062748B" w:rsidRDefault="0062748B" w:rsidP="0062748B">
      <w:r>
        <w:t xml:space="preserve">19.1.8       .         .        +INF       EPS       </w:t>
      </w:r>
    </w:p>
    <w:p w:rsidR="0062748B" w:rsidRDefault="0062748B" w:rsidP="0062748B">
      <w:r>
        <w:t xml:space="preserve">19.1.9       .         .        +INF       EPS       </w:t>
      </w:r>
    </w:p>
    <w:p w:rsidR="0062748B" w:rsidRDefault="0062748B" w:rsidP="0062748B">
      <w:r>
        <w:t xml:space="preserve">19.1.10      .         .        +INF       EPS       </w:t>
      </w:r>
    </w:p>
    <w:p w:rsidR="0062748B" w:rsidRDefault="0062748B" w:rsidP="0062748B">
      <w:r>
        <w:t xml:space="preserve">19.1.11      .         .        +INF       EPS       </w:t>
      </w:r>
    </w:p>
    <w:p w:rsidR="0062748B" w:rsidRDefault="0062748B" w:rsidP="0062748B">
      <w:r>
        <w:t xml:space="preserve">19.1.12      .         .        +INF       EPS       </w:t>
      </w:r>
    </w:p>
    <w:p w:rsidR="0062748B" w:rsidRDefault="0062748B" w:rsidP="0062748B">
      <w:r>
        <w:t xml:space="preserve">19.1.13      .         .        +INF       EPS       </w:t>
      </w:r>
    </w:p>
    <w:p w:rsidR="0062748B" w:rsidRDefault="0062748B" w:rsidP="0062748B">
      <w:r>
        <w:t xml:space="preserve">19.1.14      .         .        +INF       EPS       </w:t>
      </w:r>
    </w:p>
    <w:p w:rsidR="0062748B" w:rsidRDefault="0062748B" w:rsidP="0062748B">
      <w:r>
        <w:t xml:space="preserve">19.1.15      .         .        +INF       EPS       </w:t>
      </w:r>
    </w:p>
    <w:p w:rsidR="0062748B" w:rsidRDefault="0062748B" w:rsidP="0062748B">
      <w:r>
        <w:t xml:space="preserve">19.1.16      .         .        +INF       EPS       </w:t>
      </w:r>
    </w:p>
    <w:p w:rsidR="0062748B" w:rsidRDefault="0062748B" w:rsidP="0062748B">
      <w:r>
        <w:t xml:space="preserve">19.1.17      .         .        +INF       EPS       </w:t>
      </w:r>
    </w:p>
    <w:p w:rsidR="0062748B" w:rsidRDefault="0062748B" w:rsidP="0062748B">
      <w:r>
        <w:t xml:space="preserve">19.1.18      .         .        +INF       EPS       </w:t>
      </w:r>
    </w:p>
    <w:p w:rsidR="0062748B" w:rsidRDefault="0062748B" w:rsidP="0062748B">
      <w:r>
        <w:t xml:space="preserve">19.1.19      .         .        +INF       EPS       </w:t>
      </w:r>
    </w:p>
    <w:p w:rsidR="0062748B" w:rsidRDefault="0062748B" w:rsidP="0062748B">
      <w:r>
        <w:lastRenderedPageBreak/>
        <w:t xml:space="preserve">19.1.20      .         .        +INF       EPS       </w:t>
      </w:r>
    </w:p>
    <w:p w:rsidR="0062748B" w:rsidRDefault="0062748B" w:rsidP="0062748B">
      <w:r>
        <w:t xml:space="preserve">19.1.21      .         .        +INF       EPS       </w:t>
      </w:r>
    </w:p>
    <w:p w:rsidR="0062748B" w:rsidRDefault="0062748B" w:rsidP="0062748B">
      <w:r>
        <w:t xml:space="preserve">19.1.22      .         .        +INF       EPS       </w:t>
      </w:r>
    </w:p>
    <w:p w:rsidR="0062748B" w:rsidRDefault="0062748B" w:rsidP="0062748B">
      <w:r>
        <w:t xml:space="preserve">19.1.23      .         .        +INF       EPS       </w:t>
      </w:r>
    </w:p>
    <w:p w:rsidR="0062748B" w:rsidRDefault="0062748B" w:rsidP="0062748B">
      <w:r>
        <w:t xml:space="preserve">19.1.24      .         .        +INF       EPS       </w:t>
      </w:r>
    </w:p>
    <w:p w:rsidR="0062748B" w:rsidRDefault="0062748B" w:rsidP="0062748B">
      <w:r>
        <w:t xml:space="preserve">19.1.25      .         .        +INF       EPS       </w:t>
      </w:r>
    </w:p>
    <w:p w:rsidR="0062748B" w:rsidRDefault="0062748B" w:rsidP="0062748B">
      <w:r>
        <w:t xml:space="preserve">19.1.26      .         .        +INF       EPS       </w:t>
      </w:r>
    </w:p>
    <w:p w:rsidR="0062748B" w:rsidRDefault="0062748B" w:rsidP="0062748B">
      <w:r>
        <w:t xml:space="preserve">19.1.27      .         .        +INF       EPS       </w:t>
      </w:r>
    </w:p>
    <w:p w:rsidR="0062748B" w:rsidRDefault="0062748B" w:rsidP="0062748B">
      <w:r>
        <w:t xml:space="preserve">19.1.28      .         .        +INF       EPS       </w:t>
      </w:r>
    </w:p>
    <w:p w:rsidR="0062748B" w:rsidRDefault="0062748B" w:rsidP="0062748B">
      <w:r>
        <w:t xml:space="preserve">19.1.29      .         .        +INF       EPS       </w:t>
      </w:r>
    </w:p>
    <w:p w:rsidR="0062748B" w:rsidRDefault="0062748B" w:rsidP="0062748B">
      <w:r>
        <w:t xml:space="preserve">20.1.1       .         .        +INF       EPS       </w:t>
      </w:r>
    </w:p>
    <w:p w:rsidR="0062748B" w:rsidRDefault="0062748B" w:rsidP="0062748B">
      <w:r>
        <w:t xml:space="preserve">20.1.2       .         .        +INF       EPS       </w:t>
      </w:r>
    </w:p>
    <w:p w:rsidR="0062748B" w:rsidRDefault="0062748B" w:rsidP="0062748B">
      <w:r>
        <w:t xml:space="preserve">20.1.3       .         .        +INF       EPS       </w:t>
      </w:r>
    </w:p>
    <w:p w:rsidR="0062748B" w:rsidRDefault="0062748B" w:rsidP="0062748B">
      <w:r>
        <w:t xml:space="preserve">20.1.4       .         .        +INF       EPS       </w:t>
      </w:r>
    </w:p>
    <w:p w:rsidR="0062748B" w:rsidRDefault="0062748B" w:rsidP="0062748B">
      <w:r>
        <w:t xml:space="preserve">20.1.5       .         .        +INF       EPS       </w:t>
      </w:r>
    </w:p>
    <w:p w:rsidR="0062748B" w:rsidRDefault="0062748B" w:rsidP="0062748B">
      <w:r>
        <w:t xml:space="preserve">20.1.6       .         .        +INF       EPS       </w:t>
      </w:r>
    </w:p>
    <w:p w:rsidR="0062748B" w:rsidRDefault="0062748B" w:rsidP="0062748B">
      <w:r>
        <w:t xml:space="preserve">20.1.7       .         .        +INF       EPS       </w:t>
      </w:r>
    </w:p>
    <w:p w:rsidR="0062748B" w:rsidRDefault="0062748B" w:rsidP="0062748B">
      <w:r>
        <w:t xml:space="preserve">20.1.8       .         .        +INF       EPS       </w:t>
      </w:r>
    </w:p>
    <w:p w:rsidR="0062748B" w:rsidRDefault="0062748B" w:rsidP="0062748B">
      <w:r>
        <w:t xml:space="preserve">20.1.9       .         .        +INF       EPS       </w:t>
      </w:r>
    </w:p>
    <w:p w:rsidR="0062748B" w:rsidRDefault="0062748B" w:rsidP="0062748B">
      <w:r>
        <w:t xml:space="preserve">20.1.10      .         .        +INF       EPS       </w:t>
      </w:r>
    </w:p>
    <w:p w:rsidR="0062748B" w:rsidRDefault="0062748B" w:rsidP="0062748B">
      <w:r>
        <w:t xml:space="preserve">20.1.11      .         .        +INF       EPS       </w:t>
      </w:r>
    </w:p>
    <w:p w:rsidR="0062748B" w:rsidRDefault="0062748B" w:rsidP="0062748B">
      <w:r>
        <w:t xml:space="preserve">20.1.12      .         .        +INF       EPS       </w:t>
      </w:r>
    </w:p>
    <w:p w:rsidR="0062748B" w:rsidRDefault="0062748B" w:rsidP="0062748B">
      <w:r>
        <w:t xml:space="preserve">20.1.13      .         .        +INF       EPS       </w:t>
      </w:r>
    </w:p>
    <w:p w:rsidR="0062748B" w:rsidRDefault="0062748B" w:rsidP="0062748B">
      <w:r>
        <w:t xml:space="preserve">20.1.14      .         .        +INF       EPS       </w:t>
      </w:r>
    </w:p>
    <w:p w:rsidR="0062748B" w:rsidRDefault="0062748B" w:rsidP="0062748B">
      <w:r>
        <w:t xml:space="preserve">20.1.15      .         .        +INF       EPS       </w:t>
      </w:r>
    </w:p>
    <w:p w:rsidR="0062748B" w:rsidRDefault="0062748B" w:rsidP="0062748B">
      <w:r>
        <w:lastRenderedPageBreak/>
        <w:t xml:space="preserve">20.1.16      .         .        +INF       EPS       </w:t>
      </w:r>
    </w:p>
    <w:p w:rsidR="0062748B" w:rsidRDefault="0062748B" w:rsidP="0062748B">
      <w:r>
        <w:t xml:space="preserve">20.1.17      .         .        +INF       EPS       </w:t>
      </w:r>
    </w:p>
    <w:p w:rsidR="0062748B" w:rsidRDefault="0062748B" w:rsidP="0062748B">
      <w:r>
        <w:t xml:space="preserve">20.1.18      .         .        +INF       EPS       </w:t>
      </w:r>
    </w:p>
    <w:p w:rsidR="0062748B" w:rsidRDefault="0062748B" w:rsidP="0062748B">
      <w:r>
        <w:t xml:space="preserve">20.1.19      .         .        +INF       EPS       </w:t>
      </w:r>
    </w:p>
    <w:p w:rsidR="0062748B" w:rsidRDefault="0062748B" w:rsidP="0062748B">
      <w:r>
        <w:t xml:space="preserve">20.1.20      .         .        +INF       EPS       </w:t>
      </w:r>
    </w:p>
    <w:p w:rsidR="0062748B" w:rsidRDefault="0062748B" w:rsidP="0062748B">
      <w:r>
        <w:t xml:space="preserve">20.1.21      .         .        +INF       EPS       </w:t>
      </w:r>
    </w:p>
    <w:p w:rsidR="0062748B" w:rsidRDefault="0062748B" w:rsidP="0062748B">
      <w:r>
        <w:t xml:space="preserve">20.1.22      .         .        +INF       EPS       </w:t>
      </w:r>
    </w:p>
    <w:p w:rsidR="0062748B" w:rsidRDefault="0062748B" w:rsidP="0062748B">
      <w:r>
        <w:t xml:space="preserve">20.1.23      .         .        +INF       EPS       </w:t>
      </w:r>
    </w:p>
    <w:p w:rsidR="0062748B" w:rsidRDefault="0062748B" w:rsidP="0062748B">
      <w:r>
        <w:t xml:space="preserve">20.1.24      .         .        +INF       EPS       </w:t>
      </w:r>
    </w:p>
    <w:p w:rsidR="0062748B" w:rsidRDefault="0062748B" w:rsidP="0062748B">
      <w:r>
        <w:t xml:space="preserve">20.1.25      .         .        +INF       EPS       </w:t>
      </w:r>
    </w:p>
    <w:p w:rsidR="0062748B" w:rsidRDefault="0062748B" w:rsidP="0062748B">
      <w:r>
        <w:t xml:space="preserve">20.1.26      .         .        +INF       EPS       </w:t>
      </w:r>
    </w:p>
    <w:p w:rsidR="0062748B" w:rsidRDefault="0062748B" w:rsidP="0062748B">
      <w:r>
        <w:t xml:space="preserve">20.1.27      .         .        +INF       EPS       </w:t>
      </w:r>
    </w:p>
    <w:p w:rsidR="0062748B" w:rsidRDefault="0062748B" w:rsidP="0062748B">
      <w:r>
        <w:t xml:space="preserve">20.1.28      .         .        +INF       EPS       </w:t>
      </w:r>
    </w:p>
    <w:p w:rsidR="0062748B" w:rsidRDefault="0062748B" w:rsidP="0062748B">
      <w:r>
        <w:t xml:space="preserve">20.1.29      .         .        +INF       EPS       </w:t>
      </w:r>
    </w:p>
    <w:p w:rsidR="0062748B" w:rsidRDefault="0062748B" w:rsidP="0062748B">
      <w:r>
        <w:t xml:space="preserve">21.1.1       .         .        +INF       EPS       </w:t>
      </w:r>
    </w:p>
    <w:p w:rsidR="0062748B" w:rsidRDefault="0062748B" w:rsidP="0062748B">
      <w:r>
        <w:t xml:space="preserve">21.1.2       .         .        +INF       EPS       </w:t>
      </w:r>
    </w:p>
    <w:p w:rsidR="0062748B" w:rsidRDefault="0062748B" w:rsidP="0062748B">
      <w:r>
        <w:t xml:space="preserve">21.1.3       .         .        +INF       EPS       </w:t>
      </w:r>
    </w:p>
    <w:p w:rsidR="0062748B" w:rsidRDefault="0062748B" w:rsidP="0062748B">
      <w:r>
        <w:t xml:space="preserve">21.1.4       .         .        +INF       EPS       </w:t>
      </w:r>
    </w:p>
    <w:p w:rsidR="0062748B" w:rsidRDefault="0062748B" w:rsidP="0062748B">
      <w:r>
        <w:t xml:space="preserve">21.1.5       .         .        +INF       EPS       </w:t>
      </w:r>
    </w:p>
    <w:p w:rsidR="0062748B" w:rsidRDefault="0062748B" w:rsidP="0062748B">
      <w:r>
        <w:t xml:space="preserve">21.1.6       .         .        +INF       EPS       </w:t>
      </w:r>
    </w:p>
    <w:p w:rsidR="0062748B" w:rsidRDefault="0062748B" w:rsidP="0062748B">
      <w:r>
        <w:t xml:space="preserve">21.1.7       .         .        +INF       EPS       </w:t>
      </w:r>
    </w:p>
    <w:p w:rsidR="0062748B" w:rsidRDefault="0062748B" w:rsidP="0062748B">
      <w:r>
        <w:t xml:space="preserve">21.1.8       .         .        +INF       EPS       </w:t>
      </w:r>
    </w:p>
    <w:p w:rsidR="0062748B" w:rsidRDefault="0062748B" w:rsidP="0062748B">
      <w:r>
        <w:t xml:space="preserve">21.1.9       .         .        +INF       EPS       </w:t>
      </w:r>
    </w:p>
    <w:p w:rsidR="0062748B" w:rsidRDefault="0062748B" w:rsidP="0062748B">
      <w:r>
        <w:t xml:space="preserve">21.1.10      .         .        +INF       EPS       </w:t>
      </w:r>
    </w:p>
    <w:p w:rsidR="0062748B" w:rsidRDefault="0062748B" w:rsidP="0062748B">
      <w:r>
        <w:t xml:space="preserve">21.1.11      .         .        +INF       EPS       </w:t>
      </w:r>
    </w:p>
    <w:p w:rsidR="0062748B" w:rsidRDefault="0062748B" w:rsidP="0062748B">
      <w:r>
        <w:lastRenderedPageBreak/>
        <w:t xml:space="preserve">21.1.12      .         .        +INF       EPS       </w:t>
      </w:r>
    </w:p>
    <w:p w:rsidR="0062748B" w:rsidRDefault="0062748B" w:rsidP="0062748B">
      <w:r>
        <w:t xml:space="preserve">21.1.13      .         .        +INF       EPS       </w:t>
      </w:r>
    </w:p>
    <w:p w:rsidR="0062748B" w:rsidRDefault="0062748B" w:rsidP="0062748B">
      <w:r>
        <w:t xml:space="preserve">21.1.14      .         .        +INF       EPS       </w:t>
      </w:r>
    </w:p>
    <w:p w:rsidR="0062748B" w:rsidRDefault="0062748B" w:rsidP="0062748B">
      <w:r>
        <w:t xml:space="preserve">21.1.15      .         .        +INF       EPS       </w:t>
      </w:r>
    </w:p>
    <w:p w:rsidR="0062748B" w:rsidRDefault="0062748B" w:rsidP="0062748B">
      <w:r>
        <w:t xml:space="preserve">21.1.16      .         .        +INF       EPS       </w:t>
      </w:r>
    </w:p>
    <w:p w:rsidR="0062748B" w:rsidRDefault="0062748B" w:rsidP="0062748B">
      <w:r>
        <w:t xml:space="preserve">21.1.17      .         .        +INF       EPS       </w:t>
      </w:r>
    </w:p>
    <w:p w:rsidR="0062748B" w:rsidRDefault="0062748B" w:rsidP="0062748B">
      <w:r>
        <w:t xml:space="preserve">21.1.18      .         .        +INF       EPS       </w:t>
      </w:r>
    </w:p>
    <w:p w:rsidR="0062748B" w:rsidRDefault="0062748B" w:rsidP="0062748B">
      <w:r>
        <w:t xml:space="preserve">21.1.19      .         .        +INF       EPS       </w:t>
      </w:r>
    </w:p>
    <w:p w:rsidR="0062748B" w:rsidRDefault="0062748B" w:rsidP="0062748B">
      <w:r>
        <w:t xml:space="preserve">21.1.20      .         .        +INF       EPS       </w:t>
      </w:r>
    </w:p>
    <w:p w:rsidR="0062748B" w:rsidRDefault="0062748B" w:rsidP="0062748B">
      <w:r>
        <w:t xml:space="preserve">21.1.21      .         .        +INF       EPS       </w:t>
      </w:r>
    </w:p>
    <w:p w:rsidR="0062748B" w:rsidRDefault="0062748B" w:rsidP="0062748B">
      <w:r>
        <w:t xml:space="preserve">21.1.22      .         .        +INF       EPS       </w:t>
      </w:r>
    </w:p>
    <w:p w:rsidR="0062748B" w:rsidRDefault="0062748B" w:rsidP="0062748B">
      <w:r>
        <w:t xml:space="preserve">21.1.23      .         .        +INF       EPS       </w:t>
      </w:r>
    </w:p>
    <w:p w:rsidR="0062748B" w:rsidRDefault="0062748B" w:rsidP="0062748B">
      <w:r>
        <w:t xml:space="preserve">21.1.24      .         .        +INF       EPS       </w:t>
      </w:r>
    </w:p>
    <w:p w:rsidR="0062748B" w:rsidRDefault="0062748B" w:rsidP="0062748B">
      <w:r>
        <w:t xml:space="preserve">21.1.25      .         .        +INF       EPS       </w:t>
      </w:r>
    </w:p>
    <w:p w:rsidR="0062748B" w:rsidRDefault="0062748B" w:rsidP="0062748B">
      <w:r>
        <w:t xml:space="preserve">21.1.26      .         .        +INF       EPS       </w:t>
      </w:r>
    </w:p>
    <w:p w:rsidR="0062748B" w:rsidRDefault="0062748B" w:rsidP="0062748B">
      <w:r>
        <w:t xml:space="preserve">21.1.27      .         .        +INF       EPS       </w:t>
      </w:r>
    </w:p>
    <w:p w:rsidR="0062748B" w:rsidRDefault="0062748B" w:rsidP="0062748B">
      <w:r>
        <w:t xml:space="preserve">21.1.28      .         .        +INF       EPS       </w:t>
      </w:r>
    </w:p>
    <w:p w:rsidR="0062748B" w:rsidRDefault="0062748B" w:rsidP="0062748B">
      <w:r>
        <w:t xml:space="preserve">21.1.29      .         .        +INF       EPS       </w:t>
      </w:r>
    </w:p>
    <w:p w:rsidR="0062748B" w:rsidRDefault="0062748B" w:rsidP="0062748B">
      <w:r>
        <w:t xml:space="preserve">22.1.1       .         .        +INF       EPS       </w:t>
      </w:r>
    </w:p>
    <w:p w:rsidR="0062748B" w:rsidRDefault="0062748B" w:rsidP="0062748B">
      <w:r>
        <w:t xml:space="preserve">22.1.2       .         .        +INF       EPS       </w:t>
      </w:r>
    </w:p>
    <w:p w:rsidR="0062748B" w:rsidRDefault="0062748B" w:rsidP="0062748B">
      <w:r>
        <w:t xml:space="preserve">22.1.3       .         .        +INF       EPS       </w:t>
      </w:r>
    </w:p>
    <w:p w:rsidR="0062748B" w:rsidRDefault="0062748B" w:rsidP="0062748B">
      <w:r>
        <w:t xml:space="preserve">22.1.4       .         .        +INF       EPS       </w:t>
      </w:r>
    </w:p>
    <w:p w:rsidR="0062748B" w:rsidRDefault="0062748B" w:rsidP="0062748B">
      <w:r>
        <w:t xml:space="preserve">22.1.5       .         .        +INF       EPS       </w:t>
      </w:r>
    </w:p>
    <w:p w:rsidR="0062748B" w:rsidRDefault="0062748B" w:rsidP="0062748B">
      <w:r>
        <w:t xml:space="preserve">22.1.6       .         .        +INF       EPS       </w:t>
      </w:r>
    </w:p>
    <w:p w:rsidR="0062748B" w:rsidRDefault="0062748B" w:rsidP="0062748B">
      <w:r>
        <w:t xml:space="preserve">22.1.7       .         .        +INF       EPS       </w:t>
      </w:r>
    </w:p>
    <w:p w:rsidR="0062748B" w:rsidRDefault="0062748B" w:rsidP="0062748B">
      <w:r>
        <w:lastRenderedPageBreak/>
        <w:t xml:space="preserve">22.1.8       .         .        +INF       EPS       </w:t>
      </w:r>
    </w:p>
    <w:p w:rsidR="0062748B" w:rsidRDefault="0062748B" w:rsidP="0062748B">
      <w:r>
        <w:t xml:space="preserve">22.1.9       .         .        +INF       EPS       </w:t>
      </w:r>
    </w:p>
    <w:p w:rsidR="0062748B" w:rsidRDefault="0062748B" w:rsidP="0062748B">
      <w:r>
        <w:t xml:space="preserve">22.1.10      .         .        +INF       EPS       </w:t>
      </w:r>
    </w:p>
    <w:p w:rsidR="0062748B" w:rsidRDefault="0062748B" w:rsidP="0062748B">
      <w:r>
        <w:t xml:space="preserve">22.1.11      .         .        +INF       EPS       </w:t>
      </w:r>
    </w:p>
    <w:p w:rsidR="0062748B" w:rsidRDefault="0062748B" w:rsidP="0062748B">
      <w:r>
        <w:t xml:space="preserve">22.1.12      .         .        +INF       EPS       </w:t>
      </w:r>
    </w:p>
    <w:p w:rsidR="0062748B" w:rsidRDefault="0062748B" w:rsidP="0062748B">
      <w:r>
        <w:t xml:space="preserve">22.1.13      .         .        +INF       EPS       </w:t>
      </w:r>
    </w:p>
    <w:p w:rsidR="0062748B" w:rsidRDefault="0062748B" w:rsidP="0062748B">
      <w:r>
        <w:t xml:space="preserve">22.1.14      .         .        +INF       EPS       </w:t>
      </w:r>
    </w:p>
    <w:p w:rsidR="0062748B" w:rsidRDefault="0062748B" w:rsidP="0062748B">
      <w:r>
        <w:t xml:space="preserve">22.1.15      .         .        +INF       EPS       </w:t>
      </w:r>
    </w:p>
    <w:p w:rsidR="0062748B" w:rsidRDefault="0062748B" w:rsidP="0062748B">
      <w:r>
        <w:t xml:space="preserve">22.1.16      .         .        +INF       EPS       </w:t>
      </w:r>
    </w:p>
    <w:p w:rsidR="0062748B" w:rsidRDefault="0062748B" w:rsidP="0062748B">
      <w:r>
        <w:t xml:space="preserve">22.1.17      .         .        +INF       EPS       </w:t>
      </w:r>
    </w:p>
    <w:p w:rsidR="0062748B" w:rsidRDefault="0062748B" w:rsidP="0062748B">
      <w:r>
        <w:t xml:space="preserve">22.1.18      .         .        +INF       EPS       </w:t>
      </w:r>
    </w:p>
    <w:p w:rsidR="0062748B" w:rsidRDefault="0062748B" w:rsidP="0062748B">
      <w:r>
        <w:t xml:space="preserve">22.1.19      .         .        +INF       EPS       </w:t>
      </w:r>
    </w:p>
    <w:p w:rsidR="0062748B" w:rsidRDefault="0062748B" w:rsidP="0062748B">
      <w:r>
        <w:t xml:space="preserve">22.1.20      .         .        +INF       EPS       </w:t>
      </w:r>
    </w:p>
    <w:p w:rsidR="0062748B" w:rsidRDefault="0062748B" w:rsidP="0062748B">
      <w:r>
        <w:t xml:space="preserve">22.1.21      .         .        +INF       EPS       </w:t>
      </w:r>
    </w:p>
    <w:p w:rsidR="0062748B" w:rsidRDefault="0062748B" w:rsidP="0062748B">
      <w:r>
        <w:t xml:space="preserve">22.1.22      .         .        +INF       EPS       </w:t>
      </w:r>
    </w:p>
    <w:p w:rsidR="0062748B" w:rsidRDefault="0062748B" w:rsidP="0062748B">
      <w:r>
        <w:t xml:space="preserve">22.1.23      .         .        +INF       EPS       </w:t>
      </w:r>
    </w:p>
    <w:p w:rsidR="0062748B" w:rsidRDefault="0062748B" w:rsidP="0062748B">
      <w:r>
        <w:t xml:space="preserve">22.1.24      .         .        +INF       EPS       </w:t>
      </w:r>
    </w:p>
    <w:p w:rsidR="0062748B" w:rsidRDefault="0062748B" w:rsidP="0062748B">
      <w:r>
        <w:t xml:space="preserve">22.1.25      .         .        +INF       EPS       </w:t>
      </w:r>
    </w:p>
    <w:p w:rsidR="0062748B" w:rsidRDefault="0062748B" w:rsidP="0062748B">
      <w:r>
        <w:t xml:space="preserve">22.1.26      .         .        +INF       EPS       </w:t>
      </w:r>
    </w:p>
    <w:p w:rsidR="0062748B" w:rsidRDefault="0062748B" w:rsidP="0062748B">
      <w:r>
        <w:t xml:space="preserve">22.1.27      .         .        +INF       EPS       </w:t>
      </w:r>
    </w:p>
    <w:p w:rsidR="0062748B" w:rsidRDefault="0062748B" w:rsidP="0062748B">
      <w:r>
        <w:t xml:space="preserve">22.1.28      .         .        +INF       EPS       </w:t>
      </w:r>
    </w:p>
    <w:p w:rsidR="0062748B" w:rsidRDefault="0062748B" w:rsidP="0062748B">
      <w:r>
        <w:t xml:space="preserve">22.1.29      .         .        +INF       EPS       </w:t>
      </w:r>
    </w:p>
    <w:p w:rsidR="0062748B" w:rsidRDefault="0062748B" w:rsidP="0062748B">
      <w:r>
        <w:t xml:space="preserve">23.1.1       .         .        +INF       EPS       </w:t>
      </w:r>
    </w:p>
    <w:p w:rsidR="0062748B" w:rsidRDefault="0062748B" w:rsidP="0062748B">
      <w:r>
        <w:t xml:space="preserve">23.1.2       .         .        +INF       EPS       </w:t>
      </w:r>
    </w:p>
    <w:p w:rsidR="0062748B" w:rsidRDefault="0062748B" w:rsidP="0062748B">
      <w:r>
        <w:t xml:space="preserve">23.1.3       .         .        +INF       EPS       </w:t>
      </w:r>
    </w:p>
    <w:p w:rsidR="0062748B" w:rsidRDefault="0062748B" w:rsidP="0062748B">
      <w:r>
        <w:lastRenderedPageBreak/>
        <w:t xml:space="preserve">23.1.4       .         .        +INF       EPS       </w:t>
      </w:r>
    </w:p>
    <w:p w:rsidR="0062748B" w:rsidRDefault="0062748B" w:rsidP="0062748B">
      <w:r>
        <w:t xml:space="preserve">23.1.5       .         .        +INF       EPS       </w:t>
      </w:r>
    </w:p>
    <w:p w:rsidR="0062748B" w:rsidRDefault="0062748B" w:rsidP="0062748B">
      <w:r>
        <w:t xml:space="preserve">23.1.6       .         .        +INF       EPS       </w:t>
      </w:r>
    </w:p>
    <w:p w:rsidR="0062748B" w:rsidRDefault="0062748B" w:rsidP="0062748B">
      <w:r>
        <w:t xml:space="preserve">23.1.7       .         .        +INF       EPS       </w:t>
      </w:r>
    </w:p>
    <w:p w:rsidR="0062748B" w:rsidRDefault="0062748B" w:rsidP="0062748B">
      <w:r>
        <w:t xml:space="preserve">23.1.8       .         .        +INF       EPS       </w:t>
      </w:r>
    </w:p>
    <w:p w:rsidR="0062748B" w:rsidRDefault="0062748B" w:rsidP="0062748B">
      <w:r>
        <w:t xml:space="preserve">23.1.9       .         .        +INF       EPS       </w:t>
      </w:r>
    </w:p>
    <w:p w:rsidR="0062748B" w:rsidRDefault="0062748B" w:rsidP="0062748B">
      <w:r>
        <w:t xml:space="preserve">23.1.10      .         .        +INF       EPS       </w:t>
      </w:r>
    </w:p>
    <w:p w:rsidR="0062748B" w:rsidRDefault="0062748B" w:rsidP="0062748B">
      <w:r>
        <w:t xml:space="preserve">23.1.11      .         .        +INF       EPS       </w:t>
      </w:r>
    </w:p>
    <w:p w:rsidR="0062748B" w:rsidRDefault="0062748B" w:rsidP="0062748B">
      <w:r>
        <w:t xml:space="preserve">23.1.12      .         .        +INF       EPS       </w:t>
      </w:r>
    </w:p>
    <w:p w:rsidR="0062748B" w:rsidRDefault="0062748B" w:rsidP="0062748B">
      <w:r>
        <w:t xml:space="preserve">23.1.13      .         .        +INF       EPS       </w:t>
      </w:r>
    </w:p>
    <w:p w:rsidR="0062748B" w:rsidRDefault="0062748B" w:rsidP="0062748B">
      <w:r>
        <w:t xml:space="preserve">23.1.14      .         .        +INF       EPS       </w:t>
      </w:r>
    </w:p>
    <w:p w:rsidR="0062748B" w:rsidRDefault="0062748B" w:rsidP="0062748B">
      <w:r>
        <w:t xml:space="preserve">23.1.15      .         .        +INF       EPS       </w:t>
      </w:r>
    </w:p>
    <w:p w:rsidR="0062748B" w:rsidRDefault="0062748B" w:rsidP="0062748B">
      <w:r>
        <w:t xml:space="preserve">23.1.16      .         .        +INF       EPS       </w:t>
      </w:r>
    </w:p>
    <w:p w:rsidR="0062748B" w:rsidRDefault="0062748B" w:rsidP="0062748B">
      <w:r>
        <w:t xml:space="preserve">23.1.17      .         .        +INF       EPS       </w:t>
      </w:r>
    </w:p>
    <w:p w:rsidR="0062748B" w:rsidRDefault="0062748B" w:rsidP="0062748B">
      <w:r>
        <w:t xml:space="preserve">23.1.18      .         .        +INF       EPS       </w:t>
      </w:r>
    </w:p>
    <w:p w:rsidR="0062748B" w:rsidRDefault="0062748B" w:rsidP="0062748B">
      <w:r>
        <w:t xml:space="preserve">23.1.19      .         .        +INF       EPS       </w:t>
      </w:r>
    </w:p>
    <w:p w:rsidR="0062748B" w:rsidRDefault="0062748B" w:rsidP="0062748B">
      <w:r>
        <w:t xml:space="preserve">23.1.20      .         .        +INF       EPS       </w:t>
      </w:r>
    </w:p>
    <w:p w:rsidR="0062748B" w:rsidRDefault="0062748B" w:rsidP="0062748B">
      <w:r>
        <w:t xml:space="preserve">23.1.21      .         .        +INF       EPS       </w:t>
      </w:r>
    </w:p>
    <w:p w:rsidR="0062748B" w:rsidRDefault="0062748B" w:rsidP="0062748B">
      <w:r>
        <w:t xml:space="preserve">23.1.22      .         .        +INF       EPS       </w:t>
      </w:r>
    </w:p>
    <w:p w:rsidR="0062748B" w:rsidRDefault="0062748B" w:rsidP="0062748B">
      <w:r>
        <w:t xml:space="preserve">23.1.23      .         .        +INF       EPS       </w:t>
      </w:r>
    </w:p>
    <w:p w:rsidR="0062748B" w:rsidRDefault="0062748B" w:rsidP="0062748B">
      <w:r>
        <w:t xml:space="preserve">23.1.24      .         .        +INF       EPS       </w:t>
      </w:r>
    </w:p>
    <w:p w:rsidR="0062748B" w:rsidRDefault="0062748B" w:rsidP="0062748B">
      <w:r>
        <w:t xml:space="preserve">23.1.25      .         .        +INF       EPS       </w:t>
      </w:r>
    </w:p>
    <w:p w:rsidR="0062748B" w:rsidRDefault="0062748B" w:rsidP="0062748B">
      <w:r>
        <w:t xml:space="preserve">23.1.26      .         .        +INF       EPS       </w:t>
      </w:r>
    </w:p>
    <w:p w:rsidR="0062748B" w:rsidRDefault="0062748B" w:rsidP="0062748B">
      <w:r>
        <w:t xml:space="preserve">23.1.27      .         .        +INF       EPS       </w:t>
      </w:r>
    </w:p>
    <w:p w:rsidR="0062748B" w:rsidRDefault="0062748B" w:rsidP="0062748B">
      <w:r>
        <w:t xml:space="preserve">23.1.28      .         .        +INF       EPS       </w:t>
      </w:r>
    </w:p>
    <w:p w:rsidR="0062748B" w:rsidRDefault="0062748B" w:rsidP="0062748B">
      <w:r>
        <w:lastRenderedPageBreak/>
        <w:t xml:space="preserve">23.1.29      .         .        +INF       EPS       </w:t>
      </w:r>
    </w:p>
    <w:p w:rsidR="0062748B" w:rsidRDefault="0062748B" w:rsidP="0062748B">
      <w:r>
        <w:t xml:space="preserve">24.1.1       .         .        +INF       EPS       </w:t>
      </w:r>
    </w:p>
    <w:p w:rsidR="0062748B" w:rsidRDefault="0062748B" w:rsidP="0062748B">
      <w:r>
        <w:t xml:space="preserve">24.1.2       .         .        +INF       EPS       </w:t>
      </w:r>
    </w:p>
    <w:p w:rsidR="0062748B" w:rsidRDefault="0062748B" w:rsidP="0062748B">
      <w:r>
        <w:t xml:space="preserve">24.1.3       .         .        +INF       EPS       </w:t>
      </w:r>
    </w:p>
    <w:p w:rsidR="0062748B" w:rsidRDefault="0062748B" w:rsidP="0062748B">
      <w:r>
        <w:t xml:space="preserve">24.1.4       .         .        +INF       EPS       </w:t>
      </w:r>
    </w:p>
    <w:p w:rsidR="0062748B" w:rsidRDefault="0062748B" w:rsidP="0062748B">
      <w:r>
        <w:t xml:space="preserve">24.1.5       .         .        +INF       EPS       </w:t>
      </w:r>
    </w:p>
    <w:p w:rsidR="0062748B" w:rsidRDefault="0062748B" w:rsidP="0062748B">
      <w:r>
        <w:t xml:space="preserve">24.1.6       .         .        +INF       EPS       </w:t>
      </w:r>
    </w:p>
    <w:p w:rsidR="0062748B" w:rsidRDefault="0062748B" w:rsidP="0062748B">
      <w:r>
        <w:t xml:space="preserve">24.1.7       .         .        +INF       EPS       </w:t>
      </w:r>
    </w:p>
    <w:p w:rsidR="0062748B" w:rsidRDefault="0062748B" w:rsidP="0062748B">
      <w:r>
        <w:t xml:space="preserve">24.1.8       .         .        +INF       EPS       </w:t>
      </w:r>
    </w:p>
    <w:p w:rsidR="0062748B" w:rsidRDefault="0062748B" w:rsidP="0062748B">
      <w:r>
        <w:t xml:space="preserve">24.1.9       .         .        +INF       EPS       </w:t>
      </w:r>
    </w:p>
    <w:p w:rsidR="0062748B" w:rsidRDefault="0062748B" w:rsidP="0062748B">
      <w:r>
        <w:t xml:space="preserve">24.1.10      .         .        +INF       EPS       </w:t>
      </w:r>
    </w:p>
    <w:p w:rsidR="0062748B" w:rsidRDefault="0062748B" w:rsidP="0062748B">
      <w:r>
        <w:t xml:space="preserve">24.1.11      .         .        +INF       EPS       </w:t>
      </w:r>
    </w:p>
    <w:p w:rsidR="0062748B" w:rsidRDefault="0062748B" w:rsidP="0062748B">
      <w:r>
        <w:t xml:space="preserve">24.1.12      .         .        +INF       EPS       </w:t>
      </w:r>
    </w:p>
    <w:p w:rsidR="0062748B" w:rsidRDefault="0062748B" w:rsidP="0062748B">
      <w:r>
        <w:t xml:space="preserve">24.1.13      .         .        +INF       EPS       </w:t>
      </w:r>
    </w:p>
    <w:p w:rsidR="0062748B" w:rsidRDefault="0062748B" w:rsidP="0062748B">
      <w:r>
        <w:t xml:space="preserve">24.1.14      .         .        +INF       EPS       </w:t>
      </w:r>
    </w:p>
    <w:p w:rsidR="0062748B" w:rsidRDefault="0062748B" w:rsidP="0062748B">
      <w:r>
        <w:t xml:space="preserve">24.1.15      .         .        +INF       EPS       </w:t>
      </w:r>
    </w:p>
    <w:p w:rsidR="0062748B" w:rsidRDefault="0062748B" w:rsidP="0062748B">
      <w:r>
        <w:t xml:space="preserve">24.1.16      .         .        +INF       EPS       </w:t>
      </w:r>
    </w:p>
    <w:p w:rsidR="0062748B" w:rsidRDefault="0062748B" w:rsidP="0062748B">
      <w:r>
        <w:t xml:space="preserve">24.1.17      .         .        +INF       EPS       </w:t>
      </w:r>
    </w:p>
    <w:p w:rsidR="0062748B" w:rsidRDefault="0062748B" w:rsidP="0062748B">
      <w:r>
        <w:t xml:space="preserve">24.1.18      .         .        +INF       EPS       </w:t>
      </w:r>
    </w:p>
    <w:p w:rsidR="0062748B" w:rsidRDefault="0062748B" w:rsidP="0062748B">
      <w:r>
        <w:t xml:space="preserve">24.1.19      .         .        +INF       EPS       </w:t>
      </w:r>
    </w:p>
    <w:p w:rsidR="0062748B" w:rsidRDefault="0062748B" w:rsidP="0062748B">
      <w:r>
        <w:t xml:space="preserve">24.1.20      .         .        +INF       EPS       </w:t>
      </w:r>
    </w:p>
    <w:p w:rsidR="0062748B" w:rsidRDefault="0062748B" w:rsidP="0062748B">
      <w:r>
        <w:t xml:space="preserve">24.1.21      .         .        +INF       EPS       </w:t>
      </w:r>
    </w:p>
    <w:p w:rsidR="0062748B" w:rsidRDefault="0062748B" w:rsidP="0062748B">
      <w:r>
        <w:t xml:space="preserve">24.1.22      .         .        +INF       EPS       </w:t>
      </w:r>
    </w:p>
    <w:p w:rsidR="0062748B" w:rsidRDefault="0062748B" w:rsidP="0062748B">
      <w:r>
        <w:t xml:space="preserve">24.1.23      .         .        +INF       EPS       </w:t>
      </w:r>
    </w:p>
    <w:p w:rsidR="0062748B" w:rsidRDefault="0062748B" w:rsidP="0062748B">
      <w:r>
        <w:t xml:space="preserve">24.1.24      .         .        +INF       EPS       </w:t>
      </w:r>
    </w:p>
    <w:p w:rsidR="0062748B" w:rsidRDefault="0062748B" w:rsidP="0062748B">
      <w:r>
        <w:lastRenderedPageBreak/>
        <w:t xml:space="preserve">24.1.25      .         .        +INF       EPS       </w:t>
      </w:r>
    </w:p>
    <w:p w:rsidR="0062748B" w:rsidRDefault="0062748B" w:rsidP="0062748B">
      <w:r>
        <w:t xml:space="preserve">24.1.26      .         .        +INF       EPS       </w:t>
      </w:r>
    </w:p>
    <w:p w:rsidR="0062748B" w:rsidRDefault="0062748B" w:rsidP="0062748B">
      <w:r>
        <w:t xml:space="preserve">24.1.27      .         .        +INF       EPS       </w:t>
      </w:r>
    </w:p>
    <w:p w:rsidR="0062748B" w:rsidRDefault="0062748B" w:rsidP="0062748B">
      <w:r>
        <w:t xml:space="preserve">24.1.28      .         .        +INF       EPS       </w:t>
      </w:r>
    </w:p>
    <w:p w:rsidR="0062748B" w:rsidRDefault="0062748B" w:rsidP="0062748B">
      <w:r>
        <w:t xml:space="preserve">24.1.29      .         .        +INF       EPS       </w:t>
      </w:r>
    </w:p>
    <w:p w:rsidR="0062748B" w:rsidRDefault="0062748B" w:rsidP="0062748B">
      <w:r>
        <w:t xml:space="preserve">25.1.1       .         .        +INF       EPS       </w:t>
      </w:r>
    </w:p>
    <w:p w:rsidR="0062748B" w:rsidRDefault="0062748B" w:rsidP="0062748B">
      <w:r>
        <w:t xml:space="preserve">25.1.2       .         .        +INF       EPS       </w:t>
      </w:r>
    </w:p>
    <w:p w:rsidR="0062748B" w:rsidRDefault="0062748B" w:rsidP="0062748B">
      <w:r>
        <w:t xml:space="preserve">25.1.3       .         .        +INF       EPS       </w:t>
      </w:r>
    </w:p>
    <w:p w:rsidR="0062748B" w:rsidRDefault="0062748B" w:rsidP="0062748B">
      <w:r>
        <w:t xml:space="preserve">25.1.4       .         .        +INF       EPS       </w:t>
      </w:r>
    </w:p>
    <w:p w:rsidR="0062748B" w:rsidRDefault="0062748B" w:rsidP="0062748B">
      <w:r>
        <w:t xml:space="preserve">25.1.5       .         .        +INF       EPS       </w:t>
      </w:r>
    </w:p>
    <w:p w:rsidR="0062748B" w:rsidRDefault="0062748B" w:rsidP="0062748B">
      <w:r>
        <w:t xml:space="preserve">25.1.6       .         .        +INF       EPS       </w:t>
      </w:r>
    </w:p>
    <w:p w:rsidR="0062748B" w:rsidRDefault="0062748B" w:rsidP="0062748B">
      <w:r>
        <w:t xml:space="preserve">25.1.7       .         .        +INF       EPS       </w:t>
      </w:r>
    </w:p>
    <w:p w:rsidR="0062748B" w:rsidRDefault="0062748B" w:rsidP="0062748B">
      <w:r>
        <w:t xml:space="preserve">25.1.8       .         .        +INF       EPS       </w:t>
      </w:r>
    </w:p>
    <w:p w:rsidR="0062748B" w:rsidRDefault="0062748B" w:rsidP="0062748B">
      <w:r>
        <w:t xml:space="preserve">25.1.9       .         .        +INF       EPS       </w:t>
      </w:r>
    </w:p>
    <w:p w:rsidR="0062748B" w:rsidRDefault="0062748B" w:rsidP="0062748B">
      <w:r>
        <w:t xml:space="preserve">25.1.10      .         .        +INF       EPS       </w:t>
      </w:r>
    </w:p>
    <w:p w:rsidR="0062748B" w:rsidRDefault="0062748B" w:rsidP="0062748B">
      <w:r>
        <w:t xml:space="preserve">25.1.11      .         .        +INF       EPS       </w:t>
      </w:r>
    </w:p>
    <w:p w:rsidR="0062748B" w:rsidRDefault="0062748B" w:rsidP="0062748B">
      <w:r>
        <w:t xml:space="preserve">25.1.12      .         .        +INF       EPS       </w:t>
      </w:r>
    </w:p>
    <w:p w:rsidR="0062748B" w:rsidRDefault="0062748B" w:rsidP="0062748B">
      <w:r>
        <w:t xml:space="preserve">25.1.13      .         .        +INF       EPS       </w:t>
      </w:r>
    </w:p>
    <w:p w:rsidR="0062748B" w:rsidRDefault="0062748B" w:rsidP="0062748B">
      <w:r>
        <w:t xml:space="preserve">25.1.14      .         .        +INF       EPS       </w:t>
      </w:r>
    </w:p>
    <w:p w:rsidR="0062748B" w:rsidRDefault="0062748B" w:rsidP="0062748B">
      <w:r>
        <w:t xml:space="preserve">25.1.15      .         .        +INF       EPS       </w:t>
      </w:r>
    </w:p>
    <w:p w:rsidR="0062748B" w:rsidRDefault="0062748B" w:rsidP="0062748B">
      <w:r>
        <w:t xml:space="preserve">25.1.16      .         .        +INF       EPS       </w:t>
      </w:r>
    </w:p>
    <w:p w:rsidR="0062748B" w:rsidRDefault="0062748B" w:rsidP="0062748B">
      <w:r>
        <w:t xml:space="preserve">25.1.17      .         .        +INF       EPS       </w:t>
      </w:r>
    </w:p>
    <w:p w:rsidR="0062748B" w:rsidRDefault="0062748B" w:rsidP="0062748B">
      <w:r>
        <w:t xml:space="preserve">25.1.18      .         .        +INF       EPS       </w:t>
      </w:r>
    </w:p>
    <w:p w:rsidR="0062748B" w:rsidRDefault="0062748B" w:rsidP="0062748B">
      <w:r>
        <w:t xml:space="preserve">25.1.19      .         .        +INF       EPS       </w:t>
      </w:r>
    </w:p>
    <w:p w:rsidR="0062748B" w:rsidRDefault="0062748B" w:rsidP="0062748B">
      <w:r>
        <w:t xml:space="preserve">25.1.20      .         .        +INF       EPS       </w:t>
      </w:r>
    </w:p>
    <w:p w:rsidR="0062748B" w:rsidRDefault="0062748B" w:rsidP="0062748B">
      <w:r>
        <w:lastRenderedPageBreak/>
        <w:t xml:space="preserve">25.1.21      .         .        +INF       EPS       </w:t>
      </w:r>
    </w:p>
    <w:p w:rsidR="0062748B" w:rsidRDefault="0062748B" w:rsidP="0062748B">
      <w:r>
        <w:t xml:space="preserve">25.1.22      .         .        +INF       EPS       </w:t>
      </w:r>
    </w:p>
    <w:p w:rsidR="0062748B" w:rsidRDefault="0062748B" w:rsidP="0062748B">
      <w:r>
        <w:t xml:space="preserve">25.1.23      .         .        +INF       EPS       </w:t>
      </w:r>
    </w:p>
    <w:p w:rsidR="0062748B" w:rsidRDefault="0062748B" w:rsidP="0062748B">
      <w:r>
        <w:t xml:space="preserve">25.1.24      .         .        +INF       EPS       </w:t>
      </w:r>
    </w:p>
    <w:p w:rsidR="0062748B" w:rsidRDefault="0062748B" w:rsidP="0062748B">
      <w:r>
        <w:t xml:space="preserve">25.1.25      .         .        +INF       EPS       </w:t>
      </w:r>
    </w:p>
    <w:p w:rsidR="0062748B" w:rsidRDefault="0062748B" w:rsidP="0062748B">
      <w:r>
        <w:t xml:space="preserve">25.1.26      .         .        +INF       EPS       </w:t>
      </w:r>
    </w:p>
    <w:p w:rsidR="0062748B" w:rsidRDefault="0062748B" w:rsidP="0062748B">
      <w:r>
        <w:t xml:space="preserve">25.1.27      .         .        +INF       EPS       </w:t>
      </w:r>
    </w:p>
    <w:p w:rsidR="0062748B" w:rsidRDefault="0062748B" w:rsidP="0062748B">
      <w:r>
        <w:t xml:space="preserve">25.1.28      .         .        +INF       EPS       </w:t>
      </w:r>
    </w:p>
    <w:p w:rsidR="0062748B" w:rsidRDefault="0062748B" w:rsidP="0062748B">
      <w:r>
        <w:t xml:space="preserve">25.1.29      .         .        +INF       EPS       </w:t>
      </w:r>
    </w:p>
    <w:p w:rsidR="0062748B" w:rsidRDefault="0062748B" w:rsidP="0062748B">
      <w:r>
        <w:t xml:space="preserve">26.1.1       .         .        +INF       EPS       </w:t>
      </w:r>
    </w:p>
    <w:p w:rsidR="0062748B" w:rsidRDefault="0062748B" w:rsidP="0062748B">
      <w:r>
        <w:t xml:space="preserve">26.1.2       .         .        +INF       EPS       </w:t>
      </w:r>
    </w:p>
    <w:p w:rsidR="0062748B" w:rsidRDefault="0062748B" w:rsidP="0062748B">
      <w:r>
        <w:t xml:space="preserve">26.1.3       .         .        +INF       EPS       </w:t>
      </w:r>
    </w:p>
    <w:p w:rsidR="0062748B" w:rsidRDefault="0062748B" w:rsidP="0062748B">
      <w:r>
        <w:t xml:space="preserve">26.1.4       .         .        +INF       EPS       </w:t>
      </w:r>
    </w:p>
    <w:p w:rsidR="0062748B" w:rsidRDefault="0062748B" w:rsidP="0062748B">
      <w:r>
        <w:t xml:space="preserve">26.1.5       .         .        +INF       EPS       </w:t>
      </w:r>
    </w:p>
    <w:p w:rsidR="0062748B" w:rsidRDefault="0062748B" w:rsidP="0062748B">
      <w:r>
        <w:t xml:space="preserve">26.1.6       .         .        +INF       EPS       </w:t>
      </w:r>
    </w:p>
    <w:p w:rsidR="0062748B" w:rsidRDefault="0062748B" w:rsidP="0062748B">
      <w:r>
        <w:t xml:space="preserve">26.1.7       .         .        +INF       EPS       </w:t>
      </w:r>
    </w:p>
    <w:p w:rsidR="0062748B" w:rsidRDefault="0062748B" w:rsidP="0062748B">
      <w:r>
        <w:t xml:space="preserve">26.1.8       .         .        +INF       EPS       </w:t>
      </w:r>
    </w:p>
    <w:p w:rsidR="0062748B" w:rsidRDefault="0062748B" w:rsidP="0062748B">
      <w:r>
        <w:t xml:space="preserve">26.1.9       .         .        +INF       EPS       </w:t>
      </w:r>
    </w:p>
    <w:p w:rsidR="0062748B" w:rsidRDefault="0062748B" w:rsidP="0062748B">
      <w:r>
        <w:t xml:space="preserve">26.1.10      .         .        +INF       EPS       </w:t>
      </w:r>
    </w:p>
    <w:p w:rsidR="0062748B" w:rsidRDefault="0062748B" w:rsidP="0062748B">
      <w:r>
        <w:t xml:space="preserve">26.1.11      .         .        +INF       EPS       </w:t>
      </w:r>
    </w:p>
    <w:p w:rsidR="0062748B" w:rsidRDefault="0062748B" w:rsidP="0062748B">
      <w:r>
        <w:t xml:space="preserve">26.1.12      .         .        +INF       EPS       </w:t>
      </w:r>
    </w:p>
    <w:p w:rsidR="0062748B" w:rsidRDefault="0062748B" w:rsidP="0062748B">
      <w:r>
        <w:t xml:space="preserve">26.1.13      .         .        +INF       EPS       </w:t>
      </w:r>
    </w:p>
    <w:p w:rsidR="0062748B" w:rsidRDefault="0062748B" w:rsidP="0062748B">
      <w:r>
        <w:t xml:space="preserve">26.1.14      .         .        +INF       EPS       </w:t>
      </w:r>
    </w:p>
    <w:p w:rsidR="0062748B" w:rsidRDefault="0062748B" w:rsidP="0062748B">
      <w:r>
        <w:t xml:space="preserve">26.1.15      .         .        +INF       EPS       </w:t>
      </w:r>
    </w:p>
    <w:p w:rsidR="0062748B" w:rsidRDefault="0062748B" w:rsidP="0062748B">
      <w:r>
        <w:t xml:space="preserve">26.1.16      .         .        +INF       EPS       </w:t>
      </w:r>
    </w:p>
    <w:p w:rsidR="0062748B" w:rsidRDefault="0062748B" w:rsidP="0062748B">
      <w:r>
        <w:lastRenderedPageBreak/>
        <w:t xml:space="preserve">26.1.17      .         .        +INF       EPS       </w:t>
      </w:r>
    </w:p>
    <w:p w:rsidR="0062748B" w:rsidRDefault="0062748B" w:rsidP="0062748B">
      <w:r>
        <w:t xml:space="preserve">26.1.18      .         .        +INF       EPS       </w:t>
      </w:r>
    </w:p>
    <w:p w:rsidR="0062748B" w:rsidRDefault="0062748B" w:rsidP="0062748B">
      <w:r>
        <w:t xml:space="preserve">26.1.19      .         .        +INF       EPS       </w:t>
      </w:r>
    </w:p>
    <w:p w:rsidR="0062748B" w:rsidRDefault="0062748B" w:rsidP="0062748B">
      <w:r>
        <w:t xml:space="preserve">26.1.20      .         .        +INF       EPS       </w:t>
      </w:r>
    </w:p>
    <w:p w:rsidR="0062748B" w:rsidRDefault="0062748B" w:rsidP="0062748B">
      <w:r>
        <w:t xml:space="preserve">26.1.21      .         .        +INF       EPS       </w:t>
      </w:r>
    </w:p>
    <w:p w:rsidR="0062748B" w:rsidRDefault="0062748B" w:rsidP="0062748B">
      <w:r>
        <w:t xml:space="preserve">26.1.22      .         .        +INF       EPS       </w:t>
      </w:r>
    </w:p>
    <w:p w:rsidR="0062748B" w:rsidRDefault="0062748B" w:rsidP="0062748B">
      <w:r>
        <w:t xml:space="preserve">26.1.23      .         .        +INF       EPS       </w:t>
      </w:r>
    </w:p>
    <w:p w:rsidR="0062748B" w:rsidRDefault="0062748B" w:rsidP="0062748B">
      <w:r>
        <w:t xml:space="preserve">26.1.24      .         .        +INF       EPS       </w:t>
      </w:r>
    </w:p>
    <w:p w:rsidR="0062748B" w:rsidRDefault="0062748B" w:rsidP="0062748B">
      <w:r>
        <w:t xml:space="preserve">26.1.25      .         .        +INF       EPS       </w:t>
      </w:r>
    </w:p>
    <w:p w:rsidR="0062748B" w:rsidRDefault="0062748B" w:rsidP="0062748B">
      <w:r>
        <w:t xml:space="preserve">26.1.26      .         .        +INF       EPS       </w:t>
      </w:r>
    </w:p>
    <w:p w:rsidR="0062748B" w:rsidRDefault="0062748B" w:rsidP="0062748B">
      <w:r>
        <w:t xml:space="preserve">26.1.27      .         .        +INF       EPS       </w:t>
      </w:r>
    </w:p>
    <w:p w:rsidR="0062748B" w:rsidRDefault="0062748B" w:rsidP="0062748B">
      <w:r>
        <w:t xml:space="preserve">26.1.28      .         .        +INF       EPS       </w:t>
      </w:r>
    </w:p>
    <w:p w:rsidR="0062748B" w:rsidRDefault="0062748B" w:rsidP="0062748B">
      <w:r>
        <w:t xml:space="preserve">26.1.29      .         .        +INF       EPS       </w:t>
      </w:r>
    </w:p>
    <w:p w:rsidR="0062748B" w:rsidRDefault="0062748B" w:rsidP="0062748B">
      <w:r>
        <w:t xml:space="preserve">27.1.1       .         .        +INF       EPS       </w:t>
      </w:r>
    </w:p>
    <w:p w:rsidR="0062748B" w:rsidRDefault="0062748B" w:rsidP="0062748B">
      <w:r>
        <w:t xml:space="preserve">27.1.2       .         .        +INF       EPS       </w:t>
      </w:r>
    </w:p>
    <w:p w:rsidR="0062748B" w:rsidRDefault="0062748B" w:rsidP="0062748B">
      <w:r>
        <w:t xml:space="preserve">27.1.3       .         .        +INF       EPS       </w:t>
      </w:r>
    </w:p>
    <w:p w:rsidR="0062748B" w:rsidRDefault="0062748B" w:rsidP="0062748B">
      <w:r>
        <w:t xml:space="preserve">27.1.4       .         .        +INF       EPS       </w:t>
      </w:r>
    </w:p>
    <w:p w:rsidR="0062748B" w:rsidRDefault="0062748B" w:rsidP="0062748B">
      <w:r>
        <w:t xml:space="preserve">27.1.5       .         .        +INF       EPS       </w:t>
      </w:r>
    </w:p>
    <w:p w:rsidR="0062748B" w:rsidRDefault="0062748B" w:rsidP="0062748B">
      <w:r>
        <w:t xml:space="preserve">27.1.6       .         .        +INF       EPS       </w:t>
      </w:r>
    </w:p>
    <w:p w:rsidR="0062748B" w:rsidRDefault="0062748B" w:rsidP="0062748B">
      <w:r>
        <w:t xml:space="preserve">27.1.7       .         .        +INF       EPS       </w:t>
      </w:r>
    </w:p>
    <w:p w:rsidR="0062748B" w:rsidRDefault="0062748B" w:rsidP="0062748B">
      <w:r>
        <w:t xml:space="preserve">27.1.8       .         .        +INF       EPS       </w:t>
      </w:r>
    </w:p>
    <w:p w:rsidR="0062748B" w:rsidRDefault="0062748B" w:rsidP="0062748B">
      <w:r>
        <w:t xml:space="preserve">27.1.9       .         .        +INF       EPS       </w:t>
      </w:r>
    </w:p>
    <w:p w:rsidR="0062748B" w:rsidRDefault="0062748B" w:rsidP="0062748B">
      <w:r>
        <w:t xml:space="preserve">27.1.10      .         .        +INF       EPS       </w:t>
      </w:r>
    </w:p>
    <w:p w:rsidR="0062748B" w:rsidRDefault="0062748B" w:rsidP="0062748B">
      <w:r>
        <w:t xml:space="preserve">27.1.11      .         .        +INF       EPS       </w:t>
      </w:r>
    </w:p>
    <w:p w:rsidR="0062748B" w:rsidRDefault="0062748B" w:rsidP="0062748B">
      <w:r>
        <w:t xml:space="preserve">27.1.12      .         .        +INF       EPS       </w:t>
      </w:r>
    </w:p>
    <w:p w:rsidR="0062748B" w:rsidRDefault="0062748B" w:rsidP="0062748B">
      <w:r>
        <w:lastRenderedPageBreak/>
        <w:t xml:space="preserve">27.1.13      .         .        +INF       EPS       </w:t>
      </w:r>
    </w:p>
    <w:p w:rsidR="0062748B" w:rsidRDefault="0062748B" w:rsidP="0062748B">
      <w:r>
        <w:t xml:space="preserve">27.1.14      .         .        +INF       EPS       </w:t>
      </w:r>
    </w:p>
    <w:p w:rsidR="0062748B" w:rsidRDefault="0062748B" w:rsidP="0062748B">
      <w:r>
        <w:t xml:space="preserve">27.1.15      .         .        +INF       EPS       </w:t>
      </w:r>
    </w:p>
    <w:p w:rsidR="0062748B" w:rsidRDefault="0062748B" w:rsidP="0062748B">
      <w:r>
        <w:t xml:space="preserve">27.1.16      .         .        +INF       EPS       </w:t>
      </w:r>
    </w:p>
    <w:p w:rsidR="0062748B" w:rsidRDefault="0062748B" w:rsidP="0062748B">
      <w:r>
        <w:t xml:space="preserve">27.1.17      .         .        +INF       EPS       </w:t>
      </w:r>
    </w:p>
    <w:p w:rsidR="0062748B" w:rsidRDefault="0062748B" w:rsidP="0062748B">
      <w:r>
        <w:t xml:space="preserve">27.1.18      .         .        +INF       EPS       </w:t>
      </w:r>
    </w:p>
    <w:p w:rsidR="0062748B" w:rsidRDefault="0062748B" w:rsidP="0062748B">
      <w:r>
        <w:t xml:space="preserve">27.1.19      .         .        +INF       EPS       </w:t>
      </w:r>
    </w:p>
    <w:p w:rsidR="0062748B" w:rsidRDefault="0062748B" w:rsidP="0062748B">
      <w:r>
        <w:t xml:space="preserve">27.1.20      .         .        +INF       EPS       </w:t>
      </w:r>
    </w:p>
    <w:p w:rsidR="0062748B" w:rsidRDefault="0062748B" w:rsidP="0062748B">
      <w:r>
        <w:t xml:space="preserve">27.1.21      .         .        +INF       EPS       </w:t>
      </w:r>
    </w:p>
    <w:p w:rsidR="0062748B" w:rsidRDefault="0062748B" w:rsidP="0062748B">
      <w:r>
        <w:t xml:space="preserve">27.1.22      .         .        +INF       EPS       </w:t>
      </w:r>
    </w:p>
    <w:p w:rsidR="0062748B" w:rsidRDefault="0062748B" w:rsidP="0062748B">
      <w:r>
        <w:t xml:space="preserve">27.1.23      .         .        +INF       EPS       </w:t>
      </w:r>
    </w:p>
    <w:p w:rsidR="0062748B" w:rsidRDefault="0062748B" w:rsidP="0062748B">
      <w:r>
        <w:t xml:space="preserve">27.1.24      .         .        +INF       EPS       </w:t>
      </w:r>
    </w:p>
    <w:p w:rsidR="0062748B" w:rsidRDefault="0062748B" w:rsidP="0062748B">
      <w:r>
        <w:t xml:space="preserve">27.1.25      .         .        +INF       EPS       </w:t>
      </w:r>
    </w:p>
    <w:p w:rsidR="0062748B" w:rsidRDefault="0062748B" w:rsidP="0062748B">
      <w:r>
        <w:t xml:space="preserve">27.1.26      .         .        +INF       EPS       </w:t>
      </w:r>
    </w:p>
    <w:p w:rsidR="0062748B" w:rsidRDefault="0062748B" w:rsidP="0062748B">
      <w:r>
        <w:t xml:space="preserve">27.1.27      .         .        +INF       EPS       </w:t>
      </w:r>
    </w:p>
    <w:p w:rsidR="0062748B" w:rsidRDefault="0062748B" w:rsidP="0062748B">
      <w:r>
        <w:t xml:space="preserve">27.1.28      .         .        +INF       EPS       </w:t>
      </w:r>
    </w:p>
    <w:p w:rsidR="0062748B" w:rsidRDefault="0062748B" w:rsidP="0062748B">
      <w:r>
        <w:t xml:space="preserve">27.1.29      .         .        +INF       EPS       </w:t>
      </w:r>
    </w:p>
    <w:p w:rsidR="0062748B" w:rsidRDefault="0062748B" w:rsidP="0062748B">
      <w:r>
        <w:t xml:space="preserve">28.1.1       .         .        +INF       EPS       </w:t>
      </w:r>
    </w:p>
    <w:p w:rsidR="0062748B" w:rsidRDefault="0062748B" w:rsidP="0062748B">
      <w:r>
        <w:t xml:space="preserve">28.1.2       .         .        +INF       EPS       </w:t>
      </w:r>
    </w:p>
    <w:p w:rsidR="0062748B" w:rsidRDefault="0062748B" w:rsidP="0062748B">
      <w:r>
        <w:t xml:space="preserve">28.1.3       .         .        +INF       EPS       </w:t>
      </w:r>
    </w:p>
    <w:p w:rsidR="0062748B" w:rsidRDefault="0062748B" w:rsidP="0062748B">
      <w:r>
        <w:t xml:space="preserve">28.1.4       .         .        +INF       EPS       </w:t>
      </w:r>
    </w:p>
    <w:p w:rsidR="0062748B" w:rsidRDefault="0062748B" w:rsidP="0062748B">
      <w:r>
        <w:t xml:space="preserve">28.1.5       .         .        +INF       EPS       </w:t>
      </w:r>
    </w:p>
    <w:p w:rsidR="0062748B" w:rsidRDefault="0062748B" w:rsidP="0062748B">
      <w:r>
        <w:t xml:space="preserve">28.1.6       .         .        +INF       EPS       </w:t>
      </w:r>
    </w:p>
    <w:p w:rsidR="0062748B" w:rsidRDefault="0062748B" w:rsidP="0062748B">
      <w:r>
        <w:t xml:space="preserve">28.1.7       .         .        +INF       EPS       </w:t>
      </w:r>
    </w:p>
    <w:p w:rsidR="0062748B" w:rsidRDefault="0062748B" w:rsidP="0062748B">
      <w:r>
        <w:t xml:space="preserve">28.1.8       .         .        +INF       EPS       </w:t>
      </w:r>
    </w:p>
    <w:p w:rsidR="0062748B" w:rsidRDefault="0062748B" w:rsidP="0062748B">
      <w:r>
        <w:lastRenderedPageBreak/>
        <w:t xml:space="preserve">28.1.9       .         .        +INF       EPS       </w:t>
      </w:r>
    </w:p>
    <w:p w:rsidR="0062748B" w:rsidRDefault="0062748B" w:rsidP="0062748B">
      <w:r>
        <w:t xml:space="preserve">28.1.10      .         .        +INF       EPS       </w:t>
      </w:r>
    </w:p>
    <w:p w:rsidR="0062748B" w:rsidRDefault="0062748B" w:rsidP="0062748B">
      <w:r>
        <w:t xml:space="preserve">28.1.11      .         .        +INF       EPS       </w:t>
      </w:r>
    </w:p>
    <w:p w:rsidR="0062748B" w:rsidRDefault="0062748B" w:rsidP="0062748B">
      <w:r>
        <w:t xml:space="preserve">28.1.12      .         .        +INF       EPS       </w:t>
      </w:r>
    </w:p>
    <w:p w:rsidR="0062748B" w:rsidRDefault="0062748B" w:rsidP="0062748B">
      <w:r>
        <w:t xml:space="preserve">28.1.13      .         .        +INF       EPS       </w:t>
      </w:r>
    </w:p>
    <w:p w:rsidR="0062748B" w:rsidRDefault="0062748B" w:rsidP="0062748B">
      <w:r>
        <w:t xml:space="preserve">28.1.14      .         .        +INF       EPS       </w:t>
      </w:r>
    </w:p>
    <w:p w:rsidR="0062748B" w:rsidRDefault="0062748B" w:rsidP="0062748B">
      <w:r>
        <w:t xml:space="preserve">28.1.15      .         .        +INF       EPS       </w:t>
      </w:r>
    </w:p>
    <w:p w:rsidR="0062748B" w:rsidRDefault="0062748B" w:rsidP="0062748B">
      <w:r>
        <w:t xml:space="preserve">28.1.16      .         .        +INF       EPS       </w:t>
      </w:r>
    </w:p>
    <w:p w:rsidR="0062748B" w:rsidRDefault="0062748B" w:rsidP="0062748B">
      <w:r>
        <w:t xml:space="preserve">28.1.17      .         .        +INF       EPS       </w:t>
      </w:r>
    </w:p>
    <w:p w:rsidR="0062748B" w:rsidRDefault="0062748B" w:rsidP="0062748B">
      <w:r>
        <w:t xml:space="preserve">28.1.18      .         .        +INF       EPS       </w:t>
      </w:r>
    </w:p>
    <w:p w:rsidR="0062748B" w:rsidRDefault="0062748B" w:rsidP="0062748B">
      <w:r>
        <w:t xml:space="preserve">28.1.19      .         .        +INF       EPS       </w:t>
      </w:r>
    </w:p>
    <w:p w:rsidR="0062748B" w:rsidRDefault="0062748B" w:rsidP="0062748B">
      <w:r>
        <w:t xml:space="preserve">28.1.20      .         .        +INF       EPS       </w:t>
      </w:r>
    </w:p>
    <w:p w:rsidR="0062748B" w:rsidRDefault="0062748B" w:rsidP="0062748B">
      <w:r>
        <w:t xml:space="preserve">28.1.21      .         .        +INF       EPS       </w:t>
      </w:r>
    </w:p>
    <w:p w:rsidR="0062748B" w:rsidRDefault="0062748B" w:rsidP="0062748B">
      <w:r>
        <w:t xml:space="preserve">28.1.22      .         .        +INF       EPS       </w:t>
      </w:r>
    </w:p>
    <w:p w:rsidR="0062748B" w:rsidRDefault="0062748B" w:rsidP="0062748B">
      <w:r>
        <w:t xml:space="preserve">28.1.23      .         .        +INF       EPS       </w:t>
      </w:r>
    </w:p>
    <w:p w:rsidR="0062748B" w:rsidRDefault="0062748B" w:rsidP="0062748B">
      <w:r>
        <w:t xml:space="preserve">28.1.24      .         .        +INF       EPS       </w:t>
      </w:r>
    </w:p>
    <w:p w:rsidR="0062748B" w:rsidRDefault="0062748B" w:rsidP="0062748B">
      <w:r>
        <w:t xml:space="preserve">28.1.25      .         .        +INF       EPS       </w:t>
      </w:r>
    </w:p>
    <w:p w:rsidR="0062748B" w:rsidRDefault="0062748B" w:rsidP="0062748B">
      <w:r>
        <w:t xml:space="preserve">28.1.26      .         .        +INF       EPS       </w:t>
      </w:r>
    </w:p>
    <w:p w:rsidR="0062748B" w:rsidRDefault="0062748B" w:rsidP="0062748B">
      <w:r>
        <w:t xml:space="preserve">28.1.27      .         .        +INF       EPS       </w:t>
      </w:r>
    </w:p>
    <w:p w:rsidR="0062748B" w:rsidRDefault="0062748B" w:rsidP="0062748B">
      <w:r>
        <w:t xml:space="preserve">28.1.28      .         .        +INF       EPS       </w:t>
      </w:r>
    </w:p>
    <w:p w:rsidR="0062748B" w:rsidRDefault="0062748B" w:rsidP="0062748B">
      <w:r>
        <w:t xml:space="preserve">28.1.29      .         .        +INF       EPS       </w:t>
      </w:r>
    </w:p>
    <w:p w:rsidR="0062748B" w:rsidRDefault="0062748B" w:rsidP="0062748B">
      <w:r>
        <w:t xml:space="preserve">29.1.1       .         .        +INF       EPS       </w:t>
      </w:r>
    </w:p>
    <w:p w:rsidR="0062748B" w:rsidRDefault="0062748B" w:rsidP="0062748B">
      <w:r>
        <w:t xml:space="preserve">29.1.2       .         .        +INF       EPS       </w:t>
      </w:r>
    </w:p>
    <w:p w:rsidR="0062748B" w:rsidRDefault="0062748B" w:rsidP="0062748B">
      <w:r>
        <w:t xml:space="preserve">29.1.3       .         .        +INF       EPS       </w:t>
      </w:r>
    </w:p>
    <w:p w:rsidR="0062748B" w:rsidRDefault="0062748B" w:rsidP="0062748B">
      <w:r>
        <w:t xml:space="preserve">29.1.4       .         .        +INF       EPS       </w:t>
      </w:r>
    </w:p>
    <w:p w:rsidR="0062748B" w:rsidRDefault="0062748B" w:rsidP="0062748B">
      <w:r>
        <w:lastRenderedPageBreak/>
        <w:t xml:space="preserve">29.1.5       .         .        +INF       EPS       </w:t>
      </w:r>
    </w:p>
    <w:p w:rsidR="0062748B" w:rsidRDefault="0062748B" w:rsidP="0062748B">
      <w:r>
        <w:t xml:space="preserve">29.1.6       .         .        +INF       EPS       </w:t>
      </w:r>
    </w:p>
    <w:p w:rsidR="0062748B" w:rsidRDefault="0062748B" w:rsidP="0062748B">
      <w:r>
        <w:t xml:space="preserve">29.1.7       .         .        +INF       EPS       </w:t>
      </w:r>
    </w:p>
    <w:p w:rsidR="0062748B" w:rsidRDefault="0062748B" w:rsidP="0062748B">
      <w:r>
        <w:t xml:space="preserve">29.1.8       .         .        +INF       EPS       </w:t>
      </w:r>
    </w:p>
    <w:p w:rsidR="0062748B" w:rsidRDefault="0062748B" w:rsidP="0062748B">
      <w:r>
        <w:t xml:space="preserve">29.1.9       .         .        +INF       EPS       </w:t>
      </w:r>
    </w:p>
    <w:p w:rsidR="0062748B" w:rsidRDefault="0062748B" w:rsidP="0062748B">
      <w:r>
        <w:t xml:space="preserve">29.1.10      .         .        +INF       EPS       </w:t>
      </w:r>
    </w:p>
    <w:p w:rsidR="0062748B" w:rsidRDefault="0062748B" w:rsidP="0062748B">
      <w:r>
        <w:t xml:space="preserve">29.1.11      .         .        +INF       EPS       </w:t>
      </w:r>
    </w:p>
    <w:p w:rsidR="0062748B" w:rsidRDefault="0062748B" w:rsidP="0062748B">
      <w:r>
        <w:t xml:space="preserve">29.1.12      .         .        +INF       EPS       </w:t>
      </w:r>
    </w:p>
    <w:p w:rsidR="0062748B" w:rsidRDefault="0062748B" w:rsidP="0062748B">
      <w:r>
        <w:t xml:space="preserve">29.1.13      .         .        +INF       EPS       </w:t>
      </w:r>
    </w:p>
    <w:p w:rsidR="0062748B" w:rsidRDefault="0062748B" w:rsidP="0062748B">
      <w:r>
        <w:t xml:space="preserve">29.1.14      .         .        +INF       EPS       </w:t>
      </w:r>
    </w:p>
    <w:p w:rsidR="0062748B" w:rsidRDefault="0062748B" w:rsidP="0062748B">
      <w:r>
        <w:t xml:space="preserve">29.1.15      .         .        +INF       EPS       </w:t>
      </w:r>
    </w:p>
    <w:p w:rsidR="0062748B" w:rsidRDefault="0062748B" w:rsidP="0062748B">
      <w:r>
        <w:t xml:space="preserve">29.1.16      .         .        +INF       EPS       </w:t>
      </w:r>
    </w:p>
    <w:p w:rsidR="0062748B" w:rsidRDefault="0062748B" w:rsidP="0062748B">
      <w:r>
        <w:t xml:space="preserve">29.1.17      .         .        +INF       EPS       </w:t>
      </w:r>
    </w:p>
    <w:p w:rsidR="0062748B" w:rsidRDefault="0062748B" w:rsidP="0062748B">
      <w:r>
        <w:t xml:space="preserve">29.1.18      .         .        +INF       EPS       </w:t>
      </w:r>
    </w:p>
    <w:p w:rsidR="0062748B" w:rsidRDefault="0062748B" w:rsidP="0062748B">
      <w:r>
        <w:t xml:space="preserve">29.1.19      .         .        +INF       EPS       </w:t>
      </w:r>
    </w:p>
    <w:p w:rsidR="0062748B" w:rsidRDefault="0062748B" w:rsidP="0062748B">
      <w:r>
        <w:t xml:space="preserve">29.1.20      .         .        +INF       EPS       </w:t>
      </w:r>
    </w:p>
    <w:p w:rsidR="0062748B" w:rsidRDefault="0062748B" w:rsidP="0062748B">
      <w:r>
        <w:t xml:space="preserve">29.1.21      .         .        +INF       EPS       </w:t>
      </w:r>
    </w:p>
    <w:p w:rsidR="0062748B" w:rsidRDefault="0062748B" w:rsidP="0062748B">
      <w:r>
        <w:t xml:space="preserve">29.1.22      .         .        +INF       EPS       </w:t>
      </w:r>
    </w:p>
    <w:p w:rsidR="0062748B" w:rsidRDefault="0062748B" w:rsidP="0062748B">
      <w:r>
        <w:t xml:space="preserve">29.1.23      .         .        +INF       EPS       </w:t>
      </w:r>
    </w:p>
    <w:p w:rsidR="0062748B" w:rsidRDefault="0062748B" w:rsidP="0062748B">
      <w:r>
        <w:t xml:space="preserve">29.1.24      .         .        +INF       EPS       </w:t>
      </w:r>
    </w:p>
    <w:p w:rsidR="0062748B" w:rsidRDefault="0062748B" w:rsidP="0062748B">
      <w:r>
        <w:t xml:space="preserve">29.1.25      .         .        +INF       EPS       </w:t>
      </w:r>
    </w:p>
    <w:p w:rsidR="0062748B" w:rsidRDefault="0062748B" w:rsidP="0062748B">
      <w:r>
        <w:t xml:space="preserve">29.1.26      .         .        +INF       EPS       </w:t>
      </w:r>
    </w:p>
    <w:p w:rsidR="0062748B" w:rsidRDefault="0062748B" w:rsidP="0062748B">
      <w:r>
        <w:t xml:space="preserve">29.1.27      .         .        +INF       EPS       </w:t>
      </w:r>
    </w:p>
    <w:p w:rsidR="0062748B" w:rsidRDefault="0062748B" w:rsidP="0062748B">
      <w:r>
        <w:t xml:space="preserve">29.1.28      .         .        +INF       EPS       </w:t>
      </w:r>
    </w:p>
    <w:p w:rsidR="0062748B" w:rsidRDefault="0062748B" w:rsidP="0062748B">
      <w:r>
        <w:t xml:space="preserve">29.1.29      .         .        +INF       EPS       </w:t>
      </w:r>
    </w:p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VAR OptObject~     -INF       .        +INF       .         </w:t>
      </w:r>
    </w:p>
    <w:p w:rsidR="0062748B" w:rsidRDefault="0062748B" w:rsidP="0062748B"/>
    <w:p w:rsidR="0062748B" w:rsidRDefault="0062748B" w:rsidP="0062748B">
      <w:r>
        <w:t xml:space="preserve">  OptObjective  Objective function for the Optimality problem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**** REPORT SUMMARY :        0     NONOPT</w:t>
      </w:r>
    </w:p>
    <w:p w:rsidR="0062748B" w:rsidRDefault="0062748B" w:rsidP="0062748B">
      <w:r>
        <w:t xml:space="preserve">                             0 INFEASIBLE</w:t>
      </w:r>
    </w:p>
    <w:p w:rsidR="0062748B" w:rsidRDefault="0062748B" w:rsidP="0062748B">
      <w:r>
        <w:t xml:space="preserve">                             0  UNBOUNDED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56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OptObj  =E=  Objective function for the optimality problem</w:t>
      </w:r>
    </w:p>
    <w:p w:rsidR="0062748B" w:rsidRDefault="0062748B" w:rsidP="0062748B"/>
    <w:p w:rsidR="0062748B" w:rsidRDefault="0062748B" w:rsidP="0062748B">
      <w:r>
        <w:t>OptObj..  OptObjective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Optconst1  =L=  Constraint for the optimality problem</w:t>
      </w:r>
    </w:p>
    <w:p w:rsidR="0062748B" w:rsidRDefault="0062748B" w:rsidP="0062748B"/>
    <w:p w:rsidR="0062748B" w:rsidRDefault="0062748B" w:rsidP="0062748B">
      <w:r>
        <w:t>Optconst1(1,1,1)..  pi(1,1,1)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Optconst1(1,1,2)..  pi(1,1,2)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Optconst1(1,1,3)..  pi(1,1,3)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57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pi  simplex variable (one in number)</w:t>
      </w:r>
    </w:p>
    <w:p w:rsidR="0062748B" w:rsidRDefault="0062748B" w:rsidP="0062748B"/>
    <w:p w:rsidR="0062748B" w:rsidRDefault="0062748B" w:rsidP="0062748B">
      <w:r>
        <w:t>pi(1,1,1)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Optconst1(1,1,1)</w:t>
      </w:r>
    </w:p>
    <w:p w:rsidR="0062748B" w:rsidRDefault="0062748B" w:rsidP="0062748B"/>
    <w:p w:rsidR="0062748B" w:rsidRDefault="0062748B" w:rsidP="0062748B">
      <w:r>
        <w:t>pi(1,1,2)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Optconst1(1,1,2)</w:t>
      </w:r>
    </w:p>
    <w:p w:rsidR="0062748B" w:rsidRDefault="0062748B" w:rsidP="0062748B"/>
    <w:p w:rsidR="0062748B" w:rsidRDefault="0062748B" w:rsidP="0062748B">
      <w:r>
        <w:t>pi(1,1,3)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Optconst1(1,1,3)</w:t>
      </w:r>
    </w:p>
    <w:p w:rsidR="0062748B" w:rsidRDefault="0062748B" w:rsidP="0062748B"/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t>---- OptObjective  Objective function for the Optimality problem</w:t>
      </w:r>
    </w:p>
    <w:p w:rsidR="0062748B" w:rsidRDefault="0062748B" w:rsidP="0062748B"/>
    <w:p w:rsidR="0062748B" w:rsidRDefault="0062748B" w:rsidP="0062748B">
      <w:r>
        <w:t>OptObjective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lastRenderedPageBreak/>
        <w:t xml:space="preserve">        1       OptObj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58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3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 2     SINGLE EQUATIONS          842</w:t>
      </w:r>
    </w:p>
    <w:p w:rsidR="0062748B" w:rsidRDefault="0062748B" w:rsidP="0062748B">
      <w:r>
        <w:t>BLOCKS OF VARIABLES           2     SINGLE VARIABLES          842</w:t>
      </w:r>
    </w:p>
    <w:p w:rsidR="0062748B" w:rsidRDefault="0062748B" w:rsidP="0062748B">
      <w:r>
        <w:t>NON ZERO ELEMENTS           842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0.016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0.031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3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59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Optimality          OBJECTIVE  OptObjective</w:t>
      </w:r>
    </w:p>
    <w:p w:rsidR="0062748B" w:rsidRDefault="0062748B" w:rsidP="0062748B">
      <w:r>
        <w:t xml:space="preserve">     TYPE    LP                  DIRECTION  MAXIMIZE</w:t>
      </w:r>
    </w:p>
    <w:p w:rsidR="0062748B" w:rsidRDefault="0062748B" w:rsidP="0062748B">
      <w:r>
        <w:t xml:space="preserve">     SOLVER  CPLEX               FROM LINE  936</w:t>
      </w:r>
    </w:p>
    <w:p w:rsidR="0062748B" w:rsidRDefault="0062748B" w:rsidP="0062748B"/>
    <w:p w:rsidR="0062748B" w:rsidRDefault="0062748B" w:rsidP="0062748B">
      <w:r>
        <w:t xml:space="preserve">**** SOLVER STATUS     1 Normal Completion         </w:t>
      </w:r>
    </w:p>
    <w:p w:rsidR="0062748B" w:rsidRDefault="0062748B" w:rsidP="0062748B">
      <w:r>
        <w:t xml:space="preserve">**** MODEL STATUS      1 Optimal                   </w:t>
      </w:r>
    </w:p>
    <w:p w:rsidR="0062748B" w:rsidRDefault="0062748B" w:rsidP="0062748B">
      <w:r>
        <w:t>**** OBJECTIVE VALUE                0.0000</w:t>
      </w:r>
    </w:p>
    <w:p w:rsidR="0062748B" w:rsidRDefault="0062748B" w:rsidP="0062748B"/>
    <w:p w:rsidR="0062748B" w:rsidRDefault="0062748B" w:rsidP="0062748B">
      <w:r>
        <w:t xml:space="preserve"> RESOURCE USAGE, LIMIT          0.031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/>
    <w:p w:rsidR="0062748B" w:rsidRDefault="0062748B" w:rsidP="0062748B">
      <w:r>
        <w:t xml:space="preserve">IBM ILOG CPLEX   24.1.3 r41464 Released Jul 26, 2013 WEI x86_64/MS Windows    </w:t>
      </w:r>
    </w:p>
    <w:p w:rsidR="0062748B" w:rsidRDefault="0062748B" w:rsidP="0062748B">
      <w:r>
        <w:t>--- GAMS/Cplex licensed for continuous and discrete problems.</w:t>
      </w:r>
    </w:p>
    <w:p w:rsidR="0062748B" w:rsidRDefault="0062748B" w:rsidP="0062748B">
      <w:r>
        <w:t>Cplex 12.5.1.0</w:t>
      </w:r>
    </w:p>
    <w:p w:rsidR="0062748B" w:rsidRDefault="0062748B" w:rsidP="0062748B"/>
    <w:p w:rsidR="0062748B" w:rsidRDefault="0062748B" w:rsidP="0062748B">
      <w:r>
        <w:t>LP status(1): optimal</w:t>
      </w:r>
    </w:p>
    <w:p w:rsidR="0062748B" w:rsidRDefault="0062748B" w:rsidP="0062748B">
      <w:r>
        <w:t>Cplex Time: 0.00sec (det. 0.46 ticks)</w:t>
      </w:r>
    </w:p>
    <w:p w:rsidR="0062748B" w:rsidRDefault="0062748B" w:rsidP="0062748B">
      <w:r>
        <w:t>Optimal solution found.</w:t>
      </w:r>
    </w:p>
    <w:p w:rsidR="0062748B" w:rsidRDefault="0062748B" w:rsidP="0062748B">
      <w:r>
        <w:lastRenderedPageBreak/>
        <w:t>Objective :           0.000000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EQU OptObj          .         .         .        1.000      </w:t>
      </w:r>
    </w:p>
    <w:p w:rsidR="0062748B" w:rsidRDefault="0062748B" w:rsidP="0062748B"/>
    <w:p w:rsidR="0062748B" w:rsidRDefault="0062748B" w:rsidP="0062748B">
      <w:r>
        <w:t xml:space="preserve">  OptObj  Objective function for the optimality problem</w:t>
      </w:r>
    </w:p>
    <w:p w:rsidR="0062748B" w:rsidRDefault="0062748B" w:rsidP="0062748B"/>
    <w:p w:rsidR="0062748B" w:rsidRDefault="0062748B" w:rsidP="0062748B">
      <w:r>
        <w:t>---- EQU Optconst1  Constraint for the optimality problem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-INF       .        1.000      .         </w:t>
      </w:r>
    </w:p>
    <w:p w:rsidR="0062748B" w:rsidRDefault="0062748B" w:rsidP="0062748B">
      <w:r>
        <w:t xml:space="preserve">1 .1.2      -INF       .        1.000      .         </w:t>
      </w:r>
    </w:p>
    <w:p w:rsidR="0062748B" w:rsidRDefault="0062748B" w:rsidP="0062748B">
      <w:r>
        <w:t xml:space="preserve">1 .1.3      -INF       .        1.000      .         </w:t>
      </w:r>
    </w:p>
    <w:p w:rsidR="0062748B" w:rsidRDefault="0062748B" w:rsidP="0062748B">
      <w:r>
        <w:t xml:space="preserve">1 .1.4      -INF       .        1.000      .         </w:t>
      </w:r>
    </w:p>
    <w:p w:rsidR="0062748B" w:rsidRDefault="0062748B" w:rsidP="0062748B">
      <w:r>
        <w:t xml:space="preserve">1 .1.5      -INF       .        1.000      .         </w:t>
      </w:r>
    </w:p>
    <w:p w:rsidR="0062748B" w:rsidRDefault="0062748B" w:rsidP="0062748B">
      <w:r>
        <w:t xml:space="preserve">1 .1.6      -INF       .        1.000      .         </w:t>
      </w:r>
    </w:p>
    <w:p w:rsidR="0062748B" w:rsidRDefault="0062748B" w:rsidP="0062748B">
      <w:r>
        <w:t xml:space="preserve">1 .1.7      -INF       .        1.000      .         </w:t>
      </w:r>
    </w:p>
    <w:p w:rsidR="0062748B" w:rsidRDefault="0062748B" w:rsidP="0062748B">
      <w:r>
        <w:t xml:space="preserve">1 .1.8      -INF       .        1.000      .         </w:t>
      </w:r>
    </w:p>
    <w:p w:rsidR="0062748B" w:rsidRDefault="0062748B" w:rsidP="0062748B">
      <w:r>
        <w:t xml:space="preserve">1 .1.9      -INF       .        1.000      .         </w:t>
      </w:r>
    </w:p>
    <w:p w:rsidR="0062748B" w:rsidRDefault="0062748B" w:rsidP="0062748B">
      <w:r>
        <w:t xml:space="preserve">1 .1.10     -INF       .        1.000      .         </w:t>
      </w:r>
    </w:p>
    <w:p w:rsidR="0062748B" w:rsidRDefault="0062748B" w:rsidP="0062748B">
      <w:r>
        <w:t xml:space="preserve">1 .1.11     -INF       .        1.000      .         </w:t>
      </w:r>
    </w:p>
    <w:p w:rsidR="0062748B" w:rsidRDefault="0062748B" w:rsidP="0062748B">
      <w:r>
        <w:t xml:space="preserve">1 .1.12     -INF       .        1.000      .         </w:t>
      </w:r>
    </w:p>
    <w:p w:rsidR="0062748B" w:rsidRDefault="0062748B" w:rsidP="0062748B">
      <w:r>
        <w:lastRenderedPageBreak/>
        <w:t xml:space="preserve">1 .1.13     -INF       .        1.000      .         </w:t>
      </w:r>
    </w:p>
    <w:p w:rsidR="0062748B" w:rsidRDefault="0062748B" w:rsidP="0062748B">
      <w:r>
        <w:t xml:space="preserve">1 .1.14     -INF       .        1.000      .         </w:t>
      </w:r>
    </w:p>
    <w:p w:rsidR="0062748B" w:rsidRDefault="0062748B" w:rsidP="0062748B">
      <w:r>
        <w:t xml:space="preserve">1 .1.15     -INF       .        1.000      .         </w:t>
      </w:r>
    </w:p>
    <w:p w:rsidR="0062748B" w:rsidRDefault="0062748B" w:rsidP="0062748B">
      <w:r>
        <w:t xml:space="preserve">1 .1.16     -INF       .        1.000      .         </w:t>
      </w:r>
    </w:p>
    <w:p w:rsidR="0062748B" w:rsidRDefault="0062748B" w:rsidP="0062748B">
      <w:r>
        <w:t xml:space="preserve">1 .1.17     -INF       .        1.000      .         </w:t>
      </w:r>
    </w:p>
    <w:p w:rsidR="0062748B" w:rsidRDefault="0062748B" w:rsidP="0062748B">
      <w:r>
        <w:t xml:space="preserve">1 .1.18     -INF       .        1.000      .         </w:t>
      </w:r>
    </w:p>
    <w:p w:rsidR="0062748B" w:rsidRDefault="0062748B" w:rsidP="0062748B">
      <w:r>
        <w:t xml:space="preserve">1 .1.19     -INF       .        1.000      .         </w:t>
      </w:r>
    </w:p>
    <w:p w:rsidR="0062748B" w:rsidRDefault="0062748B" w:rsidP="0062748B">
      <w:r>
        <w:t xml:space="preserve">1 .1.20     -INF       .        1.000      .         </w:t>
      </w:r>
    </w:p>
    <w:p w:rsidR="0062748B" w:rsidRDefault="0062748B" w:rsidP="0062748B">
      <w:r>
        <w:t xml:space="preserve">1 .1.21     -INF       .        1.000      .         </w:t>
      </w:r>
    </w:p>
    <w:p w:rsidR="0062748B" w:rsidRDefault="0062748B" w:rsidP="0062748B">
      <w:r>
        <w:t xml:space="preserve">1 .1.22     -INF       .        1.000      .         </w:t>
      </w:r>
    </w:p>
    <w:p w:rsidR="0062748B" w:rsidRDefault="0062748B" w:rsidP="0062748B">
      <w:r>
        <w:t xml:space="preserve">1 .1.23     -INF       .        1.000      .         </w:t>
      </w:r>
    </w:p>
    <w:p w:rsidR="0062748B" w:rsidRDefault="0062748B" w:rsidP="0062748B">
      <w:r>
        <w:t xml:space="preserve">1 .1.24     -INF       .        1.000      .         </w:t>
      </w:r>
    </w:p>
    <w:p w:rsidR="0062748B" w:rsidRDefault="0062748B" w:rsidP="0062748B">
      <w:r>
        <w:t xml:space="preserve">1 .1.25     -INF       .        1.000      .         </w:t>
      </w:r>
    </w:p>
    <w:p w:rsidR="0062748B" w:rsidRDefault="0062748B" w:rsidP="0062748B">
      <w:r>
        <w:t xml:space="preserve">1 .1.26     -INF       .        1.000      .         </w:t>
      </w:r>
    </w:p>
    <w:p w:rsidR="0062748B" w:rsidRDefault="0062748B" w:rsidP="0062748B">
      <w:r>
        <w:t xml:space="preserve">1 .1.27     -INF       .        1.000      .         </w:t>
      </w:r>
    </w:p>
    <w:p w:rsidR="0062748B" w:rsidRDefault="0062748B" w:rsidP="0062748B">
      <w:r>
        <w:t xml:space="preserve">1 .1.28     -INF       .        1.000      .         </w:t>
      </w:r>
    </w:p>
    <w:p w:rsidR="0062748B" w:rsidRDefault="0062748B" w:rsidP="0062748B">
      <w:r>
        <w:t xml:space="preserve">1 .1.29     -INF       .        1.000      .         </w:t>
      </w:r>
    </w:p>
    <w:p w:rsidR="0062748B" w:rsidRDefault="0062748B" w:rsidP="0062748B">
      <w:r>
        <w:t xml:space="preserve">2 .1.1      -INF       .        1.000      .         </w:t>
      </w:r>
    </w:p>
    <w:p w:rsidR="0062748B" w:rsidRDefault="0062748B" w:rsidP="0062748B">
      <w:r>
        <w:t xml:space="preserve">2 .1.2      -INF       .        1.000      .         </w:t>
      </w:r>
    </w:p>
    <w:p w:rsidR="0062748B" w:rsidRDefault="0062748B" w:rsidP="0062748B">
      <w:r>
        <w:t xml:space="preserve">2 .1.3      -INF       .        1.000      .         </w:t>
      </w:r>
    </w:p>
    <w:p w:rsidR="0062748B" w:rsidRDefault="0062748B" w:rsidP="0062748B">
      <w:r>
        <w:t xml:space="preserve">2 .1.4      -INF       .        1.000      .         </w:t>
      </w:r>
    </w:p>
    <w:p w:rsidR="0062748B" w:rsidRDefault="0062748B" w:rsidP="0062748B">
      <w:r>
        <w:t xml:space="preserve">2 .1.5      -INF       .        1.000      .         </w:t>
      </w:r>
    </w:p>
    <w:p w:rsidR="0062748B" w:rsidRDefault="0062748B" w:rsidP="0062748B">
      <w:r>
        <w:t xml:space="preserve">2 .1.6      -INF       .        1.000      .         </w:t>
      </w:r>
    </w:p>
    <w:p w:rsidR="0062748B" w:rsidRDefault="0062748B" w:rsidP="0062748B">
      <w:r>
        <w:t xml:space="preserve">2 .1.7      -INF       .        1.000      .         </w:t>
      </w:r>
    </w:p>
    <w:p w:rsidR="0062748B" w:rsidRDefault="0062748B" w:rsidP="0062748B">
      <w:r>
        <w:t xml:space="preserve">2 .1.8      -INF       .        1.000      .         </w:t>
      </w:r>
    </w:p>
    <w:p w:rsidR="0062748B" w:rsidRDefault="0062748B" w:rsidP="0062748B">
      <w:r>
        <w:lastRenderedPageBreak/>
        <w:t xml:space="preserve">2 .1.9      -INF       .        1.000      .         </w:t>
      </w:r>
    </w:p>
    <w:p w:rsidR="0062748B" w:rsidRDefault="0062748B" w:rsidP="0062748B">
      <w:r>
        <w:t xml:space="preserve">2 .1.10     -INF       .        1.000      .         </w:t>
      </w:r>
    </w:p>
    <w:p w:rsidR="0062748B" w:rsidRDefault="0062748B" w:rsidP="0062748B">
      <w:r>
        <w:t xml:space="preserve">2 .1.11     -INF       .        1.000      .         </w:t>
      </w:r>
    </w:p>
    <w:p w:rsidR="0062748B" w:rsidRDefault="0062748B" w:rsidP="0062748B">
      <w:r>
        <w:t xml:space="preserve">2 .1.12     -INF       .        1.000      .         </w:t>
      </w:r>
    </w:p>
    <w:p w:rsidR="0062748B" w:rsidRDefault="0062748B" w:rsidP="0062748B">
      <w:r>
        <w:t xml:space="preserve">2 .1.13     -INF       .        1.000      .         </w:t>
      </w:r>
    </w:p>
    <w:p w:rsidR="0062748B" w:rsidRDefault="0062748B" w:rsidP="0062748B">
      <w:r>
        <w:t xml:space="preserve">2 .1.14     -INF       .        1.000      .         </w:t>
      </w:r>
    </w:p>
    <w:p w:rsidR="0062748B" w:rsidRDefault="0062748B" w:rsidP="0062748B">
      <w:r>
        <w:t xml:space="preserve">2 .1.15     -INF       .        1.000      .         </w:t>
      </w:r>
    </w:p>
    <w:p w:rsidR="0062748B" w:rsidRDefault="0062748B" w:rsidP="0062748B">
      <w:r>
        <w:t xml:space="preserve">2 .1.16     -INF       .        1.000      .         </w:t>
      </w:r>
    </w:p>
    <w:p w:rsidR="0062748B" w:rsidRDefault="0062748B" w:rsidP="0062748B">
      <w:r>
        <w:t xml:space="preserve">2 .1.17     -INF       .        1.000      .         </w:t>
      </w:r>
    </w:p>
    <w:p w:rsidR="0062748B" w:rsidRDefault="0062748B" w:rsidP="0062748B">
      <w:r>
        <w:t xml:space="preserve">2 .1.18     -INF       .        1.000      .         </w:t>
      </w:r>
    </w:p>
    <w:p w:rsidR="0062748B" w:rsidRDefault="0062748B" w:rsidP="0062748B">
      <w:r>
        <w:t xml:space="preserve">2 .1.19     -INF       .        1.000      .         </w:t>
      </w:r>
    </w:p>
    <w:p w:rsidR="0062748B" w:rsidRDefault="0062748B" w:rsidP="0062748B">
      <w:r>
        <w:t xml:space="preserve">2 .1.20     -INF       .        1.000      .         </w:t>
      </w:r>
    </w:p>
    <w:p w:rsidR="0062748B" w:rsidRDefault="0062748B" w:rsidP="0062748B">
      <w:r>
        <w:t xml:space="preserve">2 .1.21     -INF       .        1.000      .         </w:t>
      </w:r>
    </w:p>
    <w:p w:rsidR="0062748B" w:rsidRDefault="0062748B" w:rsidP="0062748B">
      <w:r>
        <w:t xml:space="preserve">2 .1.22     -INF       .        1.000      .         </w:t>
      </w:r>
    </w:p>
    <w:p w:rsidR="0062748B" w:rsidRDefault="0062748B" w:rsidP="0062748B">
      <w:r>
        <w:t xml:space="preserve">2 .1.23     -INF       .        1.000      .         </w:t>
      </w:r>
    </w:p>
    <w:p w:rsidR="0062748B" w:rsidRDefault="0062748B" w:rsidP="0062748B">
      <w:r>
        <w:t xml:space="preserve">2 .1.24     -INF       .        1.000      .         </w:t>
      </w:r>
    </w:p>
    <w:p w:rsidR="0062748B" w:rsidRDefault="0062748B" w:rsidP="0062748B">
      <w:r>
        <w:t xml:space="preserve">2 .1.25     -INF       .        1.000      .         </w:t>
      </w:r>
    </w:p>
    <w:p w:rsidR="0062748B" w:rsidRDefault="0062748B" w:rsidP="0062748B">
      <w:r>
        <w:t xml:space="preserve">2 .1.26     -INF       .        1.000      .         </w:t>
      </w:r>
    </w:p>
    <w:p w:rsidR="0062748B" w:rsidRDefault="0062748B" w:rsidP="0062748B">
      <w:r>
        <w:t xml:space="preserve">2 .1.27     -INF       .        1.000      .         </w:t>
      </w:r>
    </w:p>
    <w:p w:rsidR="0062748B" w:rsidRDefault="0062748B" w:rsidP="0062748B">
      <w:r>
        <w:t xml:space="preserve">2 .1.28     -INF       .        1.000      .         </w:t>
      </w:r>
    </w:p>
    <w:p w:rsidR="0062748B" w:rsidRDefault="0062748B" w:rsidP="0062748B">
      <w:r>
        <w:t xml:space="preserve">2 .1.29     -INF       .        1.000      .         </w:t>
      </w:r>
    </w:p>
    <w:p w:rsidR="0062748B" w:rsidRDefault="0062748B" w:rsidP="0062748B">
      <w:r>
        <w:t xml:space="preserve">3 .1.1      -INF       .        1.000      .         </w:t>
      </w:r>
    </w:p>
    <w:p w:rsidR="0062748B" w:rsidRDefault="0062748B" w:rsidP="0062748B">
      <w:r>
        <w:t xml:space="preserve">3 .1.2      -INF       .        1.000      .         </w:t>
      </w:r>
    </w:p>
    <w:p w:rsidR="0062748B" w:rsidRDefault="0062748B" w:rsidP="0062748B">
      <w:r>
        <w:t xml:space="preserve">3 .1.3      -INF       .        1.000      .         </w:t>
      </w:r>
    </w:p>
    <w:p w:rsidR="0062748B" w:rsidRDefault="0062748B" w:rsidP="0062748B">
      <w:r>
        <w:t xml:space="preserve">3 .1.4      -INF       .        1.000      .         </w:t>
      </w:r>
    </w:p>
    <w:p w:rsidR="0062748B" w:rsidRDefault="0062748B" w:rsidP="0062748B">
      <w:r>
        <w:lastRenderedPageBreak/>
        <w:t xml:space="preserve">3 .1.5      -INF       .        1.000      .         </w:t>
      </w:r>
    </w:p>
    <w:p w:rsidR="0062748B" w:rsidRDefault="0062748B" w:rsidP="0062748B">
      <w:r>
        <w:t xml:space="preserve">3 .1.6      -INF       .        1.000      .         </w:t>
      </w:r>
    </w:p>
    <w:p w:rsidR="0062748B" w:rsidRDefault="0062748B" w:rsidP="0062748B">
      <w:r>
        <w:t xml:space="preserve">3 .1.7      -INF       .        1.000      .         </w:t>
      </w:r>
    </w:p>
    <w:p w:rsidR="0062748B" w:rsidRDefault="0062748B" w:rsidP="0062748B">
      <w:r>
        <w:t xml:space="preserve">3 .1.8      -INF       .        1.000      .         </w:t>
      </w:r>
    </w:p>
    <w:p w:rsidR="0062748B" w:rsidRDefault="0062748B" w:rsidP="0062748B">
      <w:r>
        <w:t xml:space="preserve">3 .1.9      -INF       .        1.000      .         </w:t>
      </w:r>
    </w:p>
    <w:p w:rsidR="0062748B" w:rsidRDefault="0062748B" w:rsidP="0062748B">
      <w:r>
        <w:t xml:space="preserve">3 .1.10     -INF       .        1.000      .         </w:t>
      </w:r>
    </w:p>
    <w:p w:rsidR="0062748B" w:rsidRDefault="0062748B" w:rsidP="0062748B">
      <w:r>
        <w:t xml:space="preserve">3 .1.11     -INF       .        1.000      .         </w:t>
      </w:r>
    </w:p>
    <w:p w:rsidR="0062748B" w:rsidRDefault="0062748B" w:rsidP="0062748B">
      <w:r>
        <w:t xml:space="preserve">3 .1.12     -INF       .        1.000      .         </w:t>
      </w:r>
    </w:p>
    <w:p w:rsidR="0062748B" w:rsidRDefault="0062748B" w:rsidP="0062748B">
      <w:r>
        <w:t xml:space="preserve">3 .1.13     -INF       .        1.000      .         </w:t>
      </w:r>
    </w:p>
    <w:p w:rsidR="0062748B" w:rsidRDefault="0062748B" w:rsidP="0062748B">
      <w:r>
        <w:t xml:space="preserve">3 .1.14     -INF       .        1.000      .         </w:t>
      </w:r>
    </w:p>
    <w:p w:rsidR="0062748B" w:rsidRDefault="0062748B" w:rsidP="0062748B">
      <w:r>
        <w:t xml:space="preserve">3 .1.15     -INF       .        1.000      .         </w:t>
      </w:r>
    </w:p>
    <w:p w:rsidR="0062748B" w:rsidRDefault="0062748B" w:rsidP="0062748B">
      <w:r>
        <w:t xml:space="preserve">3 .1.16     -INF       .        1.000      .         </w:t>
      </w:r>
    </w:p>
    <w:p w:rsidR="0062748B" w:rsidRDefault="0062748B" w:rsidP="0062748B">
      <w:r>
        <w:t xml:space="preserve">3 .1.17     -INF       .        1.000      .         </w:t>
      </w:r>
    </w:p>
    <w:p w:rsidR="0062748B" w:rsidRDefault="0062748B" w:rsidP="0062748B">
      <w:r>
        <w:t xml:space="preserve">3 .1.18     -INF       .        1.000      .         </w:t>
      </w:r>
    </w:p>
    <w:p w:rsidR="0062748B" w:rsidRDefault="0062748B" w:rsidP="0062748B">
      <w:r>
        <w:t xml:space="preserve">3 .1.19     -INF       .        1.000      .         </w:t>
      </w:r>
    </w:p>
    <w:p w:rsidR="0062748B" w:rsidRDefault="0062748B" w:rsidP="0062748B">
      <w:r>
        <w:t xml:space="preserve">3 .1.20     -INF       .        1.000      .         </w:t>
      </w:r>
    </w:p>
    <w:p w:rsidR="0062748B" w:rsidRDefault="0062748B" w:rsidP="0062748B">
      <w:r>
        <w:t xml:space="preserve">3 .1.21     -INF       .        1.000      .         </w:t>
      </w:r>
    </w:p>
    <w:p w:rsidR="0062748B" w:rsidRDefault="0062748B" w:rsidP="0062748B">
      <w:r>
        <w:t xml:space="preserve">3 .1.22     -INF       .        1.000      .         </w:t>
      </w:r>
    </w:p>
    <w:p w:rsidR="0062748B" w:rsidRDefault="0062748B" w:rsidP="0062748B">
      <w:r>
        <w:t xml:space="preserve">3 .1.23     -INF       .        1.000      .         </w:t>
      </w:r>
    </w:p>
    <w:p w:rsidR="0062748B" w:rsidRDefault="0062748B" w:rsidP="0062748B">
      <w:r>
        <w:t xml:space="preserve">3 .1.24     -INF       .        1.000      .         </w:t>
      </w:r>
    </w:p>
    <w:p w:rsidR="0062748B" w:rsidRDefault="0062748B" w:rsidP="0062748B">
      <w:r>
        <w:t xml:space="preserve">3 .1.25     -INF       .        1.000      .         </w:t>
      </w:r>
    </w:p>
    <w:p w:rsidR="0062748B" w:rsidRDefault="0062748B" w:rsidP="0062748B">
      <w:r>
        <w:t xml:space="preserve">3 .1.26     -INF       .        1.000      .         </w:t>
      </w:r>
    </w:p>
    <w:p w:rsidR="0062748B" w:rsidRDefault="0062748B" w:rsidP="0062748B">
      <w:r>
        <w:t xml:space="preserve">3 .1.27     -INF       .        1.000      .         </w:t>
      </w:r>
    </w:p>
    <w:p w:rsidR="0062748B" w:rsidRDefault="0062748B" w:rsidP="0062748B">
      <w:r>
        <w:t xml:space="preserve">3 .1.28     -INF       .        1.000      .         </w:t>
      </w:r>
    </w:p>
    <w:p w:rsidR="0062748B" w:rsidRDefault="0062748B" w:rsidP="0062748B">
      <w:r>
        <w:t xml:space="preserve">3 .1.29     -INF       .        1.000      .         </w:t>
      </w:r>
    </w:p>
    <w:p w:rsidR="0062748B" w:rsidRDefault="0062748B" w:rsidP="0062748B">
      <w:r>
        <w:lastRenderedPageBreak/>
        <w:t xml:space="preserve">4 .1.1      -INF       .        1.000      .         </w:t>
      </w:r>
    </w:p>
    <w:p w:rsidR="0062748B" w:rsidRDefault="0062748B" w:rsidP="0062748B">
      <w:r>
        <w:t xml:space="preserve">4 .1.2      -INF       .        1.000      .         </w:t>
      </w:r>
    </w:p>
    <w:p w:rsidR="0062748B" w:rsidRDefault="0062748B" w:rsidP="0062748B">
      <w:r>
        <w:t xml:space="preserve">4 .1.3      -INF       .        1.000      .         </w:t>
      </w:r>
    </w:p>
    <w:p w:rsidR="0062748B" w:rsidRDefault="0062748B" w:rsidP="0062748B">
      <w:r>
        <w:t xml:space="preserve">4 .1.4      -INF       .        1.000      .         </w:t>
      </w:r>
    </w:p>
    <w:p w:rsidR="0062748B" w:rsidRDefault="0062748B" w:rsidP="0062748B">
      <w:r>
        <w:t xml:space="preserve">4 .1.5      -INF       .        1.000      .         </w:t>
      </w:r>
    </w:p>
    <w:p w:rsidR="0062748B" w:rsidRDefault="0062748B" w:rsidP="0062748B">
      <w:r>
        <w:t xml:space="preserve">4 .1.6      -INF       .        1.000      .         </w:t>
      </w:r>
    </w:p>
    <w:p w:rsidR="0062748B" w:rsidRDefault="0062748B" w:rsidP="0062748B">
      <w:r>
        <w:t xml:space="preserve">4 .1.7      -INF       .        1.000      .         </w:t>
      </w:r>
    </w:p>
    <w:p w:rsidR="0062748B" w:rsidRDefault="0062748B" w:rsidP="0062748B">
      <w:r>
        <w:t xml:space="preserve">4 .1.8      -INF       .        1.000      .         </w:t>
      </w:r>
    </w:p>
    <w:p w:rsidR="0062748B" w:rsidRDefault="0062748B" w:rsidP="0062748B">
      <w:r>
        <w:t xml:space="preserve">4 .1.9      -INF       .        1.000      .         </w:t>
      </w:r>
    </w:p>
    <w:p w:rsidR="0062748B" w:rsidRDefault="0062748B" w:rsidP="0062748B">
      <w:r>
        <w:t xml:space="preserve">4 .1.10     -INF       .        1.000      .         </w:t>
      </w:r>
    </w:p>
    <w:p w:rsidR="0062748B" w:rsidRDefault="0062748B" w:rsidP="0062748B">
      <w:r>
        <w:t xml:space="preserve">4 .1.11     -INF       .        1.000      .         </w:t>
      </w:r>
    </w:p>
    <w:p w:rsidR="0062748B" w:rsidRDefault="0062748B" w:rsidP="0062748B">
      <w:r>
        <w:t xml:space="preserve">4 .1.12     -INF       .        1.000      .         </w:t>
      </w:r>
    </w:p>
    <w:p w:rsidR="0062748B" w:rsidRDefault="0062748B" w:rsidP="0062748B">
      <w:r>
        <w:t xml:space="preserve">4 .1.13     -INF       .        1.000      .         </w:t>
      </w:r>
    </w:p>
    <w:p w:rsidR="0062748B" w:rsidRDefault="0062748B" w:rsidP="0062748B">
      <w:r>
        <w:t xml:space="preserve">4 .1.14     -INF       .        1.000      .         </w:t>
      </w:r>
    </w:p>
    <w:p w:rsidR="0062748B" w:rsidRDefault="0062748B" w:rsidP="0062748B">
      <w:r>
        <w:t xml:space="preserve">4 .1.15     -INF       .        1.000      .         </w:t>
      </w:r>
    </w:p>
    <w:p w:rsidR="0062748B" w:rsidRDefault="0062748B" w:rsidP="0062748B">
      <w:r>
        <w:t xml:space="preserve">4 .1.16     -INF       .        1.000      .         </w:t>
      </w:r>
    </w:p>
    <w:p w:rsidR="0062748B" w:rsidRDefault="0062748B" w:rsidP="0062748B">
      <w:r>
        <w:t xml:space="preserve">4 .1.17     -INF       .        1.000      .         </w:t>
      </w:r>
    </w:p>
    <w:p w:rsidR="0062748B" w:rsidRDefault="0062748B" w:rsidP="0062748B">
      <w:r>
        <w:t xml:space="preserve">4 .1.18     -INF       .        1.000      .         </w:t>
      </w:r>
    </w:p>
    <w:p w:rsidR="0062748B" w:rsidRDefault="0062748B" w:rsidP="0062748B">
      <w:r>
        <w:t xml:space="preserve">4 .1.19     -INF       .        1.000      .         </w:t>
      </w:r>
    </w:p>
    <w:p w:rsidR="0062748B" w:rsidRDefault="0062748B" w:rsidP="0062748B">
      <w:r>
        <w:t xml:space="preserve">4 .1.20     -INF       .        1.000      .         </w:t>
      </w:r>
    </w:p>
    <w:p w:rsidR="0062748B" w:rsidRDefault="0062748B" w:rsidP="0062748B">
      <w:r>
        <w:t xml:space="preserve">4 .1.21     -INF       .        1.000      .         </w:t>
      </w:r>
    </w:p>
    <w:p w:rsidR="0062748B" w:rsidRDefault="0062748B" w:rsidP="0062748B">
      <w:r>
        <w:t xml:space="preserve">4 .1.22     -INF       .        1.000      .         </w:t>
      </w:r>
    </w:p>
    <w:p w:rsidR="0062748B" w:rsidRDefault="0062748B" w:rsidP="0062748B">
      <w:r>
        <w:t xml:space="preserve">4 .1.23     -INF       .        1.000      .         </w:t>
      </w:r>
    </w:p>
    <w:p w:rsidR="0062748B" w:rsidRDefault="0062748B" w:rsidP="0062748B">
      <w:r>
        <w:t xml:space="preserve">4 .1.24     -INF       .        1.000      .         </w:t>
      </w:r>
    </w:p>
    <w:p w:rsidR="0062748B" w:rsidRDefault="0062748B" w:rsidP="0062748B">
      <w:r>
        <w:t xml:space="preserve">4 .1.25     -INF       .        1.000      .         </w:t>
      </w:r>
    </w:p>
    <w:p w:rsidR="0062748B" w:rsidRDefault="0062748B" w:rsidP="0062748B">
      <w:r>
        <w:lastRenderedPageBreak/>
        <w:t xml:space="preserve">4 .1.26     -INF       .        1.000      .         </w:t>
      </w:r>
    </w:p>
    <w:p w:rsidR="0062748B" w:rsidRDefault="0062748B" w:rsidP="0062748B">
      <w:r>
        <w:t xml:space="preserve">4 .1.27     -INF       .        1.000      .         </w:t>
      </w:r>
    </w:p>
    <w:p w:rsidR="0062748B" w:rsidRDefault="0062748B" w:rsidP="0062748B">
      <w:r>
        <w:t xml:space="preserve">4 .1.28     -INF       .        1.000      .         </w:t>
      </w:r>
    </w:p>
    <w:p w:rsidR="0062748B" w:rsidRDefault="0062748B" w:rsidP="0062748B">
      <w:r>
        <w:t xml:space="preserve">4 .1.29     -INF       .        1.000      .         </w:t>
      </w:r>
    </w:p>
    <w:p w:rsidR="0062748B" w:rsidRDefault="0062748B" w:rsidP="0062748B">
      <w:r>
        <w:t xml:space="preserve">5 .1.1      -INF       .        1.000      .         </w:t>
      </w:r>
    </w:p>
    <w:p w:rsidR="0062748B" w:rsidRDefault="0062748B" w:rsidP="0062748B">
      <w:r>
        <w:t xml:space="preserve">5 .1.2      -INF       .        1.000      .         </w:t>
      </w:r>
    </w:p>
    <w:p w:rsidR="0062748B" w:rsidRDefault="0062748B" w:rsidP="0062748B">
      <w:r>
        <w:t xml:space="preserve">5 .1.3      -INF       .        1.000      .         </w:t>
      </w:r>
    </w:p>
    <w:p w:rsidR="0062748B" w:rsidRDefault="0062748B" w:rsidP="0062748B">
      <w:r>
        <w:t xml:space="preserve">5 .1.4      -INF       .        1.000      .         </w:t>
      </w:r>
    </w:p>
    <w:p w:rsidR="0062748B" w:rsidRDefault="0062748B" w:rsidP="0062748B">
      <w:r>
        <w:t xml:space="preserve">5 .1.5      -INF       .        1.000      .         </w:t>
      </w:r>
    </w:p>
    <w:p w:rsidR="0062748B" w:rsidRDefault="0062748B" w:rsidP="0062748B">
      <w:r>
        <w:t xml:space="preserve">5 .1.6      -INF       .        1.000      .         </w:t>
      </w:r>
    </w:p>
    <w:p w:rsidR="0062748B" w:rsidRDefault="0062748B" w:rsidP="0062748B">
      <w:r>
        <w:t xml:space="preserve">5 .1.7      -INF       .        1.000      .         </w:t>
      </w:r>
    </w:p>
    <w:p w:rsidR="0062748B" w:rsidRDefault="0062748B" w:rsidP="0062748B">
      <w:r>
        <w:t xml:space="preserve">5 .1.8      -INF       .        1.000      .         </w:t>
      </w:r>
    </w:p>
    <w:p w:rsidR="0062748B" w:rsidRDefault="0062748B" w:rsidP="0062748B">
      <w:r>
        <w:t xml:space="preserve">5 .1.9      -INF       .        1.000      .         </w:t>
      </w:r>
    </w:p>
    <w:p w:rsidR="0062748B" w:rsidRDefault="0062748B" w:rsidP="0062748B">
      <w:r>
        <w:t xml:space="preserve">5 .1.10     -INF       .        1.000      .         </w:t>
      </w:r>
    </w:p>
    <w:p w:rsidR="0062748B" w:rsidRDefault="0062748B" w:rsidP="0062748B">
      <w:r>
        <w:t xml:space="preserve">5 .1.11     -INF       .        1.000      .         </w:t>
      </w:r>
    </w:p>
    <w:p w:rsidR="0062748B" w:rsidRDefault="0062748B" w:rsidP="0062748B">
      <w:r>
        <w:t xml:space="preserve">5 .1.12     -INF       .        1.000      .         </w:t>
      </w:r>
    </w:p>
    <w:p w:rsidR="0062748B" w:rsidRDefault="0062748B" w:rsidP="0062748B">
      <w:r>
        <w:t xml:space="preserve">5 .1.13     -INF       .        1.000      .         </w:t>
      </w:r>
    </w:p>
    <w:p w:rsidR="0062748B" w:rsidRDefault="0062748B" w:rsidP="0062748B">
      <w:r>
        <w:t xml:space="preserve">5 .1.14     -INF       .        1.000      .         </w:t>
      </w:r>
    </w:p>
    <w:p w:rsidR="0062748B" w:rsidRDefault="0062748B" w:rsidP="0062748B">
      <w:r>
        <w:t xml:space="preserve">5 .1.15     -INF       .        1.000      .         </w:t>
      </w:r>
    </w:p>
    <w:p w:rsidR="0062748B" w:rsidRDefault="0062748B" w:rsidP="0062748B">
      <w:r>
        <w:t xml:space="preserve">5 .1.16     -INF       .        1.000      .         </w:t>
      </w:r>
    </w:p>
    <w:p w:rsidR="0062748B" w:rsidRDefault="0062748B" w:rsidP="0062748B">
      <w:r>
        <w:t xml:space="preserve">5 .1.17     -INF       .        1.000      .         </w:t>
      </w:r>
    </w:p>
    <w:p w:rsidR="0062748B" w:rsidRDefault="0062748B" w:rsidP="0062748B">
      <w:r>
        <w:t xml:space="preserve">5 .1.18     -INF       .        1.000      .         </w:t>
      </w:r>
    </w:p>
    <w:p w:rsidR="0062748B" w:rsidRDefault="0062748B" w:rsidP="0062748B">
      <w:r>
        <w:t xml:space="preserve">5 .1.19     -INF       .        1.000      .         </w:t>
      </w:r>
    </w:p>
    <w:p w:rsidR="0062748B" w:rsidRDefault="0062748B" w:rsidP="0062748B">
      <w:r>
        <w:t xml:space="preserve">5 .1.20     -INF       .        1.000      .         </w:t>
      </w:r>
    </w:p>
    <w:p w:rsidR="0062748B" w:rsidRDefault="0062748B" w:rsidP="0062748B">
      <w:r>
        <w:t xml:space="preserve">5 .1.21     -INF       .        1.000      .         </w:t>
      </w:r>
    </w:p>
    <w:p w:rsidR="0062748B" w:rsidRDefault="0062748B" w:rsidP="0062748B">
      <w:r>
        <w:lastRenderedPageBreak/>
        <w:t xml:space="preserve">5 .1.22     -INF       .        1.000      .         </w:t>
      </w:r>
    </w:p>
    <w:p w:rsidR="0062748B" w:rsidRDefault="0062748B" w:rsidP="0062748B">
      <w:r>
        <w:t xml:space="preserve">5 .1.23     -INF       .        1.000      .         </w:t>
      </w:r>
    </w:p>
    <w:p w:rsidR="0062748B" w:rsidRDefault="0062748B" w:rsidP="0062748B">
      <w:r>
        <w:t xml:space="preserve">5 .1.24     -INF       .        1.000      .         </w:t>
      </w:r>
    </w:p>
    <w:p w:rsidR="0062748B" w:rsidRDefault="0062748B" w:rsidP="0062748B">
      <w:r>
        <w:t xml:space="preserve">5 .1.25     -INF       .        1.000      .         </w:t>
      </w:r>
    </w:p>
    <w:p w:rsidR="0062748B" w:rsidRDefault="0062748B" w:rsidP="0062748B">
      <w:r>
        <w:t xml:space="preserve">5 .1.26     -INF       .        1.000      .         </w:t>
      </w:r>
    </w:p>
    <w:p w:rsidR="0062748B" w:rsidRDefault="0062748B" w:rsidP="0062748B">
      <w:r>
        <w:t xml:space="preserve">5 .1.27     -INF       .        1.000      .         </w:t>
      </w:r>
    </w:p>
    <w:p w:rsidR="0062748B" w:rsidRDefault="0062748B" w:rsidP="0062748B">
      <w:r>
        <w:t xml:space="preserve">5 .1.28     -INF       .        1.000      .         </w:t>
      </w:r>
    </w:p>
    <w:p w:rsidR="0062748B" w:rsidRDefault="0062748B" w:rsidP="0062748B">
      <w:r>
        <w:t xml:space="preserve">5 .1.29     -INF       .        1.000      .         </w:t>
      </w:r>
    </w:p>
    <w:p w:rsidR="0062748B" w:rsidRDefault="0062748B" w:rsidP="0062748B">
      <w:r>
        <w:t xml:space="preserve">6 .1.1      -INF       .        1.000      .         </w:t>
      </w:r>
    </w:p>
    <w:p w:rsidR="0062748B" w:rsidRDefault="0062748B" w:rsidP="0062748B">
      <w:r>
        <w:t xml:space="preserve">6 .1.2      -INF       .        1.000      .         </w:t>
      </w:r>
    </w:p>
    <w:p w:rsidR="0062748B" w:rsidRDefault="0062748B" w:rsidP="0062748B">
      <w:r>
        <w:t xml:space="preserve">6 .1.3      -INF       .        1.000      .         </w:t>
      </w:r>
    </w:p>
    <w:p w:rsidR="0062748B" w:rsidRDefault="0062748B" w:rsidP="0062748B">
      <w:r>
        <w:t xml:space="preserve">6 .1.4      -INF       .        1.000      .         </w:t>
      </w:r>
    </w:p>
    <w:p w:rsidR="0062748B" w:rsidRDefault="0062748B" w:rsidP="0062748B">
      <w:r>
        <w:t xml:space="preserve">6 .1.5      -INF       .        1.000      .         </w:t>
      </w:r>
    </w:p>
    <w:p w:rsidR="0062748B" w:rsidRDefault="0062748B" w:rsidP="0062748B">
      <w:r>
        <w:t xml:space="preserve">6 .1.6      -INF       .        1.000      .         </w:t>
      </w:r>
    </w:p>
    <w:p w:rsidR="0062748B" w:rsidRDefault="0062748B" w:rsidP="0062748B">
      <w:r>
        <w:t xml:space="preserve">6 .1.7      -INF       .        1.000      .         </w:t>
      </w:r>
    </w:p>
    <w:p w:rsidR="0062748B" w:rsidRDefault="0062748B" w:rsidP="0062748B">
      <w:r>
        <w:t xml:space="preserve">6 .1.8      -INF       .        1.000      .         </w:t>
      </w:r>
    </w:p>
    <w:p w:rsidR="0062748B" w:rsidRDefault="0062748B" w:rsidP="0062748B">
      <w:r>
        <w:t xml:space="preserve">6 .1.9      -INF       .        1.000      .         </w:t>
      </w:r>
    </w:p>
    <w:p w:rsidR="0062748B" w:rsidRDefault="0062748B" w:rsidP="0062748B">
      <w:r>
        <w:t xml:space="preserve">6 .1.10     -INF       .        1.000      .         </w:t>
      </w:r>
    </w:p>
    <w:p w:rsidR="0062748B" w:rsidRDefault="0062748B" w:rsidP="0062748B">
      <w:r>
        <w:t xml:space="preserve">6 .1.11     -INF       .        1.000      .         </w:t>
      </w:r>
    </w:p>
    <w:p w:rsidR="0062748B" w:rsidRDefault="0062748B" w:rsidP="0062748B">
      <w:r>
        <w:t xml:space="preserve">6 .1.12     -INF       .        1.000      .         </w:t>
      </w:r>
    </w:p>
    <w:p w:rsidR="0062748B" w:rsidRDefault="0062748B" w:rsidP="0062748B">
      <w:r>
        <w:t xml:space="preserve">6 .1.13     -INF       .        1.000      .         </w:t>
      </w:r>
    </w:p>
    <w:p w:rsidR="0062748B" w:rsidRDefault="0062748B" w:rsidP="0062748B">
      <w:r>
        <w:t xml:space="preserve">6 .1.14     -INF       .        1.000      .         </w:t>
      </w:r>
    </w:p>
    <w:p w:rsidR="0062748B" w:rsidRDefault="0062748B" w:rsidP="0062748B">
      <w:r>
        <w:t xml:space="preserve">6 .1.15     -INF       .        1.000      .         </w:t>
      </w:r>
    </w:p>
    <w:p w:rsidR="0062748B" w:rsidRDefault="0062748B" w:rsidP="0062748B">
      <w:r>
        <w:t xml:space="preserve">6 .1.16     -INF       .        1.000      .         </w:t>
      </w:r>
    </w:p>
    <w:p w:rsidR="0062748B" w:rsidRDefault="0062748B" w:rsidP="0062748B">
      <w:r>
        <w:t xml:space="preserve">6 .1.17     -INF       .        1.000      .         </w:t>
      </w:r>
    </w:p>
    <w:p w:rsidR="0062748B" w:rsidRDefault="0062748B" w:rsidP="0062748B">
      <w:r>
        <w:lastRenderedPageBreak/>
        <w:t xml:space="preserve">6 .1.18     -INF       .        1.000      .         </w:t>
      </w:r>
    </w:p>
    <w:p w:rsidR="0062748B" w:rsidRDefault="0062748B" w:rsidP="0062748B">
      <w:r>
        <w:t xml:space="preserve">6 .1.19     -INF       .        1.000      .         </w:t>
      </w:r>
    </w:p>
    <w:p w:rsidR="0062748B" w:rsidRDefault="0062748B" w:rsidP="0062748B">
      <w:r>
        <w:t xml:space="preserve">6 .1.20     -INF       .        1.000      .         </w:t>
      </w:r>
    </w:p>
    <w:p w:rsidR="0062748B" w:rsidRDefault="0062748B" w:rsidP="0062748B">
      <w:r>
        <w:t xml:space="preserve">6 .1.21     -INF       .        1.000      .         </w:t>
      </w:r>
    </w:p>
    <w:p w:rsidR="0062748B" w:rsidRDefault="0062748B" w:rsidP="0062748B">
      <w:r>
        <w:t xml:space="preserve">6 .1.22     -INF       .        1.000      .         </w:t>
      </w:r>
    </w:p>
    <w:p w:rsidR="0062748B" w:rsidRDefault="0062748B" w:rsidP="0062748B">
      <w:r>
        <w:t xml:space="preserve">6 .1.23     -INF       .        1.000      .         </w:t>
      </w:r>
    </w:p>
    <w:p w:rsidR="0062748B" w:rsidRDefault="0062748B" w:rsidP="0062748B">
      <w:r>
        <w:t xml:space="preserve">6 .1.24     -INF       .        1.000      .         </w:t>
      </w:r>
    </w:p>
    <w:p w:rsidR="0062748B" w:rsidRDefault="0062748B" w:rsidP="0062748B">
      <w:r>
        <w:t xml:space="preserve">6 .1.25     -INF       .        1.000      .         </w:t>
      </w:r>
    </w:p>
    <w:p w:rsidR="0062748B" w:rsidRDefault="0062748B" w:rsidP="0062748B">
      <w:r>
        <w:t xml:space="preserve">6 .1.26     -INF       .        1.000      .         </w:t>
      </w:r>
    </w:p>
    <w:p w:rsidR="0062748B" w:rsidRDefault="0062748B" w:rsidP="0062748B">
      <w:r>
        <w:t xml:space="preserve">6 .1.27     -INF       .        1.000      .         </w:t>
      </w:r>
    </w:p>
    <w:p w:rsidR="0062748B" w:rsidRDefault="0062748B" w:rsidP="0062748B">
      <w:r>
        <w:t xml:space="preserve">6 .1.28     -INF       .        1.000      .         </w:t>
      </w:r>
    </w:p>
    <w:p w:rsidR="0062748B" w:rsidRDefault="0062748B" w:rsidP="0062748B">
      <w:r>
        <w:t xml:space="preserve">6 .1.29     -INF       .        1.000      .         </w:t>
      </w:r>
    </w:p>
    <w:p w:rsidR="0062748B" w:rsidRDefault="0062748B" w:rsidP="0062748B">
      <w:r>
        <w:t xml:space="preserve">7 .1.1      -INF       .        1.000      .         </w:t>
      </w:r>
    </w:p>
    <w:p w:rsidR="0062748B" w:rsidRDefault="0062748B" w:rsidP="0062748B">
      <w:r>
        <w:t xml:space="preserve">7 .1.2      -INF       .        1.000      .         </w:t>
      </w:r>
    </w:p>
    <w:p w:rsidR="0062748B" w:rsidRDefault="0062748B" w:rsidP="0062748B">
      <w:r>
        <w:t xml:space="preserve">7 .1.3      -INF       .        1.000      .         </w:t>
      </w:r>
    </w:p>
    <w:p w:rsidR="0062748B" w:rsidRDefault="0062748B" w:rsidP="0062748B">
      <w:r>
        <w:t xml:space="preserve">7 .1.4      -INF       .        1.000      .         </w:t>
      </w:r>
    </w:p>
    <w:p w:rsidR="0062748B" w:rsidRDefault="0062748B" w:rsidP="0062748B">
      <w:r>
        <w:t xml:space="preserve">7 .1.5      -INF       .        1.000      .         </w:t>
      </w:r>
    </w:p>
    <w:p w:rsidR="0062748B" w:rsidRDefault="0062748B" w:rsidP="0062748B">
      <w:r>
        <w:t xml:space="preserve">7 .1.6      -INF       .        1.000      .         </w:t>
      </w:r>
    </w:p>
    <w:p w:rsidR="0062748B" w:rsidRDefault="0062748B" w:rsidP="0062748B">
      <w:r>
        <w:t xml:space="preserve">7 .1.7      -INF       .        1.000      .         </w:t>
      </w:r>
    </w:p>
    <w:p w:rsidR="0062748B" w:rsidRDefault="0062748B" w:rsidP="0062748B">
      <w:r>
        <w:t xml:space="preserve">7 .1.8      -INF       .        1.000      .         </w:t>
      </w:r>
    </w:p>
    <w:p w:rsidR="0062748B" w:rsidRDefault="0062748B" w:rsidP="0062748B">
      <w:r>
        <w:t xml:space="preserve">7 .1.9      -INF       .        1.000      .         </w:t>
      </w:r>
    </w:p>
    <w:p w:rsidR="0062748B" w:rsidRDefault="0062748B" w:rsidP="0062748B">
      <w:r>
        <w:t xml:space="preserve">7 .1.10     -INF       .        1.000      .         </w:t>
      </w:r>
    </w:p>
    <w:p w:rsidR="0062748B" w:rsidRDefault="0062748B" w:rsidP="0062748B">
      <w:r>
        <w:t xml:space="preserve">7 .1.11     -INF       .        1.000      .         </w:t>
      </w:r>
    </w:p>
    <w:p w:rsidR="0062748B" w:rsidRDefault="0062748B" w:rsidP="0062748B">
      <w:r>
        <w:t xml:space="preserve">7 .1.12     -INF       .        1.000      .         </w:t>
      </w:r>
    </w:p>
    <w:p w:rsidR="0062748B" w:rsidRDefault="0062748B" w:rsidP="0062748B">
      <w:r>
        <w:t xml:space="preserve">7 .1.13     -INF       .        1.000      .         </w:t>
      </w:r>
    </w:p>
    <w:p w:rsidR="0062748B" w:rsidRDefault="0062748B" w:rsidP="0062748B">
      <w:r>
        <w:lastRenderedPageBreak/>
        <w:t xml:space="preserve">7 .1.14     -INF       .        1.000      .         </w:t>
      </w:r>
    </w:p>
    <w:p w:rsidR="0062748B" w:rsidRDefault="0062748B" w:rsidP="0062748B">
      <w:r>
        <w:t xml:space="preserve">7 .1.15     -INF       .        1.000      .         </w:t>
      </w:r>
    </w:p>
    <w:p w:rsidR="0062748B" w:rsidRDefault="0062748B" w:rsidP="0062748B">
      <w:r>
        <w:t xml:space="preserve">7 .1.16     -INF       .        1.000      .         </w:t>
      </w:r>
    </w:p>
    <w:p w:rsidR="0062748B" w:rsidRDefault="0062748B" w:rsidP="0062748B">
      <w:r>
        <w:t xml:space="preserve">7 .1.17     -INF       .        1.000      .         </w:t>
      </w:r>
    </w:p>
    <w:p w:rsidR="0062748B" w:rsidRDefault="0062748B" w:rsidP="0062748B">
      <w:r>
        <w:t xml:space="preserve">7 .1.18     -INF       .        1.000      .         </w:t>
      </w:r>
    </w:p>
    <w:p w:rsidR="0062748B" w:rsidRDefault="0062748B" w:rsidP="0062748B">
      <w:r>
        <w:t xml:space="preserve">7 .1.19     -INF       .        1.000      .         </w:t>
      </w:r>
    </w:p>
    <w:p w:rsidR="0062748B" w:rsidRDefault="0062748B" w:rsidP="0062748B">
      <w:r>
        <w:t xml:space="preserve">7 .1.20     -INF       .        1.000      .         </w:t>
      </w:r>
    </w:p>
    <w:p w:rsidR="0062748B" w:rsidRDefault="0062748B" w:rsidP="0062748B">
      <w:r>
        <w:t xml:space="preserve">7 .1.21     -INF       .        1.000      .         </w:t>
      </w:r>
    </w:p>
    <w:p w:rsidR="0062748B" w:rsidRDefault="0062748B" w:rsidP="0062748B">
      <w:r>
        <w:t xml:space="preserve">7 .1.22     -INF       .        1.000      .         </w:t>
      </w:r>
    </w:p>
    <w:p w:rsidR="0062748B" w:rsidRDefault="0062748B" w:rsidP="0062748B">
      <w:r>
        <w:t xml:space="preserve">7 .1.23     -INF       .        1.000      .         </w:t>
      </w:r>
    </w:p>
    <w:p w:rsidR="0062748B" w:rsidRDefault="0062748B" w:rsidP="0062748B">
      <w:r>
        <w:t xml:space="preserve">7 .1.24     -INF       .        1.000      .         </w:t>
      </w:r>
    </w:p>
    <w:p w:rsidR="0062748B" w:rsidRDefault="0062748B" w:rsidP="0062748B">
      <w:r>
        <w:t xml:space="preserve">7 .1.25     -INF       .        1.000      .         </w:t>
      </w:r>
    </w:p>
    <w:p w:rsidR="0062748B" w:rsidRDefault="0062748B" w:rsidP="0062748B">
      <w:r>
        <w:t xml:space="preserve">7 .1.26     -INF       .        1.000      .         </w:t>
      </w:r>
    </w:p>
    <w:p w:rsidR="0062748B" w:rsidRDefault="0062748B" w:rsidP="0062748B">
      <w:r>
        <w:t xml:space="preserve">7 .1.27     -INF       .        1.000      .         </w:t>
      </w:r>
    </w:p>
    <w:p w:rsidR="0062748B" w:rsidRDefault="0062748B" w:rsidP="0062748B">
      <w:r>
        <w:t xml:space="preserve">7 .1.28     -INF       .        1.000      .         </w:t>
      </w:r>
    </w:p>
    <w:p w:rsidR="0062748B" w:rsidRDefault="0062748B" w:rsidP="0062748B">
      <w:r>
        <w:t xml:space="preserve">7 .1.29     -INF       .        1.000      .         </w:t>
      </w:r>
    </w:p>
    <w:p w:rsidR="0062748B" w:rsidRDefault="0062748B" w:rsidP="0062748B">
      <w:r>
        <w:t xml:space="preserve">8 .1.1      -INF       .        1.000      .         </w:t>
      </w:r>
    </w:p>
    <w:p w:rsidR="0062748B" w:rsidRDefault="0062748B" w:rsidP="0062748B">
      <w:r>
        <w:t xml:space="preserve">8 .1.2      -INF       .        1.000      .         </w:t>
      </w:r>
    </w:p>
    <w:p w:rsidR="0062748B" w:rsidRDefault="0062748B" w:rsidP="0062748B">
      <w:r>
        <w:t xml:space="preserve">8 .1.3      -INF       .        1.000      .         </w:t>
      </w:r>
    </w:p>
    <w:p w:rsidR="0062748B" w:rsidRDefault="0062748B" w:rsidP="0062748B">
      <w:r>
        <w:t xml:space="preserve">8 .1.4      -INF       .        1.000      .         </w:t>
      </w:r>
    </w:p>
    <w:p w:rsidR="0062748B" w:rsidRDefault="0062748B" w:rsidP="0062748B">
      <w:r>
        <w:t xml:space="preserve">8 .1.5      -INF       .        1.000      .         </w:t>
      </w:r>
    </w:p>
    <w:p w:rsidR="0062748B" w:rsidRDefault="0062748B" w:rsidP="0062748B">
      <w:r>
        <w:t xml:space="preserve">8 .1.6      -INF       .        1.000      .         </w:t>
      </w:r>
    </w:p>
    <w:p w:rsidR="0062748B" w:rsidRDefault="0062748B" w:rsidP="0062748B">
      <w:r>
        <w:t xml:space="preserve">8 .1.7      -INF       .        1.000      .         </w:t>
      </w:r>
    </w:p>
    <w:p w:rsidR="0062748B" w:rsidRDefault="0062748B" w:rsidP="0062748B">
      <w:r>
        <w:t xml:space="preserve">8 .1.8      -INF       .        1.000      .         </w:t>
      </w:r>
    </w:p>
    <w:p w:rsidR="0062748B" w:rsidRDefault="0062748B" w:rsidP="0062748B">
      <w:r>
        <w:t xml:space="preserve">8 .1.9      -INF       .        1.000      .         </w:t>
      </w:r>
    </w:p>
    <w:p w:rsidR="0062748B" w:rsidRDefault="0062748B" w:rsidP="0062748B">
      <w:r>
        <w:lastRenderedPageBreak/>
        <w:t xml:space="preserve">8 .1.10     -INF       .        1.000      .         </w:t>
      </w:r>
    </w:p>
    <w:p w:rsidR="0062748B" w:rsidRDefault="0062748B" w:rsidP="0062748B">
      <w:r>
        <w:t xml:space="preserve">8 .1.11     -INF       .        1.000      .         </w:t>
      </w:r>
    </w:p>
    <w:p w:rsidR="0062748B" w:rsidRDefault="0062748B" w:rsidP="0062748B">
      <w:r>
        <w:t xml:space="preserve">8 .1.12     -INF       .        1.000      .         </w:t>
      </w:r>
    </w:p>
    <w:p w:rsidR="0062748B" w:rsidRDefault="0062748B" w:rsidP="0062748B">
      <w:r>
        <w:t xml:space="preserve">8 .1.13     -INF       .        1.000      .         </w:t>
      </w:r>
    </w:p>
    <w:p w:rsidR="0062748B" w:rsidRDefault="0062748B" w:rsidP="0062748B">
      <w:r>
        <w:t xml:space="preserve">8 .1.14     -INF       .        1.000      .         </w:t>
      </w:r>
    </w:p>
    <w:p w:rsidR="0062748B" w:rsidRDefault="0062748B" w:rsidP="0062748B">
      <w:r>
        <w:t xml:space="preserve">8 .1.15     -INF       .        1.000      .         </w:t>
      </w:r>
    </w:p>
    <w:p w:rsidR="0062748B" w:rsidRDefault="0062748B" w:rsidP="0062748B">
      <w:r>
        <w:t xml:space="preserve">8 .1.16     -INF       .        1.000      .         </w:t>
      </w:r>
    </w:p>
    <w:p w:rsidR="0062748B" w:rsidRDefault="0062748B" w:rsidP="0062748B">
      <w:r>
        <w:t xml:space="preserve">8 .1.17     -INF       .        1.000      .         </w:t>
      </w:r>
    </w:p>
    <w:p w:rsidR="0062748B" w:rsidRDefault="0062748B" w:rsidP="0062748B">
      <w:r>
        <w:t xml:space="preserve">8 .1.18     -INF       .        1.000      .         </w:t>
      </w:r>
    </w:p>
    <w:p w:rsidR="0062748B" w:rsidRDefault="0062748B" w:rsidP="0062748B">
      <w:r>
        <w:t xml:space="preserve">8 .1.19     -INF       .        1.000      .         </w:t>
      </w:r>
    </w:p>
    <w:p w:rsidR="0062748B" w:rsidRDefault="0062748B" w:rsidP="0062748B">
      <w:r>
        <w:t xml:space="preserve">8 .1.20     -INF       .        1.000      .         </w:t>
      </w:r>
    </w:p>
    <w:p w:rsidR="0062748B" w:rsidRDefault="0062748B" w:rsidP="0062748B">
      <w:r>
        <w:t xml:space="preserve">8 .1.21     -INF       .        1.000      .         </w:t>
      </w:r>
    </w:p>
    <w:p w:rsidR="0062748B" w:rsidRDefault="0062748B" w:rsidP="0062748B">
      <w:r>
        <w:t xml:space="preserve">8 .1.22     -INF       .        1.000      .         </w:t>
      </w:r>
    </w:p>
    <w:p w:rsidR="0062748B" w:rsidRDefault="0062748B" w:rsidP="0062748B">
      <w:r>
        <w:t xml:space="preserve">8 .1.23     -INF       .        1.000      .         </w:t>
      </w:r>
    </w:p>
    <w:p w:rsidR="0062748B" w:rsidRDefault="0062748B" w:rsidP="0062748B">
      <w:r>
        <w:t xml:space="preserve">8 .1.24     -INF       .        1.000      .         </w:t>
      </w:r>
    </w:p>
    <w:p w:rsidR="0062748B" w:rsidRDefault="0062748B" w:rsidP="0062748B">
      <w:r>
        <w:t xml:space="preserve">8 .1.25     -INF       .        1.000      .         </w:t>
      </w:r>
    </w:p>
    <w:p w:rsidR="0062748B" w:rsidRDefault="0062748B" w:rsidP="0062748B">
      <w:r>
        <w:t xml:space="preserve">8 .1.26     -INF       .        1.000      .         </w:t>
      </w:r>
    </w:p>
    <w:p w:rsidR="0062748B" w:rsidRDefault="0062748B" w:rsidP="0062748B">
      <w:r>
        <w:t xml:space="preserve">8 .1.27     -INF       .        1.000      .         </w:t>
      </w:r>
    </w:p>
    <w:p w:rsidR="0062748B" w:rsidRDefault="0062748B" w:rsidP="0062748B">
      <w:r>
        <w:t xml:space="preserve">8 .1.28     -INF       .        1.000      .         </w:t>
      </w:r>
    </w:p>
    <w:p w:rsidR="0062748B" w:rsidRDefault="0062748B" w:rsidP="0062748B">
      <w:r>
        <w:t xml:space="preserve">8 .1.29     -INF       .        1.000      .         </w:t>
      </w:r>
    </w:p>
    <w:p w:rsidR="0062748B" w:rsidRDefault="0062748B" w:rsidP="0062748B">
      <w:r>
        <w:t xml:space="preserve">9 .1.1      -INF       .        1.000      .         </w:t>
      </w:r>
    </w:p>
    <w:p w:rsidR="0062748B" w:rsidRDefault="0062748B" w:rsidP="0062748B">
      <w:r>
        <w:t xml:space="preserve">9 .1.2      -INF       .        1.000      .         </w:t>
      </w:r>
    </w:p>
    <w:p w:rsidR="0062748B" w:rsidRDefault="0062748B" w:rsidP="0062748B">
      <w:r>
        <w:t xml:space="preserve">9 .1.3      -INF       .        1.000      .         </w:t>
      </w:r>
    </w:p>
    <w:p w:rsidR="0062748B" w:rsidRDefault="0062748B" w:rsidP="0062748B">
      <w:r>
        <w:t xml:space="preserve">9 .1.4      -INF       .        1.000      .         </w:t>
      </w:r>
    </w:p>
    <w:p w:rsidR="0062748B" w:rsidRDefault="0062748B" w:rsidP="0062748B">
      <w:r>
        <w:t xml:space="preserve">9 .1.5      -INF       .        1.000      .         </w:t>
      </w:r>
    </w:p>
    <w:p w:rsidR="0062748B" w:rsidRDefault="0062748B" w:rsidP="0062748B">
      <w:r>
        <w:lastRenderedPageBreak/>
        <w:t xml:space="preserve">9 .1.6      -INF       .        1.000      .         </w:t>
      </w:r>
    </w:p>
    <w:p w:rsidR="0062748B" w:rsidRDefault="0062748B" w:rsidP="0062748B">
      <w:r>
        <w:t xml:space="preserve">9 .1.7      -INF       .        1.000      .         </w:t>
      </w:r>
    </w:p>
    <w:p w:rsidR="0062748B" w:rsidRDefault="0062748B" w:rsidP="0062748B">
      <w:r>
        <w:t xml:space="preserve">9 .1.8      -INF       .        1.000      .         </w:t>
      </w:r>
    </w:p>
    <w:p w:rsidR="0062748B" w:rsidRDefault="0062748B" w:rsidP="0062748B">
      <w:r>
        <w:t xml:space="preserve">9 .1.9      -INF       .        1.000      .         </w:t>
      </w:r>
    </w:p>
    <w:p w:rsidR="0062748B" w:rsidRDefault="0062748B" w:rsidP="0062748B">
      <w:r>
        <w:t xml:space="preserve">9 .1.10     -INF       .        1.000      .         </w:t>
      </w:r>
    </w:p>
    <w:p w:rsidR="0062748B" w:rsidRDefault="0062748B" w:rsidP="0062748B">
      <w:r>
        <w:t xml:space="preserve">9 .1.11     -INF       .        1.000      .         </w:t>
      </w:r>
    </w:p>
    <w:p w:rsidR="0062748B" w:rsidRDefault="0062748B" w:rsidP="0062748B">
      <w:r>
        <w:t xml:space="preserve">9 .1.12     -INF       .        1.000      .         </w:t>
      </w:r>
    </w:p>
    <w:p w:rsidR="0062748B" w:rsidRDefault="0062748B" w:rsidP="0062748B">
      <w:r>
        <w:t xml:space="preserve">9 .1.13     -INF       .        1.000      .         </w:t>
      </w:r>
    </w:p>
    <w:p w:rsidR="0062748B" w:rsidRDefault="0062748B" w:rsidP="0062748B">
      <w:r>
        <w:t xml:space="preserve">9 .1.14     -INF       .        1.000      .         </w:t>
      </w:r>
    </w:p>
    <w:p w:rsidR="0062748B" w:rsidRDefault="0062748B" w:rsidP="0062748B">
      <w:r>
        <w:t xml:space="preserve">9 .1.15     -INF       .        1.000      .         </w:t>
      </w:r>
    </w:p>
    <w:p w:rsidR="0062748B" w:rsidRDefault="0062748B" w:rsidP="0062748B">
      <w:r>
        <w:t xml:space="preserve">9 .1.16     -INF       .        1.000      .         </w:t>
      </w:r>
    </w:p>
    <w:p w:rsidR="0062748B" w:rsidRDefault="0062748B" w:rsidP="0062748B">
      <w:r>
        <w:t xml:space="preserve">9 .1.17     -INF       .        1.000      .         </w:t>
      </w:r>
    </w:p>
    <w:p w:rsidR="0062748B" w:rsidRDefault="0062748B" w:rsidP="0062748B">
      <w:r>
        <w:t xml:space="preserve">9 .1.18     -INF       .        1.000      .         </w:t>
      </w:r>
    </w:p>
    <w:p w:rsidR="0062748B" w:rsidRDefault="0062748B" w:rsidP="0062748B">
      <w:r>
        <w:t xml:space="preserve">9 .1.19     -INF       .        1.000      .         </w:t>
      </w:r>
    </w:p>
    <w:p w:rsidR="0062748B" w:rsidRDefault="0062748B" w:rsidP="0062748B">
      <w:r>
        <w:t xml:space="preserve">9 .1.20     -INF       .        1.000      .         </w:t>
      </w:r>
    </w:p>
    <w:p w:rsidR="0062748B" w:rsidRDefault="0062748B" w:rsidP="0062748B">
      <w:r>
        <w:t xml:space="preserve">9 .1.21     -INF       .        1.000      .         </w:t>
      </w:r>
    </w:p>
    <w:p w:rsidR="0062748B" w:rsidRDefault="0062748B" w:rsidP="0062748B">
      <w:r>
        <w:t xml:space="preserve">9 .1.22     -INF       .        1.000      .         </w:t>
      </w:r>
    </w:p>
    <w:p w:rsidR="0062748B" w:rsidRDefault="0062748B" w:rsidP="0062748B">
      <w:r>
        <w:t xml:space="preserve">9 .1.23     -INF       .        1.000      .         </w:t>
      </w:r>
    </w:p>
    <w:p w:rsidR="0062748B" w:rsidRDefault="0062748B" w:rsidP="0062748B">
      <w:r>
        <w:t xml:space="preserve">9 .1.24     -INF       .        1.000      .         </w:t>
      </w:r>
    </w:p>
    <w:p w:rsidR="0062748B" w:rsidRDefault="0062748B" w:rsidP="0062748B">
      <w:r>
        <w:t xml:space="preserve">9 .1.25     -INF       .        1.000      .         </w:t>
      </w:r>
    </w:p>
    <w:p w:rsidR="0062748B" w:rsidRDefault="0062748B" w:rsidP="0062748B">
      <w:r>
        <w:t xml:space="preserve">9 .1.26     -INF       .        1.000      .         </w:t>
      </w:r>
    </w:p>
    <w:p w:rsidR="0062748B" w:rsidRDefault="0062748B" w:rsidP="0062748B">
      <w:r>
        <w:t xml:space="preserve">9 .1.27     -INF       .        1.000      .         </w:t>
      </w:r>
    </w:p>
    <w:p w:rsidR="0062748B" w:rsidRDefault="0062748B" w:rsidP="0062748B">
      <w:r>
        <w:t xml:space="preserve">9 .1.28     -INF       .        1.000      .         </w:t>
      </w:r>
    </w:p>
    <w:p w:rsidR="0062748B" w:rsidRDefault="0062748B" w:rsidP="0062748B">
      <w:r>
        <w:t xml:space="preserve">9 .1.29     -INF       .        1.000      .         </w:t>
      </w:r>
    </w:p>
    <w:p w:rsidR="0062748B" w:rsidRDefault="0062748B" w:rsidP="0062748B">
      <w:r>
        <w:t xml:space="preserve">10.1.1      -INF       .        1.000      .         </w:t>
      </w:r>
    </w:p>
    <w:p w:rsidR="0062748B" w:rsidRDefault="0062748B" w:rsidP="0062748B">
      <w:r>
        <w:lastRenderedPageBreak/>
        <w:t xml:space="preserve">10.1.2      -INF       .        1.000      .         </w:t>
      </w:r>
    </w:p>
    <w:p w:rsidR="0062748B" w:rsidRDefault="0062748B" w:rsidP="0062748B">
      <w:r>
        <w:t xml:space="preserve">10.1.3      -INF       .        1.000      .         </w:t>
      </w:r>
    </w:p>
    <w:p w:rsidR="0062748B" w:rsidRDefault="0062748B" w:rsidP="0062748B">
      <w:r>
        <w:t xml:space="preserve">10.1.4      -INF       .        1.000      .         </w:t>
      </w:r>
    </w:p>
    <w:p w:rsidR="0062748B" w:rsidRDefault="0062748B" w:rsidP="0062748B">
      <w:r>
        <w:t xml:space="preserve">10.1.5      -INF       .        1.000      .         </w:t>
      </w:r>
    </w:p>
    <w:p w:rsidR="0062748B" w:rsidRDefault="0062748B" w:rsidP="0062748B">
      <w:r>
        <w:t xml:space="preserve">10.1.6      -INF       .        1.000      .         </w:t>
      </w:r>
    </w:p>
    <w:p w:rsidR="0062748B" w:rsidRDefault="0062748B" w:rsidP="0062748B">
      <w:r>
        <w:t xml:space="preserve">10.1.7      -INF       .        1.000      .         </w:t>
      </w:r>
    </w:p>
    <w:p w:rsidR="0062748B" w:rsidRDefault="0062748B" w:rsidP="0062748B">
      <w:r>
        <w:t xml:space="preserve">10.1.8      -INF       .        1.000      .         </w:t>
      </w:r>
    </w:p>
    <w:p w:rsidR="0062748B" w:rsidRDefault="0062748B" w:rsidP="0062748B">
      <w:r>
        <w:t xml:space="preserve">10.1.9      -INF       .        1.000      .         </w:t>
      </w:r>
    </w:p>
    <w:p w:rsidR="0062748B" w:rsidRDefault="0062748B" w:rsidP="0062748B">
      <w:r>
        <w:t xml:space="preserve">10.1.10     -INF       .        1.000      .         </w:t>
      </w:r>
    </w:p>
    <w:p w:rsidR="0062748B" w:rsidRDefault="0062748B" w:rsidP="0062748B">
      <w:r>
        <w:t xml:space="preserve">10.1.11     -INF       .        1.000      .         </w:t>
      </w:r>
    </w:p>
    <w:p w:rsidR="0062748B" w:rsidRDefault="0062748B" w:rsidP="0062748B">
      <w:r>
        <w:t xml:space="preserve">10.1.12     -INF       .        1.000      .         </w:t>
      </w:r>
    </w:p>
    <w:p w:rsidR="0062748B" w:rsidRDefault="0062748B" w:rsidP="0062748B">
      <w:r>
        <w:t xml:space="preserve">10.1.13     -INF       .        1.000      .         </w:t>
      </w:r>
    </w:p>
    <w:p w:rsidR="0062748B" w:rsidRDefault="0062748B" w:rsidP="0062748B">
      <w:r>
        <w:t xml:space="preserve">10.1.14     -INF       .        1.000      .         </w:t>
      </w:r>
    </w:p>
    <w:p w:rsidR="0062748B" w:rsidRDefault="0062748B" w:rsidP="0062748B">
      <w:r>
        <w:t xml:space="preserve">10.1.15     -INF       .        1.000      .         </w:t>
      </w:r>
    </w:p>
    <w:p w:rsidR="0062748B" w:rsidRDefault="0062748B" w:rsidP="0062748B">
      <w:r>
        <w:t xml:space="preserve">10.1.16     -INF       .        1.000      .         </w:t>
      </w:r>
    </w:p>
    <w:p w:rsidR="0062748B" w:rsidRDefault="0062748B" w:rsidP="0062748B">
      <w:r>
        <w:t xml:space="preserve">10.1.17     -INF       .        1.000      .         </w:t>
      </w:r>
    </w:p>
    <w:p w:rsidR="0062748B" w:rsidRDefault="0062748B" w:rsidP="0062748B">
      <w:r>
        <w:t xml:space="preserve">10.1.18     -INF       .        1.000      .         </w:t>
      </w:r>
    </w:p>
    <w:p w:rsidR="0062748B" w:rsidRDefault="0062748B" w:rsidP="0062748B">
      <w:r>
        <w:t xml:space="preserve">10.1.19     -INF       .        1.000      .         </w:t>
      </w:r>
    </w:p>
    <w:p w:rsidR="0062748B" w:rsidRDefault="0062748B" w:rsidP="0062748B">
      <w:r>
        <w:t xml:space="preserve">10.1.20     -INF       .        1.000      .         </w:t>
      </w:r>
    </w:p>
    <w:p w:rsidR="0062748B" w:rsidRDefault="0062748B" w:rsidP="0062748B">
      <w:r>
        <w:t xml:space="preserve">10.1.21     -INF       .        1.000      .         </w:t>
      </w:r>
    </w:p>
    <w:p w:rsidR="0062748B" w:rsidRDefault="0062748B" w:rsidP="0062748B">
      <w:r>
        <w:t xml:space="preserve">10.1.22     -INF       .        1.000      .         </w:t>
      </w:r>
    </w:p>
    <w:p w:rsidR="0062748B" w:rsidRDefault="0062748B" w:rsidP="0062748B">
      <w:r>
        <w:t xml:space="preserve">10.1.23     -INF       .        1.000      .         </w:t>
      </w:r>
    </w:p>
    <w:p w:rsidR="0062748B" w:rsidRDefault="0062748B" w:rsidP="0062748B">
      <w:r>
        <w:t xml:space="preserve">10.1.24     -INF       .        1.000      .         </w:t>
      </w:r>
    </w:p>
    <w:p w:rsidR="0062748B" w:rsidRDefault="0062748B" w:rsidP="0062748B">
      <w:r>
        <w:t xml:space="preserve">10.1.25     -INF       .        1.000      .         </w:t>
      </w:r>
    </w:p>
    <w:p w:rsidR="0062748B" w:rsidRDefault="0062748B" w:rsidP="0062748B">
      <w:r>
        <w:t xml:space="preserve">10.1.26     -INF       .        1.000      .         </w:t>
      </w:r>
    </w:p>
    <w:p w:rsidR="0062748B" w:rsidRDefault="0062748B" w:rsidP="0062748B">
      <w:r>
        <w:lastRenderedPageBreak/>
        <w:t xml:space="preserve">10.1.27     -INF       .        1.000      .         </w:t>
      </w:r>
    </w:p>
    <w:p w:rsidR="0062748B" w:rsidRDefault="0062748B" w:rsidP="0062748B">
      <w:r>
        <w:t xml:space="preserve">10.1.28     -INF       .        1.000      .         </w:t>
      </w:r>
    </w:p>
    <w:p w:rsidR="0062748B" w:rsidRDefault="0062748B" w:rsidP="0062748B">
      <w:r>
        <w:t xml:space="preserve">10.1.29     -INF       .        1.000      .         </w:t>
      </w:r>
    </w:p>
    <w:p w:rsidR="0062748B" w:rsidRDefault="0062748B" w:rsidP="0062748B">
      <w:r>
        <w:t xml:space="preserve">11.1.1      -INF       .        1.000      .         </w:t>
      </w:r>
    </w:p>
    <w:p w:rsidR="0062748B" w:rsidRDefault="0062748B" w:rsidP="0062748B">
      <w:r>
        <w:t xml:space="preserve">11.1.2      -INF       .        1.000      .         </w:t>
      </w:r>
    </w:p>
    <w:p w:rsidR="0062748B" w:rsidRDefault="0062748B" w:rsidP="0062748B">
      <w:r>
        <w:t xml:space="preserve">11.1.3      -INF       .        1.000      .         </w:t>
      </w:r>
    </w:p>
    <w:p w:rsidR="0062748B" w:rsidRDefault="0062748B" w:rsidP="0062748B">
      <w:r>
        <w:t xml:space="preserve">11.1.4      -INF       .        1.000      .         </w:t>
      </w:r>
    </w:p>
    <w:p w:rsidR="0062748B" w:rsidRDefault="0062748B" w:rsidP="0062748B">
      <w:r>
        <w:t xml:space="preserve">11.1.5      -INF       .        1.000      .         </w:t>
      </w:r>
    </w:p>
    <w:p w:rsidR="0062748B" w:rsidRDefault="0062748B" w:rsidP="0062748B">
      <w:r>
        <w:t xml:space="preserve">11.1.6      -INF       .        1.000      .         </w:t>
      </w:r>
    </w:p>
    <w:p w:rsidR="0062748B" w:rsidRDefault="0062748B" w:rsidP="0062748B">
      <w:r>
        <w:t xml:space="preserve">11.1.7      -INF       .        1.000      .         </w:t>
      </w:r>
    </w:p>
    <w:p w:rsidR="0062748B" w:rsidRDefault="0062748B" w:rsidP="0062748B">
      <w:r>
        <w:t xml:space="preserve">11.1.8      -INF       .        1.000      .         </w:t>
      </w:r>
    </w:p>
    <w:p w:rsidR="0062748B" w:rsidRDefault="0062748B" w:rsidP="0062748B">
      <w:r>
        <w:t xml:space="preserve">11.1.9      -INF       .        1.000      .         </w:t>
      </w:r>
    </w:p>
    <w:p w:rsidR="0062748B" w:rsidRDefault="0062748B" w:rsidP="0062748B">
      <w:r>
        <w:t xml:space="preserve">11.1.10     -INF       .        1.000      .         </w:t>
      </w:r>
    </w:p>
    <w:p w:rsidR="0062748B" w:rsidRDefault="0062748B" w:rsidP="0062748B">
      <w:r>
        <w:t xml:space="preserve">11.1.11     -INF       .        1.000      .         </w:t>
      </w:r>
    </w:p>
    <w:p w:rsidR="0062748B" w:rsidRDefault="0062748B" w:rsidP="0062748B">
      <w:r>
        <w:t xml:space="preserve">11.1.12     -INF       .        1.000      .         </w:t>
      </w:r>
    </w:p>
    <w:p w:rsidR="0062748B" w:rsidRDefault="0062748B" w:rsidP="0062748B">
      <w:r>
        <w:t xml:space="preserve">11.1.13     -INF       .        1.000      .         </w:t>
      </w:r>
    </w:p>
    <w:p w:rsidR="0062748B" w:rsidRDefault="0062748B" w:rsidP="0062748B">
      <w:r>
        <w:t xml:space="preserve">11.1.14     -INF       .        1.000      .         </w:t>
      </w:r>
    </w:p>
    <w:p w:rsidR="0062748B" w:rsidRDefault="0062748B" w:rsidP="0062748B">
      <w:r>
        <w:t xml:space="preserve">11.1.15     -INF       .        1.000      .         </w:t>
      </w:r>
    </w:p>
    <w:p w:rsidR="0062748B" w:rsidRDefault="0062748B" w:rsidP="0062748B">
      <w:r>
        <w:t xml:space="preserve">11.1.16     -INF       .        1.000      .         </w:t>
      </w:r>
    </w:p>
    <w:p w:rsidR="0062748B" w:rsidRDefault="0062748B" w:rsidP="0062748B">
      <w:r>
        <w:t xml:space="preserve">11.1.17     -INF       .        1.000      .         </w:t>
      </w:r>
    </w:p>
    <w:p w:rsidR="0062748B" w:rsidRDefault="0062748B" w:rsidP="0062748B">
      <w:r>
        <w:t xml:space="preserve">11.1.18     -INF       .        1.000      .         </w:t>
      </w:r>
    </w:p>
    <w:p w:rsidR="0062748B" w:rsidRDefault="0062748B" w:rsidP="0062748B">
      <w:r>
        <w:t xml:space="preserve">11.1.19     -INF       .        1.000      .         </w:t>
      </w:r>
    </w:p>
    <w:p w:rsidR="0062748B" w:rsidRDefault="0062748B" w:rsidP="0062748B">
      <w:r>
        <w:t xml:space="preserve">11.1.20     -INF       .        1.000      .         </w:t>
      </w:r>
    </w:p>
    <w:p w:rsidR="0062748B" w:rsidRDefault="0062748B" w:rsidP="0062748B">
      <w:r>
        <w:t xml:space="preserve">11.1.21     -INF       .        1.000      .         </w:t>
      </w:r>
    </w:p>
    <w:p w:rsidR="0062748B" w:rsidRDefault="0062748B" w:rsidP="0062748B">
      <w:r>
        <w:t xml:space="preserve">11.1.22     -INF       .        1.000      .         </w:t>
      </w:r>
    </w:p>
    <w:p w:rsidR="0062748B" w:rsidRDefault="0062748B" w:rsidP="0062748B">
      <w:r>
        <w:lastRenderedPageBreak/>
        <w:t xml:space="preserve">11.1.23     -INF       .        1.000      .         </w:t>
      </w:r>
    </w:p>
    <w:p w:rsidR="0062748B" w:rsidRDefault="0062748B" w:rsidP="0062748B">
      <w:r>
        <w:t xml:space="preserve">11.1.24     -INF       .        1.000      .         </w:t>
      </w:r>
    </w:p>
    <w:p w:rsidR="0062748B" w:rsidRDefault="0062748B" w:rsidP="0062748B">
      <w:r>
        <w:t xml:space="preserve">11.1.25     -INF       .        1.000      .         </w:t>
      </w:r>
    </w:p>
    <w:p w:rsidR="0062748B" w:rsidRDefault="0062748B" w:rsidP="0062748B">
      <w:r>
        <w:t xml:space="preserve">11.1.26     -INF       .        1.000      .         </w:t>
      </w:r>
    </w:p>
    <w:p w:rsidR="0062748B" w:rsidRDefault="0062748B" w:rsidP="0062748B">
      <w:r>
        <w:t xml:space="preserve">11.1.27     -INF       .        1.000      .         </w:t>
      </w:r>
    </w:p>
    <w:p w:rsidR="0062748B" w:rsidRDefault="0062748B" w:rsidP="0062748B">
      <w:r>
        <w:t xml:space="preserve">11.1.28     -INF       .        1.000      .         </w:t>
      </w:r>
    </w:p>
    <w:p w:rsidR="0062748B" w:rsidRDefault="0062748B" w:rsidP="0062748B">
      <w:r>
        <w:t xml:space="preserve">11.1.29     -INF       .        1.000      .         </w:t>
      </w:r>
    </w:p>
    <w:p w:rsidR="0062748B" w:rsidRDefault="0062748B" w:rsidP="0062748B">
      <w:r>
        <w:t xml:space="preserve">12.1.1      -INF       .        1.000      .         </w:t>
      </w:r>
    </w:p>
    <w:p w:rsidR="0062748B" w:rsidRDefault="0062748B" w:rsidP="0062748B">
      <w:r>
        <w:t xml:space="preserve">12.1.2      -INF       .        1.000      .         </w:t>
      </w:r>
    </w:p>
    <w:p w:rsidR="0062748B" w:rsidRDefault="0062748B" w:rsidP="0062748B">
      <w:r>
        <w:t xml:space="preserve">12.1.3      -INF       .        1.000      .         </w:t>
      </w:r>
    </w:p>
    <w:p w:rsidR="0062748B" w:rsidRDefault="0062748B" w:rsidP="0062748B">
      <w:r>
        <w:t xml:space="preserve">12.1.4      -INF       .        1.000      .         </w:t>
      </w:r>
    </w:p>
    <w:p w:rsidR="0062748B" w:rsidRDefault="0062748B" w:rsidP="0062748B">
      <w:r>
        <w:t xml:space="preserve">12.1.5      -INF       .        1.000      .         </w:t>
      </w:r>
    </w:p>
    <w:p w:rsidR="0062748B" w:rsidRDefault="0062748B" w:rsidP="0062748B">
      <w:r>
        <w:t xml:space="preserve">12.1.6      -INF       .        1.000      .         </w:t>
      </w:r>
    </w:p>
    <w:p w:rsidR="0062748B" w:rsidRDefault="0062748B" w:rsidP="0062748B">
      <w:r>
        <w:t xml:space="preserve">12.1.7      -INF       .        1.000      .         </w:t>
      </w:r>
    </w:p>
    <w:p w:rsidR="0062748B" w:rsidRDefault="0062748B" w:rsidP="0062748B">
      <w:r>
        <w:t xml:space="preserve">12.1.8      -INF       .        1.000      .         </w:t>
      </w:r>
    </w:p>
    <w:p w:rsidR="0062748B" w:rsidRDefault="0062748B" w:rsidP="0062748B">
      <w:r>
        <w:t xml:space="preserve">12.1.9      -INF       .        1.000      .         </w:t>
      </w:r>
    </w:p>
    <w:p w:rsidR="0062748B" w:rsidRDefault="0062748B" w:rsidP="0062748B">
      <w:r>
        <w:t xml:space="preserve">12.1.10     -INF       .        1.000      .         </w:t>
      </w:r>
    </w:p>
    <w:p w:rsidR="0062748B" w:rsidRDefault="0062748B" w:rsidP="0062748B">
      <w:r>
        <w:t xml:space="preserve">12.1.11     -INF       .        1.000      .         </w:t>
      </w:r>
    </w:p>
    <w:p w:rsidR="0062748B" w:rsidRDefault="0062748B" w:rsidP="0062748B">
      <w:r>
        <w:t xml:space="preserve">12.1.12     -INF       .        1.000      .         </w:t>
      </w:r>
    </w:p>
    <w:p w:rsidR="0062748B" w:rsidRDefault="0062748B" w:rsidP="0062748B">
      <w:r>
        <w:t xml:space="preserve">12.1.13     -INF       .        1.000      .         </w:t>
      </w:r>
    </w:p>
    <w:p w:rsidR="0062748B" w:rsidRDefault="0062748B" w:rsidP="0062748B">
      <w:r>
        <w:t xml:space="preserve">12.1.14     -INF       .        1.000      .         </w:t>
      </w:r>
    </w:p>
    <w:p w:rsidR="0062748B" w:rsidRDefault="0062748B" w:rsidP="0062748B">
      <w:r>
        <w:t xml:space="preserve">12.1.15     -INF       .        1.000      .         </w:t>
      </w:r>
    </w:p>
    <w:p w:rsidR="0062748B" w:rsidRDefault="0062748B" w:rsidP="0062748B">
      <w:r>
        <w:t xml:space="preserve">12.1.16     -INF       .        1.000      .         </w:t>
      </w:r>
    </w:p>
    <w:p w:rsidR="0062748B" w:rsidRDefault="0062748B" w:rsidP="0062748B">
      <w:r>
        <w:t xml:space="preserve">12.1.17     -INF       .        1.000      .         </w:t>
      </w:r>
    </w:p>
    <w:p w:rsidR="0062748B" w:rsidRDefault="0062748B" w:rsidP="0062748B">
      <w:r>
        <w:t xml:space="preserve">12.1.18     -INF       .        1.000      .         </w:t>
      </w:r>
    </w:p>
    <w:p w:rsidR="0062748B" w:rsidRDefault="0062748B" w:rsidP="0062748B">
      <w:r>
        <w:lastRenderedPageBreak/>
        <w:t xml:space="preserve">12.1.19     -INF       .        1.000      .         </w:t>
      </w:r>
    </w:p>
    <w:p w:rsidR="0062748B" w:rsidRDefault="0062748B" w:rsidP="0062748B">
      <w:r>
        <w:t xml:space="preserve">12.1.20     -INF       .        1.000      .         </w:t>
      </w:r>
    </w:p>
    <w:p w:rsidR="0062748B" w:rsidRDefault="0062748B" w:rsidP="0062748B">
      <w:r>
        <w:t xml:space="preserve">12.1.21     -INF       .        1.000      .         </w:t>
      </w:r>
    </w:p>
    <w:p w:rsidR="0062748B" w:rsidRDefault="0062748B" w:rsidP="0062748B">
      <w:r>
        <w:t xml:space="preserve">12.1.22     -INF       .        1.000      .         </w:t>
      </w:r>
    </w:p>
    <w:p w:rsidR="0062748B" w:rsidRDefault="0062748B" w:rsidP="0062748B">
      <w:r>
        <w:t xml:space="preserve">12.1.23     -INF       .        1.000      .         </w:t>
      </w:r>
    </w:p>
    <w:p w:rsidR="0062748B" w:rsidRDefault="0062748B" w:rsidP="0062748B">
      <w:r>
        <w:t xml:space="preserve">12.1.24     -INF       .        1.000      .         </w:t>
      </w:r>
    </w:p>
    <w:p w:rsidR="0062748B" w:rsidRDefault="0062748B" w:rsidP="0062748B">
      <w:r>
        <w:t xml:space="preserve">12.1.25     -INF       .        1.000      .         </w:t>
      </w:r>
    </w:p>
    <w:p w:rsidR="0062748B" w:rsidRDefault="0062748B" w:rsidP="0062748B">
      <w:r>
        <w:t xml:space="preserve">12.1.26     -INF       .        1.000      .         </w:t>
      </w:r>
    </w:p>
    <w:p w:rsidR="0062748B" w:rsidRDefault="0062748B" w:rsidP="0062748B">
      <w:r>
        <w:t xml:space="preserve">12.1.27     -INF       .        1.000      .         </w:t>
      </w:r>
    </w:p>
    <w:p w:rsidR="0062748B" w:rsidRDefault="0062748B" w:rsidP="0062748B">
      <w:r>
        <w:t xml:space="preserve">12.1.28     -INF       .        1.000      .         </w:t>
      </w:r>
    </w:p>
    <w:p w:rsidR="0062748B" w:rsidRDefault="0062748B" w:rsidP="0062748B">
      <w:r>
        <w:t xml:space="preserve">12.1.29     -INF       .        1.000      .         </w:t>
      </w:r>
    </w:p>
    <w:p w:rsidR="0062748B" w:rsidRDefault="0062748B" w:rsidP="0062748B">
      <w:r>
        <w:t xml:space="preserve">13.1.1      -INF       .        1.000      .         </w:t>
      </w:r>
    </w:p>
    <w:p w:rsidR="0062748B" w:rsidRDefault="0062748B" w:rsidP="0062748B">
      <w:r>
        <w:t xml:space="preserve">13.1.2      -INF       .        1.000      .         </w:t>
      </w:r>
    </w:p>
    <w:p w:rsidR="0062748B" w:rsidRDefault="0062748B" w:rsidP="0062748B">
      <w:r>
        <w:t xml:space="preserve">13.1.3      -INF       .        1.000      .         </w:t>
      </w:r>
    </w:p>
    <w:p w:rsidR="0062748B" w:rsidRDefault="0062748B" w:rsidP="0062748B">
      <w:r>
        <w:t xml:space="preserve">13.1.4      -INF       .        1.000      .         </w:t>
      </w:r>
    </w:p>
    <w:p w:rsidR="0062748B" w:rsidRDefault="0062748B" w:rsidP="0062748B">
      <w:r>
        <w:t xml:space="preserve">13.1.5      -INF       .        1.000      .         </w:t>
      </w:r>
    </w:p>
    <w:p w:rsidR="0062748B" w:rsidRDefault="0062748B" w:rsidP="0062748B">
      <w:r>
        <w:t xml:space="preserve">13.1.6      -INF       .        1.000      .         </w:t>
      </w:r>
    </w:p>
    <w:p w:rsidR="0062748B" w:rsidRDefault="0062748B" w:rsidP="0062748B">
      <w:r>
        <w:t xml:space="preserve">13.1.7      -INF       .        1.000      .         </w:t>
      </w:r>
    </w:p>
    <w:p w:rsidR="0062748B" w:rsidRDefault="0062748B" w:rsidP="0062748B">
      <w:r>
        <w:t xml:space="preserve">13.1.8      -INF       .        1.000      .         </w:t>
      </w:r>
    </w:p>
    <w:p w:rsidR="0062748B" w:rsidRDefault="0062748B" w:rsidP="0062748B">
      <w:r>
        <w:t xml:space="preserve">13.1.9      -INF       .        1.000      .         </w:t>
      </w:r>
    </w:p>
    <w:p w:rsidR="0062748B" w:rsidRDefault="0062748B" w:rsidP="0062748B">
      <w:r>
        <w:t xml:space="preserve">13.1.10     -INF       .        1.000      .         </w:t>
      </w:r>
    </w:p>
    <w:p w:rsidR="0062748B" w:rsidRDefault="0062748B" w:rsidP="0062748B">
      <w:r>
        <w:t xml:space="preserve">13.1.11     -INF       .        1.000      .         </w:t>
      </w:r>
    </w:p>
    <w:p w:rsidR="0062748B" w:rsidRDefault="0062748B" w:rsidP="0062748B">
      <w:r>
        <w:t xml:space="preserve">13.1.12     -INF       .        1.000      .         </w:t>
      </w:r>
    </w:p>
    <w:p w:rsidR="0062748B" w:rsidRDefault="0062748B" w:rsidP="0062748B">
      <w:r>
        <w:t xml:space="preserve">13.1.13     -INF       .        1.000      .         </w:t>
      </w:r>
    </w:p>
    <w:p w:rsidR="0062748B" w:rsidRDefault="0062748B" w:rsidP="0062748B">
      <w:r>
        <w:t xml:space="preserve">13.1.14     -INF       .        1.000      .         </w:t>
      </w:r>
    </w:p>
    <w:p w:rsidR="0062748B" w:rsidRDefault="0062748B" w:rsidP="0062748B">
      <w:r>
        <w:lastRenderedPageBreak/>
        <w:t xml:space="preserve">13.1.15     -INF       .        1.000      .         </w:t>
      </w:r>
    </w:p>
    <w:p w:rsidR="0062748B" w:rsidRDefault="0062748B" w:rsidP="0062748B">
      <w:r>
        <w:t xml:space="preserve">13.1.16     -INF       .        1.000      .         </w:t>
      </w:r>
    </w:p>
    <w:p w:rsidR="0062748B" w:rsidRDefault="0062748B" w:rsidP="0062748B">
      <w:r>
        <w:t xml:space="preserve">13.1.17     -INF       .        1.000      .         </w:t>
      </w:r>
    </w:p>
    <w:p w:rsidR="0062748B" w:rsidRDefault="0062748B" w:rsidP="0062748B">
      <w:r>
        <w:t xml:space="preserve">13.1.18     -INF       .        1.000      .         </w:t>
      </w:r>
    </w:p>
    <w:p w:rsidR="0062748B" w:rsidRDefault="0062748B" w:rsidP="0062748B">
      <w:r>
        <w:t xml:space="preserve">13.1.19     -INF       .        1.000      .         </w:t>
      </w:r>
    </w:p>
    <w:p w:rsidR="0062748B" w:rsidRDefault="0062748B" w:rsidP="0062748B">
      <w:r>
        <w:t xml:space="preserve">13.1.20     -INF       .        1.000      .         </w:t>
      </w:r>
    </w:p>
    <w:p w:rsidR="0062748B" w:rsidRDefault="0062748B" w:rsidP="0062748B">
      <w:r>
        <w:t xml:space="preserve">13.1.21     -INF       .        1.000      .         </w:t>
      </w:r>
    </w:p>
    <w:p w:rsidR="0062748B" w:rsidRDefault="0062748B" w:rsidP="0062748B">
      <w:r>
        <w:t xml:space="preserve">13.1.22     -INF       .        1.000      .         </w:t>
      </w:r>
    </w:p>
    <w:p w:rsidR="0062748B" w:rsidRDefault="0062748B" w:rsidP="0062748B">
      <w:r>
        <w:t xml:space="preserve">13.1.23     -INF       .        1.000      .         </w:t>
      </w:r>
    </w:p>
    <w:p w:rsidR="0062748B" w:rsidRDefault="0062748B" w:rsidP="0062748B">
      <w:r>
        <w:t xml:space="preserve">13.1.24     -INF       .        1.000      .         </w:t>
      </w:r>
    </w:p>
    <w:p w:rsidR="0062748B" w:rsidRDefault="0062748B" w:rsidP="0062748B">
      <w:r>
        <w:t xml:space="preserve">13.1.25     -INF       .        1.000      .         </w:t>
      </w:r>
    </w:p>
    <w:p w:rsidR="0062748B" w:rsidRDefault="0062748B" w:rsidP="0062748B">
      <w:r>
        <w:t xml:space="preserve">13.1.26     -INF       .        1.000      .         </w:t>
      </w:r>
    </w:p>
    <w:p w:rsidR="0062748B" w:rsidRDefault="0062748B" w:rsidP="0062748B">
      <w:r>
        <w:t xml:space="preserve">13.1.27     -INF       .        1.000      .         </w:t>
      </w:r>
    </w:p>
    <w:p w:rsidR="0062748B" w:rsidRDefault="0062748B" w:rsidP="0062748B">
      <w:r>
        <w:t xml:space="preserve">13.1.28     -INF       .        1.000      .         </w:t>
      </w:r>
    </w:p>
    <w:p w:rsidR="0062748B" w:rsidRDefault="0062748B" w:rsidP="0062748B">
      <w:r>
        <w:t xml:space="preserve">13.1.29     -INF       .        1.000      .         </w:t>
      </w:r>
    </w:p>
    <w:p w:rsidR="0062748B" w:rsidRDefault="0062748B" w:rsidP="0062748B">
      <w:r>
        <w:t xml:space="preserve">14.1.1      -INF       .        1.000      .         </w:t>
      </w:r>
    </w:p>
    <w:p w:rsidR="0062748B" w:rsidRDefault="0062748B" w:rsidP="0062748B">
      <w:r>
        <w:t xml:space="preserve">14.1.2      -INF       .        1.000      .         </w:t>
      </w:r>
    </w:p>
    <w:p w:rsidR="0062748B" w:rsidRDefault="0062748B" w:rsidP="0062748B">
      <w:r>
        <w:t xml:space="preserve">14.1.3      -INF       .        1.000      .         </w:t>
      </w:r>
    </w:p>
    <w:p w:rsidR="0062748B" w:rsidRDefault="0062748B" w:rsidP="0062748B">
      <w:r>
        <w:t xml:space="preserve">14.1.4      -INF       .        1.000      .         </w:t>
      </w:r>
    </w:p>
    <w:p w:rsidR="0062748B" w:rsidRDefault="0062748B" w:rsidP="0062748B">
      <w:r>
        <w:t xml:space="preserve">14.1.5      -INF       .        1.000      .         </w:t>
      </w:r>
    </w:p>
    <w:p w:rsidR="0062748B" w:rsidRDefault="0062748B" w:rsidP="0062748B">
      <w:r>
        <w:t xml:space="preserve">14.1.6      -INF       .        1.000      .         </w:t>
      </w:r>
    </w:p>
    <w:p w:rsidR="0062748B" w:rsidRDefault="0062748B" w:rsidP="0062748B">
      <w:r>
        <w:t xml:space="preserve">14.1.7      -INF       .        1.000      .         </w:t>
      </w:r>
    </w:p>
    <w:p w:rsidR="0062748B" w:rsidRDefault="0062748B" w:rsidP="0062748B">
      <w:r>
        <w:t xml:space="preserve">14.1.8      -INF       .        1.000      .         </w:t>
      </w:r>
    </w:p>
    <w:p w:rsidR="0062748B" w:rsidRDefault="0062748B" w:rsidP="0062748B">
      <w:r>
        <w:t xml:space="preserve">14.1.9      -INF       .        1.000      .         </w:t>
      </w:r>
    </w:p>
    <w:p w:rsidR="0062748B" w:rsidRDefault="0062748B" w:rsidP="0062748B">
      <w:r>
        <w:t xml:space="preserve">14.1.10     -INF       .        1.000      .         </w:t>
      </w:r>
    </w:p>
    <w:p w:rsidR="0062748B" w:rsidRDefault="0062748B" w:rsidP="0062748B">
      <w:r>
        <w:lastRenderedPageBreak/>
        <w:t xml:space="preserve">14.1.11     -INF       .        1.000      .         </w:t>
      </w:r>
    </w:p>
    <w:p w:rsidR="0062748B" w:rsidRDefault="0062748B" w:rsidP="0062748B">
      <w:r>
        <w:t xml:space="preserve">14.1.12     -INF       .        1.000      .         </w:t>
      </w:r>
    </w:p>
    <w:p w:rsidR="0062748B" w:rsidRDefault="0062748B" w:rsidP="0062748B">
      <w:r>
        <w:t xml:space="preserve">14.1.13     -INF       .        1.000      .         </w:t>
      </w:r>
    </w:p>
    <w:p w:rsidR="0062748B" w:rsidRDefault="0062748B" w:rsidP="0062748B">
      <w:r>
        <w:t xml:space="preserve">14.1.14     -INF       .        1.000      .         </w:t>
      </w:r>
    </w:p>
    <w:p w:rsidR="0062748B" w:rsidRDefault="0062748B" w:rsidP="0062748B">
      <w:r>
        <w:t xml:space="preserve">14.1.15     -INF       .        1.000      .         </w:t>
      </w:r>
    </w:p>
    <w:p w:rsidR="0062748B" w:rsidRDefault="0062748B" w:rsidP="0062748B">
      <w:r>
        <w:t xml:space="preserve">14.1.16     -INF       .        1.000      .         </w:t>
      </w:r>
    </w:p>
    <w:p w:rsidR="0062748B" w:rsidRDefault="0062748B" w:rsidP="0062748B">
      <w:r>
        <w:t xml:space="preserve">14.1.17     -INF       .        1.000      .         </w:t>
      </w:r>
    </w:p>
    <w:p w:rsidR="0062748B" w:rsidRDefault="0062748B" w:rsidP="0062748B">
      <w:r>
        <w:t xml:space="preserve">14.1.18     -INF       .        1.000      .         </w:t>
      </w:r>
    </w:p>
    <w:p w:rsidR="0062748B" w:rsidRDefault="0062748B" w:rsidP="0062748B">
      <w:r>
        <w:t xml:space="preserve">14.1.19     -INF       .        1.000      .         </w:t>
      </w:r>
    </w:p>
    <w:p w:rsidR="0062748B" w:rsidRDefault="0062748B" w:rsidP="0062748B">
      <w:r>
        <w:t xml:space="preserve">14.1.20     -INF       .        1.000      .         </w:t>
      </w:r>
    </w:p>
    <w:p w:rsidR="0062748B" w:rsidRDefault="0062748B" w:rsidP="0062748B">
      <w:r>
        <w:t xml:space="preserve">14.1.21     -INF       .        1.000      .         </w:t>
      </w:r>
    </w:p>
    <w:p w:rsidR="0062748B" w:rsidRDefault="0062748B" w:rsidP="0062748B">
      <w:r>
        <w:t xml:space="preserve">14.1.22     -INF       .        1.000      .         </w:t>
      </w:r>
    </w:p>
    <w:p w:rsidR="0062748B" w:rsidRDefault="0062748B" w:rsidP="0062748B">
      <w:r>
        <w:t xml:space="preserve">14.1.23     -INF       .        1.000      .         </w:t>
      </w:r>
    </w:p>
    <w:p w:rsidR="0062748B" w:rsidRDefault="0062748B" w:rsidP="0062748B">
      <w:r>
        <w:t xml:space="preserve">14.1.24     -INF       .        1.000      .         </w:t>
      </w:r>
    </w:p>
    <w:p w:rsidR="0062748B" w:rsidRDefault="0062748B" w:rsidP="0062748B">
      <w:r>
        <w:t xml:space="preserve">14.1.25     -INF       .        1.000      .         </w:t>
      </w:r>
    </w:p>
    <w:p w:rsidR="0062748B" w:rsidRDefault="0062748B" w:rsidP="0062748B">
      <w:r>
        <w:t xml:space="preserve">14.1.26     -INF       .        1.000      .         </w:t>
      </w:r>
    </w:p>
    <w:p w:rsidR="0062748B" w:rsidRDefault="0062748B" w:rsidP="0062748B">
      <w:r>
        <w:t xml:space="preserve">14.1.27     -INF       .        1.000      .         </w:t>
      </w:r>
    </w:p>
    <w:p w:rsidR="0062748B" w:rsidRDefault="0062748B" w:rsidP="0062748B">
      <w:r>
        <w:t xml:space="preserve">14.1.28     -INF       .        1.000      .         </w:t>
      </w:r>
    </w:p>
    <w:p w:rsidR="0062748B" w:rsidRDefault="0062748B" w:rsidP="0062748B">
      <w:r>
        <w:t xml:space="preserve">14.1.29     -INF       .        1.000      .         </w:t>
      </w:r>
    </w:p>
    <w:p w:rsidR="0062748B" w:rsidRDefault="0062748B" w:rsidP="0062748B">
      <w:r>
        <w:t xml:space="preserve">15.1.1      -INF       .        1.000      .         </w:t>
      </w:r>
    </w:p>
    <w:p w:rsidR="0062748B" w:rsidRDefault="0062748B" w:rsidP="0062748B">
      <w:r>
        <w:t xml:space="preserve">15.1.2      -INF       .        1.000      .         </w:t>
      </w:r>
    </w:p>
    <w:p w:rsidR="0062748B" w:rsidRDefault="0062748B" w:rsidP="0062748B">
      <w:r>
        <w:t xml:space="preserve">15.1.3      -INF       .        1.000      .         </w:t>
      </w:r>
    </w:p>
    <w:p w:rsidR="0062748B" w:rsidRDefault="0062748B" w:rsidP="0062748B">
      <w:r>
        <w:t xml:space="preserve">15.1.4      -INF       .        1.000      .         </w:t>
      </w:r>
    </w:p>
    <w:p w:rsidR="0062748B" w:rsidRDefault="0062748B" w:rsidP="0062748B">
      <w:r>
        <w:t xml:space="preserve">15.1.5      -INF       .        1.000      .         </w:t>
      </w:r>
    </w:p>
    <w:p w:rsidR="0062748B" w:rsidRDefault="0062748B" w:rsidP="0062748B">
      <w:r>
        <w:t xml:space="preserve">15.1.6      -INF       .        1.000      .         </w:t>
      </w:r>
    </w:p>
    <w:p w:rsidR="0062748B" w:rsidRDefault="0062748B" w:rsidP="0062748B">
      <w:r>
        <w:lastRenderedPageBreak/>
        <w:t xml:space="preserve">15.1.7      -INF       .        1.000      .         </w:t>
      </w:r>
    </w:p>
    <w:p w:rsidR="0062748B" w:rsidRDefault="0062748B" w:rsidP="0062748B">
      <w:r>
        <w:t xml:space="preserve">15.1.8      -INF       .        1.000      .         </w:t>
      </w:r>
    </w:p>
    <w:p w:rsidR="0062748B" w:rsidRDefault="0062748B" w:rsidP="0062748B">
      <w:r>
        <w:t xml:space="preserve">15.1.9      -INF       .        1.000      .         </w:t>
      </w:r>
    </w:p>
    <w:p w:rsidR="0062748B" w:rsidRDefault="0062748B" w:rsidP="0062748B">
      <w:r>
        <w:t xml:space="preserve">15.1.10     -INF       .        1.000      .         </w:t>
      </w:r>
    </w:p>
    <w:p w:rsidR="0062748B" w:rsidRDefault="0062748B" w:rsidP="0062748B">
      <w:r>
        <w:t xml:space="preserve">15.1.11     -INF       .        1.000      .         </w:t>
      </w:r>
    </w:p>
    <w:p w:rsidR="0062748B" w:rsidRDefault="0062748B" w:rsidP="0062748B">
      <w:r>
        <w:t xml:space="preserve">15.1.12     -INF       .        1.000      .         </w:t>
      </w:r>
    </w:p>
    <w:p w:rsidR="0062748B" w:rsidRDefault="0062748B" w:rsidP="0062748B">
      <w:r>
        <w:t xml:space="preserve">15.1.13     -INF       .        1.000      .         </w:t>
      </w:r>
    </w:p>
    <w:p w:rsidR="0062748B" w:rsidRDefault="0062748B" w:rsidP="0062748B">
      <w:r>
        <w:t xml:space="preserve">15.1.14     -INF       .        1.000      .         </w:t>
      </w:r>
    </w:p>
    <w:p w:rsidR="0062748B" w:rsidRDefault="0062748B" w:rsidP="0062748B">
      <w:r>
        <w:t xml:space="preserve">15.1.15     -INF       .        1.000      .         </w:t>
      </w:r>
    </w:p>
    <w:p w:rsidR="0062748B" w:rsidRDefault="0062748B" w:rsidP="0062748B">
      <w:r>
        <w:t xml:space="preserve">15.1.16     -INF       .        1.000      .         </w:t>
      </w:r>
    </w:p>
    <w:p w:rsidR="0062748B" w:rsidRDefault="0062748B" w:rsidP="0062748B">
      <w:r>
        <w:t xml:space="preserve">15.1.17     -INF       .        1.000      .         </w:t>
      </w:r>
    </w:p>
    <w:p w:rsidR="0062748B" w:rsidRDefault="0062748B" w:rsidP="0062748B">
      <w:r>
        <w:t xml:space="preserve">15.1.18     -INF       .        1.000      .         </w:t>
      </w:r>
    </w:p>
    <w:p w:rsidR="0062748B" w:rsidRDefault="0062748B" w:rsidP="0062748B">
      <w:r>
        <w:t xml:space="preserve">15.1.19     -INF       .        1.000      .         </w:t>
      </w:r>
    </w:p>
    <w:p w:rsidR="0062748B" w:rsidRDefault="0062748B" w:rsidP="0062748B">
      <w:r>
        <w:t xml:space="preserve">15.1.20     -INF       .        1.000      .         </w:t>
      </w:r>
    </w:p>
    <w:p w:rsidR="0062748B" w:rsidRDefault="0062748B" w:rsidP="0062748B">
      <w:r>
        <w:t xml:space="preserve">15.1.21     -INF       .        1.000      .         </w:t>
      </w:r>
    </w:p>
    <w:p w:rsidR="0062748B" w:rsidRDefault="0062748B" w:rsidP="0062748B">
      <w:r>
        <w:t xml:space="preserve">15.1.22     -INF       .        1.000      .         </w:t>
      </w:r>
    </w:p>
    <w:p w:rsidR="0062748B" w:rsidRDefault="0062748B" w:rsidP="0062748B">
      <w:r>
        <w:t xml:space="preserve">15.1.23     -INF       .        1.000      .         </w:t>
      </w:r>
    </w:p>
    <w:p w:rsidR="0062748B" w:rsidRDefault="0062748B" w:rsidP="0062748B">
      <w:r>
        <w:t xml:space="preserve">15.1.24     -INF       .        1.000      .         </w:t>
      </w:r>
    </w:p>
    <w:p w:rsidR="0062748B" w:rsidRDefault="0062748B" w:rsidP="0062748B">
      <w:r>
        <w:t xml:space="preserve">15.1.25     -INF       .        1.000      .         </w:t>
      </w:r>
    </w:p>
    <w:p w:rsidR="0062748B" w:rsidRDefault="0062748B" w:rsidP="0062748B">
      <w:r>
        <w:t xml:space="preserve">15.1.26     -INF       .        1.000      .         </w:t>
      </w:r>
    </w:p>
    <w:p w:rsidR="0062748B" w:rsidRDefault="0062748B" w:rsidP="0062748B">
      <w:r>
        <w:t xml:space="preserve">15.1.27     -INF       .        1.000      .         </w:t>
      </w:r>
    </w:p>
    <w:p w:rsidR="0062748B" w:rsidRDefault="0062748B" w:rsidP="0062748B">
      <w:r>
        <w:t xml:space="preserve">15.1.28     -INF       .        1.000      .         </w:t>
      </w:r>
    </w:p>
    <w:p w:rsidR="0062748B" w:rsidRDefault="0062748B" w:rsidP="0062748B">
      <w:r>
        <w:t xml:space="preserve">15.1.29     -INF       .        1.000      .         </w:t>
      </w:r>
    </w:p>
    <w:p w:rsidR="0062748B" w:rsidRDefault="0062748B" w:rsidP="0062748B">
      <w:r>
        <w:t xml:space="preserve">16.1.1      -INF       .        1.000      .         </w:t>
      </w:r>
    </w:p>
    <w:p w:rsidR="0062748B" w:rsidRDefault="0062748B" w:rsidP="0062748B">
      <w:r>
        <w:t xml:space="preserve">16.1.2      -INF       .        1.000      .         </w:t>
      </w:r>
    </w:p>
    <w:p w:rsidR="0062748B" w:rsidRDefault="0062748B" w:rsidP="0062748B">
      <w:r>
        <w:lastRenderedPageBreak/>
        <w:t xml:space="preserve">16.1.3      -INF       .        1.000      .         </w:t>
      </w:r>
    </w:p>
    <w:p w:rsidR="0062748B" w:rsidRDefault="0062748B" w:rsidP="0062748B">
      <w:r>
        <w:t xml:space="preserve">16.1.4      -INF       .        1.000      .         </w:t>
      </w:r>
    </w:p>
    <w:p w:rsidR="0062748B" w:rsidRDefault="0062748B" w:rsidP="0062748B">
      <w:r>
        <w:t xml:space="preserve">16.1.5      -INF       .        1.000      .         </w:t>
      </w:r>
    </w:p>
    <w:p w:rsidR="0062748B" w:rsidRDefault="0062748B" w:rsidP="0062748B">
      <w:r>
        <w:t xml:space="preserve">16.1.6      -INF       .        1.000      .         </w:t>
      </w:r>
    </w:p>
    <w:p w:rsidR="0062748B" w:rsidRDefault="0062748B" w:rsidP="0062748B">
      <w:r>
        <w:t xml:space="preserve">16.1.7      -INF       .        1.000      .         </w:t>
      </w:r>
    </w:p>
    <w:p w:rsidR="0062748B" w:rsidRDefault="0062748B" w:rsidP="0062748B">
      <w:r>
        <w:t xml:space="preserve">16.1.8      -INF       .        1.000      .         </w:t>
      </w:r>
    </w:p>
    <w:p w:rsidR="0062748B" w:rsidRDefault="0062748B" w:rsidP="0062748B">
      <w:r>
        <w:t xml:space="preserve">16.1.9      -INF       .        1.000      .         </w:t>
      </w:r>
    </w:p>
    <w:p w:rsidR="0062748B" w:rsidRDefault="0062748B" w:rsidP="0062748B">
      <w:r>
        <w:t xml:space="preserve">16.1.10     -INF       .        1.000      .         </w:t>
      </w:r>
    </w:p>
    <w:p w:rsidR="0062748B" w:rsidRDefault="0062748B" w:rsidP="0062748B">
      <w:r>
        <w:t xml:space="preserve">16.1.11     -INF       .        1.000      .         </w:t>
      </w:r>
    </w:p>
    <w:p w:rsidR="0062748B" w:rsidRDefault="0062748B" w:rsidP="0062748B">
      <w:r>
        <w:t xml:space="preserve">16.1.12     -INF       .        1.000      .         </w:t>
      </w:r>
    </w:p>
    <w:p w:rsidR="0062748B" w:rsidRDefault="0062748B" w:rsidP="0062748B">
      <w:r>
        <w:t xml:space="preserve">16.1.13     -INF       .        1.000      .         </w:t>
      </w:r>
    </w:p>
    <w:p w:rsidR="0062748B" w:rsidRDefault="0062748B" w:rsidP="0062748B">
      <w:r>
        <w:t xml:space="preserve">16.1.14     -INF       .        1.000      .         </w:t>
      </w:r>
    </w:p>
    <w:p w:rsidR="0062748B" w:rsidRDefault="0062748B" w:rsidP="0062748B">
      <w:r>
        <w:t xml:space="preserve">16.1.15     -INF       .        1.000      .         </w:t>
      </w:r>
    </w:p>
    <w:p w:rsidR="0062748B" w:rsidRDefault="0062748B" w:rsidP="0062748B">
      <w:r>
        <w:t xml:space="preserve">16.1.16     -INF       .        1.000      .         </w:t>
      </w:r>
    </w:p>
    <w:p w:rsidR="0062748B" w:rsidRDefault="0062748B" w:rsidP="0062748B">
      <w:r>
        <w:t xml:space="preserve">16.1.17     -INF       .        1.000      .         </w:t>
      </w:r>
    </w:p>
    <w:p w:rsidR="0062748B" w:rsidRDefault="0062748B" w:rsidP="0062748B">
      <w:r>
        <w:t xml:space="preserve">16.1.18     -INF       .        1.000      .         </w:t>
      </w:r>
    </w:p>
    <w:p w:rsidR="0062748B" w:rsidRDefault="0062748B" w:rsidP="0062748B">
      <w:r>
        <w:t xml:space="preserve">16.1.19     -INF       .        1.000      .         </w:t>
      </w:r>
    </w:p>
    <w:p w:rsidR="0062748B" w:rsidRDefault="0062748B" w:rsidP="0062748B">
      <w:r>
        <w:t xml:space="preserve">16.1.20     -INF       .        1.000      .         </w:t>
      </w:r>
    </w:p>
    <w:p w:rsidR="0062748B" w:rsidRDefault="0062748B" w:rsidP="0062748B">
      <w:r>
        <w:t xml:space="preserve">16.1.21     -INF       .        1.000      .         </w:t>
      </w:r>
    </w:p>
    <w:p w:rsidR="0062748B" w:rsidRDefault="0062748B" w:rsidP="0062748B">
      <w:r>
        <w:t xml:space="preserve">16.1.22     -INF       .        1.000      .         </w:t>
      </w:r>
    </w:p>
    <w:p w:rsidR="0062748B" w:rsidRDefault="0062748B" w:rsidP="0062748B">
      <w:r>
        <w:t xml:space="preserve">16.1.23     -INF       .        1.000      .         </w:t>
      </w:r>
    </w:p>
    <w:p w:rsidR="0062748B" w:rsidRDefault="0062748B" w:rsidP="0062748B">
      <w:r>
        <w:t xml:space="preserve">16.1.24     -INF       .        1.000      .         </w:t>
      </w:r>
    </w:p>
    <w:p w:rsidR="0062748B" w:rsidRDefault="0062748B" w:rsidP="0062748B">
      <w:r>
        <w:t xml:space="preserve">16.1.25     -INF       .        1.000      .         </w:t>
      </w:r>
    </w:p>
    <w:p w:rsidR="0062748B" w:rsidRDefault="0062748B" w:rsidP="0062748B">
      <w:r>
        <w:t xml:space="preserve">16.1.26     -INF       .        1.000      .         </w:t>
      </w:r>
    </w:p>
    <w:p w:rsidR="0062748B" w:rsidRDefault="0062748B" w:rsidP="0062748B">
      <w:r>
        <w:t xml:space="preserve">16.1.27     -INF       .        1.000      .         </w:t>
      </w:r>
    </w:p>
    <w:p w:rsidR="0062748B" w:rsidRDefault="0062748B" w:rsidP="0062748B">
      <w:r>
        <w:lastRenderedPageBreak/>
        <w:t xml:space="preserve">16.1.28     -INF       .        1.000      .         </w:t>
      </w:r>
    </w:p>
    <w:p w:rsidR="0062748B" w:rsidRDefault="0062748B" w:rsidP="0062748B">
      <w:r>
        <w:t xml:space="preserve">16.1.29     -INF       .        1.000      .         </w:t>
      </w:r>
    </w:p>
    <w:p w:rsidR="0062748B" w:rsidRDefault="0062748B" w:rsidP="0062748B">
      <w:r>
        <w:t xml:space="preserve">17.1.1      -INF       .        1.000      .         </w:t>
      </w:r>
    </w:p>
    <w:p w:rsidR="0062748B" w:rsidRDefault="0062748B" w:rsidP="0062748B">
      <w:r>
        <w:t xml:space="preserve">17.1.2      -INF       .        1.000      .         </w:t>
      </w:r>
    </w:p>
    <w:p w:rsidR="0062748B" w:rsidRDefault="0062748B" w:rsidP="0062748B">
      <w:r>
        <w:t xml:space="preserve">17.1.3      -INF       .        1.000      .         </w:t>
      </w:r>
    </w:p>
    <w:p w:rsidR="0062748B" w:rsidRDefault="0062748B" w:rsidP="0062748B">
      <w:r>
        <w:t xml:space="preserve">17.1.4      -INF       .        1.000      .         </w:t>
      </w:r>
    </w:p>
    <w:p w:rsidR="0062748B" w:rsidRDefault="0062748B" w:rsidP="0062748B">
      <w:r>
        <w:t xml:space="preserve">17.1.5      -INF       .        1.000      .         </w:t>
      </w:r>
    </w:p>
    <w:p w:rsidR="0062748B" w:rsidRDefault="0062748B" w:rsidP="0062748B">
      <w:r>
        <w:t xml:space="preserve">17.1.6      -INF       .        1.000      .         </w:t>
      </w:r>
    </w:p>
    <w:p w:rsidR="0062748B" w:rsidRDefault="0062748B" w:rsidP="0062748B">
      <w:r>
        <w:t xml:space="preserve">17.1.7      -INF       .        1.000      .         </w:t>
      </w:r>
    </w:p>
    <w:p w:rsidR="0062748B" w:rsidRDefault="0062748B" w:rsidP="0062748B">
      <w:r>
        <w:t xml:space="preserve">17.1.8      -INF       .        1.000      .         </w:t>
      </w:r>
    </w:p>
    <w:p w:rsidR="0062748B" w:rsidRDefault="0062748B" w:rsidP="0062748B">
      <w:r>
        <w:t xml:space="preserve">17.1.9      -INF       .        1.000      .         </w:t>
      </w:r>
    </w:p>
    <w:p w:rsidR="0062748B" w:rsidRDefault="0062748B" w:rsidP="0062748B">
      <w:r>
        <w:t xml:space="preserve">17.1.10     -INF       .        1.000      .         </w:t>
      </w:r>
    </w:p>
    <w:p w:rsidR="0062748B" w:rsidRDefault="0062748B" w:rsidP="0062748B">
      <w:r>
        <w:t xml:space="preserve">17.1.11     -INF       .        1.000      .         </w:t>
      </w:r>
    </w:p>
    <w:p w:rsidR="0062748B" w:rsidRDefault="0062748B" w:rsidP="0062748B">
      <w:r>
        <w:t xml:space="preserve">17.1.12     -INF       .        1.000      .         </w:t>
      </w:r>
    </w:p>
    <w:p w:rsidR="0062748B" w:rsidRDefault="0062748B" w:rsidP="0062748B">
      <w:r>
        <w:t xml:space="preserve">17.1.13     -INF       .        1.000      .         </w:t>
      </w:r>
    </w:p>
    <w:p w:rsidR="0062748B" w:rsidRDefault="0062748B" w:rsidP="0062748B">
      <w:r>
        <w:t xml:space="preserve">17.1.14     -INF       .        1.000      .         </w:t>
      </w:r>
    </w:p>
    <w:p w:rsidR="0062748B" w:rsidRDefault="0062748B" w:rsidP="0062748B">
      <w:r>
        <w:t xml:space="preserve">17.1.15     -INF       .        1.000      .         </w:t>
      </w:r>
    </w:p>
    <w:p w:rsidR="0062748B" w:rsidRDefault="0062748B" w:rsidP="0062748B">
      <w:r>
        <w:t xml:space="preserve">17.1.16     -INF       .        1.000      .         </w:t>
      </w:r>
    </w:p>
    <w:p w:rsidR="0062748B" w:rsidRDefault="0062748B" w:rsidP="0062748B">
      <w:r>
        <w:t xml:space="preserve">17.1.17     -INF       .        1.000      .         </w:t>
      </w:r>
    </w:p>
    <w:p w:rsidR="0062748B" w:rsidRDefault="0062748B" w:rsidP="0062748B">
      <w:r>
        <w:t xml:space="preserve">17.1.18     -INF       .        1.000      .         </w:t>
      </w:r>
    </w:p>
    <w:p w:rsidR="0062748B" w:rsidRDefault="0062748B" w:rsidP="0062748B">
      <w:r>
        <w:t xml:space="preserve">17.1.19     -INF       .        1.000      .         </w:t>
      </w:r>
    </w:p>
    <w:p w:rsidR="0062748B" w:rsidRDefault="0062748B" w:rsidP="0062748B">
      <w:r>
        <w:t xml:space="preserve">17.1.20     -INF       .        1.000      .         </w:t>
      </w:r>
    </w:p>
    <w:p w:rsidR="0062748B" w:rsidRDefault="0062748B" w:rsidP="0062748B">
      <w:r>
        <w:t xml:space="preserve">17.1.21     -INF       .        1.000      .         </w:t>
      </w:r>
    </w:p>
    <w:p w:rsidR="0062748B" w:rsidRDefault="0062748B" w:rsidP="0062748B">
      <w:r>
        <w:t xml:space="preserve">17.1.22     -INF       .        1.000      .         </w:t>
      </w:r>
    </w:p>
    <w:p w:rsidR="0062748B" w:rsidRDefault="0062748B" w:rsidP="0062748B">
      <w:r>
        <w:t xml:space="preserve">17.1.23     -INF       .        1.000      .         </w:t>
      </w:r>
    </w:p>
    <w:p w:rsidR="0062748B" w:rsidRDefault="0062748B" w:rsidP="0062748B">
      <w:r>
        <w:lastRenderedPageBreak/>
        <w:t xml:space="preserve">17.1.24     -INF       .        1.000      .         </w:t>
      </w:r>
    </w:p>
    <w:p w:rsidR="0062748B" w:rsidRDefault="0062748B" w:rsidP="0062748B">
      <w:r>
        <w:t xml:space="preserve">17.1.25     -INF       .        1.000      .         </w:t>
      </w:r>
    </w:p>
    <w:p w:rsidR="0062748B" w:rsidRDefault="0062748B" w:rsidP="0062748B">
      <w:r>
        <w:t xml:space="preserve">17.1.26     -INF       .        1.000      .         </w:t>
      </w:r>
    </w:p>
    <w:p w:rsidR="0062748B" w:rsidRDefault="0062748B" w:rsidP="0062748B">
      <w:r>
        <w:t xml:space="preserve">17.1.27     -INF       .        1.000      .         </w:t>
      </w:r>
    </w:p>
    <w:p w:rsidR="0062748B" w:rsidRDefault="0062748B" w:rsidP="0062748B">
      <w:r>
        <w:t xml:space="preserve">17.1.28     -INF       .        1.000      .         </w:t>
      </w:r>
    </w:p>
    <w:p w:rsidR="0062748B" w:rsidRDefault="0062748B" w:rsidP="0062748B">
      <w:r>
        <w:t xml:space="preserve">17.1.29     -INF       .        1.000      .         </w:t>
      </w:r>
    </w:p>
    <w:p w:rsidR="0062748B" w:rsidRDefault="0062748B" w:rsidP="0062748B">
      <w:r>
        <w:t xml:space="preserve">18.1.1      -INF       .        1.000      .         </w:t>
      </w:r>
    </w:p>
    <w:p w:rsidR="0062748B" w:rsidRDefault="0062748B" w:rsidP="0062748B">
      <w:r>
        <w:t xml:space="preserve">18.1.2      -INF       .        1.000      .         </w:t>
      </w:r>
    </w:p>
    <w:p w:rsidR="0062748B" w:rsidRDefault="0062748B" w:rsidP="0062748B">
      <w:r>
        <w:t xml:space="preserve">18.1.3      -INF       .        1.000      .         </w:t>
      </w:r>
    </w:p>
    <w:p w:rsidR="0062748B" w:rsidRDefault="0062748B" w:rsidP="0062748B">
      <w:r>
        <w:t xml:space="preserve">18.1.4      -INF       .        1.000      .         </w:t>
      </w:r>
    </w:p>
    <w:p w:rsidR="0062748B" w:rsidRDefault="0062748B" w:rsidP="0062748B">
      <w:r>
        <w:t xml:space="preserve">18.1.5      -INF       .        1.000      .         </w:t>
      </w:r>
    </w:p>
    <w:p w:rsidR="0062748B" w:rsidRDefault="0062748B" w:rsidP="0062748B">
      <w:r>
        <w:t xml:space="preserve">18.1.6      -INF       .        1.000      .         </w:t>
      </w:r>
    </w:p>
    <w:p w:rsidR="0062748B" w:rsidRDefault="0062748B" w:rsidP="0062748B">
      <w:r>
        <w:t xml:space="preserve">18.1.7      -INF       .        1.000      .         </w:t>
      </w:r>
    </w:p>
    <w:p w:rsidR="0062748B" w:rsidRDefault="0062748B" w:rsidP="0062748B">
      <w:r>
        <w:t xml:space="preserve">18.1.8      -INF       .        1.000      .         </w:t>
      </w:r>
    </w:p>
    <w:p w:rsidR="0062748B" w:rsidRDefault="0062748B" w:rsidP="0062748B">
      <w:r>
        <w:t xml:space="preserve">18.1.9      -INF       .        1.000      .         </w:t>
      </w:r>
    </w:p>
    <w:p w:rsidR="0062748B" w:rsidRDefault="0062748B" w:rsidP="0062748B">
      <w:r>
        <w:t xml:space="preserve">18.1.10     -INF       .        1.000      .         </w:t>
      </w:r>
    </w:p>
    <w:p w:rsidR="0062748B" w:rsidRDefault="0062748B" w:rsidP="0062748B">
      <w:r>
        <w:t xml:space="preserve">18.1.11     -INF       .        1.000      .         </w:t>
      </w:r>
    </w:p>
    <w:p w:rsidR="0062748B" w:rsidRDefault="0062748B" w:rsidP="0062748B">
      <w:r>
        <w:t xml:space="preserve">18.1.12     -INF       .        1.000      .         </w:t>
      </w:r>
    </w:p>
    <w:p w:rsidR="0062748B" w:rsidRDefault="0062748B" w:rsidP="0062748B">
      <w:r>
        <w:t xml:space="preserve">18.1.13     -INF       .        1.000      .         </w:t>
      </w:r>
    </w:p>
    <w:p w:rsidR="0062748B" w:rsidRDefault="0062748B" w:rsidP="0062748B">
      <w:r>
        <w:t xml:space="preserve">18.1.14     -INF       .        1.000      .         </w:t>
      </w:r>
    </w:p>
    <w:p w:rsidR="0062748B" w:rsidRDefault="0062748B" w:rsidP="0062748B">
      <w:r>
        <w:t xml:space="preserve">18.1.15     -INF       .        1.000      .         </w:t>
      </w:r>
    </w:p>
    <w:p w:rsidR="0062748B" w:rsidRDefault="0062748B" w:rsidP="0062748B">
      <w:r>
        <w:t xml:space="preserve">18.1.16     -INF       .        1.000      .         </w:t>
      </w:r>
    </w:p>
    <w:p w:rsidR="0062748B" w:rsidRDefault="0062748B" w:rsidP="0062748B">
      <w:r>
        <w:t xml:space="preserve">18.1.17     -INF       .        1.000      .         </w:t>
      </w:r>
    </w:p>
    <w:p w:rsidR="0062748B" w:rsidRDefault="0062748B" w:rsidP="0062748B">
      <w:r>
        <w:t xml:space="preserve">18.1.18     -INF       .        1.000      .         </w:t>
      </w:r>
    </w:p>
    <w:p w:rsidR="0062748B" w:rsidRDefault="0062748B" w:rsidP="0062748B">
      <w:r>
        <w:t xml:space="preserve">18.1.19     -INF       .        1.000      .         </w:t>
      </w:r>
    </w:p>
    <w:p w:rsidR="0062748B" w:rsidRDefault="0062748B" w:rsidP="0062748B">
      <w:r>
        <w:lastRenderedPageBreak/>
        <w:t xml:space="preserve">18.1.20     -INF       .        1.000      .         </w:t>
      </w:r>
    </w:p>
    <w:p w:rsidR="0062748B" w:rsidRDefault="0062748B" w:rsidP="0062748B">
      <w:r>
        <w:t xml:space="preserve">18.1.21     -INF       .        1.000      .         </w:t>
      </w:r>
    </w:p>
    <w:p w:rsidR="0062748B" w:rsidRDefault="0062748B" w:rsidP="0062748B">
      <w:r>
        <w:t xml:space="preserve">18.1.22     -INF       .        1.000      .         </w:t>
      </w:r>
    </w:p>
    <w:p w:rsidR="0062748B" w:rsidRDefault="0062748B" w:rsidP="0062748B">
      <w:r>
        <w:t xml:space="preserve">18.1.23     -INF       .        1.000      .         </w:t>
      </w:r>
    </w:p>
    <w:p w:rsidR="0062748B" w:rsidRDefault="0062748B" w:rsidP="0062748B">
      <w:r>
        <w:t xml:space="preserve">18.1.24     -INF       .        1.000      .         </w:t>
      </w:r>
    </w:p>
    <w:p w:rsidR="0062748B" w:rsidRDefault="0062748B" w:rsidP="0062748B">
      <w:r>
        <w:t xml:space="preserve">18.1.25     -INF       .        1.000      .         </w:t>
      </w:r>
    </w:p>
    <w:p w:rsidR="0062748B" w:rsidRDefault="0062748B" w:rsidP="0062748B">
      <w:r>
        <w:t xml:space="preserve">18.1.26     -INF       .        1.000      .         </w:t>
      </w:r>
    </w:p>
    <w:p w:rsidR="0062748B" w:rsidRDefault="0062748B" w:rsidP="0062748B">
      <w:r>
        <w:t xml:space="preserve">18.1.27     -INF       .        1.000      .         </w:t>
      </w:r>
    </w:p>
    <w:p w:rsidR="0062748B" w:rsidRDefault="0062748B" w:rsidP="0062748B">
      <w:r>
        <w:t xml:space="preserve">18.1.28     -INF       .        1.000      .         </w:t>
      </w:r>
    </w:p>
    <w:p w:rsidR="0062748B" w:rsidRDefault="0062748B" w:rsidP="0062748B">
      <w:r>
        <w:t xml:space="preserve">18.1.29     -INF       .        1.000      .         </w:t>
      </w:r>
    </w:p>
    <w:p w:rsidR="0062748B" w:rsidRDefault="0062748B" w:rsidP="0062748B">
      <w:r>
        <w:t xml:space="preserve">19.1.1      -INF       .        1.000      .         </w:t>
      </w:r>
    </w:p>
    <w:p w:rsidR="0062748B" w:rsidRDefault="0062748B" w:rsidP="0062748B">
      <w:r>
        <w:t xml:space="preserve">19.1.2      -INF       .        1.000      .         </w:t>
      </w:r>
    </w:p>
    <w:p w:rsidR="0062748B" w:rsidRDefault="0062748B" w:rsidP="0062748B">
      <w:r>
        <w:t xml:space="preserve">19.1.3      -INF       .        1.000      .         </w:t>
      </w:r>
    </w:p>
    <w:p w:rsidR="0062748B" w:rsidRDefault="0062748B" w:rsidP="0062748B">
      <w:r>
        <w:t xml:space="preserve">19.1.4      -INF       .        1.000      .         </w:t>
      </w:r>
    </w:p>
    <w:p w:rsidR="0062748B" w:rsidRDefault="0062748B" w:rsidP="0062748B">
      <w:r>
        <w:t xml:space="preserve">19.1.5      -INF       .        1.000      .         </w:t>
      </w:r>
    </w:p>
    <w:p w:rsidR="0062748B" w:rsidRDefault="0062748B" w:rsidP="0062748B">
      <w:r>
        <w:t xml:space="preserve">19.1.6      -INF       .        1.000      .         </w:t>
      </w:r>
    </w:p>
    <w:p w:rsidR="0062748B" w:rsidRDefault="0062748B" w:rsidP="0062748B">
      <w:r>
        <w:t xml:space="preserve">19.1.7      -INF       .        1.000      .         </w:t>
      </w:r>
    </w:p>
    <w:p w:rsidR="0062748B" w:rsidRDefault="0062748B" w:rsidP="0062748B">
      <w:r>
        <w:t xml:space="preserve">19.1.8      -INF       .        1.000      .         </w:t>
      </w:r>
    </w:p>
    <w:p w:rsidR="0062748B" w:rsidRDefault="0062748B" w:rsidP="0062748B">
      <w:r>
        <w:t xml:space="preserve">19.1.9      -INF       .        1.000      .         </w:t>
      </w:r>
    </w:p>
    <w:p w:rsidR="0062748B" w:rsidRDefault="0062748B" w:rsidP="0062748B">
      <w:r>
        <w:t xml:space="preserve">19.1.10     -INF       .        1.000      .         </w:t>
      </w:r>
    </w:p>
    <w:p w:rsidR="0062748B" w:rsidRDefault="0062748B" w:rsidP="0062748B">
      <w:r>
        <w:t xml:space="preserve">19.1.11     -INF       .        1.000      .         </w:t>
      </w:r>
    </w:p>
    <w:p w:rsidR="0062748B" w:rsidRDefault="0062748B" w:rsidP="0062748B">
      <w:r>
        <w:t xml:space="preserve">19.1.12     -INF       .        1.000      .         </w:t>
      </w:r>
    </w:p>
    <w:p w:rsidR="0062748B" w:rsidRDefault="0062748B" w:rsidP="0062748B">
      <w:r>
        <w:t xml:space="preserve">19.1.13     -INF       .        1.000      .         </w:t>
      </w:r>
    </w:p>
    <w:p w:rsidR="0062748B" w:rsidRDefault="0062748B" w:rsidP="0062748B">
      <w:r>
        <w:t xml:space="preserve">19.1.14     -INF       .        1.000      .         </w:t>
      </w:r>
    </w:p>
    <w:p w:rsidR="0062748B" w:rsidRDefault="0062748B" w:rsidP="0062748B">
      <w:r>
        <w:t xml:space="preserve">19.1.15     -INF       .        1.000      .         </w:t>
      </w:r>
    </w:p>
    <w:p w:rsidR="0062748B" w:rsidRDefault="0062748B" w:rsidP="0062748B">
      <w:r>
        <w:lastRenderedPageBreak/>
        <w:t xml:space="preserve">19.1.16     -INF       .        1.000      .         </w:t>
      </w:r>
    </w:p>
    <w:p w:rsidR="0062748B" w:rsidRDefault="0062748B" w:rsidP="0062748B">
      <w:r>
        <w:t xml:space="preserve">19.1.17     -INF       .        1.000      .         </w:t>
      </w:r>
    </w:p>
    <w:p w:rsidR="0062748B" w:rsidRDefault="0062748B" w:rsidP="0062748B">
      <w:r>
        <w:t xml:space="preserve">19.1.18     -INF       .        1.000      .         </w:t>
      </w:r>
    </w:p>
    <w:p w:rsidR="0062748B" w:rsidRDefault="0062748B" w:rsidP="0062748B">
      <w:r>
        <w:t xml:space="preserve">19.1.19     -INF       .        1.000      .         </w:t>
      </w:r>
    </w:p>
    <w:p w:rsidR="0062748B" w:rsidRDefault="0062748B" w:rsidP="0062748B">
      <w:r>
        <w:t xml:space="preserve">19.1.20     -INF       .        1.000      .         </w:t>
      </w:r>
    </w:p>
    <w:p w:rsidR="0062748B" w:rsidRDefault="0062748B" w:rsidP="0062748B">
      <w:r>
        <w:t xml:space="preserve">19.1.21     -INF       .        1.000      .         </w:t>
      </w:r>
    </w:p>
    <w:p w:rsidR="0062748B" w:rsidRDefault="0062748B" w:rsidP="0062748B">
      <w:r>
        <w:t xml:space="preserve">19.1.22     -INF       .        1.000      .         </w:t>
      </w:r>
    </w:p>
    <w:p w:rsidR="0062748B" w:rsidRDefault="0062748B" w:rsidP="0062748B">
      <w:r>
        <w:t xml:space="preserve">19.1.23     -INF       .        1.000      .         </w:t>
      </w:r>
    </w:p>
    <w:p w:rsidR="0062748B" w:rsidRDefault="0062748B" w:rsidP="0062748B">
      <w:r>
        <w:t xml:space="preserve">19.1.24     -INF       .        1.000      .         </w:t>
      </w:r>
    </w:p>
    <w:p w:rsidR="0062748B" w:rsidRDefault="0062748B" w:rsidP="0062748B">
      <w:r>
        <w:t xml:space="preserve">19.1.25     -INF       .        1.000      .         </w:t>
      </w:r>
    </w:p>
    <w:p w:rsidR="0062748B" w:rsidRDefault="0062748B" w:rsidP="0062748B">
      <w:r>
        <w:t xml:space="preserve">19.1.26     -INF       .        1.000      .         </w:t>
      </w:r>
    </w:p>
    <w:p w:rsidR="0062748B" w:rsidRDefault="0062748B" w:rsidP="0062748B">
      <w:r>
        <w:t xml:space="preserve">19.1.27     -INF       .        1.000      .         </w:t>
      </w:r>
    </w:p>
    <w:p w:rsidR="0062748B" w:rsidRDefault="0062748B" w:rsidP="0062748B">
      <w:r>
        <w:t xml:space="preserve">19.1.28     -INF       .        1.000      .         </w:t>
      </w:r>
    </w:p>
    <w:p w:rsidR="0062748B" w:rsidRDefault="0062748B" w:rsidP="0062748B">
      <w:r>
        <w:t xml:space="preserve">19.1.29     -INF       .        1.000      .         </w:t>
      </w:r>
    </w:p>
    <w:p w:rsidR="0062748B" w:rsidRDefault="0062748B" w:rsidP="0062748B">
      <w:r>
        <w:t xml:space="preserve">20.1.1      -INF       .        1.000      .         </w:t>
      </w:r>
    </w:p>
    <w:p w:rsidR="0062748B" w:rsidRDefault="0062748B" w:rsidP="0062748B">
      <w:r>
        <w:t xml:space="preserve">20.1.2      -INF       .        1.000      .         </w:t>
      </w:r>
    </w:p>
    <w:p w:rsidR="0062748B" w:rsidRDefault="0062748B" w:rsidP="0062748B">
      <w:r>
        <w:t xml:space="preserve">20.1.3      -INF       .        1.000      .         </w:t>
      </w:r>
    </w:p>
    <w:p w:rsidR="0062748B" w:rsidRDefault="0062748B" w:rsidP="0062748B">
      <w:r>
        <w:t xml:space="preserve">20.1.4      -INF       .        1.000      .         </w:t>
      </w:r>
    </w:p>
    <w:p w:rsidR="0062748B" w:rsidRDefault="0062748B" w:rsidP="0062748B">
      <w:r>
        <w:t xml:space="preserve">20.1.5      -INF       .        1.000      .         </w:t>
      </w:r>
    </w:p>
    <w:p w:rsidR="0062748B" w:rsidRDefault="0062748B" w:rsidP="0062748B">
      <w:r>
        <w:t xml:space="preserve">20.1.6      -INF       .        1.000      .         </w:t>
      </w:r>
    </w:p>
    <w:p w:rsidR="0062748B" w:rsidRDefault="0062748B" w:rsidP="0062748B">
      <w:r>
        <w:t xml:space="preserve">20.1.7      -INF       .        1.000      .         </w:t>
      </w:r>
    </w:p>
    <w:p w:rsidR="0062748B" w:rsidRDefault="0062748B" w:rsidP="0062748B">
      <w:r>
        <w:t xml:space="preserve">20.1.8      -INF       .        1.000      .         </w:t>
      </w:r>
    </w:p>
    <w:p w:rsidR="0062748B" w:rsidRDefault="0062748B" w:rsidP="0062748B">
      <w:r>
        <w:t xml:space="preserve">20.1.9      -INF       .        1.000      .         </w:t>
      </w:r>
    </w:p>
    <w:p w:rsidR="0062748B" w:rsidRDefault="0062748B" w:rsidP="0062748B">
      <w:r>
        <w:t xml:space="preserve">20.1.10     -INF       .        1.000      .         </w:t>
      </w:r>
    </w:p>
    <w:p w:rsidR="0062748B" w:rsidRDefault="0062748B" w:rsidP="0062748B">
      <w:r>
        <w:t xml:space="preserve">20.1.11     -INF       .        1.000      .         </w:t>
      </w:r>
    </w:p>
    <w:p w:rsidR="0062748B" w:rsidRDefault="0062748B" w:rsidP="0062748B">
      <w:r>
        <w:lastRenderedPageBreak/>
        <w:t xml:space="preserve">20.1.12     -INF       .        1.000      .         </w:t>
      </w:r>
    </w:p>
    <w:p w:rsidR="0062748B" w:rsidRDefault="0062748B" w:rsidP="0062748B">
      <w:r>
        <w:t xml:space="preserve">20.1.13     -INF       .        1.000      .         </w:t>
      </w:r>
    </w:p>
    <w:p w:rsidR="0062748B" w:rsidRDefault="0062748B" w:rsidP="0062748B">
      <w:r>
        <w:t xml:space="preserve">20.1.14     -INF       .        1.000      .         </w:t>
      </w:r>
    </w:p>
    <w:p w:rsidR="0062748B" w:rsidRDefault="0062748B" w:rsidP="0062748B">
      <w:r>
        <w:t xml:space="preserve">20.1.15     -INF       .        1.000      .         </w:t>
      </w:r>
    </w:p>
    <w:p w:rsidR="0062748B" w:rsidRDefault="0062748B" w:rsidP="0062748B">
      <w:r>
        <w:t xml:space="preserve">20.1.16     -INF       .        1.000      .         </w:t>
      </w:r>
    </w:p>
    <w:p w:rsidR="0062748B" w:rsidRDefault="0062748B" w:rsidP="0062748B">
      <w:r>
        <w:t xml:space="preserve">20.1.17     -INF       .        1.000      .         </w:t>
      </w:r>
    </w:p>
    <w:p w:rsidR="0062748B" w:rsidRDefault="0062748B" w:rsidP="0062748B">
      <w:r>
        <w:t xml:space="preserve">20.1.18     -INF       .        1.000      .         </w:t>
      </w:r>
    </w:p>
    <w:p w:rsidR="0062748B" w:rsidRDefault="0062748B" w:rsidP="0062748B">
      <w:r>
        <w:t xml:space="preserve">20.1.19     -INF       .        1.000      .         </w:t>
      </w:r>
    </w:p>
    <w:p w:rsidR="0062748B" w:rsidRDefault="0062748B" w:rsidP="0062748B">
      <w:r>
        <w:t xml:space="preserve">20.1.20     -INF       .        1.000      .         </w:t>
      </w:r>
    </w:p>
    <w:p w:rsidR="0062748B" w:rsidRDefault="0062748B" w:rsidP="0062748B">
      <w:r>
        <w:t xml:space="preserve">20.1.21     -INF       .        1.000      .         </w:t>
      </w:r>
    </w:p>
    <w:p w:rsidR="0062748B" w:rsidRDefault="0062748B" w:rsidP="0062748B">
      <w:r>
        <w:t xml:space="preserve">20.1.22     -INF       .        1.000      .         </w:t>
      </w:r>
    </w:p>
    <w:p w:rsidR="0062748B" w:rsidRDefault="0062748B" w:rsidP="0062748B">
      <w:r>
        <w:t xml:space="preserve">20.1.23     -INF       .        1.000      .         </w:t>
      </w:r>
    </w:p>
    <w:p w:rsidR="0062748B" w:rsidRDefault="0062748B" w:rsidP="0062748B">
      <w:r>
        <w:t xml:space="preserve">20.1.24     -INF       .        1.000      .         </w:t>
      </w:r>
    </w:p>
    <w:p w:rsidR="0062748B" w:rsidRDefault="0062748B" w:rsidP="0062748B">
      <w:r>
        <w:t xml:space="preserve">20.1.25     -INF       .        1.000      .         </w:t>
      </w:r>
    </w:p>
    <w:p w:rsidR="0062748B" w:rsidRDefault="0062748B" w:rsidP="0062748B">
      <w:r>
        <w:t xml:space="preserve">20.1.26     -INF       .        1.000      .         </w:t>
      </w:r>
    </w:p>
    <w:p w:rsidR="0062748B" w:rsidRDefault="0062748B" w:rsidP="0062748B">
      <w:r>
        <w:t xml:space="preserve">20.1.27     -INF       .        1.000      .         </w:t>
      </w:r>
    </w:p>
    <w:p w:rsidR="0062748B" w:rsidRDefault="0062748B" w:rsidP="0062748B">
      <w:r>
        <w:t xml:space="preserve">20.1.28     -INF       .        1.000      .         </w:t>
      </w:r>
    </w:p>
    <w:p w:rsidR="0062748B" w:rsidRDefault="0062748B" w:rsidP="0062748B">
      <w:r>
        <w:t xml:space="preserve">20.1.29     -INF       .        1.000      .         </w:t>
      </w:r>
    </w:p>
    <w:p w:rsidR="0062748B" w:rsidRDefault="0062748B" w:rsidP="0062748B">
      <w:r>
        <w:t xml:space="preserve">21.1.1      -INF       .        1.000      .         </w:t>
      </w:r>
    </w:p>
    <w:p w:rsidR="0062748B" w:rsidRDefault="0062748B" w:rsidP="0062748B">
      <w:r>
        <w:t xml:space="preserve">21.1.2      -INF       .        1.000      .         </w:t>
      </w:r>
    </w:p>
    <w:p w:rsidR="0062748B" w:rsidRDefault="0062748B" w:rsidP="0062748B">
      <w:r>
        <w:t xml:space="preserve">21.1.3      -INF       .        1.000      .         </w:t>
      </w:r>
    </w:p>
    <w:p w:rsidR="0062748B" w:rsidRDefault="0062748B" w:rsidP="0062748B">
      <w:r>
        <w:t xml:space="preserve">21.1.4      -INF       .        1.000      .         </w:t>
      </w:r>
    </w:p>
    <w:p w:rsidR="0062748B" w:rsidRDefault="0062748B" w:rsidP="0062748B">
      <w:r>
        <w:t xml:space="preserve">21.1.5      -INF       .        1.000      .         </w:t>
      </w:r>
    </w:p>
    <w:p w:rsidR="0062748B" w:rsidRDefault="0062748B" w:rsidP="0062748B">
      <w:r>
        <w:t xml:space="preserve">21.1.6      -INF       .        1.000      .         </w:t>
      </w:r>
    </w:p>
    <w:p w:rsidR="0062748B" w:rsidRDefault="0062748B" w:rsidP="0062748B">
      <w:r>
        <w:t xml:space="preserve">21.1.7      -INF       .        1.000      .         </w:t>
      </w:r>
    </w:p>
    <w:p w:rsidR="0062748B" w:rsidRDefault="0062748B" w:rsidP="0062748B">
      <w:r>
        <w:lastRenderedPageBreak/>
        <w:t xml:space="preserve">21.1.8      -INF       .        1.000      .         </w:t>
      </w:r>
    </w:p>
    <w:p w:rsidR="0062748B" w:rsidRDefault="0062748B" w:rsidP="0062748B">
      <w:r>
        <w:t xml:space="preserve">21.1.9      -INF       .        1.000      .         </w:t>
      </w:r>
    </w:p>
    <w:p w:rsidR="0062748B" w:rsidRDefault="0062748B" w:rsidP="0062748B">
      <w:r>
        <w:t xml:space="preserve">21.1.10     -INF       .        1.000      .         </w:t>
      </w:r>
    </w:p>
    <w:p w:rsidR="0062748B" w:rsidRDefault="0062748B" w:rsidP="0062748B">
      <w:r>
        <w:t xml:space="preserve">21.1.11     -INF       .        1.000      .         </w:t>
      </w:r>
    </w:p>
    <w:p w:rsidR="0062748B" w:rsidRDefault="0062748B" w:rsidP="0062748B">
      <w:r>
        <w:t xml:space="preserve">21.1.12     -INF       .        1.000      .         </w:t>
      </w:r>
    </w:p>
    <w:p w:rsidR="0062748B" w:rsidRDefault="0062748B" w:rsidP="0062748B">
      <w:r>
        <w:t xml:space="preserve">21.1.13     -INF       .        1.000      .         </w:t>
      </w:r>
    </w:p>
    <w:p w:rsidR="0062748B" w:rsidRDefault="0062748B" w:rsidP="0062748B">
      <w:r>
        <w:t xml:space="preserve">21.1.14     -INF       .        1.000      .         </w:t>
      </w:r>
    </w:p>
    <w:p w:rsidR="0062748B" w:rsidRDefault="0062748B" w:rsidP="0062748B">
      <w:r>
        <w:t xml:space="preserve">21.1.15     -INF       .        1.000      .         </w:t>
      </w:r>
    </w:p>
    <w:p w:rsidR="0062748B" w:rsidRDefault="0062748B" w:rsidP="0062748B">
      <w:r>
        <w:t xml:space="preserve">21.1.16     -INF       .        1.000      .         </w:t>
      </w:r>
    </w:p>
    <w:p w:rsidR="0062748B" w:rsidRDefault="0062748B" w:rsidP="0062748B">
      <w:r>
        <w:t xml:space="preserve">21.1.17     -INF       .        1.000      .         </w:t>
      </w:r>
    </w:p>
    <w:p w:rsidR="0062748B" w:rsidRDefault="0062748B" w:rsidP="0062748B">
      <w:r>
        <w:t xml:space="preserve">21.1.18     -INF       .        1.000      .         </w:t>
      </w:r>
    </w:p>
    <w:p w:rsidR="0062748B" w:rsidRDefault="0062748B" w:rsidP="0062748B">
      <w:r>
        <w:t xml:space="preserve">21.1.19     -INF       .        1.000      .         </w:t>
      </w:r>
    </w:p>
    <w:p w:rsidR="0062748B" w:rsidRDefault="0062748B" w:rsidP="0062748B">
      <w:r>
        <w:t xml:space="preserve">21.1.20     -INF       .        1.000      .         </w:t>
      </w:r>
    </w:p>
    <w:p w:rsidR="0062748B" w:rsidRDefault="0062748B" w:rsidP="0062748B">
      <w:r>
        <w:t xml:space="preserve">21.1.21     -INF       .        1.000      .         </w:t>
      </w:r>
    </w:p>
    <w:p w:rsidR="0062748B" w:rsidRDefault="0062748B" w:rsidP="0062748B">
      <w:r>
        <w:t xml:space="preserve">21.1.22     -INF       .        1.000      .         </w:t>
      </w:r>
    </w:p>
    <w:p w:rsidR="0062748B" w:rsidRDefault="0062748B" w:rsidP="0062748B">
      <w:r>
        <w:t xml:space="preserve">21.1.23     -INF       .        1.000      .         </w:t>
      </w:r>
    </w:p>
    <w:p w:rsidR="0062748B" w:rsidRDefault="0062748B" w:rsidP="0062748B">
      <w:r>
        <w:t xml:space="preserve">21.1.24     -INF       .        1.000      .         </w:t>
      </w:r>
    </w:p>
    <w:p w:rsidR="0062748B" w:rsidRDefault="0062748B" w:rsidP="0062748B">
      <w:r>
        <w:t xml:space="preserve">21.1.25     -INF       .        1.000      .         </w:t>
      </w:r>
    </w:p>
    <w:p w:rsidR="0062748B" w:rsidRDefault="0062748B" w:rsidP="0062748B">
      <w:r>
        <w:t xml:space="preserve">21.1.26     -INF       .        1.000      .         </w:t>
      </w:r>
    </w:p>
    <w:p w:rsidR="0062748B" w:rsidRDefault="0062748B" w:rsidP="0062748B">
      <w:r>
        <w:t xml:space="preserve">21.1.27     -INF       .        1.000      .         </w:t>
      </w:r>
    </w:p>
    <w:p w:rsidR="0062748B" w:rsidRDefault="0062748B" w:rsidP="0062748B">
      <w:r>
        <w:t xml:space="preserve">21.1.28     -INF       .        1.000      .         </w:t>
      </w:r>
    </w:p>
    <w:p w:rsidR="0062748B" w:rsidRDefault="0062748B" w:rsidP="0062748B">
      <w:r>
        <w:t xml:space="preserve">21.1.29     -INF       .        1.000      .         </w:t>
      </w:r>
    </w:p>
    <w:p w:rsidR="0062748B" w:rsidRDefault="0062748B" w:rsidP="0062748B">
      <w:r>
        <w:t xml:space="preserve">22.1.1      -INF       .        1.000      .         </w:t>
      </w:r>
    </w:p>
    <w:p w:rsidR="0062748B" w:rsidRDefault="0062748B" w:rsidP="0062748B">
      <w:r>
        <w:t xml:space="preserve">22.1.2      -INF       .        1.000      .         </w:t>
      </w:r>
    </w:p>
    <w:p w:rsidR="0062748B" w:rsidRDefault="0062748B" w:rsidP="0062748B">
      <w:r>
        <w:t xml:space="preserve">22.1.3      -INF       .        1.000      .         </w:t>
      </w:r>
    </w:p>
    <w:p w:rsidR="0062748B" w:rsidRDefault="0062748B" w:rsidP="0062748B">
      <w:r>
        <w:lastRenderedPageBreak/>
        <w:t xml:space="preserve">22.1.4      -INF       .        1.000      .         </w:t>
      </w:r>
    </w:p>
    <w:p w:rsidR="0062748B" w:rsidRDefault="0062748B" w:rsidP="0062748B">
      <w:r>
        <w:t xml:space="preserve">22.1.5      -INF       .        1.000      .         </w:t>
      </w:r>
    </w:p>
    <w:p w:rsidR="0062748B" w:rsidRDefault="0062748B" w:rsidP="0062748B">
      <w:r>
        <w:t xml:space="preserve">22.1.6      -INF       .        1.000      .         </w:t>
      </w:r>
    </w:p>
    <w:p w:rsidR="0062748B" w:rsidRDefault="0062748B" w:rsidP="0062748B">
      <w:r>
        <w:t xml:space="preserve">22.1.7      -INF       .        1.000      .         </w:t>
      </w:r>
    </w:p>
    <w:p w:rsidR="0062748B" w:rsidRDefault="0062748B" w:rsidP="0062748B">
      <w:r>
        <w:t xml:space="preserve">22.1.8      -INF       .        1.000      .         </w:t>
      </w:r>
    </w:p>
    <w:p w:rsidR="0062748B" w:rsidRDefault="0062748B" w:rsidP="0062748B">
      <w:r>
        <w:t xml:space="preserve">22.1.9      -INF       .        1.000      .         </w:t>
      </w:r>
    </w:p>
    <w:p w:rsidR="0062748B" w:rsidRDefault="0062748B" w:rsidP="0062748B">
      <w:r>
        <w:t xml:space="preserve">22.1.10     -INF       .        1.000      .         </w:t>
      </w:r>
    </w:p>
    <w:p w:rsidR="0062748B" w:rsidRDefault="0062748B" w:rsidP="0062748B">
      <w:r>
        <w:t xml:space="preserve">22.1.11     -INF       .        1.000      .         </w:t>
      </w:r>
    </w:p>
    <w:p w:rsidR="0062748B" w:rsidRDefault="0062748B" w:rsidP="0062748B">
      <w:r>
        <w:t xml:space="preserve">22.1.12     -INF       .        1.000      .         </w:t>
      </w:r>
    </w:p>
    <w:p w:rsidR="0062748B" w:rsidRDefault="0062748B" w:rsidP="0062748B">
      <w:r>
        <w:t xml:space="preserve">22.1.13     -INF       .        1.000      .         </w:t>
      </w:r>
    </w:p>
    <w:p w:rsidR="0062748B" w:rsidRDefault="0062748B" w:rsidP="0062748B">
      <w:r>
        <w:t xml:space="preserve">22.1.14     -INF       .        1.000      .         </w:t>
      </w:r>
    </w:p>
    <w:p w:rsidR="0062748B" w:rsidRDefault="0062748B" w:rsidP="0062748B">
      <w:r>
        <w:t xml:space="preserve">22.1.15     -INF       .        1.000      .         </w:t>
      </w:r>
    </w:p>
    <w:p w:rsidR="0062748B" w:rsidRDefault="0062748B" w:rsidP="0062748B">
      <w:r>
        <w:t xml:space="preserve">22.1.16     -INF       .        1.000      .         </w:t>
      </w:r>
    </w:p>
    <w:p w:rsidR="0062748B" w:rsidRDefault="0062748B" w:rsidP="0062748B">
      <w:r>
        <w:t xml:space="preserve">22.1.17     -INF       .        1.000      .         </w:t>
      </w:r>
    </w:p>
    <w:p w:rsidR="0062748B" w:rsidRDefault="0062748B" w:rsidP="0062748B">
      <w:r>
        <w:t xml:space="preserve">22.1.18     -INF       .        1.000      .         </w:t>
      </w:r>
    </w:p>
    <w:p w:rsidR="0062748B" w:rsidRDefault="0062748B" w:rsidP="0062748B">
      <w:r>
        <w:t xml:space="preserve">22.1.19     -INF       .        1.000      .         </w:t>
      </w:r>
    </w:p>
    <w:p w:rsidR="0062748B" w:rsidRDefault="0062748B" w:rsidP="0062748B">
      <w:r>
        <w:t xml:space="preserve">22.1.20     -INF       .        1.000      .         </w:t>
      </w:r>
    </w:p>
    <w:p w:rsidR="0062748B" w:rsidRDefault="0062748B" w:rsidP="0062748B">
      <w:r>
        <w:t xml:space="preserve">22.1.21     -INF       .        1.000      .         </w:t>
      </w:r>
    </w:p>
    <w:p w:rsidR="0062748B" w:rsidRDefault="0062748B" w:rsidP="0062748B">
      <w:r>
        <w:t xml:space="preserve">22.1.22     -INF       .        1.000      .         </w:t>
      </w:r>
    </w:p>
    <w:p w:rsidR="0062748B" w:rsidRDefault="0062748B" w:rsidP="0062748B">
      <w:r>
        <w:t xml:space="preserve">22.1.23     -INF       .        1.000      .         </w:t>
      </w:r>
    </w:p>
    <w:p w:rsidR="0062748B" w:rsidRDefault="0062748B" w:rsidP="0062748B">
      <w:r>
        <w:t xml:space="preserve">22.1.24     -INF       .        1.000      .         </w:t>
      </w:r>
    </w:p>
    <w:p w:rsidR="0062748B" w:rsidRDefault="0062748B" w:rsidP="0062748B">
      <w:r>
        <w:t xml:space="preserve">22.1.25     -INF       .        1.000      .         </w:t>
      </w:r>
    </w:p>
    <w:p w:rsidR="0062748B" w:rsidRDefault="0062748B" w:rsidP="0062748B">
      <w:r>
        <w:t xml:space="preserve">22.1.26     -INF       .        1.000      .         </w:t>
      </w:r>
    </w:p>
    <w:p w:rsidR="0062748B" w:rsidRDefault="0062748B" w:rsidP="0062748B">
      <w:r>
        <w:t xml:space="preserve">22.1.27     -INF       .        1.000      .         </w:t>
      </w:r>
    </w:p>
    <w:p w:rsidR="0062748B" w:rsidRDefault="0062748B" w:rsidP="0062748B">
      <w:r>
        <w:t xml:space="preserve">22.1.28     -INF       .        1.000      .         </w:t>
      </w:r>
    </w:p>
    <w:p w:rsidR="0062748B" w:rsidRDefault="0062748B" w:rsidP="0062748B">
      <w:r>
        <w:lastRenderedPageBreak/>
        <w:t xml:space="preserve">22.1.29     -INF       .        1.000      .         </w:t>
      </w:r>
    </w:p>
    <w:p w:rsidR="0062748B" w:rsidRDefault="0062748B" w:rsidP="0062748B">
      <w:r>
        <w:t xml:space="preserve">23.1.1      -INF       .        1.000      .         </w:t>
      </w:r>
    </w:p>
    <w:p w:rsidR="0062748B" w:rsidRDefault="0062748B" w:rsidP="0062748B">
      <w:r>
        <w:t xml:space="preserve">23.1.2      -INF       .        1.000      .         </w:t>
      </w:r>
    </w:p>
    <w:p w:rsidR="0062748B" w:rsidRDefault="0062748B" w:rsidP="0062748B">
      <w:r>
        <w:t xml:space="preserve">23.1.3      -INF       .        1.000      .         </w:t>
      </w:r>
    </w:p>
    <w:p w:rsidR="0062748B" w:rsidRDefault="0062748B" w:rsidP="0062748B">
      <w:r>
        <w:t xml:space="preserve">23.1.4      -INF       .        1.000      .         </w:t>
      </w:r>
    </w:p>
    <w:p w:rsidR="0062748B" w:rsidRDefault="0062748B" w:rsidP="0062748B">
      <w:r>
        <w:t xml:space="preserve">23.1.5      -INF       .        1.000      .         </w:t>
      </w:r>
    </w:p>
    <w:p w:rsidR="0062748B" w:rsidRDefault="0062748B" w:rsidP="0062748B">
      <w:r>
        <w:t xml:space="preserve">23.1.6      -INF       .        1.000      .         </w:t>
      </w:r>
    </w:p>
    <w:p w:rsidR="0062748B" w:rsidRDefault="0062748B" w:rsidP="0062748B">
      <w:r>
        <w:t xml:space="preserve">23.1.7      -INF       .        1.000      .         </w:t>
      </w:r>
    </w:p>
    <w:p w:rsidR="0062748B" w:rsidRDefault="0062748B" w:rsidP="0062748B">
      <w:r>
        <w:t xml:space="preserve">23.1.8      -INF       .        1.000      .         </w:t>
      </w:r>
    </w:p>
    <w:p w:rsidR="0062748B" w:rsidRDefault="0062748B" w:rsidP="0062748B">
      <w:r>
        <w:t xml:space="preserve">23.1.9      -INF       .        1.000      .         </w:t>
      </w:r>
    </w:p>
    <w:p w:rsidR="0062748B" w:rsidRDefault="0062748B" w:rsidP="0062748B">
      <w:r>
        <w:t xml:space="preserve">23.1.10     -INF       .        1.000      .         </w:t>
      </w:r>
    </w:p>
    <w:p w:rsidR="0062748B" w:rsidRDefault="0062748B" w:rsidP="0062748B">
      <w:r>
        <w:t xml:space="preserve">23.1.11     -INF       .        1.000      .         </w:t>
      </w:r>
    </w:p>
    <w:p w:rsidR="0062748B" w:rsidRDefault="0062748B" w:rsidP="0062748B">
      <w:r>
        <w:t xml:space="preserve">23.1.12     -INF       .        1.000      .         </w:t>
      </w:r>
    </w:p>
    <w:p w:rsidR="0062748B" w:rsidRDefault="0062748B" w:rsidP="0062748B">
      <w:r>
        <w:t xml:space="preserve">23.1.13     -INF       .        1.000      .         </w:t>
      </w:r>
    </w:p>
    <w:p w:rsidR="0062748B" w:rsidRDefault="0062748B" w:rsidP="0062748B">
      <w:r>
        <w:t xml:space="preserve">23.1.14     -INF       .        1.000      .         </w:t>
      </w:r>
    </w:p>
    <w:p w:rsidR="0062748B" w:rsidRDefault="0062748B" w:rsidP="0062748B">
      <w:r>
        <w:t xml:space="preserve">23.1.15     -INF       .        1.000      .         </w:t>
      </w:r>
    </w:p>
    <w:p w:rsidR="0062748B" w:rsidRDefault="0062748B" w:rsidP="0062748B">
      <w:r>
        <w:t xml:space="preserve">23.1.16     -INF       .        1.000      .         </w:t>
      </w:r>
    </w:p>
    <w:p w:rsidR="0062748B" w:rsidRDefault="0062748B" w:rsidP="0062748B">
      <w:r>
        <w:t xml:space="preserve">23.1.17     -INF       .        1.000      .         </w:t>
      </w:r>
    </w:p>
    <w:p w:rsidR="0062748B" w:rsidRDefault="0062748B" w:rsidP="0062748B">
      <w:r>
        <w:t xml:space="preserve">23.1.18     -INF       .        1.000      .         </w:t>
      </w:r>
    </w:p>
    <w:p w:rsidR="0062748B" w:rsidRDefault="0062748B" w:rsidP="0062748B">
      <w:r>
        <w:t xml:space="preserve">23.1.19     -INF       .        1.000      .         </w:t>
      </w:r>
    </w:p>
    <w:p w:rsidR="0062748B" w:rsidRDefault="0062748B" w:rsidP="0062748B">
      <w:r>
        <w:t xml:space="preserve">23.1.20     -INF       .        1.000      .         </w:t>
      </w:r>
    </w:p>
    <w:p w:rsidR="0062748B" w:rsidRDefault="0062748B" w:rsidP="0062748B">
      <w:r>
        <w:t xml:space="preserve">23.1.21     -INF       .        1.000      .         </w:t>
      </w:r>
    </w:p>
    <w:p w:rsidR="0062748B" w:rsidRDefault="0062748B" w:rsidP="0062748B">
      <w:r>
        <w:t xml:space="preserve">23.1.22     -INF       .        1.000      .         </w:t>
      </w:r>
    </w:p>
    <w:p w:rsidR="0062748B" w:rsidRDefault="0062748B" w:rsidP="0062748B">
      <w:r>
        <w:t xml:space="preserve">23.1.23     -INF       .        1.000      .         </w:t>
      </w:r>
    </w:p>
    <w:p w:rsidR="0062748B" w:rsidRDefault="0062748B" w:rsidP="0062748B">
      <w:r>
        <w:t xml:space="preserve">23.1.24     -INF       .        1.000      .         </w:t>
      </w:r>
    </w:p>
    <w:p w:rsidR="0062748B" w:rsidRDefault="0062748B" w:rsidP="0062748B">
      <w:r>
        <w:lastRenderedPageBreak/>
        <w:t xml:space="preserve">23.1.25     -INF       .        1.000      .         </w:t>
      </w:r>
    </w:p>
    <w:p w:rsidR="0062748B" w:rsidRDefault="0062748B" w:rsidP="0062748B">
      <w:r>
        <w:t xml:space="preserve">23.1.26     -INF       .        1.000      .         </w:t>
      </w:r>
    </w:p>
    <w:p w:rsidR="0062748B" w:rsidRDefault="0062748B" w:rsidP="0062748B">
      <w:r>
        <w:t xml:space="preserve">23.1.27     -INF       .        1.000      .         </w:t>
      </w:r>
    </w:p>
    <w:p w:rsidR="0062748B" w:rsidRDefault="0062748B" w:rsidP="0062748B">
      <w:r>
        <w:t xml:space="preserve">23.1.28     -INF       .        1.000      .         </w:t>
      </w:r>
    </w:p>
    <w:p w:rsidR="0062748B" w:rsidRDefault="0062748B" w:rsidP="0062748B">
      <w:r>
        <w:t xml:space="preserve">23.1.29     -INF       .        1.000      .         </w:t>
      </w:r>
    </w:p>
    <w:p w:rsidR="0062748B" w:rsidRDefault="0062748B" w:rsidP="0062748B">
      <w:r>
        <w:t xml:space="preserve">24.1.1      -INF       .        1.000      .         </w:t>
      </w:r>
    </w:p>
    <w:p w:rsidR="0062748B" w:rsidRDefault="0062748B" w:rsidP="0062748B">
      <w:r>
        <w:t xml:space="preserve">24.1.2      -INF       .        1.000      .         </w:t>
      </w:r>
    </w:p>
    <w:p w:rsidR="0062748B" w:rsidRDefault="0062748B" w:rsidP="0062748B">
      <w:r>
        <w:t xml:space="preserve">24.1.3      -INF       .        1.000      .         </w:t>
      </w:r>
    </w:p>
    <w:p w:rsidR="0062748B" w:rsidRDefault="0062748B" w:rsidP="0062748B">
      <w:r>
        <w:t xml:space="preserve">24.1.4      -INF       .        1.000      .         </w:t>
      </w:r>
    </w:p>
    <w:p w:rsidR="0062748B" w:rsidRDefault="0062748B" w:rsidP="0062748B">
      <w:r>
        <w:t xml:space="preserve">24.1.5      -INF       .        1.000      .         </w:t>
      </w:r>
    </w:p>
    <w:p w:rsidR="0062748B" w:rsidRDefault="0062748B" w:rsidP="0062748B">
      <w:r>
        <w:t xml:space="preserve">24.1.6      -INF       .        1.000      .         </w:t>
      </w:r>
    </w:p>
    <w:p w:rsidR="0062748B" w:rsidRDefault="0062748B" w:rsidP="0062748B">
      <w:r>
        <w:t xml:space="preserve">24.1.7      -INF       .        1.000      .         </w:t>
      </w:r>
    </w:p>
    <w:p w:rsidR="0062748B" w:rsidRDefault="0062748B" w:rsidP="0062748B">
      <w:r>
        <w:t xml:space="preserve">24.1.8      -INF       .        1.000      .         </w:t>
      </w:r>
    </w:p>
    <w:p w:rsidR="0062748B" w:rsidRDefault="0062748B" w:rsidP="0062748B">
      <w:r>
        <w:t xml:space="preserve">24.1.9      -INF       .        1.000      .         </w:t>
      </w:r>
    </w:p>
    <w:p w:rsidR="0062748B" w:rsidRDefault="0062748B" w:rsidP="0062748B">
      <w:r>
        <w:t xml:space="preserve">24.1.10     -INF       .        1.000      .         </w:t>
      </w:r>
    </w:p>
    <w:p w:rsidR="0062748B" w:rsidRDefault="0062748B" w:rsidP="0062748B">
      <w:r>
        <w:t xml:space="preserve">24.1.11     -INF       .        1.000      .         </w:t>
      </w:r>
    </w:p>
    <w:p w:rsidR="0062748B" w:rsidRDefault="0062748B" w:rsidP="0062748B">
      <w:r>
        <w:t xml:space="preserve">24.1.12     -INF       .        1.000      .         </w:t>
      </w:r>
    </w:p>
    <w:p w:rsidR="0062748B" w:rsidRDefault="0062748B" w:rsidP="0062748B">
      <w:r>
        <w:t xml:space="preserve">24.1.13     -INF       .        1.000      .         </w:t>
      </w:r>
    </w:p>
    <w:p w:rsidR="0062748B" w:rsidRDefault="0062748B" w:rsidP="0062748B">
      <w:r>
        <w:t xml:space="preserve">24.1.14     -INF       .        1.000      .         </w:t>
      </w:r>
    </w:p>
    <w:p w:rsidR="0062748B" w:rsidRDefault="0062748B" w:rsidP="0062748B">
      <w:r>
        <w:t xml:space="preserve">24.1.15     -INF       .        1.000      .         </w:t>
      </w:r>
    </w:p>
    <w:p w:rsidR="0062748B" w:rsidRDefault="0062748B" w:rsidP="0062748B">
      <w:r>
        <w:t xml:space="preserve">24.1.16     -INF       .        1.000      .         </w:t>
      </w:r>
    </w:p>
    <w:p w:rsidR="0062748B" w:rsidRDefault="0062748B" w:rsidP="0062748B">
      <w:r>
        <w:t xml:space="preserve">24.1.17     -INF       .        1.000      .         </w:t>
      </w:r>
    </w:p>
    <w:p w:rsidR="0062748B" w:rsidRDefault="0062748B" w:rsidP="0062748B">
      <w:r>
        <w:t xml:space="preserve">24.1.18     -INF       .        1.000      .         </w:t>
      </w:r>
    </w:p>
    <w:p w:rsidR="0062748B" w:rsidRDefault="0062748B" w:rsidP="0062748B">
      <w:r>
        <w:t xml:space="preserve">24.1.19     -INF       .        1.000      .         </w:t>
      </w:r>
    </w:p>
    <w:p w:rsidR="0062748B" w:rsidRDefault="0062748B" w:rsidP="0062748B">
      <w:r>
        <w:t xml:space="preserve">24.1.20     -INF       .        1.000      .         </w:t>
      </w:r>
    </w:p>
    <w:p w:rsidR="0062748B" w:rsidRDefault="0062748B" w:rsidP="0062748B">
      <w:r>
        <w:lastRenderedPageBreak/>
        <w:t xml:space="preserve">24.1.21     -INF       .        1.000      .         </w:t>
      </w:r>
    </w:p>
    <w:p w:rsidR="0062748B" w:rsidRDefault="0062748B" w:rsidP="0062748B">
      <w:r>
        <w:t xml:space="preserve">24.1.22     -INF       .        1.000      .         </w:t>
      </w:r>
    </w:p>
    <w:p w:rsidR="0062748B" w:rsidRDefault="0062748B" w:rsidP="0062748B">
      <w:r>
        <w:t xml:space="preserve">24.1.23     -INF       .        1.000      .         </w:t>
      </w:r>
    </w:p>
    <w:p w:rsidR="0062748B" w:rsidRDefault="0062748B" w:rsidP="0062748B">
      <w:r>
        <w:t xml:space="preserve">24.1.24     -INF       .        1.000      .         </w:t>
      </w:r>
    </w:p>
    <w:p w:rsidR="0062748B" w:rsidRDefault="0062748B" w:rsidP="0062748B">
      <w:r>
        <w:t xml:space="preserve">24.1.25     -INF       .        1.000      .         </w:t>
      </w:r>
    </w:p>
    <w:p w:rsidR="0062748B" w:rsidRDefault="0062748B" w:rsidP="0062748B">
      <w:r>
        <w:t xml:space="preserve">24.1.26     -INF       .        1.000      .         </w:t>
      </w:r>
    </w:p>
    <w:p w:rsidR="0062748B" w:rsidRDefault="0062748B" w:rsidP="0062748B">
      <w:r>
        <w:t xml:space="preserve">24.1.27     -INF       .        1.000      .         </w:t>
      </w:r>
    </w:p>
    <w:p w:rsidR="0062748B" w:rsidRDefault="0062748B" w:rsidP="0062748B">
      <w:r>
        <w:t xml:space="preserve">24.1.28     -INF       .        1.000      .         </w:t>
      </w:r>
    </w:p>
    <w:p w:rsidR="0062748B" w:rsidRDefault="0062748B" w:rsidP="0062748B">
      <w:r>
        <w:t xml:space="preserve">24.1.29     -INF       .        1.000      .         </w:t>
      </w:r>
    </w:p>
    <w:p w:rsidR="0062748B" w:rsidRDefault="0062748B" w:rsidP="0062748B">
      <w:r>
        <w:t xml:space="preserve">25.1.1      -INF       .        1.000      .         </w:t>
      </w:r>
    </w:p>
    <w:p w:rsidR="0062748B" w:rsidRDefault="0062748B" w:rsidP="0062748B">
      <w:r>
        <w:t xml:space="preserve">25.1.2      -INF       .        1.000      .         </w:t>
      </w:r>
    </w:p>
    <w:p w:rsidR="0062748B" w:rsidRDefault="0062748B" w:rsidP="0062748B">
      <w:r>
        <w:t xml:space="preserve">25.1.3      -INF       .        1.000      .         </w:t>
      </w:r>
    </w:p>
    <w:p w:rsidR="0062748B" w:rsidRDefault="0062748B" w:rsidP="0062748B">
      <w:r>
        <w:t xml:space="preserve">25.1.4      -INF       .        1.000      .         </w:t>
      </w:r>
    </w:p>
    <w:p w:rsidR="0062748B" w:rsidRDefault="0062748B" w:rsidP="0062748B">
      <w:r>
        <w:t xml:space="preserve">25.1.5      -INF       .        1.000      .         </w:t>
      </w:r>
    </w:p>
    <w:p w:rsidR="0062748B" w:rsidRDefault="0062748B" w:rsidP="0062748B">
      <w:r>
        <w:t xml:space="preserve">25.1.6      -INF       .        1.000      .         </w:t>
      </w:r>
    </w:p>
    <w:p w:rsidR="0062748B" w:rsidRDefault="0062748B" w:rsidP="0062748B">
      <w:r>
        <w:t xml:space="preserve">25.1.7      -INF       .        1.000      .         </w:t>
      </w:r>
    </w:p>
    <w:p w:rsidR="0062748B" w:rsidRDefault="0062748B" w:rsidP="0062748B">
      <w:r>
        <w:t xml:space="preserve">25.1.8      -INF       .        1.000      .         </w:t>
      </w:r>
    </w:p>
    <w:p w:rsidR="0062748B" w:rsidRDefault="0062748B" w:rsidP="0062748B">
      <w:r>
        <w:t xml:space="preserve">25.1.9      -INF       .        1.000      .         </w:t>
      </w:r>
    </w:p>
    <w:p w:rsidR="0062748B" w:rsidRDefault="0062748B" w:rsidP="0062748B">
      <w:r>
        <w:t xml:space="preserve">25.1.10     -INF       .        1.000      .         </w:t>
      </w:r>
    </w:p>
    <w:p w:rsidR="0062748B" w:rsidRDefault="0062748B" w:rsidP="0062748B">
      <w:r>
        <w:t xml:space="preserve">25.1.11     -INF       .        1.000      .         </w:t>
      </w:r>
    </w:p>
    <w:p w:rsidR="0062748B" w:rsidRDefault="0062748B" w:rsidP="0062748B">
      <w:r>
        <w:t xml:space="preserve">25.1.12     -INF       .        1.000      .         </w:t>
      </w:r>
    </w:p>
    <w:p w:rsidR="0062748B" w:rsidRDefault="0062748B" w:rsidP="0062748B">
      <w:r>
        <w:t xml:space="preserve">25.1.13     -INF       .        1.000      .         </w:t>
      </w:r>
    </w:p>
    <w:p w:rsidR="0062748B" w:rsidRDefault="0062748B" w:rsidP="0062748B">
      <w:r>
        <w:t xml:space="preserve">25.1.14     -INF       .        1.000      .         </w:t>
      </w:r>
    </w:p>
    <w:p w:rsidR="0062748B" w:rsidRDefault="0062748B" w:rsidP="0062748B">
      <w:r>
        <w:t xml:space="preserve">25.1.15     -INF       .        1.000      .         </w:t>
      </w:r>
    </w:p>
    <w:p w:rsidR="0062748B" w:rsidRDefault="0062748B" w:rsidP="0062748B">
      <w:r>
        <w:t xml:space="preserve">25.1.16     -INF       .        1.000      .         </w:t>
      </w:r>
    </w:p>
    <w:p w:rsidR="0062748B" w:rsidRDefault="0062748B" w:rsidP="0062748B">
      <w:r>
        <w:lastRenderedPageBreak/>
        <w:t xml:space="preserve">25.1.17     -INF       .        1.000      .         </w:t>
      </w:r>
    </w:p>
    <w:p w:rsidR="0062748B" w:rsidRDefault="0062748B" w:rsidP="0062748B">
      <w:r>
        <w:t xml:space="preserve">25.1.18     -INF       .        1.000      .         </w:t>
      </w:r>
    </w:p>
    <w:p w:rsidR="0062748B" w:rsidRDefault="0062748B" w:rsidP="0062748B">
      <w:r>
        <w:t xml:space="preserve">25.1.19     -INF       .        1.000      .         </w:t>
      </w:r>
    </w:p>
    <w:p w:rsidR="0062748B" w:rsidRDefault="0062748B" w:rsidP="0062748B">
      <w:r>
        <w:t xml:space="preserve">25.1.20     -INF       .        1.000      .         </w:t>
      </w:r>
    </w:p>
    <w:p w:rsidR="0062748B" w:rsidRDefault="0062748B" w:rsidP="0062748B">
      <w:r>
        <w:t xml:space="preserve">25.1.21     -INF       .        1.000      .         </w:t>
      </w:r>
    </w:p>
    <w:p w:rsidR="0062748B" w:rsidRDefault="0062748B" w:rsidP="0062748B">
      <w:r>
        <w:t xml:space="preserve">25.1.22     -INF       .        1.000      .         </w:t>
      </w:r>
    </w:p>
    <w:p w:rsidR="0062748B" w:rsidRDefault="0062748B" w:rsidP="0062748B">
      <w:r>
        <w:t xml:space="preserve">25.1.23     -INF       .        1.000      .         </w:t>
      </w:r>
    </w:p>
    <w:p w:rsidR="0062748B" w:rsidRDefault="0062748B" w:rsidP="0062748B">
      <w:r>
        <w:t xml:space="preserve">25.1.24     -INF       .        1.000      .         </w:t>
      </w:r>
    </w:p>
    <w:p w:rsidR="0062748B" w:rsidRDefault="0062748B" w:rsidP="0062748B">
      <w:r>
        <w:t xml:space="preserve">25.1.25     -INF       .        1.000      .         </w:t>
      </w:r>
    </w:p>
    <w:p w:rsidR="0062748B" w:rsidRDefault="0062748B" w:rsidP="0062748B">
      <w:r>
        <w:t xml:space="preserve">25.1.26     -INF       .        1.000      .         </w:t>
      </w:r>
    </w:p>
    <w:p w:rsidR="0062748B" w:rsidRDefault="0062748B" w:rsidP="0062748B">
      <w:r>
        <w:t xml:space="preserve">25.1.27     -INF       .        1.000      .         </w:t>
      </w:r>
    </w:p>
    <w:p w:rsidR="0062748B" w:rsidRDefault="0062748B" w:rsidP="0062748B">
      <w:r>
        <w:t xml:space="preserve">25.1.28     -INF       .        1.000      .         </w:t>
      </w:r>
    </w:p>
    <w:p w:rsidR="0062748B" w:rsidRDefault="0062748B" w:rsidP="0062748B">
      <w:r>
        <w:t xml:space="preserve">25.1.29     -INF       .        1.000      .         </w:t>
      </w:r>
    </w:p>
    <w:p w:rsidR="0062748B" w:rsidRDefault="0062748B" w:rsidP="0062748B">
      <w:r>
        <w:t xml:space="preserve">26.1.1      -INF       .        1.000      .         </w:t>
      </w:r>
    </w:p>
    <w:p w:rsidR="0062748B" w:rsidRDefault="0062748B" w:rsidP="0062748B">
      <w:r>
        <w:t xml:space="preserve">26.1.2      -INF       .        1.000      .         </w:t>
      </w:r>
    </w:p>
    <w:p w:rsidR="0062748B" w:rsidRDefault="0062748B" w:rsidP="0062748B">
      <w:r>
        <w:t xml:space="preserve">26.1.3      -INF       .        1.000      .         </w:t>
      </w:r>
    </w:p>
    <w:p w:rsidR="0062748B" w:rsidRDefault="0062748B" w:rsidP="0062748B">
      <w:r>
        <w:t xml:space="preserve">26.1.4      -INF       .        1.000      .         </w:t>
      </w:r>
    </w:p>
    <w:p w:rsidR="0062748B" w:rsidRDefault="0062748B" w:rsidP="0062748B">
      <w:r>
        <w:t xml:space="preserve">26.1.5      -INF       .        1.000      .         </w:t>
      </w:r>
    </w:p>
    <w:p w:rsidR="0062748B" w:rsidRDefault="0062748B" w:rsidP="0062748B">
      <w:r>
        <w:t xml:space="preserve">26.1.6      -INF       .        1.000      .         </w:t>
      </w:r>
    </w:p>
    <w:p w:rsidR="0062748B" w:rsidRDefault="0062748B" w:rsidP="0062748B">
      <w:r>
        <w:t xml:space="preserve">26.1.7      -INF       .        1.000      .         </w:t>
      </w:r>
    </w:p>
    <w:p w:rsidR="0062748B" w:rsidRDefault="0062748B" w:rsidP="0062748B">
      <w:r>
        <w:t xml:space="preserve">26.1.8      -INF       .        1.000      .         </w:t>
      </w:r>
    </w:p>
    <w:p w:rsidR="0062748B" w:rsidRDefault="0062748B" w:rsidP="0062748B">
      <w:r>
        <w:t xml:space="preserve">26.1.9      -INF       .        1.000      .         </w:t>
      </w:r>
    </w:p>
    <w:p w:rsidR="0062748B" w:rsidRDefault="0062748B" w:rsidP="0062748B">
      <w:r>
        <w:t xml:space="preserve">26.1.10     -INF       .        1.000      .         </w:t>
      </w:r>
    </w:p>
    <w:p w:rsidR="0062748B" w:rsidRDefault="0062748B" w:rsidP="0062748B">
      <w:r>
        <w:t xml:space="preserve">26.1.11     -INF       .        1.000      .         </w:t>
      </w:r>
    </w:p>
    <w:p w:rsidR="0062748B" w:rsidRDefault="0062748B" w:rsidP="0062748B">
      <w:r>
        <w:t xml:space="preserve">26.1.12     -INF       .        1.000      .         </w:t>
      </w:r>
    </w:p>
    <w:p w:rsidR="0062748B" w:rsidRDefault="0062748B" w:rsidP="0062748B">
      <w:r>
        <w:lastRenderedPageBreak/>
        <w:t xml:space="preserve">26.1.13     -INF       .        1.000      .         </w:t>
      </w:r>
    </w:p>
    <w:p w:rsidR="0062748B" w:rsidRDefault="0062748B" w:rsidP="0062748B">
      <w:r>
        <w:t xml:space="preserve">26.1.14     -INF       .        1.000      .         </w:t>
      </w:r>
    </w:p>
    <w:p w:rsidR="0062748B" w:rsidRDefault="0062748B" w:rsidP="0062748B">
      <w:r>
        <w:t xml:space="preserve">26.1.15     -INF       .        1.000      .         </w:t>
      </w:r>
    </w:p>
    <w:p w:rsidR="0062748B" w:rsidRDefault="0062748B" w:rsidP="0062748B">
      <w:r>
        <w:t xml:space="preserve">26.1.16     -INF       .        1.000      .         </w:t>
      </w:r>
    </w:p>
    <w:p w:rsidR="0062748B" w:rsidRDefault="0062748B" w:rsidP="0062748B">
      <w:r>
        <w:t xml:space="preserve">26.1.17     -INF       .        1.000      .         </w:t>
      </w:r>
    </w:p>
    <w:p w:rsidR="0062748B" w:rsidRDefault="0062748B" w:rsidP="0062748B">
      <w:r>
        <w:t xml:space="preserve">26.1.18     -INF       .        1.000      .         </w:t>
      </w:r>
    </w:p>
    <w:p w:rsidR="0062748B" w:rsidRDefault="0062748B" w:rsidP="0062748B">
      <w:r>
        <w:t xml:space="preserve">26.1.19     -INF       .        1.000      .         </w:t>
      </w:r>
    </w:p>
    <w:p w:rsidR="0062748B" w:rsidRDefault="0062748B" w:rsidP="0062748B">
      <w:r>
        <w:t xml:space="preserve">26.1.20     -INF       .        1.000      .         </w:t>
      </w:r>
    </w:p>
    <w:p w:rsidR="0062748B" w:rsidRDefault="0062748B" w:rsidP="0062748B">
      <w:r>
        <w:t xml:space="preserve">26.1.21     -INF       .        1.000      .         </w:t>
      </w:r>
    </w:p>
    <w:p w:rsidR="0062748B" w:rsidRDefault="0062748B" w:rsidP="0062748B">
      <w:r>
        <w:t xml:space="preserve">26.1.22     -INF       .        1.000      .         </w:t>
      </w:r>
    </w:p>
    <w:p w:rsidR="0062748B" w:rsidRDefault="0062748B" w:rsidP="0062748B">
      <w:r>
        <w:t xml:space="preserve">26.1.23     -INF       .        1.000      .         </w:t>
      </w:r>
    </w:p>
    <w:p w:rsidR="0062748B" w:rsidRDefault="0062748B" w:rsidP="0062748B">
      <w:r>
        <w:t xml:space="preserve">26.1.24     -INF       .        1.000      .         </w:t>
      </w:r>
    </w:p>
    <w:p w:rsidR="0062748B" w:rsidRDefault="0062748B" w:rsidP="0062748B">
      <w:r>
        <w:t xml:space="preserve">26.1.25     -INF       .        1.000      .         </w:t>
      </w:r>
    </w:p>
    <w:p w:rsidR="0062748B" w:rsidRDefault="0062748B" w:rsidP="0062748B">
      <w:r>
        <w:t xml:space="preserve">26.1.26     -INF       .        1.000      .         </w:t>
      </w:r>
    </w:p>
    <w:p w:rsidR="0062748B" w:rsidRDefault="0062748B" w:rsidP="0062748B">
      <w:r>
        <w:t xml:space="preserve">26.1.27     -INF       .        1.000      .         </w:t>
      </w:r>
    </w:p>
    <w:p w:rsidR="0062748B" w:rsidRDefault="0062748B" w:rsidP="0062748B">
      <w:r>
        <w:t xml:space="preserve">26.1.28     -INF       .        1.000      .         </w:t>
      </w:r>
    </w:p>
    <w:p w:rsidR="0062748B" w:rsidRDefault="0062748B" w:rsidP="0062748B">
      <w:r>
        <w:t xml:space="preserve">26.1.29     -INF       .        1.000      .         </w:t>
      </w:r>
    </w:p>
    <w:p w:rsidR="0062748B" w:rsidRDefault="0062748B" w:rsidP="0062748B">
      <w:r>
        <w:t xml:space="preserve">27.1.1      -INF       .        1.000      .         </w:t>
      </w:r>
    </w:p>
    <w:p w:rsidR="0062748B" w:rsidRDefault="0062748B" w:rsidP="0062748B">
      <w:r>
        <w:t xml:space="preserve">27.1.2      -INF       .        1.000      .         </w:t>
      </w:r>
    </w:p>
    <w:p w:rsidR="0062748B" w:rsidRDefault="0062748B" w:rsidP="0062748B">
      <w:r>
        <w:t xml:space="preserve">27.1.3      -INF       .        1.000      .         </w:t>
      </w:r>
    </w:p>
    <w:p w:rsidR="0062748B" w:rsidRDefault="0062748B" w:rsidP="0062748B">
      <w:r>
        <w:t xml:space="preserve">27.1.4      -INF       .        1.000      .         </w:t>
      </w:r>
    </w:p>
    <w:p w:rsidR="0062748B" w:rsidRDefault="0062748B" w:rsidP="0062748B">
      <w:r>
        <w:t xml:space="preserve">27.1.5      -INF       .        1.000      .         </w:t>
      </w:r>
    </w:p>
    <w:p w:rsidR="0062748B" w:rsidRDefault="0062748B" w:rsidP="0062748B">
      <w:r>
        <w:t xml:space="preserve">27.1.6      -INF       .        1.000      .         </w:t>
      </w:r>
    </w:p>
    <w:p w:rsidR="0062748B" w:rsidRDefault="0062748B" w:rsidP="0062748B">
      <w:r>
        <w:t xml:space="preserve">27.1.7      -INF       .        1.000      .         </w:t>
      </w:r>
    </w:p>
    <w:p w:rsidR="0062748B" w:rsidRDefault="0062748B" w:rsidP="0062748B">
      <w:r>
        <w:t xml:space="preserve">27.1.8      -INF       .        1.000      .         </w:t>
      </w:r>
    </w:p>
    <w:p w:rsidR="0062748B" w:rsidRDefault="0062748B" w:rsidP="0062748B">
      <w:r>
        <w:lastRenderedPageBreak/>
        <w:t xml:space="preserve">27.1.9      -INF       .        1.000      .         </w:t>
      </w:r>
    </w:p>
    <w:p w:rsidR="0062748B" w:rsidRDefault="0062748B" w:rsidP="0062748B">
      <w:r>
        <w:t xml:space="preserve">27.1.10     -INF       .        1.000      .         </w:t>
      </w:r>
    </w:p>
    <w:p w:rsidR="0062748B" w:rsidRDefault="0062748B" w:rsidP="0062748B">
      <w:r>
        <w:t xml:space="preserve">27.1.11     -INF       .        1.000      .         </w:t>
      </w:r>
    </w:p>
    <w:p w:rsidR="0062748B" w:rsidRDefault="0062748B" w:rsidP="0062748B">
      <w:r>
        <w:t xml:space="preserve">27.1.12     -INF       .        1.000      .         </w:t>
      </w:r>
    </w:p>
    <w:p w:rsidR="0062748B" w:rsidRDefault="0062748B" w:rsidP="0062748B">
      <w:r>
        <w:t xml:space="preserve">27.1.13     -INF       .        1.000      .         </w:t>
      </w:r>
    </w:p>
    <w:p w:rsidR="0062748B" w:rsidRDefault="0062748B" w:rsidP="0062748B">
      <w:r>
        <w:t xml:space="preserve">27.1.14     -INF       .        1.000      .         </w:t>
      </w:r>
    </w:p>
    <w:p w:rsidR="0062748B" w:rsidRDefault="0062748B" w:rsidP="0062748B">
      <w:r>
        <w:t xml:space="preserve">27.1.15     -INF       .        1.000      .         </w:t>
      </w:r>
    </w:p>
    <w:p w:rsidR="0062748B" w:rsidRDefault="0062748B" w:rsidP="0062748B">
      <w:r>
        <w:t xml:space="preserve">27.1.16     -INF       .        1.000      .         </w:t>
      </w:r>
    </w:p>
    <w:p w:rsidR="0062748B" w:rsidRDefault="0062748B" w:rsidP="0062748B">
      <w:r>
        <w:t xml:space="preserve">27.1.17     -INF       .        1.000      .         </w:t>
      </w:r>
    </w:p>
    <w:p w:rsidR="0062748B" w:rsidRDefault="0062748B" w:rsidP="0062748B">
      <w:r>
        <w:t xml:space="preserve">27.1.18     -INF       .        1.000      .         </w:t>
      </w:r>
    </w:p>
    <w:p w:rsidR="0062748B" w:rsidRDefault="0062748B" w:rsidP="0062748B">
      <w:r>
        <w:t xml:space="preserve">27.1.19     -INF       .        1.000      .         </w:t>
      </w:r>
    </w:p>
    <w:p w:rsidR="0062748B" w:rsidRDefault="0062748B" w:rsidP="0062748B">
      <w:r>
        <w:t xml:space="preserve">27.1.20     -INF       .        1.000      .         </w:t>
      </w:r>
    </w:p>
    <w:p w:rsidR="0062748B" w:rsidRDefault="0062748B" w:rsidP="0062748B">
      <w:r>
        <w:t xml:space="preserve">27.1.21     -INF       .        1.000      .         </w:t>
      </w:r>
    </w:p>
    <w:p w:rsidR="0062748B" w:rsidRDefault="0062748B" w:rsidP="0062748B">
      <w:r>
        <w:t xml:space="preserve">27.1.22     -INF       .        1.000      .         </w:t>
      </w:r>
    </w:p>
    <w:p w:rsidR="0062748B" w:rsidRDefault="0062748B" w:rsidP="0062748B">
      <w:r>
        <w:t xml:space="preserve">27.1.23     -INF       .        1.000      .         </w:t>
      </w:r>
    </w:p>
    <w:p w:rsidR="0062748B" w:rsidRDefault="0062748B" w:rsidP="0062748B">
      <w:r>
        <w:t xml:space="preserve">27.1.24     -INF       .        1.000      .         </w:t>
      </w:r>
    </w:p>
    <w:p w:rsidR="0062748B" w:rsidRDefault="0062748B" w:rsidP="0062748B">
      <w:r>
        <w:t xml:space="preserve">27.1.25     -INF       .        1.000      .         </w:t>
      </w:r>
    </w:p>
    <w:p w:rsidR="0062748B" w:rsidRDefault="0062748B" w:rsidP="0062748B">
      <w:r>
        <w:t xml:space="preserve">27.1.26     -INF       .        1.000      .         </w:t>
      </w:r>
    </w:p>
    <w:p w:rsidR="0062748B" w:rsidRDefault="0062748B" w:rsidP="0062748B">
      <w:r>
        <w:t xml:space="preserve">27.1.27     -INF       .        1.000      .         </w:t>
      </w:r>
    </w:p>
    <w:p w:rsidR="0062748B" w:rsidRDefault="0062748B" w:rsidP="0062748B">
      <w:r>
        <w:t xml:space="preserve">27.1.28     -INF       .        1.000      .         </w:t>
      </w:r>
    </w:p>
    <w:p w:rsidR="0062748B" w:rsidRDefault="0062748B" w:rsidP="0062748B">
      <w:r>
        <w:t xml:space="preserve">27.1.29     -INF       .        1.000      .         </w:t>
      </w:r>
    </w:p>
    <w:p w:rsidR="0062748B" w:rsidRDefault="0062748B" w:rsidP="0062748B">
      <w:r>
        <w:t xml:space="preserve">28.1.1      -INF       .        1.000      .         </w:t>
      </w:r>
    </w:p>
    <w:p w:rsidR="0062748B" w:rsidRDefault="0062748B" w:rsidP="0062748B">
      <w:r>
        <w:t xml:space="preserve">28.1.2      -INF       .        1.000      .         </w:t>
      </w:r>
    </w:p>
    <w:p w:rsidR="0062748B" w:rsidRDefault="0062748B" w:rsidP="0062748B">
      <w:r>
        <w:t xml:space="preserve">28.1.3      -INF       .        1.000      .         </w:t>
      </w:r>
    </w:p>
    <w:p w:rsidR="0062748B" w:rsidRDefault="0062748B" w:rsidP="0062748B">
      <w:r>
        <w:t xml:space="preserve">28.1.4      -INF       .        1.000      .         </w:t>
      </w:r>
    </w:p>
    <w:p w:rsidR="0062748B" w:rsidRDefault="0062748B" w:rsidP="0062748B">
      <w:r>
        <w:lastRenderedPageBreak/>
        <w:t xml:space="preserve">28.1.5      -INF       .        1.000      .         </w:t>
      </w:r>
    </w:p>
    <w:p w:rsidR="0062748B" w:rsidRDefault="0062748B" w:rsidP="0062748B">
      <w:r>
        <w:t xml:space="preserve">28.1.6      -INF       .        1.000      .         </w:t>
      </w:r>
    </w:p>
    <w:p w:rsidR="0062748B" w:rsidRDefault="0062748B" w:rsidP="0062748B">
      <w:r>
        <w:t xml:space="preserve">28.1.7      -INF       .        1.000      .         </w:t>
      </w:r>
    </w:p>
    <w:p w:rsidR="0062748B" w:rsidRDefault="0062748B" w:rsidP="0062748B">
      <w:r>
        <w:t xml:space="preserve">28.1.8      -INF       .        1.000      .         </w:t>
      </w:r>
    </w:p>
    <w:p w:rsidR="0062748B" w:rsidRDefault="0062748B" w:rsidP="0062748B">
      <w:r>
        <w:t xml:space="preserve">28.1.9      -INF       .        1.000      .         </w:t>
      </w:r>
    </w:p>
    <w:p w:rsidR="0062748B" w:rsidRDefault="0062748B" w:rsidP="0062748B">
      <w:r>
        <w:t xml:space="preserve">28.1.10     -INF       .        1.000      .         </w:t>
      </w:r>
    </w:p>
    <w:p w:rsidR="0062748B" w:rsidRDefault="0062748B" w:rsidP="0062748B">
      <w:r>
        <w:t xml:space="preserve">28.1.11     -INF       .        1.000      .         </w:t>
      </w:r>
    </w:p>
    <w:p w:rsidR="0062748B" w:rsidRDefault="0062748B" w:rsidP="0062748B">
      <w:r>
        <w:t xml:space="preserve">28.1.12     -INF       .        1.000      .         </w:t>
      </w:r>
    </w:p>
    <w:p w:rsidR="0062748B" w:rsidRDefault="0062748B" w:rsidP="0062748B">
      <w:r>
        <w:t xml:space="preserve">28.1.13     -INF       .        1.000      .         </w:t>
      </w:r>
    </w:p>
    <w:p w:rsidR="0062748B" w:rsidRDefault="0062748B" w:rsidP="0062748B">
      <w:r>
        <w:t xml:space="preserve">28.1.14     -INF       .        1.000      .         </w:t>
      </w:r>
    </w:p>
    <w:p w:rsidR="0062748B" w:rsidRDefault="0062748B" w:rsidP="0062748B">
      <w:r>
        <w:t xml:space="preserve">28.1.15     -INF       .        1.000      .         </w:t>
      </w:r>
    </w:p>
    <w:p w:rsidR="0062748B" w:rsidRDefault="0062748B" w:rsidP="0062748B">
      <w:r>
        <w:t xml:space="preserve">28.1.16     -INF       .        1.000      .         </w:t>
      </w:r>
    </w:p>
    <w:p w:rsidR="0062748B" w:rsidRDefault="0062748B" w:rsidP="0062748B">
      <w:r>
        <w:t xml:space="preserve">28.1.17     -INF       .        1.000      .         </w:t>
      </w:r>
    </w:p>
    <w:p w:rsidR="0062748B" w:rsidRDefault="0062748B" w:rsidP="0062748B">
      <w:r>
        <w:t xml:space="preserve">28.1.18     -INF       .        1.000      .         </w:t>
      </w:r>
    </w:p>
    <w:p w:rsidR="0062748B" w:rsidRDefault="0062748B" w:rsidP="0062748B">
      <w:r>
        <w:t xml:space="preserve">28.1.19     -INF       .        1.000      .         </w:t>
      </w:r>
    </w:p>
    <w:p w:rsidR="0062748B" w:rsidRDefault="0062748B" w:rsidP="0062748B">
      <w:r>
        <w:t xml:space="preserve">28.1.20     -INF       .        1.000      .         </w:t>
      </w:r>
    </w:p>
    <w:p w:rsidR="0062748B" w:rsidRDefault="0062748B" w:rsidP="0062748B">
      <w:r>
        <w:t xml:space="preserve">28.1.21     -INF       .        1.000      .         </w:t>
      </w:r>
    </w:p>
    <w:p w:rsidR="0062748B" w:rsidRDefault="0062748B" w:rsidP="0062748B">
      <w:r>
        <w:t xml:space="preserve">28.1.22     -INF       .        1.000      .         </w:t>
      </w:r>
    </w:p>
    <w:p w:rsidR="0062748B" w:rsidRDefault="0062748B" w:rsidP="0062748B">
      <w:r>
        <w:t xml:space="preserve">28.1.23     -INF       .        1.000      .         </w:t>
      </w:r>
    </w:p>
    <w:p w:rsidR="0062748B" w:rsidRDefault="0062748B" w:rsidP="0062748B">
      <w:r>
        <w:t xml:space="preserve">28.1.24     -INF       .        1.000      .         </w:t>
      </w:r>
    </w:p>
    <w:p w:rsidR="0062748B" w:rsidRDefault="0062748B" w:rsidP="0062748B">
      <w:r>
        <w:t xml:space="preserve">28.1.25     -INF       .        1.000      .         </w:t>
      </w:r>
    </w:p>
    <w:p w:rsidR="0062748B" w:rsidRDefault="0062748B" w:rsidP="0062748B">
      <w:r>
        <w:t xml:space="preserve">28.1.26     -INF       .        1.000      .         </w:t>
      </w:r>
    </w:p>
    <w:p w:rsidR="0062748B" w:rsidRDefault="0062748B" w:rsidP="0062748B">
      <w:r>
        <w:t xml:space="preserve">28.1.27     -INF       .        1.000      .         </w:t>
      </w:r>
    </w:p>
    <w:p w:rsidR="0062748B" w:rsidRDefault="0062748B" w:rsidP="0062748B">
      <w:r>
        <w:t xml:space="preserve">28.1.28     -INF       .        1.000      .         </w:t>
      </w:r>
    </w:p>
    <w:p w:rsidR="0062748B" w:rsidRDefault="0062748B" w:rsidP="0062748B">
      <w:r>
        <w:t xml:space="preserve">28.1.29     -INF       .        1.000      .         </w:t>
      </w:r>
    </w:p>
    <w:p w:rsidR="0062748B" w:rsidRDefault="0062748B" w:rsidP="0062748B">
      <w:r>
        <w:lastRenderedPageBreak/>
        <w:t xml:space="preserve">29.1.1      -INF       .        1.000      .         </w:t>
      </w:r>
    </w:p>
    <w:p w:rsidR="0062748B" w:rsidRDefault="0062748B" w:rsidP="0062748B">
      <w:r>
        <w:t xml:space="preserve">29.1.2      -INF       .        1.000      .         </w:t>
      </w:r>
    </w:p>
    <w:p w:rsidR="0062748B" w:rsidRDefault="0062748B" w:rsidP="0062748B">
      <w:r>
        <w:t xml:space="preserve">29.1.3      -INF       .        1.000      .         </w:t>
      </w:r>
    </w:p>
    <w:p w:rsidR="0062748B" w:rsidRDefault="0062748B" w:rsidP="0062748B">
      <w:r>
        <w:t xml:space="preserve">29.1.4      -INF       .        1.000      .         </w:t>
      </w:r>
    </w:p>
    <w:p w:rsidR="0062748B" w:rsidRDefault="0062748B" w:rsidP="0062748B">
      <w:r>
        <w:t xml:space="preserve">29.1.5      -INF       .        1.000      .         </w:t>
      </w:r>
    </w:p>
    <w:p w:rsidR="0062748B" w:rsidRDefault="0062748B" w:rsidP="0062748B">
      <w:r>
        <w:t xml:space="preserve">29.1.6      -INF       .        1.000      .         </w:t>
      </w:r>
    </w:p>
    <w:p w:rsidR="0062748B" w:rsidRDefault="0062748B" w:rsidP="0062748B">
      <w:r>
        <w:t xml:space="preserve">29.1.7      -INF       .        1.000      .         </w:t>
      </w:r>
    </w:p>
    <w:p w:rsidR="0062748B" w:rsidRDefault="0062748B" w:rsidP="0062748B">
      <w:r>
        <w:t xml:space="preserve">29.1.8      -INF       .        1.000      .         </w:t>
      </w:r>
    </w:p>
    <w:p w:rsidR="0062748B" w:rsidRDefault="0062748B" w:rsidP="0062748B">
      <w:r>
        <w:t xml:space="preserve">29.1.9      -INF       .        1.000      .         </w:t>
      </w:r>
    </w:p>
    <w:p w:rsidR="0062748B" w:rsidRDefault="0062748B" w:rsidP="0062748B">
      <w:r>
        <w:t xml:space="preserve">29.1.10     -INF       .        1.000      .         </w:t>
      </w:r>
    </w:p>
    <w:p w:rsidR="0062748B" w:rsidRDefault="0062748B" w:rsidP="0062748B">
      <w:r>
        <w:t xml:space="preserve">29.1.11     -INF       .        1.000      .         </w:t>
      </w:r>
    </w:p>
    <w:p w:rsidR="0062748B" w:rsidRDefault="0062748B" w:rsidP="0062748B">
      <w:r>
        <w:t xml:space="preserve">29.1.12     -INF       .        1.000      .         </w:t>
      </w:r>
    </w:p>
    <w:p w:rsidR="0062748B" w:rsidRDefault="0062748B" w:rsidP="0062748B">
      <w:r>
        <w:t xml:space="preserve">29.1.13     -INF       .        1.000      .         </w:t>
      </w:r>
    </w:p>
    <w:p w:rsidR="0062748B" w:rsidRDefault="0062748B" w:rsidP="0062748B">
      <w:r>
        <w:t xml:space="preserve">29.1.14     -INF       .        1.000      .         </w:t>
      </w:r>
    </w:p>
    <w:p w:rsidR="0062748B" w:rsidRDefault="0062748B" w:rsidP="0062748B">
      <w:r>
        <w:t xml:space="preserve">29.1.15     -INF       .        1.000      .         </w:t>
      </w:r>
    </w:p>
    <w:p w:rsidR="0062748B" w:rsidRDefault="0062748B" w:rsidP="0062748B">
      <w:r>
        <w:t xml:space="preserve">29.1.16     -INF       .        1.000      .         </w:t>
      </w:r>
    </w:p>
    <w:p w:rsidR="0062748B" w:rsidRDefault="0062748B" w:rsidP="0062748B">
      <w:r>
        <w:t xml:space="preserve">29.1.17     -INF       .        1.000      .         </w:t>
      </w:r>
    </w:p>
    <w:p w:rsidR="0062748B" w:rsidRDefault="0062748B" w:rsidP="0062748B">
      <w:r>
        <w:t xml:space="preserve">29.1.18     -INF       .        1.000      .         </w:t>
      </w:r>
    </w:p>
    <w:p w:rsidR="0062748B" w:rsidRDefault="0062748B" w:rsidP="0062748B">
      <w:r>
        <w:t xml:space="preserve">29.1.19     -INF       .        1.000      .         </w:t>
      </w:r>
    </w:p>
    <w:p w:rsidR="0062748B" w:rsidRDefault="0062748B" w:rsidP="0062748B">
      <w:r>
        <w:t xml:space="preserve">29.1.20     -INF       .        1.000      .         </w:t>
      </w:r>
    </w:p>
    <w:p w:rsidR="0062748B" w:rsidRDefault="0062748B" w:rsidP="0062748B">
      <w:r>
        <w:t xml:space="preserve">29.1.21     -INF       .        1.000      .         </w:t>
      </w:r>
    </w:p>
    <w:p w:rsidR="0062748B" w:rsidRDefault="0062748B" w:rsidP="0062748B">
      <w:r>
        <w:t xml:space="preserve">29.1.22     -INF       .        1.000      .         </w:t>
      </w:r>
    </w:p>
    <w:p w:rsidR="0062748B" w:rsidRDefault="0062748B" w:rsidP="0062748B">
      <w:r>
        <w:t xml:space="preserve">29.1.23     -INF       .        1.000      .         </w:t>
      </w:r>
    </w:p>
    <w:p w:rsidR="0062748B" w:rsidRDefault="0062748B" w:rsidP="0062748B">
      <w:r>
        <w:t xml:space="preserve">29.1.24     -INF       .        1.000      .         </w:t>
      </w:r>
    </w:p>
    <w:p w:rsidR="0062748B" w:rsidRDefault="0062748B" w:rsidP="0062748B">
      <w:r>
        <w:t xml:space="preserve">29.1.25     -INF       .        1.000      .         </w:t>
      </w:r>
    </w:p>
    <w:p w:rsidR="0062748B" w:rsidRDefault="0062748B" w:rsidP="0062748B">
      <w:r>
        <w:lastRenderedPageBreak/>
        <w:t xml:space="preserve">29.1.26     -INF       .        1.000      .         </w:t>
      </w:r>
    </w:p>
    <w:p w:rsidR="0062748B" w:rsidRDefault="0062748B" w:rsidP="0062748B">
      <w:r>
        <w:t xml:space="preserve">29.1.27     -INF       .        1.000      .         </w:t>
      </w:r>
    </w:p>
    <w:p w:rsidR="0062748B" w:rsidRDefault="0062748B" w:rsidP="0062748B">
      <w:r>
        <w:t xml:space="preserve">29.1.28     -INF       .        1.000      .         </w:t>
      </w:r>
    </w:p>
    <w:p w:rsidR="0062748B" w:rsidRDefault="0062748B" w:rsidP="0062748B">
      <w:r>
        <w:t xml:space="preserve">29.1.29     -INF       .        1.000      .         </w:t>
      </w:r>
    </w:p>
    <w:p w:rsidR="0062748B" w:rsidRDefault="0062748B" w:rsidP="0062748B"/>
    <w:p w:rsidR="0062748B" w:rsidRDefault="0062748B" w:rsidP="0062748B">
      <w:r>
        <w:t>---- VAR pi  simplex variable (one in number)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 .         .        +INF       EPS       </w:t>
      </w:r>
    </w:p>
    <w:p w:rsidR="0062748B" w:rsidRDefault="0062748B" w:rsidP="0062748B">
      <w:r>
        <w:t xml:space="preserve">1 .1.2       .         .        +INF       EPS       </w:t>
      </w:r>
    </w:p>
    <w:p w:rsidR="0062748B" w:rsidRDefault="0062748B" w:rsidP="0062748B">
      <w:r>
        <w:t xml:space="preserve">1 .1.3       .         .        +INF       EPS       </w:t>
      </w:r>
    </w:p>
    <w:p w:rsidR="0062748B" w:rsidRDefault="0062748B" w:rsidP="0062748B">
      <w:r>
        <w:t xml:space="preserve">1 .1.4       .         .        +INF       EPS       </w:t>
      </w:r>
    </w:p>
    <w:p w:rsidR="0062748B" w:rsidRDefault="0062748B" w:rsidP="0062748B">
      <w:r>
        <w:t xml:space="preserve">1 .1.5       .         .        +INF       EPS       </w:t>
      </w:r>
    </w:p>
    <w:p w:rsidR="0062748B" w:rsidRDefault="0062748B" w:rsidP="0062748B">
      <w:r>
        <w:t xml:space="preserve">1 .1.6       .         .        +INF       EPS       </w:t>
      </w:r>
    </w:p>
    <w:p w:rsidR="0062748B" w:rsidRDefault="0062748B" w:rsidP="0062748B">
      <w:r>
        <w:t xml:space="preserve">1 .1.7       .         .        +INF       EPS       </w:t>
      </w:r>
    </w:p>
    <w:p w:rsidR="0062748B" w:rsidRDefault="0062748B" w:rsidP="0062748B">
      <w:r>
        <w:t xml:space="preserve">1 .1.8       .         .        +INF       EPS       </w:t>
      </w:r>
    </w:p>
    <w:p w:rsidR="0062748B" w:rsidRDefault="0062748B" w:rsidP="0062748B">
      <w:r>
        <w:t xml:space="preserve">1 .1.9       .         .        +INF       EPS       </w:t>
      </w:r>
    </w:p>
    <w:p w:rsidR="0062748B" w:rsidRDefault="0062748B" w:rsidP="0062748B">
      <w:r>
        <w:t xml:space="preserve">1 .1.10      .         .        +INF       EPS       </w:t>
      </w:r>
    </w:p>
    <w:p w:rsidR="0062748B" w:rsidRDefault="0062748B" w:rsidP="0062748B">
      <w:r>
        <w:t xml:space="preserve">1 .1.11      .         .        +INF       EPS       </w:t>
      </w:r>
    </w:p>
    <w:p w:rsidR="0062748B" w:rsidRDefault="0062748B" w:rsidP="0062748B">
      <w:r>
        <w:t xml:space="preserve">1 .1.12      .         .        +INF       EPS       </w:t>
      </w:r>
    </w:p>
    <w:p w:rsidR="0062748B" w:rsidRDefault="0062748B" w:rsidP="0062748B">
      <w:r>
        <w:t xml:space="preserve">1 .1.13      .         .        +INF       EPS       </w:t>
      </w:r>
    </w:p>
    <w:p w:rsidR="0062748B" w:rsidRDefault="0062748B" w:rsidP="0062748B">
      <w:r>
        <w:t xml:space="preserve">1 .1.14      .         .        +INF       EPS       </w:t>
      </w:r>
    </w:p>
    <w:p w:rsidR="0062748B" w:rsidRDefault="0062748B" w:rsidP="0062748B">
      <w:r>
        <w:t xml:space="preserve">1 .1.15      .         .        +INF       EPS       </w:t>
      </w:r>
    </w:p>
    <w:p w:rsidR="0062748B" w:rsidRDefault="0062748B" w:rsidP="0062748B">
      <w:r>
        <w:t xml:space="preserve">1 .1.16      .         .        +INF       EPS       </w:t>
      </w:r>
    </w:p>
    <w:p w:rsidR="0062748B" w:rsidRDefault="0062748B" w:rsidP="0062748B">
      <w:r>
        <w:lastRenderedPageBreak/>
        <w:t xml:space="preserve">1 .1.17      .         .        +INF       EPS       </w:t>
      </w:r>
    </w:p>
    <w:p w:rsidR="0062748B" w:rsidRDefault="0062748B" w:rsidP="0062748B">
      <w:r>
        <w:t xml:space="preserve">1 .1.18      .         .        +INF       EPS       </w:t>
      </w:r>
    </w:p>
    <w:p w:rsidR="0062748B" w:rsidRDefault="0062748B" w:rsidP="0062748B">
      <w:r>
        <w:t xml:space="preserve">1 .1.19      .         .        +INF       EPS       </w:t>
      </w:r>
    </w:p>
    <w:p w:rsidR="0062748B" w:rsidRDefault="0062748B" w:rsidP="0062748B">
      <w:r>
        <w:t xml:space="preserve">1 .1.20      .         .        +INF       EPS       </w:t>
      </w:r>
    </w:p>
    <w:p w:rsidR="0062748B" w:rsidRDefault="0062748B" w:rsidP="0062748B">
      <w:r>
        <w:t xml:space="preserve">1 .1.21      .         .        +INF       EPS       </w:t>
      </w:r>
    </w:p>
    <w:p w:rsidR="0062748B" w:rsidRDefault="0062748B" w:rsidP="0062748B">
      <w:r>
        <w:t xml:space="preserve">1 .1.22      .         .        +INF       EPS       </w:t>
      </w:r>
    </w:p>
    <w:p w:rsidR="0062748B" w:rsidRDefault="0062748B" w:rsidP="0062748B">
      <w:r>
        <w:t xml:space="preserve">1 .1.23      .         .        +INF       EPS       </w:t>
      </w:r>
    </w:p>
    <w:p w:rsidR="0062748B" w:rsidRDefault="0062748B" w:rsidP="0062748B">
      <w:r>
        <w:t xml:space="preserve">1 .1.24      .         .        +INF       EPS       </w:t>
      </w:r>
    </w:p>
    <w:p w:rsidR="0062748B" w:rsidRDefault="0062748B" w:rsidP="0062748B">
      <w:r>
        <w:t xml:space="preserve">1 .1.25      .         .        +INF       EPS       </w:t>
      </w:r>
    </w:p>
    <w:p w:rsidR="0062748B" w:rsidRDefault="0062748B" w:rsidP="0062748B">
      <w:r>
        <w:t xml:space="preserve">1 .1.26      .         .        +INF       EPS       </w:t>
      </w:r>
    </w:p>
    <w:p w:rsidR="0062748B" w:rsidRDefault="0062748B" w:rsidP="0062748B">
      <w:r>
        <w:t xml:space="preserve">1 .1.27      .         .        +INF       EPS       </w:t>
      </w:r>
    </w:p>
    <w:p w:rsidR="0062748B" w:rsidRDefault="0062748B" w:rsidP="0062748B">
      <w:r>
        <w:t xml:space="preserve">1 .1.28      .         .        +INF       EPS       </w:t>
      </w:r>
    </w:p>
    <w:p w:rsidR="0062748B" w:rsidRDefault="0062748B" w:rsidP="0062748B">
      <w:r>
        <w:t xml:space="preserve">1 .1.29      .         .        +INF       EPS       </w:t>
      </w:r>
    </w:p>
    <w:p w:rsidR="0062748B" w:rsidRDefault="0062748B" w:rsidP="0062748B">
      <w:r>
        <w:t xml:space="preserve">2 .1.1       .         .        +INF       EPS       </w:t>
      </w:r>
    </w:p>
    <w:p w:rsidR="0062748B" w:rsidRDefault="0062748B" w:rsidP="0062748B">
      <w:r>
        <w:t xml:space="preserve">2 .1.2       .         .        +INF       EPS       </w:t>
      </w:r>
    </w:p>
    <w:p w:rsidR="0062748B" w:rsidRDefault="0062748B" w:rsidP="0062748B">
      <w:r>
        <w:t xml:space="preserve">2 .1.3       .         .        +INF       EPS       </w:t>
      </w:r>
    </w:p>
    <w:p w:rsidR="0062748B" w:rsidRDefault="0062748B" w:rsidP="0062748B">
      <w:r>
        <w:t xml:space="preserve">2 .1.4       .         .        +INF       EPS       </w:t>
      </w:r>
    </w:p>
    <w:p w:rsidR="0062748B" w:rsidRDefault="0062748B" w:rsidP="0062748B">
      <w:r>
        <w:t xml:space="preserve">2 .1.5       .         .        +INF       EPS       </w:t>
      </w:r>
    </w:p>
    <w:p w:rsidR="0062748B" w:rsidRDefault="0062748B" w:rsidP="0062748B">
      <w:r>
        <w:t xml:space="preserve">2 .1.6       .         .        +INF       EPS       </w:t>
      </w:r>
    </w:p>
    <w:p w:rsidR="0062748B" w:rsidRDefault="0062748B" w:rsidP="0062748B">
      <w:r>
        <w:t xml:space="preserve">2 .1.7       .         .        +INF       EPS       </w:t>
      </w:r>
    </w:p>
    <w:p w:rsidR="0062748B" w:rsidRDefault="0062748B" w:rsidP="0062748B">
      <w:r>
        <w:t xml:space="preserve">2 .1.8       .         .        +INF       EPS       </w:t>
      </w:r>
    </w:p>
    <w:p w:rsidR="0062748B" w:rsidRDefault="0062748B" w:rsidP="0062748B">
      <w:r>
        <w:t xml:space="preserve">2 .1.9       .         .        +INF       EPS       </w:t>
      </w:r>
    </w:p>
    <w:p w:rsidR="0062748B" w:rsidRDefault="0062748B" w:rsidP="0062748B">
      <w:r>
        <w:t xml:space="preserve">2 .1.10      .         .        +INF       EPS       </w:t>
      </w:r>
    </w:p>
    <w:p w:rsidR="0062748B" w:rsidRDefault="0062748B" w:rsidP="0062748B">
      <w:r>
        <w:t xml:space="preserve">2 .1.11      .         .        +INF       EPS       </w:t>
      </w:r>
    </w:p>
    <w:p w:rsidR="0062748B" w:rsidRDefault="0062748B" w:rsidP="0062748B">
      <w:r>
        <w:t xml:space="preserve">2 .1.12      .         .        +INF       EPS       </w:t>
      </w:r>
    </w:p>
    <w:p w:rsidR="0062748B" w:rsidRDefault="0062748B" w:rsidP="0062748B">
      <w:r>
        <w:lastRenderedPageBreak/>
        <w:t xml:space="preserve">2 .1.13      .         .        +INF       EPS       </w:t>
      </w:r>
    </w:p>
    <w:p w:rsidR="0062748B" w:rsidRDefault="0062748B" w:rsidP="0062748B">
      <w:r>
        <w:t xml:space="preserve">2 .1.14      .         .        +INF       EPS       </w:t>
      </w:r>
    </w:p>
    <w:p w:rsidR="0062748B" w:rsidRDefault="0062748B" w:rsidP="0062748B">
      <w:r>
        <w:t xml:space="preserve">2 .1.15      .         .        +INF       EPS       </w:t>
      </w:r>
    </w:p>
    <w:p w:rsidR="0062748B" w:rsidRDefault="0062748B" w:rsidP="0062748B">
      <w:r>
        <w:t xml:space="preserve">2 .1.16      .         .        +INF       EPS       </w:t>
      </w:r>
    </w:p>
    <w:p w:rsidR="0062748B" w:rsidRDefault="0062748B" w:rsidP="0062748B">
      <w:r>
        <w:t xml:space="preserve">2 .1.17      .         .        +INF       EPS       </w:t>
      </w:r>
    </w:p>
    <w:p w:rsidR="0062748B" w:rsidRDefault="0062748B" w:rsidP="0062748B">
      <w:r>
        <w:t xml:space="preserve">2 .1.18      .         .        +INF       EPS       </w:t>
      </w:r>
    </w:p>
    <w:p w:rsidR="0062748B" w:rsidRDefault="0062748B" w:rsidP="0062748B">
      <w:r>
        <w:t xml:space="preserve">2 .1.19      .         .        +INF       EPS       </w:t>
      </w:r>
    </w:p>
    <w:p w:rsidR="0062748B" w:rsidRDefault="0062748B" w:rsidP="0062748B">
      <w:r>
        <w:t xml:space="preserve">2 .1.20      .         .        +INF       EPS       </w:t>
      </w:r>
    </w:p>
    <w:p w:rsidR="0062748B" w:rsidRDefault="0062748B" w:rsidP="0062748B">
      <w:r>
        <w:t xml:space="preserve">2 .1.21      .         .        +INF       EPS       </w:t>
      </w:r>
    </w:p>
    <w:p w:rsidR="0062748B" w:rsidRDefault="0062748B" w:rsidP="0062748B">
      <w:r>
        <w:t xml:space="preserve">2 .1.22      .         .        +INF       EPS       </w:t>
      </w:r>
    </w:p>
    <w:p w:rsidR="0062748B" w:rsidRDefault="0062748B" w:rsidP="0062748B">
      <w:r>
        <w:t xml:space="preserve">2 .1.23      .         .        +INF       EPS       </w:t>
      </w:r>
    </w:p>
    <w:p w:rsidR="0062748B" w:rsidRDefault="0062748B" w:rsidP="0062748B">
      <w:r>
        <w:t xml:space="preserve">2 .1.24      .         .        +INF       EPS       </w:t>
      </w:r>
    </w:p>
    <w:p w:rsidR="0062748B" w:rsidRDefault="0062748B" w:rsidP="0062748B">
      <w:r>
        <w:t xml:space="preserve">2 .1.25      .         .        +INF       EPS       </w:t>
      </w:r>
    </w:p>
    <w:p w:rsidR="0062748B" w:rsidRDefault="0062748B" w:rsidP="0062748B">
      <w:r>
        <w:t xml:space="preserve">2 .1.26      .         .        +INF       EPS       </w:t>
      </w:r>
    </w:p>
    <w:p w:rsidR="0062748B" w:rsidRDefault="0062748B" w:rsidP="0062748B">
      <w:r>
        <w:t xml:space="preserve">2 .1.27      .         .        +INF       EPS       </w:t>
      </w:r>
    </w:p>
    <w:p w:rsidR="0062748B" w:rsidRDefault="0062748B" w:rsidP="0062748B">
      <w:r>
        <w:t xml:space="preserve">2 .1.28      .         .        +INF       EPS       </w:t>
      </w:r>
    </w:p>
    <w:p w:rsidR="0062748B" w:rsidRDefault="0062748B" w:rsidP="0062748B">
      <w:r>
        <w:t xml:space="preserve">2 .1.29      .         .        +INF       EPS       </w:t>
      </w:r>
    </w:p>
    <w:p w:rsidR="0062748B" w:rsidRDefault="0062748B" w:rsidP="0062748B">
      <w:r>
        <w:t xml:space="preserve">3 .1.1       .         .        +INF       EPS       </w:t>
      </w:r>
    </w:p>
    <w:p w:rsidR="0062748B" w:rsidRDefault="0062748B" w:rsidP="0062748B">
      <w:r>
        <w:t xml:space="preserve">3 .1.2       .         .        +INF       EPS       </w:t>
      </w:r>
    </w:p>
    <w:p w:rsidR="0062748B" w:rsidRDefault="0062748B" w:rsidP="0062748B">
      <w:r>
        <w:t xml:space="preserve">3 .1.3       .         .        +INF       EPS       </w:t>
      </w:r>
    </w:p>
    <w:p w:rsidR="0062748B" w:rsidRDefault="0062748B" w:rsidP="0062748B">
      <w:r>
        <w:t xml:space="preserve">3 .1.4       .         .        +INF       EPS       </w:t>
      </w:r>
    </w:p>
    <w:p w:rsidR="0062748B" w:rsidRDefault="0062748B" w:rsidP="0062748B">
      <w:r>
        <w:t xml:space="preserve">3 .1.5       .         .        +INF       EPS       </w:t>
      </w:r>
    </w:p>
    <w:p w:rsidR="0062748B" w:rsidRDefault="0062748B" w:rsidP="0062748B">
      <w:r>
        <w:t xml:space="preserve">3 .1.6       .         .        +INF       EPS       </w:t>
      </w:r>
    </w:p>
    <w:p w:rsidR="0062748B" w:rsidRDefault="0062748B" w:rsidP="0062748B">
      <w:r>
        <w:t xml:space="preserve">3 .1.7       .         .        +INF       EPS       </w:t>
      </w:r>
    </w:p>
    <w:p w:rsidR="0062748B" w:rsidRDefault="0062748B" w:rsidP="0062748B">
      <w:r>
        <w:t xml:space="preserve">3 .1.8       .         .        +INF       EPS       </w:t>
      </w:r>
    </w:p>
    <w:p w:rsidR="0062748B" w:rsidRDefault="0062748B" w:rsidP="0062748B">
      <w:r>
        <w:lastRenderedPageBreak/>
        <w:t xml:space="preserve">3 .1.9       .         .        +INF       EPS       </w:t>
      </w:r>
    </w:p>
    <w:p w:rsidR="0062748B" w:rsidRDefault="0062748B" w:rsidP="0062748B">
      <w:r>
        <w:t xml:space="preserve">3 .1.10      .         .        +INF       EPS       </w:t>
      </w:r>
    </w:p>
    <w:p w:rsidR="0062748B" w:rsidRDefault="0062748B" w:rsidP="0062748B">
      <w:r>
        <w:t xml:space="preserve">3 .1.11      .         .        +INF       EPS       </w:t>
      </w:r>
    </w:p>
    <w:p w:rsidR="0062748B" w:rsidRDefault="0062748B" w:rsidP="0062748B">
      <w:r>
        <w:t xml:space="preserve">3 .1.12      .         .        +INF       EPS       </w:t>
      </w:r>
    </w:p>
    <w:p w:rsidR="0062748B" w:rsidRDefault="0062748B" w:rsidP="0062748B">
      <w:r>
        <w:t xml:space="preserve">3 .1.13      .         .        +INF       EPS       </w:t>
      </w:r>
    </w:p>
    <w:p w:rsidR="0062748B" w:rsidRDefault="0062748B" w:rsidP="0062748B">
      <w:r>
        <w:t xml:space="preserve">3 .1.14      .         .        +INF       EPS       </w:t>
      </w:r>
    </w:p>
    <w:p w:rsidR="0062748B" w:rsidRDefault="0062748B" w:rsidP="0062748B">
      <w:r>
        <w:t xml:space="preserve">3 .1.15      .         .        +INF       EPS       </w:t>
      </w:r>
    </w:p>
    <w:p w:rsidR="0062748B" w:rsidRDefault="0062748B" w:rsidP="0062748B">
      <w:r>
        <w:t xml:space="preserve">3 .1.16      .         .        +INF       EPS       </w:t>
      </w:r>
    </w:p>
    <w:p w:rsidR="0062748B" w:rsidRDefault="0062748B" w:rsidP="0062748B">
      <w:r>
        <w:t xml:space="preserve">3 .1.17      .         .        +INF       EPS       </w:t>
      </w:r>
    </w:p>
    <w:p w:rsidR="0062748B" w:rsidRDefault="0062748B" w:rsidP="0062748B">
      <w:r>
        <w:t xml:space="preserve">3 .1.18      .         .        +INF       EPS       </w:t>
      </w:r>
    </w:p>
    <w:p w:rsidR="0062748B" w:rsidRDefault="0062748B" w:rsidP="0062748B">
      <w:r>
        <w:t xml:space="preserve">3 .1.19      .         .        +INF       EPS       </w:t>
      </w:r>
    </w:p>
    <w:p w:rsidR="0062748B" w:rsidRDefault="0062748B" w:rsidP="0062748B">
      <w:r>
        <w:t xml:space="preserve">3 .1.20      .         .        +INF       EPS       </w:t>
      </w:r>
    </w:p>
    <w:p w:rsidR="0062748B" w:rsidRDefault="0062748B" w:rsidP="0062748B">
      <w:r>
        <w:t xml:space="preserve">3 .1.21      .         .        +INF       EPS       </w:t>
      </w:r>
    </w:p>
    <w:p w:rsidR="0062748B" w:rsidRDefault="0062748B" w:rsidP="0062748B">
      <w:r>
        <w:t xml:space="preserve">3 .1.22      .         .        +INF       EPS       </w:t>
      </w:r>
    </w:p>
    <w:p w:rsidR="0062748B" w:rsidRDefault="0062748B" w:rsidP="0062748B">
      <w:r>
        <w:t xml:space="preserve">3 .1.23      .         .        +INF       EPS       </w:t>
      </w:r>
    </w:p>
    <w:p w:rsidR="0062748B" w:rsidRDefault="0062748B" w:rsidP="0062748B">
      <w:r>
        <w:t xml:space="preserve">3 .1.24      .         .        +INF       EPS       </w:t>
      </w:r>
    </w:p>
    <w:p w:rsidR="0062748B" w:rsidRDefault="0062748B" w:rsidP="0062748B">
      <w:r>
        <w:t xml:space="preserve">3 .1.25      .         .        +INF       EPS       </w:t>
      </w:r>
    </w:p>
    <w:p w:rsidR="0062748B" w:rsidRDefault="0062748B" w:rsidP="0062748B">
      <w:r>
        <w:t xml:space="preserve">3 .1.26      .         .        +INF       EPS       </w:t>
      </w:r>
    </w:p>
    <w:p w:rsidR="0062748B" w:rsidRDefault="0062748B" w:rsidP="0062748B">
      <w:r>
        <w:t xml:space="preserve">3 .1.27      .         .        +INF       EPS       </w:t>
      </w:r>
    </w:p>
    <w:p w:rsidR="0062748B" w:rsidRDefault="0062748B" w:rsidP="0062748B">
      <w:r>
        <w:t xml:space="preserve">3 .1.28      .         .        +INF       EPS       </w:t>
      </w:r>
    </w:p>
    <w:p w:rsidR="0062748B" w:rsidRDefault="0062748B" w:rsidP="0062748B">
      <w:r>
        <w:t xml:space="preserve">3 .1.29      .         .        +INF       EPS       </w:t>
      </w:r>
    </w:p>
    <w:p w:rsidR="0062748B" w:rsidRDefault="0062748B" w:rsidP="0062748B">
      <w:r>
        <w:t xml:space="preserve">4 .1.1       .         .        +INF       EPS       </w:t>
      </w:r>
    </w:p>
    <w:p w:rsidR="0062748B" w:rsidRDefault="0062748B" w:rsidP="0062748B">
      <w:r>
        <w:t xml:space="preserve">4 .1.2       .         .        +INF       EPS       </w:t>
      </w:r>
    </w:p>
    <w:p w:rsidR="0062748B" w:rsidRDefault="0062748B" w:rsidP="0062748B">
      <w:r>
        <w:t xml:space="preserve">4 .1.3       .         .        +INF       EPS       </w:t>
      </w:r>
    </w:p>
    <w:p w:rsidR="0062748B" w:rsidRDefault="0062748B" w:rsidP="0062748B">
      <w:r>
        <w:t xml:space="preserve">4 .1.4       .         .        +INF       EPS       </w:t>
      </w:r>
    </w:p>
    <w:p w:rsidR="0062748B" w:rsidRDefault="0062748B" w:rsidP="0062748B">
      <w:r>
        <w:lastRenderedPageBreak/>
        <w:t xml:space="preserve">4 .1.5       .         .        +INF       EPS       </w:t>
      </w:r>
    </w:p>
    <w:p w:rsidR="0062748B" w:rsidRDefault="0062748B" w:rsidP="0062748B">
      <w:r>
        <w:t xml:space="preserve">4 .1.6       .         .        +INF       EPS       </w:t>
      </w:r>
    </w:p>
    <w:p w:rsidR="0062748B" w:rsidRDefault="0062748B" w:rsidP="0062748B">
      <w:r>
        <w:t xml:space="preserve">4 .1.7       .         .        +INF       EPS       </w:t>
      </w:r>
    </w:p>
    <w:p w:rsidR="0062748B" w:rsidRDefault="0062748B" w:rsidP="0062748B">
      <w:r>
        <w:t xml:space="preserve">4 .1.8       .         .        +INF       EPS       </w:t>
      </w:r>
    </w:p>
    <w:p w:rsidR="0062748B" w:rsidRDefault="0062748B" w:rsidP="0062748B">
      <w:r>
        <w:t xml:space="preserve">4 .1.9       .         .        +INF       EPS       </w:t>
      </w:r>
    </w:p>
    <w:p w:rsidR="0062748B" w:rsidRDefault="0062748B" w:rsidP="0062748B">
      <w:r>
        <w:t xml:space="preserve">4 .1.10      .         .        +INF       EPS       </w:t>
      </w:r>
    </w:p>
    <w:p w:rsidR="0062748B" w:rsidRDefault="0062748B" w:rsidP="0062748B">
      <w:r>
        <w:t xml:space="preserve">4 .1.11      .         .        +INF       EPS       </w:t>
      </w:r>
    </w:p>
    <w:p w:rsidR="0062748B" w:rsidRDefault="0062748B" w:rsidP="0062748B">
      <w:r>
        <w:t xml:space="preserve">4 .1.12      .         .        +INF       EPS       </w:t>
      </w:r>
    </w:p>
    <w:p w:rsidR="0062748B" w:rsidRDefault="0062748B" w:rsidP="0062748B">
      <w:r>
        <w:t xml:space="preserve">4 .1.13      .         .        +INF       EPS       </w:t>
      </w:r>
    </w:p>
    <w:p w:rsidR="0062748B" w:rsidRDefault="0062748B" w:rsidP="0062748B">
      <w:r>
        <w:t xml:space="preserve">4 .1.14      .         .        +INF       EPS       </w:t>
      </w:r>
    </w:p>
    <w:p w:rsidR="0062748B" w:rsidRDefault="0062748B" w:rsidP="0062748B">
      <w:r>
        <w:t xml:space="preserve">4 .1.15      .         .        +INF       EPS       </w:t>
      </w:r>
    </w:p>
    <w:p w:rsidR="0062748B" w:rsidRDefault="0062748B" w:rsidP="0062748B">
      <w:r>
        <w:t xml:space="preserve">4 .1.16      .         .        +INF       EPS       </w:t>
      </w:r>
    </w:p>
    <w:p w:rsidR="0062748B" w:rsidRDefault="0062748B" w:rsidP="0062748B">
      <w:r>
        <w:t xml:space="preserve">4 .1.17      .         .        +INF       EPS       </w:t>
      </w:r>
    </w:p>
    <w:p w:rsidR="0062748B" w:rsidRDefault="0062748B" w:rsidP="0062748B">
      <w:r>
        <w:t xml:space="preserve">4 .1.18      .         .        +INF       EPS       </w:t>
      </w:r>
    </w:p>
    <w:p w:rsidR="0062748B" w:rsidRDefault="0062748B" w:rsidP="0062748B">
      <w:r>
        <w:t xml:space="preserve">4 .1.19      .         .        +INF       EPS       </w:t>
      </w:r>
    </w:p>
    <w:p w:rsidR="0062748B" w:rsidRDefault="0062748B" w:rsidP="0062748B">
      <w:r>
        <w:t xml:space="preserve">4 .1.20      .         .        +INF       EPS       </w:t>
      </w:r>
    </w:p>
    <w:p w:rsidR="0062748B" w:rsidRDefault="0062748B" w:rsidP="0062748B">
      <w:r>
        <w:t xml:space="preserve">4 .1.21      .         .        +INF       EPS       </w:t>
      </w:r>
    </w:p>
    <w:p w:rsidR="0062748B" w:rsidRDefault="0062748B" w:rsidP="0062748B">
      <w:r>
        <w:t xml:space="preserve">4 .1.22      .         .        +INF       EPS       </w:t>
      </w:r>
    </w:p>
    <w:p w:rsidR="0062748B" w:rsidRDefault="0062748B" w:rsidP="0062748B">
      <w:r>
        <w:t xml:space="preserve">4 .1.23      .         .        +INF       EPS       </w:t>
      </w:r>
    </w:p>
    <w:p w:rsidR="0062748B" w:rsidRDefault="0062748B" w:rsidP="0062748B">
      <w:r>
        <w:t xml:space="preserve">4 .1.24      .         .        +INF       EPS       </w:t>
      </w:r>
    </w:p>
    <w:p w:rsidR="0062748B" w:rsidRDefault="0062748B" w:rsidP="0062748B">
      <w:r>
        <w:t xml:space="preserve">4 .1.25      .         .        +INF       EPS       </w:t>
      </w:r>
    </w:p>
    <w:p w:rsidR="0062748B" w:rsidRDefault="0062748B" w:rsidP="0062748B">
      <w:r>
        <w:t xml:space="preserve">4 .1.26      .         .        +INF       EPS       </w:t>
      </w:r>
    </w:p>
    <w:p w:rsidR="0062748B" w:rsidRDefault="0062748B" w:rsidP="0062748B">
      <w:r>
        <w:t xml:space="preserve">4 .1.27      .         .        +INF       EPS       </w:t>
      </w:r>
    </w:p>
    <w:p w:rsidR="0062748B" w:rsidRDefault="0062748B" w:rsidP="0062748B">
      <w:r>
        <w:t xml:space="preserve">4 .1.28      .         .        +INF       EPS       </w:t>
      </w:r>
    </w:p>
    <w:p w:rsidR="0062748B" w:rsidRDefault="0062748B" w:rsidP="0062748B">
      <w:r>
        <w:t xml:space="preserve">4 .1.29      .         .        +INF       EPS       </w:t>
      </w:r>
    </w:p>
    <w:p w:rsidR="0062748B" w:rsidRDefault="0062748B" w:rsidP="0062748B">
      <w:r>
        <w:lastRenderedPageBreak/>
        <w:t xml:space="preserve">5 .1.1       .         .        +INF       EPS       </w:t>
      </w:r>
    </w:p>
    <w:p w:rsidR="0062748B" w:rsidRDefault="0062748B" w:rsidP="0062748B">
      <w:r>
        <w:t xml:space="preserve">5 .1.2       .         .        +INF       EPS       </w:t>
      </w:r>
    </w:p>
    <w:p w:rsidR="0062748B" w:rsidRDefault="0062748B" w:rsidP="0062748B">
      <w:r>
        <w:t xml:space="preserve">5 .1.3       .         .        +INF       EPS       </w:t>
      </w:r>
    </w:p>
    <w:p w:rsidR="0062748B" w:rsidRDefault="0062748B" w:rsidP="0062748B">
      <w:r>
        <w:t xml:space="preserve">5 .1.4       .         .        +INF       EPS       </w:t>
      </w:r>
    </w:p>
    <w:p w:rsidR="0062748B" w:rsidRDefault="0062748B" w:rsidP="0062748B">
      <w:r>
        <w:t xml:space="preserve">5 .1.5       .         .        +INF       EPS       </w:t>
      </w:r>
    </w:p>
    <w:p w:rsidR="0062748B" w:rsidRDefault="0062748B" w:rsidP="0062748B">
      <w:r>
        <w:t xml:space="preserve">5 .1.6       .         .        +INF       EPS       </w:t>
      </w:r>
    </w:p>
    <w:p w:rsidR="0062748B" w:rsidRDefault="0062748B" w:rsidP="0062748B">
      <w:r>
        <w:t xml:space="preserve">5 .1.7       .         .        +INF       EPS       </w:t>
      </w:r>
    </w:p>
    <w:p w:rsidR="0062748B" w:rsidRDefault="0062748B" w:rsidP="0062748B">
      <w:r>
        <w:t xml:space="preserve">5 .1.8       .         .        +INF       EPS       </w:t>
      </w:r>
    </w:p>
    <w:p w:rsidR="0062748B" w:rsidRDefault="0062748B" w:rsidP="0062748B">
      <w:r>
        <w:t xml:space="preserve">5 .1.9       .         .        +INF       EPS       </w:t>
      </w:r>
    </w:p>
    <w:p w:rsidR="0062748B" w:rsidRDefault="0062748B" w:rsidP="0062748B">
      <w:r>
        <w:t xml:space="preserve">5 .1.10      .         .        +INF       EPS       </w:t>
      </w:r>
    </w:p>
    <w:p w:rsidR="0062748B" w:rsidRDefault="0062748B" w:rsidP="0062748B">
      <w:r>
        <w:t xml:space="preserve">5 .1.11      .         .        +INF       EPS       </w:t>
      </w:r>
    </w:p>
    <w:p w:rsidR="0062748B" w:rsidRDefault="0062748B" w:rsidP="0062748B">
      <w:r>
        <w:t xml:space="preserve">5 .1.12      .         .        +INF       EPS       </w:t>
      </w:r>
    </w:p>
    <w:p w:rsidR="0062748B" w:rsidRDefault="0062748B" w:rsidP="0062748B">
      <w:r>
        <w:t xml:space="preserve">5 .1.13      .         .        +INF       EPS       </w:t>
      </w:r>
    </w:p>
    <w:p w:rsidR="0062748B" w:rsidRDefault="0062748B" w:rsidP="0062748B">
      <w:r>
        <w:t xml:space="preserve">5 .1.14      .         .        +INF       EPS       </w:t>
      </w:r>
    </w:p>
    <w:p w:rsidR="0062748B" w:rsidRDefault="0062748B" w:rsidP="0062748B">
      <w:r>
        <w:t xml:space="preserve">5 .1.15      .         .        +INF       EPS       </w:t>
      </w:r>
    </w:p>
    <w:p w:rsidR="0062748B" w:rsidRDefault="0062748B" w:rsidP="0062748B">
      <w:r>
        <w:t xml:space="preserve">5 .1.16      .         .        +INF       EPS       </w:t>
      </w:r>
    </w:p>
    <w:p w:rsidR="0062748B" w:rsidRDefault="0062748B" w:rsidP="0062748B">
      <w:r>
        <w:t xml:space="preserve">5 .1.17      .         .        +INF       EPS       </w:t>
      </w:r>
    </w:p>
    <w:p w:rsidR="0062748B" w:rsidRDefault="0062748B" w:rsidP="0062748B">
      <w:r>
        <w:t xml:space="preserve">5 .1.18      .         .        +INF       EPS       </w:t>
      </w:r>
    </w:p>
    <w:p w:rsidR="0062748B" w:rsidRDefault="0062748B" w:rsidP="0062748B">
      <w:r>
        <w:t xml:space="preserve">5 .1.19      .         .        +INF       EPS       </w:t>
      </w:r>
    </w:p>
    <w:p w:rsidR="0062748B" w:rsidRDefault="0062748B" w:rsidP="0062748B">
      <w:r>
        <w:t xml:space="preserve">5 .1.20      .         .        +INF       EPS       </w:t>
      </w:r>
    </w:p>
    <w:p w:rsidR="0062748B" w:rsidRDefault="0062748B" w:rsidP="0062748B">
      <w:r>
        <w:t xml:space="preserve">5 .1.21      .         .        +INF       EPS       </w:t>
      </w:r>
    </w:p>
    <w:p w:rsidR="0062748B" w:rsidRDefault="0062748B" w:rsidP="0062748B">
      <w:r>
        <w:t xml:space="preserve">5 .1.22      .         .        +INF       EPS       </w:t>
      </w:r>
    </w:p>
    <w:p w:rsidR="0062748B" w:rsidRDefault="0062748B" w:rsidP="0062748B">
      <w:r>
        <w:t xml:space="preserve">5 .1.23      .         .        +INF       EPS       </w:t>
      </w:r>
    </w:p>
    <w:p w:rsidR="0062748B" w:rsidRDefault="0062748B" w:rsidP="0062748B">
      <w:r>
        <w:t xml:space="preserve">5 .1.24      .         .        +INF       EPS       </w:t>
      </w:r>
    </w:p>
    <w:p w:rsidR="0062748B" w:rsidRDefault="0062748B" w:rsidP="0062748B">
      <w:r>
        <w:t xml:space="preserve">5 .1.25      .         .        +INF       EPS       </w:t>
      </w:r>
    </w:p>
    <w:p w:rsidR="0062748B" w:rsidRDefault="0062748B" w:rsidP="0062748B">
      <w:r>
        <w:lastRenderedPageBreak/>
        <w:t xml:space="preserve">5 .1.26      .         .        +INF       EPS       </w:t>
      </w:r>
    </w:p>
    <w:p w:rsidR="0062748B" w:rsidRDefault="0062748B" w:rsidP="0062748B">
      <w:r>
        <w:t xml:space="preserve">5 .1.27      .         .        +INF       EPS       </w:t>
      </w:r>
    </w:p>
    <w:p w:rsidR="0062748B" w:rsidRDefault="0062748B" w:rsidP="0062748B">
      <w:r>
        <w:t xml:space="preserve">5 .1.28      .         .        +INF       EPS       </w:t>
      </w:r>
    </w:p>
    <w:p w:rsidR="0062748B" w:rsidRDefault="0062748B" w:rsidP="0062748B">
      <w:r>
        <w:t xml:space="preserve">5 .1.29      .         .        +INF       EPS       </w:t>
      </w:r>
    </w:p>
    <w:p w:rsidR="0062748B" w:rsidRDefault="0062748B" w:rsidP="0062748B">
      <w:r>
        <w:t xml:space="preserve">6 .1.1       .         .        +INF       EPS       </w:t>
      </w:r>
    </w:p>
    <w:p w:rsidR="0062748B" w:rsidRDefault="0062748B" w:rsidP="0062748B">
      <w:r>
        <w:t xml:space="preserve">6 .1.2       .         .        +INF       EPS       </w:t>
      </w:r>
    </w:p>
    <w:p w:rsidR="0062748B" w:rsidRDefault="0062748B" w:rsidP="0062748B">
      <w:r>
        <w:t xml:space="preserve">6 .1.3       .         .        +INF       EPS       </w:t>
      </w:r>
    </w:p>
    <w:p w:rsidR="0062748B" w:rsidRDefault="0062748B" w:rsidP="0062748B">
      <w:r>
        <w:t xml:space="preserve">6 .1.4       .         .        +INF       EPS       </w:t>
      </w:r>
    </w:p>
    <w:p w:rsidR="0062748B" w:rsidRDefault="0062748B" w:rsidP="0062748B">
      <w:r>
        <w:t xml:space="preserve">6 .1.5       .         .        +INF       EPS       </w:t>
      </w:r>
    </w:p>
    <w:p w:rsidR="0062748B" w:rsidRDefault="0062748B" w:rsidP="0062748B">
      <w:r>
        <w:t xml:space="preserve">6 .1.6       .         .        +INF       EPS       </w:t>
      </w:r>
    </w:p>
    <w:p w:rsidR="0062748B" w:rsidRDefault="0062748B" w:rsidP="0062748B">
      <w:r>
        <w:t xml:space="preserve">6 .1.7       .         .        +INF       EPS       </w:t>
      </w:r>
    </w:p>
    <w:p w:rsidR="0062748B" w:rsidRDefault="0062748B" w:rsidP="0062748B">
      <w:r>
        <w:t xml:space="preserve">6 .1.8       .         .        +INF       EPS       </w:t>
      </w:r>
    </w:p>
    <w:p w:rsidR="0062748B" w:rsidRDefault="0062748B" w:rsidP="0062748B">
      <w:r>
        <w:t xml:space="preserve">6 .1.9       .         .        +INF       EPS       </w:t>
      </w:r>
    </w:p>
    <w:p w:rsidR="0062748B" w:rsidRDefault="0062748B" w:rsidP="0062748B">
      <w:r>
        <w:t xml:space="preserve">6 .1.10      .         .        +INF       EPS       </w:t>
      </w:r>
    </w:p>
    <w:p w:rsidR="0062748B" w:rsidRDefault="0062748B" w:rsidP="0062748B">
      <w:r>
        <w:t xml:space="preserve">6 .1.11      .         .        +INF       EPS       </w:t>
      </w:r>
    </w:p>
    <w:p w:rsidR="0062748B" w:rsidRDefault="0062748B" w:rsidP="0062748B">
      <w:r>
        <w:t xml:space="preserve">6 .1.12      .         .        +INF       EPS       </w:t>
      </w:r>
    </w:p>
    <w:p w:rsidR="0062748B" w:rsidRDefault="0062748B" w:rsidP="0062748B">
      <w:r>
        <w:t xml:space="preserve">6 .1.13      .         .        +INF       EPS       </w:t>
      </w:r>
    </w:p>
    <w:p w:rsidR="0062748B" w:rsidRDefault="0062748B" w:rsidP="0062748B">
      <w:r>
        <w:t xml:space="preserve">6 .1.14      .         .        +INF       EPS       </w:t>
      </w:r>
    </w:p>
    <w:p w:rsidR="0062748B" w:rsidRDefault="0062748B" w:rsidP="0062748B">
      <w:r>
        <w:t xml:space="preserve">6 .1.15      .         .        +INF       EPS       </w:t>
      </w:r>
    </w:p>
    <w:p w:rsidR="0062748B" w:rsidRDefault="0062748B" w:rsidP="0062748B">
      <w:r>
        <w:t xml:space="preserve">6 .1.16      .         .        +INF       EPS       </w:t>
      </w:r>
    </w:p>
    <w:p w:rsidR="0062748B" w:rsidRDefault="0062748B" w:rsidP="0062748B">
      <w:r>
        <w:t xml:space="preserve">6 .1.17      .         .        +INF       EPS       </w:t>
      </w:r>
    </w:p>
    <w:p w:rsidR="0062748B" w:rsidRDefault="0062748B" w:rsidP="0062748B">
      <w:r>
        <w:t xml:space="preserve">6 .1.18      .         .        +INF       EPS       </w:t>
      </w:r>
    </w:p>
    <w:p w:rsidR="0062748B" w:rsidRDefault="0062748B" w:rsidP="0062748B">
      <w:r>
        <w:t xml:space="preserve">6 .1.19      .         .        +INF       EPS       </w:t>
      </w:r>
    </w:p>
    <w:p w:rsidR="0062748B" w:rsidRDefault="0062748B" w:rsidP="0062748B">
      <w:r>
        <w:t xml:space="preserve">6 .1.20      .         .        +INF       EPS       </w:t>
      </w:r>
    </w:p>
    <w:p w:rsidR="0062748B" w:rsidRDefault="0062748B" w:rsidP="0062748B">
      <w:r>
        <w:t xml:space="preserve">6 .1.21      .         .        +INF       EPS       </w:t>
      </w:r>
    </w:p>
    <w:p w:rsidR="0062748B" w:rsidRDefault="0062748B" w:rsidP="0062748B">
      <w:r>
        <w:lastRenderedPageBreak/>
        <w:t xml:space="preserve">6 .1.22      .         .        +INF       EPS       </w:t>
      </w:r>
    </w:p>
    <w:p w:rsidR="0062748B" w:rsidRDefault="0062748B" w:rsidP="0062748B">
      <w:r>
        <w:t xml:space="preserve">6 .1.23      .         .        +INF       EPS       </w:t>
      </w:r>
    </w:p>
    <w:p w:rsidR="0062748B" w:rsidRDefault="0062748B" w:rsidP="0062748B">
      <w:r>
        <w:t xml:space="preserve">6 .1.24      .         .        +INF       EPS       </w:t>
      </w:r>
    </w:p>
    <w:p w:rsidR="0062748B" w:rsidRDefault="0062748B" w:rsidP="0062748B">
      <w:r>
        <w:t xml:space="preserve">6 .1.25      .         .        +INF       EPS       </w:t>
      </w:r>
    </w:p>
    <w:p w:rsidR="0062748B" w:rsidRDefault="0062748B" w:rsidP="0062748B">
      <w:r>
        <w:t xml:space="preserve">6 .1.26      .         .        +INF       EPS       </w:t>
      </w:r>
    </w:p>
    <w:p w:rsidR="0062748B" w:rsidRDefault="0062748B" w:rsidP="0062748B">
      <w:r>
        <w:t xml:space="preserve">6 .1.27      .         .        +INF       EPS       </w:t>
      </w:r>
    </w:p>
    <w:p w:rsidR="0062748B" w:rsidRDefault="0062748B" w:rsidP="0062748B">
      <w:r>
        <w:t xml:space="preserve">6 .1.28      .         .        +INF       EPS       </w:t>
      </w:r>
    </w:p>
    <w:p w:rsidR="0062748B" w:rsidRDefault="0062748B" w:rsidP="0062748B">
      <w:r>
        <w:t xml:space="preserve">6 .1.29      .         .        +INF       EPS       </w:t>
      </w:r>
    </w:p>
    <w:p w:rsidR="0062748B" w:rsidRDefault="0062748B" w:rsidP="0062748B">
      <w:r>
        <w:t xml:space="preserve">7 .1.1       .         .        +INF       EPS       </w:t>
      </w:r>
    </w:p>
    <w:p w:rsidR="0062748B" w:rsidRDefault="0062748B" w:rsidP="0062748B">
      <w:r>
        <w:t xml:space="preserve">7 .1.2       .         .        +INF       EPS       </w:t>
      </w:r>
    </w:p>
    <w:p w:rsidR="0062748B" w:rsidRDefault="0062748B" w:rsidP="0062748B">
      <w:r>
        <w:t xml:space="preserve">7 .1.3       .         .        +INF       EPS       </w:t>
      </w:r>
    </w:p>
    <w:p w:rsidR="0062748B" w:rsidRDefault="0062748B" w:rsidP="0062748B">
      <w:r>
        <w:t xml:space="preserve">7 .1.4       .         .        +INF       EPS       </w:t>
      </w:r>
    </w:p>
    <w:p w:rsidR="0062748B" w:rsidRDefault="0062748B" w:rsidP="0062748B">
      <w:r>
        <w:t xml:space="preserve">7 .1.5       .         .        +INF       EPS       </w:t>
      </w:r>
    </w:p>
    <w:p w:rsidR="0062748B" w:rsidRDefault="0062748B" w:rsidP="0062748B">
      <w:r>
        <w:t xml:space="preserve">7 .1.6       .         .        +INF       EPS       </w:t>
      </w:r>
    </w:p>
    <w:p w:rsidR="0062748B" w:rsidRDefault="0062748B" w:rsidP="0062748B">
      <w:r>
        <w:t xml:space="preserve">7 .1.7       .         .        +INF       EPS       </w:t>
      </w:r>
    </w:p>
    <w:p w:rsidR="0062748B" w:rsidRDefault="0062748B" w:rsidP="0062748B">
      <w:r>
        <w:t xml:space="preserve">7 .1.8       .         .        +INF       EPS       </w:t>
      </w:r>
    </w:p>
    <w:p w:rsidR="0062748B" w:rsidRDefault="0062748B" w:rsidP="0062748B">
      <w:r>
        <w:t xml:space="preserve">7 .1.9       .         .        +INF       EPS       </w:t>
      </w:r>
    </w:p>
    <w:p w:rsidR="0062748B" w:rsidRDefault="0062748B" w:rsidP="0062748B">
      <w:r>
        <w:t xml:space="preserve">7 .1.10      .         .        +INF       EPS       </w:t>
      </w:r>
    </w:p>
    <w:p w:rsidR="0062748B" w:rsidRDefault="0062748B" w:rsidP="0062748B">
      <w:r>
        <w:t xml:space="preserve">7 .1.11      .         .        +INF       EPS       </w:t>
      </w:r>
    </w:p>
    <w:p w:rsidR="0062748B" w:rsidRDefault="0062748B" w:rsidP="0062748B">
      <w:r>
        <w:t xml:space="preserve">7 .1.12      .         .        +INF       EPS       </w:t>
      </w:r>
    </w:p>
    <w:p w:rsidR="0062748B" w:rsidRDefault="0062748B" w:rsidP="0062748B">
      <w:r>
        <w:t xml:space="preserve">7 .1.13      .         .        +INF       EPS       </w:t>
      </w:r>
    </w:p>
    <w:p w:rsidR="0062748B" w:rsidRDefault="0062748B" w:rsidP="0062748B">
      <w:r>
        <w:t xml:space="preserve">7 .1.14      .         .        +INF       EPS       </w:t>
      </w:r>
    </w:p>
    <w:p w:rsidR="0062748B" w:rsidRDefault="0062748B" w:rsidP="0062748B">
      <w:r>
        <w:t xml:space="preserve">7 .1.15      .         .        +INF       EPS       </w:t>
      </w:r>
    </w:p>
    <w:p w:rsidR="0062748B" w:rsidRDefault="0062748B" w:rsidP="0062748B">
      <w:r>
        <w:t xml:space="preserve">7 .1.16      .         .        +INF       EPS       </w:t>
      </w:r>
    </w:p>
    <w:p w:rsidR="0062748B" w:rsidRDefault="0062748B" w:rsidP="0062748B">
      <w:r>
        <w:t xml:space="preserve">7 .1.17      .         .        +INF       EPS       </w:t>
      </w:r>
    </w:p>
    <w:p w:rsidR="0062748B" w:rsidRDefault="0062748B" w:rsidP="0062748B">
      <w:r>
        <w:lastRenderedPageBreak/>
        <w:t xml:space="preserve">7 .1.18      .         .        +INF       EPS       </w:t>
      </w:r>
    </w:p>
    <w:p w:rsidR="0062748B" w:rsidRDefault="0062748B" w:rsidP="0062748B">
      <w:r>
        <w:t xml:space="preserve">7 .1.19      .         .        +INF       EPS       </w:t>
      </w:r>
    </w:p>
    <w:p w:rsidR="0062748B" w:rsidRDefault="0062748B" w:rsidP="0062748B">
      <w:r>
        <w:t xml:space="preserve">7 .1.20      .         .        +INF       EPS       </w:t>
      </w:r>
    </w:p>
    <w:p w:rsidR="0062748B" w:rsidRDefault="0062748B" w:rsidP="0062748B">
      <w:r>
        <w:t xml:space="preserve">7 .1.21      .         .        +INF       EPS       </w:t>
      </w:r>
    </w:p>
    <w:p w:rsidR="0062748B" w:rsidRDefault="0062748B" w:rsidP="0062748B">
      <w:r>
        <w:t xml:space="preserve">7 .1.22      .         .        +INF       EPS       </w:t>
      </w:r>
    </w:p>
    <w:p w:rsidR="0062748B" w:rsidRDefault="0062748B" w:rsidP="0062748B">
      <w:r>
        <w:t xml:space="preserve">7 .1.23      .         .        +INF       EPS       </w:t>
      </w:r>
    </w:p>
    <w:p w:rsidR="0062748B" w:rsidRDefault="0062748B" w:rsidP="0062748B">
      <w:r>
        <w:t xml:space="preserve">7 .1.24      .         .        +INF       EPS       </w:t>
      </w:r>
    </w:p>
    <w:p w:rsidR="0062748B" w:rsidRDefault="0062748B" w:rsidP="0062748B">
      <w:r>
        <w:t xml:space="preserve">7 .1.25      .         .        +INF       EPS       </w:t>
      </w:r>
    </w:p>
    <w:p w:rsidR="0062748B" w:rsidRDefault="0062748B" w:rsidP="0062748B">
      <w:r>
        <w:t xml:space="preserve">7 .1.26      .         .        +INF       EPS       </w:t>
      </w:r>
    </w:p>
    <w:p w:rsidR="0062748B" w:rsidRDefault="0062748B" w:rsidP="0062748B">
      <w:r>
        <w:t xml:space="preserve">7 .1.27      .         .        +INF       EPS       </w:t>
      </w:r>
    </w:p>
    <w:p w:rsidR="0062748B" w:rsidRDefault="0062748B" w:rsidP="0062748B">
      <w:r>
        <w:t xml:space="preserve">7 .1.28      .         .        +INF       EPS       </w:t>
      </w:r>
    </w:p>
    <w:p w:rsidR="0062748B" w:rsidRDefault="0062748B" w:rsidP="0062748B">
      <w:r>
        <w:t xml:space="preserve">7 .1.29      .         .        +INF       EPS       </w:t>
      </w:r>
    </w:p>
    <w:p w:rsidR="0062748B" w:rsidRDefault="0062748B" w:rsidP="0062748B">
      <w:r>
        <w:t xml:space="preserve">8 .1.1       .         .        +INF       EPS       </w:t>
      </w:r>
    </w:p>
    <w:p w:rsidR="0062748B" w:rsidRDefault="0062748B" w:rsidP="0062748B">
      <w:r>
        <w:t xml:space="preserve">8 .1.2       .         .        +INF       EPS       </w:t>
      </w:r>
    </w:p>
    <w:p w:rsidR="0062748B" w:rsidRDefault="0062748B" w:rsidP="0062748B">
      <w:r>
        <w:t xml:space="preserve">8 .1.3       .         .        +INF       EPS       </w:t>
      </w:r>
    </w:p>
    <w:p w:rsidR="0062748B" w:rsidRDefault="0062748B" w:rsidP="0062748B">
      <w:r>
        <w:t xml:space="preserve">8 .1.4       .         .        +INF       EPS       </w:t>
      </w:r>
    </w:p>
    <w:p w:rsidR="0062748B" w:rsidRDefault="0062748B" w:rsidP="0062748B">
      <w:r>
        <w:t xml:space="preserve">8 .1.5       .         .        +INF       EPS       </w:t>
      </w:r>
    </w:p>
    <w:p w:rsidR="0062748B" w:rsidRDefault="0062748B" w:rsidP="0062748B">
      <w:r>
        <w:t xml:space="preserve">8 .1.6       .         .        +INF       EPS       </w:t>
      </w:r>
    </w:p>
    <w:p w:rsidR="0062748B" w:rsidRDefault="0062748B" w:rsidP="0062748B">
      <w:r>
        <w:t xml:space="preserve">8 .1.7       .         .        +INF       EPS       </w:t>
      </w:r>
    </w:p>
    <w:p w:rsidR="0062748B" w:rsidRDefault="0062748B" w:rsidP="0062748B">
      <w:r>
        <w:t xml:space="preserve">8 .1.8       .         .        +INF       EPS       </w:t>
      </w:r>
    </w:p>
    <w:p w:rsidR="0062748B" w:rsidRDefault="0062748B" w:rsidP="0062748B">
      <w:r>
        <w:t xml:space="preserve">8 .1.9       .         .        +INF       EPS       </w:t>
      </w:r>
    </w:p>
    <w:p w:rsidR="0062748B" w:rsidRDefault="0062748B" w:rsidP="0062748B">
      <w:r>
        <w:t xml:space="preserve">8 .1.10      .         .        +INF       EPS       </w:t>
      </w:r>
    </w:p>
    <w:p w:rsidR="0062748B" w:rsidRDefault="0062748B" w:rsidP="0062748B">
      <w:r>
        <w:t xml:space="preserve">8 .1.11      .         .        +INF       EPS       </w:t>
      </w:r>
    </w:p>
    <w:p w:rsidR="0062748B" w:rsidRDefault="0062748B" w:rsidP="0062748B">
      <w:r>
        <w:t xml:space="preserve">8 .1.12      .         .        +INF       EPS       </w:t>
      </w:r>
    </w:p>
    <w:p w:rsidR="0062748B" w:rsidRDefault="0062748B" w:rsidP="0062748B">
      <w:r>
        <w:t xml:space="preserve">8 .1.13      .         .        +INF       EPS       </w:t>
      </w:r>
    </w:p>
    <w:p w:rsidR="0062748B" w:rsidRDefault="0062748B" w:rsidP="0062748B">
      <w:r>
        <w:lastRenderedPageBreak/>
        <w:t xml:space="preserve">8 .1.14      .         .        +INF       EPS       </w:t>
      </w:r>
    </w:p>
    <w:p w:rsidR="0062748B" w:rsidRDefault="0062748B" w:rsidP="0062748B">
      <w:r>
        <w:t xml:space="preserve">8 .1.15      .         .        +INF       EPS       </w:t>
      </w:r>
    </w:p>
    <w:p w:rsidR="0062748B" w:rsidRDefault="0062748B" w:rsidP="0062748B">
      <w:r>
        <w:t xml:space="preserve">8 .1.16      .         .        +INF       EPS       </w:t>
      </w:r>
    </w:p>
    <w:p w:rsidR="0062748B" w:rsidRDefault="0062748B" w:rsidP="0062748B">
      <w:r>
        <w:t xml:space="preserve">8 .1.17      .         .        +INF       EPS       </w:t>
      </w:r>
    </w:p>
    <w:p w:rsidR="0062748B" w:rsidRDefault="0062748B" w:rsidP="0062748B">
      <w:r>
        <w:t xml:space="preserve">8 .1.18      .         .        +INF       EPS       </w:t>
      </w:r>
    </w:p>
    <w:p w:rsidR="0062748B" w:rsidRDefault="0062748B" w:rsidP="0062748B">
      <w:r>
        <w:t xml:space="preserve">8 .1.19      .         .        +INF       EPS       </w:t>
      </w:r>
    </w:p>
    <w:p w:rsidR="0062748B" w:rsidRDefault="0062748B" w:rsidP="0062748B">
      <w:r>
        <w:t xml:space="preserve">8 .1.20      .         .        +INF       EPS       </w:t>
      </w:r>
    </w:p>
    <w:p w:rsidR="0062748B" w:rsidRDefault="0062748B" w:rsidP="0062748B">
      <w:r>
        <w:t xml:space="preserve">8 .1.21      .         .        +INF       EPS       </w:t>
      </w:r>
    </w:p>
    <w:p w:rsidR="0062748B" w:rsidRDefault="0062748B" w:rsidP="0062748B">
      <w:r>
        <w:t xml:space="preserve">8 .1.22      .         .        +INF       EPS       </w:t>
      </w:r>
    </w:p>
    <w:p w:rsidR="0062748B" w:rsidRDefault="0062748B" w:rsidP="0062748B">
      <w:r>
        <w:t xml:space="preserve">8 .1.23      .         .        +INF       EPS       </w:t>
      </w:r>
    </w:p>
    <w:p w:rsidR="0062748B" w:rsidRDefault="0062748B" w:rsidP="0062748B">
      <w:r>
        <w:t xml:space="preserve">8 .1.24      .         .        +INF       EPS       </w:t>
      </w:r>
    </w:p>
    <w:p w:rsidR="0062748B" w:rsidRDefault="0062748B" w:rsidP="0062748B">
      <w:r>
        <w:t xml:space="preserve">8 .1.25      .         .        +INF       EPS       </w:t>
      </w:r>
    </w:p>
    <w:p w:rsidR="0062748B" w:rsidRDefault="0062748B" w:rsidP="0062748B">
      <w:r>
        <w:t xml:space="preserve">8 .1.26      .         .        +INF       EPS       </w:t>
      </w:r>
    </w:p>
    <w:p w:rsidR="0062748B" w:rsidRDefault="0062748B" w:rsidP="0062748B">
      <w:r>
        <w:t xml:space="preserve">8 .1.27      .         .        +INF       EPS       </w:t>
      </w:r>
    </w:p>
    <w:p w:rsidR="0062748B" w:rsidRDefault="0062748B" w:rsidP="0062748B">
      <w:r>
        <w:t xml:space="preserve">8 .1.28      .         .        +INF       EPS       </w:t>
      </w:r>
    </w:p>
    <w:p w:rsidR="0062748B" w:rsidRDefault="0062748B" w:rsidP="0062748B">
      <w:r>
        <w:t xml:space="preserve">8 .1.29      .         .        +INF       EPS       </w:t>
      </w:r>
    </w:p>
    <w:p w:rsidR="0062748B" w:rsidRDefault="0062748B" w:rsidP="0062748B">
      <w:r>
        <w:t xml:space="preserve">9 .1.1       .         .        +INF       EPS       </w:t>
      </w:r>
    </w:p>
    <w:p w:rsidR="0062748B" w:rsidRDefault="0062748B" w:rsidP="0062748B">
      <w:r>
        <w:t xml:space="preserve">9 .1.2       .         .        +INF       EPS       </w:t>
      </w:r>
    </w:p>
    <w:p w:rsidR="0062748B" w:rsidRDefault="0062748B" w:rsidP="0062748B">
      <w:r>
        <w:t xml:space="preserve">9 .1.3       .         .        +INF       EPS       </w:t>
      </w:r>
    </w:p>
    <w:p w:rsidR="0062748B" w:rsidRDefault="0062748B" w:rsidP="0062748B">
      <w:r>
        <w:t xml:space="preserve">9 .1.4       .         .        +INF       EPS       </w:t>
      </w:r>
    </w:p>
    <w:p w:rsidR="0062748B" w:rsidRDefault="0062748B" w:rsidP="0062748B">
      <w:r>
        <w:t xml:space="preserve">9 .1.5       .         .        +INF       EPS       </w:t>
      </w:r>
    </w:p>
    <w:p w:rsidR="0062748B" w:rsidRDefault="0062748B" w:rsidP="0062748B">
      <w:r>
        <w:t xml:space="preserve">9 .1.6       .         .        +INF       EPS       </w:t>
      </w:r>
    </w:p>
    <w:p w:rsidR="0062748B" w:rsidRDefault="0062748B" w:rsidP="0062748B">
      <w:r>
        <w:t xml:space="preserve">9 .1.7       .         .        +INF       EPS       </w:t>
      </w:r>
    </w:p>
    <w:p w:rsidR="0062748B" w:rsidRDefault="0062748B" w:rsidP="0062748B">
      <w:r>
        <w:t xml:space="preserve">9 .1.8       .         .        +INF       EPS       </w:t>
      </w:r>
    </w:p>
    <w:p w:rsidR="0062748B" w:rsidRDefault="0062748B" w:rsidP="0062748B">
      <w:r>
        <w:t xml:space="preserve">9 .1.9       .         .        +INF       EPS       </w:t>
      </w:r>
    </w:p>
    <w:p w:rsidR="0062748B" w:rsidRDefault="0062748B" w:rsidP="0062748B">
      <w:r>
        <w:lastRenderedPageBreak/>
        <w:t xml:space="preserve">9 .1.10      .         .        +INF       EPS       </w:t>
      </w:r>
    </w:p>
    <w:p w:rsidR="0062748B" w:rsidRDefault="0062748B" w:rsidP="0062748B">
      <w:r>
        <w:t xml:space="preserve">9 .1.11      .         .        +INF       EPS       </w:t>
      </w:r>
    </w:p>
    <w:p w:rsidR="0062748B" w:rsidRDefault="0062748B" w:rsidP="0062748B">
      <w:r>
        <w:t xml:space="preserve">9 .1.12      .         .        +INF       EPS       </w:t>
      </w:r>
    </w:p>
    <w:p w:rsidR="0062748B" w:rsidRDefault="0062748B" w:rsidP="0062748B">
      <w:r>
        <w:t xml:space="preserve">9 .1.13      .         .        +INF       EPS       </w:t>
      </w:r>
    </w:p>
    <w:p w:rsidR="0062748B" w:rsidRDefault="0062748B" w:rsidP="0062748B">
      <w:r>
        <w:t xml:space="preserve">9 .1.14      .         .        +INF       EPS       </w:t>
      </w:r>
    </w:p>
    <w:p w:rsidR="0062748B" w:rsidRDefault="0062748B" w:rsidP="0062748B">
      <w:r>
        <w:t xml:space="preserve">9 .1.15      .         .        +INF       EPS       </w:t>
      </w:r>
    </w:p>
    <w:p w:rsidR="0062748B" w:rsidRDefault="0062748B" w:rsidP="0062748B">
      <w:r>
        <w:t xml:space="preserve">9 .1.16      .         .        +INF       EPS       </w:t>
      </w:r>
    </w:p>
    <w:p w:rsidR="0062748B" w:rsidRDefault="0062748B" w:rsidP="0062748B">
      <w:r>
        <w:t xml:space="preserve">9 .1.17      .         .        +INF       EPS       </w:t>
      </w:r>
    </w:p>
    <w:p w:rsidR="0062748B" w:rsidRDefault="0062748B" w:rsidP="0062748B">
      <w:r>
        <w:t xml:space="preserve">9 .1.18      .         .        +INF       EPS       </w:t>
      </w:r>
    </w:p>
    <w:p w:rsidR="0062748B" w:rsidRDefault="0062748B" w:rsidP="0062748B">
      <w:r>
        <w:t xml:space="preserve">9 .1.19      .         .        +INF       EPS       </w:t>
      </w:r>
    </w:p>
    <w:p w:rsidR="0062748B" w:rsidRDefault="0062748B" w:rsidP="0062748B">
      <w:r>
        <w:t xml:space="preserve">9 .1.20      .         .        +INF       EPS       </w:t>
      </w:r>
    </w:p>
    <w:p w:rsidR="0062748B" w:rsidRDefault="0062748B" w:rsidP="0062748B">
      <w:r>
        <w:t xml:space="preserve">9 .1.21      .         .        +INF       EPS       </w:t>
      </w:r>
    </w:p>
    <w:p w:rsidR="0062748B" w:rsidRDefault="0062748B" w:rsidP="0062748B">
      <w:r>
        <w:t xml:space="preserve">9 .1.22      .         .        +INF       EPS       </w:t>
      </w:r>
    </w:p>
    <w:p w:rsidR="0062748B" w:rsidRDefault="0062748B" w:rsidP="0062748B">
      <w:r>
        <w:t xml:space="preserve">9 .1.23      .         .        +INF       EPS       </w:t>
      </w:r>
    </w:p>
    <w:p w:rsidR="0062748B" w:rsidRDefault="0062748B" w:rsidP="0062748B">
      <w:r>
        <w:t xml:space="preserve">9 .1.24      .         .        +INF       EPS       </w:t>
      </w:r>
    </w:p>
    <w:p w:rsidR="0062748B" w:rsidRDefault="0062748B" w:rsidP="0062748B">
      <w:r>
        <w:t xml:space="preserve">9 .1.25      .         .        +INF       EPS       </w:t>
      </w:r>
    </w:p>
    <w:p w:rsidR="0062748B" w:rsidRDefault="0062748B" w:rsidP="0062748B">
      <w:r>
        <w:t xml:space="preserve">9 .1.26      .         .        +INF       EPS       </w:t>
      </w:r>
    </w:p>
    <w:p w:rsidR="0062748B" w:rsidRDefault="0062748B" w:rsidP="0062748B">
      <w:r>
        <w:t xml:space="preserve">9 .1.27      .         .        +INF       EPS       </w:t>
      </w:r>
    </w:p>
    <w:p w:rsidR="0062748B" w:rsidRDefault="0062748B" w:rsidP="0062748B">
      <w:r>
        <w:t xml:space="preserve">9 .1.28      .         .        +INF       EPS       </w:t>
      </w:r>
    </w:p>
    <w:p w:rsidR="0062748B" w:rsidRDefault="0062748B" w:rsidP="0062748B">
      <w:r>
        <w:t xml:space="preserve">9 .1.29      .         .        +INF       EPS       </w:t>
      </w:r>
    </w:p>
    <w:p w:rsidR="0062748B" w:rsidRDefault="0062748B" w:rsidP="0062748B">
      <w:r>
        <w:t xml:space="preserve">10.1.1       .         .        +INF       EPS       </w:t>
      </w:r>
    </w:p>
    <w:p w:rsidR="0062748B" w:rsidRDefault="0062748B" w:rsidP="0062748B">
      <w:r>
        <w:t xml:space="preserve">10.1.2       .         .        +INF       EPS       </w:t>
      </w:r>
    </w:p>
    <w:p w:rsidR="0062748B" w:rsidRDefault="0062748B" w:rsidP="0062748B">
      <w:r>
        <w:t xml:space="preserve">10.1.3       .         .        +INF       EPS       </w:t>
      </w:r>
    </w:p>
    <w:p w:rsidR="0062748B" w:rsidRDefault="0062748B" w:rsidP="0062748B">
      <w:r>
        <w:t xml:space="preserve">10.1.4       .         .        +INF       EPS       </w:t>
      </w:r>
    </w:p>
    <w:p w:rsidR="0062748B" w:rsidRDefault="0062748B" w:rsidP="0062748B">
      <w:r>
        <w:t xml:space="preserve">10.1.5       .         .        +INF       EPS       </w:t>
      </w:r>
    </w:p>
    <w:p w:rsidR="0062748B" w:rsidRDefault="0062748B" w:rsidP="0062748B">
      <w:r>
        <w:lastRenderedPageBreak/>
        <w:t xml:space="preserve">10.1.6       .         .        +INF       EPS       </w:t>
      </w:r>
    </w:p>
    <w:p w:rsidR="0062748B" w:rsidRDefault="0062748B" w:rsidP="0062748B">
      <w:r>
        <w:t xml:space="preserve">10.1.7       .         .        +INF       EPS       </w:t>
      </w:r>
    </w:p>
    <w:p w:rsidR="0062748B" w:rsidRDefault="0062748B" w:rsidP="0062748B">
      <w:r>
        <w:t xml:space="preserve">10.1.8       .         .        +INF       EPS       </w:t>
      </w:r>
    </w:p>
    <w:p w:rsidR="0062748B" w:rsidRDefault="0062748B" w:rsidP="0062748B">
      <w:r>
        <w:t xml:space="preserve">10.1.9       .         .        +INF       EPS       </w:t>
      </w:r>
    </w:p>
    <w:p w:rsidR="0062748B" w:rsidRDefault="0062748B" w:rsidP="0062748B">
      <w:r>
        <w:t xml:space="preserve">10.1.10      .         .        +INF       EPS       </w:t>
      </w:r>
    </w:p>
    <w:p w:rsidR="0062748B" w:rsidRDefault="0062748B" w:rsidP="0062748B">
      <w:r>
        <w:t xml:space="preserve">10.1.11      .         .        +INF       EPS       </w:t>
      </w:r>
    </w:p>
    <w:p w:rsidR="0062748B" w:rsidRDefault="0062748B" w:rsidP="0062748B">
      <w:r>
        <w:t xml:space="preserve">10.1.12      .         .        +INF       EPS       </w:t>
      </w:r>
    </w:p>
    <w:p w:rsidR="0062748B" w:rsidRDefault="0062748B" w:rsidP="0062748B">
      <w:r>
        <w:t xml:space="preserve">10.1.13      .         .        +INF       EPS       </w:t>
      </w:r>
    </w:p>
    <w:p w:rsidR="0062748B" w:rsidRDefault="0062748B" w:rsidP="0062748B">
      <w:r>
        <w:t xml:space="preserve">10.1.14      .         .        +INF       EPS       </w:t>
      </w:r>
    </w:p>
    <w:p w:rsidR="0062748B" w:rsidRDefault="0062748B" w:rsidP="0062748B">
      <w:r>
        <w:t xml:space="preserve">10.1.15      .         .        +INF       EPS       </w:t>
      </w:r>
    </w:p>
    <w:p w:rsidR="0062748B" w:rsidRDefault="0062748B" w:rsidP="0062748B">
      <w:r>
        <w:t xml:space="preserve">10.1.16      .         .        +INF       EPS       </w:t>
      </w:r>
    </w:p>
    <w:p w:rsidR="0062748B" w:rsidRDefault="0062748B" w:rsidP="0062748B">
      <w:r>
        <w:t xml:space="preserve">10.1.17      .         .        +INF       EPS       </w:t>
      </w:r>
    </w:p>
    <w:p w:rsidR="0062748B" w:rsidRDefault="0062748B" w:rsidP="0062748B">
      <w:r>
        <w:t xml:space="preserve">10.1.18      .         .        +INF       EPS       </w:t>
      </w:r>
    </w:p>
    <w:p w:rsidR="0062748B" w:rsidRDefault="0062748B" w:rsidP="0062748B">
      <w:r>
        <w:t xml:space="preserve">10.1.19      .         .        +INF       EPS       </w:t>
      </w:r>
    </w:p>
    <w:p w:rsidR="0062748B" w:rsidRDefault="0062748B" w:rsidP="0062748B">
      <w:r>
        <w:t xml:space="preserve">10.1.20      .         .        +INF       EPS       </w:t>
      </w:r>
    </w:p>
    <w:p w:rsidR="0062748B" w:rsidRDefault="0062748B" w:rsidP="0062748B">
      <w:r>
        <w:t xml:space="preserve">10.1.21      .         .        +INF       EPS       </w:t>
      </w:r>
    </w:p>
    <w:p w:rsidR="0062748B" w:rsidRDefault="0062748B" w:rsidP="0062748B">
      <w:r>
        <w:t xml:space="preserve">10.1.22      .         .        +INF       EPS       </w:t>
      </w:r>
    </w:p>
    <w:p w:rsidR="0062748B" w:rsidRDefault="0062748B" w:rsidP="0062748B">
      <w:r>
        <w:t xml:space="preserve">10.1.23      .         .        +INF       EPS       </w:t>
      </w:r>
    </w:p>
    <w:p w:rsidR="0062748B" w:rsidRDefault="0062748B" w:rsidP="0062748B">
      <w:r>
        <w:t xml:space="preserve">10.1.24      .         .        +INF       EPS       </w:t>
      </w:r>
    </w:p>
    <w:p w:rsidR="0062748B" w:rsidRDefault="0062748B" w:rsidP="0062748B">
      <w:r>
        <w:t xml:space="preserve">10.1.25      .         .        +INF       EPS       </w:t>
      </w:r>
    </w:p>
    <w:p w:rsidR="0062748B" w:rsidRDefault="0062748B" w:rsidP="0062748B">
      <w:r>
        <w:t xml:space="preserve">10.1.26      .         .        +INF       EPS       </w:t>
      </w:r>
    </w:p>
    <w:p w:rsidR="0062748B" w:rsidRDefault="0062748B" w:rsidP="0062748B">
      <w:r>
        <w:t xml:space="preserve">10.1.27      .         .        +INF       EPS       </w:t>
      </w:r>
    </w:p>
    <w:p w:rsidR="0062748B" w:rsidRDefault="0062748B" w:rsidP="0062748B">
      <w:r>
        <w:t xml:space="preserve">10.1.28      .         .        +INF       EPS       </w:t>
      </w:r>
    </w:p>
    <w:p w:rsidR="0062748B" w:rsidRDefault="0062748B" w:rsidP="0062748B">
      <w:r>
        <w:t xml:space="preserve">10.1.29      .         .        +INF       EPS       </w:t>
      </w:r>
    </w:p>
    <w:p w:rsidR="0062748B" w:rsidRDefault="0062748B" w:rsidP="0062748B">
      <w:r>
        <w:t xml:space="preserve">11.1.1       .         .        +INF       EPS       </w:t>
      </w:r>
    </w:p>
    <w:p w:rsidR="0062748B" w:rsidRDefault="0062748B" w:rsidP="0062748B">
      <w:r>
        <w:lastRenderedPageBreak/>
        <w:t xml:space="preserve">11.1.2       .         .        +INF       EPS       </w:t>
      </w:r>
    </w:p>
    <w:p w:rsidR="0062748B" w:rsidRDefault="0062748B" w:rsidP="0062748B">
      <w:r>
        <w:t xml:space="preserve">11.1.3       .         .        +INF       EPS       </w:t>
      </w:r>
    </w:p>
    <w:p w:rsidR="0062748B" w:rsidRDefault="0062748B" w:rsidP="0062748B">
      <w:r>
        <w:t xml:space="preserve">11.1.4       .         .        +INF       EPS       </w:t>
      </w:r>
    </w:p>
    <w:p w:rsidR="0062748B" w:rsidRDefault="0062748B" w:rsidP="0062748B">
      <w:r>
        <w:t xml:space="preserve">11.1.5       .         .        +INF       EPS       </w:t>
      </w:r>
    </w:p>
    <w:p w:rsidR="0062748B" w:rsidRDefault="0062748B" w:rsidP="0062748B">
      <w:r>
        <w:t xml:space="preserve">11.1.6       .         .        +INF       EPS       </w:t>
      </w:r>
    </w:p>
    <w:p w:rsidR="0062748B" w:rsidRDefault="0062748B" w:rsidP="0062748B">
      <w:r>
        <w:t xml:space="preserve">11.1.7       .         .        +INF       EPS       </w:t>
      </w:r>
    </w:p>
    <w:p w:rsidR="0062748B" w:rsidRDefault="0062748B" w:rsidP="0062748B">
      <w:r>
        <w:t xml:space="preserve">11.1.8       .         .        +INF       EPS       </w:t>
      </w:r>
    </w:p>
    <w:p w:rsidR="0062748B" w:rsidRDefault="0062748B" w:rsidP="0062748B">
      <w:r>
        <w:t xml:space="preserve">11.1.9       .         .        +INF       EPS       </w:t>
      </w:r>
    </w:p>
    <w:p w:rsidR="0062748B" w:rsidRDefault="0062748B" w:rsidP="0062748B">
      <w:r>
        <w:t xml:space="preserve">11.1.10      .         .        +INF       EPS       </w:t>
      </w:r>
    </w:p>
    <w:p w:rsidR="0062748B" w:rsidRDefault="0062748B" w:rsidP="0062748B">
      <w:r>
        <w:t xml:space="preserve">11.1.11      .         .        +INF       EPS       </w:t>
      </w:r>
    </w:p>
    <w:p w:rsidR="0062748B" w:rsidRDefault="0062748B" w:rsidP="0062748B">
      <w:r>
        <w:t xml:space="preserve">11.1.12      .         .        +INF       EPS       </w:t>
      </w:r>
    </w:p>
    <w:p w:rsidR="0062748B" w:rsidRDefault="0062748B" w:rsidP="0062748B">
      <w:r>
        <w:t xml:space="preserve">11.1.13      .         .        +INF       EPS       </w:t>
      </w:r>
    </w:p>
    <w:p w:rsidR="0062748B" w:rsidRDefault="0062748B" w:rsidP="0062748B">
      <w:r>
        <w:t xml:space="preserve">11.1.14      .         .        +INF       EPS       </w:t>
      </w:r>
    </w:p>
    <w:p w:rsidR="0062748B" w:rsidRDefault="0062748B" w:rsidP="0062748B">
      <w:r>
        <w:t xml:space="preserve">11.1.15      .         .        +INF       EPS       </w:t>
      </w:r>
    </w:p>
    <w:p w:rsidR="0062748B" w:rsidRDefault="0062748B" w:rsidP="0062748B">
      <w:r>
        <w:t xml:space="preserve">11.1.16      .         .        +INF       EPS       </w:t>
      </w:r>
    </w:p>
    <w:p w:rsidR="0062748B" w:rsidRDefault="0062748B" w:rsidP="0062748B">
      <w:r>
        <w:t xml:space="preserve">11.1.17      .         .        +INF       EPS       </w:t>
      </w:r>
    </w:p>
    <w:p w:rsidR="0062748B" w:rsidRDefault="0062748B" w:rsidP="0062748B">
      <w:r>
        <w:t xml:space="preserve">11.1.18      .         .        +INF       EPS       </w:t>
      </w:r>
    </w:p>
    <w:p w:rsidR="0062748B" w:rsidRDefault="0062748B" w:rsidP="0062748B">
      <w:r>
        <w:t xml:space="preserve">11.1.19      .         .        +INF       EPS       </w:t>
      </w:r>
    </w:p>
    <w:p w:rsidR="0062748B" w:rsidRDefault="0062748B" w:rsidP="0062748B">
      <w:r>
        <w:t xml:space="preserve">11.1.20      .         .        +INF       EPS       </w:t>
      </w:r>
    </w:p>
    <w:p w:rsidR="0062748B" w:rsidRDefault="0062748B" w:rsidP="0062748B">
      <w:r>
        <w:t xml:space="preserve">11.1.21      .         .        +INF       EPS       </w:t>
      </w:r>
    </w:p>
    <w:p w:rsidR="0062748B" w:rsidRDefault="0062748B" w:rsidP="0062748B">
      <w:r>
        <w:t xml:space="preserve">11.1.22      .         .        +INF       EPS       </w:t>
      </w:r>
    </w:p>
    <w:p w:rsidR="0062748B" w:rsidRDefault="0062748B" w:rsidP="0062748B">
      <w:r>
        <w:t xml:space="preserve">11.1.23      .         .        +INF       EPS       </w:t>
      </w:r>
    </w:p>
    <w:p w:rsidR="0062748B" w:rsidRDefault="0062748B" w:rsidP="0062748B">
      <w:r>
        <w:t xml:space="preserve">11.1.24      .         .        +INF       EPS       </w:t>
      </w:r>
    </w:p>
    <w:p w:rsidR="0062748B" w:rsidRDefault="0062748B" w:rsidP="0062748B">
      <w:r>
        <w:t xml:space="preserve">11.1.25      .         .        +INF       EPS       </w:t>
      </w:r>
    </w:p>
    <w:p w:rsidR="0062748B" w:rsidRDefault="0062748B" w:rsidP="0062748B">
      <w:r>
        <w:t xml:space="preserve">11.1.26      .         .        +INF       EPS       </w:t>
      </w:r>
    </w:p>
    <w:p w:rsidR="0062748B" w:rsidRDefault="0062748B" w:rsidP="0062748B">
      <w:r>
        <w:lastRenderedPageBreak/>
        <w:t xml:space="preserve">11.1.27      .         .        +INF       EPS       </w:t>
      </w:r>
    </w:p>
    <w:p w:rsidR="0062748B" w:rsidRDefault="0062748B" w:rsidP="0062748B">
      <w:r>
        <w:t xml:space="preserve">11.1.28      .         .        +INF       EPS       </w:t>
      </w:r>
    </w:p>
    <w:p w:rsidR="0062748B" w:rsidRDefault="0062748B" w:rsidP="0062748B">
      <w:r>
        <w:t xml:space="preserve">11.1.29      .         .        +INF       EPS       </w:t>
      </w:r>
    </w:p>
    <w:p w:rsidR="0062748B" w:rsidRDefault="0062748B" w:rsidP="0062748B">
      <w:r>
        <w:t xml:space="preserve">12.1.1       .         .        +INF       EPS       </w:t>
      </w:r>
    </w:p>
    <w:p w:rsidR="0062748B" w:rsidRDefault="0062748B" w:rsidP="0062748B">
      <w:r>
        <w:t xml:space="preserve">12.1.2       .         .        +INF       EPS       </w:t>
      </w:r>
    </w:p>
    <w:p w:rsidR="0062748B" w:rsidRDefault="0062748B" w:rsidP="0062748B">
      <w:r>
        <w:t xml:space="preserve">12.1.3       .         .        +INF       EPS       </w:t>
      </w:r>
    </w:p>
    <w:p w:rsidR="0062748B" w:rsidRDefault="0062748B" w:rsidP="0062748B">
      <w:r>
        <w:t xml:space="preserve">12.1.4       .         .        +INF       EPS       </w:t>
      </w:r>
    </w:p>
    <w:p w:rsidR="0062748B" w:rsidRDefault="0062748B" w:rsidP="0062748B">
      <w:r>
        <w:t xml:space="preserve">12.1.5       .         .        +INF       EPS       </w:t>
      </w:r>
    </w:p>
    <w:p w:rsidR="0062748B" w:rsidRDefault="0062748B" w:rsidP="0062748B">
      <w:r>
        <w:t xml:space="preserve">12.1.6       .         .        +INF       EPS       </w:t>
      </w:r>
    </w:p>
    <w:p w:rsidR="0062748B" w:rsidRDefault="0062748B" w:rsidP="0062748B">
      <w:r>
        <w:t xml:space="preserve">12.1.7       .         .        +INF       EPS       </w:t>
      </w:r>
    </w:p>
    <w:p w:rsidR="0062748B" w:rsidRDefault="0062748B" w:rsidP="0062748B">
      <w:r>
        <w:t xml:space="preserve">12.1.8       .         .        +INF       EPS       </w:t>
      </w:r>
    </w:p>
    <w:p w:rsidR="0062748B" w:rsidRDefault="0062748B" w:rsidP="0062748B">
      <w:r>
        <w:t xml:space="preserve">12.1.9       .         .        +INF       EPS       </w:t>
      </w:r>
    </w:p>
    <w:p w:rsidR="0062748B" w:rsidRDefault="0062748B" w:rsidP="0062748B">
      <w:r>
        <w:t xml:space="preserve">12.1.10      .         .        +INF       EPS       </w:t>
      </w:r>
    </w:p>
    <w:p w:rsidR="0062748B" w:rsidRDefault="0062748B" w:rsidP="0062748B">
      <w:r>
        <w:t xml:space="preserve">12.1.11      .         .        +INF       EPS       </w:t>
      </w:r>
    </w:p>
    <w:p w:rsidR="0062748B" w:rsidRDefault="0062748B" w:rsidP="0062748B">
      <w:r>
        <w:t xml:space="preserve">12.1.12      .         .        +INF       EPS       </w:t>
      </w:r>
    </w:p>
    <w:p w:rsidR="0062748B" w:rsidRDefault="0062748B" w:rsidP="0062748B">
      <w:r>
        <w:t xml:space="preserve">12.1.13      .         .        +INF       EPS       </w:t>
      </w:r>
    </w:p>
    <w:p w:rsidR="0062748B" w:rsidRDefault="0062748B" w:rsidP="0062748B">
      <w:r>
        <w:t xml:space="preserve">12.1.14      .         .        +INF       EPS       </w:t>
      </w:r>
    </w:p>
    <w:p w:rsidR="0062748B" w:rsidRDefault="0062748B" w:rsidP="0062748B">
      <w:r>
        <w:t xml:space="preserve">12.1.15      .         .        +INF       EPS       </w:t>
      </w:r>
    </w:p>
    <w:p w:rsidR="0062748B" w:rsidRDefault="0062748B" w:rsidP="0062748B">
      <w:r>
        <w:t xml:space="preserve">12.1.16      .         .        +INF       EPS       </w:t>
      </w:r>
    </w:p>
    <w:p w:rsidR="0062748B" w:rsidRDefault="0062748B" w:rsidP="0062748B">
      <w:r>
        <w:t xml:space="preserve">12.1.17      .         .        +INF       EPS       </w:t>
      </w:r>
    </w:p>
    <w:p w:rsidR="0062748B" w:rsidRDefault="0062748B" w:rsidP="0062748B">
      <w:r>
        <w:t xml:space="preserve">12.1.18      .         .        +INF       EPS       </w:t>
      </w:r>
    </w:p>
    <w:p w:rsidR="0062748B" w:rsidRDefault="0062748B" w:rsidP="0062748B">
      <w:r>
        <w:t xml:space="preserve">12.1.19      .         .        +INF       EPS       </w:t>
      </w:r>
    </w:p>
    <w:p w:rsidR="0062748B" w:rsidRDefault="0062748B" w:rsidP="0062748B">
      <w:r>
        <w:t xml:space="preserve">12.1.20      .         .        +INF       EPS       </w:t>
      </w:r>
    </w:p>
    <w:p w:rsidR="0062748B" w:rsidRDefault="0062748B" w:rsidP="0062748B">
      <w:r>
        <w:t xml:space="preserve">12.1.21      .         .        +INF       EPS       </w:t>
      </w:r>
    </w:p>
    <w:p w:rsidR="0062748B" w:rsidRDefault="0062748B" w:rsidP="0062748B">
      <w:r>
        <w:t xml:space="preserve">12.1.22      .         .        +INF       EPS       </w:t>
      </w:r>
    </w:p>
    <w:p w:rsidR="0062748B" w:rsidRDefault="0062748B" w:rsidP="0062748B">
      <w:r>
        <w:lastRenderedPageBreak/>
        <w:t xml:space="preserve">12.1.23      .         .        +INF       EPS       </w:t>
      </w:r>
    </w:p>
    <w:p w:rsidR="0062748B" w:rsidRDefault="0062748B" w:rsidP="0062748B">
      <w:r>
        <w:t xml:space="preserve">12.1.24      .         .        +INF       EPS       </w:t>
      </w:r>
    </w:p>
    <w:p w:rsidR="0062748B" w:rsidRDefault="0062748B" w:rsidP="0062748B">
      <w:r>
        <w:t xml:space="preserve">12.1.25      .         .        +INF       EPS       </w:t>
      </w:r>
    </w:p>
    <w:p w:rsidR="0062748B" w:rsidRDefault="0062748B" w:rsidP="0062748B">
      <w:r>
        <w:t xml:space="preserve">12.1.26      .         .        +INF       EPS       </w:t>
      </w:r>
    </w:p>
    <w:p w:rsidR="0062748B" w:rsidRDefault="0062748B" w:rsidP="0062748B">
      <w:r>
        <w:t xml:space="preserve">12.1.27      .         .        +INF       EPS       </w:t>
      </w:r>
    </w:p>
    <w:p w:rsidR="0062748B" w:rsidRDefault="0062748B" w:rsidP="0062748B">
      <w:r>
        <w:t xml:space="preserve">12.1.28      .         .        +INF       EPS       </w:t>
      </w:r>
    </w:p>
    <w:p w:rsidR="0062748B" w:rsidRDefault="0062748B" w:rsidP="0062748B">
      <w:r>
        <w:t xml:space="preserve">12.1.29      .         .        +INF       EPS       </w:t>
      </w:r>
    </w:p>
    <w:p w:rsidR="0062748B" w:rsidRDefault="0062748B" w:rsidP="0062748B">
      <w:r>
        <w:t xml:space="preserve">13.1.1       .         .        +INF       EPS       </w:t>
      </w:r>
    </w:p>
    <w:p w:rsidR="0062748B" w:rsidRDefault="0062748B" w:rsidP="0062748B">
      <w:r>
        <w:t xml:space="preserve">13.1.2       .         .        +INF       EPS       </w:t>
      </w:r>
    </w:p>
    <w:p w:rsidR="0062748B" w:rsidRDefault="0062748B" w:rsidP="0062748B">
      <w:r>
        <w:t xml:space="preserve">13.1.3       .         .        +INF       EPS       </w:t>
      </w:r>
    </w:p>
    <w:p w:rsidR="0062748B" w:rsidRDefault="0062748B" w:rsidP="0062748B">
      <w:r>
        <w:t xml:space="preserve">13.1.4       .         .        +INF       EPS       </w:t>
      </w:r>
    </w:p>
    <w:p w:rsidR="0062748B" w:rsidRDefault="0062748B" w:rsidP="0062748B">
      <w:r>
        <w:t xml:space="preserve">13.1.5       .         .        +INF       EPS       </w:t>
      </w:r>
    </w:p>
    <w:p w:rsidR="0062748B" w:rsidRDefault="0062748B" w:rsidP="0062748B">
      <w:r>
        <w:t xml:space="preserve">13.1.6       .         .        +INF       EPS       </w:t>
      </w:r>
    </w:p>
    <w:p w:rsidR="0062748B" w:rsidRDefault="0062748B" w:rsidP="0062748B">
      <w:r>
        <w:t xml:space="preserve">13.1.7       .         .        +INF       EPS       </w:t>
      </w:r>
    </w:p>
    <w:p w:rsidR="0062748B" w:rsidRDefault="0062748B" w:rsidP="0062748B">
      <w:r>
        <w:t xml:space="preserve">13.1.8       .         .        +INF       EPS       </w:t>
      </w:r>
    </w:p>
    <w:p w:rsidR="0062748B" w:rsidRDefault="0062748B" w:rsidP="0062748B">
      <w:r>
        <w:t xml:space="preserve">13.1.9       .         .        +INF       EPS       </w:t>
      </w:r>
    </w:p>
    <w:p w:rsidR="0062748B" w:rsidRDefault="0062748B" w:rsidP="0062748B">
      <w:r>
        <w:t xml:space="preserve">13.1.10      .         .        +INF       EPS       </w:t>
      </w:r>
    </w:p>
    <w:p w:rsidR="0062748B" w:rsidRDefault="0062748B" w:rsidP="0062748B">
      <w:r>
        <w:t xml:space="preserve">13.1.11      .         .        +INF       EPS       </w:t>
      </w:r>
    </w:p>
    <w:p w:rsidR="0062748B" w:rsidRDefault="0062748B" w:rsidP="0062748B">
      <w:r>
        <w:t xml:space="preserve">13.1.12      .         .        +INF       EPS       </w:t>
      </w:r>
    </w:p>
    <w:p w:rsidR="0062748B" w:rsidRDefault="0062748B" w:rsidP="0062748B">
      <w:r>
        <w:t xml:space="preserve">13.1.13      .         .        +INF       EPS       </w:t>
      </w:r>
    </w:p>
    <w:p w:rsidR="0062748B" w:rsidRDefault="0062748B" w:rsidP="0062748B">
      <w:r>
        <w:t xml:space="preserve">13.1.14      .         .        +INF       EPS       </w:t>
      </w:r>
    </w:p>
    <w:p w:rsidR="0062748B" w:rsidRDefault="0062748B" w:rsidP="0062748B">
      <w:r>
        <w:t xml:space="preserve">13.1.15      .         .        +INF       EPS       </w:t>
      </w:r>
    </w:p>
    <w:p w:rsidR="0062748B" w:rsidRDefault="0062748B" w:rsidP="0062748B">
      <w:r>
        <w:t xml:space="preserve">13.1.16      .         .        +INF       EPS       </w:t>
      </w:r>
    </w:p>
    <w:p w:rsidR="0062748B" w:rsidRDefault="0062748B" w:rsidP="0062748B">
      <w:r>
        <w:t xml:space="preserve">13.1.17      .         .        +INF       EPS       </w:t>
      </w:r>
    </w:p>
    <w:p w:rsidR="0062748B" w:rsidRDefault="0062748B" w:rsidP="0062748B">
      <w:r>
        <w:t xml:space="preserve">13.1.18      .         .        +INF       EPS       </w:t>
      </w:r>
    </w:p>
    <w:p w:rsidR="0062748B" w:rsidRDefault="0062748B" w:rsidP="0062748B">
      <w:r>
        <w:lastRenderedPageBreak/>
        <w:t xml:space="preserve">13.1.19      .         .        +INF       EPS       </w:t>
      </w:r>
    </w:p>
    <w:p w:rsidR="0062748B" w:rsidRDefault="0062748B" w:rsidP="0062748B">
      <w:r>
        <w:t xml:space="preserve">13.1.20      .         .        +INF       EPS       </w:t>
      </w:r>
    </w:p>
    <w:p w:rsidR="0062748B" w:rsidRDefault="0062748B" w:rsidP="0062748B">
      <w:r>
        <w:t xml:space="preserve">13.1.21      .         .        +INF       EPS       </w:t>
      </w:r>
    </w:p>
    <w:p w:rsidR="0062748B" w:rsidRDefault="0062748B" w:rsidP="0062748B">
      <w:r>
        <w:t xml:space="preserve">13.1.22      .         .        +INF       EPS       </w:t>
      </w:r>
    </w:p>
    <w:p w:rsidR="0062748B" w:rsidRDefault="0062748B" w:rsidP="0062748B">
      <w:r>
        <w:t xml:space="preserve">13.1.23      .         .        +INF       EPS       </w:t>
      </w:r>
    </w:p>
    <w:p w:rsidR="0062748B" w:rsidRDefault="0062748B" w:rsidP="0062748B">
      <w:r>
        <w:t xml:space="preserve">13.1.24      .         .        +INF       EPS       </w:t>
      </w:r>
    </w:p>
    <w:p w:rsidR="0062748B" w:rsidRDefault="0062748B" w:rsidP="0062748B">
      <w:r>
        <w:t xml:space="preserve">13.1.25      .         .        +INF       EPS       </w:t>
      </w:r>
    </w:p>
    <w:p w:rsidR="0062748B" w:rsidRDefault="0062748B" w:rsidP="0062748B">
      <w:r>
        <w:t xml:space="preserve">13.1.26      .         .        +INF       EPS       </w:t>
      </w:r>
    </w:p>
    <w:p w:rsidR="0062748B" w:rsidRDefault="0062748B" w:rsidP="0062748B">
      <w:r>
        <w:t xml:space="preserve">13.1.27      .         .        +INF       EPS       </w:t>
      </w:r>
    </w:p>
    <w:p w:rsidR="0062748B" w:rsidRDefault="0062748B" w:rsidP="0062748B">
      <w:r>
        <w:t xml:space="preserve">13.1.28      .         .        +INF       EPS       </w:t>
      </w:r>
    </w:p>
    <w:p w:rsidR="0062748B" w:rsidRDefault="0062748B" w:rsidP="0062748B">
      <w:r>
        <w:t xml:space="preserve">13.1.29      .         .        +INF       EPS       </w:t>
      </w:r>
    </w:p>
    <w:p w:rsidR="0062748B" w:rsidRDefault="0062748B" w:rsidP="0062748B">
      <w:r>
        <w:t xml:space="preserve">14.1.1       .         .        +INF       EPS       </w:t>
      </w:r>
    </w:p>
    <w:p w:rsidR="0062748B" w:rsidRDefault="0062748B" w:rsidP="0062748B">
      <w:r>
        <w:t xml:space="preserve">14.1.2       .         .        +INF       EPS       </w:t>
      </w:r>
    </w:p>
    <w:p w:rsidR="0062748B" w:rsidRDefault="0062748B" w:rsidP="0062748B">
      <w:r>
        <w:t xml:space="preserve">14.1.3       .         .        +INF       EPS       </w:t>
      </w:r>
    </w:p>
    <w:p w:rsidR="0062748B" w:rsidRDefault="0062748B" w:rsidP="0062748B">
      <w:r>
        <w:t xml:space="preserve">14.1.4       .         .        +INF       EPS       </w:t>
      </w:r>
    </w:p>
    <w:p w:rsidR="0062748B" w:rsidRDefault="0062748B" w:rsidP="0062748B">
      <w:r>
        <w:t xml:space="preserve">14.1.5       .         .        +INF       EPS       </w:t>
      </w:r>
    </w:p>
    <w:p w:rsidR="0062748B" w:rsidRDefault="0062748B" w:rsidP="0062748B">
      <w:r>
        <w:t xml:space="preserve">14.1.6       .         .        +INF       EPS       </w:t>
      </w:r>
    </w:p>
    <w:p w:rsidR="0062748B" w:rsidRDefault="0062748B" w:rsidP="0062748B">
      <w:r>
        <w:t xml:space="preserve">14.1.7       .         .        +INF       EPS       </w:t>
      </w:r>
    </w:p>
    <w:p w:rsidR="0062748B" w:rsidRDefault="0062748B" w:rsidP="0062748B">
      <w:r>
        <w:t xml:space="preserve">14.1.8       .         .        +INF       EPS       </w:t>
      </w:r>
    </w:p>
    <w:p w:rsidR="0062748B" w:rsidRDefault="0062748B" w:rsidP="0062748B">
      <w:r>
        <w:t xml:space="preserve">14.1.9       .         .        +INF       EPS       </w:t>
      </w:r>
    </w:p>
    <w:p w:rsidR="0062748B" w:rsidRDefault="0062748B" w:rsidP="0062748B">
      <w:r>
        <w:t xml:space="preserve">14.1.10      .         .        +INF       EPS       </w:t>
      </w:r>
    </w:p>
    <w:p w:rsidR="0062748B" w:rsidRDefault="0062748B" w:rsidP="0062748B">
      <w:r>
        <w:t xml:space="preserve">14.1.11      .         .        +INF       EPS       </w:t>
      </w:r>
    </w:p>
    <w:p w:rsidR="0062748B" w:rsidRDefault="0062748B" w:rsidP="0062748B">
      <w:r>
        <w:t xml:space="preserve">14.1.12      .         .        +INF       EPS       </w:t>
      </w:r>
    </w:p>
    <w:p w:rsidR="0062748B" w:rsidRDefault="0062748B" w:rsidP="0062748B">
      <w:r>
        <w:t xml:space="preserve">14.1.13      .         .        +INF       EPS       </w:t>
      </w:r>
    </w:p>
    <w:p w:rsidR="0062748B" w:rsidRDefault="0062748B" w:rsidP="0062748B">
      <w:r>
        <w:t xml:space="preserve">14.1.14      .         .        +INF       EPS       </w:t>
      </w:r>
    </w:p>
    <w:p w:rsidR="0062748B" w:rsidRDefault="0062748B" w:rsidP="0062748B">
      <w:r>
        <w:lastRenderedPageBreak/>
        <w:t xml:space="preserve">14.1.15      .         .        +INF       EPS       </w:t>
      </w:r>
    </w:p>
    <w:p w:rsidR="0062748B" w:rsidRDefault="0062748B" w:rsidP="0062748B">
      <w:r>
        <w:t xml:space="preserve">14.1.16      .         .        +INF       EPS       </w:t>
      </w:r>
    </w:p>
    <w:p w:rsidR="0062748B" w:rsidRDefault="0062748B" w:rsidP="0062748B">
      <w:r>
        <w:t xml:space="preserve">14.1.17      .         .        +INF       EPS       </w:t>
      </w:r>
    </w:p>
    <w:p w:rsidR="0062748B" w:rsidRDefault="0062748B" w:rsidP="0062748B">
      <w:r>
        <w:t xml:space="preserve">14.1.18      .         .        +INF       EPS       </w:t>
      </w:r>
    </w:p>
    <w:p w:rsidR="0062748B" w:rsidRDefault="0062748B" w:rsidP="0062748B">
      <w:r>
        <w:t xml:space="preserve">14.1.19      .         .        +INF       EPS       </w:t>
      </w:r>
    </w:p>
    <w:p w:rsidR="0062748B" w:rsidRDefault="0062748B" w:rsidP="0062748B">
      <w:r>
        <w:t xml:space="preserve">14.1.20      .         .        +INF       EPS       </w:t>
      </w:r>
    </w:p>
    <w:p w:rsidR="0062748B" w:rsidRDefault="0062748B" w:rsidP="0062748B">
      <w:r>
        <w:t xml:space="preserve">14.1.21      .         .        +INF       EPS       </w:t>
      </w:r>
    </w:p>
    <w:p w:rsidR="0062748B" w:rsidRDefault="0062748B" w:rsidP="0062748B">
      <w:r>
        <w:t xml:space="preserve">14.1.22      .         .        +INF       EPS       </w:t>
      </w:r>
    </w:p>
    <w:p w:rsidR="0062748B" w:rsidRDefault="0062748B" w:rsidP="0062748B">
      <w:r>
        <w:t xml:space="preserve">14.1.23      .         .        +INF       EPS       </w:t>
      </w:r>
    </w:p>
    <w:p w:rsidR="0062748B" w:rsidRDefault="0062748B" w:rsidP="0062748B">
      <w:r>
        <w:t xml:space="preserve">14.1.24      .         .        +INF       EPS       </w:t>
      </w:r>
    </w:p>
    <w:p w:rsidR="0062748B" w:rsidRDefault="0062748B" w:rsidP="0062748B">
      <w:r>
        <w:t xml:space="preserve">14.1.25      .         .        +INF       EPS       </w:t>
      </w:r>
    </w:p>
    <w:p w:rsidR="0062748B" w:rsidRDefault="0062748B" w:rsidP="0062748B">
      <w:r>
        <w:t xml:space="preserve">14.1.26      .         .        +INF       EPS       </w:t>
      </w:r>
    </w:p>
    <w:p w:rsidR="0062748B" w:rsidRDefault="0062748B" w:rsidP="0062748B">
      <w:r>
        <w:t xml:space="preserve">14.1.27      .         .        +INF       EPS       </w:t>
      </w:r>
    </w:p>
    <w:p w:rsidR="0062748B" w:rsidRDefault="0062748B" w:rsidP="0062748B">
      <w:r>
        <w:t xml:space="preserve">14.1.28      .         .        +INF       EPS       </w:t>
      </w:r>
    </w:p>
    <w:p w:rsidR="0062748B" w:rsidRDefault="0062748B" w:rsidP="0062748B">
      <w:r>
        <w:t xml:space="preserve">14.1.29      .         .        +INF       EPS       </w:t>
      </w:r>
    </w:p>
    <w:p w:rsidR="0062748B" w:rsidRDefault="0062748B" w:rsidP="0062748B">
      <w:r>
        <w:t xml:space="preserve">15.1.1       .         .        +INF       EPS       </w:t>
      </w:r>
    </w:p>
    <w:p w:rsidR="0062748B" w:rsidRDefault="0062748B" w:rsidP="0062748B">
      <w:r>
        <w:t xml:space="preserve">15.1.2       .         .        +INF       EPS       </w:t>
      </w:r>
    </w:p>
    <w:p w:rsidR="0062748B" w:rsidRDefault="0062748B" w:rsidP="0062748B">
      <w:r>
        <w:t xml:space="preserve">15.1.3       .         .        +INF       EPS       </w:t>
      </w:r>
    </w:p>
    <w:p w:rsidR="0062748B" w:rsidRDefault="0062748B" w:rsidP="0062748B">
      <w:r>
        <w:t xml:space="preserve">15.1.4       .         .        +INF       EPS       </w:t>
      </w:r>
    </w:p>
    <w:p w:rsidR="0062748B" w:rsidRDefault="0062748B" w:rsidP="0062748B">
      <w:r>
        <w:t xml:space="preserve">15.1.5       .         .        +INF       EPS       </w:t>
      </w:r>
    </w:p>
    <w:p w:rsidR="0062748B" w:rsidRDefault="0062748B" w:rsidP="0062748B">
      <w:r>
        <w:t xml:space="preserve">15.1.6       .         .        +INF       EPS       </w:t>
      </w:r>
    </w:p>
    <w:p w:rsidR="0062748B" w:rsidRDefault="0062748B" w:rsidP="0062748B">
      <w:r>
        <w:t xml:space="preserve">15.1.7       .         .        +INF       EPS       </w:t>
      </w:r>
    </w:p>
    <w:p w:rsidR="0062748B" w:rsidRDefault="0062748B" w:rsidP="0062748B">
      <w:r>
        <w:t xml:space="preserve">15.1.8       .         .        +INF       EPS       </w:t>
      </w:r>
    </w:p>
    <w:p w:rsidR="0062748B" w:rsidRDefault="0062748B" w:rsidP="0062748B">
      <w:r>
        <w:t xml:space="preserve">15.1.9       .         .        +INF       EPS       </w:t>
      </w:r>
    </w:p>
    <w:p w:rsidR="0062748B" w:rsidRDefault="0062748B" w:rsidP="0062748B">
      <w:r>
        <w:t xml:space="preserve">15.1.10      .         .        +INF       EPS       </w:t>
      </w:r>
    </w:p>
    <w:p w:rsidR="0062748B" w:rsidRDefault="0062748B" w:rsidP="0062748B">
      <w:r>
        <w:lastRenderedPageBreak/>
        <w:t xml:space="preserve">15.1.11      .         .        +INF       EPS       </w:t>
      </w:r>
    </w:p>
    <w:p w:rsidR="0062748B" w:rsidRDefault="0062748B" w:rsidP="0062748B">
      <w:r>
        <w:t xml:space="preserve">15.1.12      .         .        +INF       EPS       </w:t>
      </w:r>
    </w:p>
    <w:p w:rsidR="0062748B" w:rsidRDefault="0062748B" w:rsidP="0062748B">
      <w:r>
        <w:t xml:space="preserve">15.1.13      .         .        +INF       EPS       </w:t>
      </w:r>
    </w:p>
    <w:p w:rsidR="0062748B" w:rsidRDefault="0062748B" w:rsidP="0062748B">
      <w:r>
        <w:t xml:space="preserve">15.1.14      .         .        +INF       EPS       </w:t>
      </w:r>
    </w:p>
    <w:p w:rsidR="0062748B" w:rsidRDefault="0062748B" w:rsidP="0062748B">
      <w:r>
        <w:t xml:space="preserve">15.1.15      .         .        +INF       EPS       </w:t>
      </w:r>
    </w:p>
    <w:p w:rsidR="0062748B" w:rsidRDefault="0062748B" w:rsidP="0062748B">
      <w:r>
        <w:t xml:space="preserve">15.1.16      .         .        +INF       EPS       </w:t>
      </w:r>
    </w:p>
    <w:p w:rsidR="0062748B" w:rsidRDefault="0062748B" w:rsidP="0062748B">
      <w:r>
        <w:t xml:space="preserve">15.1.17      .         .        +INF       EPS       </w:t>
      </w:r>
    </w:p>
    <w:p w:rsidR="0062748B" w:rsidRDefault="0062748B" w:rsidP="0062748B">
      <w:r>
        <w:t xml:space="preserve">15.1.18      .         .        +INF       EPS       </w:t>
      </w:r>
    </w:p>
    <w:p w:rsidR="0062748B" w:rsidRDefault="0062748B" w:rsidP="0062748B">
      <w:r>
        <w:t xml:space="preserve">15.1.19      .         .        +INF       EPS       </w:t>
      </w:r>
    </w:p>
    <w:p w:rsidR="0062748B" w:rsidRDefault="0062748B" w:rsidP="0062748B">
      <w:r>
        <w:t xml:space="preserve">15.1.20      .         .        +INF       EPS       </w:t>
      </w:r>
    </w:p>
    <w:p w:rsidR="0062748B" w:rsidRDefault="0062748B" w:rsidP="0062748B">
      <w:r>
        <w:t xml:space="preserve">15.1.21      .         .        +INF       EPS       </w:t>
      </w:r>
    </w:p>
    <w:p w:rsidR="0062748B" w:rsidRDefault="0062748B" w:rsidP="0062748B">
      <w:r>
        <w:t xml:space="preserve">15.1.22      .         .        +INF       EPS       </w:t>
      </w:r>
    </w:p>
    <w:p w:rsidR="0062748B" w:rsidRDefault="0062748B" w:rsidP="0062748B">
      <w:r>
        <w:t xml:space="preserve">15.1.23      .         .        +INF       EPS       </w:t>
      </w:r>
    </w:p>
    <w:p w:rsidR="0062748B" w:rsidRDefault="0062748B" w:rsidP="0062748B">
      <w:r>
        <w:t xml:space="preserve">15.1.24      .         .        +INF       EPS       </w:t>
      </w:r>
    </w:p>
    <w:p w:rsidR="0062748B" w:rsidRDefault="0062748B" w:rsidP="0062748B">
      <w:r>
        <w:t xml:space="preserve">15.1.25      .         .        +INF       EPS       </w:t>
      </w:r>
    </w:p>
    <w:p w:rsidR="0062748B" w:rsidRDefault="0062748B" w:rsidP="0062748B">
      <w:r>
        <w:t xml:space="preserve">15.1.26      .         .        +INF       EPS       </w:t>
      </w:r>
    </w:p>
    <w:p w:rsidR="0062748B" w:rsidRDefault="0062748B" w:rsidP="0062748B">
      <w:r>
        <w:t xml:space="preserve">15.1.27      .         .        +INF       EPS       </w:t>
      </w:r>
    </w:p>
    <w:p w:rsidR="0062748B" w:rsidRDefault="0062748B" w:rsidP="0062748B">
      <w:r>
        <w:t xml:space="preserve">15.1.28      .         .        +INF       EPS       </w:t>
      </w:r>
    </w:p>
    <w:p w:rsidR="0062748B" w:rsidRDefault="0062748B" w:rsidP="0062748B">
      <w:r>
        <w:t xml:space="preserve">15.1.29      .         .        +INF       EPS       </w:t>
      </w:r>
    </w:p>
    <w:p w:rsidR="0062748B" w:rsidRDefault="0062748B" w:rsidP="0062748B">
      <w:r>
        <w:t xml:space="preserve">16.1.1       .         .        +INF       EPS       </w:t>
      </w:r>
    </w:p>
    <w:p w:rsidR="0062748B" w:rsidRDefault="0062748B" w:rsidP="0062748B">
      <w:r>
        <w:t xml:space="preserve">16.1.2       .         .        +INF       EPS       </w:t>
      </w:r>
    </w:p>
    <w:p w:rsidR="0062748B" w:rsidRDefault="0062748B" w:rsidP="0062748B">
      <w:r>
        <w:t xml:space="preserve">16.1.3       .         .        +INF       EPS       </w:t>
      </w:r>
    </w:p>
    <w:p w:rsidR="0062748B" w:rsidRDefault="0062748B" w:rsidP="0062748B">
      <w:r>
        <w:t xml:space="preserve">16.1.4       .         .        +INF       EPS       </w:t>
      </w:r>
    </w:p>
    <w:p w:rsidR="0062748B" w:rsidRDefault="0062748B" w:rsidP="0062748B">
      <w:r>
        <w:t xml:space="preserve">16.1.5       .         .        +INF       EPS       </w:t>
      </w:r>
    </w:p>
    <w:p w:rsidR="0062748B" w:rsidRDefault="0062748B" w:rsidP="0062748B">
      <w:r>
        <w:t xml:space="preserve">16.1.6       .         .        +INF       EPS       </w:t>
      </w:r>
    </w:p>
    <w:p w:rsidR="0062748B" w:rsidRDefault="0062748B" w:rsidP="0062748B">
      <w:r>
        <w:lastRenderedPageBreak/>
        <w:t xml:space="preserve">16.1.7       .         .        +INF       EPS       </w:t>
      </w:r>
    </w:p>
    <w:p w:rsidR="0062748B" w:rsidRDefault="0062748B" w:rsidP="0062748B">
      <w:r>
        <w:t xml:space="preserve">16.1.8       .         .        +INF       EPS       </w:t>
      </w:r>
    </w:p>
    <w:p w:rsidR="0062748B" w:rsidRDefault="0062748B" w:rsidP="0062748B">
      <w:r>
        <w:t xml:space="preserve">16.1.9       .         .        +INF       EPS       </w:t>
      </w:r>
    </w:p>
    <w:p w:rsidR="0062748B" w:rsidRDefault="0062748B" w:rsidP="0062748B">
      <w:r>
        <w:t xml:space="preserve">16.1.10      .         .        +INF       EPS       </w:t>
      </w:r>
    </w:p>
    <w:p w:rsidR="0062748B" w:rsidRDefault="0062748B" w:rsidP="0062748B">
      <w:r>
        <w:t xml:space="preserve">16.1.11      .         .        +INF       EPS       </w:t>
      </w:r>
    </w:p>
    <w:p w:rsidR="0062748B" w:rsidRDefault="0062748B" w:rsidP="0062748B">
      <w:r>
        <w:t xml:space="preserve">16.1.12      .         .        +INF       EPS       </w:t>
      </w:r>
    </w:p>
    <w:p w:rsidR="0062748B" w:rsidRDefault="0062748B" w:rsidP="0062748B">
      <w:r>
        <w:t xml:space="preserve">16.1.13      .         .        +INF       EPS       </w:t>
      </w:r>
    </w:p>
    <w:p w:rsidR="0062748B" w:rsidRDefault="0062748B" w:rsidP="0062748B">
      <w:r>
        <w:t xml:space="preserve">16.1.14      .         .        +INF       EPS       </w:t>
      </w:r>
    </w:p>
    <w:p w:rsidR="0062748B" w:rsidRDefault="0062748B" w:rsidP="0062748B">
      <w:r>
        <w:t xml:space="preserve">16.1.15      .         .        +INF       EPS       </w:t>
      </w:r>
    </w:p>
    <w:p w:rsidR="0062748B" w:rsidRDefault="0062748B" w:rsidP="0062748B">
      <w:r>
        <w:t xml:space="preserve">16.1.16      .         .        +INF       EPS       </w:t>
      </w:r>
    </w:p>
    <w:p w:rsidR="0062748B" w:rsidRDefault="0062748B" w:rsidP="0062748B">
      <w:r>
        <w:t xml:space="preserve">16.1.17      .         .        +INF       EPS       </w:t>
      </w:r>
    </w:p>
    <w:p w:rsidR="0062748B" w:rsidRDefault="0062748B" w:rsidP="0062748B">
      <w:r>
        <w:t xml:space="preserve">16.1.18      .         .        +INF       EPS       </w:t>
      </w:r>
    </w:p>
    <w:p w:rsidR="0062748B" w:rsidRDefault="0062748B" w:rsidP="0062748B">
      <w:r>
        <w:t xml:space="preserve">16.1.19      .         .        +INF       EPS       </w:t>
      </w:r>
    </w:p>
    <w:p w:rsidR="0062748B" w:rsidRDefault="0062748B" w:rsidP="0062748B">
      <w:r>
        <w:t xml:space="preserve">16.1.20      .         .        +INF       EPS       </w:t>
      </w:r>
    </w:p>
    <w:p w:rsidR="0062748B" w:rsidRDefault="0062748B" w:rsidP="0062748B">
      <w:r>
        <w:t xml:space="preserve">16.1.21      .         .        +INF       EPS       </w:t>
      </w:r>
    </w:p>
    <w:p w:rsidR="0062748B" w:rsidRDefault="0062748B" w:rsidP="0062748B">
      <w:r>
        <w:t xml:space="preserve">16.1.22      .         .        +INF       EPS       </w:t>
      </w:r>
    </w:p>
    <w:p w:rsidR="0062748B" w:rsidRDefault="0062748B" w:rsidP="0062748B">
      <w:r>
        <w:t xml:space="preserve">16.1.23      .         .        +INF       EPS       </w:t>
      </w:r>
    </w:p>
    <w:p w:rsidR="0062748B" w:rsidRDefault="0062748B" w:rsidP="0062748B">
      <w:r>
        <w:t xml:space="preserve">16.1.24      .         .        +INF       EPS       </w:t>
      </w:r>
    </w:p>
    <w:p w:rsidR="0062748B" w:rsidRDefault="0062748B" w:rsidP="0062748B">
      <w:r>
        <w:t xml:space="preserve">16.1.25      .         .        +INF       EPS       </w:t>
      </w:r>
    </w:p>
    <w:p w:rsidR="0062748B" w:rsidRDefault="0062748B" w:rsidP="0062748B">
      <w:r>
        <w:t xml:space="preserve">16.1.26      .         .        +INF       EPS       </w:t>
      </w:r>
    </w:p>
    <w:p w:rsidR="0062748B" w:rsidRDefault="0062748B" w:rsidP="0062748B">
      <w:r>
        <w:t xml:space="preserve">16.1.27      .         .        +INF       EPS       </w:t>
      </w:r>
    </w:p>
    <w:p w:rsidR="0062748B" w:rsidRDefault="0062748B" w:rsidP="0062748B">
      <w:r>
        <w:t xml:space="preserve">16.1.28      .         .        +INF       EPS       </w:t>
      </w:r>
    </w:p>
    <w:p w:rsidR="0062748B" w:rsidRDefault="0062748B" w:rsidP="0062748B">
      <w:r>
        <w:t xml:space="preserve">16.1.29      .         .        +INF       EPS       </w:t>
      </w:r>
    </w:p>
    <w:p w:rsidR="0062748B" w:rsidRDefault="0062748B" w:rsidP="0062748B">
      <w:r>
        <w:t xml:space="preserve">17.1.1       .         .        +INF       EPS       </w:t>
      </w:r>
    </w:p>
    <w:p w:rsidR="0062748B" w:rsidRDefault="0062748B" w:rsidP="0062748B">
      <w:r>
        <w:t xml:space="preserve">17.1.2       .         .        +INF       EPS       </w:t>
      </w:r>
    </w:p>
    <w:p w:rsidR="0062748B" w:rsidRDefault="0062748B" w:rsidP="0062748B">
      <w:r>
        <w:lastRenderedPageBreak/>
        <w:t xml:space="preserve">17.1.3       .         .        +INF       EPS       </w:t>
      </w:r>
    </w:p>
    <w:p w:rsidR="0062748B" w:rsidRDefault="0062748B" w:rsidP="0062748B">
      <w:r>
        <w:t xml:space="preserve">17.1.4       .         .        +INF       EPS       </w:t>
      </w:r>
    </w:p>
    <w:p w:rsidR="0062748B" w:rsidRDefault="0062748B" w:rsidP="0062748B">
      <w:r>
        <w:t xml:space="preserve">17.1.5       .         .        +INF       EPS       </w:t>
      </w:r>
    </w:p>
    <w:p w:rsidR="0062748B" w:rsidRDefault="0062748B" w:rsidP="0062748B">
      <w:r>
        <w:t xml:space="preserve">17.1.6       .         .        +INF       EPS       </w:t>
      </w:r>
    </w:p>
    <w:p w:rsidR="0062748B" w:rsidRDefault="0062748B" w:rsidP="0062748B">
      <w:r>
        <w:t xml:space="preserve">17.1.7       .         .        +INF       EPS       </w:t>
      </w:r>
    </w:p>
    <w:p w:rsidR="0062748B" w:rsidRDefault="0062748B" w:rsidP="0062748B">
      <w:r>
        <w:t xml:space="preserve">17.1.8       .         .        +INF       EPS       </w:t>
      </w:r>
    </w:p>
    <w:p w:rsidR="0062748B" w:rsidRDefault="0062748B" w:rsidP="0062748B">
      <w:r>
        <w:t xml:space="preserve">17.1.9       .         .        +INF       EPS       </w:t>
      </w:r>
    </w:p>
    <w:p w:rsidR="0062748B" w:rsidRDefault="0062748B" w:rsidP="0062748B">
      <w:r>
        <w:t xml:space="preserve">17.1.10      .         .        +INF       EPS       </w:t>
      </w:r>
    </w:p>
    <w:p w:rsidR="0062748B" w:rsidRDefault="0062748B" w:rsidP="0062748B">
      <w:r>
        <w:t xml:space="preserve">17.1.11      .         .        +INF       EPS       </w:t>
      </w:r>
    </w:p>
    <w:p w:rsidR="0062748B" w:rsidRDefault="0062748B" w:rsidP="0062748B">
      <w:r>
        <w:t xml:space="preserve">17.1.12      .         .        +INF       EPS       </w:t>
      </w:r>
    </w:p>
    <w:p w:rsidR="0062748B" w:rsidRDefault="0062748B" w:rsidP="0062748B">
      <w:r>
        <w:t xml:space="preserve">17.1.13      .         .        +INF       EPS       </w:t>
      </w:r>
    </w:p>
    <w:p w:rsidR="0062748B" w:rsidRDefault="0062748B" w:rsidP="0062748B">
      <w:r>
        <w:t xml:space="preserve">17.1.14      .         .        +INF       EPS       </w:t>
      </w:r>
    </w:p>
    <w:p w:rsidR="0062748B" w:rsidRDefault="0062748B" w:rsidP="0062748B">
      <w:r>
        <w:t xml:space="preserve">17.1.15      .         .        +INF       EPS       </w:t>
      </w:r>
    </w:p>
    <w:p w:rsidR="0062748B" w:rsidRDefault="0062748B" w:rsidP="0062748B">
      <w:r>
        <w:t xml:space="preserve">17.1.16      .         .        +INF       EPS       </w:t>
      </w:r>
    </w:p>
    <w:p w:rsidR="0062748B" w:rsidRDefault="0062748B" w:rsidP="0062748B">
      <w:r>
        <w:t xml:space="preserve">17.1.17      .         .        +INF       EPS       </w:t>
      </w:r>
    </w:p>
    <w:p w:rsidR="0062748B" w:rsidRDefault="0062748B" w:rsidP="0062748B">
      <w:r>
        <w:t xml:space="preserve">17.1.18      .         .        +INF       EPS       </w:t>
      </w:r>
    </w:p>
    <w:p w:rsidR="0062748B" w:rsidRDefault="0062748B" w:rsidP="0062748B">
      <w:r>
        <w:t xml:space="preserve">17.1.19      .         .        +INF       EPS       </w:t>
      </w:r>
    </w:p>
    <w:p w:rsidR="0062748B" w:rsidRDefault="0062748B" w:rsidP="0062748B">
      <w:r>
        <w:t xml:space="preserve">17.1.20      .         .        +INF       EPS       </w:t>
      </w:r>
    </w:p>
    <w:p w:rsidR="0062748B" w:rsidRDefault="0062748B" w:rsidP="0062748B">
      <w:r>
        <w:t xml:space="preserve">17.1.21      .         .        +INF       EPS       </w:t>
      </w:r>
    </w:p>
    <w:p w:rsidR="0062748B" w:rsidRDefault="0062748B" w:rsidP="0062748B">
      <w:r>
        <w:t xml:space="preserve">17.1.22      .         .        +INF       EPS       </w:t>
      </w:r>
    </w:p>
    <w:p w:rsidR="0062748B" w:rsidRDefault="0062748B" w:rsidP="0062748B">
      <w:r>
        <w:t xml:space="preserve">17.1.23      .         .        +INF       EPS       </w:t>
      </w:r>
    </w:p>
    <w:p w:rsidR="0062748B" w:rsidRDefault="0062748B" w:rsidP="0062748B">
      <w:r>
        <w:t xml:space="preserve">17.1.24      .         .        +INF       EPS       </w:t>
      </w:r>
    </w:p>
    <w:p w:rsidR="0062748B" w:rsidRDefault="0062748B" w:rsidP="0062748B">
      <w:r>
        <w:t xml:space="preserve">17.1.25      .         .        +INF       EPS       </w:t>
      </w:r>
    </w:p>
    <w:p w:rsidR="0062748B" w:rsidRDefault="0062748B" w:rsidP="0062748B">
      <w:r>
        <w:t xml:space="preserve">17.1.26      .         .        +INF       EPS       </w:t>
      </w:r>
    </w:p>
    <w:p w:rsidR="0062748B" w:rsidRDefault="0062748B" w:rsidP="0062748B">
      <w:r>
        <w:t xml:space="preserve">17.1.27      .         .        +INF       EPS       </w:t>
      </w:r>
    </w:p>
    <w:p w:rsidR="0062748B" w:rsidRDefault="0062748B" w:rsidP="0062748B">
      <w:r>
        <w:lastRenderedPageBreak/>
        <w:t xml:space="preserve">17.1.28      .         .        +INF       EPS       </w:t>
      </w:r>
    </w:p>
    <w:p w:rsidR="0062748B" w:rsidRDefault="0062748B" w:rsidP="0062748B">
      <w:r>
        <w:t xml:space="preserve">17.1.29      .         .        +INF       EPS       </w:t>
      </w:r>
    </w:p>
    <w:p w:rsidR="0062748B" w:rsidRDefault="0062748B" w:rsidP="0062748B">
      <w:r>
        <w:t xml:space="preserve">18.1.1       .         .        +INF       EPS       </w:t>
      </w:r>
    </w:p>
    <w:p w:rsidR="0062748B" w:rsidRDefault="0062748B" w:rsidP="0062748B">
      <w:r>
        <w:t xml:space="preserve">18.1.2       .         .        +INF       EPS       </w:t>
      </w:r>
    </w:p>
    <w:p w:rsidR="0062748B" w:rsidRDefault="0062748B" w:rsidP="0062748B">
      <w:r>
        <w:t xml:space="preserve">18.1.3       .         .        +INF       EPS       </w:t>
      </w:r>
    </w:p>
    <w:p w:rsidR="0062748B" w:rsidRDefault="0062748B" w:rsidP="0062748B">
      <w:r>
        <w:t xml:space="preserve">18.1.4       .         .        +INF       EPS       </w:t>
      </w:r>
    </w:p>
    <w:p w:rsidR="0062748B" w:rsidRDefault="0062748B" w:rsidP="0062748B">
      <w:r>
        <w:t xml:space="preserve">18.1.5       .         .        +INF       EPS       </w:t>
      </w:r>
    </w:p>
    <w:p w:rsidR="0062748B" w:rsidRDefault="0062748B" w:rsidP="0062748B">
      <w:r>
        <w:t xml:space="preserve">18.1.6       .         .        +INF       EPS       </w:t>
      </w:r>
    </w:p>
    <w:p w:rsidR="0062748B" w:rsidRDefault="0062748B" w:rsidP="0062748B">
      <w:r>
        <w:t xml:space="preserve">18.1.7       .         .        +INF       EPS       </w:t>
      </w:r>
    </w:p>
    <w:p w:rsidR="0062748B" w:rsidRDefault="0062748B" w:rsidP="0062748B">
      <w:r>
        <w:t xml:space="preserve">18.1.8       .         .        +INF       EPS       </w:t>
      </w:r>
    </w:p>
    <w:p w:rsidR="0062748B" w:rsidRDefault="0062748B" w:rsidP="0062748B">
      <w:r>
        <w:t xml:space="preserve">18.1.9       .         .        +INF       EPS       </w:t>
      </w:r>
    </w:p>
    <w:p w:rsidR="0062748B" w:rsidRDefault="0062748B" w:rsidP="0062748B">
      <w:r>
        <w:t xml:space="preserve">18.1.10      .         .        +INF       EPS       </w:t>
      </w:r>
    </w:p>
    <w:p w:rsidR="0062748B" w:rsidRDefault="0062748B" w:rsidP="0062748B">
      <w:r>
        <w:t xml:space="preserve">18.1.11      .         .        +INF       EPS       </w:t>
      </w:r>
    </w:p>
    <w:p w:rsidR="0062748B" w:rsidRDefault="0062748B" w:rsidP="0062748B">
      <w:r>
        <w:t xml:space="preserve">18.1.12      .         .        +INF       EPS       </w:t>
      </w:r>
    </w:p>
    <w:p w:rsidR="0062748B" w:rsidRDefault="0062748B" w:rsidP="0062748B">
      <w:r>
        <w:t xml:space="preserve">18.1.13      .         .        +INF       EPS       </w:t>
      </w:r>
    </w:p>
    <w:p w:rsidR="0062748B" w:rsidRDefault="0062748B" w:rsidP="0062748B">
      <w:r>
        <w:t xml:space="preserve">18.1.14      .         .        +INF       EPS       </w:t>
      </w:r>
    </w:p>
    <w:p w:rsidR="0062748B" w:rsidRDefault="0062748B" w:rsidP="0062748B">
      <w:r>
        <w:t xml:space="preserve">18.1.15      .         .        +INF       EPS       </w:t>
      </w:r>
    </w:p>
    <w:p w:rsidR="0062748B" w:rsidRDefault="0062748B" w:rsidP="0062748B">
      <w:r>
        <w:t xml:space="preserve">18.1.16      .         .        +INF       EPS       </w:t>
      </w:r>
    </w:p>
    <w:p w:rsidR="0062748B" w:rsidRDefault="0062748B" w:rsidP="0062748B">
      <w:r>
        <w:t xml:space="preserve">18.1.17      .         .        +INF       EPS       </w:t>
      </w:r>
    </w:p>
    <w:p w:rsidR="0062748B" w:rsidRDefault="0062748B" w:rsidP="0062748B">
      <w:r>
        <w:t xml:space="preserve">18.1.18      .         .        +INF       EPS       </w:t>
      </w:r>
    </w:p>
    <w:p w:rsidR="0062748B" w:rsidRDefault="0062748B" w:rsidP="0062748B">
      <w:r>
        <w:t xml:space="preserve">18.1.19      .         .        +INF       EPS       </w:t>
      </w:r>
    </w:p>
    <w:p w:rsidR="0062748B" w:rsidRDefault="0062748B" w:rsidP="0062748B">
      <w:r>
        <w:t xml:space="preserve">18.1.20      .         .        +INF       EPS       </w:t>
      </w:r>
    </w:p>
    <w:p w:rsidR="0062748B" w:rsidRDefault="0062748B" w:rsidP="0062748B">
      <w:r>
        <w:t xml:space="preserve">18.1.21      .         .        +INF       EPS       </w:t>
      </w:r>
    </w:p>
    <w:p w:rsidR="0062748B" w:rsidRDefault="0062748B" w:rsidP="0062748B">
      <w:r>
        <w:t xml:space="preserve">18.1.22      .         .        +INF       EPS       </w:t>
      </w:r>
    </w:p>
    <w:p w:rsidR="0062748B" w:rsidRDefault="0062748B" w:rsidP="0062748B">
      <w:r>
        <w:t xml:space="preserve">18.1.23      .         .        +INF       EPS       </w:t>
      </w:r>
    </w:p>
    <w:p w:rsidR="0062748B" w:rsidRDefault="0062748B" w:rsidP="0062748B">
      <w:r>
        <w:lastRenderedPageBreak/>
        <w:t xml:space="preserve">18.1.24      .         .        +INF       EPS       </w:t>
      </w:r>
    </w:p>
    <w:p w:rsidR="0062748B" w:rsidRDefault="0062748B" w:rsidP="0062748B">
      <w:r>
        <w:t xml:space="preserve">18.1.25      .         .        +INF       EPS       </w:t>
      </w:r>
    </w:p>
    <w:p w:rsidR="0062748B" w:rsidRDefault="0062748B" w:rsidP="0062748B">
      <w:r>
        <w:t xml:space="preserve">18.1.26      .         .        +INF       EPS       </w:t>
      </w:r>
    </w:p>
    <w:p w:rsidR="0062748B" w:rsidRDefault="0062748B" w:rsidP="0062748B">
      <w:r>
        <w:t xml:space="preserve">18.1.27      .         .        +INF       EPS       </w:t>
      </w:r>
    </w:p>
    <w:p w:rsidR="0062748B" w:rsidRDefault="0062748B" w:rsidP="0062748B">
      <w:r>
        <w:t xml:space="preserve">18.1.28      .         .        +INF       EPS       </w:t>
      </w:r>
    </w:p>
    <w:p w:rsidR="0062748B" w:rsidRDefault="0062748B" w:rsidP="0062748B">
      <w:r>
        <w:t xml:space="preserve">18.1.29      .         .        +INF       EPS       </w:t>
      </w:r>
    </w:p>
    <w:p w:rsidR="0062748B" w:rsidRDefault="0062748B" w:rsidP="0062748B">
      <w:r>
        <w:t xml:space="preserve">19.1.1       .         .        +INF       EPS       </w:t>
      </w:r>
    </w:p>
    <w:p w:rsidR="0062748B" w:rsidRDefault="0062748B" w:rsidP="0062748B">
      <w:r>
        <w:t xml:space="preserve">19.1.2       .         .        +INF       EPS       </w:t>
      </w:r>
    </w:p>
    <w:p w:rsidR="0062748B" w:rsidRDefault="0062748B" w:rsidP="0062748B">
      <w:r>
        <w:t xml:space="preserve">19.1.3       .         .        +INF       EPS       </w:t>
      </w:r>
    </w:p>
    <w:p w:rsidR="0062748B" w:rsidRDefault="0062748B" w:rsidP="0062748B">
      <w:r>
        <w:t xml:space="preserve">19.1.4       .         .        +INF       EPS       </w:t>
      </w:r>
    </w:p>
    <w:p w:rsidR="0062748B" w:rsidRDefault="0062748B" w:rsidP="0062748B">
      <w:r>
        <w:t xml:space="preserve">19.1.5       .         .        +INF       EPS       </w:t>
      </w:r>
    </w:p>
    <w:p w:rsidR="0062748B" w:rsidRDefault="0062748B" w:rsidP="0062748B">
      <w:r>
        <w:t xml:space="preserve">19.1.6       .         .        +INF       EPS       </w:t>
      </w:r>
    </w:p>
    <w:p w:rsidR="0062748B" w:rsidRDefault="0062748B" w:rsidP="0062748B">
      <w:r>
        <w:t xml:space="preserve">19.1.7       .         .        +INF       EPS       </w:t>
      </w:r>
    </w:p>
    <w:p w:rsidR="0062748B" w:rsidRDefault="0062748B" w:rsidP="0062748B">
      <w:r>
        <w:t xml:space="preserve">19.1.8       .         .        +INF       EPS       </w:t>
      </w:r>
    </w:p>
    <w:p w:rsidR="0062748B" w:rsidRDefault="0062748B" w:rsidP="0062748B">
      <w:r>
        <w:t xml:space="preserve">19.1.9       .         .        +INF       EPS       </w:t>
      </w:r>
    </w:p>
    <w:p w:rsidR="0062748B" w:rsidRDefault="0062748B" w:rsidP="0062748B">
      <w:r>
        <w:t xml:space="preserve">19.1.10      .         .        +INF       EPS       </w:t>
      </w:r>
    </w:p>
    <w:p w:rsidR="0062748B" w:rsidRDefault="0062748B" w:rsidP="0062748B">
      <w:r>
        <w:t xml:space="preserve">19.1.11      .         .        +INF       EPS       </w:t>
      </w:r>
    </w:p>
    <w:p w:rsidR="0062748B" w:rsidRDefault="0062748B" w:rsidP="0062748B">
      <w:r>
        <w:t xml:space="preserve">19.1.12      .         .        +INF       EPS       </w:t>
      </w:r>
    </w:p>
    <w:p w:rsidR="0062748B" w:rsidRDefault="0062748B" w:rsidP="0062748B">
      <w:r>
        <w:t xml:space="preserve">19.1.13      .         .        +INF       EPS       </w:t>
      </w:r>
    </w:p>
    <w:p w:rsidR="0062748B" w:rsidRDefault="0062748B" w:rsidP="0062748B">
      <w:r>
        <w:t xml:space="preserve">19.1.14      .         .        +INF       EPS       </w:t>
      </w:r>
    </w:p>
    <w:p w:rsidR="0062748B" w:rsidRDefault="0062748B" w:rsidP="0062748B">
      <w:r>
        <w:t xml:space="preserve">19.1.15      .         .        +INF       EPS       </w:t>
      </w:r>
    </w:p>
    <w:p w:rsidR="0062748B" w:rsidRDefault="0062748B" w:rsidP="0062748B">
      <w:r>
        <w:t xml:space="preserve">19.1.16      .         .        +INF       EPS       </w:t>
      </w:r>
    </w:p>
    <w:p w:rsidR="0062748B" w:rsidRDefault="0062748B" w:rsidP="0062748B">
      <w:r>
        <w:t xml:space="preserve">19.1.17      .         .        +INF       EPS       </w:t>
      </w:r>
    </w:p>
    <w:p w:rsidR="0062748B" w:rsidRDefault="0062748B" w:rsidP="0062748B">
      <w:r>
        <w:t xml:space="preserve">19.1.18      .         .        +INF       EPS       </w:t>
      </w:r>
    </w:p>
    <w:p w:rsidR="0062748B" w:rsidRDefault="0062748B" w:rsidP="0062748B">
      <w:r>
        <w:t xml:space="preserve">19.1.19      .         .        +INF       EPS       </w:t>
      </w:r>
    </w:p>
    <w:p w:rsidR="0062748B" w:rsidRDefault="0062748B" w:rsidP="0062748B">
      <w:r>
        <w:lastRenderedPageBreak/>
        <w:t xml:space="preserve">19.1.20      .         .        +INF       EPS       </w:t>
      </w:r>
    </w:p>
    <w:p w:rsidR="0062748B" w:rsidRDefault="0062748B" w:rsidP="0062748B">
      <w:r>
        <w:t xml:space="preserve">19.1.21      .         .        +INF       EPS       </w:t>
      </w:r>
    </w:p>
    <w:p w:rsidR="0062748B" w:rsidRDefault="0062748B" w:rsidP="0062748B">
      <w:r>
        <w:t xml:space="preserve">19.1.22      .         .        +INF       EPS       </w:t>
      </w:r>
    </w:p>
    <w:p w:rsidR="0062748B" w:rsidRDefault="0062748B" w:rsidP="0062748B">
      <w:r>
        <w:t xml:space="preserve">19.1.23      .         .        +INF       EPS       </w:t>
      </w:r>
    </w:p>
    <w:p w:rsidR="0062748B" w:rsidRDefault="0062748B" w:rsidP="0062748B">
      <w:r>
        <w:t xml:space="preserve">19.1.24      .         .        +INF       EPS       </w:t>
      </w:r>
    </w:p>
    <w:p w:rsidR="0062748B" w:rsidRDefault="0062748B" w:rsidP="0062748B">
      <w:r>
        <w:t xml:space="preserve">19.1.25      .         .        +INF       EPS       </w:t>
      </w:r>
    </w:p>
    <w:p w:rsidR="0062748B" w:rsidRDefault="0062748B" w:rsidP="0062748B">
      <w:r>
        <w:t xml:space="preserve">19.1.26      .         .        +INF       EPS       </w:t>
      </w:r>
    </w:p>
    <w:p w:rsidR="0062748B" w:rsidRDefault="0062748B" w:rsidP="0062748B">
      <w:r>
        <w:t xml:space="preserve">19.1.27      .         .        +INF       EPS       </w:t>
      </w:r>
    </w:p>
    <w:p w:rsidR="0062748B" w:rsidRDefault="0062748B" w:rsidP="0062748B">
      <w:r>
        <w:t xml:space="preserve">19.1.28      .         .        +INF       EPS       </w:t>
      </w:r>
    </w:p>
    <w:p w:rsidR="0062748B" w:rsidRDefault="0062748B" w:rsidP="0062748B">
      <w:r>
        <w:t xml:space="preserve">19.1.29      .         .        +INF       EPS       </w:t>
      </w:r>
    </w:p>
    <w:p w:rsidR="0062748B" w:rsidRDefault="0062748B" w:rsidP="0062748B">
      <w:r>
        <w:t xml:space="preserve">20.1.1       .         .        +INF       EPS       </w:t>
      </w:r>
    </w:p>
    <w:p w:rsidR="0062748B" w:rsidRDefault="0062748B" w:rsidP="0062748B">
      <w:r>
        <w:t xml:space="preserve">20.1.2       .         .        +INF       EPS       </w:t>
      </w:r>
    </w:p>
    <w:p w:rsidR="0062748B" w:rsidRDefault="0062748B" w:rsidP="0062748B">
      <w:r>
        <w:t xml:space="preserve">20.1.3       .         .        +INF       EPS       </w:t>
      </w:r>
    </w:p>
    <w:p w:rsidR="0062748B" w:rsidRDefault="0062748B" w:rsidP="0062748B">
      <w:r>
        <w:t xml:space="preserve">20.1.4       .         .        +INF       EPS       </w:t>
      </w:r>
    </w:p>
    <w:p w:rsidR="0062748B" w:rsidRDefault="0062748B" w:rsidP="0062748B">
      <w:r>
        <w:t xml:space="preserve">20.1.5       .         .        +INF       EPS       </w:t>
      </w:r>
    </w:p>
    <w:p w:rsidR="0062748B" w:rsidRDefault="0062748B" w:rsidP="0062748B">
      <w:r>
        <w:t xml:space="preserve">20.1.6       .         .        +INF       EPS       </w:t>
      </w:r>
    </w:p>
    <w:p w:rsidR="0062748B" w:rsidRDefault="0062748B" w:rsidP="0062748B">
      <w:r>
        <w:t xml:space="preserve">20.1.7       .         .        +INF       EPS       </w:t>
      </w:r>
    </w:p>
    <w:p w:rsidR="0062748B" w:rsidRDefault="0062748B" w:rsidP="0062748B">
      <w:r>
        <w:t xml:space="preserve">20.1.8       .         .        +INF       EPS       </w:t>
      </w:r>
    </w:p>
    <w:p w:rsidR="0062748B" w:rsidRDefault="0062748B" w:rsidP="0062748B">
      <w:r>
        <w:t xml:space="preserve">20.1.9       .         .        +INF       EPS       </w:t>
      </w:r>
    </w:p>
    <w:p w:rsidR="0062748B" w:rsidRDefault="0062748B" w:rsidP="0062748B">
      <w:r>
        <w:t xml:space="preserve">20.1.10      .         .        +INF       EPS       </w:t>
      </w:r>
    </w:p>
    <w:p w:rsidR="0062748B" w:rsidRDefault="0062748B" w:rsidP="0062748B">
      <w:r>
        <w:t xml:space="preserve">20.1.11      .         .        +INF       EPS       </w:t>
      </w:r>
    </w:p>
    <w:p w:rsidR="0062748B" w:rsidRDefault="0062748B" w:rsidP="0062748B">
      <w:r>
        <w:t xml:space="preserve">20.1.12      .         .        +INF       EPS       </w:t>
      </w:r>
    </w:p>
    <w:p w:rsidR="0062748B" w:rsidRDefault="0062748B" w:rsidP="0062748B">
      <w:r>
        <w:t xml:space="preserve">20.1.13      .         .        +INF       EPS       </w:t>
      </w:r>
    </w:p>
    <w:p w:rsidR="0062748B" w:rsidRDefault="0062748B" w:rsidP="0062748B">
      <w:r>
        <w:t xml:space="preserve">20.1.14      .         .        +INF       EPS       </w:t>
      </w:r>
    </w:p>
    <w:p w:rsidR="0062748B" w:rsidRDefault="0062748B" w:rsidP="0062748B">
      <w:r>
        <w:t xml:space="preserve">20.1.15      .         .        +INF       EPS       </w:t>
      </w:r>
    </w:p>
    <w:p w:rsidR="0062748B" w:rsidRDefault="0062748B" w:rsidP="0062748B">
      <w:r>
        <w:lastRenderedPageBreak/>
        <w:t xml:space="preserve">20.1.16      .         .        +INF       EPS       </w:t>
      </w:r>
    </w:p>
    <w:p w:rsidR="0062748B" w:rsidRDefault="0062748B" w:rsidP="0062748B">
      <w:r>
        <w:t xml:space="preserve">20.1.17      .         .        +INF       EPS       </w:t>
      </w:r>
    </w:p>
    <w:p w:rsidR="0062748B" w:rsidRDefault="0062748B" w:rsidP="0062748B">
      <w:r>
        <w:t xml:space="preserve">20.1.18      .         .        +INF       EPS       </w:t>
      </w:r>
    </w:p>
    <w:p w:rsidR="0062748B" w:rsidRDefault="0062748B" w:rsidP="0062748B">
      <w:r>
        <w:t xml:space="preserve">20.1.19      .         .        +INF       EPS       </w:t>
      </w:r>
    </w:p>
    <w:p w:rsidR="0062748B" w:rsidRDefault="0062748B" w:rsidP="0062748B">
      <w:r>
        <w:t xml:space="preserve">20.1.20      .         .        +INF       EPS       </w:t>
      </w:r>
    </w:p>
    <w:p w:rsidR="0062748B" w:rsidRDefault="0062748B" w:rsidP="0062748B">
      <w:r>
        <w:t xml:space="preserve">20.1.21      .         .        +INF       EPS       </w:t>
      </w:r>
    </w:p>
    <w:p w:rsidR="0062748B" w:rsidRDefault="0062748B" w:rsidP="0062748B">
      <w:r>
        <w:t xml:space="preserve">20.1.22      .         .        +INF       EPS       </w:t>
      </w:r>
    </w:p>
    <w:p w:rsidR="0062748B" w:rsidRDefault="0062748B" w:rsidP="0062748B">
      <w:r>
        <w:t xml:space="preserve">20.1.23      .         .        +INF       EPS       </w:t>
      </w:r>
    </w:p>
    <w:p w:rsidR="0062748B" w:rsidRDefault="0062748B" w:rsidP="0062748B">
      <w:r>
        <w:t xml:space="preserve">20.1.24      .         .        +INF       EPS       </w:t>
      </w:r>
    </w:p>
    <w:p w:rsidR="0062748B" w:rsidRDefault="0062748B" w:rsidP="0062748B">
      <w:r>
        <w:t xml:space="preserve">20.1.25      .         .        +INF       EPS       </w:t>
      </w:r>
    </w:p>
    <w:p w:rsidR="0062748B" w:rsidRDefault="0062748B" w:rsidP="0062748B">
      <w:r>
        <w:t xml:space="preserve">20.1.26      .         .        +INF       EPS       </w:t>
      </w:r>
    </w:p>
    <w:p w:rsidR="0062748B" w:rsidRDefault="0062748B" w:rsidP="0062748B">
      <w:r>
        <w:t xml:space="preserve">20.1.27      .         .        +INF       EPS       </w:t>
      </w:r>
    </w:p>
    <w:p w:rsidR="0062748B" w:rsidRDefault="0062748B" w:rsidP="0062748B">
      <w:r>
        <w:t xml:space="preserve">20.1.28      .         .        +INF       EPS       </w:t>
      </w:r>
    </w:p>
    <w:p w:rsidR="0062748B" w:rsidRDefault="0062748B" w:rsidP="0062748B">
      <w:r>
        <w:t xml:space="preserve">20.1.29      .         .        +INF       EPS       </w:t>
      </w:r>
    </w:p>
    <w:p w:rsidR="0062748B" w:rsidRDefault="0062748B" w:rsidP="0062748B">
      <w:r>
        <w:t xml:space="preserve">21.1.1       .         .        +INF       EPS       </w:t>
      </w:r>
    </w:p>
    <w:p w:rsidR="0062748B" w:rsidRDefault="0062748B" w:rsidP="0062748B">
      <w:r>
        <w:t xml:space="preserve">21.1.2       .         .        +INF       EPS       </w:t>
      </w:r>
    </w:p>
    <w:p w:rsidR="0062748B" w:rsidRDefault="0062748B" w:rsidP="0062748B">
      <w:r>
        <w:t xml:space="preserve">21.1.3       .         .        +INF       EPS       </w:t>
      </w:r>
    </w:p>
    <w:p w:rsidR="0062748B" w:rsidRDefault="0062748B" w:rsidP="0062748B">
      <w:r>
        <w:t xml:space="preserve">21.1.4       .         .        +INF       EPS       </w:t>
      </w:r>
    </w:p>
    <w:p w:rsidR="0062748B" w:rsidRDefault="0062748B" w:rsidP="0062748B">
      <w:r>
        <w:t xml:space="preserve">21.1.5       .         .        +INF       EPS       </w:t>
      </w:r>
    </w:p>
    <w:p w:rsidR="0062748B" w:rsidRDefault="0062748B" w:rsidP="0062748B">
      <w:r>
        <w:t xml:space="preserve">21.1.6       .         .        +INF       EPS       </w:t>
      </w:r>
    </w:p>
    <w:p w:rsidR="0062748B" w:rsidRDefault="0062748B" w:rsidP="0062748B">
      <w:r>
        <w:t xml:space="preserve">21.1.7       .         .        +INF       EPS       </w:t>
      </w:r>
    </w:p>
    <w:p w:rsidR="0062748B" w:rsidRDefault="0062748B" w:rsidP="0062748B">
      <w:r>
        <w:t xml:space="preserve">21.1.8       .         .        +INF       EPS       </w:t>
      </w:r>
    </w:p>
    <w:p w:rsidR="0062748B" w:rsidRDefault="0062748B" w:rsidP="0062748B">
      <w:r>
        <w:t xml:space="preserve">21.1.9       .         .        +INF       EPS       </w:t>
      </w:r>
    </w:p>
    <w:p w:rsidR="0062748B" w:rsidRDefault="0062748B" w:rsidP="0062748B">
      <w:r>
        <w:t xml:space="preserve">21.1.10      .         .        +INF       EPS       </w:t>
      </w:r>
    </w:p>
    <w:p w:rsidR="0062748B" w:rsidRDefault="0062748B" w:rsidP="0062748B">
      <w:r>
        <w:t xml:space="preserve">21.1.11      .         .        +INF       EPS       </w:t>
      </w:r>
    </w:p>
    <w:p w:rsidR="0062748B" w:rsidRDefault="0062748B" w:rsidP="0062748B">
      <w:r>
        <w:lastRenderedPageBreak/>
        <w:t xml:space="preserve">21.1.12      .         .        +INF       EPS       </w:t>
      </w:r>
    </w:p>
    <w:p w:rsidR="0062748B" w:rsidRDefault="0062748B" w:rsidP="0062748B">
      <w:r>
        <w:t xml:space="preserve">21.1.13      .         .        +INF       EPS       </w:t>
      </w:r>
    </w:p>
    <w:p w:rsidR="0062748B" w:rsidRDefault="0062748B" w:rsidP="0062748B">
      <w:r>
        <w:t xml:space="preserve">21.1.14      .         .        +INF       EPS       </w:t>
      </w:r>
    </w:p>
    <w:p w:rsidR="0062748B" w:rsidRDefault="0062748B" w:rsidP="0062748B">
      <w:r>
        <w:t xml:space="preserve">21.1.15      .         .        +INF       EPS       </w:t>
      </w:r>
    </w:p>
    <w:p w:rsidR="0062748B" w:rsidRDefault="0062748B" w:rsidP="0062748B">
      <w:r>
        <w:t xml:space="preserve">21.1.16      .         .        +INF       EPS       </w:t>
      </w:r>
    </w:p>
    <w:p w:rsidR="0062748B" w:rsidRDefault="0062748B" w:rsidP="0062748B">
      <w:r>
        <w:t xml:space="preserve">21.1.17      .         .        +INF       EPS       </w:t>
      </w:r>
    </w:p>
    <w:p w:rsidR="0062748B" w:rsidRDefault="0062748B" w:rsidP="0062748B">
      <w:r>
        <w:t xml:space="preserve">21.1.18      .         .        +INF       EPS       </w:t>
      </w:r>
    </w:p>
    <w:p w:rsidR="0062748B" w:rsidRDefault="0062748B" w:rsidP="0062748B">
      <w:r>
        <w:t xml:space="preserve">21.1.19      .         .        +INF       EPS       </w:t>
      </w:r>
    </w:p>
    <w:p w:rsidR="0062748B" w:rsidRDefault="0062748B" w:rsidP="0062748B">
      <w:r>
        <w:t xml:space="preserve">21.1.20      .         .        +INF       EPS       </w:t>
      </w:r>
    </w:p>
    <w:p w:rsidR="0062748B" w:rsidRDefault="0062748B" w:rsidP="0062748B">
      <w:r>
        <w:t xml:space="preserve">21.1.21      .         .        +INF       EPS       </w:t>
      </w:r>
    </w:p>
    <w:p w:rsidR="0062748B" w:rsidRDefault="0062748B" w:rsidP="0062748B">
      <w:r>
        <w:t xml:space="preserve">21.1.22      .         .        +INF       EPS       </w:t>
      </w:r>
    </w:p>
    <w:p w:rsidR="0062748B" w:rsidRDefault="0062748B" w:rsidP="0062748B">
      <w:r>
        <w:t xml:space="preserve">21.1.23      .         .        +INF       EPS       </w:t>
      </w:r>
    </w:p>
    <w:p w:rsidR="0062748B" w:rsidRDefault="0062748B" w:rsidP="0062748B">
      <w:r>
        <w:t xml:space="preserve">21.1.24      .         .        +INF       EPS       </w:t>
      </w:r>
    </w:p>
    <w:p w:rsidR="0062748B" w:rsidRDefault="0062748B" w:rsidP="0062748B">
      <w:r>
        <w:t xml:space="preserve">21.1.25      .         .        +INF       EPS       </w:t>
      </w:r>
    </w:p>
    <w:p w:rsidR="0062748B" w:rsidRDefault="0062748B" w:rsidP="0062748B">
      <w:r>
        <w:t xml:space="preserve">21.1.26      .         .        +INF       EPS       </w:t>
      </w:r>
    </w:p>
    <w:p w:rsidR="0062748B" w:rsidRDefault="0062748B" w:rsidP="0062748B">
      <w:r>
        <w:t xml:space="preserve">21.1.27      .         .        +INF       EPS       </w:t>
      </w:r>
    </w:p>
    <w:p w:rsidR="0062748B" w:rsidRDefault="0062748B" w:rsidP="0062748B">
      <w:r>
        <w:t xml:space="preserve">21.1.28      .         .        +INF       EPS       </w:t>
      </w:r>
    </w:p>
    <w:p w:rsidR="0062748B" w:rsidRDefault="0062748B" w:rsidP="0062748B">
      <w:r>
        <w:t xml:space="preserve">21.1.29      .         .        +INF       EPS       </w:t>
      </w:r>
    </w:p>
    <w:p w:rsidR="0062748B" w:rsidRDefault="0062748B" w:rsidP="0062748B">
      <w:r>
        <w:t xml:space="preserve">22.1.1       .         .        +INF       EPS       </w:t>
      </w:r>
    </w:p>
    <w:p w:rsidR="0062748B" w:rsidRDefault="0062748B" w:rsidP="0062748B">
      <w:r>
        <w:t xml:space="preserve">22.1.2       .         .        +INF       EPS       </w:t>
      </w:r>
    </w:p>
    <w:p w:rsidR="0062748B" w:rsidRDefault="0062748B" w:rsidP="0062748B">
      <w:r>
        <w:t xml:space="preserve">22.1.3       .         .        +INF       EPS       </w:t>
      </w:r>
    </w:p>
    <w:p w:rsidR="0062748B" w:rsidRDefault="0062748B" w:rsidP="0062748B">
      <w:r>
        <w:t xml:space="preserve">22.1.4       .         .        +INF       EPS       </w:t>
      </w:r>
    </w:p>
    <w:p w:rsidR="0062748B" w:rsidRDefault="0062748B" w:rsidP="0062748B">
      <w:r>
        <w:t xml:space="preserve">22.1.5       .         .        +INF       EPS       </w:t>
      </w:r>
    </w:p>
    <w:p w:rsidR="0062748B" w:rsidRDefault="0062748B" w:rsidP="0062748B">
      <w:r>
        <w:t xml:space="preserve">22.1.6       .         .        +INF       EPS       </w:t>
      </w:r>
    </w:p>
    <w:p w:rsidR="0062748B" w:rsidRDefault="0062748B" w:rsidP="0062748B">
      <w:r>
        <w:t xml:space="preserve">22.1.7       .         .        +INF       EPS       </w:t>
      </w:r>
    </w:p>
    <w:p w:rsidR="0062748B" w:rsidRDefault="0062748B" w:rsidP="0062748B">
      <w:r>
        <w:lastRenderedPageBreak/>
        <w:t xml:space="preserve">22.1.8       .         .        +INF       EPS       </w:t>
      </w:r>
    </w:p>
    <w:p w:rsidR="0062748B" w:rsidRDefault="0062748B" w:rsidP="0062748B">
      <w:r>
        <w:t xml:space="preserve">22.1.9       .         .        +INF       EPS       </w:t>
      </w:r>
    </w:p>
    <w:p w:rsidR="0062748B" w:rsidRDefault="0062748B" w:rsidP="0062748B">
      <w:r>
        <w:t xml:space="preserve">22.1.10      .         .        +INF       EPS       </w:t>
      </w:r>
    </w:p>
    <w:p w:rsidR="0062748B" w:rsidRDefault="0062748B" w:rsidP="0062748B">
      <w:r>
        <w:t xml:space="preserve">22.1.11      .         .        +INF       EPS       </w:t>
      </w:r>
    </w:p>
    <w:p w:rsidR="0062748B" w:rsidRDefault="0062748B" w:rsidP="0062748B">
      <w:r>
        <w:t xml:space="preserve">22.1.12      .         .        +INF       EPS       </w:t>
      </w:r>
    </w:p>
    <w:p w:rsidR="0062748B" w:rsidRDefault="0062748B" w:rsidP="0062748B">
      <w:r>
        <w:t xml:space="preserve">22.1.13      .         .        +INF       EPS       </w:t>
      </w:r>
    </w:p>
    <w:p w:rsidR="0062748B" w:rsidRDefault="0062748B" w:rsidP="0062748B">
      <w:r>
        <w:t xml:space="preserve">22.1.14      .         .        +INF       EPS       </w:t>
      </w:r>
    </w:p>
    <w:p w:rsidR="0062748B" w:rsidRDefault="0062748B" w:rsidP="0062748B">
      <w:r>
        <w:t xml:space="preserve">22.1.15      .         .        +INF       EPS       </w:t>
      </w:r>
    </w:p>
    <w:p w:rsidR="0062748B" w:rsidRDefault="0062748B" w:rsidP="0062748B">
      <w:r>
        <w:t xml:space="preserve">22.1.16      .         .        +INF       EPS       </w:t>
      </w:r>
    </w:p>
    <w:p w:rsidR="0062748B" w:rsidRDefault="0062748B" w:rsidP="0062748B">
      <w:r>
        <w:t xml:space="preserve">22.1.17      .         .        +INF       EPS       </w:t>
      </w:r>
    </w:p>
    <w:p w:rsidR="0062748B" w:rsidRDefault="0062748B" w:rsidP="0062748B">
      <w:r>
        <w:t xml:space="preserve">22.1.18      .         .        +INF       EPS       </w:t>
      </w:r>
    </w:p>
    <w:p w:rsidR="0062748B" w:rsidRDefault="0062748B" w:rsidP="0062748B">
      <w:r>
        <w:t xml:space="preserve">22.1.19      .         .        +INF       EPS       </w:t>
      </w:r>
    </w:p>
    <w:p w:rsidR="0062748B" w:rsidRDefault="0062748B" w:rsidP="0062748B">
      <w:r>
        <w:t xml:space="preserve">22.1.20      .         .        +INF       EPS       </w:t>
      </w:r>
    </w:p>
    <w:p w:rsidR="0062748B" w:rsidRDefault="0062748B" w:rsidP="0062748B">
      <w:r>
        <w:t xml:space="preserve">22.1.21      .         .        +INF       EPS       </w:t>
      </w:r>
    </w:p>
    <w:p w:rsidR="0062748B" w:rsidRDefault="0062748B" w:rsidP="0062748B">
      <w:r>
        <w:t xml:space="preserve">22.1.22      .         .        +INF       EPS       </w:t>
      </w:r>
    </w:p>
    <w:p w:rsidR="0062748B" w:rsidRDefault="0062748B" w:rsidP="0062748B">
      <w:r>
        <w:t xml:space="preserve">22.1.23      .         .        +INF       EPS       </w:t>
      </w:r>
    </w:p>
    <w:p w:rsidR="0062748B" w:rsidRDefault="0062748B" w:rsidP="0062748B">
      <w:r>
        <w:t xml:space="preserve">22.1.24      .         .        +INF       EPS       </w:t>
      </w:r>
    </w:p>
    <w:p w:rsidR="0062748B" w:rsidRDefault="0062748B" w:rsidP="0062748B">
      <w:r>
        <w:t xml:space="preserve">22.1.25      .         .        +INF       EPS       </w:t>
      </w:r>
    </w:p>
    <w:p w:rsidR="0062748B" w:rsidRDefault="0062748B" w:rsidP="0062748B">
      <w:r>
        <w:t xml:space="preserve">22.1.26      .         .        +INF       EPS       </w:t>
      </w:r>
    </w:p>
    <w:p w:rsidR="0062748B" w:rsidRDefault="0062748B" w:rsidP="0062748B">
      <w:r>
        <w:t xml:space="preserve">22.1.27      .         .        +INF       EPS       </w:t>
      </w:r>
    </w:p>
    <w:p w:rsidR="0062748B" w:rsidRDefault="0062748B" w:rsidP="0062748B">
      <w:r>
        <w:t xml:space="preserve">22.1.28      .         .        +INF       EPS       </w:t>
      </w:r>
    </w:p>
    <w:p w:rsidR="0062748B" w:rsidRDefault="0062748B" w:rsidP="0062748B">
      <w:r>
        <w:t xml:space="preserve">22.1.29      .         .        +INF       EPS       </w:t>
      </w:r>
    </w:p>
    <w:p w:rsidR="0062748B" w:rsidRDefault="0062748B" w:rsidP="0062748B">
      <w:r>
        <w:t xml:space="preserve">23.1.1       .         .        +INF       EPS       </w:t>
      </w:r>
    </w:p>
    <w:p w:rsidR="0062748B" w:rsidRDefault="0062748B" w:rsidP="0062748B">
      <w:r>
        <w:t xml:space="preserve">23.1.2       .         .        +INF       EPS       </w:t>
      </w:r>
    </w:p>
    <w:p w:rsidR="0062748B" w:rsidRDefault="0062748B" w:rsidP="0062748B">
      <w:r>
        <w:t xml:space="preserve">23.1.3       .         .        +INF       EPS       </w:t>
      </w:r>
    </w:p>
    <w:p w:rsidR="0062748B" w:rsidRDefault="0062748B" w:rsidP="0062748B">
      <w:r>
        <w:lastRenderedPageBreak/>
        <w:t xml:space="preserve">23.1.4       .         .        +INF       EPS       </w:t>
      </w:r>
    </w:p>
    <w:p w:rsidR="0062748B" w:rsidRDefault="0062748B" w:rsidP="0062748B">
      <w:r>
        <w:t xml:space="preserve">23.1.5       .         .        +INF       EPS       </w:t>
      </w:r>
    </w:p>
    <w:p w:rsidR="0062748B" w:rsidRDefault="0062748B" w:rsidP="0062748B">
      <w:r>
        <w:t xml:space="preserve">23.1.6       .         .        +INF       EPS       </w:t>
      </w:r>
    </w:p>
    <w:p w:rsidR="0062748B" w:rsidRDefault="0062748B" w:rsidP="0062748B">
      <w:r>
        <w:t xml:space="preserve">23.1.7       .         .        +INF       EPS       </w:t>
      </w:r>
    </w:p>
    <w:p w:rsidR="0062748B" w:rsidRDefault="0062748B" w:rsidP="0062748B">
      <w:r>
        <w:t xml:space="preserve">23.1.8       .         .        +INF       EPS       </w:t>
      </w:r>
    </w:p>
    <w:p w:rsidR="0062748B" w:rsidRDefault="0062748B" w:rsidP="0062748B">
      <w:r>
        <w:t xml:space="preserve">23.1.9       .         .        +INF       EPS       </w:t>
      </w:r>
    </w:p>
    <w:p w:rsidR="0062748B" w:rsidRDefault="0062748B" w:rsidP="0062748B">
      <w:r>
        <w:t xml:space="preserve">23.1.10      .         .        +INF       EPS       </w:t>
      </w:r>
    </w:p>
    <w:p w:rsidR="0062748B" w:rsidRDefault="0062748B" w:rsidP="0062748B">
      <w:r>
        <w:t xml:space="preserve">23.1.11      .         .        +INF       EPS       </w:t>
      </w:r>
    </w:p>
    <w:p w:rsidR="0062748B" w:rsidRDefault="0062748B" w:rsidP="0062748B">
      <w:r>
        <w:t xml:space="preserve">23.1.12      .         .        +INF       EPS       </w:t>
      </w:r>
    </w:p>
    <w:p w:rsidR="0062748B" w:rsidRDefault="0062748B" w:rsidP="0062748B">
      <w:r>
        <w:t xml:space="preserve">23.1.13      .         .        +INF       EPS       </w:t>
      </w:r>
    </w:p>
    <w:p w:rsidR="0062748B" w:rsidRDefault="0062748B" w:rsidP="0062748B">
      <w:r>
        <w:t xml:space="preserve">23.1.14      .         .        +INF       EPS       </w:t>
      </w:r>
    </w:p>
    <w:p w:rsidR="0062748B" w:rsidRDefault="0062748B" w:rsidP="0062748B">
      <w:r>
        <w:t xml:space="preserve">23.1.15      .         .        +INF       EPS       </w:t>
      </w:r>
    </w:p>
    <w:p w:rsidR="0062748B" w:rsidRDefault="0062748B" w:rsidP="0062748B">
      <w:r>
        <w:t xml:space="preserve">23.1.16      .         .        +INF       EPS       </w:t>
      </w:r>
    </w:p>
    <w:p w:rsidR="0062748B" w:rsidRDefault="0062748B" w:rsidP="0062748B">
      <w:r>
        <w:t xml:space="preserve">23.1.17      .         .        +INF       EPS       </w:t>
      </w:r>
    </w:p>
    <w:p w:rsidR="0062748B" w:rsidRDefault="0062748B" w:rsidP="0062748B">
      <w:r>
        <w:t xml:space="preserve">23.1.18      .         .        +INF       EPS       </w:t>
      </w:r>
    </w:p>
    <w:p w:rsidR="0062748B" w:rsidRDefault="0062748B" w:rsidP="0062748B">
      <w:r>
        <w:t xml:space="preserve">23.1.19      .         .        +INF       EPS       </w:t>
      </w:r>
    </w:p>
    <w:p w:rsidR="0062748B" w:rsidRDefault="0062748B" w:rsidP="0062748B">
      <w:r>
        <w:t xml:space="preserve">23.1.20      .         .        +INF       EPS       </w:t>
      </w:r>
    </w:p>
    <w:p w:rsidR="0062748B" w:rsidRDefault="0062748B" w:rsidP="0062748B">
      <w:r>
        <w:t xml:space="preserve">23.1.21      .         .        +INF       EPS       </w:t>
      </w:r>
    </w:p>
    <w:p w:rsidR="0062748B" w:rsidRDefault="0062748B" w:rsidP="0062748B">
      <w:r>
        <w:t xml:space="preserve">23.1.22      .         .        +INF       EPS       </w:t>
      </w:r>
    </w:p>
    <w:p w:rsidR="0062748B" w:rsidRDefault="0062748B" w:rsidP="0062748B">
      <w:r>
        <w:t xml:space="preserve">23.1.23      .         .        +INF       EPS       </w:t>
      </w:r>
    </w:p>
    <w:p w:rsidR="0062748B" w:rsidRDefault="0062748B" w:rsidP="0062748B">
      <w:r>
        <w:t xml:space="preserve">23.1.24      .         .        +INF       EPS       </w:t>
      </w:r>
    </w:p>
    <w:p w:rsidR="0062748B" w:rsidRDefault="0062748B" w:rsidP="0062748B">
      <w:r>
        <w:t xml:space="preserve">23.1.25      .         .        +INF       EPS       </w:t>
      </w:r>
    </w:p>
    <w:p w:rsidR="0062748B" w:rsidRDefault="0062748B" w:rsidP="0062748B">
      <w:r>
        <w:t xml:space="preserve">23.1.26      .         .        +INF       EPS       </w:t>
      </w:r>
    </w:p>
    <w:p w:rsidR="0062748B" w:rsidRDefault="0062748B" w:rsidP="0062748B">
      <w:r>
        <w:t xml:space="preserve">23.1.27      .         .        +INF       EPS       </w:t>
      </w:r>
    </w:p>
    <w:p w:rsidR="0062748B" w:rsidRDefault="0062748B" w:rsidP="0062748B">
      <w:r>
        <w:t xml:space="preserve">23.1.28      .         .        +INF       EPS       </w:t>
      </w:r>
    </w:p>
    <w:p w:rsidR="0062748B" w:rsidRDefault="0062748B" w:rsidP="0062748B">
      <w:r>
        <w:lastRenderedPageBreak/>
        <w:t xml:space="preserve">23.1.29      .         .        +INF       EPS       </w:t>
      </w:r>
    </w:p>
    <w:p w:rsidR="0062748B" w:rsidRDefault="0062748B" w:rsidP="0062748B">
      <w:r>
        <w:t xml:space="preserve">24.1.1       .         .        +INF       EPS       </w:t>
      </w:r>
    </w:p>
    <w:p w:rsidR="0062748B" w:rsidRDefault="0062748B" w:rsidP="0062748B">
      <w:r>
        <w:t xml:space="preserve">24.1.2       .         .        +INF       EPS       </w:t>
      </w:r>
    </w:p>
    <w:p w:rsidR="0062748B" w:rsidRDefault="0062748B" w:rsidP="0062748B">
      <w:r>
        <w:t xml:space="preserve">24.1.3       .         .        +INF       EPS       </w:t>
      </w:r>
    </w:p>
    <w:p w:rsidR="0062748B" w:rsidRDefault="0062748B" w:rsidP="0062748B">
      <w:r>
        <w:t xml:space="preserve">24.1.4       .         .        +INF       EPS       </w:t>
      </w:r>
    </w:p>
    <w:p w:rsidR="0062748B" w:rsidRDefault="0062748B" w:rsidP="0062748B">
      <w:r>
        <w:t xml:space="preserve">24.1.5       .         .        +INF       EPS       </w:t>
      </w:r>
    </w:p>
    <w:p w:rsidR="0062748B" w:rsidRDefault="0062748B" w:rsidP="0062748B">
      <w:r>
        <w:t xml:space="preserve">24.1.6       .         .        +INF       EPS       </w:t>
      </w:r>
    </w:p>
    <w:p w:rsidR="0062748B" w:rsidRDefault="0062748B" w:rsidP="0062748B">
      <w:r>
        <w:t xml:space="preserve">24.1.7       .         .        +INF       EPS       </w:t>
      </w:r>
    </w:p>
    <w:p w:rsidR="0062748B" w:rsidRDefault="0062748B" w:rsidP="0062748B">
      <w:r>
        <w:t xml:space="preserve">24.1.8       .         .        +INF       EPS       </w:t>
      </w:r>
    </w:p>
    <w:p w:rsidR="0062748B" w:rsidRDefault="0062748B" w:rsidP="0062748B">
      <w:r>
        <w:t xml:space="preserve">24.1.9       .         .        +INF       EPS       </w:t>
      </w:r>
    </w:p>
    <w:p w:rsidR="0062748B" w:rsidRDefault="0062748B" w:rsidP="0062748B">
      <w:r>
        <w:t xml:space="preserve">24.1.10      .         .        +INF       EPS       </w:t>
      </w:r>
    </w:p>
    <w:p w:rsidR="0062748B" w:rsidRDefault="0062748B" w:rsidP="0062748B">
      <w:r>
        <w:t xml:space="preserve">24.1.11      .         .        +INF       EPS       </w:t>
      </w:r>
    </w:p>
    <w:p w:rsidR="0062748B" w:rsidRDefault="0062748B" w:rsidP="0062748B">
      <w:r>
        <w:t xml:space="preserve">24.1.12      .         .        +INF       EPS       </w:t>
      </w:r>
    </w:p>
    <w:p w:rsidR="0062748B" w:rsidRDefault="0062748B" w:rsidP="0062748B">
      <w:r>
        <w:t xml:space="preserve">24.1.13      .         .        +INF       EPS       </w:t>
      </w:r>
    </w:p>
    <w:p w:rsidR="0062748B" w:rsidRDefault="0062748B" w:rsidP="0062748B">
      <w:r>
        <w:t xml:space="preserve">24.1.14      .         .        +INF       EPS       </w:t>
      </w:r>
    </w:p>
    <w:p w:rsidR="0062748B" w:rsidRDefault="0062748B" w:rsidP="0062748B">
      <w:r>
        <w:t xml:space="preserve">24.1.15      .         .        +INF       EPS       </w:t>
      </w:r>
    </w:p>
    <w:p w:rsidR="0062748B" w:rsidRDefault="0062748B" w:rsidP="0062748B">
      <w:r>
        <w:t xml:space="preserve">24.1.16      .         .        +INF       EPS       </w:t>
      </w:r>
    </w:p>
    <w:p w:rsidR="0062748B" w:rsidRDefault="0062748B" w:rsidP="0062748B">
      <w:r>
        <w:t xml:space="preserve">24.1.17      .         .        +INF       EPS       </w:t>
      </w:r>
    </w:p>
    <w:p w:rsidR="0062748B" w:rsidRDefault="0062748B" w:rsidP="0062748B">
      <w:r>
        <w:t xml:space="preserve">24.1.18      .         .        +INF       EPS       </w:t>
      </w:r>
    </w:p>
    <w:p w:rsidR="0062748B" w:rsidRDefault="0062748B" w:rsidP="0062748B">
      <w:r>
        <w:t xml:space="preserve">24.1.19      .         .        +INF       EPS       </w:t>
      </w:r>
    </w:p>
    <w:p w:rsidR="0062748B" w:rsidRDefault="0062748B" w:rsidP="0062748B">
      <w:r>
        <w:t xml:space="preserve">24.1.20      .         .        +INF       EPS       </w:t>
      </w:r>
    </w:p>
    <w:p w:rsidR="0062748B" w:rsidRDefault="0062748B" w:rsidP="0062748B">
      <w:r>
        <w:t xml:space="preserve">24.1.21      .         .        +INF       EPS       </w:t>
      </w:r>
    </w:p>
    <w:p w:rsidR="0062748B" w:rsidRDefault="0062748B" w:rsidP="0062748B">
      <w:r>
        <w:t xml:space="preserve">24.1.22      .         .        +INF       EPS       </w:t>
      </w:r>
    </w:p>
    <w:p w:rsidR="0062748B" w:rsidRDefault="0062748B" w:rsidP="0062748B">
      <w:r>
        <w:t xml:space="preserve">24.1.23      .         .        +INF       EPS       </w:t>
      </w:r>
    </w:p>
    <w:p w:rsidR="0062748B" w:rsidRDefault="0062748B" w:rsidP="0062748B">
      <w:r>
        <w:t xml:space="preserve">24.1.24      .         .        +INF       EPS       </w:t>
      </w:r>
    </w:p>
    <w:p w:rsidR="0062748B" w:rsidRDefault="0062748B" w:rsidP="0062748B">
      <w:r>
        <w:lastRenderedPageBreak/>
        <w:t xml:space="preserve">24.1.25      .         .        +INF       EPS       </w:t>
      </w:r>
    </w:p>
    <w:p w:rsidR="0062748B" w:rsidRDefault="0062748B" w:rsidP="0062748B">
      <w:r>
        <w:t xml:space="preserve">24.1.26      .         .        +INF       EPS       </w:t>
      </w:r>
    </w:p>
    <w:p w:rsidR="0062748B" w:rsidRDefault="0062748B" w:rsidP="0062748B">
      <w:r>
        <w:t xml:space="preserve">24.1.27      .         .        +INF       EPS       </w:t>
      </w:r>
    </w:p>
    <w:p w:rsidR="0062748B" w:rsidRDefault="0062748B" w:rsidP="0062748B">
      <w:r>
        <w:t xml:space="preserve">24.1.28      .         .        +INF       EPS       </w:t>
      </w:r>
    </w:p>
    <w:p w:rsidR="0062748B" w:rsidRDefault="0062748B" w:rsidP="0062748B">
      <w:r>
        <w:t xml:space="preserve">24.1.29      .         .        +INF       EPS       </w:t>
      </w:r>
    </w:p>
    <w:p w:rsidR="0062748B" w:rsidRDefault="0062748B" w:rsidP="0062748B">
      <w:r>
        <w:t xml:space="preserve">25.1.1       .         .        +INF       EPS       </w:t>
      </w:r>
    </w:p>
    <w:p w:rsidR="0062748B" w:rsidRDefault="0062748B" w:rsidP="0062748B">
      <w:r>
        <w:t xml:space="preserve">25.1.2       .         .        +INF       EPS       </w:t>
      </w:r>
    </w:p>
    <w:p w:rsidR="0062748B" w:rsidRDefault="0062748B" w:rsidP="0062748B">
      <w:r>
        <w:t xml:space="preserve">25.1.3       .         .        +INF       EPS       </w:t>
      </w:r>
    </w:p>
    <w:p w:rsidR="0062748B" w:rsidRDefault="0062748B" w:rsidP="0062748B">
      <w:r>
        <w:t xml:space="preserve">25.1.4       .         .        +INF       EPS       </w:t>
      </w:r>
    </w:p>
    <w:p w:rsidR="0062748B" w:rsidRDefault="0062748B" w:rsidP="0062748B">
      <w:r>
        <w:t xml:space="preserve">25.1.5       .         .        +INF       EPS       </w:t>
      </w:r>
    </w:p>
    <w:p w:rsidR="0062748B" w:rsidRDefault="0062748B" w:rsidP="0062748B">
      <w:r>
        <w:t xml:space="preserve">25.1.6       .         .        +INF       EPS       </w:t>
      </w:r>
    </w:p>
    <w:p w:rsidR="0062748B" w:rsidRDefault="0062748B" w:rsidP="0062748B">
      <w:r>
        <w:t xml:space="preserve">25.1.7       .         .        +INF       EPS       </w:t>
      </w:r>
    </w:p>
    <w:p w:rsidR="0062748B" w:rsidRDefault="0062748B" w:rsidP="0062748B">
      <w:r>
        <w:t xml:space="preserve">25.1.8       .         .        +INF       EPS       </w:t>
      </w:r>
    </w:p>
    <w:p w:rsidR="0062748B" w:rsidRDefault="0062748B" w:rsidP="0062748B">
      <w:r>
        <w:t xml:space="preserve">25.1.9       .         .        +INF       EPS       </w:t>
      </w:r>
    </w:p>
    <w:p w:rsidR="0062748B" w:rsidRDefault="0062748B" w:rsidP="0062748B">
      <w:r>
        <w:t xml:space="preserve">25.1.10      .         .        +INF       EPS       </w:t>
      </w:r>
    </w:p>
    <w:p w:rsidR="0062748B" w:rsidRDefault="0062748B" w:rsidP="0062748B">
      <w:r>
        <w:t xml:space="preserve">25.1.11      .         .        +INF       EPS       </w:t>
      </w:r>
    </w:p>
    <w:p w:rsidR="0062748B" w:rsidRDefault="0062748B" w:rsidP="0062748B">
      <w:r>
        <w:t xml:space="preserve">25.1.12      .         .        +INF       EPS       </w:t>
      </w:r>
    </w:p>
    <w:p w:rsidR="0062748B" w:rsidRDefault="0062748B" w:rsidP="0062748B">
      <w:r>
        <w:t xml:space="preserve">25.1.13      .         .        +INF       EPS       </w:t>
      </w:r>
    </w:p>
    <w:p w:rsidR="0062748B" w:rsidRDefault="0062748B" w:rsidP="0062748B">
      <w:r>
        <w:t xml:space="preserve">25.1.14      .         .        +INF       EPS       </w:t>
      </w:r>
    </w:p>
    <w:p w:rsidR="0062748B" w:rsidRDefault="0062748B" w:rsidP="0062748B">
      <w:r>
        <w:t xml:space="preserve">25.1.15      .         .        +INF       EPS       </w:t>
      </w:r>
    </w:p>
    <w:p w:rsidR="0062748B" w:rsidRDefault="0062748B" w:rsidP="0062748B">
      <w:r>
        <w:t xml:space="preserve">25.1.16      .         .        +INF       EPS       </w:t>
      </w:r>
    </w:p>
    <w:p w:rsidR="0062748B" w:rsidRDefault="0062748B" w:rsidP="0062748B">
      <w:r>
        <w:t xml:space="preserve">25.1.17      .         .        +INF       EPS       </w:t>
      </w:r>
    </w:p>
    <w:p w:rsidR="0062748B" w:rsidRDefault="0062748B" w:rsidP="0062748B">
      <w:r>
        <w:t xml:space="preserve">25.1.18      .         .        +INF       EPS       </w:t>
      </w:r>
    </w:p>
    <w:p w:rsidR="0062748B" w:rsidRDefault="0062748B" w:rsidP="0062748B">
      <w:r>
        <w:t xml:space="preserve">25.1.19      .         .        +INF       EPS       </w:t>
      </w:r>
    </w:p>
    <w:p w:rsidR="0062748B" w:rsidRDefault="0062748B" w:rsidP="0062748B">
      <w:r>
        <w:t xml:space="preserve">25.1.20      .         .        +INF       EPS       </w:t>
      </w:r>
    </w:p>
    <w:p w:rsidR="0062748B" w:rsidRDefault="0062748B" w:rsidP="0062748B">
      <w:r>
        <w:lastRenderedPageBreak/>
        <w:t xml:space="preserve">25.1.21      .         .        +INF       EPS       </w:t>
      </w:r>
    </w:p>
    <w:p w:rsidR="0062748B" w:rsidRDefault="0062748B" w:rsidP="0062748B">
      <w:r>
        <w:t xml:space="preserve">25.1.22      .         .        +INF       EPS       </w:t>
      </w:r>
    </w:p>
    <w:p w:rsidR="0062748B" w:rsidRDefault="0062748B" w:rsidP="0062748B">
      <w:r>
        <w:t xml:space="preserve">25.1.23      .         .        +INF       EPS       </w:t>
      </w:r>
    </w:p>
    <w:p w:rsidR="0062748B" w:rsidRDefault="0062748B" w:rsidP="0062748B">
      <w:r>
        <w:t xml:space="preserve">25.1.24      .         .        +INF       EPS       </w:t>
      </w:r>
    </w:p>
    <w:p w:rsidR="0062748B" w:rsidRDefault="0062748B" w:rsidP="0062748B">
      <w:r>
        <w:t xml:space="preserve">25.1.25      .         .        +INF       EPS       </w:t>
      </w:r>
    </w:p>
    <w:p w:rsidR="0062748B" w:rsidRDefault="0062748B" w:rsidP="0062748B">
      <w:r>
        <w:t xml:space="preserve">25.1.26      .         .        +INF       EPS       </w:t>
      </w:r>
    </w:p>
    <w:p w:rsidR="0062748B" w:rsidRDefault="0062748B" w:rsidP="0062748B">
      <w:r>
        <w:t xml:space="preserve">25.1.27      .         .        +INF       EPS       </w:t>
      </w:r>
    </w:p>
    <w:p w:rsidR="0062748B" w:rsidRDefault="0062748B" w:rsidP="0062748B">
      <w:r>
        <w:t xml:space="preserve">25.1.28      .         .        +INF       EPS       </w:t>
      </w:r>
    </w:p>
    <w:p w:rsidR="0062748B" w:rsidRDefault="0062748B" w:rsidP="0062748B">
      <w:r>
        <w:t xml:space="preserve">25.1.29      .         .        +INF       EPS       </w:t>
      </w:r>
    </w:p>
    <w:p w:rsidR="0062748B" w:rsidRDefault="0062748B" w:rsidP="0062748B">
      <w:r>
        <w:t xml:space="preserve">26.1.1       .         .        +INF       EPS       </w:t>
      </w:r>
    </w:p>
    <w:p w:rsidR="0062748B" w:rsidRDefault="0062748B" w:rsidP="0062748B">
      <w:r>
        <w:t xml:space="preserve">26.1.2       .         .        +INF       EPS       </w:t>
      </w:r>
    </w:p>
    <w:p w:rsidR="0062748B" w:rsidRDefault="0062748B" w:rsidP="0062748B">
      <w:r>
        <w:t xml:space="preserve">26.1.3       .         .        +INF       EPS       </w:t>
      </w:r>
    </w:p>
    <w:p w:rsidR="0062748B" w:rsidRDefault="0062748B" w:rsidP="0062748B">
      <w:r>
        <w:t xml:space="preserve">26.1.4       .         .        +INF       EPS       </w:t>
      </w:r>
    </w:p>
    <w:p w:rsidR="0062748B" w:rsidRDefault="0062748B" w:rsidP="0062748B">
      <w:r>
        <w:t xml:space="preserve">26.1.5       .         .        +INF       EPS       </w:t>
      </w:r>
    </w:p>
    <w:p w:rsidR="0062748B" w:rsidRDefault="0062748B" w:rsidP="0062748B">
      <w:r>
        <w:t xml:space="preserve">26.1.6       .         .        +INF       EPS       </w:t>
      </w:r>
    </w:p>
    <w:p w:rsidR="0062748B" w:rsidRDefault="0062748B" w:rsidP="0062748B">
      <w:r>
        <w:t xml:space="preserve">26.1.7       .         .        +INF       EPS       </w:t>
      </w:r>
    </w:p>
    <w:p w:rsidR="0062748B" w:rsidRDefault="0062748B" w:rsidP="0062748B">
      <w:r>
        <w:t xml:space="preserve">26.1.8       .         .        +INF       EPS       </w:t>
      </w:r>
    </w:p>
    <w:p w:rsidR="0062748B" w:rsidRDefault="0062748B" w:rsidP="0062748B">
      <w:r>
        <w:t xml:space="preserve">26.1.9       .         .        +INF       EPS       </w:t>
      </w:r>
    </w:p>
    <w:p w:rsidR="0062748B" w:rsidRDefault="0062748B" w:rsidP="0062748B">
      <w:r>
        <w:t xml:space="preserve">26.1.10      .         .        +INF       EPS       </w:t>
      </w:r>
    </w:p>
    <w:p w:rsidR="0062748B" w:rsidRDefault="0062748B" w:rsidP="0062748B">
      <w:r>
        <w:t xml:space="preserve">26.1.11      .         .        +INF       EPS       </w:t>
      </w:r>
    </w:p>
    <w:p w:rsidR="0062748B" w:rsidRDefault="0062748B" w:rsidP="0062748B">
      <w:r>
        <w:t xml:space="preserve">26.1.12      .         .        +INF       EPS       </w:t>
      </w:r>
    </w:p>
    <w:p w:rsidR="0062748B" w:rsidRDefault="0062748B" w:rsidP="0062748B">
      <w:r>
        <w:t xml:space="preserve">26.1.13      .         .        +INF       EPS       </w:t>
      </w:r>
    </w:p>
    <w:p w:rsidR="0062748B" w:rsidRDefault="0062748B" w:rsidP="0062748B">
      <w:r>
        <w:t xml:space="preserve">26.1.14      .         .        +INF       EPS       </w:t>
      </w:r>
    </w:p>
    <w:p w:rsidR="0062748B" w:rsidRDefault="0062748B" w:rsidP="0062748B">
      <w:r>
        <w:t xml:space="preserve">26.1.15      .         .        +INF       EPS       </w:t>
      </w:r>
    </w:p>
    <w:p w:rsidR="0062748B" w:rsidRDefault="0062748B" w:rsidP="0062748B">
      <w:r>
        <w:t xml:space="preserve">26.1.16      .         .        +INF       EPS       </w:t>
      </w:r>
    </w:p>
    <w:p w:rsidR="0062748B" w:rsidRDefault="0062748B" w:rsidP="0062748B">
      <w:r>
        <w:lastRenderedPageBreak/>
        <w:t xml:space="preserve">26.1.17      .         .        +INF       EPS       </w:t>
      </w:r>
    </w:p>
    <w:p w:rsidR="0062748B" w:rsidRDefault="0062748B" w:rsidP="0062748B">
      <w:r>
        <w:t xml:space="preserve">26.1.18      .         .        +INF       EPS       </w:t>
      </w:r>
    </w:p>
    <w:p w:rsidR="0062748B" w:rsidRDefault="0062748B" w:rsidP="0062748B">
      <w:r>
        <w:t xml:space="preserve">26.1.19      .         .        +INF       EPS       </w:t>
      </w:r>
    </w:p>
    <w:p w:rsidR="0062748B" w:rsidRDefault="0062748B" w:rsidP="0062748B">
      <w:r>
        <w:t xml:space="preserve">26.1.20      .         .        +INF       EPS       </w:t>
      </w:r>
    </w:p>
    <w:p w:rsidR="0062748B" w:rsidRDefault="0062748B" w:rsidP="0062748B">
      <w:r>
        <w:t xml:space="preserve">26.1.21      .         .        +INF       EPS       </w:t>
      </w:r>
    </w:p>
    <w:p w:rsidR="0062748B" w:rsidRDefault="0062748B" w:rsidP="0062748B">
      <w:r>
        <w:t xml:space="preserve">26.1.22      .         .        +INF       EPS       </w:t>
      </w:r>
    </w:p>
    <w:p w:rsidR="0062748B" w:rsidRDefault="0062748B" w:rsidP="0062748B">
      <w:r>
        <w:t xml:space="preserve">26.1.23      .         .        +INF       EPS       </w:t>
      </w:r>
    </w:p>
    <w:p w:rsidR="0062748B" w:rsidRDefault="0062748B" w:rsidP="0062748B">
      <w:r>
        <w:t xml:space="preserve">26.1.24      .         .        +INF       EPS       </w:t>
      </w:r>
    </w:p>
    <w:p w:rsidR="0062748B" w:rsidRDefault="0062748B" w:rsidP="0062748B">
      <w:r>
        <w:t xml:space="preserve">26.1.25      .         .        +INF       EPS       </w:t>
      </w:r>
    </w:p>
    <w:p w:rsidR="0062748B" w:rsidRDefault="0062748B" w:rsidP="0062748B">
      <w:r>
        <w:t xml:space="preserve">26.1.26      .         .        +INF       EPS       </w:t>
      </w:r>
    </w:p>
    <w:p w:rsidR="0062748B" w:rsidRDefault="0062748B" w:rsidP="0062748B">
      <w:r>
        <w:t xml:space="preserve">26.1.27      .         .        +INF       EPS       </w:t>
      </w:r>
    </w:p>
    <w:p w:rsidR="0062748B" w:rsidRDefault="0062748B" w:rsidP="0062748B">
      <w:r>
        <w:t xml:space="preserve">26.1.28      .         .        +INF       EPS       </w:t>
      </w:r>
    </w:p>
    <w:p w:rsidR="0062748B" w:rsidRDefault="0062748B" w:rsidP="0062748B">
      <w:r>
        <w:t xml:space="preserve">26.1.29      .         .        +INF       EPS       </w:t>
      </w:r>
    </w:p>
    <w:p w:rsidR="0062748B" w:rsidRDefault="0062748B" w:rsidP="0062748B">
      <w:r>
        <w:t xml:space="preserve">27.1.1       .         .        +INF       EPS       </w:t>
      </w:r>
    </w:p>
    <w:p w:rsidR="0062748B" w:rsidRDefault="0062748B" w:rsidP="0062748B">
      <w:r>
        <w:t xml:space="preserve">27.1.2       .         .        +INF       EPS       </w:t>
      </w:r>
    </w:p>
    <w:p w:rsidR="0062748B" w:rsidRDefault="0062748B" w:rsidP="0062748B">
      <w:r>
        <w:t xml:space="preserve">27.1.3       .         .        +INF       EPS       </w:t>
      </w:r>
    </w:p>
    <w:p w:rsidR="0062748B" w:rsidRDefault="0062748B" w:rsidP="0062748B">
      <w:r>
        <w:t xml:space="preserve">27.1.4       .         .        +INF       EPS       </w:t>
      </w:r>
    </w:p>
    <w:p w:rsidR="0062748B" w:rsidRDefault="0062748B" w:rsidP="0062748B">
      <w:r>
        <w:t xml:space="preserve">27.1.5       .         .        +INF       EPS       </w:t>
      </w:r>
    </w:p>
    <w:p w:rsidR="0062748B" w:rsidRDefault="0062748B" w:rsidP="0062748B">
      <w:r>
        <w:t xml:space="preserve">27.1.6       .         .        +INF       EPS       </w:t>
      </w:r>
    </w:p>
    <w:p w:rsidR="0062748B" w:rsidRDefault="0062748B" w:rsidP="0062748B">
      <w:r>
        <w:t xml:space="preserve">27.1.7       .         .        +INF       EPS       </w:t>
      </w:r>
    </w:p>
    <w:p w:rsidR="0062748B" w:rsidRDefault="0062748B" w:rsidP="0062748B">
      <w:r>
        <w:t xml:space="preserve">27.1.8       .         .        +INF       EPS       </w:t>
      </w:r>
    </w:p>
    <w:p w:rsidR="0062748B" w:rsidRDefault="0062748B" w:rsidP="0062748B">
      <w:r>
        <w:t xml:space="preserve">27.1.9       .         .        +INF       EPS       </w:t>
      </w:r>
    </w:p>
    <w:p w:rsidR="0062748B" w:rsidRDefault="0062748B" w:rsidP="0062748B">
      <w:r>
        <w:t xml:space="preserve">27.1.10      .         .        +INF       EPS       </w:t>
      </w:r>
    </w:p>
    <w:p w:rsidR="0062748B" w:rsidRDefault="0062748B" w:rsidP="0062748B">
      <w:r>
        <w:t xml:space="preserve">27.1.11      .         .        +INF       EPS       </w:t>
      </w:r>
    </w:p>
    <w:p w:rsidR="0062748B" w:rsidRDefault="0062748B" w:rsidP="0062748B">
      <w:r>
        <w:t xml:space="preserve">27.1.12      .         .        +INF       EPS       </w:t>
      </w:r>
    </w:p>
    <w:p w:rsidR="0062748B" w:rsidRDefault="0062748B" w:rsidP="0062748B">
      <w:r>
        <w:lastRenderedPageBreak/>
        <w:t xml:space="preserve">27.1.13      .         .        +INF       EPS       </w:t>
      </w:r>
    </w:p>
    <w:p w:rsidR="0062748B" w:rsidRDefault="0062748B" w:rsidP="0062748B">
      <w:r>
        <w:t xml:space="preserve">27.1.14      .         .        +INF       EPS       </w:t>
      </w:r>
    </w:p>
    <w:p w:rsidR="0062748B" w:rsidRDefault="0062748B" w:rsidP="0062748B">
      <w:r>
        <w:t xml:space="preserve">27.1.15      .         .        +INF       EPS       </w:t>
      </w:r>
    </w:p>
    <w:p w:rsidR="0062748B" w:rsidRDefault="0062748B" w:rsidP="0062748B">
      <w:r>
        <w:t xml:space="preserve">27.1.16      .         .        +INF       EPS       </w:t>
      </w:r>
    </w:p>
    <w:p w:rsidR="0062748B" w:rsidRDefault="0062748B" w:rsidP="0062748B">
      <w:r>
        <w:t xml:space="preserve">27.1.17      .         .        +INF       EPS       </w:t>
      </w:r>
    </w:p>
    <w:p w:rsidR="0062748B" w:rsidRDefault="0062748B" w:rsidP="0062748B">
      <w:r>
        <w:t xml:space="preserve">27.1.18      .         .        +INF       EPS       </w:t>
      </w:r>
    </w:p>
    <w:p w:rsidR="0062748B" w:rsidRDefault="0062748B" w:rsidP="0062748B">
      <w:r>
        <w:t xml:space="preserve">27.1.19      .         .        +INF       EPS       </w:t>
      </w:r>
    </w:p>
    <w:p w:rsidR="0062748B" w:rsidRDefault="0062748B" w:rsidP="0062748B">
      <w:r>
        <w:t xml:space="preserve">27.1.20      .         .        +INF       EPS       </w:t>
      </w:r>
    </w:p>
    <w:p w:rsidR="0062748B" w:rsidRDefault="0062748B" w:rsidP="0062748B">
      <w:r>
        <w:t xml:space="preserve">27.1.21      .         .        +INF       EPS       </w:t>
      </w:r>
    </w:p>
    <w:p w:rsidR="0062748B" w:rsidRDefault="0062748B" w:rsidP="0062748B">
      <w:r>
        <w:t xml:space="preserve">27.1.22      .         .        +INF       EPS       </w:t>
      </w:r>
    </w:p>
    <w:p w:rsidR="0062748B" w:rsidRDefault="0062748B" w:rsidP="0062748B">
      <w:r>
        <w:t xml:space="preserve">27.1.23      .         .        +INF       EPS       </w:t>
      </w:r>
    </w:p>
    <w:p w:rsidR="0062748B" w:rsidRDefault="0062748B" w:rsidP="0062748B">
      <w:r>
        <w:t xml:space="preserve">27.1.24      .         .        +INF       EPS       </w:t>
      </w:r>
    </w:p>
    <w:p w:rsidR="0062748B" w:rsidRDefault="0062748B" w:rsidP="0062748B">
      <w:r>
        <w:t xml:space="preserve">27.1.25      .         .        +INF       EPS       </w:t>
      </w:r>
    </w:p>
    <w:p w:rsidR="0062748B" w:rsidRDefault="0062748B" w:rsidP="0062748B">
      <w:r>
        <w:t xml:space="preserve">27.1.26      .         .        +INF       EPS       </w:t>
      </w:r>
    </w:p>
    <w:p w:rsidR="0062748B" w:rsidRDefault="0062748B" w:rsidP="0062748B">
      <w:r>
        <w:t xml:space="preserve">27.1.27      .         .        +INF       EPS       </w:t>
      </w:r>
    </w:p>
    <w:p w:rsidR="0062748B" w:rsidRDefault="0062748B" w:rsidP="0062748B">
      <w:r>
        <w:t xml:space="preserve">27.1.28      .         .        +INF       EPS       </w:t>
      </w:r>
    </w:p>
    <w:p w:rsidR="0062748B" w:rsidRDefault="0062748B" w:rsidP="0062748B">
      <w:r>
        <w:t xml:space="preserve">27.1.29      .         .        +INF       EPS       </w:t>
      </w:r>
    </w:p>
    <w:p w:rsidR="0062748B" w:rsidRDefault="0062748B" w:rsidP="0062748B">
      <w:r>
        <w:t xml:space="preserve">28.1.1       .         .        +INF       EPS       </w:t>
      </w:r>
    </w:p>
    <w:p w:rsidR="0062748B" w:rsidRDefault="0062748B" w:rsidP="0062748B">
      <w:r>
        <w:t xml:space="preserve">28.1.2       .         .        +INF       EPS       </w:t>
      </w:r>
    </w:p>
    <w:p w:rsidR="0062748B" w:rsidRDefault="0062748B" w:rsidP="0062748B">
      <w:r>
        <w:t xml:space="preserve">28.1.3       .         .        +INF       EPS       </w:t>
      </w:r>
    </w:p>
    <w:p w:rsidR="0062748B" w:rsidRDefault="0062748B" w:rsidP="0062748B">
      <w:r>
        <w:t xml:space="preserve">28.1.4       .         .        +INF       EPS       </w:t>
      </w:r>
    </w:p>
    <w:p w:rsidR="0062748B" w:rsidRDefault="0062748B" w:rsidP="0062748B">
      <w:r>
        <w:t xml:space="preserve">28.1.5       .         .        +INF       EPS       </w:t>
      </w:r>
    </w:p>
    <w:p w:rsidR="0062748B" w:rsidRDefault="0062748B" w:rsidP="0062748B">
      <w:r>
        <w:t xml:space="preserve">28.1.6       .         .        +INF       EPS       </w:t>
      </w:r>
    </w:p>
    <w:p w:rsidR="0062748B" w:rsidRDefault="0062748B" w:rsidP="0062748B">
      <w:r>
        <w:t xml:space="preserve">28.1.7       .         .        +INF       EPS       </w:t>
      </w:r>
    </w:p>
    <w:p w:rsidR="0062748B" w:rsidRDefault="0062748B" w:rsidP="0062748B">
      <w:r>
        <w:t xml:space="preserve">28.1.8       .         .        +INF       EPS       </w:t>
      </w:r>
    </w:p>
    <w:p w:rsidR="0062748B" w:rsidRDefault="0062748B" w:rsidP="0062748B">
      <w:r>
        <w:lastRenderedPageBreak/>
        <w:t xml:space="preserve">28.1.9       .         .        +INF       EPS       </w:t>
      </w:r>
    </w:p>
    <w:p w:rsidR="0062748B" w:rsidRDefault="0062748B" w:rsidP="0062748B">
      <w:r>
        <w:t xml:space="preserve">28.1.10      .         .        +INF       EPS       </w:t>
      </w:r>
    </w:p>
    <w:p w:rsidR="0062748B" w:rsidRDefault="0062748B" w:rsidP="0062748B">
      <w:r>
        <w:t xml:space="preserve">28.1.11      .         .        +INF       EPS       </w:t>
      </w:r>
    </w:p>
    <w:p w:rsidR="0062748B" w:rsidRDefault="0062748B" w:rsidP="0062748B">
      <w:r>
        <w:t xml:space="preserve">28.1.12      .         .        +INF       EPS       </w:t>
      </w:r>
    </w:p>
    <w:p w:rsidR="0062748B" w:rsidRDefault="0062748B" w:rsidP="0062748B">
      <w:r>
        <w:t xml:space="preserve">28.1.13      .         .        +INF       EPS       </w:t>
      </w:r>
    </w:p>
    <w:p w:rsidR="0062748B" w:rsidRDefault="0062748B" w:rsidP="0062748B">
      <w:r>
        <w:t xml:space="preserve">28.1.14      .         .        +INF       EPS       </w:t>
      </w:r>
    </w:p>
    <w:p w:rsidR="0062748B" w:rsidRDefault="0062748B" w:rsidP="0062748B">
      <w:r>
        <w:t xml:space="preserve">28.1.15      .         .        +INF       EPS       </w:t>
      </w:r>
    </w:p>
    <w:p w:rsidR="0062748B" w:rsidRDefault="0062748B" w:rsidP="0062748B">
      <w:r>
        <w:t xml:space="preserve">28.1.16      .         .        +INF       EPS       </w:t>
      </w:r>
    </w:p>
    <w:p w:rsidR="0062748B" w:rsidRDefault="0062748B" w:rsidP="0062748B">
      <w:r>
        <w:t xml:space="preserve">28.1.17      .         .        +INF       EPS       </w:t>
      </w:r>
    </w:p>
    <w:p w:rsidR="0062748B" w:rsidRDefault="0062748B" w:rsidP="0062748B">
      <w:r>
        <w:t xml:space="preserve">28.1.18      .         .        +INF       EPS       </w:t>
      </w:r>
    </w:p>
    <w:p w:rsidR="0062748B" w:rsidRDefault="0062748B" w:rsidP="0062748B">
      <w:r>
        <w:t xml:space="preserve">28.1.19      .         .        +INF       EPS       </w:t>
      </w:r>
    </w:p>
    <w:p w:rsidR="0062748B" w:rsidRDefault="0062748B" w:rsidP="0062748B">
      <w:r>
        <w:t xml:space="preserve">28.1.20      .         .        +INF       EPS       </w:t>
      </w:r>
    </w:p>
    <w:p w:rsidR="0062748B" w:rsidRDefault="0062748B" w:rsidP="0062748B">
      <w:r>
        <w:t xml:space="preserve">28.1.21      .         .        +INF       EPS       </w:t>
      </w:r>
    </w:p>
    <w:p w:rsidR="0062748B" w:rsidRDefault="0062748B" w:rsidP="0062748B">
      <w:r>
        <w:t xml:space="preserve">28.1.22      .         .        +INF       EPS       </w:t>
      </w:r>
    </w:p>
    <w:p w:rsidR="0062748B" w:rsidRDefault="0062748B" w:rsidP="0062748B">
      <w:r>
        <w:t xml:space="preserve">28.1.23      .         .        +INF       EPS       </w:t>
      </w:r>
    </w:p>
    <w:p w:rsidR="0062748B" w:rsidRDefault="0062748B" w:rsidP="0062748B">
      <w:r>
        <w:t xml:space="preserve">28.1.24      .         .        +INF       EPS       </w:t>
      </w:r>
    </w:p>
    <w:p w:rsidR="0062748B" w:rsidRDefault="0062748B" w:rsidP="0062748B">
      <w:r>
        <w:t xml:space="preserve">28.1.25      .         .        +INF       EPS       </w:t>
      </w:r>
    </w:p>
    <w:p w:rsidR="0062748B" w:rsidRDefault="0062748B" w:rsidP="0062748B">
      <w:r>
        <w:t xml:space="preserve">28.1.26      .         .        +INF       EPS       </w:t>
      </w:r>
    </w:p>
    <w:p w:rsidR="0062748B" w:rsidRDefault="0062748B" w:rsidP="0062748B">
      <w:r>
        <w:t xml:space="preserve">28.1.27      .         .        +INF       EPS       </w:t>
      </w:r>
    </w:p>
    <w:p w:rsidR="0062748B" w:rsidRDefault="0062748B" w:rsidP="0062748B">
      <w:r>
        <w:t xml:space="preserve">28.1.28      .         .        +INF       EPS       </w:t>
      </w:r>
    </w:p>
    <w:p w:rsidR="0062748B" w:rsidRDefault="0062748B" w:rsidP="0062748B">
      <w:r>
        <w:t xml:space="preserve">28.1.29      .         .        +INF       EPS       </w:t>
      </w:r>
    </w:p>
    <w:p w:rsidR="0062748B" w:rsidRDefault="0062748B" w:rsidP="0062748B">
      <w:r>
        <w:t xml:space="preserve">29.1.1       .         .        +INF       EPS       </w:t>
      </w:r>
    </w:p>
    <w:p w:rsidR="0062748B" w:rsidRDefault="0062748B" w:rsidP="0062748B">
      <w:r>
        <w:t xml:space="preserve">29.1.2       .         .        +INF       EPS       </w:t>
      </w:r>
    </w:p>
    <w:p w:rsidR="0062748B" w:rsidRDefault="0062748B" w:rsidP="0062748B">
      <w:r>
        <w:t xml:space="preserve">29.1.3       .         .        +INF       EPS       </w:t>
      </w:r>
    </w:p>
    <w:p w:rsidR="0062748B" w:rsidRDefault="0062748B" w:rsidP="0062748B">
      <w:r>
        <w:t xml:space="preserve">29.1.4       .         .        +INF       EPS       </w:t>
      </w:r>
    </w:p>
    <w:p w:rsidR="0062748B" w:rsidRDefault="0062748B" w:rsidP="0062748B">
      <w:r>
        <w:lastRenderedPageBreak/>
        <w:t xml:space="preserve">29.1.5       .         .        +INF       EPS       </w:t>
      </w:r>
    </w:p>
    <w:p w:rsidR="0062748B" w:rsidRDefault="0062748B" w:rsidP="0062748B">
      <w:r>
        <w:t xml:space="preserve">29.1.6       .         .        +INF       EPS       </w:t>
      </w:r>
    </w:p>
    <w:p w:rsidR="0062748B" w:rsidRDefault="0062748B" w:rsidP="0062748B">
      <w:r>
        <w:t xml:space="preserve">29.1.7       .         .        +INF       EPS       </w:t>
      </w:r>
    </w:p>
    <w:p w:rsidR="0062748B" w:rsidRDefault="0062748B" w:rsidP="0062748B">
      <w:r>
        <w:t xml:space="preserve">29.1.8       .         .        +INF       EPS       </w:t>
      </w:r>
    </w:p>
    <w:p w:rsidR="0062748B" w:rsidRDefault="0062748B" w:rsidP="0062748B">
      <w:r>
        <w:t xml:space="preserve">29.1.9       .         .        +INF       EPS       </w:t>
      </w:r>
    </w:p>
    <w:p w:rsidR="0062748B" w:rsidRDefault="0062748B" w:rsidP="0062748B">
      <w:r>
        <w:t xml:space="preserve">29.1.10      .         .        +INF       EPS       </w:t>
      </w:r>
    </w:p>
    <w:p w:rsidR="0062748B" w:rsidRDefault="0062748B" w:rsidP="0062748B">
      <w:r>
        <w:t xml:space="preserve">29.1.11      .         .        +INF       EPS       </w:t>
      </w:r>
    </w:p>
    <w:p w:rsidR="0062748B" w:rsidRDefault="0062748B" w:rsidP="0062748B">
      <w:r>
        <w:t xml:space="preserve">29.1.12      .         .        +INF       EPS       </w:t>
      </w:r>
    </w:p>
    <w:p w:rsidR="0062748B" w:rsidRDefault="0062748B" w:rsidP="0062748B">
      <w:r>
        <w:t xml:space="preserve">29.1.13      .         .        +INF       EPS       </w:t>
      </w:r>
    </w:p>
    <w:p w:rsidR="0062748B" w:rsidRDefault="0062748B" w:rsidP="0062748B">
      <w:r>
        <w:t xml:space="preserve">29.1.14      .         .        +INF       EPS       </w:t>
      </w:r>
    </w:p>
    <w:p w:rsidR="0062748B" w:rsidRDefault="0062748B" w:rsidP="0062748B">
      <w:r>
        <w:t xml:space="preserve">29.1.15      .         .        +INF       EPS       </w:t>
      </w:r>
    </w:p>
    <w:p w:rsidR="0062748B" w:rsidRDefault="0062748B" w:rsidP="0062748B">
      <w:r>
        <w:t xml:space="preserve">29.1.16      .         .        +INF       EPS       </w:t>
      </w:r>
    </w:p>
    <w:p w:rsidR="0062748B" w:rsidRDefault="0062748B" w:rsidP="0062748B">
      <w:r>
        <w:t xml:space="preserve">29.1.17      .         .        +INF       EPS       </w:t>
      </w:r>
    </w:p>
    <w:p w:rsidR="0062748B" w:rsidRDefault="0062748B" w:rsidP="0062748B">
      <w:r>
        <w:t xml:space="preserve">29.1.18      .         .        +INF       EPS       </w:t>
      </w:r>
    </w:p>
    <w:p w:rsidR="0062748B" w:rsidRDefault="0062748B" w:rsidP="0062748B">
      <w:r>
        <w:t xml:space="preserve">29.1.19      .         .        +INF       EPS       </w:t>
      </w:r>
    </w:p>
    <w:p w:rsidR="0062748B" w:rsidRDefault="0062748B" w:rsidP="0062748B">
      <w:r>
        <w:t xml:space="preserve">29.1.20      .         .        +INF       EPS       </w:t>
      </w:r>
    </w:p>
    <w:p w:rsidR="0062748B" w:rsidRDefault="0062748B" w:rsidP="0062748B">
      <w:r>
        <w:t xml:space="preserve">29.1.21      .         .        +INF       EPS       </w:t>
      </w:r>
    </w:p>
    <w:p w:rsidR="0062748B" w:rsidRDefault="0062748B" w:rsidP="0062748B">
      <w:r>
        <w:t xml:space="preserve">29.1.22      .         .        +INF       EPS       </w:t>
      </w:r>
    </w:p>
    <w:p w:rsidR="0062748B" w:rsidRDefault="0062748B" w:rsidP="0062748B">
      <w:r>
        <w:t xml:space="preserve">29.1.23      .         .        +INF       EPS       </w:t>
      </w:r>
    </w:p>
    <w:p w:rsidR="0062748B" w:rsidRDefault="0062748B" w:rsidP="0062748B">
      <w:r>
        <w:t xml:space="preserve">29.1.24      .         .        +INF       EPS       </w:t>
      </w:r>
    </w:p>
    <w:p w:rsidR="0062748B" w:rsidRDefault="0062748B" w:rsidP="0062748B">
      <w:r>
        <w:t xml:space="preserve">29.1.25      .         .        +INF       EPS       </w:t>
      </w:r>
    </w:p>
    <w:p w:rsidR="0062748B" w:rsidRDefault="0062748B" w:rsidP="0062748B">
      <w:r>
        <w:t xml:space="preserve">29.1.26      .         .        +INF       EPS       </w:t>
      </w:r>
    </w:p>
    <w:p w:rsidR="0062748B" w:rsidRDefault="0062748B" w:rsidP="0062748B">
      <w:r>
        <w:t xml:space="preserve">29.1.27      .         .        +INF       EPS       </w:t>
      </w:r>
    </w:p>
    <w:p w:rsidR="0062748B" w:rsidRDefault="0062748B" w:rsidP="0062748B">
      <w:r>
        <w:t xml:space="preserve">29.1.28      .         .        +INF       EPS       </w:t>
      </w:r>
    </w:p>
    <w:p w:rsidR="0062748B" w:rsidRDefault="0062748B" w:rsidP="0062748B">
      <w:r>
        <w:t xml:space="preserve">29.1.29      .         .        +INF       EPS       </w:t>
      </w:r>
    </w:p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VAR OptObject~     -INF       .        +INF       .         </w:t>
      </w:r>
    </w:p>
    <w:p w:rsidR="0062748B" w:rsidRDefault="0062748B" w:rsidP="0062748B"/>
    <w:p w:rsidR="0062748B" w:rsidRDefault="0062748B" w:rsidP="0062748B">
      <w:r>
        <w:t xml:space="preserve">  OptObjective  Objective function for the Optimality problem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**** REPORT SUMMARY :        0     NONOPT</w:t>
      </w:r>
    </w:p>
    <w:p w:rsidR="0062748B" w:rsidRDefault="0062748B" w:rsidP="0062748B">
      <w:r>
        <w:t xml:space="preserve">                             0 INFEASIBLE</w:t>
      </w:r>
    </w:p>
    <w:p w:rsidR="0062748B" w:rsidRDefault="0062748B" w:rsidP="0062748B">
      <w:r>
        <w:t xml:space="preserve">                             0  UNBOUNDED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60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OptObj  =E=  Objective function for the optimality problem</w:t>
      </w:r>
    </w:p>
    <w:p w:rsidR="0062748B" w:rsidRDefault="0062748B" w:rsidP="0062748B"/>
    <w:p w:rsidR="0062748B" w:rsidRDefault="0062748B" w:rsidP="0062748B">
      <w:r>
        <w:t>OptObj..  OptObjective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Optconst1  =L=  Constraint for the optimality problem</w:t>
      </w:r>
    </w:p>
    <w:p w:rsidR="0062748B" w:rsidRDefault="0062748B" w:rsidP="0062748B"/>
    <w:p w:rsidR="0062748B" w:rsidRDefault="0062748B" w:rsidP="0062748B">
      <w:r>
        <w:t>Optconst1(1,1,1)..  pi(1,1,1)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Optconst1(1,1,2)..  pi(1,1,2)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Optconst1(1,1,3)..  pi(1,1,3)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61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pi  simplex variable (one in number)</w:t>
      </w:r>
    </w:p>
    <w:p w:rsidR="0062748B" w:rsidRDefault="0062748B" w:rsidP="0062748B"/>
    <w:p w:rsidR="0062748B" w:rsidRDefault="0062748B" w:rsidP="0062748B">
      <w:r>
        <w:t>pi(1,1,1)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Optconst1(1,1,1)</w:t>
      </w:r>
    </w:p>
    <w:p w:rsidR="0062748B" w:rsidRDefault="0062748B" w:rsidP="0062748B"/>
    <w:p w:rsidR="0062748B" w:rsidRDefault="0062748B" w:rsidP="0062748B">
      <w:r>
        <w:t>pi(1,1,2)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Optconst1(1,1,2)</w:t>
      </w:r>
    </w:p>
    <w:p w:rsidR="0062748B" w:rsidRDefault="0062748B" w:rsidP="0062748B"/>
    <w:p w:rsidR="0062748B" w:rsidRDefault="0062748B" w:rsidP="0062748B">
      <w:r>
        <w:t>pi(1,1,3)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Optconst1(1,1,3)</w:t>
      </w:r>
    </w:p>
    <w:p w:rsidR="0062748B" w:rsidRDefault="0062748B" w:rsidP="0062748B"/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t>---- OptObjective  Objective function for the Optimality problem</w:t>
      </w:r>
    </w:p>
    <w:p w:rsidR="0062748B" w:rsidRDefault="0062748B" w:rsidP="0062748B"/>
    <w:p w:rsidR="0062748B" w:rsidRDefault="0062748B" w:rsidP="0062748B">
      <w:r>
        <w:t>OptObjective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lastRenderedPageBreak/>
        <w:t xml:space="preserve">        1       OptObj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62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4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 2     SINGLE EQUATIONS          842</w:t>
      </w:r>
    </w:p>
    <w:p w:rsidR="0062748B" w:rsidRDefault="0062748B" w:rsidP="0062748B">
      <w:r>
        <w:t>BLOCKS OF VARIABLES           2     SINGLE VARIABLES          842</w:t>
      </w:r>
    </w:p>
    <w:p w:rsidR="0062748B" w:rsidRDefault="0062748B" w:rsidP="0062748B">
      <w:r>
        <w:t>NON ZERO ELEMENTS           842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0.015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0.015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4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63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Optimality          OBJECTIVE  OptObjective</w:t>
      </w:r>
    </w:p>
    <w:p w:rsidR="0062748B" w:rsidRDefault="0062748B" w:rsidP="0062748B">
      <w:r>
        <w:t xml:space="preserve">     TYPE    LP                  DIRECTION  MAXIMIZE</w:t>
      </w:r>
    </w:p>
    <w:p w:rsidR="0062748B" w:rsidRDefault="0062748B" w:rsidP="0062748B">
      <w:r>
        <w:t xml:space="preserve">     SOLVER  CPLEX               FROM LINE  936</w:t>
      </w:r>
    </w:p>
    <w:p w:rsidR="0062748B" w:rsidRDefault="0062748B" w:rsidP="0062748B"/>
    <w:p w:rsidR="0062748B" w:rsidRDefault="0062748B" w:rsidP="0062748B">
      <w:r>
        <w:t xml:space="preserve">**** SOLVER STATUS     1 Normal Completion         </w:t>
      </w:r>
    </w:p>
    <w:p w:rsidR="0062748B" w:rsidRDefault="0062748B" w:rsidP="0062748B">
      <w:r>
        <w:t xml:space="preserve">**** MODEL STATUS      1 Optimal                   </w:t>
      </w:r>
    </w:p>
    <w:p w:rsidR="0062748B" w:rsidRDefault="0062748B" w:rsidP="0062748B">
      <w:r>
        <w:t>**** OBJECTIVE VALUE                0.0000</w:t>
      </w:r>
    </w:p>
    <w:p w:rsidR="0062748B" w:rsidRDefault="0062748B" w:rsidP="0062748B"/>
    <w:p w:rsidR="0062748B" w:rsidRDefault="0062748B" w:rsidP="0062748B">
      <w:r>
        <w:t xml:space="preserve"> RESOURCE USAGE, LIMIT          0.000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/>
    <w:p w:rsidR="0062748B" w:rsidRDefault="0062748B" w:rsidP="0062748B">
      <w:r>
        <w:t xml:space="preserve">IBM ILOG CPLEX   24.1.3 r41464 Released Jul 26, 2013 WEI x86_64/MS Windows    </w:t>
      </w:r>
    </w:p>
    <w:p w:rsidR="0062748B" w:rsidRDefault="0062748B" w:rsidP="0062748B">
      <w:r>
        <w:t>--- GAMS/Cplex licensed for continuous and discrete problems.</w:t>
      </w:r>
    </w:p>
    <w:p w:rsidR="0062748B" w:rsidRDefault="0062748B" w:rsidP="0062748B">
      <w:r>
        <w:t>Cplex 12.5.1.0</w:t>
      </w:r>
    </w:p>
    <w:p w:rsidR="0062748B" w:rsidRDefault="0062748B" w:rsidP="0062748B"/>
    <w:p w:rsidR="0062748B" w:rsidRDefault="0062748B" w:rsidP="0062748B">
      <w:r>
        <w:t>LP status(1): optimal</w:t>
      </w:r>
    </w:p>
    <w:p w:rsidR="0062748B" w:rsidRDefault="0062748B" w:rsidP="0062748B">
      <w:r>
        <w:t>Cplex Time: 0.00sec (det. 0.46 ticks)</w:t>
      </w:r>
    </w:p>
    <w:p w:rsidR="0062748B" w:rsidRDefault="0062748B" w:rsidP="0062748B">
      <w:r>
        <w:t>Optimal solution found.</w:t>
      </w:r>
    </w:p>
    <w:p w:rsidR="0062748B" w:rsidRDefault="0062748B" w:rsidP="0062748B">
      <w:r>
        <w:lastRenderedPageBreak/>
        <w:t>Objective :           0.000000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EQU OptObj          .         .         .        1.000      </w:t>
      </w:r>
    </w:p>
    <w:p w:rsidR="0062748B" w:rsidRDefault="0062748B" w:rsidP="0062748B"/>
    <w:p w:rsidR="0062748B" w:rsidRDefault="0062748B" w:rsidP="0062748B">
      <w:r>
        <w:t xml:space="preserve">  OptObj  Objective function for the optimality problem</w:t>
      </w:r>
    </w:p>
    <w:p w:rsidR="0062748B" w:rsidRDefault="0062748B" w:rsidP="0062748B"/>
    <w:p w:rsidR="0062748B" w:rsidRDefault="0062748B" w:rsidP="0062748B">
      <w:r>
        <w:t>---- EQU Optconst1  Constraint for the optimality problem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-INF       .        1.000      .         </w:t>
      </w:r>
    </w:p>
    <w:p w:rsidR="0062748B" w:rsidRDefault="0062748B" w:rsidP="0062748B">
      <w:r>
        <w:t xml:space="preserve">1 .1.2      -INF       .        1.000      .         </w:t>
      </w:r>
    </w:p>
    <w:p w:rsidR="0062748B" w:rsidRDefault="0062748B" w:rsidP="0062748B">
      <w:r>
        <w:t xml:space="preserve">1 .1.3      -INF       .        1.000      .         </w:t>
      </w:r>
    </w:p>
    <w:p w:rsidR="0062748B" w:rsidRDefault="0062748B" w:rsidP="0062748B">
      <w:r>
        <w:t xml:space="preserve">1 .1.4      -INF       .        1.000      .         </w:t>
      </w:r>
    </w:p>
    <w:p w:rsidR="0062748B" w:rsidRDefault="0062748B" w:rsidP="0062748B">
      <w:r>
        <w:t xml:space="preserve">1 .1.5      -INF       .        1.000      .         </w:t>
      </w:r>
    </w:p>
    <w:p w:rsidR="0062748B" w:rsidRDefault="0062748B" w:rsidP="0062748B">
      <w:r>
        <w:t xml:space="preserve">1 .1.6      -INF       .        1.000      .         </w:t>
      </w:r>
    </w:p>
    <w:p w:rsidR="0062748B" w:rsidRDefault="0062748B" w:rsidP="0062748B">
      <w:r>
        <w:t xml:space="preserve">1 .1.7      -INF       .        1.000      .         </w:t>
      </w:r>
    </w:p>
    <w:p w:rsidR="0062748B" w:rsidRDefault="0062748B" w:rsidP="0062748B">
      <w:r>
        <w:t xml:space="preserve">1 .1.8      -INF       .        1.000      .         </w:t>
      </w:r>
    </w:p>
    <w:p w:rsidR="0062748B" w:rsidRDefault="0062748B" w:rsidP="0062748B">
      <w:r>
        <w:t xml:space="preserve">1 .1.9      -INF       .        1.000      .         </w:t>
      </w:r>
    </w:p>
    <w:p w:rsidR="0062748B" w:rsidRDefault="0062748B" w:rsidP="0062748B">
      <w:r>
        <w:t xml:space="preserve">1 .1.10     -INF       .        1.000      .         </w:t>
      </w:r>
    </w:p>
    <w:p w:rsidR="0062748B" w:rsidRDefault="0062748B" w:rsidP="0062748B">
      <w:r>
        <w:t xml:space="preserve">1 .1.11     -INF       .        1.000      .         </w:t>
      </w:r>
    </w:p>
    <w:p w:rsidR="0062748B" w:rsidRDefault="0062748B" w:rsidP="0062748B">
      <w:r>
        <w:t xml:space="preserve">1 .1.12     -INF       .        1.000      .         </w:t>
      </w:r>
    </w:p>
    <w:p w:rsidR="0062748B" w:rsidRDefault="0062748B" w:rsidP="0062748B">
      <w:r>
        <w:lastRenderedPageBreak/>
        <w:t xml:space="preserve">1 .1.13     -INF       .        1.000      .         </w:t>
      </w:r>
    </w:p>
    <w:p w:rsidR="0062748B" w:rsidRDefault="0062748B" w:rsidP="0062748B">
      <w:r>
        <w:t xml:space="preserve">1 .1.14     -INF       .        1.000      .         </w:t>
      </w:r>
    </w:p>
    <w:p w:rsidR="0062748B" w:rsidRDefault="0062748B" w:rsidP="0062748B">
      <w:r>
        <w:t xml:space="preserve">1 .1.15     -INF       .        1.000      .         </w:t>
      </w:r>
    </w:p>
    <w:p w:rsidR="0062748B" w:rsidRDefault="0062748B" w:rsidP="0062748B">
      <w:r>
        <w:t xml:space="preserve">1 .1.16     -INF       .        1.000      .         </w:t>
      </w:r>
    </w:p>
    <w:p w:rsidR="0062748B" w:rsidRDefault="0062748B" w:rsidP="0062748B">
      <w:r>
        <w:t xml:space="preserve">1 .1.17     -INF       .        1.000      .         </w:t>
      </w:r>
    </w:p>
    <w:p w:rsidR="0062748B" w:rsidRDefault="0062748B" w:rsidP="0062748B">
      <w:r>
        <w:t xml:space="preserve">1 .1.18     -INF       .        1.000      .         </w:t>
      </w:r>
    </w:p>
    <w:p w:rsidR="0062748B" w:rsidRDefault="0062748B" w:rsidP="0062748B">
      <w:r>
        <w:t xml:space="preserve">1 .1.19     -INF       .        1.000      .         </w:t>
      </w:r>
    </w:p>
    <w:p w:rsidR="0062748B" w:rsidRDefault="0062748B" w:rsidP="0062748B">
      <w:r>
        <w:t xml:space="preserve">1 .1.20     -INF       .        1.000      .         </w:t>
      </w:r>
    </w:p>
    <w:p w:rsidR="0062748B" w:rsidRDefault="0062748B" w:rsidP="0062748B">
      <w:r>
        <w:t xml:space="preserve">1 .1.21     -INF       .        1.000      .         </w:t>
      </w:r>
    </w:p>
    <w:p w:rsidR="0062748B" w:rsidRDefault="0062748B" w:rsidP="0062748B">
      <w:r>
        <w:t xml:space="preserve">1 .1.22     -INF       .        1.000      .         </w:t>
      </w:r>
    </w:p>
    <w:p w:rsidR="0062748B" w:rsidRDefault="0062748B" w:rsidP="0062748B">
      <w:r>
        <w:t xml:space="preserve">1 .1.23     -INF       .        1.000      .         </w:t>
      </w:r>
    </w:p>
    <w:p w:rsidR="0062748B" w:rsidRDefault="0062748B" w:rsidP="0062748B">
      <w:r>
        <w:t xml:space="preserve">1 .1.24     -INF       .        1.000      .         </w:t>
      </w:r>
    </w:p>
    <w:p w:rsidR="0062748B" w:rsidRDefault="0062748B" w:rsidP="0062748B">
      <w:r>
        <w:t xml:space="preserve">1 .1.25     -INF       .        1.000      .         </w:t>
      </w:r>
    </w:p>
    <w:p w:rsidR="0062748B" w:rsidRDefault="0062748B" w:rsidP="0062748B">
      <w:r>
        <w:t xml:space="preserve">1 .1.26     -INF       .        1.000      .         </w:t>
      </w:r>
    </w:p>
    <w:p w:rsidR="0062748B" w:rsidRDefault="0062748B" w:rsidP="0062748B">
      <w:r>
        <w:t xml:space="preserve">1 .1.27     -INF       .        1.000      .         </w:t>
      </w:r>
    </w:p>
    <w:p w:rsidR="0062748B" w:rsidRDefault="0062748B" w:rsidP="0062748B">
      <w:r>
        <w:t xml:space="preserve">1 .1.28     -INF       .        1.000      .         </w:t>
      </w:r>
    </w:p>
    <w:p w:rsidR="0062748B" w:rsidRDefault="0062748B" w:rsidP="0062748B">
      <w:r>
        <w:t xml:space="preserve">1 .1.29     -INF       .        1.000      .         </w:t>
      </w:r>
    </w:p>
    <w:p w:rsidR="0062748B" w:rsidRDefault="0062748B" w:rsidP="0062748B">
      <w:r>
        <w:t xml:space="preserve">2 .1.1      -INF       .        1.000      .         </w:t>
      </w:r>
    </w:p>
    <w:p w:rsidR="0062748B" w:rsidRDefault="0062748B" w:rsidP="0062748B">
      <w:r>
        <w:t xml:space="preserve">2 .1.2      -INF       .        1.000      .         </w:t>
      </w:r>
    </w:p>
    <w:p w:rsidR="0062748B" w:rsidRDefault="0062748B" w:rsidP="0062748B">
      <w:r>
        <w:t xml:space="preserve">2 .1.3      -INF       .        1.000      .         </w:t>
      </w:r>
    </w:p>
    <w:p w:rsidR="0062748B" w:rsidRDefault="0062748B" w:rsidP="0062748B">
      <w:r>
        <w:t xml:space="preserve">2 .1.4      -INF       .        1.000      .         </w:t>
      </w:r>
    </w:p>
    <w:p w:rsidR="0062748B" w:rsidRDefault="0062748B" w:rsidP="0062748B">
      <w:r>
        <w:t xml:space="preserve">2 .1.5      -INF       .        1.000      .         </w:t>
      </w:r>
    </w:p>
    <w:p w:rsidR="0062748B" w:rsidRDefault="0062748B" w:rsidP="0062748B">
      <w:r>
        <w:t xml:space="preserve">2 .1.6      -INF       .        1.000      .         </w:t>
      </w:r>
    </w:p>
    <w:p w:rsidR="0062748B" w:rsidRDefault="0062748B" w:rsidP="0062748B">
      <w:r>
        <w:t xml:space="preserve">2 .1.7      -INF       .        1.000      .         </w:t>
      </w:r>
    </w:p>
    <w:p w:rsidR="0062748B" w:rsidRDefault="0062748B" w:rsidP="0062748B">
      <w:r>
        <w:t xml:space="preserve">2 .1.8      -INF       .        1.000      .         </w:t>
      </w:r>
    </w:p>
    <w:p w:rsidR="0062748B" w:rsidRDefault="0062748B" w:rsidP="0062748B">
      <w:r>
        <w:lastRenderedPageBreak/>
        <w:t xml:space="preserve">2 .1.9      -INF       .        1.000      .         </w:t>
      </w:r>
    </w:p>
    <w:p w:rsidR="0062748B" w:rsidRDefault="0062748B" w:rsidP="0062748B">
      <w:r>
        <w:t xml:space="preserve">2 .1.10     -INF       .        1.000      .         </w:t>
      </w:r>
    </w:p>
    <w:p w:rsidR="0062748B" w:rsidRDefault="0062748B" w:rsidP="0062748B">
      <w:r>
        <w:t xml:space="preserve">2 .1.11     -INF       .        1.000      .         </w:t>
      </w:r>
    </w:p>
    <w:p w:rsidR="0062748B" w:rsidRDefault="0062748B" w:rsidP="0062748B">
      <w:r>
        <w:t xml:space="preserve">2 .1.12     -INF       .        1.000      .         </w:t>
      </w:r>
    </w:p>
    <w:p w:rsidR="0062748B" w:rsidRDefault="0062748B" w:rsidP="0062748B">
      <w:r>
        <w:t xml:space="preserve">2 .1.13     -INF       .        1.000      .         </w:t>
      </w:r>
    </w:p>
    <w:p w:rsidR="0062748B" w:rsidRDefault="0062748B" w:rsidP="0062748B">
      <w:r>
        <w:t xml:space="preserve">2 .1.14     -INF       .        1.000      .         </w:t>
      </w:r>
    </w:p>
    <w:p w:rsidR="0062748B" w:rsidRDefault="0062748B" w:rsidP="0062748B">
      <w:r>
        <w:t xml:space="preserve">2 .1.15     -INF       .        1.000      .         </w:t>
      </w:r>
    </w:p>
    <w:p w:rsidR="0062748B" w:rsidRDefault="0062748B" w:rsidP="0062748B">
      <w:r>
        <w:t xml:space="preserve">2 .1.16     -INF       .        1.000      .         </w:t>
      </w:r>
    </w:p>
    <w:p w:rsidR="0062748B" w:rsidRDefault="0062748B" w:rsidP="0062748B">
      <w:r>
        <w:t xml:space="preserve">2 .1.17     -INF       .        1.000      .         </w:t>
      </w:r>
    </w:p>
    <w:p w:rsidR="0062748B" w:rsidRDefault="0062748B" w:rsidP="0062748B">
      <w:r>
        <w:t xml:space="preserve">2 .1.18     -INF       .        1.000      .         </w:t>
      </w:r>
    </w:p>
    <w:p w:rsidR="0062748B" w:rsidRDefault="0062748B" w:rsidP="0062748B">
      <w:r>
        <w:t xml:space="preserve">2 .1.19     -INF       .        1.000      .         </w:t>
      </w:r>
    </w:p>
    <w:p w:rsidR="0062748B" w:rsidRDefault="0062748B" w:rsidP="0062748B">
      <w:r>
        <w:t xml:space="preserve">2 .1.20     -INF       .        1.000      .         </w:t>
      </w:r>
    </w:p>
    <w:p w:rsidR="0062748B" w:rsidRDefault="0062748B" w:rsidP="0062748B">
      <w:r>
        <w:t xml:space="preserve">2 .1.21     -INF       .        1.000      .         </w:t>
      </w:r>
    </w:p>
    <w:p w:rsidR="0062748B" w:rsidRDefault="0062748B" w:rsidP="0062748B">
      <w:r>
        <w:t xml:space="preserve">2 .1.22     -INF       .        1.000      .         </w:t>
      </w:r>
    </w:p>
    <w:p w:rsidR="0062748B" w:rsidRDefault="0062748B" w:rsidP="0062748B">
      <w:r>
        <w:t xml:space="preserve">2 .1.23     -INF       .        1.000      .         </w:t>
      </w:r>
    </w:p>
    <w:p w:rsidR="0062748B" w:rsidRDefault="0062748B" w:rsidP="0062748B">
      <w:r>
        <w:t xml:space="preserve">2 .1.24     -INF       .        1.000      .         </w:t>
      </w:r>
    </w:p>
    <w:p w:rsidR="0062748B" w:rsidRDefault="0062748B" w:rsidP="0062748B">
      <w:r>
        <w:t xml:space="preserve">2 .1.25     -INF       .        1.000      .         </w:t>
      </w:r>
    </w:p>
    <w:p w:rsidR="0062748B" w:rsidRDefault="0062748B" w:rsidP="0062748B">
      <w:r>
        <w:t xml:space="preserve">2 .1.26     -INF       .        1.000      .         </w:t>
      </w:r>
    </w:p>
    <w:p w:rsidR="0062748B" w:rsidRDefault="0062748B" w:rsidP="0062748B">
      <w:r>
        <w:t xml:space="preserve">2 .1.27     -INF       .        1.000      .         </w:t>
      </w:r>
    </w:p>
    <w:p w:rsidR="0062748B" w:rsidRDefault="0062748B" w:rsidP="0062748B">
      <w:r>
        <w:t xml:space="preserve">2 .1.28     -INF       .        1.000      .         </w:t>
      </w:r>
    </w:p>
    <w:p w:rsidR="0062748B" w:rsidRDefault="0062748B" w:rsidP="0062748B">
      <w:r>
        <w:t xml:space="preserve">2 .1.29     -INF       .        1.000      .         </w:t>
      </w:r>
    </w:p>
    <w:p w:rsidR="0062748B" w:rsidRDefault="0062748B" w:rsidP="0062748B">
      <w:r>
        <w:t xml:space="preserve">3 .1.1      -INF       .        1.000      .         </w:t>
      </w:r>
    </w:p>
    <w:p w:rsidR="0062748B" w:rsidRDefault="0062748B" w:rsidP="0062748B">
      <w:r>
        <w:t xml:space="preserve">3 .1.2      -INF       .        1.000      .         </w:t>
      </w:r>
    </w:p>
    <w:p w:rsidR="0062748B" w:rsidRDefault="0062748B" w:rsidP="0062748B">
      <w:r>
        <w:t xml:space="preserve">3 .1.3      -INF       .        1.000      .         </w:t>
      </w:r>
    </w:p>
    <w:p w:rsidR="0062748B" w:rsidRDefault="0062748B" w:rsidP="0062748B">
      <w:r>
        <w:t xml:space="preserve">3 .1.4      -INF       .        1.000      .         </w:t>
      </w:r>
    </w:p>
    <w:p w:rsidR="0062748B" w:rsidRDefault="0062748B" w:rsidP="0062748B">
      <w:r>
        <w:lastRenderedPageBreak/>
        <w:t xml:space="preserve">3 .1.5      -INF       .        1.000      .         </w:t>
      </w:r>
    </w:p>
    <w:p w:rsidR="0062748B" w:rsidRDefault="0062748B" w:rsidP="0062748B">
      <w:r>
        <w:t xml:space="preserve">3 .1.6      -INF       .        1.000      .         </w:t>
      </w:r>
    </w:p>
    <w:p w:rsidR="0062748B" w:rsidRDefault="0062748B" w:rsidP="0062748B">
      <w:r>
        <w:t xml:space="preserve">3 .1.7      -INF       .        1.000      .         </w:t>
      </w:r>
    </w:p>
    <w:p w:rsidR="0062748B" w:rsidRDefault="0062748B" w:rsidP="0062748B">
      <w:r>
        <w:t xml:space="preserve">3 .1.8      -INF       .        1.000      .         </w:t>
      </w:r>
    </w:p>
    <w:p w:rsidR="0062748B" w:rsidRDefault="0062748B" w:rsidP="0062748B">
      <w:r>
        <w:t xml:space="preserve">3 .1.9      -INF       .        1.000      .         </w:t>
      </w:r>
    </w:p>
    <w:p w:rsidR="0062748B" w:rsidRDefault="0062748B" w:rsidP="0062748B">
      <w:r>
        <w:t xml:space="preserve">3 .1.10     -INF       .        1.000      .         </w:t>
      </w:r>
    </w:p>
    <w:p w:rsidR="0062748B" w:rsidRDefault="0062748B" w:rsidP="0062748B">
      <w:r>
        <w:t xml:space="preserve">3 .1.11     -INF       .        1.000      .         </w:t>
      </w:r>
    </w:p>
    <w:p w:rsidR="0062748B" w:rsidRDefault="0062748B" w:rsidP="0062748B">
      <w:r>
        <w:t xml:space="preserve">3 .1.12     -INF       .        1.000      .         </w:t>
      </w:r>
    </w:p>
    <w:p w:rsidR="0062748B" w:rsidRDefault="0062748B" w:rsidP="0062748B">
      <w:r>
        <w:t xml:space="preserve">3 .1.13     -INF       .        1.000      .         </w:t>
      </w:r>
    </w:p>
    <w:p w:rsidR="0062748B" w:rsidRDefault="0062748B" w:rsidP="0062748B">
      <w:r>
        <w:t xml:space="preserve">3 .1.14     -INF       .        1.000      .         </w:t>
      </w:r>
    </w:p>
    <w:p w:rsidR="0062748B" w:rsidRDefault="0062748B" w:rsidP="0062748B">
      <w:r>
        <w:t xml:space="preserve">3 .1.15     -INF       .        1.000      .         </w:t>
      </w:r>
    </w:p>
    <w:p w:rsidR="0062748B" w:rsidRDefault="0062748B" w:rsidP="0062748B">
      <w:r>
        <w:t xml:space="preserve">3 .1.16     -INF       .        1.000      .         </w:t>
      </w:r>
    </w:p>
    <w:p w:rsidR="0062748B" w:rsidRDefault="0062748B" w:rsidP="0062748B">
      <w:r>
        <w:t xml:space="preserve">3 .1.17     -INF       .        1.000      .         </w:t>
      </w:r>
    </w:p>
    <w:p w:rsidR="0062748B" w:rsidRDefault="0062748B" w:rsidP="0062748B">
      <w:r>
        <w:t xml:space="preserve">3 .1.18     -INF       .        1.000      .         </w:t>
      </w:r>
    </w:p>
    <w:p w:rsidR="0062748B" w:rsidRDefault="0062748B" w:rsidP="0062748B">
      <w:r>
        <w:t xml:space="preserve">3 .1.19     -INF       .        1.000      .         </w:t>
      </w:r>
    </w:p>
    <w:p w:rsidR="0062748B" w:rsidRDefault="0062748B" w:rsidP="0062748B">
      <w:r>
        <w:t xml:space="preserve">3 .1.20     -INF       .        1.000      .         </w:t>
      </w:r>
    </w:p>
    <w:p w:rsidR="0062748B" w:rsidRDefault="0062748B" w:rsidP="0062748B">
      <w:r>
        <w:t xml:space="preserve">3 .1.21     -INF       .        1.000      .         </w:t>
      </w:r>
    </w:p>
    <w:p w:rsidR="0062748B" w:rsidRDefault="0062748B" w:rsidP="0062748B">
      <w:r>
        <w:t xml:space="preserve">3 .1.22     -INF       .        1.000      .         </w:t>
      </w:r>
    </w:p>
    <w:p w:rsidR="0062748B" w:rsidRDefault="0062748B" w:rsidP="0062748B">
      <w:r>
        <w:t xml:space="preserve">3 .1.23     -INF       .        1.000      .         </w:t>
      </w:r>
    </w:p>
    <w:p w:rsidR="0062748B" w:rsidRDefault="0062748B" w:rsidP="0062748B">
      <w:r>
        <w:t xml:space="preserve">3 .1.24     -INF       .        1.000      .         </w:t>
      </w:r>
    </w:p>
    <w:p w:rsidR="0062748B" w:rsidRDefault="0062748B" w:rsidP="0062748B">
      <w:r>
        <w:t xml:space="preserve">3 .1.25     -INF       .        1.000      .         </w:t>
      </w:r>
    </w:p>
    <w:p w:rsidR="0062748B" w:rsidRDefault="0062748B" w:rsidP="0062748B">
      <w:r>
        <w:t xml:space="preserve">3 .1.26     -INF       .        1.000      .         </w:t>
      </w:r>
    </w:p>
    <w:p w:rsidR="0062748B" w:rsidRDefault="0062748B" w:rsidP="0062748B">
      <w:r>
        <w:t xml:space="preserve">3 .1.27     -INF       .        1.000      .         </w:t>
      </w:r>
    </w:p>
    <w:p w:rsidR="0062748B" w:rsidRDefault="0062748B" w:rsidP="0062748B">
      <w:r>
        <w:t xml:space="preserve">3 .1.28     -INF       .        1.000      .         </w:t>
      </w:r>
    </w:p>
    <w:p w:rsidR="0062748B" w:rsidRDefault="0062748B" w:rsidP="0062748B">
      <w:r>
        <w:t xml:space="preserve">3 .1.29     -INF       .        1.000      .         </w:t>
      </w:r>
    </w:p>
    <w:p w:rsidR="0062748B" w:rsidRDefault="0062748B" w:rsidP="0062748B">
      <w:r>
        <w:lastRenderedPageBreak/>
        <w:t xml:space="preserve">4 .1.1      -INF       .        1.000      .         </w:t>
      </w:r>
    </w:p>
    <w:p w:rsidR="0062748B" w:rsidRDefault="0062748B" w:rsidP="0062748B">
      <w:r>
        <w:t xml:space="preserve">4 .1.2      -INF       .        1.000      .         </w:t>
      </w:r>
    </w:p>
    <w:p w:rsidR="0062748B" w:rsidRDefault="0062748B" w:rsidP="0062748B">
      <w:r>
        <w:t xml:space="preserve">4 .1.3      -INF       .        1.000      .         </w:t>
      </w:r>
    </w:p>
    <w:p w:rsidR="0062748B" w:rsidRDefault="0062748B" w:rsidP="0062748B">
      <w:r>
        <w:t xml:space="preserve">4 .1.4      -INF       .        1.000      .         </w:t>
      </w:r>
    </w:p>
    <w:p w:rsidR="0062748B" w:rsidRDefault="0062748B" w:rsidP="0062748B">
      <w:r>
        <w:t xml:space="preserve">4 .1.5      -INF       .        1.000      .         </w:t>
      </w:r>
    </w:p>
    <w:p w:rsidR="0062748B" w:rsidRDefault="0062748B" w:rsidP="0062748B">
      <w:r>
        <w:t xml:space="preserve">4 .1.6      -INF       .        1.000      .         </w:t>
      </w:r>
    </w:p>
    <w:p w:rsidR="0062748B" w:rsidRDefault="0062748B" w:rsidP="0062748B">
      <w:r>
        <w:t xml:space="preserve">4 .1.7      -INF       .        1.000      .         </w:t>
      </w:r>
    </w:p>
    <w:p w:rsidR="0062748B" w:rsidRDefault="0062748B" w:rsidP="0062748B">
      <w:r>
        <w:t xml:space="preserve">4 .1.8      -INF       .        1.000      .         </w:t>
      </w:r>
    </w:p>
    <w:p w:rsidR="0062748B" w:rsidRDefault="0062748B" w:rsidP="0062748B">
      <w:r>
        <w:t xml:space="preserve">4 .1.9      -INF       .        1.000      .         </w:t>
      </w:r>
    </w:p>
    <w:p w:rsidR="0062748B" w:rsidRDefault="0062748B" w:rsidP="0062748B">
      <w:r>
        <w:t xml:space="preserve">4 .1.10     -INF       .        1.000      .         </w:t>
      </w:r>
    </w:p>
    <w:p w:rsidR="0062748B" w:rsidRDefault="0062748B" w:rsidP="0062748B">
      <w:r>
        <w:t xml:space="preserve">4 .1.11     -INF       .        1.000      .         </w:t>
      </w:r>
    </w:p>
    <w:p w:rsidR="0062748B" w:rsidRDefault="0062748B" w:rsidP="0062748B">
      <w:r>
        <w:t xml:space="preserve">4 .1.12     -INF       .        1.000      .         </w:t>
      </w:r>
    </w:p>
    <w:p w:rsidR="0062748B" w:rsidRDefault="0062748B" w:rsidP="0062748B">
      <w:r>
        <w:t xml:space="preserve">4 .1.13     -INF       .        1.000      .         </w:t>
      </w:r>
    </w:p>
    <w:p w:rsidR="0062748B" w:rsidRDefault="0062748B" w:rsidP="0062748B">
      <w:r>
        <w:t xml:space="preserve">4 .1.14     -INF       .        1.000      .         </w:t>
      </w:r>
    </w:p>
    <w:p w:rsidR="0062748B" w:rsidRDefault="0062748B" w:rsidP="0062748B">
      <w:r>
        <w:t xml:space="preserve">4 .1.15     -INF       .        1.000      .         </w:t>
      </w:r>
    </w:p>
    <w:p w:rsidR="0062748B" w:rsidRDefault="0062748B" w:rsidP="0062748B">
      <w:r>
        <w:t xml:space="preserve">4 .1.16     -INF       .        1.000      .         </w:t>
      </w:r>
    </w:p>
    <w:p w:rsidR="0062748B" w:rsidRDefault="0062748B" w:rsidP="0062748B">
      <w:r>
        <w:t xml:space="preserve">4 .1.17     -INF       .        1.000      .         </w:t>
      </w:r>
    </w:p>
    <w:p w:rsidR="0062748B" w:rsidRDefault="0062748B" w:rsidP="0062748B">
      <w:r>
        <w:t xml:space="preserve">4 .1.18     -INF       .        1.000      .         </w:t>
      </w:r>
    </w:p>
    <w:p w:rsidR="0062748B" w:rsidRDefault="0062748B" w:rsidP="0062748B">
      <w:r>
        <w:t xml:space="preserve">4 .1.19     -INF       .        1.000      .         </w:t>
      </w:r>
    </w:p>
    <w:p w:rsidR="0062748B" w:rsidRDefault="0062748B" w:rsidP="0062748B">
      <w:r>
        <w:t xml:space="preserve">4 .1.20     -INF       .        1.000      .         </w:t>
      </w:r>
    </w:p>
    <w:p w:rsidR="0062748B" w:rsidRDefault="0062748B" w:rsidP="0062748B">
      <w:r>
        <w:t xml:space="preserve">4 .1.21     -INF       .        1.000      .         </w:t>
      </w:r>
    </w:p>
    <w:p w:rsidR="0062748B" w:rsidRDefault="0062748B" w:rsidP="0062748B">
      <w:r>
        <w:t xml:space="preserve">4 .1.22     -INF       .        1.000      .         </w:t>
      </w:r>
    </w:p>
    <w:p w:rsidR="0062748B" w:rsidRDefault="0062748B" w:rsidP="0062748B">
      <w:r>
        <w:t xml:space="preserve">4 .1.23     -INF       .        1.000      .         </w:t>
      </w:r>
    </w:p>
    <w:p w:rsidR="0062748B" w:rsidRDefault="0062748B" w:rsidP="0062748B">
      <w:r>
        <w:t xml:space="preserve">4 .1.24     -INF       .        1.000      .         </w:t>
      </w:r>
    </w:p>
    <w:p w:rsidR="0062748B" w:rsidRDefault="0062748B" w:rsidP="0062748B">
      <w:r>
        <w:t xml:space="preserve">4 .1.25     -INF       .        1.000      .         </w:t>
      </w:r>
    </w:p>
    <w:p w:rsidR="0062748B" w:rsidRDefault="0062748B" w:rsidP="0062748B">
      <w:r>
        <w:lastRenderedPageBreak/>
        <w:t xml:space="preserve">4 .1.26     -INF       .        1.000      .         </w:t>
      </w:r>
    </w:p>
    <w:p w:rsidR="0062748B" w:rsidRDefault="0062748B" w:rsidP="0062748B">
      <w:r>
        <w:t xml:space="preserve">4 .1.27     -INF       .        1.000      .         </w:t>
      </w:r>
    </w:p>
    <w:p w:rsidR="0062748B" w:rsidRDefault="0062748B" w:rsidP="0062748B">
      <w:r>
        <w:t xml:space="preserve">4 .1.28     -INF       .        1.000      .         </w:t>
      </w:r>
    </w:p>
    <w:p w:rsidR="0062748B" w:rsidRDefault="0062748B" w:rsidP="0062748B">
      <w:r>
        <w:t xml:space="preserve">4 .1.29     -INF       .        1.000      .         </w:t>
      </w:r>
    </w:p>
    <w:p w:rsidR="0062748B" w:rsidRDefault="0062748B" w:rsidP="0062748B">
      <w:r>
        <w:t xml:space="preserve">5 .1.1      -INF       .        1.000      .         </w:t>
      </w:r>
    </w:p>
    <w:p w:rsidR="0062748B" w:rsidRDefault="0062748B" w:rsidP="0062748B">
      <w:r>
        <w:t xml:space="preserve">5 .1.2      -INF       .        1.000      .         </w:t>
      </w:r>
    </w:p>
    <w:p w:rsidR="0062748B" w:rsidRDefault="0062748B" w:rsidP="0062748B">
      <w:r>
        <w:t xml:space="preserve">5 .1.3      -INF       .        1.000      .         </w:t>
      </w:r>
    </w:p>
    <w:p w:rsidR="0062748B" w:rsidRDefault="0062748B" w:rsidP="0062748B">
      <w:r>
        <w:t xml:space="preserve">5 .1.4      -INF       .        1.000      .         </w:t>
      </w:r>
    </w:p>
    <w:p w:rsidR="0062748B" w:rsidRDefault="0062748B" w:rsidP="0062748B">
      <w:r>
        <w:t xml:space="preserve">5 .1.5      -INF       .        1.000      .         </w:t>
      </w:r>
    </w:p>
    <w:p w:rsidR="0062748B" w:rsidRDefault="0062748B" w:rsidP="0062748B">
      <w:r>
        <w:t xml:space="preserve">5 .1.6      -INF       .        1.000      .         </w:t>
      </w:r>
    </w:p>
    <w:p w:rsidR="0062748B" w:rsidRDefault="0062748B" w:rsidP="0062748B">
      <w:r>
        <w:t xml:space="preserve">5 .1.7      -INF       .        1.000      .         </w:t>
      </w:r>
    </w:p>
    <w:p w:rsidR="0062748B" w:rsidRDefault="0062748B" w:rsidP="0062748B">
      <w:r>
        <w:t xml:space="preserve">5 .1.8      -INF       .        1.000      .         </w:t>
      </w:r>
    </w:p>
    <w:p w:rsidR="0062748B" w:rsidRDefault="0062748B" w:rsidP="0062748B">
      <w:r>
        <w:t xml:space="preserve">5 .1.9      -INF       .        1.000      .         </w:t>
      </w:r>
    </w:p>
    <w:p w:rsidR="0062748B" w:rsidRDefault="0062748B" w:rsidP="0062748B">
      <w:r>
        <w:t xml:space="preserve">5 .1.10     -INF       .        1.000      .         </w:t>
      </w:r>
    </w:p>
    <w:p w:rsidR="0062748B" w:rsidRDefault="0062748B" w:rsidP="0062748B">
      <w:r>
        <w:t xml:space="preserve">5 .1.11     -INF       .        1.000      .         </w:t>
      </w:r>
    </w:p>
    <w:p w:rsidR="0062748B" w:rsidRDefault="0062748B" w:rsidP="0062748B">
      <w:r>
        <w:t xml:space="preserve">5 .1.12     -INF       .        1.000      .         </w:t>
      </w:r>
    </w:p>
    <w:p w:rsidR="0062748B" w:rsidRDefault="0062748B" w:rsidP="0062748B">
      <w:r>
        <w:t xml:space="preserve">5 .1.13     -INF       .        1.000      .         </w:t>
      </w:r>
    </w:p>
    <w:p w:rsidR="0062748B" w:rsidRDefault="0062748B" w:rsidP="0062748B">
      <w:r>
        <w:t xml:space="preserve">5 .1.14     -INF       .        1.000      .         </w:t>
      </w:r>
    </w:p>
    <w:p w:rsidR="0062748B" w:rsidRDefault="0062748B" w:rsidP="0062748B">
      <w:r>
        <w:t xml:space="preserve">5 .1.15     -INF       .        1.000      .         </w:t>
      </w:r>
    </w:p>
    <w:p w:rsidR="0062748B" w:rsidRDefault="0062748B" w:rsidP="0062748B">
      <w:r>
        <w:t xml:space="preserve">5 .1.16     -INF       .        1.000      .         </w:t>
      </w:r>
    </w:p>
    <w:p w:rsidR="0062748B" w:rsidRDefault="0062748B" w:rsidP="0062748B">
      <w:r>
        <w:t xml:space="preserve">5 .1.17     -INF       .        1.000      .         </w:t>
      </w:r>
    </w:p>
    <w:p w:rsidR="0062748B" w:rsidRDefault="0062748B" w:rsidP="0062748B">
      <w:r>
        <w:t xml:space="preserve">5 .1.18     -INF       .        1.000      .         </w:t>
      </w:r>
    </w:p>
    <w:p w:rsidR="0062748B" w:rsidRDefault="0062748B" w:rsidP="0062748B">
      <w:r>
        <w:t xml:space="preserve">5 .1.19     -INF       .        1.000      .         </w:t>
      </w:r>
    </w:p>
    <w:p w:rsidR="0062748B" w:rsidRDefault="0062748B" w:rsidP="0062748B">
      <w:r>
        <w:t xml:space="preserve">5 .1.20     -INF       .        1.000      .         </w:t>
      </w:r>
    </w:p>
    <w:p w:rsidR="0062748B" w:rsidRDefault="0062748B" w:rsidP="0062748B">
      <w:r>
        <w:t xml:space="preserve">5 .1.21     -INF       .        1.000      .         </w:t>
      </w:r>
    </w:p>
    <w:p w:rsidR="0062748B" w:rsidRDefault="0062748B" w:rsidP="0062748B">
      <w:r>
        <w:lastRenderedPageBreak/>
        <w:t xml:space="preserve">5 .1.22     -INF       .        1.000      .         </w:t>
      </w:r>
    </w:p>
    <w:p w:rsidR="0062748B" w:rsidRDefault="0062748B" w:rsidP="0062748B">
      <w:r>
        <w:t xml:space="preserve">5 .1.23     -INF       .        1.000      .         </w:t>
      </w:r>
    </w:p>
    <w:p w:rsidR="0062748B" w:rsidRDefault="0062748B" w:rsidP="0062748B">
      <w:r>
        <w:t xml:space="preserve">5 .1.24     -INF       .        1.000      .         </w:t>
      </w:r>
    </w:p>
    <w:p w:rsidR="0062748B" w:rsidRDefault="0062748B" w:rsidP="0062748B">
      <w:r>
        <w:t xml:space="preserve">5 .1.25     -INF       .        1.000      .         </w:t>
      </w:r>
    </w:p>
    <w:p w:rsidR="0062748B" w:rsidRDefault="0062748B" w:rsidP="0062748B">
      <w:r>
        <w:t xml:space="preserve">5 .1.26     -INF       .        1.000      .         </w:t>
      </w:r>
    </w:p>
    <w:p w:rsidR="0062748B" w:rsidRDefault="0062748B" w:rsidP="0062748B">
      <w:r>
        <w:t xml:space="preserve">5 .1.27     -INF       .        1.000      .         </w:t>
      </w:r>
    </w:p>
    <w:p w:rsidR="0062748B" w:rsidRDefault="0062748B" w:rsidP="0062748B">
      <w:r>
        <w:t xml:space="preserve">5 .1.28     -INF       .        1.000      .         </w:t>
      </w:r>
    </w:p>
    <w:p w:rsidR="0062748B" w:rsidRDefault="0062748B" w:rsidP="0062748B">
      <w:r>
        <w:t xml:space="preserve">5 .1.29     -INF       .        1.000      .         </w:t>
      </w:r>
    </w:p>
    <w:p w:rsidR="0062748B" w:rsidRDefault="0062748B" w:rsidP="0062748B">
      <w:r>
        <w:t xml:space="preserve">6 .1.1      -INF       .        1.000      .         </w:t>
      </w:r>
    </w:p>
    <w:p w:rsidR="0062748B" w:rsidRDefault="0062748B" w:rsidP="0062748B">
      <w:r>
        <w:t xml:space="preserve">6 .1.2      -INF       .        1.000      .         </w:t>
      </w:r>
    </w:p>
    <w:p w:rsidR="0062748B" w:rsidRDefault="0062748B" w:rsidP="0062748B">
      <w:r>
        <w:t xml:space="preserve">6 .1.3      -INF       .        1.000      .         </w:t>
      </w:r>
    </w:p>
    <w:p w:rsidR="0062748B" w:rsidRDefault="0062748B" w:rsidP="0062748B">
      <w:r>
        <w:t xml:space="preserve">6 .1.4      -INF       .        1.000      .         </w:t>
      </w:r>
    </w:p>
    <w:p w:rsidR="0062748B" w:rsidRDefault="0062748B" w:rsidP="0062748B">
      <w:r>
        <w:t xml:space="preserve">6 .1.5      -INF       .        1.000      .         </w:t>
      </w:r>
    </w:p>
    <w:p w:rsidR="0062748B" w:rsidRDefault="0062748B" w:rsidP="0062748B">
      <w:r>
        <w:t xml:space="preserve">6 .1.6      -INF       .        1.000      .         </w:t>
      </w:r>
    </w:p>
    <w:p w:rsidR="0062748B" w:rsidRDefault="0062748B" w:rsidP="0062748B">
      <w:r>
        <w:t xml:space="preserve">6 .1.7      -INF       .        1.000      .         </w:t>
      </w:r>
    </w:p>
    <w:p w:rsidR="0062748B" w:rsidRDefault="0062748B" w:rsidP="0062748B">
      <w:r>
        <w:t xml:space="preserve">6 .1.8      -INF       .        1.000      .         </w:t>
      </w:r>
    </w:p>
    <w:p w:rsidR="0062748B" w:rsidRDefault="0062748B" w:rsidP="0062748B">
      <w:r>
        <w:t xml:space="preserve">6 .1.9      -INF       .        1.000      .         </w:t>
      </w:r>
    </w:p>
    <w:p w:rsidR="0062748B" w:rsidRDefault="0062748B" w:rsidP="0062748B">
      <w:r>
        <w:t xml:space="preserve">6 .1.10     -INF       .        1.000      .         </w:t>
      </w:r>
    </w:p>
    <w:p w:rsidR="0062748B" w:rsidRDefault="0062748B" w:rsidP="0062748B">
      <w:r>
        <w:t xml:space="preserve">6 .1.11     -INF       .        1.000      .         </w:t>
      </w:r>
    </w:p>
    <w:p w:rsidR="0062748B" w:rsidRDefault="0062748B" w:rsidP="0062748B">
      <w:r>
        <w:t xml:space="preserve">6 .1.12     -INF       .        1.000      .         </w:t>
      </w:r>
    </w:p>
    <w:p w:rsidR="0062748B" w:rsidRDefault="0062748B" w:rsidP="0062748B">
      <w:r>
        <w:t xml:space="preserve">6 .1.13     -INF       .        1.000      .         </w:t>
      </w:r>
    </w:p>
    <w:p w:rsidR="0062748B" w:rsidRDefault="0062748B" w:rsidP="0062748B">
      <w:r>
        <w:t xml:space="preserve">6 .1.14     -INF       .        1.000      .         </w:t>
      </w:r>
    </w:p>
    <w:p w:rsidR="0062748B" w:rsidRDefault="0062748B" w:rsidP="0062748B">
      <w:r>
        <w:t xml:space="preserve">6 .1.15     -INF       .        1.000      .         </w:t>
      </w:r>
    </w:p>
    <w:p w:rsidR="0062748B" w:rsidRDefault="0062748B" w:rsidP="0062748B">
      <w:r>
        <w:t xml:space="preserve">6 .1.16     -INF       .        1.000      .         </w:t>
      </w:r>
    </w:p>
    <w:p w:rsidR="0062748B" w:rsidRDefault="0062748B" w:rsidP="0062748B">
      <w:r>
        <w:t xml:space="preserve">6 .1.17     -INF       .        1.000      .         </w:t>
      </w:r>
    </w:p>
    <w:p w:rsidR="0062748B" w:rsidRDefault="0062748B" w:rsidP="0062748B">
      <w:r>
        <w:lastRenderedPageBreak/>
        <w:t xml:space="preserve">6 .1.18     -INF       .        1.000      .         </w:t>
      </w:r>
    </w:p>
    <w:p w:rsidR="0062748B" w:rsidRDefault="0062748B" w:rsidP="0062748B">
      <w:r>
        <w:t xml:space="preserve">6 .1.19     -INF       .        1.000      .         </w:t>
      </w:r>
    </w:p>
    <w:p w:rsidR="0062748B" w:rsidRDefault="0062748B" w:rsidP="0062748B">
      <w:r>
        <w:t xml:space="preserve">6 .1.20     -INF       .        1.000      .         </w:t>
      </w:r>
    </w:p>
    <w:p w:rsidR="0062748B" w:rsidRDefault="0062748B" w:rsidP="0062748B">
      <w:r>
        <w:t xml:space="preserve">6 .1.21     -INF       .        1.000      .         </w:t>
      </w:r>
    </w:p>
    <w:p w:rsidR="0062748B" w:rsidRDefault="0062748B" w:rsidP="0062748B">
      <w:r>
        <w:t xml:space="preserve">6 .1.22     -INF       .        1.000      .         </w:t>
      </w:r>
    </w:p>
    <w:p w:rsidR="0062748B" w:rsidRDefault="0062748B" w:rsidP="0062748B">
      <w:r>
        <w:t xml:space="preserve">6 .1.23     -INF       .        1.000      .         </w:t>
      </w:r>
    </w:p>
    <w:p w:rsidR="0062748B" w:rsidRDefault="0062748B" w:rsidP="0062748B">
      <w:r>
        <w:t xml:space="preserve">6 .1.24     -INF       .        1.000      .         </w:t>
      </w:r>
    </w:p>
    <w:p w:rsidR="0062748B" w:rsidRDefault="0062748B" w:rsidP="0062748B">
      <w:r>
        <w:t xml:space="preserve">6 .1.25     -INF       .        1.000      .         </w:t>
      </w:r>
    </w:p>
    <w:p w:rsidR="0062748B" w:rsidRDefault="0062748B" w:rsidP="0062748B">
      <w:r>
        <w:t xml:space="preserve">6 .1.26     -INF       .        1.000      .         </w:t>
      </w:r>
    </w:p>
    <w:p w:rsidR="0062748B" w:rsidRDefault="0062748B" w:rsidP="0062748B">
      <w:r>
        <w:t xml:space="preserve">6 .1.27     -INF       .        1.000      .         </w:t>
      </w:r>
    </w:p>
    <w:p w:rsidR="0062748B" w:rsidRDefault="0062748B" w:rsidP="0062748B">
      <w:r>
        <w:t xml:space="preserve">6 .1.28     -INF       .        1.000      .         </w:t>
      </w:r>
    </w:p>
    <w:p w:rsidR="0062748B" w:rsidRDefault="0062748B" w:rsidP="0062748B">
      <w:r>
        <w:t xml:space="preserve">6 .1.29     -INF       .        1.000      .         </w:t>
      </w:r>
    </w:p>
    <w:p w:rsidR="0062748B" w:rsidRDefault="0062748B" w:rsidP="0062748B">
      <w:r>
        <w:t xml:space="preserve">7 .1.1      -INF       .        1.000      .         </w:t>
      </w:r>
    </w:p>
    <w:p w:rsidR="0062748B" w:rsidRDefault="0062748B" w:rsidP="0062748B">
      <w:r>
        <w:t xml:space="preserve">7 .1.2      -INF       .        1.000      .         </w:t>
      </w:r>
    </w:p>
    <w:p w:rsidR="0062748B" w:rsidRDefault="0062748B" w:rsidP="0062748B">
      <w:r>
        <w:t xml:space="preserve">7 .1.3      -INF       .        1.000      .         </w:t>
      </w:r>
    </w:p>
    <w:p w:rsidR="0062748B" w:rsidRDefault="0062748B" w:rsidP="0062748B">
      <w:r>
        <w:t xml:space="preserve">7 .1.4      -INF       .        1.000      .         </w:t>
      </w:r>
    </w:p>
    <w:p w:rsidR="0062748B" w:rsidRDefault="0062748B" w:rsidP="0062748B">
      <w:r>
        <w:t xml:space="preserve">7 .1.5      -INF       .        1.000      .         </w:t>
      </w:r>
    </w:p>
    <w:p w:rsidR="0062748B" w:rsidRDefault="0062748B" w:rsidP="0062748B">
      <w:r>
        <w:t xml:space="preserve">7 .1.6      -INF       .        1.000      .         </w:t>
      </w:r>
    </w:p>
    <w:p w:rsidR="0062748B" w:rsidRDefault="0062748B" w:rsidP="0062748B">
      <w:r>
        <w:t xml:space="preserve">7 .1.7      -INF       .        1.000      .         </w:t>
      </w:r>
    </w:p>
    <w:p w:rsidR="0062748B" w:rsidRDefault="0062748B" w:rsidP="0062748B">
      <w:r>
        <w:t xml:space="preserve">7 .1.8      -INF       .        1.000      .         </w:t>
      </w:r>
    </w:p>
    <w:p w:rsidR="0062748B" w:rsidRDefault="0062748B" w:rsidP="0062748B">
      <w:r>
        <w:t xml:space="preserve">7 .1.9      -INF       .        1.000      .         </w:t>
      </w:r>
    </w:p>
    <w:p w:rsidR="0062748B" w:rsidRDefault="0062748B" w:rsidP="0062748B">
      <w:r>
        <w:t xml:space="preserve">7 .1.10     -INF       .        1.000      .         </w:t>
      </w:r>
    </w:p>
    <w:p w:rsidR="0062748B" w:rsidRDefault="0062748B" w:rsidP="0062748B">
      <w:r>
        <w:t xml:space="preserve">7 .1.11     -INF       .        1.000      .         </w:t>
      </w:r>
    </w:p>
    <w:p w:rsidR="0062748B" w:rsidRDefault="0062748B" w:rsidP="0062748B">
      <w:r>
        <w:t xml:space="preserve">7 .1.12     -INF       .        1.000      .         </w:t>
      </w:r>
    </w:p>
    <w:p w:rsidR="0062748B" w:rsidRDefault="0062748B" w:rsidP="0062748B">
      <w:r>
        <w:t xml:space="preserve">7 .1.13     -INF       .        1.000      .         </w:t>
      </w:r>
    </w:p>
    <w:p w:rsidR="0062748B" w:rsidRDefault="0062748B" w:rsidP="0062748B">
      <w:r>
        <w:lastRenderedPageBreak/>
        <w:t xml:space="preserve">7 .1.14     -INF       .        1.000      .         </w:t>
      </w:r>
    </w:p>
    <w:p w:rsidR="0062748B" w:rsidRDefault="0062748B" w:rsidP="0062748B">
      <w:r>
        <w:t xml:space="preserve">7 .1.15     -INF       .        1.000      .         </w:t>
      </w:r>
    </w:p>
    <w:p w:rsidR="0062748B" w:rsidRDefault="0062748B" w:rsidP="0062748B">
      <w:r>
        <w:t xml:space="preserve">7 .1.16     -INF       .        1.000      .         </w:t>
      </w:r>
    </w:p>
    <w:p w:rsidR="0062748B" w:rsidRDefault="0062748B" w:rsidP="0062748B">
      <w:r>
        <w:t xml:space="preserve">7 .1.17     -INF       .        1.000      .         </w:t>
      </w:r>
    </w:p>
    <w:p w:rsidR="0062748B" w:rsidRDefault="0062748B" w:rsidP="0062748B">
      <w:r>
        <w:t xml:space="preserve">7 .1.18     -INF       .        1.000      .         </w:t>
      </w:r>
    </w:p>
    <w:p w:rsidR="0062748B" w:rsidRDefault="0062748B" w:rsidP="0062748B">
      <w:r>
        <w:t xml:space="preserve">7 .1.19     -INF       .        1.000      .         </w:t>
      </w:r>
    </w:p>
    <w:p w:rsidR="0062748B" w:rsidRDefault="0062748B" w:rsidP="0062748B">
      <w:r>
        <w:t xml:space="preserve">7 .1.20     -INF       .        1.000      .         </w:t>
      </w:r>
    </w:p>
    <w:p w:rsidR="0062748B" w:rsidRDefault="0062748B" w:rsidP="0062748B">
      <w:r>
        <w:t xml:space="preserve">7 .1.21     -INF       .        1.000      .         </w:t>
      </w:r>
    </w:p>
    <w:p w:rsidR="0062748B" w:rsidRDefault="0062748B" w:rsidP="0062748B">
      <w:r>
        <w:t xml:space="preserve">7 .1.22     -INF       .        1.000      .         </w:t>
      </w:r>
    </w:p>
    <w:p w:rsidR="0062748B" w:rsidRDefault="0062748B" w:rsidP="0062748B">
      <w:r>
        <w:t xml:space="preserve">7 .1.23     -INF       .        1.000      .         </w:t>
      </w:r>
    </w:p>
    <w:p w:rsidR="0062748B" w:rsidRDefault="0062748B" w:rsidP="0062748B">
      <w:r>
        <w:t xml:space="preserve">7 .1.24     -INF       .        1.000      .         </w:t>
      </w:r>
    </w:p>
    <w:p w:rsidR="0062748B" w:rsidRDefault="0062748B" w:rsidP="0062748B">
      <w:r>
        <w:t xml:space="preserve">7 .1.25     -INF       .        1.000      .         </w:t>
      </w:r>
    </w:p>
    <w:p w:rsidR="0062748B" w:rsidRDefault="0062748B" w:rsidP="0062748B">
      <w:r>
        <w:t xml:space="preserve">7 .1.26     -INF       .        1.000      .         </w:t>
      </w:r>
    </w:p>
    <w:p w:rsidR="0062748B" w:rsidRDefault="0062748B" w:rsidP="0062748B">
      <w:r>
        <w:t xml:space="preserve">7 .1.27     -INF       .        1.000      .         </w:t>
      </w:r>
    </w:p>
    <w:p w:rsidR="0062748B" w:rsidRDefault="0062748B" w:rsidP="0062748B">
      <w:r>
        <w:t xml:space="preserve">7 .1.28     -INF       .        1.000      .         </w:t>
      </w:r>
    </w:p>
    <w:p w:rsidR="0062748B" w:rsidRDefault="0062748B" w:rsidP="0062748B">
      <w:r>
        <w:t xml:space="preserve">7 .1.29     -INF       .        1.000      .         </w:t>
      </w:r>
    </w:p>
    <w:p w:rsidR="0062748B" w:rsidRDefault="0062748B" w:rsidP="0062748B">
      <w:r>
        <w:t xml:space="preserve">8 .1.1      -INF       .        1.000      .         </w:t>
      </w:r>
    </w:p>
    <w:p w:rsidR="0062748B" w:rsidRDefault="0062748B" w:rsidP="0062748B">
      <w:r>
        <w:t xml:space="preserve">8 .1.2      -INF       .        1.000      .         </w:t>
      </w:r>
    </w:p>
    <w:p w:rsidR="0062748B" w:rsidRDefault="0062748B" w:rsidP="0062748B">
      <w:r>
        <w:t xml:space="preserve">8 .1.3      -INF       .        1.000      .         </w:t>
      </w:r>
    </w:p>
    <w:p w:rsidR="0062748B" w:rsidRDefault="0062748B" w:rsidP="0062748B">
      <w:r>
        <w:t xml:space="preserve">8 .1.4      -INF       .        1.000      .         </w:t>
      </w:r>
    </w:p>
    <w:p w:rsidR="0062748B" w:rsidRDefault="0062748B" w:rsidP="0062748B">
      <w:r>
        <w:t xml:space="preserve">8 .1.5      -INF       .        1.000      .         </w:t>
      </w:r>
    </w:p>
    <w:p w:rsidR="0062748B" w:rsidRDefault="0062748B" w:rsidP="0062748B">
      <w:r>
        <w:t xml:space="preserve">8 .1.6      -INF       .        1.000      .         </w:t>
      </w:r>
    </w:p>
    <w:p w:rsidR="0062748B" w:rsidRDefault="0062748B" w:rsidP="0062748B">
      <w:r>
        <w:t xml:space="preserve">8 .1.7      -INF       .        1.000      .         </w:t>
      </w:r>
    </w:p>
    <w:p w:rsidR="0062748B" w:rsidRDefault="0062748B" w:rsidP="0062748B">
      <w:r>
        <w:t xml:space="preserve">8 .1.8      -INF       .        1.000      .         </w:t>
      </w:r>
    </w:p>
    <w:p w:rsidR="0062748B" w:rsidRDefault="0062748B" w:rsidP="0062748B">
      <w:r>
        <w:t xml:space="preserve">8 .1.9      -INF       .        1.000      .         </w:t>
      </w:r>
    </w:p>
    <w:p w:rsidR="0062748B" w:rsidRDefault="0062748B" w:rsidP="0062748B">
      <w:r>
        <w:lastRenderedPageBreak/>
        <w:t xml:space="preserve">8 .1.10     -INF       .        1.000      .         </w:t>
      </w:r>
    </w:p>
    <w:p w:rsidR="0062748B" w:rsidRDefault="0062748B" w:rsidP="0062748B">
      <w:r>
        <w:t xml:space="preserve">8 .1.11     -INF       .        1.000      .         </w:t>
      </w:r>
    </w:p>
    <w:p w:rsidR="0062748B" w:rsidRDefault="0062748B" w:rsidP="0062748B">
      <w:r>
        <w:t xml:space="preserve">8 .1.12     -INF       .        1.000      .         </w:t>
      </w:r>
    </w:p>
    <w:p w:rsidR="0062748B" w:rsidRDefault="0062748B" w:rsidP="0062748B">
      <w:r>
        <w:t xml:space="preserve">8 .1.13     -INF       .        1.000      .         </w:t>
      </w:r>
    </w:p>
    <w:p w:rsidR="0062748B" w:rsidRDefault="0062748B" w:rsidP="0062748B">
      <w:r>
        <w:t xml:space="preserve">8 .1.14     -INF       .        1.000      .         </w:t>
      </w:r>
    </w:p>
    <w:p w:rsidR="0062748B" w:rsidRDefault="0062748B" w:rsidP="0062748B">
      <w:r>
        <w:t xml:space="preserve">8 .1.15     -INF       .        1.000      .         </w:t>
      </w:r>
    </w:p>
    <w:p w:rsidR="0062748B" w:rsidRDefault="0062748B" w:rsidP="0062748B">
      <w:r>
        <w:t xml:space="preserve">8 .1.16     -INF       .        1.000      .         </w:t>
      </w:r>
    </w:p>
    <w:p w:rsidR="0062748B" w:rsidRDefault="0062748B" w:rsidP="0062748B">
      <w:r>
        <w:t xml:space="preserve">8 .1.17     -INF       .        1.000      .         </w:t>
      </w:r>
    </w:p>
    <w:p w:rsidR="0062748B" w:rsidRDefault="0062748B" w:rsidP="0062748B">
      <w:r>
        <w:t xml:space="preserve">8 .1.18     -INF       .        1.000      .         </w:t>
      </w:r>
    </w:p>
    <w:p w:rsidR="0062748B" w:rsidRDefault="0062748B" w:rsidP="0062748B">
      <w:r>
        <w:t xml:space="preserve">8 .1.19     -INF       .        1.000      .         </w:t>
      </w:r>
    </w:p>
    <w:p w:rsidR="0062748B" w:rsidRDefault="0062748B" w:rsidP="0062748B">
      <w:r>
        <w:t xml:space="preserve">8 .1.20     -INF       .        1.000      .         </w:t>
      </w:r>
    </w:p>
    <w:p w:rsidR="0062748B" w:rsidRDefault="0062748B" w:rsidP="0062748B">
      <w:r>
        <w:t xml:space="preserve">8 .1.21     -INF       .        1.000      .         </w:t>
      </w:r>
    </w:p>
    <w:p w:rsidR="0062748B" w:rsidRDefault="0062748B" w:rsidP="0062748B">
      <w:r>
        <w:t xml:space="preserve">8 .1.22     -INF       .        1.000      .         </w:t>
      </w:r>
    </w:p>
    <w:p w:rsidR="0062748B" w:rsidRDefault="0062748B" w:rsidP="0062748B">
      <w:r>
        <w:t xml:space="preserve">8 .1.23     -INF       .        1.000      .         </w:t>
      </w:r>
    </w:p>
    <w:p w:rsidR="0062748B" w:rsidRDefault="0062748B" w:rsidP="0062748B">
      <w:r>
        <w:t xml:space="preserve">8 .1.24     -INF       .        1.000      .         </w:t>
      </w:r>
    </w:p>
    <w:p w:rsidR="0062748B" w:rsidRDefault="0062748B" w:rsidP="0062748B">
      <w:r>
        <w:t xml:space="preserve">8 .1.25     -INF       .        1.000      .         </w:t>
      </w:r>
    </w:p>
    <w:p w:rsidR="0062748B" w:rsidRDefault="0062748B" w:rsidP="0062748B">
      <w:r>
        <w:t xml:space="preserve">8 .1.26     -INF       .        1.000      .         </w:t>
      </w:r>
    </w:p>
    <w:p w:rsidR="0062748B" w:rsidRDefault="0062748B" w:rsidP="0062748B">
      <w:r>
        <w:t xml:space="preserve">8 .1.27     -INF       .        1.000      .         </w:t>
      </w:r>
    </w:p>
    <w:p w:rsidR="0062748B" w:rsidRDefault="0062748B" w:rsidP="0062748B">
      <w:r>
        <w:t xml:space="preserve">8 .1.28     -INF       .        1.000      .         </w:t>
      </w:r>
    </w:p>
    <w:p w:rsidR="0062748B" w:rsidRDefault="0062748B" w:rsidP="0062748B">
      <w:r>
        <w:t xml:space="preserve">8 .1.29     -INF       .        1.000      .         </w:t>
      </w:r>
    </w:p>
    <w:p w:rsidR="0062748B" w:rsidRDefault="0062748B" w:rsidP="0062748B">
      <w:r>
        <w:t xml:space="preserve">9 .1.1      -INF       .        1.000      .         </w:t>
      </w:r>
    </w:p>
    <w:p w:rsidR="0062748B" w:rsidRDefault="0062748B" w:rsidP="0062748B">
      <w:r>
        <w:t xml:space="preserve">9 .1.2      -INF       .        1.000      .         </w:t>
      </w:r>
    </w:p>
    <w:p w:rsidR="0062748B" w:rsidRDefault="0062748B" w:rsidP="0062748B">
      <w:r>
        <w:t xml:space="preserve">9 .1.3      -INF       .        1.000      .         </w:t>
      </w:r>
    </w:p>
    <w:p w:rsidR="0062748B" w:rsidRDefault="0062748B" w:rsidP="0062748B">
      <w:r>
        <w:t xml:space="preserve">9 .1.4      -INF       .        1.000      .         </w:t>
      </w:r>
    </w:p>
    <w:p w:rsidR="0062748B" w:rsidRDefault="0062748B" w:rsidP="0062748B">
      <w:r>
        <w:t xml:space="preserve">9 .1.5      -INF       .        1.000      .         </w:t>
      </w:r>
    </w:p>
    <w:p w:rsidR="0062748B" w:rsidRDefault="0062748B" w:rsidP="0062748B">
      <w:r>
        <w:lastRenderedPageBreak/>
        <w:t xml:space="preserve">9 .1.6      -INF       .        1.000      .         </w:t>
      </w:r>
    </w:p>
    <w:p w:rsidR="0062748B" w:rsidRDefault="0062748B" w:rsidP="0062748B">
      <w:r>
        <w:t xml:space="preserve">9 .1.7      -INF       .        1.000      .         </w:t>
      </w:r>
    </w:p>
    <w:p w:rsidR="0062748B" w:rsidRDefault="0062748B" w:rsidP="0062748B">
      <w:r>
        <w:t xml:space="preserve">9 .1.8      -INF       .        1.000      .         </w:t>
      </w:r>
    </w:p>
    <w:p w:rsidR="0062748B" w:rsidRDefault="0062748B" w:rsidP="0062748B">
      <w:r>
        <w:t xml:space="preserve">9 .1.9      -INF       .        1.000      .         </w:t>
      </w:r>
    </w:p>
    <w:p w:rsidR="0062748B" w:rsidRDefault="0062748B" w:rsidP="0062748B">
      <w:r>
        <w:t xml:space="preserve">9 .1.10     -INF       .        1.000      .         </w:t>
      </w:r>
    </w:p>
    <w:p w:rsidR="0062748B" w:rsidRDefault="0062748B" w:rsidP="0062748B">
      <w:r>
        <w:t xml:space="preserve">9 .1.11     -INF       .        1.000      .         </w:t>
      </w:r>
    </w:p>
    <w:p w:rsidR="0062748B" w:rsidRDefault="0062748B" w:rsidP="0062748B">
      <w:r>
        <w:t xml:space="preserve">9 .1.12     -INF       .        1.000      .         </w:t>
      </w:r>
    </w:p>
    <w:p w:rsidR="0062748B" w:rsidRDefault="0062748B" w:rsidP="0062748B">
      <w:r>
        <w:t xml:space="preserve">9 .1.13     -INF       .        1.000      .         </w:t>
      </w:r>
    </w:p>
    <w:p w:rsidR="0062748B" w:rsidRDefault="0062748B" w:rsidP="0062748B">
      <w:r>
        <w:t xml:space="preserve">9 .1.14     -INF       .        1.000      .         </w:t>
      </w:r>
    </w:p>
    <w:p w:rsidR="0062748B" w:rsidRDefault="0062748B" w:rsidP="0062748B">
      <w:r>
        <w:t xml:space="preserve">9 .1.15     -INF       .        1.000      .         </w:t>
      </w:r>
    </w:p>
    <w:p w:rsidR="0062748B" w:rsidRDefault="0062748B" w:rsidP="0062748B">
      <w:r>
        <w:t xml:space="preserve">9 .1.16     -INF       .        1.000      .         </w:t>
      </w:r>
    </w:p>
    <w:p w:rsidR="0062748B" w:rsidRDefault="0062748B" w:rsidP="0062748B">
      <w:r>
        <w:t xml:space="preserve">9 .1.17     -INF       .        1.000      .         </w:t>
      </w:r>
    </w:p>
    <w:p w:rsidR="0062748B" w:rsidRDefault="0062748B" w:rsidP="0062748B">
      <w:r>
        <w:t xml:space="preserve">9 .1.18     -INF       .        1.000      .         </w:t>
      </w:r>
    </w:p>
    <w:p w:rsidR="0062748B" w:rsidRDefault="0062748B" w:rsidP="0062748B">
      <w:r>
        <w:t xml:space="preserve">9 .1.19     -INF       .        1.000      .         </w:t>
      </w:r>
    </w:p>
    <w:p w:rsidR="0062748B" w:rsidRDefault="0062748B" w:rsidP="0062748B">
      <w:r>
        <w:t xml:space="preserve">9 .1.20     -INF       .        1.000      .         </w:t>
      </w:r>
    </w:p>
    <w:p w:rsidR="0062748B" w:rsidRDefault="0062748B" w:rsidP="0062748B">
      <w:r>
        <w:t xml:space="preserve">9 .1.21     -INF       .        1.000      .         </w:t>
      </w:r>
    </w:p>
    <w:p w:rsidR="0062748B" w:rsidRDefault="0062748B" w:rsidP="0062748B">
      <w:r>
        <w:t xml:space="preserve">9 .1.22     -INF       .        1.000      .         </w:t>
      </w:r>
    </w:p>
    <w:p w:rsidR="0062748B" w:rsidRDefault="0062748B" w:rsidP="0062748B">
      <w:r>
        <w:t xml:space="preserve">9 .1.23     -INF       .        1.000      .         </w:t>
      </w:r>
    </w:p>
    <w:p w:rsidR="0062748B" w:rsidRDefault="0062748B" w:rsidP="0062748B">
      <w:r>
        <w:t xml:space="preserve">9 .1.24     -INF       .        1.000      .         </w:t>
      </w:r>
    </w:p>
    <w:p w:rsidR="0062748B" w:rsidRDefault="0062748B" w:rsidP="0062748B">
      <w:r>
        <w:t xml:space="preserve">9 .1.25     -INF       .        1.000      .         </w:t>
      </w:r>
    </w:p>
    <w:p w:rsidR="0062748B" w:rsidRDefault="0062748B" w:rsidP="0062748B">
      <w:r>
        <w:t xml:space="preserve">9 .1.26     -INF       .        1.000      .         </w:t>
      </w:r>
    </w:p>
    <w:p w:rsidR="0062748B" w:rsidRDefault="0062748B" w:rsidP="0062748B">
      <w:r>
        <w:t xml:space="preserve">9 .1.27     -INF       .        1.000      .         </w:t>
      </w:r>
    </w:p>
    <w:p w:rsidR="0062748B" w:rsidRDefault="0062748B" w:rsidP="0062748B">
      <w:r>
        <w:t xml:space="preserve">9 .1.28     -INF       .        1.000      .         </w:t>
      </w:r>
    </w:p>
    <w:p w:rsidR="0062748B" w:rsidRDefault="0062748B" w:rsidP="0062748B">
      <w:r>
        <w:t xml:space="preserve">9 .1.29     -INF       .        1.000      .         </w:t>
      </w:r>
    </w:p>
    <w:p w:rsidR="0062748B" w:rsidRDefault="0062748B" w:rsidP="0062748B">
      <w:r>
        <w:t xml:space="preserve">10.1.1      -INF       .        1.000      .         </w:t>
      </w:r>
    </w:p>
    <w:p w:rsidR="0062748B" w:rsidRDefault="0062748B" w:rsidP="0062748B">
      <w:r>
        <w:lastRenderedPageBreak/>
        <w:t xml:space="preserve">10.1.2      -INF       .        1.000      .         </w:t>
      </w:r>
    </w:p>
    <w:p w:rsidR="0062748B" w:rsidRDefault="0062748B" w:rsidP="0062748B">
      <w:r>
        <w:t xml:space="preserve">10.1.3      -INF       .        1.000      .         </w:t>
      </w:r>
    </w:p>
    <w:p w:rsidR="0062748B" w:rsidRDefault="0062748B" w:rsidP="0062748B">
      <w:r>
        <w:t xml:space="preserve">10.1.4      -INF       .        1.000      .         </w:t>
      </w:r>
    </w:p>
    <w:p w:rsidR="0062748B" w:rsidRDefault="0062748B" w:rsidP="0062748B">
      <w:r>
        <w:t xml:space="preserve">10.1.5      -INF       .        1.000      .         </w:t>
      </w:r>
    </w:p>
    <w:p w:rsidR="0062748B" w:rsidRDefault="0062748B" w:rsidP="0062748B">
      <w:r>
        <w:t xml:space="preserve">10.1.6      -INF       .        1.000      .         </w:t>
      </w:r>
    </w:p>
    <w:p w:rsidR="0062748B" w:rsidRDefault="0062748B" w:rsidP="0062748B">
      <w:r>
        <w:t xml:space="preserve">10.1.7      -INF       .        1.000      .         </w:t>
      </w:r>
    </w:p>
    <w:p w:rsidR="0062748B" w:rsidRDefault="0062748B" w:rsidP="0062748B">
      <w:r>
        <w:t xml:space="preserve">10.1.8      -INF       .        1.000      .         </w:t>
      </w:r>
    </w:p>
    <w:p w:rsidR="0062748B" w:rsidRDefault="0062748B" w:rsidP="0062748B">
      <w:r>
        <w:t xml:space="preserve">10.1.9      -INF       .        1.000      .         </w:t>
      </w:r>
    </w:p>
    <w:p w:rsidR="0062748B" w:rsidRDefault="0062748B" w:rsidP="0062748B">
      <w:r>
        <w:t xml:space="preserve">10.1.10     -INF       .        1.000      .         </w:t>
      </w:r>
    </w:p>
    <w:p w:rsidR="0062748B" w:rsidRDefault="0062748B" w:rsidP="0062748B">
      <w:r>
        <w:t xml:space="preserve">10.1.11     -INF       .        1.000      .         </w:t>
      </w:r>
    </w:p>
    <w:p w:rsidR="0062748B" w:rsidRDefault="0062748B" w:rsidP="0062748B">
      <w:r>
        <w:t xml:space="preserve">10.1.12     -INF       .        1.000      .         </w:t>
      </w:r>
    </w:p>
    <w:p w:rsidR="0062748B" w:rsidRDefault="0062748B" w:rsidP="0062748B">
      <w:r>
        <w:t xml:space="preserve">10.1.13     -INF       .        1.000      .         </w:t>
      </w:r>
    </w:p>
    <w:p w:rsidR="0062748B" w:rsidRDefault="0062748B" w:rsidP="0062748B">
      <w:r>
        <w:t xml:space="preserve">10.1.14     -INF       .        1.000      .         </w:t>
      </w:r>
    </w:p>
    <w:p w:rsidR="0062748B" w:rsidRDefault="0062748B" w:rsidP="0062748B">
      <w:r>
        <w:t xml:space="preserve">10.1.15     -INF       .        1.000      .         </w:t>
      </w:r>
    </w:p>
    <w:p w:rsidR="0062748B" w:rsidRDefault="0062748B" w:rsidP="0062748B">
      <w:r>
        <w:t xml:space="preserve">10.1.16     -INF       .        1.000      .         </w:t>
      </w:r>
    </w:p>
    <w:p w:rsidR="0062748B" w:rsidRDefault="0062748B" w:rsidP="0062748B">
      <w:r>
        <w:t xml:space="preserve">10.1.17     -INF       .        1.000      .         </w:t>
      </w:r>
    </w:p>
    <w:p w:rsidR="0062748B" w:rsidRDefault="0062748B" w:rsidP="0062748B">
      <w:r>
        <w:t xml:space="preserve">10.1.18     -INF       .        1.000      .         </w:t>
      </w:r>
    </w:p>
    <w:p w:rsidR="0062748B" w:rsidRDefault="0062748B" w:rsidP="0062748B">
      <w:r>
        <w:t xml:space="preserve">10.1.19     -INF       .        1.000      .         </w:t>
      </w:r>
    </w:p>
    <w:p w:rsidR="0062748B" w:rsidRDefault="0062748B" w:rsidP="0062748B">
      <w:r>
        <w:t xml:space="preserve">10.1.20     -INF       .        1.000      .         </w:t>
      </w:r>
    </w:p>
    <w:p w:rsidR="0062748B" w:rsidRDefault="0062748B" w:rsidP="0062748B">
      <w:r>
        <w:t xml:space="preserve">10.1.21     -INF       .        1.000      .         </w:t>
      </w:r>
    </w:p>
    <w:p w:rsidR="0062748B" w:rsidRDefault="0062748B" w:rsidP="0062748B">
      <w:r>
        <w:t xml:space="preserve">10.1.22     -INF       .        1.000      .         </w:t>
      </w:r>
    </w:p>
    <w:p w:rsidR="0062748B" w:rsidRDefault="0062748B" w:rsidP="0062748B">
      <w:r>
        <w:t xml:space="preserve">10.1.23     -INF       .        1.000      .         </w:t>
      </w:r>
    </w:p>
    <w:p w:rsidR="0062748B" w:rsidRDefault="0062748B" w:rsidP="0062748B">
      <w:r>
        <w:t xml:space="preserve">10.1.24     -INF       .        1.000      .         </w:t>
      </w:r>
    </w:p>
    <w:p w:rsidR="0062748B" w:rsidRDefault="0062748B" w:rsidP="0062748B">
      <w:r>
        <w:t xml:space="preserve">10.1.25     -INF       .        1.000      .         </w:t>
      </w:r>
    </w:p>
    <w:p w:rsidR="0062748B" w:rsidRDefault="0062748B" w:rsidP="0062748B">
      <w:r>
        <w:t xml:space="preserve">10.1.26     -INF       .        1.000      .         </w:t>
      </w:r>
    </w:p>
    <w:p w:rsidR="0062748B" w:rsidRDefault="0062748B" w:rsidP="0062748B">
      <w:r>
        <w:lastRenderedPageBreak/>
        <w:t xml:space="preserve">10.1.27     -INF       .        1.000      .         </w:t>
      </w:r>
    </w:p>
    <w:p w:rsidR="0062748B" w:rsidRDefault="0062748B" w:rsidP="0062748B">
      <w:r>
        <w:t xml:space="preserve">10.1.28     -INF       .        1.000      .         </w:t>
      </w:r>
    </w:p>
    <w:p w:rsidR="0062748B" w:rsidRDefault="0062748B" w:rsidP="0062748B">
      <w:r>
        <w:t xml:space="preserve">10.1.29     -INF       .        1.000      .         </w:t>
      </w:r>
    </w:p>
    <w:p w:rsidR="0062748B" w:rsidRDefault="0062748B" w:rsidP="0062748B">
      <w:r>
        <w:t xml:space="preserve">11.1.1      -INF       .        1.000      .         </w:t>
      </w:r>
    </w:p>
    <w:p w:rsidR="0062748B" w:rsidRDefault="0062748B" w:rsidP="0062748B">
      <w:r>
        <w:t xml:space="preserve">11.1.2      -INF       .        1.000      .         </w:t>
      </w:r>
    </w:p>
    <w:p w:rsidR="0062748B" w:rsidRDefault="0062748B" w:rsidP="0062748B">
      <w:r>
        <w:t xml:space="preserve">11.1.3      -INF       .        1.000      .         </w:t>
      </w:r>
    </w:p>
    <w:p w:rsidR="0062748B" w:rsidRDefault="0062748B" w:rsidP="0062748B">
      <w:r>
        <w:t xml:space="preserve">11.1.4      -INF       .        1.000      .         </w:t>
      </w:r>
    </w:p>
    <w:p w:rsidR="0062748B" w:rsidRDefault="0062748B" w:rsidP="0062748B">
      <w:r>
        <w:t xml:space="preserve">11.1.5      -INF       .        1.000      .         </w:t>
      </w:r>
    </w:p>
    <w:p w:rsidR="0062748B" w:rsidRDefault="0062748B" w:rsidP="0062748B">
      <w:r>
        <w:t xml:space="preserve">11.1.6      -INF       .        1.000      .         </w:t>
      </w:r>
    </w:p>
    <w:p w:rsidR="0062748B" w:rsidRDefault="0062748B" w:rsidP="0062748B">
      <w:r>
        <w:t xml:space="preserve">11.1.7      -INF       .        1.000      .         </w:t>
      </w:r>
    </w:p>
    <w:p w:rsidR="0062748B" w:rsidRDefault="0062748B" w:rsidP="0062748B">
      <w:r>
        <w:t xml:space="preserve">11.1.8      -INF       .        1.000      .         </w:t>
      </w:r>
    </w:p>
    <w:p w:rsidR="0062748B" w:rsidRDefault="0062748B" w:rsidP="0062748B">
      <w:r>
        <w:t xml:space="preserve">11.1.9      -INF       .        1.000      .         </w:t>
      </w:r>
    </w:p>
    <w:p w:rsidR="0062748B" w:rsidRDefault="0062748B" w:rsidP="0062748B">
      <w:r>
        <w:t xml:space="preserve">11.1.10     -INF       .        1.000      .         </w:t>
      </w:r>
    </w:p>
    <w:p w:rsidR="0062748B" w:rsidRDefault="0062748B" w:rsidP="0062748B">
      <w:r>
        <w:t xml:space="preserve">11.1.11     -INF       .        1.000      .         </w:t>
      </w:r>
    </w:p>
    <w:p w:rsidR="0062748B" w:rsidRDefault="0062748B" w:rsidP="0062748B">
      <w:r>
        <w:t xml:space="preserve">11.1.12     -INF       .        1.000      .         </w:t>
      </w:r>
    </w:p>
    <w:p w:rsidR="0062748B" w:rsidRDefault="0062748B" w:rsidP="0062748B">
      <w:r>
        <w:t xml:space="preserve">11.1.13     -INF       .        1.000      .         </w:t>
      </w:r>
    </w:p>
    <w:p w:rsidR="0062748B" w:rsidRDefault="0062748B" w:rsidP="0062748B">
      <w:r>
        <w:t xml:space="preserve">11.1.14     -INF       .        1.000      .         </w:t>
      </w:r>
    </w:p>
    <w:p w:rsidR="0062748B" w:rsidRDefault="0062748B" w:rsidP="0062748B">
      <w:r>
        <w:t xml:space="preserve">11.1.15     -INF       .        1.000      .         </w:t>
      </w:r>
    </w:p>
    <w:p w:rsidR="0062748B" w:rsidRDefault="0062748B" w:rsidP="0062748B">
      <w:r>
        <w:t xml:space="preserve">11.1.16     -INF       .        1.000      .         </w:t>
      </w:r>
    </w:p>
    <w:p w:rsidR="0062748B" w:rsidRDefault="0062748B" w:rsidP="0062748B">
      <w:r>
        <w:t xml:space="preserve">11.1.17     -INF       .        1.000      .         </w:t>
      </w:r>
    </w:p>
    <w:p w:rsidR="0062748B" w:rsidRDefault="0062748B" w:rsidP="0062748B">
      <w:r>
        <w:t xml:space="preserve">11.1.18     -INF       .        1.000      .         </w:t>
      </w:r>
    </w:p>
    <w:p w:rsidR="0062748B" w:rsidRDefault="0062748B" w:rsidP="0062748B">
      <w:r>
        <w:t xml:space="preserve">11.1.19     -INF       .        1.000      .         </w:t>
      </w:r>
    </w:p>
    <w:p w:rsidR="0062748B" w:rsidRDefault="0062748B" w:rsidP="0062748B">
      <w:r>
        <w:t xml:space="preserve">11.1.20     -INF       .        1.000      .         </w:t>
      </w:r>
    </w:p>
    <w:p w:rsidR="0062748B" w:rsidRDefault="0062748B" w:rsidP="0062748B">
      <w:r>
        <w:t xml:space="preserve">11.1.21     -INF       .        1.000      .         </w:t>
      </w:r>
    </w:p>
    <w:p w:rsidR="0062748B" w:rsidRDefault="0062748B" w:rsidP="0062748B">
      <w:r>
        <w:t xml:space="preserve">11.1.22     -INF       .        1.000      .         </w:t>
      </w:r>
    </w:p>
    <w:p w:rsidR="0062748B" w:rsidRDefault="0062748B" w:rsidP="0062748B">
      <w:r>
        <w:lastRenderedPageBreak/>
        <w:t xml:space="preserve">11.1.23     -INF       .        1.000      .         </w:t>
      </w:r>
    </w:p>
    <w:p w:rsidR="0062748B" w:rsidRDefault="0062748B" w:rsidP="0062748B">
      <w:r>
        <w:t xml:space="preserve">11.1.24     -INF       .        1.000      .         </w:t>
      </w:r>
    </w:p>
    <w:p w:rsidR="0062748B" w:rsidRDefault="0062748B" w:rsidP="0062748B">
      <w:r>
        <w:t xml:space="preserve">11.1.25     -INF       .        1.000      .         </w:t>
      </w:r>
    </w:p>
    <w:p w:rsidR="0062748B" w:rsidRDefault="0062748B" w:rsidP="0062748B">
      <w:r>
        <w:t xml:space="preserve">11.1.26     -INF       .        1.000      .         </w:t>
      </w:r>
    </w:p>
    <w:p w:rsidR="0062748B" w:rsidRDefault="0062748B" w:rsidP="0062748B">
      <w:r>
        <w:t xml:space="preserve">11.1.27     -INF       .        1.000      .         </w:t>
      </w:r>
    </w:p>
    <w:p w:rsidR="0062748B" w:rsidRDefault="0062748B" w:rsidP="0062748B">
      <w:r>
        <w:t xml:space="preserve">11.1.28     -INF       .        1.000      .         </w:t>
      </w:r>
    </w:p>
    <w:p w:rsidR="0062748B" w:rsidRDefault="0062748B" w:rsidP="0062748B">
      <w:r>
        <w:t xml:space="preserve">11.1.29     -INF       .        1.000      .         </w:t>
      </w:r>
    </w:p>
    <w:p w:rsidR="0062748B" w:rsidRDefault="0062748B" w:rsidP="0062748B">
      <w:r>
        <w:t xml:space="preserve">12.1.1      -INF       .        1.000      .         </w:t>
      </w:r>
    </w:p>
    <w:p w:rsidR="0062748B" w:rsidRDefault="0062748B" w:rsidP="0062748B">
      <w:r>
        <w:t xml:space="preserve">12.1.2      -INF       .        1.000      .         </w:t>
      </w:r>
    </w:p>
    <w:p w:rsidR="0062748B" w:rsidRDefault="0062748B" w:rsidP="0062748B">
      <w:r>
        <w:t xml:space="preserve">12.1.3      -INF       .        1.000      .         </w:t>
      </w:r>
    </w:p>
    <w:p w:rsidR="0062748B" w:rsidRDefault="0062748B" w:rsidP="0062748B">
      <w:r>
        <w:t xml:space="preserve">12.1.4      -INF       .        1.000      .         </w:t>
      </w:r>
    </w:p>
    <w:p w:rsidR="0062748B" w:rsidRDefault="0062748B" w:rsidP="0062748B">
      <w:r>
        <w:t xml:space="preserve">12.1.5      -INF       .        1.000      .         </w:t>
      </w:r>
    </w:p>
    <w:p w:rsidR="0062748B" w:rsidRDefault="0062748B" w:rsidP="0062748B">
      <w:r>
        <w:t xml:space="preserve">12.1.6      -INF       .        1.000      .         </w:t>
      </w:r>
    </w:p>
    <w:p w:rsidR="0062748B" w:rsidRDefault="0062748B" w:rsidP="0062748B">
      <w:r>
        <w:t xml:space="preserve">12.1.7      -INF       .        1.000      .         </w:t>
      </w:r>
    </w:p>
    <w:p w:rsidR="0062748B" w:rsidRDefault="0062748B" w:rsidP="0062748B">
      <w:r>
        <w:t xml:space="preserve">12.1.8      -INF       .        1.000      .         </w:t>
      </w:r>
    </w:p>
    <w:p w:rsidR="0062748B" w:rsidRDefault="0062748B" w:rsidP="0062748B">
      <w:r>
        <w:t xml:space="preserve">12.1.9      -INF       .        1.000      .         </w:t>
      </w:r>
    </w:p>
    <w:p w:rsidR="0062748B" w:rsidRDefault="0062748B" w:rsidP="0062748B">
      <w:r>
        <w:t xml:space="preserve">12.1.10     -INF       .        1.000      .         </w:t>
      </w:r>
    </w:p>
    <w:p w:rsidR="0062748B" w:rsidRDefault="0062748B" w:rsidP="0062748B">
      <w:r>
        <w:t xml:space="preserve">12.1.11     -INF       .        1.000      .         </w:t>
      </w:r>
    </w:p>
    <w:p w:rsidR="0062748B" w:rsidRDefault="0062748B" w:rsidP="0062748B">
      <w:r>
        <w:t xml:space="preserve">12.1.12     -INF       .        1.000      .         </w:t>
      </w:r>
    </w:p>
    <w:p w:rsidR="0062748B" w:rsidRDefault="0062748B" w:rsidP="0062748B">
      <w:r>
        <w:t xml:space="preserve">12.1.13     -INF       .        1.000      .         </w:t>
      </w:r>
    </w:p>
    <w:p w:rsidR="0062748B" w:rsidRDefault="0062748B" w:rsidP="0062748B">
      <w:r>
        <w:t xml:space="preserve">12.1.14     -INF       .        1.000      .         </w:t>
      </w:r>
    </w:p>
    <w:p w:rsidR="0062748B" w:rsidRDefault="0062748B" w:rsidP="0062748B">
      <w:r>
        <w:t xml:space="preserve">12.1.15     -INF       .        1.000      .         </w:t>
      </w:r>
    </w:p>
    <w:p w:rsidR="0062748B" w:rsidRDefault="0062748B" w:rsidP="0062748B">
      <w:r>
        <w:t xml:space="preserve">12.1.16     -INF       .        1.000      .         </w:t>
      </w:r>
    </w:p>
    <w:p w:rsidR="0062748B" w:rsidRDefault="0062748B" w:rsidP="0062748B">
      <w:r>
        <w:t xml:space="preserve">12.1.17     -INF       .        1.000      .         </w:t>
      </w:r>
    </w:p>
    <w:p w:rsidR="0062748B" w:rsidRDefault="0062748B" w:rsidP="0062748B">
      <w:r>
        <w:t xml:space="preserve">12.1.18     -INF       .        1.000      .         </w:t>
      </w:r>
    </w:p>
    <w:p w:rsidR="0062748B" w:rsidRDefault="0062748B" w:rsidP="0062748B">
      <w:r>
        <w:lastRenderedPageBreak/>
        <w:t xml:space="preserve">12.1.19     -INF       .        1.000      .         </w:t>
      </w:r>
    </w:p>
    <w:p w:rsidR="0062748B" w:rsidRDefault="0062748B" w:rsidP="0062748B">
      <w:r>
        <w:t xml:space="preserve">12.1.20     -INF       .        1.000      .         </w:t>
      </w:r>
    </w:p>
    <w:p w:rsidR="0062748B" w:rsidRDefault="0062748B" w:rsidP="0062748B">
      <w:r>
        <w:t xml:space="preserve">12.1.21     -INF       .        1.000      .         </w:t>
      </w:r>
    </w:p>
    <w:p w:rsidR="0062748B" w:rsidRDefault="0062748B" w:rsidP="0062748B">
      <w:r>
        <w:t xml:space="preserve">12.1.22     -INF       .        1.000      .         </w:t>
      </w:r>
    </w:p>
    <w:p w:rsidR="0062748B" w:rsidRDefault="0062748B" w:rsidP="0062748B">
      <w:r>
        <w:t xml:space="preserve">12.1.23     -INF       .        1.000      .         </w:t>
      </w:r>
    </w:p>
    <w:p w:rsidR="0062748B" w:rsidRDefault="0062748B" w:rsidP="0062748B">
      <w:r>
        <w:t xml:space="preserve">12.1.24     -INF       .        1.000      .         </w:t>
      </w:r>
    </w:p>
    <w:p w:rsidR="0062748B" w:rsidRDefault="0062748B" w:rsidP="0062748B">
      <w:r>
        <w:t xml:space="preserve">12.1.25     -INF       .        1.000      .         </w:t>
      </w:r>
    </w:p>
    <w:p w:rsidR="0062748B" w:rsidRDefault="0062748B" w:rsidP="0062748B">
      <w:r>
        <w:t xml:space="preserve">12.1.26     -INF       .        1.000      .         </w:t>
      </w:r>
    </w:p>
    <w:p w:rsidR="0062748B" w:rsidRDefault="0062748B" w:rsidP="0062748B">
      <w:r>
        <w:t xml:space="preserve">12.1.27     -INF       .        1.000      .         </w:t>
      </w:r>
    </w:p>
    <w:p w:rsidR="0062748B" w:rsidRDefault="0062748B" w:rsidP="0062748B">
      <w:r>
        <w:t xml:space="preserve">12.1.28     -INF       .        1.000      .         </w:t>
      </w:r>
    </w:p>
    <w:p w:rsidR="0062748B" w:rsidRDefault="0062748B" w:rsidP="0062748B">
      <w:r>
        <w:t xml:space="preserve">12.1.29     -INF       .        1.000      .         </w:t>
      </w:r>
    </w:p>
    <w:p w:rsidR="0062748B" w:rsidRDefault="0062748B" w:rsidP="0062748B">
      <w:r>
        <w:t xml:space="preserve">13.1.1      -INF       .        1.000      .         </w:t>
      </w:r>
    </w:p>
    <w:p w:rsidR="0062748B" w:rsidRDefault="0062748B" w:rsidP="0062748B">
      <w:r>
        <w:t xml:space="preserve">13.1.2      -INF       .        1.000      .         </w:t>
      </w:r>
    </w:p>
    <w:p w:rsidR="0062748B" w:rsidRDefault="0062748B" w:rsidP="0062748B">
      <w:r>
        <w:t xml:space="preserve">13.1.3      -INF       .        1.000      .         </w:t>
      </w:r>
    </w:p>
    <w:p w:rsidR="0062748B" w:rsidRDefault="0062748B" w:rsidP="0062748B">
      <w:r>
        <w:t xml:space="preserve">13.1.4      -INF       .        1.000      .         </w:t>
      </w:r>
    </w:p>
    <w:p w:rsidR="0062748B" w:rsidRDefault="0062748B" w:rsidP="0062748B">
      <w:r>
        <w:t xml:space="preserve">13.1.5      -INF       .        1.000      .         </w:t>
      </w:r>
    </w:p>
    <w:p w:rsidR="0062748B" w:rsidRDefault="0062748B" w:rsidP="0062748B">
      <w:r>
        <w:t xml:space="preserve">13.1.6      -INF       .        1.000      .         </w:t>
      </w:r>
    </w:p>
    <w:p w:rsidR="0062748B" w:rsidRDefault="0062748B" w:rsidP="0062748B">
      <w:r>
        <w:t xml:space="preserve">13.1.7      -INF       .        1.000      .         </w:t>
      </w:r>
    </w:p>
    <w:p w:rsidR="0062748B" w:rsidRDefault="0062748B" w:rsidP="0062748B">
      <w:r>
        <w:t xml:space="preserve">13.1.8      -INF       .        1.000      .         </w:t>
      </w:r>
    </w:p>
    <w:p w:rsidR="0062748B" w:rsidRDefault="0062748B" w:rsidP="0062748B">
      <w:r>
        <w:t xml:space="preserve">13.1.9      -INF       .        1.000      .         </w:t>
      </w:r>
    </w:p>
    <w:p w:rsidR="0062748B" w:rsidRDefault="0062748B" w:rsidP="0062748B">
      <w:r>
        <w:t xml:space="preserve">13.1.10     -INF       .        1.000      .         </w:t>
      </w:r>
    </w:p>
    <w:p w:rsidR="0062748B" w:rsidRDefault="0062748B" w:rsidP="0062748B">
      <w:r>
        <w:t xml:space="preserve">13.1.11     -INF       .        1.000      .         </w:t>
      </w:r>
    </w:p>
    <w:p w:rsidR="0062748B" w:rsidRDefault="0062748B" w:rsidP="0062748B">
      <w:r>
        <w:t xml:space="preserve">13.1.12     -INF       .        1.000      .         </w:t>
      </w:r>
    </w:p>
    <w:p w:rsidR="0062748B" w:rsidRDefault="0062748B" w:rsidP="0062748B">
      <w:r>
        <w:t xml:space="preserve">13.1.13     -INF       .        1.000      .         </w:t>
      </w:r>
    </w:p>
    <w:p w:rsidR="0062748B" w:rsidRDefault="0062748B" w:rsidP="0062748B">
      <w:r>
        <w:t xml:space="preserve">13.1.14     -INF       .        1.000      .         </w:t>
      </w:r>
    </w:p>
    <w:p w:rsidR="0062748B" w:rsidRDefault="0062748B" w:rsidP="0062748B">
      <w:r>
        <w:lastRenderedPageBreak/>
        <w:t xml:space="preserve">13.1.15     -INF       .        1.000      .         </w:t>
      </w:r>
    </w:p>
    <w:p w:rsidR="0062748B" w:rsidRDefault="0062748B" w:rsidP="0062748B">
      <w:r>
        <w:t xml:space="preserve">13.1.16     -INF       .        1.000      .         </w:t>
      </w:r>
    </w:p>
    <w:p w:rsidR="0062748B" w:rsidRDefault="0062748B" w:rsidP="0062748B">
      <w:r>
        <w:t xml:space="preserve">13.1.17     -INF       .        1.000      .         </w:t>
      </w:r>
    </w:p>
    <w:p w:rsidR="0062748B" w:rsidRDefault="0062748B" w:rsidP="0062748B">
      <w:r>
        <w:t xml:space="preserve">13.1.18     -INF       .        1.000      .         </w:t>
      </w:r>
    </w:p>
    <w:p w:rsidR="0062748B" w:rsidRDefault="0062748B" w:rsidP="0062748B">
      <w:r>
        <w:t xml:space="preserve">13.1.19     -INF       .        1.000      .         </w:t>
      </w:r>
    </w:p>
    <w:p w:rsidR="0062748B" w:rsidRDefault="0062748B" w:rsidP="0062748B">
      <w:r>
        <w:t xml:space="preserve">13.1.20     -INF       .        1.000      .         </w:t>
      </w:r>
    </w:p>
    <w:p w:rsidR="0062748B" w:rsidRDefault="0062748B" w:rsidP="0062748B">
      <w:r>
        <w:t xml:space="preserve">13.1.21     -INF       .        1.000      .         </w:t>
      </w:r>
    </w:p>
    <w:p w:rsidR="0062748B" w:rsidRDefault="0062748B" w:rsidP="0062748B">
      <w:r>
        <w:t xml:space="preserve">13.1.22     -INF       .        1.000      .         </w:t>
      </w:r>
    </w:p>
    <w:p w:rsidR="0062748B" w:rsidRDefault="0062748B" w:rsidP="0062748B">
      <w:r>
        <w:t xml:space="preserve">13.1.23     -INF       .        1.000      .         </w:t>
      </w:r>
    </w:p>
    <w:p w:rsidR="0062748B" w:rsidRDefault="0062748B" w:rsidP="0062748B">
      <w:r>
        <w:t xml:space="preserve">13.1.24     -INF       .        1.000      .         </w:t>
      </w:r>
    </w:p>
    <w:p w:rsidR="0062748B" w:rsidRDefault="0062748B" w:rsidP="0062748B">
      <w:r>
        <w:t xml:space="preserve">13.1.25     -INF       .        1.000      .         </w:t>
      </w:r>
    </w:p>
    <w:p w:rsidR="0062748B" w:rsidRDefault="0062748B" w:rsidP="0062748B">
      <w:r>
        <w:t xml:space="preserve">13.1.26     -INF       .        1.000      .         </w:t>
      </w:r>
    </w:p>
    <w:p w:rsidR="0062748B" w:rsidRDefault="0062748B" w:rsidP="0062748B">
      <w:r>
        <w:t xml:space="preserve">13.1.27     -INF       .        1.000      .         </w:t>
      </w:r>
    </w:p>
    <w:p w:rsidR="0062748B" w:rsidRDefault="0062748B" w:rsidP="0062748B">
      <w:r>
        <w:t xml:space="preserve">13.1.28     -INF       .        1.000      .         </w:t>
      </w:r>
    </w:p>
    <w:p w:rsidR="0062748B" w:rsidRDefault="0062748B" w:rsidP="0062748B">
      <w:r>
        <w:t xml:space="preserve">13.1.29     -INF       .        1.000      .         </w:t>
      </w:r>
    </w:p>
    <w:p w:rsidR="0062748B" w:rsidRDefault="0062748B" w:rsidP="0062748B">
      <w:r>
        <w:t xml:space="preserve">14.1.1      -INF       .        1.000      .         </w:t>
      </w:r>
    </w:p>
    <w:p w:rsidR="0062748B" w:rsidRDefault="0062748B" w:rsidP="0062748B">
      <w:r>
        <w:t xml:space="preserve">14.1.2      -INF       .        1.000      .         </w:t>
      </w:r>
    </w:p>
    <w:p w:rsidR="0062748B" w:rsidRDefault="0062748B" w:rsidP="0062748B">
      <w:r>
        <w:t xml:space="preserve">14.1.3      -INF       .        1.000      .         </w:t>
      </w:r>
    </w:p>
    <w:p w:rsidR="0062748B" w:rsidRDefault="0062748B" w:rsidP="0062748B">
      <w:r>
        <w:t xml:space="preserve">14.1.4      -INF       .        1.000      .         </w:t>
      </w:r>
    </w:p>
    <w:p w:rsidR="0062748B" w:rsidRDefault="0062748B" w:rsidP="0062748B">
      <w:r>
        <w:t xml:space="preserve">14.1.5      -INF       .        1.000      .         </w:t>
      </w:r>
    </w:p>
    <w:p w:rsidR="0062748B" w:rsidRDefault="0062748B" w:rsidP="0062748B">
      <w:r>
        <w:t xml:space="preserve">14.1.6      -INF       .        1.000      .         </w:t>
      </w:r>
    </w:p>
    <w:p w:rsidR="0062748B" w:rsidRDefault="0062748B" w:rsidP="0062748B">
      <w:r>
        <w:t xml:space="preserve">14.1.7      -INF       .        1.000      .         </w:t>
      </w:r>
    </w:p>
    <w:p w:rsidR="0062748B" w:rsidRDefault="0062748B" w:rsidP="0062748B">
      <w:r>
        <w:t xml:space="preserve">14.1.8      -INF       .        1.000      .         </w:t>
      </w:r>
    </w:p>
    <w:p w:rsidR="0062748B" w:rsidRDefault="0062748B" w:rsidP="0062748B">
      <w:r>
        <w:t xml:space="preserve">14.1.9      -INF       .        1.000      .         </w:t>
      </w:r>
    </w:p>
    <w:p w:rsidR="0062748B" w:rsidRDefault="0062748B" w:rsidP="0062748B">
      <w:r>
        <w:t xml:space="preserve">14.1.10     -INF       .        1.000      .         </w:t>
      </w:r>
    </w:p>
    <w:p w:rsidR="0062748B" w:rsidRDefault="0062748B" w:rsidP="0062748B">
      <w:r>
        <w:lastRenderedPageBreak/>
        <w:t xml:space="preserve">14.1.11     -INF       .        1.000      .         </w:t>
      </w:r>
    </w:p>
    <w:p w:rsidR="0062748B" w:rsidRDefault="0062748B" w:rsidP="0062748B">
      <w:r>
        <w:t xml:space="preserve">14.1.12     -INF       .        1.000      .         </w:t>
      </w:r>
    </w:p>
    <w:p w:rsidR="0062748B" w:rsidRDefault="0062748B" w:rsidP="0062748B">
      <w:r>
        <w:t xml:space="preserve">14.1.13     -INF       .        1.000      .         </w:t>
      </w:r>
    </w:p>
    <w:p w:rsidR="0062748B" w:rsidRDefault="0062748B" w:rsidP="0062748B">
      <w:r>
        <w:t xml:space="preserve">14.1.14     -INF       .        1.000      .         </w:t>
      </w:r>
    </w:p>
    <w:p w:rsidR="0062748B" w:rsidRDefault="0062748B" w:rsidP="0062748B">
      <w:r>
        <w:t xml:space="preserve">14.1.15     -INF       .        1.000      .         </w:t>
      </w:r>
    </w:p>
    <w:p w:rsidR="0062748B" w:rsidRDefault="0062748B" w:rsidP="0062748B">
      <w:r>
        <w:t xml:space="preserve">14.1.16     -INF       .        1.000      .         </w:t>
      </w:r>
    </w:p>
    <w:p w:rsidR="0062748B" w:rsidRDefault="0062748B" w:rsidP="0062748B">
      <w:r>
        <w:t xml:space="preserve">14.1.17     -INF       .        1.000      .         </w:t>
      </w:r>
    </w:p>
    <w:p w:rsidR="0062748B" w:rsidRDefault="0062748B" w:rsidP="0062748B">
      <w:r>
        <w:t xml:space="preserve">14.1.18     -INF       .        1.000      .         </w:t>
      </w:r>
    </w:p>
    <w:p w:rsidR="0062748B" w:rsidRDefault="0062748B" w:rsidP="0062748B">
      <w:r>
        <w:t xml:space="preserve">14.1.19     -INF       .        1.000      .         </w:t>
      </w:r>
    </w:p>
    <w:p w:rsidR="0062748B" w:rsidRDefault="0062748B" w:rsidP="0062748B">
      <w:r>
        <w:t xml:space="preserve">14.1.20     -INF       .        1.000      .         </w:t>
      </w:r>
    </w:p>
    <w:p w:rsidR="0062748B" w:rsidRDefault="0062748B" w:rsidP="0062748B">
      <w:r>
        <w:t xml:space="preserve">14.1.21     -INF       .        1.000      .         </w:t>
      </w:r>
    </w:p>
    <w:p w:rsidR="0062748B" w:rsidRDefault="0062748B" w:rsidP="0062748B">
      <w:r>
        <w:t xml:space="preserve">14.1.22     -INF       .        1.000      .         </w:t>
      </w:r>
    </w:p>
    <w:p w:rsidR="0062748B" w:rsidRDefault="0062748B" w:rsidP="0062748B">
      <w:r>
        <w:t xml:space="preserve">14.1.23     -INF       .        1.000      .         </w:t>
      </w:r>
    </w:p>
    <w:p w:rsidR="0062748B" w:rsidRDefault="0062748B" w:rsidP="0062748B">
      <w:r>
        <w:t xml:space="preserve">14.1.24     -INF       .        1.000      .         </w:t>
      </w:r>
    </w:p>
    <w:p w:rsidR="0062748B" w:rsidRDefault="0062748B" w:rsidP="0062748B">
      <w:r>
        <w:t xml:space="preserve">14.1.25     -INF       .        1.000      .         </w:t>
      </w:r>
    </w:p>
    <w:p w:rsidR="0062748B" w:rsidRDefault="0062748B" w:rsidP="0062748B">
      <w:r>
        <w:t xml:space="preserve">14.1.26     -INF       .        1.000      .         </w:t>
      </w:r>
    </w:p>
    <w:p w:rsidR="0062748B" w:rsidRDefault="0062748B" w:rsidP="0062748B">
      <w:r>
        <w:t xml:space="preserve">14.1.27     -INF       .        1.000      .         </w:t>
      </w:r>
    </w:p>
    <w:p w:rsidR="0062748B" w:rsidRDefault="0062748B" w:rsidP="0062748B">
      <w:r>
        <w:t xml:space="preserve">14.1.28     -INF       .        1.000      .         </w:t>
      </w:r>
    </w:p>
    <w:p w:rsidR="0062748B" w:rsidRDefault="0062748B" w:rsidP="0062748B">
      <w:r>
        <w:t xml:space="preserve">14.1.29     -INF       .        1.000      .         </w:t>
      </w:r>
    </w:p>
    <w:p w:rsidR="0062748B" w:rsidRDefault="0062748B" w:rsidP="0062748B">
      <w:r>
        <w:t xml:space="preserve">15.1.1      -INF       .        1.000      .         </w:t>
      </w:r>
    </w:p>
    <w:p w:rsidR="0062748B" w:rsidRDefault="0062748B" w:rsidP="0062748B">
      <w:r>
        <w:t xml:space="preserve">15.1.2      -INF       .        1.000      .         </w:t>
      </w:r>
    </w:p>
    <w:p w:rsidR="0062748B" w:rsidRDefault="0062748B" w:rsidP="0062748B">
      <w:r>
        <w:t xml:space="preserve">15.1.3      -INF       .        1.000      .         </w:t>
      </w:r>
    </w:p>
    <w:p w:rsidR="0062748B" w:rsidRDefault="0062748B" w:rsidP="0062748B">
      <w:r>
        <w:t xml:space="preserve">15.1.4      -INF       .        1.000      .         </w:t>
      </w:r>
    </w:p>
    <w:p w:rsidR="0062748B" w:rsidRDefault="0062748B" w:rsidP="0062748B">
      <w:r>
        <w:t xml:space="preserve">15.1.5      -INF       .        1.000      .         </w:t>
      </w:r>
    </w:p>
    <w:p w:rsidR="0062748B" w:rsidRDefault="0062748B" w:rsidP="0062748B">
      <w:r>
        <w:t xml:space="preserve">15.1.6      -INF       .        1.000      .         </w:t>
      </w:r>
    </w:p>
    <w:p w:rsidR="0062748B" w:rsidRDefault="0062748B" w:rsidP="0062748B">
      <w:r>
        <w:lastRenderedPageBreak/>
        <w:t xml:space="preserve">15.1.7      -INF       .        1.000      .         </w:t>
      </w:r>
    </w:p>
    <w:p w:rsidR="0062748B" w:rsidRDefault="0062748B" w:rsidP="0062748B">
      <w:r>
        <w:t xml:space="preserve">15.1.8      -INF       .        1.000      .         </w:t>
      </w:r>
    </w:p>
    <w:p w:rsidR="0062748B" w:rsidRDefault="0062748B" w:rsidP="0062748B">
      <w:r>
        <w:t xml:space="preserve">15.1.9      -INF       .        1.000      .         </w:t>
      </w:r>
    </w:p>
    <w:p w:rsidR="0062748B" w:rsidRDefault="0062748B" w:rsidP="0062748B">
      <w:r>
        <w:t xml:space="preserve">15.1.10     -INF       .        1.000      .         </w:t>
      </w:r>
    </w:p>
    <w:p w:rsidR="0062748B" w:rsidRDefault="0062748B" w:rsidP="0062748B">
      <w:r>
        <w:t xml:space="preserve">15.1.11     -INF       .        1.000      .         </w:t>
      </w:r>
    </w:p>
    <w:p w:rsidR="0062748B" w:rsidRDefault="0062748B" w:rsidP="0062748B">
      <w:r>
        <w:t xml:space="preserve">15.1.12     -INF       .        1.000      .         </w:t>
      </w:r>
    </w:p>
    <w:p w:rsidR="0062748B" w:rsidRDefault="0062748B" w:rsidP="0062748B">
      <w:r>
        <w:t xml:space="preserve">15.1.13     -INF       .        1.000      .         </w:t>
      </w:r>
    </w:p>
    <w:p w:rsidR="0062748B" w:rsidRDefault="0062748B" w:rsidP="0062748B">
      <w:r>
        <w:t xml:space="preserve">15.1.14     -INF       .        1.000      .         </w:t>
      </w:r>
    </w:p>
    <w:p w:rsidR="0062748B" w:rsidRDefault="0062748B" w:rsidP="0062748B">
      <w:r>
        <w:t xml:space="preserve">15.1.15     -INF       .        1.000      .         </w:t>
      </w:r>
    </w:p>
    <w:p w:rsidR="0062748B" w:rsidRDefault="0062748B" w:rsidP="0062748B">
      <w:r>
        <w:t xml:space="preserve">15.1.16     -INF       .        1.000      .         </w:t>
      </w:r>
    </w:p>
    <w:p w:rsidR="0062748B" w:rsidRDefault="0062748B" w:rsidP="0062748B">
      <w:r>
        <w:t xml:space="preserve">15.1.17     -INF       .        1.000      .         </w:t>
      </w:r>
    </w:p>
    <w:p w:rsidR="0062748B" w:rsidRDefault="0062748B" w:rsidP="0062748B">
      <w:r>
        <w:t xml:space="preserve">15.1.18     -INF       .        1.000      .         </w:t>
      </w:r>
    </w:p>
    <w:p w:rsidR="0062748B" w:rsidRDefault="0062748B" w:rsidP="0062748B">
      <w:r>
        <w:t xml:space="preserve">15.1.19     -INF       .        1.000      .         </w:t>
      </w:r>
    </w:p>
    <w:p w:rsidR="0062748B" w:rsidRDefault="0062748B" w:rsidP="0062748B">
      <w:r>
        <w:t xml:space="preserve">15.1.20     -INF       .        1.000      .         </w:t>
      </w:r>
    </w:p>
    <w:p w:rsidR="0062748B" w:rsidRDefault="0062748B" w:rsidP="0062748B">
      <w:r>
        <w:t xml:space="preserve">15.1.21     -INF       .        1.000      .         </w:t>
      </w:r>
    </w:p>
    <w:p w:rsidR="0062748B" w:rsidRDefault="0062748B" w:rsidP="0062748B">
      <w:r>
        <w:t xml:space="preserve">15.1.22     -INF       .        1.000      .         </w:t>
      </w:r>
    </w:p>
    <w:p w:rsidR="0062748B" w:rsidRDefault="0062748B" w:rsidP="0062748B">
      <w:r>
        <w:t xml:space="preserve">15.1.23     -INF       .        1.000      .         </w:t>
      </w:r>
    </w:p>
    <w:p w:rsidR="0062748B" w:rsidRDefault="0062748B" w:rsidP="0062748B">
      <w:r>
        <w:t xml:space="preserve">15.1.24     -INF       .        1.000      .         </w:t>
      </w:r>
    </w:p>
    <w:p w:rsidR="0062748B" w:rsidRDefault="0062748B" w:rsidP="0062748B">
      <w:r>
        <w:t xml:space="preserve">15.1.25     -INF       .        1.000      .         </w:t>
      </w:r>
    </w:p>
    <w:p w:rsidR="0062748B" w:rsidRDefault="0062748B" w:rsidP="0062748B">
      <w:r>
        <w:t xml:space="preserve">15.1.26     -INF       .        1.000      .         </w:t>
      </w:r>
    </w:p>
    <w:p w:rsidR="0062748B" w:rsidRDefault="0062748B" w:rsidP="0062748B">
      <w:r>
        <w:t xml:space="preserve">15.1.27     -INF       .        1.000      .         </w:t>
      </w:r>
    </w:p>
    <w:p w:rsidR="0062748B" w:rsidRDefault="0062748B" w:rsidP="0062748B">
      <w:r>
        <w:t xml:space="preserve">15.1.28     -INF       .        1.000      .         </w:t>
      </w:r>
    </w:p>
    <w:p w:rsidR="0062748B" w:rsidRDefault="0062748B" w:rsidP="0062748B">
      <w:r>
        <w:t xml:space="preserve">15.1.29     -INF       .        1.000      .         </w:t>
      </w:r>
    </w:p>
    <w:p w:rsidR="0062748B" w:rsidRDefault="0062748B" w:rsidP="0062748B">
      <w:r>
        <w:t xml:space="preserve">16.1.1      -INF       .        1.000      .         </w:t>
      </w:r>
    </w:p>
    <w:p w:rsidR="0062748B" w:rsidRDefault="0062748B" w:rsidP="0062748B">
      <w:r>
        <w:t xml:space="preserve">16.1.2      -INF       .        1.000      .         </w:t>
      </w:r>
    </w:p>
    <w:p w:rsidR="0062748B" w:rsidRDefault="0062748B" w:rsidP="0062748B">
      <w:r>
        <w:lastRenderedPageBreak/>
        <w:t xml:space="preserve">16.1.3      -INF       .        1.000      .         </w:t>
      </w:r>
    </w:p>
    <w:p w:rsidR="0062748B" w:rsidRDefault="0062748B" w:rsidP="0062748B">
      <w:r>
        <w:t xml:space="preserve">16.1.4      -INF       .        1.000      .         </w:t>
      </w:r>
    </w:p>
    <w:p w:rsidR="0062748B" w:rsidRDefault="0062748B" w:rsidP="0062748B">
      <w:r>
        <w:t xml:space="preserve">16.1.5      -INF       .        1.000      .         </w:t>
      </w:r>
    </w:p>
    <w:p w:rsidR="0062748B" w:rsidRDefault="0062748B" w:rsidP="0062748B">
      <w:r>
        <w:t xml:space="preserve">16.1.6      -INF       .        1.000      .         </w:t>
      </w:r>
    </w:p>
    <w:p w:rsidR="0062748B" w:rsidRDefault="0062748B" w:rsidP="0062748B">
      <w:r>
        <w:t xml:space="preserve">16.1.7      -INF       .        1.000      .         </w:t>
      </w:r>
    </w:p>
    <w:p w:rsidR="0062748B" w:rsidRDefault="0062748B" w:rsidP="0062748B">
      <w:r>
        <w:t xml:space="preserve">16.1.8      -INF       .        1.000      .         </w:t>
      </w:r>
    </w:p>
    <w:p w:rsidR="0062748B" w:rsidRDefault="0062748B" w:rsidP="0062748B">
      <w:r>
        <w:t xml:space="preserve">16.1.9      -INF       .        1.000      .         </w:t>
      </w:r>
    </w:p>
    <w:p w:rsidR="0062748B" w:rsidRDefault="0062748B" w:rsidP="0062748B">
      <w:r>
        <w:t xml:space="preserve">16.1.10     -INF       .        1.000      .         </w:t>
      </w:r>
    </w:p>
    <w:p w:rsidR="0062748B" w:rsidRDefault="0062748B" w:rsidP="0062748B">
      <w:r>
        <w:t xml:space="preserve">16.1.11     -INF       .        1.000      .         </w:t>
      </w:r>
    </w:p>
    <w:p w:rsidR="0062748B" w:rsidRDefault="0062748B" w:rsidP="0062748B">
      <w:r>
        <w:t xml:space="preserve">16.1.12     -INF       .        1.000      .         </w:t>
      </w:r>
    </w:p>
    <w:p w:rsidR="0062748B" w:rsidRDefault="0062748B" w:rsidP="0062748B">
      <w:r>
        <w:t xml:space="preserve">16.1.13     -INF       .        1.000      .         </w:t>
      </w:r>
    </w:p>
    <w:p w:rsidR="0062748B" w:rsidRDefault="0062748B" w:rsidP="0062748B">
      <w:r>
        <w:t xml:space="preserve">16.1.14     -INF       .        1.000      .         </w:t>
      </w:r>
    </w:p>
    <w:p w:rsidR="0062748B" w:rsidRDefault="0062748B" w:rsidP="0062748B">
      <w:r>
        <w:t xml:space="preserve">16.1.15     -INF       .        1.000      .         </w:t>
      </w:r>
    </w:p>
    <w:p w:rsidR="0062748B" w:rsidRDefault="0062748B" w:rsidP="0062748B">
      <w:r>
        <w:t xml:space="preserve">16.1.16     -INF       .        1.000      .         </w:t>
      </w:r>
    </w:p>
    <w:p w:rsidR="0062748B" w:rsidRDefault="0062748B" w:rsidP="0062748B">
      <w:r>
        <w:t xml:space="preserve">16.1.17     -INF       .        1.000      .         </w:t>
      </w:r>
    </w:p>
    <w:p w:rsidR="0062748B" w:rsidRDefault="0062748B" w:rsidP="0062748B">
      <w:r>
        <w:t xml:space="preserve">16.1.18     -INF       .        1.000      .         </w:t>
      </w:r>
    </w:p>
    <w:p w:rsidR="0062748B" w:rsidRDefault="0062748B" w:rsidP="0062748B">
      <w:r>
        <w:t xml:space="preserve">16.1.19     -INF       .        1.000      .         </w:t>
      </w:r>
    </w:p>
    <w:p w:rsidR="0062748B" w:rsidRDefault="0062748B" w:rsidP="0062748B">
      <w:r>
        <w:t xml:space="preserve">16.1.20     -INF       .        1.000      .         </w:t>
      </w:r>
    </w:p>
    <w:p w:rsidR="0062748B" w:rsidRDefault="0062748B" w:rsidP="0062748B">
      <w:r>
        <w:t xml:space="preserve">16.1.21     -INF       .        1.000      .         </w:t>
      </w:r>
    </w:p>
    <w:p w:rsidR="0062748B" w:rsidRDefault="0062748B" w:rsidP="0062748B">
      <w:r>
        <w:t xml:space="preserve">16.1.22     -INF       .        1.000      .         </w:t>
      </w:r>
    </w:p>
    <w:p w:rsidR="0062748B" w:rsidRDefault="0062748B" w:rsidP="0062748B">
      <w:r>
        <w:t xml:space="preserve">16.1.23     -INF       .        1.000      .         </w:t>
      </w:r>
    </w:p>
    <w:p w:rsidR="0062748B" w:rsidRDefault="0062748B" w:rsidP="0062748B">
      <w:r>
        <w:t xml:space="preserve">16.1.24     -INF       .        1.000      .         </w:t>
      </w:r>
    </w:p>
    <w:p w:rsidR="0062748B" w:rsidRDefault="0062748B" w:rsidP="0062748B">
      <w:r>
        <w:t xml:space="preserve">16.1.25     -INF       .        1.000      .         </w:t>
      </w:r>
    </w:p>
    <w:p w:rsidR="0062748B" w:rsidRDefault="0062748B" w:rsidP="0062748B">
      <w:r>
        <w:t xml:space="preserve">16.1.26     -INF       .        1.000      .         </w:t>
      </w:r>
    </w:p>
    <w:p w:rsidR="0062748B" w:rsidRDefault="0062748B" w:rsidP="0062748B">
      <w:r>
        <w:t xml:space="preserve">16.1.27     -INF       .        1.000      .         </w:t>
      </w:r>
    </w:p>
    <w:p w:rsidR="0062748B" w:rsidRDefault="0062748B" w:rsidP="0062748B">
      <w:r>
        <w:lastRenderedPageBreak/>
        <w:t xml:space="preserve">16.1.28     -INF       .        1.000      .         </w:t>
      </w:r>
    </w:p>
    <w:p w:rsidR="0062748B" w:rsidRDefault="0062748B" w:rsidP="0062748B">
      <w:r>
        <w:t xml:space="preserve">16.1.29     -INF       .        1.000      .         </w:t>
      </w:r>
    </w:p>
    <w:p w:rsidR="0062748B" w:rsidRDefault="0062748B" w:rsidP="0062748B">
      <w:r>
        <w:t xml:space="preserve">17.1.1      -INF       .        1.000      .         </w:t>
      </w:r>
    </w:p>
    <w:p w:rsidR="0062748B" w:rsidRDefault="0062748B" w:rsidP="0062748B">
      <w:r>
        <w:t xml:space="preserve">17.1.2      -INF       .        1.000      .         </w:t>
      </w:r>
    </w:p>
    <w:p w:rsidR="0062748B" w:rsidRDefault="0062748B" w:rsidP="0062748B">
      <w:r>
        <w:t xml:space="preserve">17.1.3      -INF       .        1.000      .         </w:t>
      </w:r>
    </w:p>
    <w:p w:rsidR="0062748B" w:rsidRDefault="0062748B" w:rsidP="0062748B">
      <w:r>
        <w:t xml:space="preserve">17.1.4      -INF       .        1.000      .         </w:t>
      </w:r>
    </w:p>
    <w:p w:rsidR="0062748B" w:rsidRDefault="0062748B" w:rsidP="0062748B">
      <w:r>
        <w:t xml:space="preserve">17.1.5      -INF       .        1.000      .         </w:t>
      </w:r>
    </w:p>
    <w:p w:rsidR="0062748B" w:rsidRDefault="0062748B" w:rsidP="0062748B">
      <w:r>
        <w:t xml:space="preserve">17.1.6      -INF       .        1.000      .         </w:t>
      </w:r>
    </w:p>
    <w:p w:rsidR="0062748B" w:rsidRDefault="0062748B" w:rsidP="0062748B">
      <w:r>
        <w:t xml:space="preserve">17.1.7      -INF       .        1.000      .         </w:t>
      </w:r>
    </w:p>
    <w:p w:rsidR="0062748B" w:rsidRDefault="0062748B" w:rsidP="0062748B">
      <w:r>
        <w:t xml:space="preserve">17.1.8      -INF       .        1.000      .         </w:t>
      </w:r>
    </w:p>
    <w:p w:rsidR="0062748B" w:rsidRDefault="0062748B" w:rsidP="0062748B">
      <w:r>
        <w:t xml:space="preserve">17.1.9      -INF       .        1.000      .         </w:t>
      </w:r>
    </w:p>
    <w:p w:rsidR="0062748B" w:rsidRDefault="0062748B" w:rsidP="0062748B">
      <w:r>
        <w:t xml:space="preserve">17.1.10     -INF       .        1.000      .         </w:t>
      </w:r>
    </w:p>
    <w:p w:rsidR="0062748B" w:rsidRDefault="0062748B" w:rsidP="0062748B">
      <w:r>
        <w:t xml:space="preserve">17.1.11     -INF       .        1.000      .         </w:t>
      </w:r>
    </w:p>
    <w:p w:rsidR="0062748B" w:rsidRDefault="0062748B" w:rsidP="0062748B">
      <w:r>
        <w:t xml:space="preserve">17.1.12     -INF       .        1.000      .         </w:t>
      </w:r>
    </w:p>
    <w:p w:rsidR="0062748B" w:rsidRDefault="0062748B" w:rsidP="0062748B">
      <w:r>
        <w:t xml:space="preserve">17.1.13     -INF       .        1.000      .         </w:t>
      </w:r>
    </w:p>
    <w:p w:rsidR="0062748B" w:rsidRDefault="0062748B" w:rsidP="0062748B">
      <w:r>
        <w:t xml:space="preserve">17.1.14     -INF       .        1.000      .         </w:t>
      </w:r>
    </w:p>
    <w:p w:rsidR="0062748B" w:rsidRDefault="0062748B" w:rsidP="0062748B">
      <w:r>
        <w:t xml:space="preserve">17.1.15     -INF       .        1.000      .         </w:t>
      </w:r>
    </w:p>
    <w:p w:rsidR="0062748B" w:rsidRDefault="0062748B" w:rsidP="0062748B">
      <w:r>
        <w:t xml:space="preserve">17.1.16     -INF       .        1.000      .         </w:t>
      </w:r>
    </w:p>
    <w:p w:rsidR="0062748B" w:rsidRDefault="0062748B" w:rsidP="0062748B">
      <w:r>
        <w:t xml:space="preserve">17.1.17     -INF       .        1.000      .         </w:t>
      </w:r>
    </w:p>
    <w:p w:rsidR="0062748B" w:rsidRDefault="0062748B" w:rsidP="0062748B">
      <w:r>
        <w:t xml:space="preserve">17.1.18     -INF       .        1.000      .         </w:t>
      </w:r>
    </w:p>
    <w:p w:rsidR="0062748B" w:rsidRDefault="0062748B" w:rsidP="0062748B">
      <w:r>
        <w:t xml:space="preserve">17.1.19     -INF       .        1.000      .         </w:t>
      </w:r>
    </w:p>
    <w:p w:rsidR="0062748B" w:rsidRDefault="0062748B" w:rsidP="0062748B">
      <w:r>
        <w:t xml:space="preserve">17.1.20     -INF       .        1.000      .         </w:t>
      </w:r>
    </w:p>
    <w:p w:rsidR="0062748B" w:rsidRDefault="0062748B" w:rsidP="0062748B">
      <w:r>
        <w:t xml:space="preserve">17.1.21     -INF       .        1.000      .         </w:t>
      </w:r>
    </w:p>
    <w:p w:rsidR="0062748B" w:rsidRDefault="0062748B" w:rsidP="0062748B">
      <w:r>
        <w:t xml:space="preserve">17.1.22     -INF       .        1.000      .         </w:t>
      </w:r>
    </w:p>
    <w:p w:rsidR="0062748B" w:rsidRDefault="0062748B" w:rsidP="0062748B">
      <w:r>
        <w:t xml:space="preserve">17.1.23     -INF       .        1.000      .         </w:t>
      </w:r>
    </w:p>
    <w:p w:rsidR="0062748B" w:rsidRDefault="0062748B" w:rsidP="0062748B">
      <w:r>
        <w:lastRenderedPageBreak/>
        <w:t xml:space="preserve">17.1.24     -INF       .        1.000      .         </w:t>
      </w:r>
    </w:p>
    <w:p w:rsidR="0062748B" w:rsidRDefault="0062748B" w:rsidP="0062748B">
      <w:r>
        <w:t xml:space="preserve">17.1.25     -INF       .        1.000      .         </w:t>
      </w:r>
    </w:p>
    <w:p w:rsidR="0062748B" w:rsidRDefault="0062748B" w:rsidP="0062748B">
      <w:r>
        <w:t xml:space="preserve">17.1.26     -INF       .        1.000      .         </w:t>
      </w:r>
    </w:p>
    <w:p w:rsidR="0062748B" w:rsidRDefault="0062748B" w:rsidP="0062748B">
      <w:r>
        <w:t xml:space="preserve">17.1.27     -INF       .        1.000      .         </w:t>
      </w:r>
    </w:p>
    <w:p w:rsidR="0062748B" w:rsidRDefault="0062748B" w:rsidP="0062748B">
      <w:r>
        <w:t xml:space="preserve">17.1.28     -INF       .        1.000      .         </w:t>
      </w:r>
    </w:p>
    <w:p w:rsidR="0062748B" w:rsidRDefault="0062748B" w:rsidP="0062748B">
      <w:r>
        <w:t xml:space="preserve">17.1.29     -INF       .        1.000      .         </w:t>
      </w:r>
    </w:p>
    <w:p w:rsidR="0062748B" w:rsidRDefault="0062748B" w:rsidP="0062748B">
      <w:r>
        <w:t xml:space="preserve">18.1.1      -INF       .        1.000      .         </w:t>
      </w:r>
    </w:p>
    <w:p w:rsidR="0062748B" w:rsidRDefault="0062748B" w:rsidP="0062748B">
      <w:r>
        <w:t xml:space="preserve">18.1.2      -INF       .        1.000      .         </w:t>
      </w:r>
    </w:p>
    <w:p w:rsidR="0062748B" w:rsidRDefault="0062748B" w:rsidP="0062748B">
      <w:r>
        <w:t xml:space="preserve">18.1.3      -INF       .        1.000      .         </w:t>
      </w:r>
    </w:p>
    <w:p w:rsidR="0062748B" w:rsidRDefault="0062748B" w:rsidP="0062748B">
      <w:r>
        <w:t xml:space="preserve">18.1.4      -INF       .        1.000      .         </w:t>
      </w:r>
    </w:p>
    <w:p w:rsidR="0062748B" w:rsidRDefault="0062748B" w:rsidP="0062748B">
      <w:r>
        <w:t xml:space="preserve">18.1.5      -INF       .        1.000      .         </w:t>
      </w:r>
    </w:p>
    <w:p w:rsidR="0062748B" w:rsidRDefault="0062748B" w:rsidP="0062748B">
      <w:r>
        <w:t xml:space="preserve">18.1.6      -INF       .        1.000      .         </w:t>
      </w:r>
    </w:p>
    <w:p w:rsidR="0062748B" w:rsidRDefault="0062748B" w:rsidP="0062748B">
      <w:r>
        <w:t xml:space="preserve">18.1.7      -INF       .        1.000      .         </w:t>
      </w:r>
    </w:p>
    <w:p w:rsidR="0062748B" w:rsidRDefault="0062748B" w:rsidP="0062748B">
      <w:r>
        <w:t xml:space="preserve">18.1.8      -INF       .        1.000      .         </w:t>
      </w:r>
    </w:p>
    <w:p w:rsidR="0062748B" w:rsidRDefault="0062748B" w:rsidP="0062748B">
      <w:r>
        <w:t xml:space="preserve">18.1.9      -INF       .        1.000      .         </w:t>
      </w:r>
    </w:p>
    <w:p w:rsidR="0062748B" w:rsidRDefault="0062748B" w:rsidP="0062748B">
      <w:r>
        <w:t xml:space="preserve">18.1.10     -INF       .        1.000      .         </w:t>
      </w:r>
    </w:p>
    <w:p w:rsidR="0062748B" w:rsidRDefault="0062748B" w:rsidP="0062748B">
      <w:r>
        <w:t xml:space="preserve">18.1.11     -INF       .        1.000      .         </w:t>
      </w:r>
    </w:p>
    <w:p w:rsidR="0062748B" w:rsidRDefault="0062748B" w:rsidP="0062748B">
      <w:r>
        <w:t xml:space="preserve">18.1.12     -INF       .        1.000      .         </w:t>
      </w:r>
    </w:p>
    <w:p w:rsidR="0062748B" w:rsidRDefault="0062748B" w:rsidP="0062748B">
      <w:r>
        <w:t xml:space="preserve">18.1.13     -INF       .        1.000      .         </w:t>
      </w:r>
    </w:p>
    <w:p w:rsidR="0062748B" w:rsidRDefault="0062748B" w:rsidP="0062748B">
      <w:r>
        <w:t xml:space="preserve">18.1.14     -INF       .        1.000      .         </w:t>
      </w:r>
    </w:p>
    <w:p w:rsidR="0062748B" w:rsidRDefault="0062748B" w:rsidP="0062748B">
      <w:r>
        <w:t xml:space="preserve">18.1.15     -INF       .        1.000      .         </w:t>
      </w:r>
    </w:p>
    <w:p w:rsidR="0062748B" w:rsidRDefault="0062748B" w:rsidP="0062748B">
      <w:r>
        <w:t xml:space="preserve">18.1.16     -INF       .        1.000      .         </w:t>
      </w:r>
    </w:p>
    <w:p w:rsidR="0062748B" w:rsidRDefault="0062748B" w:rsidP="0062748B">
      <w:r>
        <w:t xml:space="preserve">18.1.17     -INF       .        1.000      .         </w:t>
      </w:r>
    </w:p>
    <w:p w:rsidR="0062748B" w:rsidRDefault="0062748B" w:rsidP="0062748B">
      <w:r>
        <w:t xml:space="preserve">18.1.18     -INF       .        1.000      .         </w:t>
      </w:r>
    </w:p>
    <w:p w:rsidR="0062748B" w:rsidRDefault="0062748B" w:rsidP="0062748B">
      <w:r>
        <w:t xml:space="preserve">18.1.19     -INF       .        1.000      .         </w:t>
      </w:r>
    </w:p>
    <w:p w:rsidR="0062748B" w:rsidRDefault="0062748B" w:rsidP="0062748B">
      <w:r>
        <w:lastRenderedPageBreak/>
        <w:t xml:space="preserve">18.1.20     -INF       .        1.000      .         </w:t>
      </w:r>
    </w:p>
    <w:p w:rsidR="0062748B" w:rsidRDefault="0062748B" w:rsidP="0062748B">
      <w:r>
        <w:t xml:space="preserve">18.1.21     -INF       .        1.000      .         </w:t>
      </w:r>
    </w:p>
    <w:p w:rsidR="0062748B" w:rsidRDefault="0062748B" w:rsidP="0062748B">
      <w:r>
        <w:t xml:space="preserve">18.1.22     -INF       .        1.000      .         </w:t>
      </w:r>
    </w:p>
    <w:p w:rsidR="0062748B" w:rsidRDefault="0062748B" w:rsidP="0062748B">
      <w:r>
        <w:t xml:space="preserve">18.1.23     -INF       .        1.000      .         </w:t>
      </w:r>
    </w:p>
    <w:p w:rsidR="0062748B" w:rsidRDefault="0062748B" w:rsidP="0062748B">
      <w:r>
        <w:t xml:space="preserve">18.1.24     -INF       .        1.000      .         </w:t>
      </w:r>
    </w:p>
    <w:p w:rsidR="0062748B" w:rsidRDefault="0062748B" w:rsidP="0062748B">
      <w:r>
        <w:t xml:space="preserve">18.1.25     -INF       .        1.000      .         </w:t>
      </w:r>
    </w:p>
    <w:p w:rsidR="0062748B" w:rsidRDefault="0062748B" w:rsidP="0062748B">
      <w:r>
        <w:t xml:space="preserve">18.1.26     -INF       .        1.000      .         </w:t>
      </w:r>
    </w:p>
    <w:p w:rsidR="0062748B" w:rsidRDefault="0062748B" w:rsidP="0062748B">
      <w:r>
        <w:t xml:space="preserve">18.1.27     -INF       .        1.000      .         </w:t>
      </w:r>
    </w:p>
    <w:p w:rsidR="0062748B" w:rsidRDefault="0062748B" w:rsidP="0062748B">
      <w:r>
        <w:t xml:space="preserve">18.1.28     -INF       .        1.000      .         </w:t>
      </w:r>
    </w:p>
    <w:p w:rsidR="0062748B" w:rsidRDefault="0062748B" w:rsidP="0062748B">
      <w:r>
        <w:t xml:space="preserve">18.1.29     -INF       .        1.000      .         </w:t>
      </w:r>
    </w:p>
    <w:p w:rsidR="0062748B" w:rsidRDefault="0062748B" w:rsidP="0062748B">
      <w:r>
        <w:t xml:space="preserve">19.1.1      -INF       .        1.000      .         </w:t>
      </w:r>
    </w:p>
    <w:p w:rsidR="0062748B" w:rsidRDefault="0062748B" w:rsidP="0062748B">
      <w:r>
        <w:t xml:space="preserve">19.1.2      -INF       .        1.000      .         </w:t>
      </w:r>
    </w:p>
    <w:p w:rsidR="0062748B" w:rsidRDefault="0062748B" w:rsidP="0062748B">
      <w:r>
        <w:t xml:space="preserve">19.1.3      -INF       .        1.000      .         </w:t>
      </w:r>
    </w:p>
    <w:p w:rsidR="0062748B" w:rsidRDefault="0062748B" w:rsidP="0062748B">
      <w:r>
        <w:t xml:space="preserve">19.1.4      -INF       .        1.000      .         </w:t>
      </w:r>
    </w:p>
    <w:p w:rsidR="0062748B" w:rsidRDefault="0062748B" w:rsidP="0062748B">
      <w:r>
        <w:t xml:space="preserve">19.1.5      -INF       .        1.000      .         </w:t>
      </w:r>
    </w:p>
    <w:p w:rsidR="0062748B" w:rsidRDefault="0062748B" w:rsidP="0062748B">
      <w:r>
        <w:t xml:space="preserve">19.1.6      -INF       .        1.000      .         </w:t>
      </w:r>
    </w:p>
    <w:p w:rsidR="0062748B" w:rsidRDefault="0062748B" w:rsidP="0062748B">
      <w:r>
        <w:t xml:space="preserve">19.1.7      -INF       .        1.000      .         </w:t>
      </w:r>
    </w:p>
    <w:p w:rsidR="0062748B" w:rsidRDefault="0062748B" w:rsidP="0062748B">
      <w:r>
        <w:t xml:space="preserve">19.1.8      -INF       .        1.000      .         </w:t>
      </w:r>
    </w:p>
    <w:p w:rsidR="0062748B" w:rsidRDefault="0062748B" w:rsidP="0062748B">
      <w:r>
        <w:t xml:space="preserve">19.1.9      -INF       .        1.000      .         </w:t>
      </w:r>
    </w:p>
    <w:p w:rsidR="0062748B" w:rsidRDefault="0062748B" w:rsidP="0062748B">
      <w:r>
        <w:t xml:space="preserve">19.1.10     -INF       .        1.000      .         </w:t>
      </w:r>
    </w:p>
    <w:p w:rsidR="0062748B" w:rsidRDefault="0062748B" w:rsidP="0062748B">
      <w:r>
        <w:t xml:space="preserve">19.1.11     -INF       .        1.000      .         </w:t>
      </w:r>
    </w:p>
    <w:p w:rsidR="0062748B" w:rsidRDefault="0062748B" w:rsidP="0062748B">
      <w:r>
        <w:t xml:space="preserve">19.1.12     -INF       .        1.000      .         </w:t>
      </w:r>
    </w:p>
    <w:p w:rsidR="0062748B" w:rsidRDefault="0062748B" w:rsidP="0062748B">
      <w:r>
        <w:t xml:space="preserve">19.1.13     -INF       .        1.000      .         </w:t>
      </w:r>
    </w:p>
    <w:p w:rsidR="0062748B" w:rsidRDefault="0062748B" w:rsidP="0062748B">
      <w:r>
        <w:t xml:space="preserve">19.1.14     -INF       .        1.000      .         </w:t>
      </w:r>
    </w:p>
    <w:p w:rsidR="0062748B" w:rsidRDefault="0062748B" w:rsidP="0062748B">
      <w:r>
        <w:t xml:space="preserve">19.1.15     -INF       .        1.000      .         </w:t>
      </w:r>
    </w:p>
    <w:p w:rsidR="0062748B" w:rsidRDefault="0062748B" w:rsidP="0062748B">
      <w:r>
        <w:lastRenderedPageBreak/>
        <w:t xml:space="preserve">19.1.16     -INF       .        1.000      .         </w:t>
      </w:r>
    </w:p>
    <w:p w:rsidR="0062748B" w:rsidRDefault="0062748B" w:rsidP="0062748B">
      <w:r>
        <w:t xml:space="preserve">19.1.17     -INF       .        1.000      .         </w:t>
      </w:r>
    </w:p>
    <w:p w:rsidR="0062748B" w:rsidRDefault="0062748B" w:rsidP="0062748B">
      <w:r>
        <w:t xml:space="preserve">19.1.18     -INF       .        1.000      .         </w:t>
      </w:r>
    </w:p>
    <w:p w:rsidR="0062748B" w:rsidRDefault="0062748B" w:rsidP="0062748B">
      <w:r>
        <w:t xml:space="preserve">19.1.19     -INF       .        1.000      .         </w:t>
      </w:r>
    </w:p>
    <w:p w:rsidR="0062748B" w:rsidRDefault="0062748B" w:rsidP="0062748B">
      <w:r>
        <w:t xml:space="preserve">19.1.20     -INF       .        1.000      .         </w:t>
      </w:r>
    </w:p>
    <w:p w:rsidR="0062748B" w:rsidRDefault="0062748B" w:rsidP="0062748B">
      <w:r>
        <w:t xml:space="preserve">19.1.21     -INF       .        1.000      .         </w:t>
      </w:r>
    </w:p>
    <w:p w:rsidR="0062748B" w:rsidRDefault="0062748B" w:rsidP="0062748B">
      <w:r>
        <w:t xml:space="preserve">19.1.22     -INF       .        1.000      .         </w:t>
      </w:r>
    </w:p>
    <w:p w:rsidR="0062748B" w:rsidRDefault="0062748B" w:rsidP="0062748B">
      <w:r>
        <w:t xml:space="preserve">19.1.23     -INF       .        1.000      .         </w:t>
      </w:r>
    </w:p>
    <w:p w:rsidR="0062748B" w:rsidRDefault="0062748B" w:rsidP="0062748B">
      <w:r>
        <w:t xml:space="preserve">19.1.24     -INF       .        1.000      .         </w:t>
      </w:r>
    </w:p>
    <w:p w:rsidR="0062748B" w:rsidRDefault="0062748B" w:rsidP="0062748B">
      <w:r>
        <w:t xml:space="preserve">19.1.25     -INF       .        1.000      .         </w:t>
      </w:r>
    </w:p>
    <w:p w:rsidR="0062748B" w:rsidRDefault="0062748B" w:rsidP="0062748B">
      <w:r>
        <w:t xml:space="preserve">19.1.26     -INF       .        1.000      .         </w:t>
      </w:r>
    </w:p>
    <w:p w:rsidR="0062748B" w:rsidRDefault="0062748B" w:rsidP="0062748B">
      <w:r>
        <w:t xml:space="preserve">19.1.27     -INF       .        1.000      .         </w:t>
      </w:r>
    </w:p>
    <w:p w:rsidR="0062748B" w:rsidRDefault="0062748B" w:rsidP="0062748B">
      <w:r>
        <w:t xml:space="preserve">19.1.28     -INF       .        1.000      .         </w:t>
      </w:r>
    </w:p>
    <w:p w:rsidR="0062748B" w:rsidRDefault="0062748B" w:rsidP="0062748B">
      <w:r>
        <w:t xml:space="preserve">19.1.29     -INF       .        1.000      .         </w:t>
      </w:r>
    </w:p>
    <w:p w:rsidR="0062748B" w:rsidRDefault="0062748B" w:rsidP="0062748B">
      <w:r>
        <w:t xml:space="preserve">20.1.1      -INF       .        1.000      .         </w:t>
      </w:r>
    </w:p>
    <w:p w:rsidR="0062748B" w:rsidRDefault="0062748B" w:rsidP="0062748B">
      <w:r>
        <w:t xml:space="preserve">20.1.2      -INF       .        1.000      .         </w:t>
      </w:r>
    </w:p>
    <w:p w:rsidR="0062748B" w:rsidRDefault="0062748B" w:rsidP="0062748B">
      <w:r>
        <w:t xml:space="preserve">20.1.3      -INF       .        1.000      .         </w:t>
      </w:r>
    </w:p>
    <w:p w:rsidR="0062748B" w:rsidRDefault="0062748B" w:rsidP="0062748B">
      <w:r>
        <w:t xml:space="preserve">20.1.4      -INF       .        1.000      .         </w:t>
      </w:r>
    </w:p>
    <w:p w:rsidR="0062748B" w:rsidRDefault="0062748B" w:rsidP="0062748B">
      <w:r>
        <w:t xml:space="preserve">20.1.5      -INF       .        1.000      .         </w:t>
      </w:r>
    </w:p>
    <w:p w:rsidR="0062748B" w:rsidRDefault="0062748B" w:rsidP="0062748B">
      <w:r>
        <w:t xml:space="preserve">20.1.6      -INF       .        1.000      .         </w:t>
      </w:r>
    </w:p>
    <w:p w:rsidR="0062748B" w:rsidRDefault="0062748B" w:rsidP="0062748B">
      <w:r>
        <w:t xml:space="preserve">20.1.7      -INF       .        1.000      .         </w:t>
      </w:r>
    </w:p>
    <w:p w:rsidR="0062748B" w:rsidRDefault="0062748B" w:rsidP="0062748B">
      <w:r>
        <w:t xml:space="preserve">20.1.8      -INF       .        1.000      .         </w:t>
      </w:r>
    </w:p>
    <w:p w:rsidR="0062748B" w:rsidRDefault="0062748B" w:rsidP="0062748B">
      <w:r>
        <w:t xml:space="preserve">20.1.9      -INF       .        1.000      .         </w:t>
      </w:r>
    </w:p>
    <w:p w:rsidR="0062748B" w:rsidRDefault="0062748B" w:rsidP="0062748B">
      <w:r>
        <w:t xml:space="preserve">20.1.10     -INF       .        1.000      .         </w:t>
      </w:r>
    </w:p>
    <w:p w:rsidR="0062748B" w:rsidRDefault="0062748B" w:rsidP="0062748B">
      <w:r>
        <w:t xml:space="preserve">20.1.11     -INF       .        1.000      .         </w:t>
      </w:r>
    </w:p>
    <w:p w:rsidR="0062748B" w:rsidRDefault="0062748B" w:rsidP="0062748B">
      <w:r>
        <w:lastRenderedPageBreak/>
        <w:t xml:space="preserve">20.1.12     -INF       .        1.000      .         </w:t>
      </w:r>
    </w:p>
    <w:p w:rsidR="0062748B" w:rsidRDefault="0062748B" w:rsidP="0062748B">
      <w:r>
        <w:t xml:space="preserve">20.1.13     -INF       .        1.000      .         </w:t>
      </w:r>
    </w:p>
    <w:p w:rsidR="0062748B" w:rsidRDefault="0062748B" w:rsidP="0062748B">
      <w:r>
        <w:t xml:space="preserve">20.1.14     -INF       .        1.000      .         </w:t>
      </w:r>
    </w:p>
    <w:p w:rsidR="0062748B" w:rsidRDefault="0062748B" w:rsidP="0062748B">
      <w:r>
        <w:t xml:space="preserve">20.1.15     -INF       .        1.000      .         </w:t>
      </w:r>
    </w:p>
    <w:p w:rsidR="0062748B" w:rsidRDefault="0062748B" w:rsidP="0062748B">
      <w:r>
        <w:t xml:space="preserve">20.1.16     -INF       .        1.000      .         </w:t>
      </w:r>
    </w:p>
    <w:p w:rsidR="0062748B" w:rsidRDefault="0062748B" w:rsidP="0062748B">
      <w:r>
        <w:t xml:space="preserve">20.1.17     -INF       .        1.000      .         </w:t>
      </w:r>
    </w:p>
    <w:p w:rsidR="0062748B" w:rsidRDefault="0062748B" w:rsidP="0062748B">
      <w:r>
        <w:t xml:space="preserve">20.1.18     -INF       .        1.000      .         </w:t>
      </w:r>
    </w:p>
    <w:p w:rsidR="0062748B" w:rsidRDefault="0062748B" w:rsidP="0062748B">
      <w:r>
        <w:t xml:space="preserve">20.1.19     -INF       .        1.000      .         </w:t>
      </w:r>
    </w:p>
    <w:p w:rsidR="0062748B" w:rsidRDefault="0062748B" w:rsidP="0062748B">
      <w:r>
        <w:t xml:space="preserve">20.1.20     -INF       .        1.000      .         </w:t>
      </w:r>
    </w:p>
    <w:p w:rsidR="0062748B" w:rsidRDefault="0062748B" w:rsidP="0062748B">
      <w:r>
        <w:t xml:space="preserve">20.1.21     -INF       .        1.000      .         </w:t>
      </w:r>
    </w:p>
    <w:p w:rsidR="0062748B" w:rsidRDefault="0062748B" w:rsidP="0062748B">
      <w:r>
        <w:t xml:space="preserve">20.1.22     -INF       .        1.000      .         </w:t>
      </w:r>
    </w:p>
    <w:p w:rsidR="0062748B" w:rsidRDefault="0062748B" w:rsidP="0062748B">
      <w:r>
        <w:t xml:space="preserve">20.1.23     -INF       .        1.000      .         </w:t>
      </w:r>
    </w:p>
    <w:p w:rsidR="0062748B" w:rsidRDefault="0062748B" w:rsidP="0062748B">
      <w:r>
        <w:t xml:space="preserve">20.1.24     -INF       .        1.000      .         </w:t>
      </w:r>
    </w:p>
    <w:p w:rsidR="0062748B" w:rsidRDefault="0062748B" w:rsidP="0062748B">
      <w:r>
        <w:t xml:space="preserve">20.1.25     -INF       .        1.000      .         </w:t>
      </w:r>
    </w:p>
    <w:p w:rsidR="0062748B" w:rsidRDefault="0062748B" w:rsidP="0062748B">
      <w:r>
        <w:t xml:space="preserve">20.1.26     -INF       .        1.000      .         </w:t>
      </w:r>
    </w:p>
    <w:p w:rsidR="0062748B" w:rsidRDefault="0062748B" w:rsidP="0062748B">
      <w:r>
        <w:t xml:space="preserve">20.1.27     -INF       .        1.000      .         </w:t>
      </w:r>
    </w:p>
    <w:p w:rsidR="0062748B" w:rsidRDefault="0062748B" w:rsidP="0062748B">
      <w:r>
        <w:t xml:space="preserve">20.1.28     -INF       .        1.000      .         </w:t>
      </w:r>
    </w:p>
    <w:p w:rsidR="0062748B" w:rsidRDefault="0062748B" w:rsidP="0062748B">
      <w:r>
        <w:t xml:space="preserve">20.1.29     -INF       .        1.000      .         </w:t>
      </w:r>
    </w:p>
    <w:p w:rsidR="0062748B" w:rsidRDefault="0062748B" w:rsidP="0062748B">
      <w:r>
        <w:t xml:space="preserve">21.1.1      -INF       .        1.000      .         </w:t>
      </w:r>
    </w:p>
    <w:p w:rsidR="0062748B" w:rsidRDefault="0062748B" w:rsidP="0062748B">
      <w:r>
        <w:t xml:space="preserve">21.1.2      -INF       .        1.000      .         </w:t>
      </w:r>
    </w:p>
    <w:p w:rsidR="0062748B" w:rsidRDefault="0062748B" w:rsidP="0062748B">
      <w:r>
        <w:t xml:space="preserve">21.1.3      -INF       .        1.000      .         </w:t>
      </w:r>
    </w:p>
    <w:p w:rsidR="0062748B" w:rsidRDefault="0062748B" w:rsidP="0062748B">
      <w:r>
        <w:t xml:space="preserve">21.1.4      -INF       .        1.000      .         </w:t>
      </w:r>
    </w:p>
    <w:p w:rsidR="0062748B" w:rsidRDefault="0062748B" w:rsidP="0062748B">
      <w:r>
        <w:t xml:space="preserve">21.1.5      -INF       .        1.000      .         </w:t>
      </w:r>
    </w:p>
    <w:p w:rsidR="0062748B" w:rsidRDefault="0062748B" w:rsidP="0062748B">
      <w:r>
        <w:t xml:space="preserve">21.1.6      -INF       .        1.000      .         </w:t>
      </w:r>
    </w:p>
    <w:p w:rsidR="0062748B" w:rsidRDefault="0062748B" w:rsidP="0062748B">
      <w:r>
        <w:t xml:space="preserve">21.1.7      -INF       .        1.000      .         </w:t>
      </w:r>
    </w:p>
    <w:p w:rsidR="0062748B" w:rsidRDefault="0062748B" w:rsidP="0062748B">
      <w:r>
        <w:lastRenderedPageBreak/>
        <w:t xml:space="preserve">21.1.8      -INF       .        1.000      .         </w:t>
      </w:r>
    </w:p>
    <w:p w:rsidR="0062748B" w:rsidRDefault="0062748B" w:rsidP="0062748B">
      <w:r>
        <w:t xml:space="preserve">21.1.9      -INF       .        1.000      .         </w:t>
      </w:r>
    </w:p>
    <w:p w:rsidR="0062748B" w:rsidRDefault="0062748B" w:rsidP="0062748B">
      <w:r>
        <w:t xml:space="preserve">21.1.10     -INF       .        1.000      .         </w:t>
      </w:r>
    </w:p>
    <w:p w:rsidR="0062748B" w:rsidRDefault="0062748B" w:rsidP="0062748B">
      <w:r>
        <w:t xml:space="preserve">21.1.11     -INF       .        1.000      .         </w:t>
      </w:r>
    </w:p>
    <w:p w:rsidR="0062748B" w:rsidRDefault="0062748B" w:rsidP="0062748B">
      <w:r>
        <w:t xml:space="preserve">21.1.12     -INF       .        1.000      .         </w:t>
      </w:r>
    </w:p>
    <w:p w:rsidR="0062748B" w:rsidRDefault="0062748B" w:rsidP="0062748B">
      <w:r>
        <w:t xml:space="preserve">21.1.13     -INF       .        1.000      .         </w:t>
      </w:r>
    </w:p>
    <w:p w:rsidR="0062748B" w:rsidRDefault="0062748B" w:rsidP="0062748B">
      <w:r>
        <w:t xml:space="preserve">21.1.14     -INF       .        1.000      .         </w:t>
      </w:r>
    </w:p>
    <w:p w:rsidR="0062748B" w:rsidRDefault="0062748B" w:rsidP="0062748B">
      <w:r>
        <w:t xml:space="preserve">21.1.15     -INF       .        1.000      .         </w:t>
      </w:r>
    </w:p>
    <w:p w:rsidR="0062748B" w:rsidRDefault="0062748B" w:rsidP="0062748B">
      <w:r>
        <w:t xml:space="preserve">21.1.16     -INF       .        1.000      .         </w:t>
      </w:r>
    </w:p>
    <w:p w:rsidR="0062748B" w:rsidRDefault="0062748B" w:rsidP="0062748B">
      <w:r>
        <w:t xml:space="preserve">21.1.17     -INF       .        1.000      .         </w:t>
      </w:r>
    </w:p>
    <w:p w:rsidR="0062748B" w:rsidRDefault="0062748B" w:rsidP="0062748B">
      <w:r>
        <w:t xml:space="preserve">21.1.18     -INF       .        1.000      .         </w:t>
      </w:r>
    </w:p>
    <w:p w:rsidR="0062748B" w:rsidRDefault="0062748B" w:rsidP="0062748B">
      <w:r>
        <w:t xml:space="preserve">21.1.19     -INF       .        1.000      .         </w:t>
      </w:r>
    </w:p>
    <w:p w:rsidR="0062748B" w:rsidRDefault="0062748B" w:rsidP="0062748B">
      <w:r>
        <w:t xml:space="preserve">21.1.20     -INF       .        1.000      .         </w:t>
      </w:r>
    </w:p>
    <w:p w:rsidR="0062748B" w:rsidRDefault="0062748B" w:rsidP="0062748B">
      <w:r>
        <w:t xml:space="preserve">21.1.21     -INF       .        1.000      .         </w:t>
      </w:r>
    </w:p>
    <w:p w:rsidR="0062748B" w:rsidRDefault="0062748B" w:rsidP="0062748B">
      <w:r>
        <w:t xml:space="preserve">21.1.22     -INF       .        1.000      .         </w:t>
      </w:r>
    </w:p>
    <w:p w:rsidR="0062748B" w:rsidRDefault="0062748B" w:rsidP="0062748B">
      <w:r>
        <w:t xml:space="preserve">21.1.23     -INF       .        1.000      .         </w:t>
      </w:r>
    </w:p>
    <w:p w:rsidR="0062748B" w:rsidRDefault="0062748B" w:rsidP="0062748B">
      <w:r>
        <w:t xml:space="preserve">21.1.24     -INF       .        1.000      .         </w:t>
      </w:r>
    </w:p>
    <w:p w:rsidR="0062748B" w:rsidRDefault="0062748B" w:rsidP="0062748B">
      <w:r>
        <w:t xml:space="preserve">21.1.25     -INF       .        1.000      .         </w:t>
      </w:r>
    </w:p>
    <w:p w:rsidR="0062748B" w:rsidRDefault="0062748B" w:rsidP="0062748B">
      <w:r>
        <w:t xml:space="preserve">21.1.26     -INF       .        1.000      .         </w:t>
      </w:r>
    </w:p>
    <w:p w:rsidR="0062748B" w:rsidRDefault="0062748B" w:rsidP="0062748B">
      <w:r>
        <w:t xml:space="preserve">21.1.27     -INF       .        1.000      .         </w:t>
      </w:r>
    </w:p>
    <w:p w:rsidR="0062748B" w:rsidRDefault="0062748B" w:rsidP="0062748B">
      <w:r>
        <w:t xml:space="preserve">21.1.28     -INF       .        1.000      .         </w:t>
      </w:r>
    </w:p>
    <w:p w:rsidR="0062748B" w:rsidRDefault="0062748B" w:rsidP="0062748B">
      <w:r>
        <w:t xml:space="preserve">21.1.29     -INF       .        1.000      .         </w:t>
      </w:r>
    </w:p>
    <w:p w:rsidR="0062748B" w:rsidRDefault="0062748B" w:rsidP="0062748B">
      <w:r>
        <w:t xml:space="preserve">22.1.1      -INF       .        1.000      .         </w:t>
      </w:r>
    </w:p>
    <w:p w:rsidR="0062748B" w:rsidRDefault="0062748B" w:rsidP="0062748B">
      <w:r>
        <w:t xml:space="preserve">22.1.2      -INF       .        1.000      .         </w:t>
      </w:r>
    </w:p>
    <w:p w:rsidR="0062748B" w:rsidRDefault="0062748B" w:rsidP="0062748B">
      <w:r>
        <w:t xml:space="preserve">22.1.3      -INF       .        1.000      .         </w:t>
      </w:r>
    </w:p>
    <w:p w:rsidR="0062748B" w:rsidRDefault="0062748B" w:rsidP="0062748B">
      <w:r>
        <w:lastRenderedPageBreak/>
        <w:t xml:space="preserve">22.1.4      -INF       .        1.000      .         </w:t>
      </w:r>
    </w:p>
    <w:p w:rsidR="0062748B" w:rsidRDefault="0062748B" w:rsidP="0062748B">
      <w:r>
        <w:t xml:space="preserve">22.1.5      -INF       .        1.000      .         </w:t>
      </w:r>
    </w:p>
    <w:p w:rsidR="0062748B" w:rsidRDefault="0062748B" w:rsidP="0062748B">
      <w:r>
        <w:t xml:space="preserve">22.1.6      -INF       .        1.000      .         </w:t>
      </w:r>
    </w:p>
    <w:p w:rsidR="0062748B" w:rsidRDefault="0062748B" w:rsidP="0062748B">
      <w:r>
        <w:t xml:space="preserve">22.1.7      -INF       .        1.000      .         </w:t>
      </w:r>
    </w:p>
    <w:p w:rsidR="0062748B" w:rsidRDefault="0062748B" w:rsidP="0062748B">
      <w:r>
        <w:t xml:space="preserve">22.1.8      -INF       .        1.000      .         </w:t>
      </w:r>
    </w:p>
    <w:p w:rsidR="0062748B" w:rsidRDefault="0062748B" w:rsidP="0062748B">
      <w:r>
        <w:t xml:space="preserve">22.1.9      -INF       .        1.000      .         </w:t>
      </w:r>
    </w:p>
    <w:p w:rsidR="0062748B" w:rsidRDefault="0062748B" w:rsidP="0062748B">
      <w:r>
        <w:t xml:space="preserve">22.1.10     -INF       .        1.000      .         </w:t>
      </w:r>
    </w:p>
    <w:p w:rsidR="0062748B" w:rsidRDefault="0062748B" w:rsidP="0062748B">
      <w:r>
        <w:t xml:space="preserve">22.1.11     -INF       .        1.000      .         </w:t>
      </w:r>
    </w:p>
    <w:p w:rsidR="0062748B" w:rsidRDefault="0062748B" w:rsidP="0062748B">
      <w:r>
        <w:t xml:space="preserve">22.1.12     -INF       .        1.000      .         </w:t>
      </w:r>
    </w:p>
    <w:p w:rsidR="0062748B" w:rsidRDefault="0062748B" w:rsidP="0062748B">
      <w:r>
        <w:t xml:space="preserve">22.1.13     -INF       .        1.000      .         </w:t>
      </w:r>
    </w:p>
    <w:p w:rsidR="0062748B" w:rsidRDefault="0062748B" w:rsidP="0062748B">
      <w:r>
        <w:t xml:space="preserve">22.1.14     -INF       .        1.000      .         </w:t>
      </w:r>
    </w:p>
    <w:p w:rsidR="0062748B" w:rsidRDefault="0062748B" w:rsidP="0062748B">
      <w:r>
        <w:t xml:space="preserve">22.1.15     -INF       .        1.000      .         </w:t>
      </w:r>
    </w:p>
    <w:p w:rsidR="0062748B" w:rsidRDefault="0062748B" w:rsidP="0062748B">
      <w:r>
        <w:t xml:space="preserve">22.1.16     -INF       .        1.000      .         </w:t>
      </w:r>
    </w:p>
    <w:p w:rsidR="0062748B" w:rsidRDefault="0062748B" w:rsidP="0062748B">
      <w:r>
        <w:t xml:space="preserve">22.1.17     -INF       .        1.000      .         </w:t>
      </w:r>
    </w:p>
    <w:p w:rsidR="0062748B" w:rsidRDefault="0062748B" w:rsidP="0062748B">
      <w:r>
        <w:t xml:space="preserve">22.1.18     -INF       .        1.000      .         </w:t>
      </w:r>
    </w:p>
    <w:p w:rsidR="0062748B" w:rsidRDefault="0062748B" w:rsidP="0062748B">
      <w:r>
        <w:t xml:space="preserve">22.1.19     -INF       .        1.000      .         </w:t>
      </w:r>
    </w:p>
    <w:p w:rsidR="0062748B" w:rsidRDefault="0062748B" w:rsidP="0062748B">
      <w:r>
        <w:t xml:space="preserve">22.1.20     -INF       .        1.000      .         </w:t>
      </w:r>
    </w:p>
    <w:p w:rsidR="0062748B" w:rsidRDefault="0062748B" w:rsidP="0062748B">
      <w:r>
        <w:t xml:space="preserve">22.1.21     -INF       .        1.000      .         </w:t>
      </w:r>
    </w:p>
    <w:p w:rsidR="0062748B" w:rsidRDefault="0062748B" w:rsidP="0062748B">
      <w:r>
        <w:t xml:space="preserve">22.1.22     -INF       .        1.000      .         </w:t>
      </w:r>
    </w:p>
    <w:p w:rsidR="0062748B" w:rsidRDefault="0062748B" w:rsidP="0062748B">
      <w:r>
        <w:t xml:space="preserve">22.1.23     -INF       .        1.000      .         </w:t>
      </w:r>
    </w:p>
    <w:p w:rsidR="0062748B" w:rsidRDefault="0062748B" w:rsidP="0062748B">
      <w:r>
        <w:t xml:space="preserve">22.1.24     -INF       .        1.000      .         </w:t>
      </w:r>
    </w:p>
    <w:p w:rsidR="0062748B" w:rsidRDefault="0062748B" w:rsidP="0062748B">
      <w:r>
        <w:t xml:space="preserve">22.1.25     -INF       .        1.000      .         </w:t>
      </w:r>
    </w:p>
    <w:p w:rsidR="0062748B" w:rsidRDefault="0062748B" w:rsidP="0062748B">
      <w:r>
        <w:t xml:space="preserve">22.1.26     -INF       .        1.000      .         </w:t>
      </w:r>
    </w:p>
    <w:p w:rsidR="0062748B" w:rsidRDefault="0062748B" w:rsidP="0062748B">
      <w:r>
        <w:t xml:space="preserve">22.1.27     -INF       .        1.000      .         </w:t>
      </w:r>
    </w:p>
    <w:p w:rsidR="0062748B" w:rsidRDefault="0062748B" w:rsidP="0062748B">
      <w:r>
        <w:t xml:space="preserve">22.1.28     -INF       .        1.000      .         </w:t>
      </w:r>
    </w:p>
    <w:p w:rsidR="0062748B" w:rsidRDefault="0062748B" w:rsidP="0062748B">
      <w:r>
        <w:lastRenderedPageBreak/>
        <w:t xml:space="preserve">22.1.29     -INF       .        1.000      .         </w:t>
      </w:r>
    </w:p>
    <w:p w:rsidR="0062748B" w:rsidRDefault="0062748B" w:rsidP="0062748B">
      <w:r>
        <w:t xml:space="preserve">23.1.1      -INF       .        1.000      .         </w:t>
      </w:r>
    </w:p>
    <w:p w:rsidR="0062748B" w:rsidRDefault="0062748B" w:rsidP="0062748B">
      <w:r>
        <w:t xml:space="preserve">23.1.2      -INF       .        1.000      .         </w:t>
      </w:r>
    </w:p>
    <w:p w:rsidR="0062748B" w:rsidRDefault="0062748B" w:rsidP="0062748B">
      <w:r>
        <w:t xml:space="preserve">23.1.3      -INF       .        1.000      .         </w:t>
      </w:r>
    </w:p>
    <w:p w:rsidR="0062748B" w:rsidRDefault="0062748B" w:rsidP="0062748B">
      <w:r>
        <w:t xml:space="preserve">23.1.4      -INF       .        1.000      .         </w:t>
      </w:r>
    </w:p>
    <w:p w:rsidR="0062748B" w:rsidRDefault="0062748B" w:rsidP="0062748B">
      <w:r>
        <w:t xml:space="preserve">23.1.5      -INF       .        1.000      .         </w:t>
      </w:r>
    </w:p>
    <w:p w:rsidR="0062748B" w:rsidRDefault="0062748B" w:rsidP="0062748B">
      <w:r>
        <w:t xml:space="preserve">23.1.6      -INF       .        1.000      .         </w:t>
      </w:r>
    </w:p>
    <w:p w:rsidR="0062748B" w:rsidRDefault="0062748B" w:rsidP="0062748B">
      <w:r>
        <w:t xml:space="preserve">23.1.7      -INF       .        1.000      .         </w:t>
      </w:r>
    </w:p>
    <w:p w:rsidR="0062748B" w:rsidRDefault="0062748B" w:rsidP="0062748B">
      <w:r>
        <w:t xml:space="preserve">23.1.8      -INF       .        1.000      .         </w:t>
      </w:r>
    </w:p>
    <w:p w:rsidR="0062748B" w:rsidRDefault="0062748B" w:rsidP="0062748B">
      <w:r>
        <w:t xml:space="preserve">23.1.9      -INF       .        1.000      .         </w:t>
      </w:r>
    </w:p>
    <w:p w:rsidR="0062748B" w:rsidRDefault="0062748B" w:rsidP="0062748B">
      <w:r>
        <w:t xml:space="preserve">23.1.10     -INF       .        1.000      .         </w:t>
      </w:r>
    </w:p>
    <w:p w:rsidR="0062748B" w:rsidRDefault="0062748B" w:rsidP="0062748B">
      <w:r>
        <w:t xml:space="preserve">23.1.11     -INF       .        1.000      .         </w:t>
      </w:r>
    </w:p>
    <w:p w:rsidR="0062748B" w:rsidRDefault="0062748B" w:rsidP="0062748B">
      <w:r>
        <w:t xml:space="preserve">23.1.12     -INF       .        1.000      .         </w:t>
      </w:r>
    </w:p>
    <w:p w:rsidR="0062748B" w:rsidRDefault="0062748B" w:rsidP="0062748B">
      <w:r>
        <w:t xml:space="preserve">23.1.13     -INF       .        1.000      .         </w:t>
      </w:r>
    </w:p>
    <w:p w:rsidR="0062748B" w:rsidRDefault="0062748B" w:rsidP="0062748B">
      <w:r>
        <w:t xml:space="preserve">23.1.14     -INF       .        1.000      .         </w:t>
      </w:r>
    </w:p>
    <w:p w:rsidR="0062748B" w:rsidRDefault="0062748B" w:rsidP="0062748B">
      <w:r>
        <w:t xml:space="preserve">23.1.15     -INF       .        1.000      .         </w:t>
      </w:r>
    </w:p>
    <w:p w:rsidR="0062748B" w:rsidRDefault="0062748B" w:rsidP="0062748B">
      <w:r>
        <w:t xml:space="preserve">23.1.16     -INF       .        1.000      .         </w:t>
      </w:r>
    </w:p>
    <w:p w:rsidR="0062748B" w:rsidRDefault="0062748B" w:rsidP="0062748B">
      <w:r>
        <w:t xml:space="preserve">23.1.17     -INF       .        1.000      .         </w:t>
      </w:r>
    </w:p>
    <w:p w:rsidR="0062748B" w:rsidRDefault="0062748B" w:rsidP="0062748B">
      <w:r>
        <w:t xml:space="preserve">23.1.18     -INF       .        1.000      .         </w:t>
      </w:r>
    </w:p>
    <w:p w:rsidR="0062748B" w:rsidRDefault="0062748B" w:rsidP="0062748B">
      <w:r>
        <w:t xml:space="preserve">23.1.19     -INF       .        1.000      .         </w:t>
      </w:r>
    </w:p>
    <w:p w:rsidR="0062748B" w:rsidRDefault="0062748B" w:rsidP="0062748B">
      <w:r>
        <w:t xml:space="preserve">23.1.20     -INF       .        1.000      .         </w:t>
      </w:r>
    </w:p>
    <w:p w:rsidR="0062748B" w:rsidRDefault="0062748B" w:rsidP="0062748B">
      <w:r>
        <w:t xml:space="preserve">23.1.21     -INF       .        1.000      .         </w:t>
      </w:r>
    </w:p>
    <w:p w:rsidR="0062748B" w:rsidRDefault="0062748B" w:rsidP="0062748B">
      <w:r>
        <w:t xml:space="preserve">23.1.22     -INF       .        1.000      .         </w:t>
      </w:r>
    </w:p>
    <w:p w:rsidR="0062748B" w:rsidRDefault="0062748B" w:rsidP="0062748B">
      <w:r>
        <w:t xml:space="preserve">23.1.23     -INF       .        1.000      .         </w:t>
      </w:r>
    </w:p>
    <w:p w:rsidR="0062748B" w:rsidRDefault="0062748B" w:rsidP="0062748B">
      <w:r>
        <w:t xml:space="preserve">23.1.24     -INF       .        1.000      .         </w:t>
      </w:r>
    </w:p>
    <w:p w:rsidR="0062748B" w:rsidRDefault="0062748B" w:rsidP="0062748B">
      <w:r>
        <w:lastRenderedPageBreak/>
        <w:t xml:space="preserve">23.1.25     -INF       .        1.000      .         </w:t>
      </w:r>
    </w:p>
    <w:p w:rsidR="0062748B" w:rsidRDefault="0062748B" w:rsidP="0062748B">
      <w:r>
        <w:t xml:space="preserve">23.1.26     -INF       .        1.000      .         </w:t>
      </w:r>
    </w:p>
    <w:p w:rsidR="0062748B" w:rsidRDefault="0062748B" w:rsidP="0062748B">
      <w:r>
        <w:t xml:space="preserve">23.1.27     -INF       .        1.000      .         </w:t>
      </w:r>
    </w:p>
    <w:p w:rsidR="0062748B" w:rsidRDefault="0062748B" w:rsidP="0062748B">
      <w:r>
        <w:t xml:space="preserve">23.1.28     -INF       .        1.000      .         </w:t>
      </w:r>
    </w:p>
    <w:p w:rsidR="0062748B" w:rsidRDefault="0062748B" w:rsidP="0062748B">
      <w:r>
        <w:t xml:space="preserve">23.1.29     -INF       .        1.000      .         </w:t>
      </w:r>
    </w:p>
    <w:p w:rsidR="0062748B" w:rsidRDefault="0062748B" w:rsidP="0062748B">
      <w:r>
        <w:t xml:space="preserve">24.1.1      -INF       .        1.000      .         </w:t>
      </w:r>
    </w:p>
    <w:p w:rsidR="0062748B" w:rsidRDefault="0062748B" w:rsidP="0062748B">
      <w:r>
        <w:t xml:space="preserve">24.1.2      -INF       .        1.000      .         </w:t>
      </w:r>
    </w:p>
    <w:p w:rsidR="0062748B" w:rsidRDefault="0062748B" w:rsidP="0062748B">
      <w:r>
        <w:t xml:space="preserve">24.1.3      -INF       .        1.000      .         </w:t>
      </w:r>
    </w:p>
    <w:p w:rsidR="0062748B" w:rsidRDefault="0062748B" w:rsidP="0062748B">
      <w:r>
        <w:t xml:space="preserve">24.1.4      -INF       .        1.000      .         </w:t>
      </w:r>
    </w:p>
    <w:p w:rsidR="0062748B" w:rsidRDefault="0062748B" w:rsidP="0062748B">
      <w:r>
        <w:t xml:space="preserve">24.1.5      -INF       .        1.000      .         </w:t>
      </w:r>
    </w:p>
    <w:p w:rsidR="0062748B" w:rsidRDefault="0062748B" w:rsidP="0062748B">
      <w:r>
        <w:t xml:space="preserve">24.1.6      -INF       .        1.000      .         </w:t>
      </w:r>
    </w:p>
    <w:p w:rsidR="0062748B" w:rsidRDefault="0062748B" w:rsidP="0062748B">
      <w:r>
        <w:t xml:space="preserve">24.1.7      -INF       .        1.000      .         </w:t>
      </w:r>
    </w:p>
    <w:p w:rsidR="0062748B" w:rsidRDefault="0062748B" w:rsidP="0062748B">
      <w:r>
        <w:t xml:space="preserve">24.1.8      -INF       .        1.000      .         </w:t>
      </w:r>
    </w:p>
    <w:p w:rsidR="0062748B" w:rsidRDefault="0062748B" w:rsidP="0062748B">
      <w:r>
        <w:t xml:space="preserve">24.1.9      -INF       .        1.000      .         </w:t>
      </w:r>
    </w:p>
    <w:p w:rsidR="0062748B" w:rsidRDefault="0062748B" w:rsidP="0062748B">
      <w:r>
        <w:t xml:space="preserve">24.1.10     -INF       .        1.000      .         </w:t>
      </w:r>
    </w:p>
    <w:p w:rsidR="0062748B" w:rsidRDefault="0062748B" w:rsidP="0062748B">
      <w:r>
        <w:t xml:space="preserve">24.1.11     -INF       .        1.000      .         </w:t>
      </w:r>
    </w:p>
    <w:p w:rsidR="0062748B" w:rsidRDefault="0062748B" w:rsidP="0062748B">
      <w:r>
        <w:t xml:space="preserve">24.1.12     -INF       .        1.000      .         </w:t>
      </w:r>
    </w:p>
    <w:p w:rsidR="0062748B" w:rsidRDefault="0062748B" w:rsidP="0062748B">
      <w:r>
        <w:t xml:space="preserve">24.1.13     -INF       .        1.000      .         </w:t>
      </w:r>
    </w:p>
    <w:p w:rsidR="0062748B" w:rsidRDefault="0062748B" w:rsidP="0062748B">
      <w:r>
        <w:t xml:space="preserve">24.1.14     -INF       .        1.000      .         </w:t>
      </w:r>
    </w:p>
    <w:p w:rsidR="0062748B" w:rsidRDefault="0062748B" w:rsidP="0062748B">
      <w:r>
        <w:t xml:space="preserve">24.1.15     -INF       .        1.000      .         </w:t>
      </w:r>
    </w:p>
    <w:p w:rsidR="0062748B" w:rsidRDefault="0062748B" w:rsidP="0062748B">
      <w:r>
        <w:t xml:space="preserve">24.1.16     -INF       .        1.000      .         </w:t>
      </w:r>
    </w:p>
    <w:p w:rsidR="0062748B" w:rsidRDefault="0062748B" w:rsidP="0062748B">
      <w:r>
        <w:t xml:space="preserve">24.1.17     -INF       .        1.000      .         </w:t>
      </w:r>
    </w:p>
    <w:p w:rsidR="0062748B" w:rsidRDefault="0062748B" w:rsidP="0062748B">
      <w:r>
        <w:t xml:space="preserve">24.1.18     -INF       .        1.000      .         </w:t>
      </w:r>
    </w:p>
    <w:p w:rsidR="0062748B" w:rsidRDefault="0062748B" w:rsidP="0062748B">
      <w:r>
        <w:t xml:space="preserve">24.1.19     -INF       .        1.000      .         </w:t>
      </w:r>
    </w:p>
    <w:p w:rsidR="0062748B" w:rsidRDefault="0062748B" w:rsidP="0062748B">
      <w:r>
        <w:t xml:space="preserve">24.1.20     -INF       .        1.000      .         </w:t>
      </w:r>
    </w:p>
    <w:p w:rsidR="0062748B" w:rsidRDefault="0062748B" w:rsidP="0062748B">
      <w:r>
        <w:lastRenderedPageBreak/>
        <w:t xml:space="preserve">24.1.21     -INF       .        1.000      .         </w:t>
      </w:r>
    </w:p>
    <w:p w:rsidR="0062748B" w:rsidRDefault="0062748B" w:rsidP="0062748B">
      <w:r>
        <w:t xml:space="preserve">24.1.22     -INF       .        1.000      .         </w:t>
      </w:r>
    </w:p>
    <w:p w:rsidR="0062748B" w:rsidRDefault="0062748B" w:rsidP="0062748B">
      <w:r>
        <w:t xml:space="preserve">24.1.23     -INF       .        1.000      .         </w:t>
      </w:r>
    </w:p>
    <w:p w:rsidR="0062748B" w:rsidRDefault="0062748B" w:rsidP="0062748B">
      <w:r>
        <w:t xml:space="preserve">24.1.24     -INF       .        1.000      .         </w:t>
      </w:r>
    </w:p>
    <w:p w:rsidR="0062748B" w:rsidRDefault="0062748B" w:rsidP="0062748B">
      <w:r>
        <w:t xml:space="preserve">24.1.25     -INF       .        1.000      .         </w:t>
      </w:r>
    </w:p>
    <w:p w:rsidR="0062748B" w:rsidRDefault="0062748B" w:rsidP="0062748B">
      <w:r>
        <w:t xml:space="preserve">24.1.26     -INF       .        1.000      .         </w:t>
      </w:r>
    </w:p>
    <w:p w:rsidR="0062748B" w:rsidRDefault="0062748B" w:rsidP="0062748B">
      <w:r>
        <w:t xml:space="preserve">24.1.27     -INF       .        1.000      .         </w:t>
      </w:r>
    </w:p>
    <w:p w:rsidR="0062748B" w:rsidRDefault="0062748B" w:rsidP="0062748B">
      <w:r>
        <w:t xml:space="preserve">24.1.28     -INF       .        1.000      .         </w:t>
      </w:r>
    </w:p>
    <w:p w:rsidR="0062748B" w:rsidRDefault="0062748B" w:rsidP="0062748B">
      <w:r>
        <w:t xml:space="preserve">24.1.29     -INF       .        1.000      .         </w:t>
      </w:r>
    </w:p>
    <w:p w:rsidR="0062748B" w:rsidRDefault="0062748B" w:rsidP="0062748B">
      <w:r>
        <w:t xml:space="preserve">25.1.1      -INF       .        1.000      .         </w:t>
      </w:r>
    </w:p>
    <w:p w:rsidR="0062748B" w:rsidRDefault="0062748B" w:rsidP="0062748B">
      <w:r>
        <w:t xml:space="preserve">25.1.2      -INF       .        1.000      .         </w:t>
      </w:r>
    </w:p>
    <w:p w:rsidR="0062748B" w:rsidRDefault="0062748B" w:rsidP="0062748B">
      <w:r>
        <w:t xml:space="preserve">25.1.3      -INF       .        1.000      .         </w:t>
      </w:r>
    </w:p>
    <w:p w:rsidR="0062748B" w:rsidRDefault="0062748B" w:rsidP="0062748B">
      <w:r>
        <w:t xml:space="preserve">25.1.4      -INF       .        1.000      .         </w:t>
      </w:r>
    </w:p>
    <w:p w:rsidR="0062748B" w:rsidRDefault="0062748B" w:rsidP="0062748B">
      <w:r>
        <w:t xml:space="preserve">25.1.5      -INF       .        1.000      .         </w:t>
      </w:r>
    </w:p>
    <w:p w:rsidR="0062748B" w:rsidRDefault="0062748B" w:rsidP="0062748B">
      <w:r>
        <w:t xml:space="preserve">25.1.6      -INF       .        1.000      .         </w:t>
      </w:r>
    </w:p>
    <w:p w:rsidR="0062748B" w:rsidRDefault="0062748B" w:rsidP="0062748B">
      <w:r>
        <w:t xml:space="preserve">25.1.7      -INF       .        1.000      .         </w:t>
      </w:r>
    </w:p>
    <w:p w:rsidR="0062748B" w:rsidRDefault="0062748B" w:rsidP="0062748B">
      <w:r>
        <w:t xml:space="preserve">25.1.8      -INF       .        1.000      .         </w:t>
      </w:r>
    </w:p>
    <w:p w:rsidR="0062748B" w:rsidRDefault="0062748B" w:rsidP="0062748B">
      <w:r>
        <w:t xml:space="preserve">25.1.9      -INF       .        1.000      .         </w:t>
      </w:r>
    </w:p>
    <w:p w:rsidR="0062748B" w:rsidRDefault="0062748B" w:rsidP="0062748B">
      <w:r>
        <w:t xml:space="preserve">25.1.10     -INF       .        1.000      .         </w:t>
      </w:r>
    </w:p>
    <w:p w:rsidR="0062748B" w:rsidRDefault="0062748B" w:rsidP="0062748B">
      <w:r>
        <w:t xml:space="preserve">25.1.11     -INF       .        1.000      .         </w:t>
      </w:r>
    </w:p>
    <w:p w:rsidR="0062748B" w:rsidRDefault="0062748B" w:rsidP="0062748B">
      <w:r>
        <w:t xml:space="preserve">25.1.12     -INF       .        1.000      .         </w:t>
      </w:r>
    </w:p>
    <w:p w:rsidR="0062748B" w:rsidRDefault="0062748B" w:rsidP="0062748B">
      <w:r>
        <w:t xml:space="preserve">25.1.13     -INF       .        1.000      .         </w:t>
      </w:r>
    </w:p>
    <w:p w:rsidR="0062748B" w:rsidRDefault="0062748B" w:rsidP="0062748B">
      <w:r>
        <w:t xml:space="preserve">25.1.14     -INF       .        1.000      .         </w:t>
      </w:r>
    </w:p>
    <w:p w:rsidR="0062748B" w:rsidRDefault="0062748B" w:rsidP="0062748B">
      <w:r>
        <w:t xml:space="preserve">25.1.15     -INF       .        1.000      .         </w:t>
      </w:r>
    </w:p>
    <w:p w:rsidR="0062748B" w:rsidRDefault="0062748B" w:rsidP="0062748B">
      <w:r>
        <w:t xml:space="preserve">25.1.16     -INF       .        1.000      .         </w:t>
      </w:r>
    </w:p>
    <w:p w:rsidR="0062748B" w:rsidRDefault="0062748B" w:rsidP="0062748B">
      <w:r>
        <w:lastRenderedPageBreak/>
        <w:t xml:space="preserve">25.1.17     -INF       .        1.000      .         </w:t>
      </w:r>
    </w:p>
    <w:p w:rsidR="0062748B" w:rsidRDefault="0062748B" w:rsidP="0062748B">
      <w:r>
        <w:t xml:space="preserve">25.1.18     -INF       .        1.000      .         </w:t>
      </w:r>
    </w:p>
    <w:p w:rsidR="0062748B" w:rsidRDefault="0062748B" w:rsidP="0062748B">
      <w:r>
        <w:t xml:space="preserve">25.1.19     -INF       .        1.000      .         </w:t>
      </w:r>
    </w:p>
    <w:p w:rsidR="0062748B" w:rsidRDefault="0062748B" w:rsidP="0062748B">
      <w:r>
        <w:t xml:space="preserve">25.1.20     -INF       .        1.000      .         </w:t>
      </w:r>
    </w:p>
    <w:p w:rsidR="0062748B" w:rsidRDefault="0062748B" w:rsidP="0062748B">
      <w:r>
        <w:t xml:space="preserve">25.1.21     -INF       .        1.000      .         </w:t>
      </w:r>
    </w:p>
    <w:p w:rsidR="0062748B" w:rsidRDefault="0062748B" w:rsidP="0062748B">
      <w:r>
        <w:t xml:space="preserve">25.1.22     -INF       .        1.000      .         </w:t>
      </w:r>
    </w:p>
    <w:p w:rsidR="0062748B" w:rsidRDefault="0062748B" w:rsidP="0062748B">
      <w:r>
        <w:t xml:space="preserve">25.1.23     -INF       .        1.000      .         </w:t>
      </w:r>
    </w:p>
    <w:p w:rsidR="0062748B" w:rsidRDefault="0062748B" w:rsidP="0062748B">
      <w:r>
        <w:t xml:space="preserve">25.1.24     -INF       .        1.000      .         </w:t>
      </w:r>
    </w:p>
    <w:p w:rsidR="0062748B" w:rsidRDefault="0062748B" w:rsidP="0062748B">
      <w:r>
        <w:t xml:space="preserve">25.1.25     -INF       .        1.000      .         </w:t>
      </w:r>
    </w:p>
    <w:p w:rsidR="0062748B" w:rsidRDefault="0062748B" w:rsidP="0062748B">
      <w:r>
        <w:t xml:space="preserve">25.1.26     -INF       .        1.000      .         </w:t>
      </w:r>
    </w:p>
    <w:p w:rsidR="0062748B" w:rsidRDefault="0062748B" w:rsidP="0062748B">
      <w:r>
        <w:t xml:space="preserve">25.1.27     -INF       .        1.000      .         </w:t>
      </w:r>
    </w:p>
    <w:p w:rsidR="0062748B" w:rsidRDefault="0062748B" w:rsidP="0062748B">
      <w:r>
        <w:t xml:space="preserve">25.1.28     -INF       .        1.000      .         </w:t>
      </w:r>
    </w:p>
    <w:p w:rsidR="0062748B" w:rsidRDefault="0062748B" w:rsidP="0062748B">
      <w:r>
        <w:t xml:space="preserve">25.1.29     -INF       .        1.000      .         </w:t>
      </w:r>
    </w:p>
    <w:p w:rsidR="0062748B" w:rsidRDefault="0062748B" w:rsidP="0062748B">
      <w:r>
        <w:t xml:space="preserve">26.1.1      -INF       .        1.000      .         </w:t>
      </w:r>
    </w:p>
    <w:p w:rsidR="0062748B" w:rsidRDefault="0062748B" w:rsidP="0062748B">
      <w:r>
        <w:t xml:space="preserve">26.1.2      -INF       .        1.000      .         </w:t>
      </w:r>
    </w:p>
    <w:p w:rsidR="0062748B" w:rsidRDefault="0062748B" w:rsidP="0062748B">
      <w:r>
        <w:t xml:space="preserve">26.1.3      -INF       .        1.000      .         </w:t>
      </w:r>
    </w:p>
    <w:p w:rsidR="0062748B" w:rsidRDefault="0062748B" w:rsidP="0062748B">
      <w:r>
        <w:t xml:space="preserve">26.1.4      -INF       .        1.000      .         </w:t>
      </w:r>
    </w:p>
    <w:p w:rsidR="0062748B" w:rsidRDefault="0062748B" w:rsidP="0062748B">
      <w:r>
        <w:t xml:space="preserve">26.1.5      -INF       .        1.000      .         </w:t>
      </w:r>
    </w:p>
    <w:p w:rsidR="0062748B" w:rsidRDefault="0062748B" w:rsidP="0062748B">
      <w:r>
        <w:t xml:space="preserve">26.1.6      -INF       .        1.000      .         </w:t>
      </w:r>
    </w:p>
    <w:p w:rsidR="0062748B" w:rsidRDefault="0062748B" w:rsidP="0062748B">
      <w:r>
        <w:t xml:space="preserve">26.1.7      -INF       .        1.000      .         </w:t>
      </w:r>
    </w:p>
    <w:p w:rsidR="0062748B" w:rsidRDefault="0062748B" w:rsidP="0062748B">
      <w:r>
        <w:t xml:space="preserve">26.1.8      -INF       .        1.000      .         </w:t>
      </w:r>
    </w:p>
    <w:p w:rsidR="0062748B" w:rsidRDefault="0062748B" w:rsidP="0062748B">
      <w:r>
        <w:t xml:space="preserve">26.1.9      -INF       .        1.000      .         </w:t>
      </w:r>
    </w:p>
    <w:p w:rsidR="0062748B" w:rsidRDefault="0062748B" w:rsidP="0062748B">
      <w:r>
        <w:t xml:space="preserve">26.1.10     -INF       .        1.000      .         </w:t>
      </w:r>
    </w:p>
    <w:p w:rsidR="0062748B" w:rsidRDefault="0062748B" w:rsidP="0062748B">
      <w:r>
        <w:t xml:space="preserve">26.1.11     -INF       .        1.000      .         </w:t>
      </w:r>
    </w:p>
    <w:p w:rsidR="0062748B" w:rsidRDefault="0062748B" w:rsidP="0062748B">
      <w:r>
        <w:t xml:space="preserve">26.1.12     -INF       .        1.000      .         </w:t>
      </w:r>
    </w:p>
    <w:p w:rsidR="0062748B" w:rsidRDefault="0062748B" w:rsidP="0062748B">
      <w:r>
        <w:lastRenderedPageBreak/>
        <w:t xml:space="preserve">26.1.13     -INF       .        1.000      .         </w:t>
      </w:r>
    </w:p>
    <w:p w:rsidR="0062748B" w:rsidRDefault="0062748B" w:rsidP="0062748B">
      <w:r>
        <w:t xml:space="preserve">26.1.14     -INF       .        1.000      .         </w:t>
      </w:r>
    </w:p>
    <w:p w:rsidR="0062748B" w:rsidRDefault="0062748B" w:rsidP="0062748B">
      <w:r>
        <w:t xml:space="preserve">26.1.15     -INF       .        1.000      .         </w:t>
      </w:r>
    </w:p>
    <w:p w:rsidR="0062748B" w:rsidRDefault="0062748B" w:rsidP="0062748B">
      <w:r>
        <w:t xml:space="preserve">26.1.16     -INF       .        1.000      .         </w:t>
      </w:r>
    </w:p>
    <w:p w:rsidR="0062748B" w:rsidRDefault="0062748B" w:rsidP="0062748B">
      <w:r>
        <w:t xml:space="preserve">26.1.17     -INF       .        1.000      .         </w:t>
      </w:r>
    </w:p>
    <w:p w:rsidR="0062748B" w:rsidRDefault="0062748B" w:rsidP="0062748B">
      <w:r>
        <w:t xml:space="preserve">26.1.18     -INF       .        1.000      .         </w:t>
      </w:r>
    </w:p>
    <w:p w:rsidR="0062748B" w:rsidRDefault="0062748B" w:rsidP="0062748B">
      <w:r>
        <w:t xml:space="preserve">26.1.19     -INF       .        1.000      .         </w:t>
      </w:r>
    </w:p>
    <w:p w:rsidR="0062748B" w:rsidRDefault="0062748B" w:rsidP="0062748B">
      <w:r>
        <w:t xml:space="preserve">26.1.20     -INF       .        1.000      .         </w:t>
      </w:r>
    </w:p>
    <w:p w:rsidR="0062748B" w:rsidRDefault="0062748B" w:rsidP="0062748B">
      <w:r>
        <w:t xml:space="preserve">26.1.21     -INF       .        1.000      .         </w:t>
      </w:r>
    </w:p>
    <w:p w:rsidR="0062748B" w:rsidRDefault="0062748B" w:rsidP="0062748B">
      <w:r>
        <w:t xml:space="preserve">26.1.22     -INF       .        1.000      .         </w:t>
      </w:r>
    </w:p>
    <w:p w:rsidR="0062748B" w:rsidRDefault="0062748B" w:rsidP="0062748B">
      <w:r>
        <w:t xml:space="preserve">26.1.23     -INF       .        1.000      .         </w:t>
      </w:r>
    </w:p>
    <w:p w:rsidR="0062748B" w:rsidRDefault="0062748B" w:rsidP="0062748B">
      <w:r>
        <w:t xml:space="preserve">26.1.24     -INF       .        1.000      .         </w:t>
      </w:r>
    </w:p>
    <w:p w:rsidR="0062748B" w:rsidRDefault="0062748B" w:rsidP="0062748B">
      <w:r>
        <w:t xml:space="preserve">26.1.25     -INF       .        1.000      .         </w:t>
      </w:r>
    </w:p>
    <w:p w:rsidR="0062748B" w:rsidRDefault="0062748B" w:rsidP="0062748B">
      <w:r>
        <w:t xml:space="preserve">26.1.26     -INF       .        1.000      .         </w:t>
      </w:r>
    </w:p>
    <w:p w:rsidR="0062748B" w:rsidRDefault="0062748B" w:rsidP="0062748B">
      <w:r>
        <w:t xml:space="preserve">26.1.27     -INF       .        1.000      .         </w:t>
      </w:r>
    </w:p>
    <w:p w:rsidR="0062748B" w:rsidRDefault="0062748B" w:rsidP="0062748B">
      <w:r>
        <w:t xml:space="preserve">26.1.28     -INF       .        1.000      .         </w:t>
      </w:r>
    </w:p>
    <w:p w:rsidR="0062748B" w:rsidRDefault="0062748B" w:rsidP="0062748B">
      <w:r>
        <w:t xml:space="preserve">26.1.29     -INF       .        1.000      .         </w:t>
      </w:r>
    </w:p>
    <w:p w:rsidR="0062748B" w:rsidRDefault="0062748B" w:rsidP="0062748B">
      <w:r>
        <w:t xml:space="preserve">27.1.1      -INF       .        1.000      .         </w:t>
      </w:r>
    </w:p>
    <w:p w:rsidR="0062748B" w:rsidRDefault="0062748B" w:rsidP="0062748B">
      <w:r>
        <w:t xml:space="preserve">27.1.2      -INF       .        1.000      .         </w:t>
      </w:r>
    </w:p>
    <w:p w:rsidR="0062748B" w:rsidRDefault="0062748B" w:rsidP="0062748B">
      <w:r>
        <w:t xml:space="preserve">27.1.3      -INF       .        1.000      .         </w:t>
      </w:r>
    </w:p>
    <w:p w:rsidR="0062748B" w:rsidRDefault="0062748B" w:rsidP="0062748B">
      <w:r>
        <w:t xml:space="preserve">27.1.4      -INF       .        1.000      .         </w:t>
      </w:r>
    </w:p>
    <w:p w:rsidR="0062748B" w:rsidRDefault="0062748B" w:rsidP="0062748B">
      <w:r>
        <w:t xml:space="preserve">27.1.5      -INF       .        1.000      .         </w:t>
      </w:r>
    </w:p>
    <w:p w:rsidR="0062748B" w:rsidRDefault="0062748B" w:rsidP="0062748B">
      <w:r>
        <w:t xml:space="preserve">27.1.6      -INF       .        1.000      .         </w:t>
      </w:r>
    </w:p>
    <w:p w:rsidR="0062748B" w:rsidRDefault="0062748B" w:rsidP="0062748B">
      <w:r>
        <w:t xml:space="preserve">27.1.7      -INF       .        1.000      .         </w:t>
      </w:r>
    </w:p>
    <w:p w:rsidR="0062748B" w:rsidRDefault="0062748B" w:rsidP="0062748B">
      <w:r>
        <w:t xml:space="preserve">27.1.8      -INF       .        1.000      .         </w:t>
      </w:r>
    </w:p>
    <w:p w:rsidR="0062748B" w:rsidRDefault="0062748B" w:rsidP="0062748B">
      <w:r>
        <w:lastRenderedPageBreak/>
        <w:t xml:space="preserve">27.1.9      -INF       .        1.000      .         </w:t>
      </w:r>
    </w:p>
    <w:p w:rsidR="0062748B" w:rsidRDefault="0062748B" w:rsidP="0062748B">
      <w:r>
        <w:t xml:space="preserve">27.1.10     -INF       .        1.000      .         </w:t>
      </w:r>
    </w:p>
    <w:p w:rsidR="0062748B" w:rsidRDefault="0062748B" w:rsidP="0062748B">
      <w:r>
        <w:t xml:space="preserve">27.1.11     -INF       .        1.000      .         </w:t>
      </w:r>
    </w:p>
    <w:p w:rsidR="0062748B" w:rsidRDefault="0062748B" w:rsidP="0062748B">
      <w:r>
        <w:t xml:space="preserve">27.1.12     -INF       .        1.000      .         </w:t>
      </w:r>
    </w:p>
    <w:p w:rsidR="0062748B" w:rsidRDefault="0062748B" w:rsidP="0062748B">
      <w:r>
        <w:t xml:space="preserve">27.1.13     -INF       .        1.000      .         </w:t>
      </w:r>
    </w:p>
    <w:p w:rsidR="0062748B" w:rsidRDefault="0062748B" w:rsidP="0062748B">
      <w:r>
        <w:t xml:space="preserve">27.1.14     -INF       .        1.000      .         </w:t>
      </w:r>
    </w:p>
    <w:p w:rsidR="0062748B" w:rsidRDefault="0062748B" w:rsidP="0062748B">
      <w:r>
        <w:t xml:space="preserve">27.1.15     -INF       .        1.000      .         </w:t>
      </w:r>
    </w:p>
    <w:p w:rsidR="0062748B" w:rsidRDefault="0062748B" w:rsidP="0062748B">
      <w:r>
        <w:t xml:space="preserve">27.1.16     -INF       .        1.000      .         </w:t>
      </w:r>
    </w:p>
    <w:p w:rsidR="0062748B" w:rsidRDefault="0062748B" w:rsidP="0062748B">
      <w:r>
        <w:t xml:space="preserve">27.1.17     -INF       .        1.000      .         </w:t>
      </w:r>
    </w:p>
    <w:p w:rsidR="0062748B" w:rsidRDefault="0062748B" w:rsidP="0062748B">
      <w:r>
        <w:t xml:space="preserve">27.1.18     -INF       .        1.000      .         </w:t>
      </w:r>
    </w:p>
    <w:p w:rsidR="0062748B" w:rsidRDefault="0062748B" w:rsidP="0062748B">
      <w:r>
        <w:t xml:space="preserve">27.1.19     -INF       .        1.000      .         </w:t>
      </w:r>
    </w:p>
    <w:p w:rsidR="0062748B" w:rsidRDefault="0062748B" w:rsidP="0062748B">
      <w:r>
        <w:t xml:space="preserve">27.1.20     -INF       .        1.000      .         </w:t>
      </w:r>
    </w:p>
    <w:p w:rsidR="0062748B" w:rsidRDefault="0062748B" w:rsidP="0062748B">
      <w:r>
        <w:t xml:space="preserve">27.1.21     -INF       .        1.000      .         </w:t>
      </w:r>
    </w:p>
    <w:p w:rsidR="0062748B" w:rsidRDefault="0062748B" w:rsidP="0062748B">
      <w:r>
        <w:t xml:space="preserve">27.1.22     -INF       .        1.000      .         </w:t>
      </w:r>
    </w:p>
    <w:p w:rsidR="0062748B" w:rsidRDefault="0062748B" w:rsidP="0062748B">
      <w:r>
        <w:t xml:space="preserve">27.1.23     -INF       .        1.000      .         </w:t>
      </w:r>
    </w:p>
    <w:p w:rsidR="0062748B" w:rsidRDefault="0062748B" w:rsidP="0062748B">
      <w:r>
        <w:t xml:space="preserve">27.1.24     -INF       .        1.000      .         </w:t>
      </w:r>
    </w:p>
    <w:p w:rsidR="0062748B" w:rsidRDefault="0062748B" w:rsidP="0062748B">
      <w:r>
        <w:t xml:space="preserve">27.1.25     -INF       .        1.000      .         </w:t>
      </w:r>
    </w:p>
    <w:p w:rsidR="0062748B" w:rsidRDefault="0062748B" w:rsidP="0062748B">
      <w:r>
        <w:t xml:space="preserve">27.1.26     -INF       .        1.000      .         </w:t>
      </w:r>
    </w:p>
    <w:p w:rsidR="0062748B" w:rsidRDefault="0062748B" w:rsidP="0062748B">
      <w:r>
        <w:t xml:space="preserve">27.1.27     -INF       .        1.000      .         </w:t>
      </w:r>
    </w:p>
    <w:p w:rsidR="0062748B" w:rsidRDefault="0062748B" w:rsidP="0062748B">
      <w:r>
        <w:t xml:space="preserve">27.1.28     -INF       .        1.000      .         </w:t>
      </w:r>
    </w:p>
    <w:p w:rsidR="0062748B" w:rsidRDefault="0062748B" w:rsidP="0062748B">
      <w:r>
        <w:t xml:space="preserve">27.1.29     -INF       .        1.000      .         </w:t>
      </w:r>
    </w:p>
    <w:p w:rsidR="0062748B" w:rsidRDefault="0062748B" w:rsidP="0062748B">
      <w:r>
        <w:t xml:space="preserve">28.1.1      -INF       .        1.000      .         </w:t>
      </w:r>
    </w:p>
    <w:p w:rsidR="0062748B" w:rsidRDefault="0062748B" w:rsidP="0062748B">
      <w:r>
        <w:t xml:space="preserve">28.1.2      -INF       .        1.000      .         </w:t>
      </w:r>
    </w:p>
    <w:p w:rsidR="0062748B" w:rsidRDefault="0062748B" w:rsidP="0062748B">
      <w:r>
        <w:t xml:space="preserve">28.1.3      -INF       .        1.000      .         </w:t>
      </w:r>
    </w:p>
    <w:p w:rsidR="0062748B" w:rsidRDefault="0062748B" w:rsidP="0062748B">
      <w:r>
        <w:t xml:space="preserve">28.1.4      -INF       .        1.000      .         </w:t>
      </w:r>
    </w:p>
    <w:p w:rsidR="0062748B" w:rsidRDefault="0062748B" w:rsidP="0062748B">
      <w:r>
        <w:lastRenderedPageBreak/>
        <w:t xml:space="preserve">28.1.5      -INF       .        1.000      .         </w:t>
      </w:r>
    </w:p>
    <w:p w:rsidR="0062748B" w:rsidRDefault="0062748B" w:rsidP="0062748B">
      <w:r>
        <w:t xml:space="preserve">28.1.6      -INF       .        1.000      .         </w:t>
      </w:r>
    </w:p>
    <w:p w:rsidR="0062748B" w:rsidRDefault="0062748B" w:rsidP="0062748B">
      <w:r>
        <w:t xml:space="preserve">28.1.7      -INF       .        1.000      .         </w:t>
      </w:r>
    </w:p>
    <w:p w:rsidR="0062748B" w:rsidRDefault="0062748B" w:rsidP="0062748B">
      <w:r>
        <w:t xml:space="preserve">28.1.8      -INF       .        1.000      .         </w:t>
      </w:r>
    </w:p>
    <w:p w:rsidR="0062748B" w:rsidRDefault="0062748B" w:rsidP="0062748B">
      <w:r>
        <w:t xml:space="preserve">28.1.9      -INF       .        1.000      .         </w:t>
      </w:r>
    </w:p>
    <w:p w:rsidR="0062748B" w:rsidRDefault="0062748B" w:rsidP="0062748B">
      <w:r>
        <w:t xml:space="preserve">28.1.10     -INF       .        1.000      .         </w:t>
      </w:r>
    </w:p>
    <w:p w:rsidR="0062748B" w:rsidRDefault="0062748B" w:rsidP="0062748B">
      <w:r>
        <w:t xml:space="preserve">28.1.11     -INF       .        1.000      .         </w:t>
      </w:r>
    </w:p>
    <w:p w:rsidR="0062748B" w:rsidRDefault="0062748B" w:rsidP="0062748B">
      <w:r>
        <w:t xml:space="preserve">28.1.12     -INF       .        1.000      .         </w:t>
      </w:r>
    </w:p>
    <w:p w:rsidR="0062748B" w:rsidRDefault="0062748B" w:rsidP="0062748B">
      <w:r>
        <w:t xml:space="preserve">28.1.13     -INF       .        1.000      .         </w:t>
      </w:r>
    </w:p>
    <w:p w:rsidR="0062748B" w:rsidRDefault="0062748B" w:rsidP="0062748B">
      <w:r>
        <w:t xml:space="preserve">28.1.14     -INF       .        1.000      .         </w:t>
      </w:r>
    </w:p>
    <w:p w:rsidR="0062748B" w:rsidRDefault="0062748B" w:rsidP="0062748B">
      <w:r>
        <w:t xml:space="preserve">28.1.15     -INF       .        1.000      .         </w:t>
      </w:r>
    </w:p>
    <w:p w:rsidR="0062748B" w:rsidRDefault="0062748B" w:rsidP="0062748B">
      <w:r>
        <w:t xml:space="preserve">28.1.16     -INF       .        1.000      .         </w:t>
      </w:r>
    </w:p>
    <w:p w:rsidR="0062748B" w:rsidRDefault="0062748B" w:rsidP="0062748B">
      <w:r>
        <w:t xml:space="preserve">28.1.17     -INF       .        1.000      .         </w:t>
      </w:r>
    </w:p>
    <w:p w:rsidR="0062748B" w:rsidRDefault="0062748B" w:rsidP="0062748B">
      <w:r>
        <w:t xml:space="preserve">28.1.18     -INF       .        1.000      .         </w:t>
      </w:r>
    </w:p>
    <w:p w:rsidR="0062748B" w:rsidRDefault="0062748B" w:rsidP="0062748B">
      <w:r>
        <w:t xml:space="preserve">28.1.19     -INF       .        1.000      .         </w:t>
      </w:r>
    </w:p>
    <w:p w:rsidR="0062748B" w:rsidRDefault="0062748B" w:rsidP="0062748B">
      <w:r>
        <w:t xml:space="preserve">28.1.20     -INF       .        1.000      .         </w:t>
      </w:r>
    </w:p>
    <w:p w:rsidR="0062748B" w:rsidRDefault="0062748B" w:rsidP="0062748B">
      <w:r>
        <w:t xml:space="preserve">28.1.21     -INF       .        1.000      .         </w:t>
      </w:r>
    </w:p>
    <w:p w:rsidR="0062748B" w:rsidRDefault="0062748B" w:rsidP="0062748B">
      <w:r>
        <w:t xml:space="preserve">28.1.22     -INF       .        1.000      .         </w:t>
      </w:r>
    </w:p>
    <w:p w:rsidR="0062748B" w:rsidRDefault="0062748B" w:rsidP="0062748B">
      <w:r>
        <w:t xml:space="preserve">28.1.23     -INF       .        1.000      .         </w:t>
      </w:r>
    </w:p>
    <w:p w:rsidR="0062748B" w:rsidRDefault="0062748B" w:rsidP="0062748B">
      <w:r>
        <w:t xml:space="preserve">28.1.24     -INF       .        1.000      .         </w:t>
      </w:r>
    </w:p>
    <w:p w:rsidR="0062748B" w:rsidRDefault="0062748B" w:rsidP="0062748B">
      <w:r>
        <w:t xml:space="preserve">28.1.25     -INF       .        1.000      .         </w:t>
      </w:r>
    </w:p>
    <w:p w:rsidR="0062748B" w:rsidRDefault="0062748B" w:rsidP="0062748B">
      <w:r>
        <w:t xml:space="preserve">28.1.26     -INF       .        1.000      .         </w:t>
      </w:r>
    </w:p>
    <w:p w:rsidR="0062748B" w:rsidRDefault="0062748B" w:rsidP="0062748B">
      <w:r>
        <w:t xml:space="preserve">28.1.27     -INF       .        1.000      .         </w:t>
      </w:r>
    </w:p>
    <w:p w:rsidR="0062748B" w:rsidRDefault="0062748B" w:rsidP="0062748B">
      <w:r>
        <w:t xml:space="preserve">28.1.28     -INF       .        1.000      .         </w:t>
      </w:r>
    </w:p>
    <w:p w:rsidR="0062748B" w:rsidRDefault="0062748B" w:rsidP="0062748B">
      <w:r>
        <w:t xml:space="preserve">28.1.29     -INF       .        1.000      .         </w:t>
      </w:r>
    </w:p>
    <w:p w:rsidR="0062748B" w:rsidRDefault="0062748B" w:rsidP="0062748B">
      <w:r>
        <w:lastRenderedPageBreak/>
        <w:t xml:space="preserve">29.1.1      -INF       .        1.000      .         </w:t>
      </w:r>
    </w:p>
    <w:p w:rsidR="0062748B" w:rsidRDefault="0062748B" w:rsidP="0062748B">
      <w:r>
        <w:t xml:space="preserve">29.1.2      -INF       .        1.000      .         </w:t>
      </w:r>
    </w:p>
    <w:p w:rsidR="0062748B" w:rsidRDefault="0062748B" w:rsidP="0062748B">
      <w:r>
        <w:t xml:space="preserve">29.1.3      -INF       .        1.000      .         </w:t>
      </w:r>
    </w:p>
    <w:p w:rsidR="0062748B" w:rsidRDefault="0062748B" w:rsidP="0062748B">
      <w:r>
        <w:t xml:space="preserve">29.1.4      -INF       .        1.000      .         </w:t>
      </w:r>
    </w:p>
    <w:p w:rsidR="0062748B" w:rsidRDefault="0062748B" w:rsidP="0062748B">
      <w:r>
        <w:t xml:space="preserve">29.1.5      -INF       .        1.000      .         </w:t>
      </w:r>
    </w:p>
    <w:p w:rsidR="0062748B" w:rsidRDefault="0062748B" w:rsidP="0062748B">
      <w:r>
        <w:t xml:space="preserve">29.1.6      -INF       .        1.000      .         </w:t>
      </w:r>
    </w:p>
    <w:p w:rsidR="0062748B" w:rsidRDefault="0062748B" w:rsidP="0062748B">
      <w:r>
        <w:t xml:space="preserve">29.1.7      -INF       .        1.000      .         </w:t>
      </w:r>
    </w:p>
    <w:p w:rsidR="0062748B" w:rsidRDefault="0062748B" w:rsidP="0062748B">
      <w:r>
        <w:t xml:space="preserve">29.1.8      -INF       .        1.000      .         </w:t>
      </w:r>
    </w:p>
    <w:p w:rsidR="0062748B" w:rsidRDefault="0062748B" w:rsidP="0062748B">
      <w:r>
        <w:t xml:space="preserve">29.1.9      -INF       .        1.000      .         </w:t>
      </w:r>
    </w:p>
    <w:p w:rsidR="0062748B" w:rsidRDefault="0062748B" w:rsidP="0062748B">
      <w:r>
        <w:t xml:space="preserve">29.1.10     -INF       .        1.000      .         </w:t>
      </w:r>
    </w:p>
    <w:p w:rsidR="0062748B" w:rsidRDefault="0062748B" w:rsidP="0062748B">
      <w:r>
        <w:t xml:space="preserve">29.1.11     -INF       .        1.000      .         </w:t>
      </w:r>
    </w:p>
    <w:p w:rsidR="0062748B" w:rsidRDefault="0062748B" w:rsidP="0062748B">
      <w:r>
        <w:t xml:space="preserve">29.1.12     -INF       .        1.000      .         </w:t>
      </w:r>
    </w:p>
    <w:p w:rsidR="0062748B" w:rsidRDefault="0062748B" w:rsidP="0062748B">
      <w:r>
        <w:t xml:space="preserve">29.1.13     -INF       .        1.000      .         </w:t>
      </w:r>
    </w:p>
    <w:p w:rsidR="0062748B" w:rsidRDefault="0062748B" w:rsidP="0062748B">
      <w:r>
        <w:t xml:space="preserve">29.1.14     -INF       .        1.000      .         </w:t>
      </w:r>
    </w:p>
    <w:p w:rsidR="0062748B" w:rsidRDefault="0062748B" w:rsidP="0062748B">
      <w:r>
        <w:t xml:space="preserve">29.1.15     -INF       .        1.000      .         </w:t>
      </w:r>
    </w:p>
    <w:p w:rsidR="0062748B" w:rsidRDefault="0062748B" w:rsidP="0062748B">
      <w:r>
        <w:t xml:space="preserve">29.1.16     -INF       .        1.000      .         </w:t>
      </w:r>
    </w:p>
    <w:p w:rsidR="0062748B" w:rsidRDefault="0062748B" w:rsidP="0062748B">
      <w:r>
        <w:t xml:space="preserve">29.1.17     -INF       .        1.000      .         </w:t>
      </w:r>
    </w:p>
    <w:p w:rsidR="0062748B" w:rsidRDefault="0062748B" w:rsidP="0062748B">
      <w:r>
        <w:t xml:space="preserve">29.1.18     -INF       .        1.000      .         </w:t>
      </w:r>
    </w:p>
    <w:p w:rsidR="0062748B" w:rsidRDefault="0062748B" w:rsidP="0062748B">
      <w:r>
        <w:t xml:space="preserve">29.1.19     -INF       .        1.000      .         </w:t>
      </w:r>
    </w:p>
    <w:p w:rsidR="0062748B" w:rsidRDefault="0062748B" w:rsidP="0062748B">
      <w:r>
        <w:t xml:space="preserve">29.1.20     -INF       .        1.000      .         </w:t>
      </w:r>
    </w:p>
    <w:p w:rsidR="0062748B" w:rsidRDefault="0062748B" w:rsidP="0062748B">
      <w:r>
        <w:t xml:space="preserve">29.1.21     -INF       .        1.000      .         </w:t>
      </w:r>
    </w:p>
    <w:p w:rsidR="0062748B" w:rsidRDefault="0062748B" w:rsidP="0062748B">
      <w:r>
        <w:t xml:space="preserve">29.1.22     -INF       .        1.000      .         </w:t>
      </w:r>
    </w:p>
    <w:p w:rsidR="0062748B" w:rsidRDefault="0062748B" w:rsidP="0062748B">
      <w:r>
        <w:t xml:space="preserve">29.1.23     -INF       .        1.000      .         </w:t>
      </w:r>
    </w:p>
    <w:p w:rsidR="0062748B" w:rsidRDefault="0062748B" w:rsidP="0062748B">
      <w:r>
        <w:t xml:space="preserve">29.1.24     -INF       .        1.000      .         </w:t>
      </w:r>
    </w:p>
    <w:p w:rsidR="0062748B" w:rsidRDefault="0062748B" w:rsidP="0062748B">
      <w:r>
        <w:t xml:space="preserve">29.1.25     -INF       .        1.000      .         </w:t>
      </w:r>
    </w:p>
    <w:p w:rsidR="0062748B" w:rsidRDefault="0062748B" w:rsidP="0062748B">
      <w:r>
        <w:lastRenderedPageBreak/>
        <w:t xml:space="preserve">29.1.26     -INF       .        1.000      .         </w:t>
      </w:r>
    </w:p>
    <w:p w:rsidR="0062748B" w:rsidRDefault="0062748B" w:rsidP="0062748B">
      <w:r>
        <w:t xml:space="preserve">29.1.27     -INF       .        1.000      .         </w:t>
      </w:r>
    </w:p>
    <w:p w:rsidR="0062748B" w:rsidRDefault="0062748B" w:rsidP="0062748B">
      <w:r>
        <w:t xml:space="preserve">29.1.28     -INF       .        1.000      .         </w:t>
      </w:r>
    </w:p>
    <w:p w:rsidR="0062748B" w:rsidRDefault="0062748B" w:rsidP="0062748B">
      <w:r>
        <w:t xml:space="preserve">29.1.29     -INF       .        1.000      .         </w:t>
      </w:r>
    </w:p>
    <w:p w:rsidR="0062748B" w:rsidRDefault="0062748B" w:rsidP="0062748B"/>
    <w:p w:rsidR="0062748B" w:rsidRDefault="0062748B" w:rsidP="0062748B">
      <w:r>
        <w:t>---- VAR pi  simplex variable (one in number)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 .         .        +INF       EPS       </w:t>
      </w:r>
    </w:p>
    <w:p w:rsidR="0062748B" w:rsidRDefault="0062748B" w:rsidP="0062748B">
      <w:r>
        <w:t xml:space="preserve">1 .1.2       .         .        +INF       EPS       </w:t>
      </w:r>
    </w:p>
    <w:p w:rsidR="0062748B" w:rsidRDefault="0062748B" w:rsidP="0062748B">
      <w:r>
        <w:t xml:space="preserve">1 .1.3       .         .        +INF       EPS       </w:t>
      </w:r>
    </w:p>
    <w:p w:rsidR="0062748B" w:rsidRDefault="0062748B" w:rsidP="0062748B">
      <w:r>
        <w:t xml:space="preserve">1 .1.4       .         .        +INF       EPS       </w:t>
      </w:r>
    </w:p>
    <w:p w:rsidR="0062748B" w:rsidRDefault="0062748B" w:rsidP="0062748B">
      <w:r>
        <w:t xml:space="preserve">1 .1.5       .         .        +INF       EPS       </w:t>
      </w:r>
    </w:p>
    <w:p w:rsidR="0062748B" w:rsidRDefault="0062748B" w:rsidP="0062748B">
      <w:r>
        <w:t xml:space="preserve">1 .1.6       .         .        +INF       EPS       </w:t>
      </w:r>
    </w:p>
    <w:p w:rsidR="0062748B" w:rsidRDefault="0062748B" w:rsidP="0062748B">
      <w:r>
        <w:t xml:space="preserve">1 .1.7       .         .        +INF       EPS       </w:t>
      </w:r>
    </w:p>
    <w:p w:rsidR="0062748B" w:rsidRDefault="0062748B" w:rsidP="0062748B">
      <w:r>
        <w:t xml:space="preserve">1 .1.8       .         .        +INF       EPS       </w:t>
      </w:r>
    </w:p>
    <w:p w:rsidR="0062748B" w:rsidRDefault="0062748B" w:rsidP="0062748B">
      <w:r>
        <w:t xml:space="preserve">1 .1.9       .         .        +INF       EPS       </w:t>
      </w:r>
    </w:p>
    <w:p w:rsidR="0062748B" w:rsidRDefault="0062748B" w:rsidP="0062748B">
      <w:r>
        <w:t xml:space="preserve">1 .1.10      .         .        +INF       EPS       </w:t>
      </w:r>
    </w:p>
    <w:p w:rsidR="0062748B" w:rsidRDefault="0062748B" w:rsidP="0062748B">
      <w:r>
        <w:t xml:space="preserve">1 .1.11      .         .        +INF       EPS       </w:t>
      </w:r>
    </w:p>
    <w:p w:rsidR="0062748B" w:rsidRDefault="0062748B" w:rsidP="0062748B">
      <w:r>
        <w:t xml:space="preserve">1 .1.12      .         .        +INF       EPS       </w:t>
      </w:r>
    </w:p>
    <w:p w:rsidR="0062748B" w:rsidRDefault="0062748B" w:rsidP="0062748B">
      <w:r>
        <w:t xml:space="preserve">1 .1.13      .         .        +INF       EPS       </w:t>
      </w:r>
    </w:p>
    <w:p w:rsidR="0062748B" w:rsidRDefault="0062748B" w:rsidP="0062748B">
      <w:r>
        <w:t xml:space="preserve">1 .1.14      .         .        +INF       EPS       </w:t>
      </w:r>
    </w:p>
    <w:p w:rsidR="0062748B" w:rsidRDefault="0062748B" w:rsidP="0062748B">
      <w:r>
        <w:t xml:space="preserve">1 .1.15      .         .        +INF       EPS       </w:t>
      </w:r>
    </w:p>
    <w:p w:rsidR="0062748B" w:rsidRDefault="0062748B" w:rsidP="0062748B">
      <w:r>
        <w:t xml:space="preserve">1 .1.16      .         .        +INF       EPS       </w:t>
      </w:r>
    </w:p>
    <w:p w:rsidR="0062748B" w:rsidRDefault="0062748B" w:rsidP="0062748B">
      <w:r>
        <w:lastRenderedPageBreak/>
        <w:t xml:space="preserve">1 .1.17      .         .        +INF       EPS       </w:t>
      </w:r>
    </w:p>
    <w:p w:rsidR="0062748B" w:rsidRDefault="0062748B" w:rsidP="0062748B">
      <w:r>
        <w:t xml:space="preserve">1 .1.18      .         .        +INF       EPS       </w:t>
      </w:r>
    </w:p>
    <w:p w:rsidR="0062748B" w:rsidRDefault="0062748B" w:rsidP="0062748B">
      <w:r>
        <w:t xml:space="preserve">1 .1.19      .         .        +INF       EPS       </w:t>
      </w:r>
    </w:p>
    <w:p w:rsidR="0062748B" w:rsidRDefault="0062748B" w:rsidP="0062748B">
      <w:r>
        <w:t xml:space="preserve">1 .1.20      .         .        +INF       EPS       </w:t>
      </w:r>
    </w:p>
    <w:p w:rsidR="0062748B" w:rsidRDefault="0062748B" w:rsidP="0062748B">
      <w:r>
        <w:t xml:space="preserve">1 .1.21      .         .        +INF       EPS       </w:t>
      </w:r>
    </w:p>
    <w:p w:rsidR="0062748B" w:rsidRDefault="0062748B" w:rsidP="0062748B">
      <w:r>
        <w:t xml:space="preserve">1 .1.22      .         .        +INF       EPS       </w:t>
      </w:r>
    </w:p>
    <w:p w:rsidR="0062748B" w:rsidRDefault="0062748B" w:rsidP="0062748B">
      <w:r>
        <w:t xml:space="preserve">1 .1.23      .         .        +INF       EPS       </w:t>
      </w:r>
    </w:p>
    <w:p w:rsidR="0062748B" w:rsidRDefault="0062748B" w:rsidP="0062748B">
      <w:r>
        <w:t xml:space="preserve">1 .1.24      .         .        +INF       EPS       </w:t>
      </w:r>
    </w:p>
    <w:p w:rsidR="0062748B" w:rsidRDefault="0062748B" w:rsidP="0062748B">
      <w:r>
        <w:t xml:space="preserve">1 .1.25      .         .        +INF       EPS       </w:t>
      </w:r>
    </w:p>
    <w:p w:rsidR="0062748B" w:rsidRDefault="0062748B" w:rsidP="0062748B">
      <w:r>
        <w:t xml:space="preserve">1 .1.26      .         .        +INF       EPS       </w:t>
      </w:r>
    </w:p>
    <w:p w:rsidR="0062748B" w:rsidRDefault="0062748B" w:rsidP="0062748B">
      <w:r>
        <w:t xml:space="preserve">1 .1.27      .         .        +INF       EPS       </w:t>
      </w:r>
    </w:p>
    <w:p w:rsidR="0062748B" w:rsidRDefault="0062748B" w:rsidP="0062748B">
      <w:r>
        <w:t xml:space="preserve">1 .1.28      .         .        +INF       EPS       </w:t>
      </w:r>
    </w:p>
    <w:p w:rsidR="0062748B" w:rsidRDefault="0062748B" w:rsidP="0062748B">
      <w:r>
        <w:t xml:space="preserve">1 .1.29      .         .        +INF       EPS       </w:t>
      </w:r>
    </w:p>
    <w:p w:rsidR="0062748B" w:rsidRDefault="0062748B" w:rsidP="0062748B">
      <w:r>
        <w:t xml:space="preserve">2 .1.1       .         .        +INF       EPS       </w:t>
      </w:r>
    </w:p>
    <w:p w:rsidR="0062748B" w:rsidRDefault="0062748B" w:rsidP="0062748B">
      <w:r>
        <w:t xml:space="preserve">2 .1.2       .         .        +INF       EPS       </w:t>
      </w:r>
    </w:p>
    <w:p w:rsidR="0062748B" w:rsidRDefault="0062748B" w:rsidP="0062748B">
      <w:r>
        <w:t xml:space="preserve">2 .1.3       .         .        +INF       EPS       </w:t>
      </w:r>
    </w:p>
    <w:p w:rsidR="0062748B" w:rsidRDefault="0062748B" w:rsidP="0062748B">
      <w:r>
        <w:t xml:space="preserve">2 .1.4       .         .        +INF       EPS       </w:t>
      </w:r>
    </w:p>
    <w:p w:rsidR="0062748B" w:rsidRDefault="0062748B" w:rsidP="0062748B">
      <w:r>
        <w:t xml:space="preserve">2 .1.5       .         .        +INF       EPS       </w:t>
      </w:r>
    </w:p>
    <w:p w:rsidR="0062748B" w:rsidRDefault="0062748B" w:rsidP="0062748B">
      <w:r>
        <w:t xml:space="preserve">2 .1.6       .         .        +INF       EPS       </w:t>
      </w:r>
    </w:p>
    <w:p w:rsidR="0062748B" w:rsidRDefault="0062748B" w:rsidP="0062748B">
      <w:r>
        <w:t xml:space="preserve">2 .1.7       .         .        +INF       EPS       </w:t>
      </w:r>
    </w:p>
    <w:p w:rsidR="0062748B" w:rsidRDefault="0062748B" w:rsidP="0062748B">
      <w:r>
        <w:t xml:space="preserve">2 .1.8       .         .        +INF       EPS       </w:t>
      </w:r>
    </w:p>
    <w:p w:rsidR="0062748B" w:rsidRDefault="0062748B" w:rsidP="0062748B">
      <w:r>
        <w:t xml:space="preserve">2 .1.9       .         .        +INF       EPS       </w:t>
      </w:r>
    </w:p>
    <w:p w:rsidR="0062748B" w:rsidRDefault="0062748B" w:rsidP="0062748B">
      <w:r>
        <w:t xml:space="preserve">2 .1.10      .         .        +INF       EPS       </w:t>
      </w:r>
    </w:p>
    <w:p w:rsidR="0062748B" w:rsidRDefault="0062748B" w:rsidP="0062748B">
      <w:r>
        <w:t xml:space="preserve">2 .1.11      .         .        +INF       EPS       </w:t>
      </w:r>
    </w:p>
    <w:p w:rsidR="0062748B" w:rsidRDefault="0062748B" w:rsidP="0062748B">
      <w:r>
        <w:t xml:space="preserve">2 .1.12      .         .        +INF       EPS       </w:t>
      </w:r>
    </w:p>
    <w:p w:rsidR="0062748B" w:rsidRDefault="0062748B" w:rsidP="0062748B">
      <w:r>
        <w:lastRenderedPageBreak/>
        <w:t xml:space="preserve">2 .1.13      .         .        +INF       EPS       </w:t>
      </w:r>
    </w:p>
    <w:p w:rsidR="0062748B" w:rsidRDefault="0062748B" w:rsidP="0062748B">
      <w:r>
        <w:t xml:space="preserve">2 .1.14      .         .        +INF       EPS       </w:t>
      </w:r>
    </w:p>
    <w:p w:rsidR="0062748B" w:rsidRDefault="0062748B" w:rsidP="0062748B">
      <w:r>
        <w:t xml:space="preserve">2 .1.15      .         .        +INF       EPS       </w:t>
      </w:r>
    </w:p>
    <w:p w:rsidR="0062748B" w:rsidRDefault="0062748B" w:rsidP="0062748B">
      <w:r>
        <w:t xml:space="preserve">2 .1.16      .         .        +INF       EPS       </w:t>
      </w:r>
    </w:p>
    <w:p w:rsidR="0062748B" w:rsidRDefault="0062748B" w:rsidP="0062748B">
      <w:r>
        <w:t xml:space="preserve">2 .1.17      .         .        +INF       EPS       </w:t>
      </w:r>
    </w:p>
    <w:p w:rsidR="0062748B" w:rsidRDefault="0062748B" w:rsidP="0062748B">
      <w:r>
        <w:t xml:space="preserve">2 .1.18      .         .        +INF       EPS       </w:t>
      </w:r>
    </w:p>
    <w:p w:rsidR="0062748B" w:rsidRDefault="0062748B" w:rsidP="0062748B">
      <w:r>
        <w:t xml:space="preserve">2 .1.19      .         .        +INF       EPS       </w:t>
      </w:r>
    </w:p>
    <w:p w:rsidR="0062748B" w:rsidRDefault="0062748B" w:rsidP="0062748B">
      <w:r>
        <w:t xml:space="preserve">2 .1.20      .         .        +INF       EPS       </w:t>
      </w:r>
    </w:p>
    <w:p w:rsidR="0062748B" w:rsidRDefault="0062748B" w:rsidP="0062748B">
      <w:r>
        <w:t xml:space="preserve">2 .1.21      .         .        +INF       EPS       </w:t>
      </w:r>
    </w:p>
    <w:p w:rsidR="0062748B" w:rsidRDefault="0062748B" w:rsidP="0062748B">
      <w:r>
        <w:t xml:space="preserve">2 .1.22      .         .        +INF       EPS       </w:t>
      </w:r>
    </w:p>
    <w:p w:rsidR="0062748B" w:rsidRDefault="0062748B" w:rsidP="0062748B">
      <w:r>
        <w:t xml:space="preserve">2 .1.23      .         .        +INF       EPS       </w:t>
      </w:r>
    </w:p>
    <w:p w:rsidR="0062748B" w:rsidRDefault="0062748B" w:rsidP="0062748B">
      <w:r>
        <w:t xml:space="preserve">2 .1.24      .         .        +INF       EPS       </w:t>
      </w:r>
    </w:p>
    <w:p w:rsidR="0062748B" w:rsidRDefault="0062748B" w:rsidP="0062748B">
      <w:r>
        <w:t xml:space="preserve">2 .1.25      .         .        +INF       EPS       </w:t>
      </w:r>
    </w:p>
    <w:p w:rsidR="0062748B" w:rsidRDefault="0062748B" w:rsidP="0062748B">
      <w:r>
        <w:t xml:space="preserve">2 .1.26      .         .        +INF       EPS       </w:t>
      </w:r>
    </w:p>
    <w:p w:rsidR="0062748B" w:rsidRDefault="0062748B" w:rsidP="0062748B">
      <w:r>
        <w:t xml:space="preserve">2 .1.27      .         .        +INF       EPS       </w:t>
      </w:r>
    </w:p>
    <w:p w:rsidR="0062748B" w:rsidRDefault="0062748B" w:rsidP="0062748B">
      <w:r>
        <w:t xml:space="preserve">2 .1.28      .         .        +INF       EPS       </w:t>
      </w:r>
    </w:p>
    <w:p w:rsidR="0062748B" w:rsidRDefault="0062748B" w:rsidP="0062748B">
      <w:r>
        <w:t xml:space="preserve">2 .1.29      .         .        +INF       EPS       </w:t>
      </w:r>
    </w:p>
    <w:p w:rsidR="0062748B" w:rsidRDefault="0062748B" w:rsidP="0062748B">
      <w:r>
        <w:t xml:space="preserve">3 .1.1       .         .        +INF       EPS       </w:t>
      </w:r>
    </w:p>
    <w:p w:rsidR="0062748B" w:rsidRDefault="0062748B" w:rsidP="0062748B">
      <w:r>
        <w:t xml:space="preserve">3 .1.2       .         .        +INF       EPS       </w:t>
      </w:r>
    </w:p>
    <w:p w:rsidR="0062748B" w:rsidRDefault="0062748B" w:rsidP="0062748B">
      <w:r>
        <w:t xml:space="preserve">3 .1.3       .         .        +INF       EPS       </w:t>
      </w:r>
    </w:p>
    <w:p w:rsidR="0062748B" w:rsidRDefault="0062748B" w:rsidP="0062748B">
      <w:r>
        <w:t xml:space="preserve">3 .1.4       .         .        +INF       EPS       </w:t>
      </w:r>
    </w:p>
    <w:p w:rsidR="0062748B" w:rsidRDefault="0062748B" w:rsidP="0062748B">
      <w:r>
        <w:t xml:space="preserve">3 .1.5       .         .        +INF       EPS       </w:t>
      </w:r>
    </w:p>
    <w:p w:rsidR="0062748B" w:rsidRDefault="0062748B" w:rsidP="0062748B">
      <w:r>
        <w:t xml:space="preserve">3 .1.6       .         .        +INF       EPS       </w:t>
      </w:r>
    </w:p>
    <w:p w:rsidR="0062748B" w:rsidRDefault="0062748B" w:rsidP="0062748B">
      <w:r>
        <w:t xml:space="preserve">3 .1.7       .         .        +INF       EPS       </w:t>
      </w:r>
    </w:p>
    <w:p w:rsidR="0062748B" w:rsidRDefault="0062748B" w:rsidP="0062748B">
      <w:r>
        <w:t xml:space="preserve">3 .1.8       .         .        +INF       EPS       </w:t>
      </w:r>
    </w:p>
    <w:p w:rsidR="0062748B" w:rsidRDefault="0062748B" w:rsidP="0062748B">
      <w:r>
        <w:lastRenderedPageBreak/>
        <w:t xml:space="preserve">3 .1.9       .         .        +INF       EPS       </w:t>
      </w:r>
    </w:p>
    <w:p w:rsidR="0062748B" w:rsidRDefault="0062748B" w:rsidP="0062748B">
      <w:r>
        <w:t xml:space="preserve">3 .1.10      .         .        +INF       EPS       </w:t>
      </w:r>
    </w:p>
    <w:p w:rsidR="0062748B" w:rsidRDefault="0062748B" w:rsidP="0062748B">
      <w:r>
        <w:t xml:space="preserve">3 .1.11      .         .        +INF       EPS       </w:t>
      </w:r>
    </w:p>
    <w:p w:rsidR="0062748B" w:rsidRDefault="0062748B" w:rsidP="0062748B">
      <w:r>
        <w:t xml:space="preserve">3 .1.12      .         .        +INF       EPS       </w:t>
      </w:r>
    </w:p>
    <w:p w:rsidR="0062748B" w:rsidRDefault="0062748B" w:rsidP="0062748B">
      <w:r>
        <w:t xml:space="preserve">3 .1.13      .         .        +INF       EPS       </w:t>
      </w:r>
    </w:p>
    <w:p w:rsidR="0062748B" w:rsidRDefault="0062748B" w:rsidP="0062748B">
      <w:r>
        <w:t xml:space="preserve">3 .1.14      .         .        +INF       EPS       </w:t>
      </w:r>
    </w:p>
    <w:p w:rsidR="0062748B" w:rsidRDefault="0062748B" w:rsidP="0062748B">
      <w:r>
        <w:t xml:space="preserve">3 .1.15      .         .        +INF       EPS       </w:t>
      </w:r>
    </w:p>
    <w:p w:rsidR="0062748B" w:rsidRDefault="0062748B" w:rsidP="0062748B">
      <w:r>
        <w:t xml:space="preserve">3 .1.16      .         .        +INF       EPS       </w:t>
      </w:r>
    </w:p>
    <w:p w:rsidR="0062748B" w:rsidRDefault="0062748B" w:rsidP="0062748B">
      <w:r>
        <w:t xml:space="preserve">3 .1.17      .         .        +INF       EPS       </w:t>
      </w:r>
    </w:p>
    <w:p w:rsidR="0062748B" w:rsidRDefault="0062748B" w:rsidP="0062748B">
      <w:r>
        <w:t xml:space="preserve">3 .1.18      .         .        +INF       EPS       </w:t>
      </w:r>
    </w:p>
    <w:p w:rsidR="0062748B" w:rsidRDefault="0062748B" w:rsidP="0062748B">
      <w:r>
        <w:t xml:space="preserve">3 .1.19      .         .        +INF       EPS       </w:t>
      </w:r>
    </w:p>
    <w:p w:rsidR="0062748B" w:rsidRDefault="0062748B" w:rsidP="0062748B">
      <w:r>
        <w:t xml:space="preserve">3 .1.20      .         .        +INF       EPS       </w:t>
      </w:r>
    </w:p>
    <w:p w:rsidR="0062748B" w:rsidRDefault="0062748B" w:rsidP="0062748B">
      <w:r>
        <w:t xml:space="preserve">3 .1.21      .         .        +INF       EPS       </w:t>
      </w:r>
    </w:p>
    <w:p w:rsidR="0062748B" w:rsidRDefault="0062748B" w:rsidP="0062748B">
      <w:r>
        <w:t xml:space="preserve">3 .1.22      .         .        +INF       EPS       </w:t>
      </w:r>
    </w:p>
    <w:p w:rsidR="0062748B" w:rsidRDefault="0062748B" w:rsidP="0062748B">
      <w:r>
        <w:t xml:space="preserve">3 .1.23      .         .        +INF       EPS       </w:t>
      </w:r>
    </w:p>
    <w:p w:rsidR="0062748B" w:rsidRDefault="0062748B" w:rsidP="0062748B">
      <w:r>
        <w:t xml:space="preserve">3 .1.24      .         .        +INF       EPS       </w:t>
      </w:r>
    </w:p>
    <w:p w:rsidR="0062748B" w:rsidRDefault="0062748B" w:rsidP="0062748B">
      <w:r>
        <w:t xml:space="preserve">3 .1.25      .         .        +INF       EPS       </w:t>
      </w:r>
    </w:p>
    <w:p w:rsidR="0062748B" w:rsidRDefault="0062748B" w:rsidP="0062748B">
      <w:r>
        <w:t xml:space="preserve">3 .1.26      .         .        +INF       EPS       </w:t>
      </w:r>
    </w:p>
    <w:p w:rsidR="0062748B" w:rsidRDefault="0062748B" w:rsidP="0062748B">
      <w:r>
        <w:t xml:space="preserve">3 .1.27      .         .        +INF       EPS       </w:t>
      </w:r>
    </w:p>
    <w:p w:rsidR="0062748B" w:rsidRDefault="0062748B" w:rsidP="0062748B">
      <w:r>
        <w:t xml:space="preserve">3 .1.28      .         .        +INF       EPS       </w:t>
      </w:r>
    </w:p>
    <w:p w:rsidR="0062748B" w:rsidRDefault="0062748B" w:rsidP="0062748B">
      <w:r>
        <w:t xml:space="preserve">3 .1.29      .         .        +INF       EPS       </w:t>
      </w:r>
    </w:p>
    <w:p w:rsidR="0062748B" w:rsidRDefault="0062748B" w:rsidP="0062748B">
      <w:r>
        <w:t xml:space="preserve">4 .1.1       .         .        +INF       EPS       </w:t>
      </w:r>
    </w:p>
    <w:p w:rsidR="0062748B" w:rsidRDefault="0062748B" w:rsidP="0062748B">
      <w:r>
        <w:t xml:space="preserve">4 .1.2       .         .        +INF       EPS       </w:t>
      </w:r>
    </w:p>
    <w:p w:rsidR="0062748B" w:rsidRDefault="0062748B" w:rsidP="0062748B">
      <w:r>
        <w:t xml:space="preserve">4 .1.3       .         .        +INF       EPS       </w:t>
      </w:r>
    </w:p>
    <w:p w:rsidR="0062748B" w:rsidRDefault="0062748B" w:rsidP="0062748B">
      <w:r>
        <w:t xml:space="preserve">4 .1.4       .         .        +INF       EPS       </w:t>
      </w:r>
    </w:p>
    <w:p w:rsidR="0062748B" w:rsidRDefault="0062748B" w:rsidP="0062748B">
      <w:r>
        <w:lastRenderedPageBreak/>
        <w:t xml:space="preserve">4 .1.5       .         .        +INF       EPS       </w:t>
      </w:r>
    </w:p>
    <w:p w:rsidR="0062748B" w:rsidRDefault="0062748B" w:rsidP="0062748B">
      <w:r>
        <w:t xml:space="preserve">4 .1.6       .         .        +INF       EPS       </w:t>
      </w:r>
    </w:p>
    <w:p w:rsidR="0062748B" w:rsidRDefault="0062748B" w:rsidP="0062748B">
      <w:r>
        <w:t xml:space="preserve">4 .1.7       .         .        +INF       EPS       </w:t>
      </w:r>
    </w:p>
    <w:p w:rsidR="0062748B" w:rsidRDefault="0062748B" w:rsidP="0062748B">
      <w:r>
        <w:t xml:space="preserve">4 .1.8       .         .        +INF       EPS       </w:t>
      </w:r>
    </w:p>
    <w:p w:rsidR="0062748B" w:rsidRDefault="0062748B" w:rsidP="0062748B">
      <w:r>
        <w:t xml:space="preserve">4 .1.9       .         .        +INF       EPS       </w:t>
      </w:r>
    </w:p>
    <w:p w:rsidR="0062748B" w:rsidRDefault="0062748B" w:rsidP="0062748B">
      <w:r>
        <w:t xml:space="preserve">4 .1.10      .         .        +INF       EPS       </w:t>
      </w:r>
    </w:p>
    <w:p w:rsidR="0062748B" w:rsidRDefault="0062748B" w:rsidP="0062748B">
      <w:r>
        <w:t xml:space="preserve">4 .1.11      .         .        +INF       EPS       </w:t>
      </w:r>
    </w:p>
    <w:p w:rsidR="0062748B" w:rsidRDefault="0062748B" w:rsidP="0062748B">
      <w:r>
        <w:t xml:space="preserve">4 .1.12      .         .        +INF       EPS       </w:t>
      </w:r>
    </w:p>
    <w:p w:rsidR="0062748B" w:rsidRDefault="0062748B" w:rsidP="0062748B">
      <w:r>
        <w:t xml:space="preserve">4 .1.13      .         .        +INF       EPS       </w:t>
      </w:r>
    </w:p>
    <w:p w:rsidR="0062748B" w:rsidRDefault="0062748B" w:rsidP="0062748B">
      <w:r>
        <w:t xml:space="preserve">4 .1.14      .         .        +INF       EPS       </w:t>
      </w:r>
    </w:p>
    <w:p w:rsidR="0062748B" w:rsidRDefault="0062748B" w:rsidP="0062748B">
      <w:r>
        <w:t xml:space="preserve">4 .1.15      .         .        +INF       EPS       </w:t>
      </w:r>
    </w:p>
    <w:p w:rsidR="0062748B" w:rsidRDefault="0062748B" w:rsidP="0062748B">
      <w:r>
        <w:t xml:space="preserve">4 .1.16      .         .        +INF       EPS       </w:t>
      </w:r>
    </w:p>
    <w:p w:rsidR="0062748B" w:rsidRDefault="0062748B" w:rsidP="0062748B">
      <w:r>
        <w:t xml:space="preserve">4 .1.17      .         .        +INF       EPS       </w:t>
      </w:r>
    </w:p>
    <w:p w:rsidR="0062748B" w:rsidRDefault="0062748B" w:rsidP="0062748B">
      <w:r>
        <w:t xml:space="preserve">4 .1.18      .         .        +INF       EPS       </w:t>
      </w:r>
    </w:p>
    <w:p w:rsidR="0062748B" w:rsidRDefault="0062748B" w:rsidP="0062748B">
      <w:r>
        <w:t xml:space="preserve">4 .1.19      .         .        +INF       EPS       </w:t>
      </w:r>
    </w:p>
    <w:p w:rsidR="0062748B" w:rsidRDefault="0062748B" w:rsidP="0062748B">
      <w:r>
        <w:t xml:space="preserve">4 .1.20      .         .        +INF       EPS       </w:t>
      </w:r>
    </w:p>
    <w:p w:rsidR="0062748B" w:rsidRDefault="0062748B" w:rsidP="0062748B">
      <w:r>
        <w:t xml:space="preserve">4 .1.21      .         .        +INF       EPS       </w:t>
      </w:r>
    </w:p>
    <w:p w:rsidR="0062748B" w:rsidRDefault="0062748B" w:rsidP="0062748B">
      <w:r>
        <w:t xml:space="preserve">4 .1.22      .         .        +INF       EPS       </w:t>
      </w:r>
    </w:p>
    <w:p w:rsidR="0062748B" w:rsidRDefault="0062748B" w:rsidP="0062748B">
      <w:r>
        <w:t xml:space="preserve">4 .1.23      .         .        +INF       EPS       </w:t>
      </w:r>
    </w:p>
    <w:p w:rsidR="0062748B" w:rsidRDefault="0062748B" w:rsidP="0062748B">
      <w:r>
        <w:t xml:space="preserve">4 .1.24      .         .        +INF       EPS       </w:t>
      </w:r>
    </w:p>
    <w:p w:rsidR="0062748B" w:rsidRDefault="0062748B" w:rsidP="0062748B">
      <w:r>
        <w:t xml:space="preserve">4 .1.25      .         .        +INF       EPS       </w:t>
      </w:r>
    </w:p>
    <w:p w:rsidR="0062748B" w:rsidRDefault="0062748B" w:rsidP="0062748B">
      <w:r>
        <w:t xml:space="preserve">4 .1.26      .         .        +INF       EPS       </w:t>
      </w:r>
    </w:p>
    <w:p w:rsidR="0062748B" w:rsidRDefault="0062748B" w:rsidP="0062748B">
      <w:r>
        <w:t xml:space="preserve">4 .1.27      .         .        +INF       EPS       </w:t>
      </w:r>
    </w:p>
    <w:p w:rsidR="0062748B" w:rsidRDefault="0062748B" w:rsidP="0062748B">
      <w:r>
        <w:t xml:space="preserve">4 .1.28      .         .        +INF       EPS       </w:t>
      </w:r>
    </w:p>
    <w:p w:rsidR="0062748B" w:rsidRDefault="0062748B" w:rsidP="0062748B">
      <w:r>
        <w:t xml:space="preserve">4 .1.29      .         .        +INF       EPS       </w:t>
      </w:r>
    </w:p>
    <w:p w:rsidR="0062748B" w:rsidRDefault="0062748B" w:rsidP="0062748B">
      <w:r>
        <w:lastRenderedPageBreak/>
        <w:t xml:space="preserve">5 .1.1       .         .        +INF       EPS       </w:t>
      </w:r>
    </w:p>
    <w:p w:rsidR="0062748B" w:rsidRDefault="0062748B" w:rsidP="0062748B">
      <w:r>
        <w:t xml:space="preserve">5 .1.2       .         .        +INF       EPS       </w:t>
      </w:r>
    </w:p>
    <w:p w:rsidR="0062748B" w:rsidRDefault="0062748B" w:rsidP="0062748B">
      <w:r>
        <w:t xml:space="preserve">5 .1.3       .         .        +INF       EPS       </w:t>
      </w:r>
    </w:p>
    <w:p w:rsidR="0062748B" w:rsidRDefault="0062748B" w:rsidP="0062748B">
      <w:r>
        <w:t xml:space="preserve">5 .1.4       .         .        +INF       EPS       </w:t>
      </w:r>
    </w:p>
    <w:p w:rsidR="0062748B" w:rsidRDefault="0062748B" w:rsidP="0062748B">
      <w:r>
        <w:t xml:space="preserve">5 .1.5       .         .        +INF       EPS       </w:t>
      </w:r>
    </w:p>
    <w:p w:rsidR="0062748B" w:rsidRDefault="0062748B" w:rsidP="0062748B">
      <w:r>
        <w:t xml:space="preserve">5 .1.6       .         .        +INF       EPS       </w:t>
      </w:r>
    </w:p>
    <w:p w:rsidR="0062748B" w:rsidRDefault="0062748B" w:rsidP="0062748B">
      <w:r>
        <w:t xml:space="preserve">5 .1.7       .         .        +INF       EPS       </w:t>
      </w:r>
    </w:p>
    <w:p w:rsidR="0062748B" w:rsidRDefault="0062748B" w:rsidP="0062748B">
      <w:r>
        <w:t xml:space="preserve">5 .1.8       .         .        +INF       EPS       </w:t>
      </w:r>
    </w:p>
    <w:p w:rsidR="0062748B" w:rsidRDefault="0062748B" w:rsidP="0062748B">
      <w:r>
        <w:t xml:space="preserve">5 .1.9       .         .        +INF       EPS       </w:t>
      </w:r>
    </w:p>
    <w:p w:rsidR="0062748B" w:rsidRDefault="0062748B" w:rsidP="0062748B">
      <w:r>
        <w:t xml:space="preserve">5 .1.10      .         .        +INF       EPS       </w:t>
      </w:r>
    </w:p>
    <w:p w:rsidR="0062748B" w:rsidRDefault="0062748B" w:rsidP="0062748B">
      <w:r>
        <w:t xml:space="preserve">5 .1.11      .         .        +INF       EPS       </w:t>
      </w:r>
    </w:p>
    <w:p w:rsidR="0062748B" w:rsidRDefault="0062748B" w:rsidP="0062748B">
      <w:r>
        <w:t xml:space="preserve">5 .1.12      .         .        +INF       EPS       </w:t>
      </w:r>
    </w:p>
    <w:p w:rsidR="0062748B" w:rsidRDefault="0062748B" w:rsidP="0062748B">
      <w:r>
        <w:t xml:space="preserve">5 .1.13      .         .        +INF       EPS       </w:t>
      </w:r>
    </w:p>
    <w:p w:rsidR="0062748B" w:rsidRDefault="0062748B" w:rsidP="0062748B">
      <w:r>
        <w:t xml:space="preserve">5 .1.14      .         .        +INF       EPS       </w:t>
      </w:r>
    </w:p>
    <w:p w:rsidR="0062748B" w:rsidRDefault="0062748B" w:rsidP="0062748B">
      <w:r>
        <w:t xml:space="preserve">5 .1.15      .         .        +INF       EPS       </w:t>
      </w:r>
    </w:p>
    <w:p w:rsidR="0062748B" w:rsidRDefault="0062748B" w:rsidP="0062748B">
      <w:r>
        <w:t xml:space="preserve">5 .1.16      .         .        +INF       EPS       </w:t>
      </w:r>
    </w:p>
    <w:p w:rsidR="0062748B" w:rsidRDefault="0062748B" w:rsidP="0062748B">
      <w:r>
        <w:t xml:space="preserve">5 .1.17      .         .        +INF       EPS       </w:t>
      </w:r>
    </w:p>
    <w:p w:rsidR="0062748B" w:rsidRDefault="0062748B" w:rsidP="0062748B">
      <w:r>
        <w:t xml:space="preserve">5 .1.18      .         .        +INF       EPS       </w:t>
      </w:r>
    </w:p>
    <w:p w:rsidR="0062748B" w:rsidRDefault="0062748B" w:rsidP="0062748B">
      <w:r>
        <w:t xml:space="preserve">5 .1.19      .         .        +INF       EPS       </w:t>
      </w:r>
    </w:p>
    <w:p w:rsidR="0062748B" w:rsidRDefault="0062748B" w:rsidP="0062748B">
      <w:r>
        <w:t xml:space="preserve">5 .1.20      .         .        +INF       EPS       </w:t>
      </w:r>
    </w:p>
    <w:p w:rsidR="0062748B" w:rsidRDefault="0062748B" w:rsidP="0062748B">
      <w:r>
        <w:t xml:space="preserve">5 .1.21      .         .        +INF       EPS       </w:t>
      </w:r>
    </w:p>
    <w:p w:rsidR="0062748B" w:rsidRDefault="0062748B" w:rsidP="0062748B">
      <w:r>
        <w:t xml:space="preserve">5 .1.22      .         .        +INF       EPS       </w:t>
      </w:r>
    </w:p>
    <w:p w:rsidR="0062748B" w:rsidRDefault="0062748B" w:rsidP="0062748B">
      <w:r>
        <w:t xml:space="preserve">5 .1.23      .         .        +INF       EPS       </w:t>
      </w:r>
    </w:p>
    <w:p w:rsidR="0062748B" w:rsidRDefault="0062748B" w:rsidP="0062748B">
      <w:r>
        <w:t xml:space="preserve">5 .1.24      .         .        +INF       EPS       </w:t>
      </w:r>
    </w:p>
    <w:p w:rsidR="0062748B" w:rsidRDefault="0062748B" w:rsidP="0062748B">
      <w:r>
        <w:t xml:space="preserve">5 .1.25      .         .        +INF       EPS       </w:t>
      </w:r>
    </w:p>
    <w:p w:rsidR="0062748B" w:rsidRDefault="0062748B" w:rsidP="0062748B">
      <w:r>
        <w:lastRenderedPageBreak/>
        <w:t xml:space="preserve">5 .1.26      .         .        +INF       EPS       </w:t>
      </w:r>
    </w:p>
    <w:p w:rsidR="0062748B" w:rsidRDefault="0062748B" w:rsidP="0062748B">
      <w:r>
        <w:t xml:space="preserve">5 .1.27      .         .        +INF       EPS       </w:t>
      </w:r>
    </w:p>
    <w:p w:rsidR="0062748B" w:rsidRDefault="0062748B" w:rsidP="0062748B">
      <w:r>
        <w:t xml:space="preserve">5 .1.28      .         .        +INF       EPS       </w:t>
      </w:r>
    </w:p>
    <w:p w:rsidR="0062748B" w:rsidRDefault="0062748B" w:rsidP="0062748B">
      <w:r>
        <w:t xml:space="preserve">5 .1.29      .         .        +INF       EPS       </w:t>
      </w:r>
    </w:p>
    <w:p w:rsidR="0062748B" w:rsidRDefault="0062748B" w:rsidP="0062748B">
      <w:r>
        <w:t xml:space="preserve">6 .1.1       .         .        +INF       EPS       </w:t>
      </w:r>
    </w:p>
    <w:p w:rsidR="0062748B" w:rsidRDefault="0062748B" w:rsidP="0062748B">
      <w:r>
        <w:t xml:space="preserve">6 .1.2       .         .        +INF       EPS       </w:t>
      </w:r>
    </w:p>
    <w:p w:rsidR="0062748B" w:rsidRDefault="0062748B" w:rsidP="0062748B">
      <w:r>
        <w:t xml:space="preserve">6 .1.3       .         .        +INF       EPS       </w:t>
      </w:r>
    </w:p>
    <w:p w:rsidR="0062748B" w:rsidRDefault="0062748B" w:rsidP="0062748B">
      <w:r>
        <w:t xml:space="preserve">6 .1.4       .         .        +INF       EPS       </w:t>
      </w:r>
    </w:p>
    <w:p w:rsidR="0062748B" w:rsidRDefault="0062748B" w:rsidP="0062748B">
      <w:r>
        <w:t xml:space="preserve">6 .1.5       .         .        +INF       EPS       </w:t>
      </w:r>
    </w:p>
    <w:p w:rsidR="0062748B" w:rsidRDefault="0062748B" w:rsidP="0062748B">
      <w:r>
        <w:t xml:space="preserve">6 .1.6       .         .        +INF       EPS       </w:t>
      </w:r>
    </w:p>
    <w:p w:rsidR="0062748B" w:rsidRDefault="0062748B" w:rsidP="0062748B">
      <w:r>
        <w:t xml:space="preserve">6 .1.7       .         .        +INF       EPS       </w:t>
      </w:r>
    </w:p>
    <w:p w:rsidR="0062748B" w:rsidRDefault="0062748B" w:rsidP="0062748B">
      <w:r>
        <w:t xml:space="preserve">6 .1.8       .         .        +INF       EPS       </w:t>
      </w:r>
    </w:p>
    <w:p w:rsidR="0062748B" w:rsidRDefault="0062748B" w:rsidP="0062748B">
      <w:r>
        <w:t xml:space="preserve">6 .1.9       .         .        +INF       EPS       </w:t>
      </w:r>
    </w:p>
    <w:p w:rsidR="0062748B" w:rsidRDefault="0062748B" w:rsidP="0062748B">
      <w:r>
        <w:t xml:space="preserve">6 .1.10      .         .        +INF       EPS       </w:t>
      </w:r>
    </w:p>
    <w:p w:rsidR="0062748B" w:rsidRDefault="0062748B" w:rsidP="0062748B">
      <w:r>
        <w:t xml:space="preserve">6 .1.11      .         .        +INF       EPS       </w:t>
      </w:r>
    </w:p>
    <w:p w:rsidR="0062748B" w:rsidRDefault="0062748B" w:rsidP="0062748B">
      <w:r>
        <w:t xml:space="preserve">6 .1.12      .         .        +INF       EPS       </w:t>
      </w:r>
    </w:p>
    <w:p w:rsidR="0062748B" w:rsidRDefault="0062748B" w:rsidP="0062748B">
      <w:r>
        <w:t xml:space="preserve">6 .1.13      .         .        +INF       EPS       </w:t>
      </w:r>
    </w:p>
    <w:p w:rsidR="0062748B" w:rsidRDefault="0062748B" w:rsidP="0062748B">
      <w:r>
        <w:t xml:space="preserve">6 .1.14      .         .        +INF       EPS       </w:t>
      </w:r>
    </w:p>
    <w:p w:rsidR="0062748B" w:rsidRDefault="0062748B" w:rsidP="0062748B">
      <w:r>
        <w:t xml:space="preserve">6 .1.15      .         .        +INF       EPS       </w:t>
      </w:r>
    </w:p>
    <w:p w:rsidR="0062748B" w:rsidRDefault="0062748B" w:rsidP="0062748B">
      <w:r>
        <w:t xml:space="preserve">6 .1.16      .         .        +INF       EPS       </w:t>
      </w:r>
    </w:p>
    <w:p w:rsidR="0062748B" w:rsidRDefault="0062748B" w:rsidP="0062748B">
      <w:r>
        <w:t xml:space="preserve">6 .1.17      .         .        +INF       EPS       </w:t>
      </w:r>
    </w:p>
    <w:p w:rsidR="0062748B" w:rsidRDefault="0062748B" w:rsidP="0062748B">
      <w:r>
        <w:t xml:space="preserve">6 .1.18      .         .        +INF       EPS       </w:t>
      </w:r>
    </w:p>
    <w:p w:rsidR="0062748B" w:rsidRDefault="0062748B" w:rsidP="0062748B">
      <w:r>
        <w:t xml:space="preserve">6 .1.19      .         .        +INF       EPS       </w:t>
      </w:r>
    </w:p>
    <w:p w:rsidR="0062748B" w:rsidRDefault="0062748B" w:rsidP="0062748B">
      <w:r>
        <w:t xml:space="preserve">6 .1.20      .         .        +INF       EPS       </w:t>
      </w:r>
    </w:p>
    <w:p w:rsidR="0062748B" w:rsidRDefault="0062748B" w:rsidP="0062748B">
      <w:r>
        <w:t xml:space="preserve">6 .1.21      .         .        +INF       EPS       </w:t>
      </w:r>
    </w:p>
    <w:p w:rsidR="0062748B" w:rsidRDefault="0062748B" w:rsidP="0062748B">
      <w:r>
        <w:lastRenderedPageBreak/>
        <w:t xml:space="preserve">6 .1.22      .         .        +INF       EPS       </w:t>
      </w:r>
    </w:p>
    <w:p w:rsidR="0062748B" w:rsidRDefault="0062748B" w:rsidP="0062748B">
      <w:r>
        <w:t xml:space="preserve">6 .1.23      .         .        +INF       EPS       </w:t>
      </w:r>
    </w:p>
    <w:p w:rsidR="0062748B" w:rsidRDefault="0062748B" w:rsidP="0062748B">
      <w:r>
        <w:t xml:space="preserve">6 .1.24      .         .        +INF       EPS       </w:t>
      </w:r>
    </w:p>
    <w:p w:rsidR="0062748B" w:rsidRDefault="0062748B" w:rsidP="0062748B">
      <w:r>
        <w:t xml:space="preserve">6 .1.25      .         .        +INF       EPS       </w:t>
      </w:r>
    </w:p>
    <w:p w:rsidR="0062748B" w:rsidRDefault="0062748B" w:rsidP="0062748B">
      <w:r>
        <w:t xml:space="preserve">6 .1.26      .         .        +INF       EPS       </w:t>
      </w:r>
    </w:p>
    <w:p w:rsidR="0062748B" w:rsidRDefault="0062748B" w:rsidP="0062748B">
      <w:r>
        <w:t xml:space="preserve">6 .1.27      .         .        +INF       EPS       </w:t>
      </w:r>
    </w:p>
    <w:p w:rsidR="0062748B" w:rsidRDefault="0062748B" w:rsidP="0062748B">
      <w:r>
        <w:t xml:space="preserve">6 .1.28      .         .        +INF       EPS       </w:t>
      </w:r>
    </w:p>
    <w:p w:rsidR="0062748B" w:rsidRDefault="0062748B" w:rsidP="0062748B">
      <w:r>
        <w:t xml:space="preserve">6 .1.29      .         .        +INF       EPS       </w:t>
      </w:r>
    </w:p>
    <w:p w:rsidR="0062748B" w:rsidRDefault="0062748B" w:rsidP="0062748B">
      <w:r>
        <w:t xml:space="preserve">7 .1.1       .         .        +INF       EPS       </w:t>
      </w:r>
    </w:p>
    <w:p w:rsidR="0062748B" w:rsidRDefault="0062748B" w:rsidP="0062748B">
      <w:r>
        <w:t xml:space="preserve">7 .1.2       .         .        +INF       EPS       </w:t>
      </w:r>
    </w:p>
    <w:p w:rsidR="0062748B" w:rsidRDefault="0062748B" w:rsidP="0062748B">
      <w:r>
        <w:t xml:space="preserve">7 .1.3       .         .        +INF       EPS       </w:t>
      </w:r>
    </w:p>
    <w:p w:rsidR="0062748B" w:rsidRDefault="0062748B" w:rsidP="0062748B">
      <w:r>
        <w:t xml:space="preserve">7 .1.4       .         .        +INF       EPS       </w:t>
      </w:r>
    </w:p>
    <w:p w:rsidR="0062748B" w:rsidRDefault="0062748B" w:rsidP="0062748B">
      <w:r>
        <w:t xml:space="preserve">7 .1.5       .         .        +INF       EPS       </w:t>
      </w:r>
    </w:p>
    <w:p w:rsidR="0062748B" w:rsidRDefault="0062748B" w:rsidP="0062748B">
      <w:r>
        <w:t xml:space="preserve">7 .1.6       .         .        +INF       EPS       </w:t>
      </w:r>
    </w:p>
    <w:p w:rsidR="0062748B" w:rsidRDefault="0062748B" w:rsidP="0062748B">
      <w:r>
        <w:t xml:space="preserve">7 .1.7       .         .        +INF       EPS       </w:t>
      </w:r>
    </w:p>
    <w:p w:rsidR="0062748B" w:rsidRDefault="0062748B" w:rsidP="0062748B">
      <w:r>
        <w:t xml:space="preserve">7 .1.8       .         .        +INF       EPS       </w:t>
      </w:r>
    </w:p>
    <w:p w:rsidR="0062748B" w:rsidRDefault="0062748B" w:rsidP="0062748B">
      <w:r>
        <w:t xml:space="preserve">7 .1.9       .         .        +INF       EPS       </w:t>
      </w:r>
    </w:p>
    <w:p w:rsidR="0062748B" w:rsidRDefault="0062748B" w:rsidP="0062748B">
      <w:r>
        <w:t xml:space="preserve">7 .1.10      .         .        +INF       EPS       </w:t>
      </w:r>
    </w:p>
    <w:p w:rsidR="0062748B" w:rsidRDefault="0062748B" w:rsidP="0062748B">
      <w:r>
        <w:t xml:space="preserve">7 .1.11      .         .        +INF       EPS       </w:t>
      </w:r>
    </w:p>
    <w:p w:rsidR="0062748B" w:rsidRDefault="0062748B" w:rsidP="0062748B">
      <w:r>
        <w:t xml:space="preserve">7 .1.12      .         .        +INF       EPS       </w:t>
      </w:r>
    </w:p>
    <w:p w:rsidR="0062748B" w:rsidRDefault="0062748B" w:rsidP="0062748B">
      <w:r>
        <w:t xml:space="preserve">7 .1.13      .         .        +INF       EPS       </w:t>
      </w:r>
    </w:p>
    <w:p w:rsidR="0062748B" w:rsidRDefault="0062748B" w:rsidP="0062748B">
      <w:r>
        <w:t xml:space="preserve">7 .1.14      .         .        +INF       EPS       </w:t>
      </w:r>
    </w:p>
    <w:p w:rsidR="0062748B" w:rsidRDefault="0062748B" w:rsidP="0062748B">
      <w:r>
        <w:t xml:space="preserve">7 .1.15      .         .        +INF       EPS       </w:t>
      </w:r>
    </w:p>
    <w:p w:rsidR="0062748B" w:rsidRDefault="0062748B" w:rsidP="0062748B">
      <w:r>
        <w:t xml:space="preserve">7 .1.16      .         .        +INF       EPS       </w:t>
      </w:r>
    </w:p>
    <w:p w:rsidR="0062748B" w:rsidRDefault="0062748B" w:rsidP="0062748B">
      <w:r>
        <w:t xml:space="preserve">7 .1.17      .         .        +INF       EPS       </w:t>
      </w:r>
    </w:p>
    <w:p w:rsidR="0062748B" w:rsidRDefault="0062748B" w:rsidP="0062748B">
      <w:r>
        <w:lastRenderedPageBreak/>
        <w:t xml:space="preserve">7 .1.18      .         .        +INF       EPS       </w:t>
      </w:r>
    </w:p>
    <w:p w:rsidR="0062748B" w:rsidRDefault="0062748B" w:rsidP="0062748B">
      <w:r>
        <w:t xml:space="preserve">7 .1.19      .         .        +INF       EPS       </w:t>
      </w:r>
    </w:p>
    <w:p w:rsidR="0062748B" w:rsidRDefault="0062748B" w:rsidP="0062748B">
      <w:r>
        <w:t xml:space="preserve">7 .1.20      .         .        +INF       EPS       </w:t>
      </w:r>
    </w:p>
    <w:p w:rsidR="0062748B" w:rsidRDefault="0062748B" w:rsidP="0062748B">
      <w:r>
        <w:t xml:space="preserve">7 .1.21      .         .        +INF       EPS       </w:t>
      </w:r>
    </w:p>
    <w:p w:rsidR="0062748B" w:rsidRDefault="0062748B" w:rsidP="0062748B">
      <w:r>
        <w:t xml:space="preserve">7 .1.22      .         .        +INF       EPS       </w:t>
      </w:r>
    </w:p>
    <w:p w:rsidR="0062748B" w:rsidRDefault="0062748B" w:rsidP="0062748B">
      <w:r>
        <w:t xml:space="preserve">7 .1.23      .         .        +INF       EPS       </w:t>
      </w:r>
    </w:p>
    <w:p w:rsidR="0062748B" w:rsidRDefault="0062748B" w:rsidP="0062748B">
      <w:r>
        <w:t xml:space="preserve">7 .1.24      .         .        +INF       EPS       </w:t>
      </w:r>
    </w:p>
    <w:p w:rsidR="0062748B" w:rsidRDefault="0062748B" w:rsidP="0062748B">
      <w:r>
        <w:t xml:space="preserve">7 .1.25      .         .        +INF       EPS       </w:t>
      </w:r>
    </w:p>
    <w:p w:rsidR="0062748B" w:rsidRDefault="0062748B" w:rsidP="0062748B">
      <w:r>
        <w:t xml:space="preserve">7 .1.26      .         .        +INF       EPS       </w:t>
      </w:r>
    </w:p>
    <w:p w:rsidR="0062748B" w:rsidRDefault="0062748B" w:rsidP="0062748B">
      <w:r>
        <w:t xml:space="preserve">7 .1.27      .         .        +INF       EPS       </w:t>
      </w:r>
    </w:p>
    <w:p w:rsidR="0062748B" w:rsidRDefault="0062748B" w:rsidP="0062748B">
      <w:r>
        <w:t xml:space="preserve">7 .1.28      .         .        +INF       EPS       </w:t>
      </w:r>
    </w:p>
    <w:p w:rsidR="0062748B" w:rsidRDefault="0062748B" w:rsidP="0062748B">
      <w:r>
        <w:t xml:space="preserve">7 .1.29      .         .        +INF       EPS       </w:t>
      </w:r>
    </w:p>
    <w:p w:rsidR="0062748B" w:rsidRDefault="0062748B" w:rsidP="0062748B">
      <w:r>
        <w:t xml:space="preserve">8 .1.1       .         .        +INF       EPS       </w:t>
      </w:r>
    </w:p>
    <w:p w:rsidR="0062748B" w:rsidRDefault="0062748B" w:rsidP="0062748B">
      <w:r>
        <w:t xml:space="preserve">8 .1.2       .         .        +INF       EPS       </w:t>
      </w:r>
    </w:p>
    <w:p w:rsidR="0062748B" w:rsidRDefault="0062748B" w:rsidP="0062748B">
      <w:r>
        <w:t xml:space="preserve">8 .1.3       .         .        +INF       EPS       </w:t>
      </w:r>
    </w:p>
    <w:p w:rsidR="0062748B" w:rsidRDefault="0062748B" w:rsidP="0062748B">
      <w:r>
        <w:t xml:space="preserve">8 .1.4       .         .        +INF       EPS       </w:t>
      </w:r>
    </w:p>
    <w:p w:rsidR="0062748B" w:rsidRDefault="0062748B" w:rsidP="0062748B">
      <w:r>
        <w:t xml:space="preserve">8 .1.5       .         .        +INF       EPS       </w:t>
      </w:r>
    </w:p>
    <w:p w:rsidR="0062748B" w:rsidRDefault="0062748B" w:rsidP="0062748B">
      <w:r>
        <w:t xml:space="preserve">8 .1.6       .         .        +INF       EPS       </w:t>
      </w:r>
    </w:p>
    <w:p w:rsidR="0062748B" w:rsidRDefault="0062748B" w:rsidP="0062748B">
      <w:r>
        <w:t xml:space="preserve">8 .1.7       .         .        +INF       EPS       </w:t>
      </w:r>
    </w:p>
    <w:p w:rsidR="0062748B" w:rsidRDefault="0062748B" w:rsidP="0062748B">
      <w:r>
        <w:t xml:space="preserve">8 .1.8       .         .        +INF       EPS       </w:t>
      </w:r>
    </w:p>
    <w:p w:rsidR="0062748B" w:rsidRDefault="0062748B" w:rsidP="0062748B">
      <w:r>
        <w:t xml:space="preserve">8 .1.9       .         .        +INF       EPS       </w:t>
      </w:r>
    </w:p>
    <w:p w:rsidR="0062748B" w:rsidRDefault="0062748B" w:rsidP="0062748B">
      <w:r>
        <w:t xml:space="preserve">8 .1.10      .         .        +INF       EPS       </w:t>
      </w:r>
    </w:p>
    <w:p w:rsidR="0062748B" w:rsidRDefault="0062748B" w:rsidP="0062748B">
      <w:r>
        <w:t xml:space="preserve">8 .1.11      .         .        +INF       EPS       </w:t>
      </w:r>
    </w:p>
    <w:p w:rsidR="0062748B" w:rsidRDefault="0062748B" w:rsidP="0062748B">
      <w:r>
        <w:t xml:space="preserve">8 .1.12      .         .        +INF       EPS       </w:t>
      </w:r>
    </w:p>
    <w:p w:rsidR="0062748B" w:rsidRDefault="0062748B" w:rsidP="0062748B">
      <w:r>
        <w:t xml:space="preserve">8 .1.13      .         .        +INF       EPS       </w:t>
      </w:r>
    </w:p>
    <w:p w:rsidR="0062748B" w:rsidRDefault="0062748B" w:rsidP="0062748B">
      <w:r>
        <w:lastRenderedPageBreak/>
        <w:t xml:space="preserve">8 .1.14      .         .        +INF       EPS       </w:t>
      </w:r>
    </w:p>
    <w:p w:rsidR="0062748B" w:rsidRDefault="0062748B" w:rsidP="0062748B">
      <w:r>
        <w:t xml:space="preserve">8 .1.15      .         .        +INF       EPS       </w:t>
      </w:r>
    </w:p>
    <w:p w:rsidR="0062748B" w:rsidRDefault="0062748B" w:rsidP="0062748B">
      <w:r>
        <w:t xml:space="preserve">8 .1.16      .         .        +INF       EPS       </w:t>
      </w:r>
    </w:p>
    <w:p w:rsidR="0062748B" w:rsidRDefault="0062748B" w:rsidP="0062748B">
      <w:r>
        <w:t xml:space="preserve">8 .1.17      .         .        +INF       EPS       </w:t>
      </w:r>
    </w:p>
    <w:p w:rsidR="0062748B" w:rsidRDefault="0062748B" w:rsidP="0062748B">
      <w:r>
        <w:t xml:space="preserve">8 .1.18      .         .        +INF       EPS       </w:t>
      </w:r>
    </w:p>
    <w:p w:rsidR="0062748B" w:rsidRDefault="0062748B" w:rsidP="0062748B">
      <w:r>
        <w:t xml:space="preserve">8 .1.19      .         .        +INF       EPS       </w:t>
      </w:r>
    </w:p>
    <w:p w:rsidR="0062748B" w:rsidRDefault="0062748B" w:rsidP="0062748B">
      <w:r>
        <w:t xml:space="preserve">8 .1.20      .         .        +INF       EPS       </w:t>
      </w:r>
    </w:p>
    <w:p w:rsidR="0062748B" w:rsidRDefault="0062748B" w:rsidP="0062748B">
      <w:r>
        <w:t xml:space="preserve">8 .1.21      .         .        +INF       EPS       </w:t>
      </w:r>
    </w:p>
    <w:p w:rsidR="0062748B" w:rsidRDefault="0062748B" w:rsidP="0062748B">
      <w:r>
        <w:t xml:space="preserve">8 .1.22      .         .        +INF       EPS       </w:t>
      </w:r>
    </w:p>
    <w:p w:rsidR="0062748B" w:rsidRDefault="0062748B" w:rsidP="0062748B">
      <w:r>
        <w:t xml:space="preserve">8 .1.23      .         .        +INF       EPS       </w:t>
      </w:r>
    </w:p>
    <w:p w:rsidR="0062748B" w:rsidRDefault="0062748B" w:rsidP="0062748B">
      <w:r>
        <w:t xml:space="preserve">8 .1.24      .         .        +INF       EPS       </w:t>
      </w:r>
    </w:p>
    <w:p w:rsidR="0062748B" w:rsidRDefault="0062748B" w:rsidP="0062748B">
      <w:r>
        <w:t xml:space="preserve">8 .1.25      .         .        +INF       EPS       </w:t>
      </w:r>
    </w:p>
    <w:p w:rsidR="0062748B" w:rsidRDefault="0062748B" w:rsidP="0062748B">
      <w:r>
        <w:t xml:space="preserve">8 .1.26      .         .        +INF       EPS       </w:t>
      </w:r>
    </w:p>
    <w:p w:rsidR="0062748B" w:rsidRDefault="0062748B" w:rsidP="0062748B">
      <w:r>
        <w:t xml:space="preserve">8 .1.27      .         .        +INF       EPS       </w:t>
      </w:r>
    </w:p>
    <w:p w:rsidR="0062748B" w:rsidRDefault="0062748B" w:rsidP="0062748B">
      <w:r>
        <w:t xml:space="preserve">8 .1.28      .         .        +INF       EPS       </w:t>
      </w:r>
    </w:p>
    <w:p w:rsidR="0062748B" w:rsidRDefault="0062748B" w:rsidP="0062748B">
      <w:r>
        <w:t xml:space="preserve">8 .1.29      .         .        +INF       EPS       </w:t>
      </w:r>
    </w:p>
    <w:p w:rsidR="0062748B" w:rsidRDefault="0062748B" w:rsidP="0062748B">
      <w:r>
        <w:t xml:space="preserve">9 .1.1       .         .        +INF       EPS       </w:t>
      </w:r>
    </w:p>
    <w:p w:rsidR="0062748B" w:rsidRDefault="0062748B" w:rsidP="0062748B">
      <w:r>
        <w:t xml:space="preserve">9 .1.2       .         .        +INF       EPS       </w:t>
      </w:r>
    </w:p>
    <w:p w:rsidR="0062748B" w:rsidRDefault="0062748B" w:rsidP="0062748B">
      <w:r>
        <w:t xml:space="preserve">9 .1.3       .         .        +INF       EPS       </w:t>
      </w:r>
    </w:p>
    <w:p w:rsidR="0062748B" w:rsidRDefault="0062748B" w:rsidP="0062748B">
      <w:r>
        <w:t xml:space="preserve">9 .1.4       .         .        +INF       EPS       </w:t>
      </w:r>
    </w:p>
    <w:p w:rsidR="0062748B" w:rsidRDefault="0062748B" w:rsidP="0062748B">
      <w:r>
        <w:t xml:space="preserve">9 .1.5       .         .        +INF       EPS       </w:t>
      </w:r>
    </w:p>
    <w:p w:rsidR="0062748B" w:rsidRDefault="0062748B" w:rsidP="0062748B">
      <w:r>
        <w:t xml:space="preserve">9 .1.6       .         .        +INF       EPS       </w:t>
      </w:r>
    </w:p>
    <w:p w:rsidR="0062748B" w:rsidRDefault="0062748B" w:rsidP="0062748B">
      <w:r>
        <w:t xml:space="preserve">9 .1.7       .         .        +INF       EPS       </w:t>
      </w:r>
    </w:p>
    <w:p w:rsidR="0062748B" w:rsidRDefault="0062748B" w:rsidP="0062748B">
      <w:r>
        <w:t xml:space="preserve">9 .1.8       .         .        +INF       EPS       </w:t>
      </w:r>
    </w:p>
    <w:p w:rsidR="0062748B" w:rsidRDefault="0062748B" w:rsidP="0062748B">
      <w:r>
        <w:t xml:space="preserve">9 .1.9       .         .        +INF       EPS       </w:t>
      </w:r>
    </w:p>
    <w:p w:rsidR="0062748B" w:rsidRDefault="0062748B" w:rsidP="0062748B">
      <w:r>
        <w:lastRenderedPageBreak/>
        <w:t xml:space="preserve">9 .1.10      .         .        +INF       EPS       </w:t>
      </w:r>
    </w:p>
    <w:p w:rsidR="0062748B" w:rsidRDefault="0062748B" w:rsidP="0062748B">
      <w:r>
        <w:t xml:space="preserve">9 .1.11      .         .        +INF       EPS       </w:t>
      </w:r>
    </w:p>
    <w:p w:rsidR="0062748B" w:rsidRDefault="0062748B" w:rsidP="0062748B">
      <w:r>
        <w:t xml:space="preserve">9 .1.12      .         .        +INF       EPS       </w:t>
      </w:r>
    </w:p>
    <w:p w:rsidR="0062748B" w:rsidRDefault="0062748B" w:rsidP="0062748B">
      <w:r>
        <w:t xml:space="preserve">9 .1.13      .         .        +INF       EPS       </w:t>
      </w:r>
    </w:p>
    <w:p w:rsidR="0062748B" w:rsidRDefault="0062748B" w:rsidP="0062748B">
      <w:r>
        <w:t xml:space="preserve">9 .1.14      .         .        +INF       EPS       </w:t>
      </w:r>
    </w:p>
    <w:p w:rsidR="0062748B" w:rsidRDefault="0062748B" w:rsidP="0062748B">
      <w:r>
        <w:t xml:space="preserve">9 .1.15      .         .        +INF       EPS       </w:t>
      </w:r>
    </w:p>
    <w:p w:rsidR="0062748B" w:rsidRDefault="0062748B" w:rsidP="0062748B">
      <w:r>
        <w:t xml:space="preserve">9 .1.16      .         .        +INF       EPS       </w:t>
      </w:r>
    </w:p>
    <w:p w:rsidR="0062748B" w:rsidRDefault="0062748B" w:rsidP="0062748B">
      <w:r>
        <w:t xml:space="preserve">9 .1.17      .         .        +INF       EPS       </w:t>
      </w:r>
    </w:p>
    <w:p w:rsidR="0062748B" w:rsidRDefault="0062748B" w:rsidP="0062748B">
      <w:r>
        <w:t xml:space="preserve">9 .1.18      .         .        +INF       EPS       </w:t>
      </w:r>
    </w:p>
    <w:p w:rsidR="0062748B" w:rsidRDefault="0062748B" w:rsidP="0062748B">
      <w:r>
        <w:t xml:space="preserve">9 .1.19      .         .        +INF       EPS       </w:t>
      </w:r>
    </w:p>
    <w:p w:rsidR="0062748B" w:rsidRDefault="0062748B" w:rsidP="0062748B">
      <w:r>
        <w:t xml:space="preserve">9 .1.20      .         .        +INF       EPS       </w:t>
      </w:r>
    </w:p>
    <w:p w:rsidR="0062748B" w:rsidRDefault="0062748B" w:rsidP="0062748B">
      <w:r>
        <w:t xml:space="preserve">9 .1.21      .         .        +INF       EPS       </w:t>
      </w:r>
    </w:p>
    <w:p w:rsidR="0062748B" w:rsidRDefault="0062748B" w:rsidP="0062748B">
      <w:r>
        <w:t xml:space="preserve">9 .1.22      .         .        +INF       EPS       </w:t>
      </w:r>
    </w:p>
    <w:p w:rsidR="0062748B" w:rsidRDefault="0062748B" w:rsidP="0062748B">
      <w:r>
        <w:t xml:space="preserve">9 .1.23      .         .        +INF       EPS       </w:t>
      </w:r>
    </w:p>
    <w:p w:rsidR="0062748B" w:rsidRDefault="0062748B" w:rsidP="0062748B">
      <w:r>
        <w:t xml:space="preserve">9 .1.24      .         .        +INF       EPS       </w:t>
      </w:r>
    </w:p>
    <w:p w:rsidR="0062748B" w:rsidRDefault="0062748B" w:rsidP="0062748B">
      <w:r>
        <w:t xml:space="preserve">9 .1.25      .         .        +INF       EPS       </w:t>
      </w:r>
    </w:p>
    <w:p w:rsidR="0062748B" w:rsidRDefault="0062748B" w:rsidP="0062748B">
      <w:r>
        <w:t xml:space="preserve">9 .1.26      .         .        +INF       EPS       </w:t>
      </w:r>
    </w:p>
    <w:p w:rsidR="0062748B" w:rsidRDefault="0062748B" w:rsidP="0062748B">
      <w:r>
        <w:t xml:space="preserve">9 .1.27      .         .        +INF       EPS       </w:t>
      </w:r>
    </w:p>
    <w:p w:rsidR="0062748B" w:rsidRDefault="0062748B" w:rsidP="0062748B">
      <w:r>
        <w:t xml:space="preserve">9 .1.28      .         .        +INF       EPS       </w:t>
      </w:r>
    </w:p>
    <w:p w:rsidR="0062748B" w:rsidRDefault="0062748B" w:rsidP="0062748B">
      <w:r>
        <w:t xml:space="preserve">9 .1.29      .         .        +INF       EPS       </w:t>
      </w:r>
    </w:p>
    <w:p w:rsidR="0062748B" w:rsidRDefault="0062748B" w:rsidP="0062748B">
      <w:r>
        <w:t xml:space="preserve">10.1.1       .         .        +INF       EPS       </w:t>
      </w:r>
    </w:p>
    <w:p w:rsidR="0062748B" w:rsidRDefault="0062748B" w:rsidP="0062748B">
      <w:r>
        <w:t xml:space="preserve">10.1.2       .         .        +INF       EPS       </w:t>
      </w:r>
    </w:p>
    <w:p w:rsidR="0062748B" w:rsidRDefault="0062748B" w:rsidP="0062748B">
      <w:r>
        <w:t xml:space="preserve">10.1.3       .         .        +INF       EPS       </w:t>
      </w:r>
    </w:p>
    <w:p w:rsidR="0062748B" w:rsidRDefault="0062748B" w:rsidP="0062748B">
      <w:r>
        <w:t xml:space="preserve">10.1.4       .         .        +INF       EPS       </w:t>
      </w:r>
    </w:p>
    <w:p w:rsidR="0062748B" w:rsidRDefault="0062748B" w:rsidP="0062748B">
      <w:r>
        <w:t xml:space="preserve">10.1.5       .         .        +INF       EPS       </w:t>
      </w:r>
    </w:p>
    <w:p w:rsidR="0062748B" w:rsidRDefault="0062748B" w:rsidP="0062748B">
      <w:r>
        <w:lastRenderedPageBreak/>
        <w:t xml:space="preserve">10.1.6       .         .        +INF       EPS       </w:t>
      </w:r>
    </w:p>
    <w:p w:rsidR="0062748B" w:rsidRDefault="0062748B" w:rsidP="0062748B">
      <w:r>
        <w:t xml:space="preserve">10.1.7       .         .        +INF       EPS       </w:t>
      </w:r>
    </w:p>
    <w:p w:rsidR="0062748B" w:rsidRDefault="0062748B" w:rsidP="0062748B">
      <w:r>
        <w:t xml:space="preserve">10.1.8       .         .        +INF       EPS       </w:t>
      </w:r>
    </w:p>
    <w:p w:rsidR="0062748B" w:rsidRDefault="0062748B" w:rsidP="0062748B">
      <w:r>
        <w:t xml:space="preserve">10.1.9       .         .        +INF       EPS       </w:t>
      </w:r>
    </w:p>
    <w:p w:rsidR="0062748B" w:rsidRDefault="0062748B" w:rsidP="0062748B">
      <w:r>
        <w:t xml:space="preserve">10.1.10      .         .        +INF       EPS       </w:t>
      </w:r>
    </w:p>
    <w:p w:rsidR="0062748B" w:rsidRDefault="0062748B" w:rsidP="0062748B">
      <w:r>
        <w:t xml:space="preserve">10.1.11      .         .        +INF       EPS       </w:t>
      </w:r>
    </w:p>
    <w:p w:rsidR="0062748B" w:rsidRDefault="0062748B" w:rsidP="0062748B">
      <w:r>
        <w:t xml:space="preserve">10.1.12      .         .        +INF       EPS       </w:t>
      </w:r>
    </w:p>
    <w:p w:rsidR="0062748B" w:rsidRDefault="0062748B" w:rsidP="0062748B">
      <w:r>
        <w:t xml:space="preserve">10.1.13      .         .        +INF       EPS       </w:t>
      </w:r>
    </w:p>
    <w:p w:rsidR="0062748B" w:rsidRDefault="0062748B" w:rsidP="0062748B">
      <w:r>
        <w:t xml:space="preserve">10.1.14      .         .        +INF       EPS       </w:t>
      </w:r>
    </w:p>
    <w:p w:rsidR="0062748B" w:rsidRDefault="0062748B" w:rsidP="0062748B">
      <w:r>
        <w:t xml:space="preserve">10.1.15      .         .        +INF       EPS       </w:t>
      </w:r>
    </w:p>
    <w:p w:rsidR="0062748B" w:rsidRDefault="0062748B" w:rsidP="0062748B">
      <w:r>
        <w:t xml:space="preserve">10.1.16      .         .        +INF       EPS       </w:t>
      </w:r>
    </w:p>
    <w:p w:rsidR="0062748B" w:rsidRDefault="0062748B" w:rsidP="0062748B">
      <w:r>
        <w:t xml:space="preserve">10.1.17      .         .        +INF       EPS       </w:t>
      </w:r>
    </w:p>
    <w:p w:rsidR="0062748B" w:rsidRDefault="0062748B" w:rsidP="0062748B">
      <w:r>
        <w:t xml:space="preserve">10.1.18      .         .        +INF       EPS       </w:t>
      </w:r>
    </w:p>
    <w:p w:rsidR="0062748B" w:rsidRDefault="0062748B" w:rsidP="0062748B">
      <w:r>
        <w:t xml:space="preserve">10.1.19      .         .        +INF       EPS       </w:t>
      </w:r>
    </w:p>
    <w:p w:rsidR="0062748B" w:rsidRDefault="0062748B" w:rsidP="0062748B">
      <w:r>
        <w:t xml:space="preserve">10.1.20      .         .        +INF       EPS       </w:t>
      </w:r>
    </w:p>
    <w:p w:rsidR="0062748B" w:rsidRDefault="0062748B" w:rsidP="0062748B">
      <w:r>
        <w:t xml:space="preserve">10.1.21      .         .        +INF       EPS       </w:t>
      </w:r>
    </w:p>
    <w:p w:rsidR="0062748B" w:rsidRDefault="0062748B" w:rsidP="0062748B">
      <w:r>
        <w:t xml:space="preserve">10.1.22      .         .        +INF       EPS       </w:t>
      </w:r>
    </w:p>
    <w:p w:rsidR="0062748B" w:rsidRDefault="0062748B" w:rsidP="0062748B">
      <w:r>
        <w:t xml:space="preserve">10.1.23      .         .        +INF       EPS       </w:t>
      </w:r>
    </w:p>
    <w:p w:rsidR="0062748B" w:rsidRDefault="0062748B" w:rsidP="0062748B">
      <w:r>
        <w:t xml:space="preserve">10.1.24      .         .        +INF       EPS       </w:t>
      </w:r>
    </w:p>
    <w:p w:rsidR="0062748B" w:rsidRDefault="0062748B" w:rsidP="0062748B">
      <w:r>
        <w:t xml:space="preserve">10.1.25      .         .        +INF       EPS       </w:t>
      </w:r>
    </w:p>
    <w:p w:rsidR="0062748B" w:rsidRDefault="0062748B" w:rsidP="0062748B">
      <w:r>
        <w:t xml:space="preserve">10.1.26      .         .        +INF       EPS       </w:t>
      </w:r>
    </w:p>
    <w:p w:rsidR="0062748B" w:rsidRDefault="0062748B" w:rsidP="0062748B">
      <w:r>
        <w:t xml:space="preserve">10.1.27      .         .        +INF       EPS       </w:t>
      </w:r>
    </w:p>
    <w:p w:rsidR="0062748B" w:rsidRDefault="0062748B" w:rsidP="0062748B">
      <w:r>
        <w:t xml:space="preserve">10.1.28      .         .        +INF       EPS       </w:t>
      </w:r>
    </w:p>
    <w:p w:rsidR="0062748B" w:rsidRDefault="0062748B" w:rsidP="0062748B">
      <w:r>
        <w:t xml:space="preserve">10.1.29      .         .        +INF       EPS       </w:t>
      </w:r>
    </w:p>
    <w:p w:rsidR="0062748B" w:rsidRDefault="0062748B" w:rsidP="0062748B">
      <w:r>
        <w:t xml:space="preserve">11.1.1       .         .        +INF       EPS       </w:t>
      </w:r>
    </w:p>
    <w:p w:rsidR="0062748B" w:rsidRDefault="0062748B" w:rsidP="0062748B">
      <w:r>
        <w:lastRenderedPageBreak/>
        <w:t xml:space="preserve">11.1.2       .         .        +INF       EPS       </w:t>
      </w:r>
    </w:p>
    <w:p w:rsidR="0062748B" w:rsidRDefault="0062748B" w:rsidP="0062748B">
      <w:r>
        <w:t xml:space="preserve">11.1.3       .         .        +INF       EPS       </w:t>
      </w:r>
    </w:p>
    <w:p w:rsidR="0062748B" w:rsidRDefault="0062748B" w:rsidP="0062748B">
      <w:r>
        <w:t xml:space="preserve">11.1.4       .         .        +INF       EPS       </w:t>
      </w:r>
    </w:p>
    <w:p w:rsidR="0062748B" w:rsidRDefault="0062748B" w:rsidP="0062748B">
      <w:r>
        <w:t xml:space="preserve">11.1.5       .         .        +INF       EPS       </w:t>
      </w:r>
    </w:p>
    <w:p w:rsidR="0062748B" w:rsidRDefault="0062748B" w:rsidP="0062748B">
      <w:r>
        <w:t xml:space="preserve">11.1.6       .         .        +INF       EPS       </w:t>
      </w:r>
    </w:p>
    <w:p w:rsidR="0062748B" w:rsidRDefault="0062748B" w:rsidP="0062748B">
      <w:r>
        <w:t xml:space="preserve">11.1.7       .         .        +INF       EPS       </w:t>
      </w:r>
    </w:p>
    <w:p w:rsidR="0062748B" w:rsidRDefault="0062748B" w:rsidP="0062748B">
      <w:r>
        <w:t xml:space="preserve">11.1.8       .         .        +INF       EPS       </w:t>
      </w:r>
    </w:p>
    <w:p w:rsidR="0062748B" w:rsidRDefault="0062748B" w:rsidP="0062748B">
      <w:r>
        <w:t xml:space="preserve">11.1.9       .         .        +INF       EPS       </w:t>
      </w:r>
    </w:p>
    <w:p w:rsidR="0062748B" w:rsidRDefault="0062748B" w:rsidP="0062748B">
      <w:r>
        <w:t xml:space="preserve">11.1.10      .         .        +INF       EPS       </w:t>
      </w:r>
    </w:p>
    <w:p w:rsidR="0062748B" w:rsidRDefault="0062748B" w:rsidP="0062748B">
      <w:r>
        <w:t xml:space="preserve">11.1.11      .         .        +INF       EPS       </w:t>
      </w:r>
    </w:p>
    <w:p w:rsidR="0062748B" w:rsidRDefault="0062748B" w:rsidP="0062748B">
      <w:r>
        <w:t xml:space="preserve">11.1.12      .         .        +INF       EPS       </w:t>
      </w:r>
    </w:p>
    <w:p w:rsidR="0062748B" w:rsidRDefault="0062748B" w:rsidP="0062748B">
      <w:r>
        <w:t xml:space="preserve">11.1.13      .         .        +INF       EPS       </w:t>
      </w:r>
    </w:p>
    <w:p w:rsidR="0062748B" w:rsidRDefault="0062748B" w:rsidP="0062748B">
      <w:r>
        <w:t xml:space="preserve">11.1.14      .         .        +INF       EPS       </w:t>
      </w:r>
    </w:p>
    <w:p w:rsidR="0062748B" w:rsidRDefault="0062748B" w:rsidP="0062748B">
      <w:r>
        <w:t xml:space="preserve">11.1.15      .         .        +INF       EPS       </w:t>
      </w:r>
    </w:p>
    <w:p w:rsidR="0062748B" w:rsidRDefault="0062748B" w:rsidP="0062748B">
      <w:r>
        <w:t xml:space="preserve">11.1.16      .         .        +INF       EPS       </w:t>
      </w:r>
    </w:p>
    <w:p w:rsidR="0062748B" w:rsidRDefault="0062748B" w:rsidP="0062748B">
      <w:r>
        <w:t xml:space="preserve">11.1.17      .         .        +INF       EPS       </w:t>
      </w:r>
    </w:p>
    <w:p w:rsidR="0062748B" w:rsidRDefault="0062748B" w:rsidP="0062748B">
      <w:r>
        <w:t xml:space="preserve">11.1.18      .         .        +INF       EPS       </w:t>
      </w:r>
    </w:p>
    <w:p w:rsidR="0062748B" w:rsidRDefault="0062748B" w:rsidP="0062748B">
      <w:r>
        <w:t xml:space="preserve">11.1.19      .         .        +INF       EPS       </w:t>
      </w:r>
    </w:p>
    <w:p w:rsidR="0062748B" w:rsidRDefault="0062748B" w:rsidP="0062748B">
      <w:r>
        <w:t xml:space="preserve">11.1.20      .         .        +INF       EPS       </w:t>
      </w:r>
    </w:p>
    <w:p w:rsidR="0062748B" w:rsidRDefault="0062748B" w:rsidP="0062748B">
      <w:r>
        <w:t xml:space="preserve">11.1.21      .         .        +INF       EPS       </w:t>
      </w:r>
    </w:p>
    <w:p w:rsidR="0062748B" w:rsidRDefault="0062748B" w:rsidP="0062748B">
      <w:r>
        <w:t xml:space="preserve">11.1.22      .         .        +INF       EPS       </w:t>
      </w:r>
    </w:p>
    <w:p w:rsidR="0062748B" w:rsidRDefault="0062748B" w:rsidP="0062748B">
      <w:r>
        <w:t xml:space="preserve">11.1.23      .         .        +INF       EPS       </w:t>
      </w:r>
    </w:p>
    <w:p w:rsidR="0062748B" w:rsidRDefault="0062748B" w:rsidP="0062748B">
      <w:r>
        <w:t xml:space="preserve">11.1.24      .         .        +INF       EPS       </w:t>
      </w:r>
    </w:p>
    <w:p w:rsidR="0062748B" w:rsidRDefault="0062748B" w:rsidP="0062748B">
      <w:r>
        <w:t xml:space="preserve">11.1.25      .         .        +INF       EPS       </w:t>
      </w:r>
    </w:p>
    <w:p w:rsidR="0062748B" w:rsidRDefault="0062748B" w:rsidP="0062748B">
      <w:r>
        <w:t xml:space="preserve">11.1.26      .         .        +INF       EPS       </w:t>
      </w:r>
    </w:p>
    <w:p w:rsidR="0062748B" w:rsidRDefault="0062748B" w:rsidP="0062748B">
      <w:r>
        <w:lastRenderedPageBreak/>
        <w:t xml:space="preserve">11.1.27      .         .        +INF       EPS       </w:t>
      </w:r>
    </w:p>
    <w:p w:rsidR="0062748B" w:rsidRDefault="0062748B" w:rsidP="0062748B">
      <w:r>
        <w:t xml:space="preserve">11.1.28      .         .        +INF       EPS       </w:t>
      </w:r>
    </w:p>
    <w:p w:rsidR="0062748B" w:rsidRDefault="0062748B" w:rsidP="0062748B">
      <w:r>
        <w:t xml:space="preserve">11.1.29      .         .        +INF       EPS       </w:t>
      </w:r>
    </w:p>
    <w:p w:rsidR="0062748B" w:rsidRDefault="0062748B" w:rsidP="0062748B">
      <w:r>
        <w:t xml:space="preserve">12.1.1       .         .        +INF       EPS       </w:t>
      </w:r>
    </w:p>
    <w:p w:rsidR="0062748B" w:rsidRDefault="0062748B" w:rsidP="0062748B">
      <w:r>
        <w:t xml:space="preserve">12.1.2       .         .        +INF       EPS       </w:t>
      </w:r>
    </w:p>
    <w:p w:rsidR="0062748B" w:rsidRDefault="0062748B" w:rsidP="0062748B">
      <w:r>
        <w:t xml:space="preserve">12.1.3       .         .        +INF       EPS       </w:t>
      </w:r>
    </w:p>
    <w:p w:rsidR="0062748B" w:rsidRDefault="0062748B" w:rsidP="0062748B">
      <w:r>
        <w:t xml:space="preserve">12.1.4       .         .        +INF       EPS       </w:t>
      </w:r>
    </w:p>
    <w:p w:rsidR="0062748B" w:rsidRDefault="0062748B" w:rsidP="0062748B">
      <w:r>
        <w:t xml:space="preserve">12.1.5       .         .        +INF       EPS       </w:t>
      </w:r>
    </w:p>
    <w:p w:rsidR="0062748B" w:rsidRDefault="0062748B" w:rsidP="0062748B">
      <w:r>
        <w:t xml:space="preserve">12.1.6       .         .        +INF       EPS       </w:t>
      </w:r>
    </w:p>
    <w:p w:rsidR="0062748B" w:rsidRDefault="0062748B" w:rsidP="0062748B">
      <w:r>
        <w:t xml:space="preserve">12.1.7       .         .        +INF       EPS       </w:t>
      </w:r>
    </w:p>
    <w:p w:rsidR="0062748B" w:rsidRDefault="0062748B" w:rsidP="0062748B">
      <w:r>
        <w:t xml:space="preserve">12.1.8       .         .        +INF       EPS       </w:t>
      </w:r>
    </w:p>
    <w:p w:rsidR="0062748B" w:rsidRDefault="0062748B" w:rsidP="0062748B">
      <w:r>
        <w:t xml:space="preserve">12.1.9       .         .        +INF       EPS       </w:t>
      </w:r>
    </w:p>
    <w:p w:rsidR="0062748B" w:rsidRDefault="0062748B" w:rsidP="0062748B">
      <w:r>
        <w:t xml:space="preserve">12.1.10      .         .        +INF       EPS       </w:t>
      </w:r>
    </w:p>
    <w:p w:rsidR="0062748B" w:rsidRDefault="0062748B" w:rsidP="0062748B">
      <w:r>
        <w:t xml:space="preserve">12.1.11      .         .        +INF       EPS       </w:t>
      </w:r>
    </w:p>
    <w:p w:rsidR="0062748B" w:rsidRDefault="0062748B" w:rsidP="0062748B">
      <w:r>
        <w:t xml:space="preserve">12.1.12      .         .        +INF       EPS       </w:t>
      </w:r>
    </w:p>
    <w:p w:rsidR="0062748B" w:rsidRDefault="0062748B" w:rsidP="0062748B">
      <w:r>
        <w:t xml:space="preserve">12.1.13      .         .        +INF       EPS       </w:t>
      </w:r>
    </w:p>
    <w:p w:rsidR="0062748B" w:rsidRDefault="0062748B" w:rsidP="0062748B">
      <w:r>
        <w:t xml:space="preserve">12.1.14      .         .        +INF       EPS       </w:t>
      </w:r>
    </w:p>
    <w:p w:rsidR="0062748B" w:rsidRDefault="0062748B" w:rsidP="0062748B">
      <w:r>
        <w:t xml:space="preserve">12.1.15      .         .        +INF       EPS       </w:t>
      </w:r>
    </w:p>
    <w:p w:rsidR="0062748B" w:rsidRDefault="0062748B" w:rsidP="0062748B">
      <w:r>
        <w:t xml:space="preserve">12.1.16      .         .        +INF       EPS       </w:t>
      </w:r>
    </w:p>
    <w:p w:rsidR="0062748B" w:rsidRDefault="0062748B" w:rsidP="0062748B">
      <w:r>
        <w:t xml:space="preserve">12.1.17      .         .        +INF       EPS       </w:t>
      </w:r>
    </w:p>
    <w:p w:rsidR="0062748B" w:rsidRDefault="0062748B" w:rsidP="0062748B">
      <w:r>
        <w:t xml:space="preserve">12.1.18      .         .        +INF       EPS       </w:t>
      </w:r>
    </w:p>
    <w:p w:rsidR="0062748B" w:rsidRDefault="0062748B" w:rsidP="0062748B">
      <w:r>
        <w:t xml:space="preserve">12.1.19      .         .        +INF       EPS       </w:t>
      </w:r>
    </w:p>
    <w:p w:rsidR="0062748B" w:rsidRDefault="0062748B" w:rsidP="0062748B">
      <w:r>
        <w:t xml:space="preserve">12.1.20      .         .        +INF       EPS       </w:t>
      </w:r>
    </w:p>
    <w:p w:rsidR="0062748B" w:rsidRDefault="0062748B" w:rsidP="0062748B">
      <w:r>
        <w:t xml:space="preserve">12.1.21      .         .        +INF       EPS       </w:t>
      </w:r>
    </w:p>
    <w:p w:rsidR="0062748B" w:rsidRDefault="0062748B" w:rsidP="0062748B">
      <w:r>
        <w:t xml:space="preserve">12.1.22      .         .        +INF       EPS       </w:t>
      </w:r>
    </w:p>
    <w:p w:rsidR="0062748B" w:rsidRDefault="0062748B" w:rsidP="0062748B">
      <w:r>
        <w:lastRenderedPageBreak/>
        <w:t xml:space="preserve">12.1.23      .         .        +INF       EPS       </w:t>
      </w:r>
    </w:p>
    <w:p w:rsidR="0062748B" w:rsidRDefault="0062748B" w:rsidP="0062748B">
      <w:r>
        <w:t xml:space="preserve">12.1.24      .         .        +INF       EPS       </w:t>
      </w:r>
    </w:p>
    <w:p w:rsidR="0062748B" w:rsidRDefault="0062748B" w:rsidP="0062748B">
      <w:r>
        <w:t xml:space="preserve">12.1.25      .         .        +INF       EPS       </w:t>
      </w:r>
    </w:p>
    <w:p w:rsidR="0062748B" w:rsidRDefault="0062748B" w:rsidP="0062748B">
      <w:r>
        <w:t xml:space="preserve">12.1.26      .         .        +INF       EPS       </w:t>
      </w:r>
    </w:p>
    <w:p w:rsidR="0062748B" w:rsidRDefault="0062748B" w:rsidP="0062748B">
      <w:r>
        <w:t xml:space="preserve">12.1.27      .         .        +INF       EPS       </w:t>
      </w:r>
    </w:p>
    <w:p w:rsidR="0062748B" w:rsidRDefault="0062748B" w:rsidP="0062748B">
      <w:r>
        <w:t xml:space="preserve">12.1.28      .         .        +INF       EPS       </w:t>
      </w:r>
    </w:p>
    <w:p w:rsidR="0062748B" w:rsidRDefault="0062748B" w:rsidP="0062748B">
      <w:r>
        <w:t xml:space="preserve">12.1.29      .         .        +INF       EPS       </w:t>
      </w:r>
    </w:p>
    <w:p w:rsidR="0062748B" w:rsidRDefault="0062748B" w:rsidP="0062748B">
      <w:r>
        <w:t xml:space="preserve">13.1.1       .         .        +INF       EPS       </w:t>
      </w:r>
    </w:p>
    <w:p w:rsidR="0062748B" w:rsidRDefault="0062748B" w:rsidP="0062748B">
      <w:r>
        <w:t xml:space="preserve">13.1.2       .         .        +INF       EPS       </w:t>
      </w:r>
    </w:p>
    <w:p w:rsidR="0062748B" w:rsidRDefault="0062748B" w:rsidP="0062748B">
      <w:r>
        <w:t xml:space="preserve">13.1.3       .         .        +INF       EPS       </w:t>
      </w:r>
    </w:p>
    <w:p w:rsidR="0062748B" w:rsidRDefault="0062748B" w:rsidP="0062748B">
      <w:r>
        <w:t xml:space="preserve">13.1.4       .         .        +INF       EPS       </w:t>
      </w:r>
    </w:p>
    <w:p w:rsidR="0062748B" w:rsidRDefault="0062748B" w:rsidP="0062748B">
      <w:r>
        <w:t xml:space="preserve">13.1.5       .         .        +INF       EPS       </w:t>
      </w:r>
    </w:p>
    <w:p w:rsidR="0062748B" w:rsidRDefault="0062748B" w:rsidP="0062748B">
      <w:r>
        <w:t xml:space="preserve">13.1.6       .         .        +INF       EPS       </w:t>
      </w:r>
    </w:p>
    <w:p w:rsidR="0062748B" w:rsidRDefault="0062748B" w:rsidP="0062748B">
      <w:r>
        <w:t xml:space="preserve">13.1.7       .         .        +INF       EPS       </w:t>
      </w:r>
    </w:p>
    <w:p w:rsidR="0062748B" w:rsidRDefault="0062748B" w:rsidP="0062748B">
      <w:r>
        <w:t xml:space="preserve">13.1.8       .         .        +INF       EPS       </w:t>
      </w:r>
    </w:p>
    <w:p w:rsidR="0062748B" w:rsidRDefault="0062748B" w:rsidP="0062748B">
      <w:r>
        <w:t xml:space="preserve">13.1.9       .         .        +INF       EPS       </w:t>
      </w:r>
    </w:p>
    <w:p w:rsidR="0062748B" w:rsidRDefault="0062748B" w:rsidP="0062748B">
      <w:r>
        <w:t xml:space="preserve">13.1.10      .         .        +INF       EPS       </w:t>
      </w:r>
    </w:p>
    <w:p w:rsidR="0062748B" w:rsidRDefault="0062748B" w:rsidP="0062748B">
      <w:r>
        <w:t xml:space="preserve">13.1.11      .         .        +INF       EPS       </w:t>
      </w:r>
    </w:p>
    <w:p w:rsidR="0062748B" w:rsidRDefault="0062748B" w:rsidP="0062748B">
      <w:r>
        <w:t xml:space="preserve">13.1.12      .         .        +INF       EPS       </w:t>
      </w:r>
    </w:p>
    <w:p w:rsidR="0062748B" w:rsidRDefault="0062748B" w:rsidP="0062748B">
      <w:r>
        <w:t xml:space="preserve">13.1.13      .         .        +INF       EPS       </w:t>
      </w:r>
    </w:p>
    <w:p w:rsidR="0062748B" w:rsidRDefault="0062748B" w:rsidP="0062748B">
      <w:r>
        <w:t xml:space="preserve">13.1.14      .         .        +INF       EPS       </w:t>
      </w:r>
    </w:p>
    <w:p w:rsidR="0062748B" w:rsidRDefault="0062748B" w:rsidP="0062748B">
      <w:r>
        <w:t xml:space="preserve">13.1.15      .         .        +INF       EPS       </w:t>
      </w:r>
    </w:p>
    <w:p w:rsidR="0062748B" w:rsidRDefault="0062748B" w:rsidP="0062748B">
      <w:r>
        <w:t xml:space="preserve">13.1.16      .         .        +INF       EPS       </w:t>
      </w:r>
    </w:p>
    <w:p w:rsidR="0062748B" w:rsidRDefault="0062748B" w:rsidP="0062748B">
      <w:r>
        <w:t xml:space="preserve">13.1.17      .         .        +INF       EPS       </w:t>
      </w:r>
    </w:p>
    <w:p w:rsidR="0062748B" w:rsidRDefault="0062748B" w:rsidP="0062748B">
      <w:r>
        <w:t xml:space="preserve">13.1.18      .         .        +INF       EPS       </w:t>
      </w:r>
    </w:p>
    <w:p w:rsidR="0062748B" w:rsidRDefault="0062748B" w:rsidP="0062748B">
      <w:r>
        <w:lastRenderedPageBreak/>
        <w:t xml:space="preserve">13.1.19      .         .        +INF       EPS       </w:t>
      </w:r>
    </w:p>
    <w:p w:rsidR="0062748B" w:rsidRDefault="0062748B" w:rsidP="0062748B">
      <w:r>
        <w:t xml:space="preserve">13.1.20      .         .        +INF       EPS       </w:t>
      </w:r>
    </w:p>
    <w:p w:rsidR="0062748B" w:rsidRDefault="0062748B" w:rsidP="0062748B">
      <w:r>
        <w:t xml:space="preserve">13.1.21      .         .        +INF       EPS       </w:t>
      </w:r>
    </w:p>
    <w:p w:rsidR="0062748B" w:rsidRDefault="0062748B" w:rsidP="0062748B">
      <w:r>
        <w:t xml:space="preserve">13.1.22      .         .        +INF       EPS       </w:t>
      </w:r>
    </w:p>
    <w:p w:rsidR="0062748B" w:rsidRDefault="0062748B" w:rsidP="0062748B">
      <w:r>
        <w:t xml:space="preserve">13.1.23      .         .        +INF       EPS       </w:t>
      </w:r>
    </w:p>
    <w:p w:rsidR="0062748B" w:rsidRDefault="0062748B" w:rsidP="0062748B">
      <w:r>
        <w:t xml:space="preserve">13.1.24      .         .        +INF       EPS       </w:t>
      </w:r>
    </w:p>
    <w:p w:rsidR="0062748B" w:rsidRDefault="0062748B" w:rsidP="0062748B">
      <w:r>
        <w:t xml:space="preserve">13.1.25      .         .        +INF       EPS       </w:t>
      </w:r>
    </w:p>
    <w:p w:rsidR="0062748B" w:rsidRDefault="0062748B" w:rsidP="0062748B">
      <w:r>
        <w:t xml:space="preserve">13.1.26      .         .        +INF       EPS       </w:t>
      </w:r>
    </w:p>
    <w:p w:rsidR="0062748B" w:rsidRDefault="0062748B" w:rsidP="0062748B">
      <w:r>
        <w:t xml:space="preserve">13.1.27      .         .        +INF       EPS       </w:t>
      </w:r>
    </w:p>
    <w:p w:rsidR="0062748B" w:rsidRDefault="0062748B" w:rsidP="0062748B">
      <w:r>
        <w:t xml:space="preserve">13.1.28      .         .        +INF       EPS       </w:t>
      </w:r>
    </w:p>
    <w:p w:rsidR="0062748B" w:rsidRDefault="0062748B" w:rsidP="0062748B">
      <w:r>
        <w:t xml:space="preserve">13.1.29      .         .        +INF       EPS       </w:t>
      </w:r>
    </w:p>
    <w:p w:rsidR="0062748B" w:rsidRDefault="0062748B" w:rsidP="0062748B">
      <w:r>
        <w:t xml:space="preserve">14.1.1       .         .        +INF       EPS       </w:t>
      </w:r>
    </w:p>
    <w:p w:rsidR="0062748B" w:rsidRDefault="0062748B" w:rsidP="0062748B">
      <w:r>
        <w:t xml:space="preserve">14.1.2       .         .        +INF       EPS       </w:t>
      </w:r>
    </w:p>
    <w:p w:rsidR="0062748B" w:rsidRDefault="0062748B" w:rsidP="0062748B">
      <w:r>
        <w:t xml:space="preserve">14.1.3       .         .        +INF       EPS       </w:t>
      </w:r>
    </w:p>
    <w:p w:rsidR="0062748B" w:rsidRDefault="0062748B" w:rsidP="0062748B">
      <w:r>
        <w:t xml:space="preserve">14.1.4       .         .        +INF       EPS       </w:t>
      </w:r>
    </w:p>
    <w:p w:rsidR="0062748B" w:rsidRDefault="0062748B" w:rsidP="0062748B">
      <w:r>
        <w:t xml:space="preserve">14.1.5       .         .        +INF       EPS       </w:t>
      </w:r>
    </w:p>
    <w:p w:rsidR="0062748B" w:rsidRDefault="0062748B" w:rsidP="0062748B">
      <w:r>
        <w:t xml:space="preserve">14.1.6       .         .        +INF       EPS       </w:t>
      </w:r>
    </w:p>
    <w:p w:rsidR="0062748B" w:rsidRDefault="0062748B" w:rsidP="0062748B">
      <w:r>
        <w:t xml:space="preserve">14.1.7       .         .        +INF       EPS       </w:t>
      </w:r>
    </w:p>
    <w:p w:rsidR="0062748B" w:rsidRDefault="0062748B" w:rsidP="0062748B">
      <w:r>
        <w:t xml:space="preserve">14.1.8       .         .        +INF       EPS       </w:t>
      </w:r>
    </w:p>
    <w:p w:rsidR="0062748B" w:rsidRDefault="0062748B" w:rsidP="0062748B">
      <w:r>
        <w:t xml:space="preserve">14.1.9       .         .        +INF       EPS       </w:t>
      </w:r>
    </w:p>
    <w:p w:rsidR="0062748B" w:rsidRDefault="0062748B" w:rsidP="0062748B">
      <w:r>
        <w:t xml:space="preserve">14.1.10      .         .        +INF       EPS       </w:t>
      </w:r>
    </w:p>
    <w:p w:rsidR="0062748B" w:rsidRDefault="0062748B" w:rsidP="0062748B">
      <w:r>
        <w:t xml:space="preserve">14.1.11      .         .        +INF       EPS       </w:t>
      </w:r>
    </w:p>
    <w:p w:rsidR="0062748B" w:rsidRDefault="0062748B" w:rsidP="0062748B">
      <w:r>
        <w:t xml:space="preserve">14.1.12      .         .        +INF       EPS       </w:t>
      </w:r>
    </w:p>
    <w:p w:rsidR="0062748B" w:rsidRDefault="0062748B" w:rsidP="0062748B">
      <w:r>
        <w:t xml:space="preserve">14.1.13      .         .        +INF       EPS       </w:t>
      </w:r>
    </w:p>
    <w:p w:rsidR="0062748B" w:rsidRDefault="0062748B" w:rsidP="0062748B">
      <w:r>
        <w:t xml:space="preserve">14.1.14      .         .        +INF       EPS       </w:t>
      </w:r>
    </w:p>
    <w:p w:rsidR="0062748B" w:rsidRDefault="0062748B" w:rsidP="0062748B">
      <w:r>
        <w:lastRenderedPageBreak/>
        <w:t xml:space="preserve">14.1.15      .         .        +INF       EPS       </w:t>
      </w:r>
    </w:p>
    <w:p w:rsidR="0062748B" w:rsidRDefault="0062748B" w:rsidP="0062748B">
      <w:r>
        <w:t xml:space="preserve">14.1.16      .         .        +INF       EPS       </w:t>
      </w:r>
    </w:p>
    <w:p w:rsidR="0062748B" w:rsidRDefault="0062748B" w:rsidP="0062748B">
      <w:r>
        <w:t xml:space="preserve">14.1.17      .         .        +INF       EPS       </w:t>
      </w:r>
    </w:p>
    <w:p w:rsidR="0062748B" w:rsidRDefault="0062748B" w:rsidP="0062748B">
      <w:r>
        <w:t xml:space="preserve">14.1.18      .         .        +INF       EPS       </w:t>
      </w:r>
    </w:p>
    <w:p w:rsidR="0062748B" w:rsidRDefault="0062748B" w:rsidP="0062748B">
      <w:r>
        <w:t xml:space="preserve">14.1.19      .         .        +INF       EPS       </w:t>
      </w:r>
    </w:p>
    <w:p w:rsidR="0062748B" w:rsidRDefault="0062748B" w:rsidP="0062748B">
      <w:r>
        <w:t xml:space="preserve">14.1.20      .         .        +INF       EPS       </w:t>
      </w:r>
    </w:p>
    <w:p w:rsidR="0062748B" w:rsidRDefault="0062748B" w:rsidP="0062748B">
      <w:r>
        <w:t xml:space="preserve">14.1.21      .         .        +INF       EPS       </w:t>
      </w:r>
    </w:p>
    <w:p w:rsidR="0062748B" w:rsidRDefault="0062748B" w:rsidP="0062748B">
      <w:r>
        <w:t xml:space="preserve">14.1.22      .         .        +INF       EPS       </w:t>
      </w:r>
    </w:p>
    <w:p w:rsidR="0062748B" w:rsidRDefault="0062748B" w:rsidP="0062748B">
      <w:r>
        <w:t xml:space="preserve">14.1.23      .         .        +INF       EPS       </w:t>
      </w:r>
    </w:p>
    <w:p w:rsidR="0062748B" w:rsidRDefault="0062748B" w:rsidP="0062748B">
      <w:r>
        <w:t xml:space="preserve">14.1.24      .         .        +INF       EPS       </w:t>
      </w:r>
    </w:p>
    <w:p w:rsidR="0062748B" w:rsidRDefault="0062748B" w:rsidP="0062748B">
      <w:r>
        <w:t xml:space="preserve">14.1.25      .         .        +INF       EPS       </w:t>
      </w:r>
    </w:p>
    <w:p w:rsidR="0062748B" w:rsidRDefault="0062748B" w:rsidP="0062748B">
      <w:r>
        <w:t xml:space="preserve">14.1.26      .         .        +INF       EPS       </w:t>
      </w:r>
    </w:p>
    <w:p w:rsidR="0062748B" w:rsidRDefault="0062748B" w:rsidP="0062748B">
      <w:r>
        <w:t xml:space="preserve">14.1.27      .         .        +INF       EPS       </w:t>
      </w:r>
    </w:p>
    <w:p w:rsidR="0062748B" w:rsidRDefault="0062748B" w:rsidP="0062748B">
      <w:r>
        <w:t xml:space="preserve">14.1.28      .         .        +INF       EPS       </w:t>
      </w:r>
    </w:p>
    <w:p w:rsidR="0062748B" w:rsidRDefault="0062748B" w:rsidP="0062748B">
      <w:r>
        <w:t xml:space="preserve">14.1.29      .         .        +INF       EPS       </w:t>
      </w:r>
    </w:p>
    <w:p w:rsidR="0062748B" w:rsidRDefault="0062748B" w:rsidP="0062748B">
      <w:r>
        <w:t xml:space="preserve">15.1.1       .         .        +INF       EPS       </w:t>
      </w:r>
    </w:p>
    <w:p w:rsidR="0062748B" w:rsidRDefault="0062748B" w:rsidP="0062748B">
      <w:r>
        <w:t xml:space="preserve">15.1.2       .         .        +INF       EPS       </w:t>
      </w:r>
    </w:p>
    <w:p w:rsidR="0062748B" w:rsidRDefault="0062748B" w:rsidP="0062748B">
      <w:r>
        <w:t xml:space="preserve">15.1.3       .         .        +INF       EPS       </w:t>
      </w:r>
    </w:p>
    <w:p w:rsidR="0062748B" w:rsidRDefault="0062748B" w:rsidP="0062748B">
      <w:r>
        <w:t xml:space="preserve">15.1.4       .         .        +INF       EPS       </w:t>
      </w:r>
    </w:p>
    <w:p w:rsidR="0062748B" w:rsidRDefault="0062748B" w:rsidP="0062748B">
      <w:r>
        <w:t xml:space="preserve">15.1.5       .         .        +INF       EPS       </w:t>
      </w:r>
    </w:p>
    <w:p w:rsidR="0062748B" w:rsidRDefault="0062748B" w:rsidP="0062748B">
      <w:r>
        <w:t xml:space="preserve">15.1.6       .         .        +INF       EPS       </w:t>
      </w:r>
    </w:p>
    <w:p w:rsidR="0062748B" w:rsidRDefault="0062748B" w:rsidP="0062748B">
      <w:r>
        <w:t xml:space="preserve">15.1.7       .         .        +INF       EPS       </w:t>
      </w:r>
    </w:p>
    <w:p w:rsidR="0062748B" w:rsidRDefault="0062748B" w:rsidP="0062748B">
      <w:r>
        <w:t xml:space="preserve">15.1.8       .         .        +INF       EPS       </w:t>
      </w:r>
    </w:p>
    <w:p w:rsidR="0062748B" w:rsidRDefault="0062748B" w:rsidP="0062748B">
      <w:r>
        <w:t xml:space="preserve">15.1.9       .         .        +INF       EPS       </w:t>
      </w:r>
    </w:p>
    <w:p w:rsidR="0062748B" w:rsidRDefault="0062748B" w:rsidP="0062748B">
      <w:r>
        <w:t xml:space="preserve">15.1.10      .         .        +INF       EPS       </w:t>
      </w:r>
    </w:p>
    <w:p w:rsidR="0062748B" w:rsidRDefault="0062748B" w:rsidP="0062748B">
      <w:r>
        <w:lastRenderedPageBreak/>
        <w:t xml:space="preserve">15.1.11      .         .        +INF       EPS       </w:t>
      </w:r>
    </w:p>
    <w:p w:rsidR="0062748B" w:rsidRDefault="0062748B" w:rsidP="0062748B">
      <w:r>
        <w:t xml:space="preserve">15.1.12      .         .        +INF       EPS       </w:t>
      </w:r>
    </w:p>
    <w:p w:rsidR="0062748B" w:rsidRDefault="0062748B" w:rsidP="0062748B">
      <w:r>
        <w:t xml:space="preserve">15.1.13      .         .        +INF       EPS       </w:t>
      </w:r>
    </w:p>
    <w:p w:rsidR="0062748B" w:rsidRDefault="0062748B" w:rsidP="0062748B">
      <w:r>
        <w:t xml:space="preserve">15.1.14      .         .        +INF       EPS       </w:t>
      </w:r>
    </w:p>
    <w:p w:rsidR="0062748B" w:rsidRDefault="0062748B" w:rsidP="0062748B">
      <w:r>
        <w:t xml:space="preserve">15.1.15      .         .        +INF       EPS       </w:t>
      </w:r>
    </w:p>
    <w:p w:rsidR="0062748B" w:rsidRDefault="0062748B" w:rsidP="0062748B">
      <w:r>
        <w:t xml:space="preserve">15.1.16      .         .        +INF       EPS       </w:t>
      </w:r>
    </w:p>
    <w:p w:rsidR="0062748B" w:rsidRDefault="0062748B" w:rsidP="0062748B">
      <w:r>
        <w:t xml:space="preserve">15.1.17      .         .        +INF       EPS       </w:t>
      </w:r>
    </w:p>
    <w:p w:rsidR="0062748B" w:rsidRDefault="0062748B" w:rsidP="0062748B">
      <w:r>
        <w:t xml:space="preserve">15.1.18      .         .        +INF       EPS       </w:t>
      </w:r>
    </w:p>
    <w:p w:rsidR="0062748B" w:rsidRDefault="0062748B" w:rsidP="0062748B">
      <w:r>
        <w:t xml:space="preserve">15.1.19      .         .        +INF       EPS       </w:t>
      </w:r>
    </w:p>
    <w:p w:rsidR="0062748B" w:rsidRDefault="0062748B" w:rsidP="0062748B">
      <w:r>
        <w:t xml:space="preserve">15.1.20      .         .        +INF       EPS       </w:t>
      </w:r>
    </w:p>
    <w:p w:rsidR="0062748B" w:rsidRDefault="0062748B" w:rsidP="0062748B">
      <w:r>
        <w:t xml:space="preserve">15.1.21      .         .        +INF       EPS       </w:t>
      </w:r>
    </w:p>
    <w:p w:rsidR="0062748B" w:rsidRDefault="0062748B" w:rsidP="0062748B">
      <w:r>
        <w:t xml:space="preserve">15.1.22      .         .        +INF       EPS       </w:t>
      </w:r>
    </w:p>
    <w:p w:rsidR="0062748B" w:rsidRDefault="0062748B" w:rsidP="0062748B">
      <w:r>
        <w:t xml:space="preserve">15.1.23      .         .        +INF       EPS       </w:t>
      </w:r>
    </w:p>
    <w:p w:rsidR="0062748B" w:rsidRDefault="0062748B" w:rsidP="0062748B">
      <w:r>
        <w:t xml:space="preserve">15.1.24      .         .        +INF       EPS       </w:t>
      </w:r>
    </w:p>
    <w:p w:rsidR="0062748B" w:rsidRDefault="0062748B" w:rsidP="0062748B">
      <w:r>
        <w:t xml:space="preserve">15.1.25      .         .        +INF       EPS       </w:t>
      </w:r>
    </w:p>
    <w:p w:rsidR="0062748B" w:rsidRDefault="0062748B" w:rsidP="0062748B">
      <w:r>
        <w:t xml:space="preserve">15.1.26      .         .        +INF       EPS       </w:t>
      </w:r>
    </w:p>
    <w:p w:rsidR="0062748B" w:rsidRDefault="0062748B" w:rsidP="0062748B">
      <w:r>
        <w:t xml:space="preserve">15.1.27      .         .        +INF       EPS       </w:t>
      </w:r>
    </w:p>
    <w:p w:rsidR="0062748B" w:rsidRDefault="0062748B" w:rsidP="0062748B">
      <w:r>
        <w:t xml:space="preserve">15.1.28      .         .        +INF       EPS       </w:t>
      </w:r>
    </w:p>
    <w:p w:rsidR="0062748B" w:rsidRDefault="0062748B" w:rsidP="0062748B">
      <w:r>
        <w:t xml:space="preserve">15.1.29      .         .        +INF       EPS       </w:t>
      </w:r>
    </w:p>
    <w:p w:rsidR="0062748B" w:rsidRDefault="0062748B" w:rsidP="0062748B">
      <w:r>
        <w:t xml:space="preserve">16.1.1       .         .        +INF       EPS       </w:t>
      </w:r>
    </w:p>
    <w:p w:rsidR="0062748B" w:rsidRDefault="0062748B" w:rsidP="0062748B">
      <w:r>
        <w:t xml:space="preserve">16.1.2       .         .        +INF       EPS       </w:t>
      </w:r>
    </w:p>
    <w:p w:rsidR="0062748B" w:rsidRDefault="0062748B" w:rsidP="0062748B">
      <w:r>
        <w:t xml:space="preserve">16.1.3       .         .        +INF       EPS       </w:t>
      </w:r>
    </w:p>
    <w:p w:rsidR="0062748B" w:rsidRDefault="0062748B" w:rsidP="0062748B">
      <w:r>
        <w:t xml:space="preserve">16.1.4       .         .        +INF       EPS       </w:t>
      </w:r>
    </w:p>
    <w:p w:rsidR="0062748B" w:rsidRDefault="0062748B" w:rsidP="0062748B">
      <w:r>
        <w:t xml:space="preserve">16.1.5       .         .        +INF       EPS       </w:t>
      </w:r>
    </w:p>
    <w:p w:rsidR="0062748B" w:rsidRDefault="0062748B" w:rsidP="0062748B">
      <w:r>
        <w:t xml:space="preserve">16.1.6       .         .        +INF       EPS       </w:t>
      </w:r>
    </w:p>
    <w:p w:rsidR="0062748B" w:rsidRDefault="0062748B" w:rsidP="0062748B">
      <w:r>
        <w:lastRenderedPageBreak/>
        <w:t xml:space="preserve">16.1.7       .         .        +INF       EPS       </w:t>
      </w:r>
    </w:p>
    <w:p w:rsidR="0062748B" w:rsidRDefault="0062748B" w:rsidP="0062748B">
      <w:r>
        <w:t xml:space="preserve">16.1.8       .         .        +INF       EPS       </w:t>
      </w:r>
    </w:p>
    <w:p w:rsidR="0062748B" w:rsidRDefault="0062748B" w:rsidP="0062748B">
      <w:r>
        <w:t xml:space="preserve">16.1.9       .         .        +INF       EPS       </w:t>
      </w:r>
    </w:p>
    <w:p w:rsidR="0062748B" w:rsidRDefault="0062748B" w:rsidP="0062748B">
      <w:r>
        <w:t xml:space="preserve">16.1.10      .         .        +INF       EPS       </w:t>
      </w:r>
    </w:p>
    <w:p w:rsidR="0062748B" w:rsidRDefault="0062748B" w:rsidP="0062748B">
      <w:r>
        <w:t xml:space="preserve">16.1.11      .         .        +INF       EPS       </w:t>
      </w:r>
    </w:p>
    <w:p w:rsidR="0062748B" w:rsidRDefault="0062748B" w:rsidP="0062748B">
      <w:r>
        <w:t xml:space="preserve">16.1.12      .         .        +INF       EPS       </w:t>
      </w:r>
    </w:p>
    <w:p w:rsidR="0062748B" w:rsidRDefault="0062748B" w:rsidP="0062748B">
      <w:r>
        <w:t xml:space="preserve">16.1.13      .         .        +INF       EPS       </w:t>
      </w:r>
    </w:p>
    <w:p w:rsidR="0062748B" w:rsidRDefault="0062748B" w:rsidP="0062748B">
      <w:r>
        <w:t xml:space="preserve">16.1.14      .         .        +INF       EPS       </w:t>
      </w:r>
    </w:p>
    <w:p w:rsidR="0062748B" w:rsidRDefault="0062748B" w:rsidP="0062748B">
      <w:r>
        <w:t xml:space="preserve">16.1.15      .         .        +INF       EPS       </w:t>
      </w:r>
    </w:p>
    <w:p w:rsidR="0062748B" w:rsidRDefault="0062748B" w:rsidP="0062748B">
      <w:r>
        <w:t xml:space="preserve">16.1.16      .         .        +INF       EPS       </w:t>
      </w:r>
    </w:p>
    <w:p w:rsidR="0062748B" w:rsidRDefault="0062748B" w:rsidP="0062748B">
      <w:r>
        <w:t xml:space="preserve">16.1.17      .         .        +INF       EPS       </w:t>
      </w:r>
    </w:p>
    <w:p w:rsidR="0062748B" w:rsidRDefault="0062748B" w:rsidP="0062748B">
      <w:r>
        <w:t xml:space="preserve">16.1.18      .         .        +INF       EPS       </w:t>
      </w:r>
    </w:p>
    <w:p w:rsidR="0062748B" w:rsidRDefault="0062748B" w:rsidP="0062748B">
      <w:r>
        <w:t xml:space="preserve">16.1.19      .         .        +INF       EPS       </w:t>
      </w:r>
    </w:p>
    <w:p w:rsidR="0062748B" w:rsidRDefault="0062748B" w:rsidP="0062748B">
      <w:r>
        <w:t xml:space="preserve">16.1.20      .         .        +INF       EPS       </w:t>
      </w:r>
    </w:p>
    <w:p w:rsidR="0062748B" w:rsidRDefault="0062748B" w:rsidP="0062748B">
      <w:r>
        <w:t xml:space="preserve">16.1.21      .         .        +INF       EPS       </w:t>
      </w:r>
    </w:p>
    <w:p w:rsidR="0062748B" w:rsidRDefault="0062748B" w:rsidP="0062748B">
      <w:r>
        <w:t xml:space="preserve">16.1.22      .         .        +INF       EPS       </w:t>
      </w:r>
    </w:p>
    <w:p w:rsidR="0062748B" w:rsidRDefault="0062748B" w:rsidP="0062748B">
      <w:r>
        <w:t xml:space="preserve">16.1.23      .         .        +INF       EPS       </w:t>
      </w:r>
    </w:p>
    <w:p w:rsidR="0062748B" w:rsidRDefault="0062748B" w:rsidP="0062748B">
      <w:r>
        <w:t xml:space="preserve">16.1.24      .         .        +INF       EPS       </w:t>
      </w:r>
    </w:p>
    <w:p w:rsidR="0062748B" w:rsidRDefault="0062748B" w:rsidP="0062748B">
      <w:r>
        <w:t xml:space="preserve">16.1.25      .         .        +INF       EPS       </w:t>
      </w:r>
    </w:p>
    <w:p w:rsidR="0062748B" w:rsidRDefault="0062748B" w:rsidP="0062748B">
      <w:r>
        <w:t xml:space="preserve">16.1.26      .         .        +INF       EPS       </w:t>
      </w:r>
    </w:p>
    <w:p w:rsidR="0062748B" w:rsidRDefault="0062748B" w:rsidP="0062748B">
      <w:r>
        <w:t xml:space="preserve">16.1.27      .         .        +INF       EPS       </w:t>
      </w:r>
    </w:p>
    <w:p w:rsidR="0062748B" w:rsidRDefault="0062748B" w:rsidP="0062748B">
      <w:r>
        <w:t xml:space="preserve">16.1.28      .         .        +INF       EPS       </w:t>
      </w:r>
    </w:p>
    <w:p w:rsidR="0062748B" w:rsidRDefault="0062748B" w:rsidP="0062748B">
      <w:r>
        <w:t xml:space="preserve">16.1.29      .         .        +INF       EPS       </w:t>
      </w:r>
    </w:p>
    <w:p w:rsidR="0062748B" w:rsidRDefault="0062748B" w:rsidP="0062748B">
      <w:r>
        <w:t xml:space="preserve">17.1.1       .         .        +INF       EPS       </w:t>
      </w:r>
    </w:p>
    <w:p w:rsidR="0062748B" w:rsidRDefault="0062748B" w:rsidP="0062748B">
      <w:r>
        <w:t xml:space="preserve">17.1.2       .         .        +INF       EPS       </w:t>
      </w:r>
    </w:p>
    <w:p w:rsidR="0062748B" w:rsidRDefault="0062748B" w:rsidP="0062748B">
      <w:r>
        <w:lastRenderedPageBreak/>
        <w:t xml:space="preserve">17.1.3       .         .        +INF       EPS       </w:t>
      </w:r>
    </w:p>
    <w:p w:rsidR="0062748B" w:rsidRDefault="0062748B" w:rsidP="0062748B">
      <w:r>
        <w:t xml:space="preserve">17.1.4       .         .        +INF       EPS       </w:t>
      </w:r>
    </w:p>
    <w:p w:rsidR="0062748B" w:rsidRDefault="0062748B" w:rsidP="0062748B">
      <w:r>
        <w:t xml:space="preserve">17.1.5       .         .        +INF       EPS       </w:t>
      </w:r>
    </w:p>
    <w:p w:rsidR="0062748B" w:rsidRDefault="0062748B" w:rsidP="0062748B">
      <w:r>
        <w:t xml:space="preserve">17.1.6       .         .        +INF       EPS       </w:t>
      </w:r>
    </w:p>
    <w:p w:rsidR="0062748B" w:rsidRDefault="0062748B" w:rsidP="0062748B">
      <w:r>
        <w:t xml:space="preserve">17.1.7       .         .        +INF       EPS       </w:t>
      </w:r>
    </w:p>
    <w:p w:rsidR="0062748B" w:rsidRDefault="0062748B" w:rsidP="0062748B">
      <w:r>
        <w:t xml:space="preserve">17.1.8       .         .        +INF       EPS       </w:t>
      </w:r>
    </w:p>
    <w:p w:rsidR="0062748B" w:rsidRDefault="0062748B" w:rsidP="0062748B">
      <w:r>
        <w:t xml:space="preserve">17.1.9       .         .        +INF       EPS       </w:t>
      </w:r>
    </w:p>
    <w:p w:rsidR="0062748B" w:rsidRDefault="0062748B" w:rsidP="0062748B">
      <w:r>
        <w:t xml:space="preserve">17.1.10      .         .        +INF       EPS       </w:t>
      </w:r>
    </w:p>
    <w:p w:rsidR="0062748B" w:rsidRDefault="0062748B" w:rsidP="0062748B">
      <w:r>
        <w:t xml:space="preserve">17.1.11      .         .        +INF       EPS       </w:t>
      </w:r>
    </w:p>
    <w:p w:rsidR="0062748B" w:rsidRDefault="0062748B" w:rsidP="0062748B">
      <w:r>
        <w:t xml:space="preserve">17.1.12      .         .        +INF       EPS       </w:t>
      </w:r>
    </w:p>
    <w:p w:rsidR="0062748B" w:rsidRDefault="0062748B" w:rsidP="0062748B">
      <w:r>
        <w:t xml:space="preserve">17.1.13      .         .        +INF       EPS       </w:t>
      </w:r>
    </w:p>
    <w:p w:rsidR="0062748B" w:rsidRDefault="0062748B" w:rsidP="0062748B">
      <w:r>
        <w:t xml:space="preserve">17.1.14      .         .        +INF       EPS       </w:t>
      </w:r>
    </w:p>
    <w:p w:rsidR="0062748B" w:rsidRDefault="0062748B" w:rsidP="0062748B">
      <w:r>
        <w:t xml:space="preserve">17.1.15      .         .        +INF       EPS       </w:t>
      </w:r>
    </w:p>
    <w:p w:rsidR="0062748B" w:rsidRDefault="0062748B" w:rsidP="0062748B">
      <w:r>
        <w:t xml:space="preserve">17.1.16      .         .        +INF       EPS       </w:t>
      </w:r>
    </w:p>
    <w:p w:rsidR="0062748B" w:rsidRDefault="0062748B" w:rsidP="0062748B">
      <w:r>
        <w:t xml:space="preserve">17.1.17      .         .        +INF       EPS       </w:t>
      </w:r>
    </w:p>
    <w:p w:rsidR="0062748B" w:rsidRDefault="0062748B" w:rsidP="0062748B">
      <w:r>
        <w:t xml:space="preserve">17.1.18      .         .        +INF       EPS       </w:t>
      </w:r>
    </w:p>
    <w:p w:rsidR="0062748B" w:rsidRDefault="0062748B" w:rsidP="0062748B">
      <w:r>
        <w:t xml:space="preserve">17.1.19      .         .        +INF       EPS       </w:t>
      </w:r>
    </w:p>
    <w:p w:rsidR="0062748B" w:rsidRDefault="0062748B" w:rsidP="0062748B">
      <w:r>
        <w:t xml:space="preserve">17.1.20      .         .        +INF       EPS       </w:t>
      </w:r>
    </w:p>
    <w:p w:rsidR="0062748B" w:rsidRDefault="0062748B" w:rsidP="0062748B">
      <w:r>
        <w:t xml:space="preserve">17.1.21      .         .        +INF       EPS       </w:t>
      </w:r>
    </w:p>
    <w:p w:rsidR="0062748B" w:rsidRDefault="0062748B" w:rsidP="0062748B">
      <w:r>
        <w:t xml:space="preserve">17.1.22      .         .        +INF       EPS       </w:t>
      </w:r>
    </w:p>
    <w:p w:rsidR="0062748B" w:rsidRDefault="0062748B" w:rsidP="0062748B">
      <w:r>
        <w:t xml:space="preserve">17.1.23      .         .        +INF       EPS       </w:t>
      </w:r>
    </w:p>
    <w:p w:rsidR="0062748B" w:rsidRDefault="0062748B" w:rsidP="0062748B">
      <w:r>
        <w:t xml:space="preserve">17.1.24      .         .        +INF       EPS       </w:t>
      </w:r>
    </w:p>
    <w:p w:rsidR="0062748B" w:rsidRDefault="0062748B" w:rsidP="0062748B">
      <w:r>
        <w:t xml:space="preserve">17.1.25      .         .        +INF       EPS       </w:t>
      </w:r>
    </w:p>
    <w:p w:rsidR="0062748B" w:rsidRDefault="0062748B" w:rsidP="0062748B">
      <w:r>
        <w:t xml:space="preserve">17.1.26      .         .        +INF       EPS       </w:t>
      </w:r>
    </w:p>
    <w:p w:rsidR="0062748B" w:rsidRDefault="0062748B" w:rsidP="0062748B">
      <w:r>
        <w:t xml:space="preserve">17.1.27      .         .        +INF       EPS       </w:t>
      </w:r>
    </w:p>
    <w:p w:rsidR="0062748B" w:rsidRDefault="0062748B" w:rsidP="0062748B">
      <w:r>
        <w:lastRenderedPageBreak/>
        <w:t xml:space="preserve">17.1.28      .         .        +INF       EPS       </w:t>
      </w:r>
    </w:p>
    <w:p w:rsidR="0062748B" w:rsidRDefault="0062748B" w:rsidP="0062748B">
      <w:r>
        <w:t xml:space="preserve">17.1.29      .         .        +INF       EPS       </w:t>
      </w:r>
    </w:p>
    <w:p w:rsidR="0062748B" w:rsidRDefault="0062748B" w:rsidP="0062748B">
      <w:r>
        <w:t xml:space="preserve">18.1.1       .         .        +INF       EPS       </w:t>
      </w:r>
    </w:p>
    <w:p w:rsidR="0062748B" w:rsidRDefault="0062748B" w:rsidP="0062748B">
      <w:r>
        <w:t xml:space="preserve">18.1.2       .         .        +INF       EPS       </w:t>
      </w:r>
    </w:p>
    <w:p w:rsidR="0062748B" w:rsidRDefault="0062748B" w:rsidP="0062748B">
      <w:r>
        <w:t xml:space="preserve">18.1.3       .         .        +INF       EPS       </w:t>
      </w:r>
    </w:p>
    <w:p w:rsidR="0062748B" w:rsidRDefault="0062748B" w:rsidP="0062748B">
      <w:r>
        <w:t xml:space="preserve">18.1.4       .         .        +INF       EPS       </w:t>
      </w:r>
    </w:p>
    <w:p w:rsidR="0062748B" w:rsidRDefault="0062748B" w:rsidP="0062748B">
      <w:r>
        <w:t xml:space="preserve">18.1.5       .         .        +INF       EPS       </w:t>
      </w:r>
    </w:p>
    <w:p w:rsidR="0062748B" w:rsidRDefault="0062748B" w:rsidP="0062748B">
      <w:r>
        <w:t xml:space="preserve">18.1.6       .         .        +INF       EPS       </w:t>
      </w:r>
    </w:p>
    <w:p w:rsidR="0062748B" w:rsidRDefault="0062748B" w:rsidP="0062748B">
      <w:r>
        <w:t xml:space="preserve">18.1.7       .         .        +INF       EPS       </w:t>
      </w:r>
    </w:p>
    <w:p w:rsidR="0062748B" w:rsidRDefault="0062748B" w:rsidP="0062748B">
      <w:r>
        <w:t xml:space="preserve">18.1.8       .         .        +INF       EPS       </w:t>
      </w:r>
    </w:p>
    <w:p w:rsidR="0062748B" w:rsidRDefault="0062748B" w:rsidP="0062748B">
      <w:r>
        <w:t xml:space="preserve">18.1.9       .         .        +INF       EPS       </w:t>
      </w:r>
    </w:p>
    <w:p w:rsidR="0062748B" w:rsidRDefault="0062748B" w:rsidP="0062748B">
      <w:r>
        <w:t xml:space="preserve">18.1.10      .         .        +INF       EPS       </w:t>
      </w:r>
    </w:p>
    <w:p w:rsidR="0062748B" w:rsidRDefault="0062748B" w:rsidP="0062748B">
      <w:r>
        <w:t xml:space="preserve">18.1.11      .         .        +INF       EPS       </w:t>
      </w:r>
    </w:p>
    <w:p w:rsidR="0062748B" w:rsidRDefault="0062748B" w:rsidP="0062748B">
      <w:r>
        <w:t xml:space="preserve">18.1.12      .         .        +INF       EPS       </w:t>
      </w:r>
    </w:p>
    <w:p w:rsidR="0062748B" w:rsidRDefault="0062748B" w:rsidP="0062748B">
      <w:r>
        <w:t xml:space="preserve">18.1.13      .         .        +INF       EPS       </w:t>
      </w:r>
    </w:p>
    <w:p w:rsidR="0062748B" w:rsidRDefault="0062748B" w:rsidP="0062748B">
      <w:r>
        <w:t xml:space="preserve">18.1.14      .         .        +INF       EPS       </w:t>
      </w:r>
    </w:p>
    <w:p w:rsidR="0062748B" w:rsidRDefault="0062748B" w:rsidP="0062748B">
      <w:r>
        <w:t xml:space="preserve">18.1.15      .         .        +INF       EPS       </w:t>
      </w:r>
    </w:p>
    <w:p w:rsidR="0062748B" w:rsidRDefault="0062748B" w:rsidP="0062748B">
      <w:r>
        <w:t xml:space="preserve">18.1.16      .         .        +INF       EPS       </w:t>
      </w:r>
    </w:p>
    <w:p w:rsidR="0062748B" w:rsidRDefault="0062748B" w:rsidP="0062748B">
      <w:r>
        <w:t xml:space="preserve">18.1.17      .         .        +INF       EPS       </w:t>
      </w:r>
    </w:p>
    <w:p w:rsidR="0062748B" w:rsidRDefault="0062748B" w:rsidP="0062748B">
      <w:r>
        <w:t xml:space="preserve">18.1.18      .         .        +INF       EPS       </w:t>
      </w:r>
    </w:p>
    <w:p w:rsidR="0062748B" w:rsidRDefault="0062748B" w:rsidP="0062748B">
      <w:r>
        <w:t xml:space="preserve">18.1.19      .         .        +INF       EPS       </w:t>
      </w:r>
    </w:p>
    <w:p w:rsidR="0062748B" w:rsidRDefault="0062748B" w:rsidP="0062748B">
      <w:r>
        <w:t xml:space="preserve">18.1.20      .         .        +INF       EPS       </w:t>
      </w:r>
    </w:p>
    <w:p w:rsidR="0062748B" w:rsidRDefault="0062748B" w:rsidP="0062748B">
      <w:r>
        <w:t xml:space="preserve">18.1.21      .         .        +INF       EPS       </w:t>
      </w:r>
    </w:p>
    <w:p w:rsidR="0062748B" w:rsidRDefault="0062748B" w:rsidP="0062748B">
      <w:r>
        <w:t xml:space="preserve">18.1.22      .         .        +INF       EPS       </w:t>
      </w:r>
    </w:p>
    <w:p w:rsidR="0062748B" w:rsidRDefault="0062748B" w:rsidP="0062748B">
      <w:r>
        <w:t xml:space="preserve">18.1.23      .         .        +INF       EPS       </w:t>
      </w:r>
    </w:p>
    <w:p w:rsidR="0062748B" w:rsidRDefault="0062748B" w:rsidP="0062748B">
      <w:r>
        <w:lastRenderedPageBreak/>
        <w:t xml:space="preserve">18.1.24      .         .        +INF       EPS       </w:t>
      </w:r>
    </w:p>
    <w:p w:rsidR="0062748B" w:rsidRDefault="0062748B" w:rsidP="0062748B">
      <w:r>
        <w:t xml:space="preserve">18.1.25      .         .        +INF       EPS       </w:t>
      </w:r>
    </w:p>
    <w:p w:rsidR="0062748B" w:rsidRDefault="0062748B" w:rsidP="0062748B">
      <w:r>
        <w:t xml:space="preserve">18.1.26      .         .        +INF       EPS       </w:t>
      </w:r>
    </w:p>
    <w:p w:rsidR="0062748B" w:rsidRDefault="0062748B" w:rsidP="0062748B">
      <w:r>
        <w:t xml:space="preserve">18.1.27      .         .        +INF       EPS       </w:t>
      </w:r>
    </w:p>
    <w:p w:rsidR="0062748B" w:rsidRDefault="0062748B" w:rsidP="0062748B">
      <w:r>
        <w:t xml:space="preserve">18.1.28      .         .        +INF       EPS       </w:t>
      </w:r>
    </w:p>
    <w:p w:rsidR="0062748B" w:rsidRDefault="0062748B" w:rsidP="0062748B">
      <w:r>
        <w:t xml:space="preserve">18.1.29      .         .        +INF       EPS       </w:t>
      </w:r>
    </w:p>
    <w:p w:rsidR="0062748B" w:rsidRDefault="0062748B" w:rsidP="0062748B">
      <w:r>
        <w:t xml:space="preserve">19.1.1       .         .        +INF       EPS       </w:t>
      </w:r>
    </w:p>
    <w:p w:rsidR="0062748B" w:rsidRDefault="0062748B" w:rsidP="0062748B">
      <w:r>
        <w:t xml:space="preserve">19.1.2       .         .        +INF       EPS       </w:t>
      </w:r>
    </w:p>
    <w:p w:rsidR="0062748B" w:rsidRDefault="0062748B" w:rsidP="0062748B">
      <w:r>
        <w:t xml:space="preserve">19.1.3       .         .        +INF       EPS       </w:t>
      </w:r>
    </w:p>
    <w:p w:rsidR="0062748B" w:rsidRDefault="0062748B" w:rsidP="0062748B">
      <w:r>
        <w:t xml:space="preserve">19.1.4       .         .        +INF       EPS       </w:t>
      </w:r>
    </w:p>
    <w:p w:rsidR="0062748B" w:rsidRDefault="0062748B" w:rsidP="0062748B">
      <w:r>
        <w:t xml:space="preserve">19.1.5       .         .        +INF       EPS       </w:t>
      </w:r>
    </w:p>
    <w:p w:rsidR="0062748B" w:rsidRDefault="0062748B" w:rsidP="0062748B">
      <w:r>
        <w:t xml:space="preserve">19.1.6       .         .        +INF       EPS       </w:t>
      </w:r>
    </w:p>
    <w:p w:rsidR="0062748B" w:rsidRDefault="0062748B" w:rsidP="0062748B">
      <w:r>
        <w:t xml:space="preserve">19.1.7       .         .        +INF       EPS       </w:t>
      </w:r>
    </w:p>
    <w:p w:rsidR="0062748B" w:rsidRDefault="0062748B" w:rsidP="0062748B">
      <w:r>
        <w:t xml:space="preserve">19.1.8       .         .        +INF       EPS       </w:t>
      </w:r>
    </w:p>
    <w:p w:rsidR="0062748B" w:rsidRDefault="0062748B" w:rsidP="0062748B">
      <w:r>
        <w:t xml:space="preserve">19.1.9       .         .        +INF       EPS       </w:t>
      </w:r>
    </w:p>
    <w:p w:rsidR="0062748B" w:rsidRDefault="0062748B" w:rsidP="0062748B">
      <w:r>
        <w:t xml:space="preserve">19.1.10      .         .        +INF       EPS       </w:t>
      </w:r>
    </w:p>
    <w:p w:rsidR="0062748B" w:rsidRDefault="0062748B" w:rsidP="0062748B">
      <w:r>
        <w:t xml:space="preserve">19.1.11      .         .        +INF       EPS       </w:t>
      </w:r>
    </w:p>
    <w:p w:rsidR="0062748B" w:rsidRDefault="0062748B" w:rsidP="0062748B">
      <w:r>
        <w:t xml:space="preserve">19.1.12      .         .        +INF       EPS       </w:t>
      </w:r>
    </w:p>
    <w:p w:rsidR="0062748B" w:rsidRDefault="0062748B" w:rsidP="0062748B">
      <w:r>
        <w:t xml:space="preserve">19.1.13      .         .        +INF       EPS       </w:t>
      </w:r>
    </w:p>
    <w:p w:rsidR="0062748B" w:rsidRDefault="0062748B" w:rsidP="0062748B">
      <w:r>
        <w:t xml:space="preserve">19.1.14      .         .        +INF       EPS       </w:t>
      </w:r>
    </w:p>
    <w:p w:rsidR="0062748B" w:rsidRDefault="0062748B" w:rsidP="0062748B">
      <w:r>
        <w:t xml:space="preserve">19.1.15      .         .        +INF       EPS       </w:t>
      </w:r>
    </w:p>
    <w:p w:rsidR="0062748B" w:rsidRDefault="0062748B" w:rsidP="0062748B">
      <w:r>
        <w:t xml:space="preserve">19.1.16      .         .        +INF       EPS       </w:t>
      </w:r>
    </w:p>
    <w:p w:rsidR="0062748B" w:rsidRDefault="0062748B" w:rsidP="0062748B">
      <w:r>
        <w:t xml:space="preserve">19.1.17      .         .        +INF       EPS       </w:t>
      </w:r>
    </w:p>
    <w:p w:rsidR="0062748B" w:rsidRDefault="0062748B" w:rsidP="0062748B">
      <w:r>
        <w:t xml:space="preserve">19.1.18      .         .        +INF       EPS       </w:t>
      </w:r>
    </w:p>
    <w:p w:rsidR="0062748B" w:rsidRDefault="0062748B" w:rsidP="0062748B">
      <w:r>
        <w:t xml:space="preserve">19.1.19      .         .        +INF       EPS       </w:t>
      </w:r>
    </w:p>
    <w:p w:rsidR="0062748B" w:rsidRDefault="0062748B" w:rsidP="0062748B">
      <w:r>
        <w:lastRenderedPageBreak/>
        <w:t xml:space="preserve">19.1.20      .         .        +INF       EPS       </w:t>
      </w:r>
    </w:p>
    <w:p w:rsidR="0062748B" w:rsidRDefault="0062748B" w:rsidP="0062748B">
      <w:r>
        <w:t xml:space="preserve">19.1.21      .         .        +INF       EPS       </w:t>
      </w:r>
    </w:p>
    <w:p w:rsidR="0062748B" w:rsidRDefault="0062748B" w:rsidP="0062748B">
      <w:r>
        <w:t xml:space="preserve">19.1.22      .         .        +INF       EPS       </w:t>
      </w:r>
    </w:p>
    <w:p w:rsidR="0062748B" w:rsidRDefault="0062748B" w:rsidP="0062748B">
      <w:r>
        <w:t xml:space="preserve">19.1.23      .         .        +INF       EPS       </w:t>
      </w:r>
    </w:p>
    <w:p w:rsidR="0062748B" w:rsidRDefault="0062748B" w:rsidP="0062748B">
      <w:r>
        <w:t xml:space="preserve">19.1.24      .         .        +INF       EPS       </w:t>
      </w:r>
    </w:p>
    <w:p w:rsidR="0062748B" w:rsidRDefault="0062748B" w:rsidP="0062748B">
      <w:r>
        <w:t xml:space="preserve">19.1.25      .         .        +INF       EPS       </w:t>
      </w:r>
    </w:p>
    <w:p w:rsidR="0062748B" w:rsidRDefault="0062748B" w:rsidP="0062748B">
      <w:r>
        <w:t xml:space="preserve">19.1.26      .         .        +INF       EPS       </w:t>
      </w:r>
    </w:p>
    <w:p w:rsidR="0062748B" w:rsidRDefault="0062748B" w:rsidP="0062748B">
      <w:r>
        <w:t xml:space="preserve">19.1.27      .         .        +INF       EPS       </w:t>
      </w:r>
    </w:p>
    <w:p w:rsidR="0062748B" w:rsidRDefault="0062748B" w:rsidP="0062748B">
      <w:r>
        <w:t xml:space="preserve">19.1.28      .         .        +INF       EPS       </w:t>
      </w:r>
    </w:p>
    <w:p w:rsidR="0062748B" w:rsidRDefault="0062748B" w:rsidP="0062748B">
      <w:r>
        <w:t xml:space="preserve">19.1.29      .         .        +INF       EPS       </w:t>
      </w:r>
    </w:p>
    <w:p w:rsidR="0062748B" w:rsidRDefault="0062748B" w:rsidP="0062748B">
      <w:r>
        <w:t xml:space="preserve">20.1.1       .         .        +INF       EPS       </w:t>
      </w:r>
    </w:p>
    <w:p w:rsidR="0062748B" w:rsidRDefault="0062748B" w:rsidP="0062748B">
      <w:r>
        <w:t xml:space="preserve">20.1.2       .         .        +INF       EPS       </w:t>
      </w:r>
    </w:p>
    <w:p w:rsidR="0062748B" w:rsidRDefault="0062748B" w:rsidP="0062748B">
      <w:r>
        <w:t xml:space="preserve">20.1.3       .         .        +INF       EPS       </w:t>
      </w:r>
    </w:p>
    <w:p w:rsidR="0062748B" w:rsidRDefault="0062748B" w:rsidP="0062748B">
      <w:r>
        <w:t xml:space="preserve">20.1.4       .         .        +INF       EPS       </w:t>
      </w:r>
    </w:p>
    <w:p w:rsidR="0062748B" w:rsidRDefault="0062748B" w:rsidP="0062748B">
      <w:r>
        <w:t xml:space="preserve">20.1.5       .         .        +INF       EPS       </w:t>
      </w:r>
    </w:p>
    <w:p w:rsidR="0062748B" w:rsidRDefault="0062748B" w:rsidP="0062748B">
      <w:r>
        <w:t xml:space="preserve">20.1.6       .         .        +INF       EPS       </w:t>
      </w:r>
    </w:p>
    <w:p w:rsidR="0062748B" w:rsidRDefault="0062748B" w:rsidP="0062748B">
      <w:r>
        <w:t xml:space="preserve">20.1.7       .         .        +INF       EPS       </w:t>
      </w:r>
    </w:p>
    <w:p w:rsidR="0062748B" w:rsidRDefault="0062748B" w:rsidP="0062748B">
      <w:r>
        <w:t xml:space="preserve">20.1.8       .         .        +INF       EPS       </w:t>
      </w:r>
    </w:p>
    <w:p w:rsidR="0062748B" w:rsidRDefault="0062748B" w:rsidP="0062748B">
      <w:r>
        <w:t xml:space="preserve">20.1.9       .         .        +INF       EPS       </w:t>
      </w:r>
    </w:p>
    <w:p w:rsidR="0062748B" w:rsidRDefault="0062748B" w:rsidP="0062748B">
      <w:r>
        <w:t xml:space="preserve">20.1.10      .         .        +INF       EPS       </w:t>
      </w:r>
    </w:p>
    <w:p w:rsidR="0062748B" w:rsidRDefault="0062748B" w:rsidP="0062748B">
      <w:r>
        <w:t xml:space="preserve">20.1.11      .         .        +INF       EPS       </w:t>
      </w:r>
    </w:p>
    <w:p w:rsidR="0062748B" w:rsidRDefault="0062748B" w:rsidP="0062748B">
      <w:r>
        <w:t xml:space="preserve">20.1.12      .         .        +INF       EPS       </w:t>
      </w:r>
    </w:p>
    <w:p w:rsidR="0062748B" w:rsidRDefault="0062748B" w:rsidP="0062748B">
      <w:r>
        <w:t xml:space="preserve">20.1.13      .         .        +INF       EPS       </w:t>
      </w:r>
    </w:p>
    <w:p w:rsidR="0062748B" w:rsidRDefault="0062748B" w:rsidP="0062748B">
      <w:r>
        <w:t xml:space="preserve">20.1.14      .         .        +INF       EPS       </w:t>
      </w:r>
    </w:p>
    <w:p w:rsidR="0062748B" w:rsidRDefault="0062748B" w:rsidP="0062748B">
      <w:r>
        <w:t xml:space="preserve">20.1.15      .         .        +INF       EPS       </w:t>
      </w:r>
    </w:p>
    <w:p w:rsidR="0062748B" w:rsidRDefault="0062748B" w:rsidP="0062748B">
      <w:r>
        <w:lastRenderedPageBreak/>
        <w:t xml:space="preserve">20.1.16      .         .        +INF       EPS       </w:t>
      </w:r>
    </w:p>
    <w:p w:rsidR="0062748B" w:rsidRDefault="0062748B" w:rsidP="0062748B">
      <w:r>
        <w:t xml:space="preserve">20.1.17      .         .        +INF       EPS       </w:t>
      </w:r>
    </w:p>
    <w:p w:rsidR="0062748B" w:rsidRDefault="0062748B" w:rsidP="0062748B">
      <w:r>
        <w:t xml:space="preserve">20.1.18      .         .        +INF       EPS       </w:t>
      </w:r>
    </w:p>
    <w:p w:rsidR="0062748B" w:rsidRDefault="0062748B" w:rsidP="0062748B">
      <w:r>
        <w:t xml:space="preserve">20.1.19      .         .        +INF       EPS       </w:t>
      </w:r>
    </w:p>
    <w:p w:rsidR="0062748B" w:rsidRDefault="0062748B" w:rsidP="0062748B">
      <w:r>
        <w:t xml:space="preserve">20.1.20      .         .        +INF       EPS       </w:t>
      </w:r>
    </w:p>
    <w:p w:rsidR="0062748B" w:rsidRDefault="0062748B" w:rsidP="0062748B">
      <w:r>
        <w:t xml:space="preserve">20.1.21      .         .        +INF       EPS       </w:t>
      </w:r>
    </w:p>
    <w:p w:rsidR="0062748B" w:rsidRDefault="0062748B" w:rsidP="0062748B">
      <w:r>
        <w:t xml:space="preserve">20.1.22      .         .        +INF       EPS       </w:t>
      </w:r>
    </w:p>
    <w:p w:rsidR="0062748B" w:rsidRDefault="0062748B" w:rsidP="0062748B">
      <w:r>
        <w:t xml:space="preserve">20.1.23      .         .        +INF       EPS       </w:t>
      </w:r>
    </w:p>
    <w:p w:rsidR="0062748B" w:rsidRDefault="0062748B" w:rsidP="0062748B">
      <w:r>
        <w:t xml:space="preserve">20.1.24      .         .        +INF       EPS       </w:t>
      </w:r>
    </w:p>
    <w:p w:rsidR="0062748B" w:rsidRDefault="0062748B" w:rsidP="0062748B">
      <w:r>
        <w:t xml:space="preserve">20.1.25      .         .        +INF       EPS       </w:t>
      </w:r>
    </w:p>
    <w:p w:rsidR="0062748B" w:rsidRDefault="0062748B" w:rsidP="0062748B">
      <w:r>
        <w:t xml:space="preserve">20.1.26      .         .        +INF       EPS       </w:t>
      </w:r>
    </w:p>
    <w:p w:rsidR="0062748B" w:rsidRDefault="0062748B" w:rsidP="0062748B">
      <w:r>
        <w:t xml:space="preserve">20.1.27      .         .        +INF       EPS       </w:t>
      </w:r>
    </w:p>
    <w:p w:rsidR="0062748B" w:rsidRDefault="0062748B" w:rsidP="0062748B">
      <w:r>
        <w:t xml:space="preserve">20.1.28      .         .        +INF       EPS       </w:t>
      </w:r>
    </w:p>
    <w:p w:rsidR="0062748B" w:rsidRDefault="0062748B" w:rsidP="0062748B">
      <w:r>
        <w:t xml:space="preserve">20.1.29      .         .        +INF       EPS       </w:t>
      </w:r>
    </w:p>
    <w:p w:rsidR="0062748B" w:rsidRDefault="0062748B" w:rsidP="0062748B">
      <w:r>
        <w:t xml:space="preserve">21.1.1       .         .        +INF       EPS       </w:t>
      </w:r>
    </w:p>
    <w:p w:rsidR="0062748B" w:rsidRDefault="0062748B" w:rsidP="0062748B">
      <w:r>
        <w:t xml:space="preserve">21.1.2       .         .        +INF       EPS       </w:t>
      </w:r>
    </w:p>
    <w:p w:rsidR="0062748B" w:rsidRDefault="0062748B" w:rsidP="0062748B">
      <w:r>
        <w:t xml:space="preserve">21.1.3       .         .        +INF       EPS       </w:t>
      </w:r>
    </w:p>
    <w:p w:rsidR="0062748B" w:rsidRDefault="0062748B" w:rsidP="0062748B">
      <w:r>
        <w:t xml:space="preserve">21.1.4       .         .        +INF       EPS       </w:t>
      </w:r>
    </w:p>
    <w:p w:rsidR="0062748B" w:rsidRDefault="0062748B" w:rsidP="0062748B">
      <w:r>
        <w:t xml:space="preserve">21.1.5       .         .        +INF       EPS       </w:t>
      </w:r>
    </w:p>
    <w:p w:rsidR="0062748B" w:rsidRDefault="0062748B" w:rsidP="0062748B">
      <w:r>
        <w:t xml:space="preserve">21.1.6       .         .        +INF       EPS       </w:t>
      </w:r>
    </w:p>
    <w:p w:rsidR="0062748B" w:rsidRDefault="0062748B" w:rsidP="0062748B">
      <w:r>
        <w:t xml:space="preserve">21.1.7       .         .        +INF       EPS       </w:t>
      </w:r>
    </w:p>
    <w:p w:rsidR="0062748B" w:rsidRDefault="0062748B" w:rsidP="0062748B">
      <w:r>
        <w:t xml:space="preserve">21.1.8       .         .        +INF       EPS       </w:t>
      </w:r>
    </w:p>
    <w:p w:rsidR="0062748B" w:rsidRDefault="0062748B" w:rsidP="0062748B">
      <w:r>
        <w:t xml:space="preserve">21.1.9       .         .        +INF       EPS       </w:t>
      </w:r>
    </w:p>
    <w:p w:rsidR="0062748B" w:rsidRDefault="0062748B" w:rsidP="0062748B">
      <w:r>
        <w:t xml:space="preserve">21.1.10      .         .        +INF       EPS       </w:t>
      </w:r>
    </w:p>
    <w:p w:rsidR="0062748B" w:rsidRDefault="0062748B" w:rsidP="0062748B">
      <w:r>
        <w:t xml:space="preserve">21.1.11      .         .        +INF       EPS       </w:t>
      </w:r>
    </w:p>
    <w:p w:rsidR="0062748B" w:rsidRDefault="0062748B" w:rsidP="0062748B">
      <w:r>
        <w:lastRenderedPageBreak/>
        <w:t xml:space="preserve">21.1.12      .         .        +INF       EPS       </w:t>
      </w:r>
    </w:p>
    <w:p w:rsidR="0062748B" w:rsidRDefault="0062748B" w:rsidP="0062748B">
      <w:r>
        <w:t xml:space="preserve">21.1.13      .         .        +INF       EPS       </w:t>
      </w:r>
    </w:p>
    <w:p w:rsidR="0062748B" w:rsidRDefault="0062748B" w:rsidP="0062748B">
      <w:r>
        <w:t xml:space="preserve">21.1.14      .         .        +INF       EPS       </w:t>
      </w:r>
    </w:p>
    <w:p w:rsidR="0062748B" w:rsidRDefault="0062748B" w:rsidP="0062748B">
      <w:r>
        <w:t xml:space="preserve">21.1.15      .         .        +INF       EPS       </w:t>
      </w:r>
    </w:p>
    <w:p w:rsidR="0062748B" w:rsidRDefault="0062748B" w:rsidP="0062748B">
      <w:r>
        <w:t xml:space="preserve">21.1.16      .         .        +INF       EPS       </w:t>
      </w:r>
    </w:p>
    <w:p w:rsidR="0062748B" w:rsidRDefault="0062748B" w:rsidP="0062748B">
      <w:r>
        <w:t xml:space="preserve">21.1.17      .         .        +INF       EPS       </w:t>
      </w:r>
    </w:p>
    <w:p w:rsidR="0062748B" w:rsidRDefault="0062748B" w:rsidP="0062748B">
      <w:r>
        <w:t xml:space="preserve">21.1.18      .         .        +INF       EPS       </w:t>
      </w:r>
    </w:p>
    <w:p w:rsidR="0062748B" w:rsidRDefault="0062748B" w:rsidP="0062748B">
      <w:r>
        <w:t xml:space="preserve">21.1.19      .         .        +INF       EPS       </w:t>
      </w:r>
    </w:p>
    <w:p w:rsidR="0062748B" w:rsidRDefault="0062748B" w:rsidP="0062748B">
      <w:r>
        <w:t xml:space="preserve">21.1.20      .         .        +INF       EPS       </w:t>
      </w:r>
    </w:p>
    <w:p w:rsidR="0062748B" w:rsidRDefault="0062748B" w:rsidP="0062748B">
      <w:r>
        <w:t xml:space="preserve">21.1.21      .         .        +INF       EPS       </w:t>
      </w:r>
    </w:p>
    <w:p w:rsidR="0062748B" w:rsidRDefault="0062748B" w:rsidP="0062748B">
      <w:r>
        <w:t xml:space="preserve">21.1.22      .         .        +INF       EPS       </w:t>
      </w:r>
    </w:p>
    <w:p w:rsidR="0062748B" w:rsidRDefault="0062748B" w:rsidP="0062748B">
      <w:r>
        <w:t xml:space="preserve">21.1.23      .         .        +INF       EPS       </w:t>
      </w:r>
    </w:p>
    <w:p w:rsidR="0062748B" w:rsidRDefault="0062748B" w:rsidP="0062748B">
      <w:r>
        <w:t xml:space="preserve">21.1.24      .         .        +INF       EPS       </w:t>
      </w:r>
    </w:p>
    <w:p w:rsidR="0062748B" w:rsidRDefault="0062748B" w:rsidP="0062748B">
      <w:r>
        <w:t xml:space="preserve">21.1.25      .         .        +INF       EPS       </w:t>
      </w:r>
    </w:p>
    <w:p w:rsidR="0062748B" w:rsidRDefault="0062748B" w:rsidP="0062748B">
      <w:r>
        <w:t xml:space="preserve">21.1.26      .         .        +INF       EPS       </w:t>
      </w:r>
    </w:p>
    <w:p w:rsidR="0062748B" w:rsidRDefault="0062748B" w:rsidP="0062748B">
      <w:r>
        <w:t xml:space="preserve">21.1.27      .         .        +INF       EPS       </w:t>
      </w:r>
    </w:p>
    <w:p w:rsidR="0062748B" w:rsidRDefault="0062748B" w:rsidP="0062748B">
      <w:r>
        <w:t xml:space="preserve">21.1.28      .         .        +INF       EPS       </w:t>
      </w:r>
    </w:p>
    <w:p w:rsidR="0062748B" w:rsidRDefault="0062748B" w:rsidP="0062748B">
      <w:r>
        <w:t xml:space="preserve">21.1.29      .         .        +INF       EPS       </w:t>
      </w:r>
    </w:p>
    <w:p w:rsidR="0062748B" w:rsidRDefault="0062748B" w:rsidP="0062748B">
      <w:r>
        <w:t xml:space="preserve">22.1.1       .         .        +INF       EPS       </w:t>
      </w:r>
    </w:p>
    <w:p w:rsidR="0062748B" w:rsidRDefault="0062748B" w:rsidP="0062748B">
      <w:r>
        <w:t xml:space="preserve">22.1.2       .         .        +INF       EPS       </w:t>
      </w:r>
    </w:p>
    <w:p w:rsidR="0062748B" w:rsidRDefault="0062748B" w:rsidP="0062748B">
      <w:r>
        <w:t xml:space="preserve">22.1.3       .         .        +INF       EPS       </w:t>
      </w:r>
    </w:p>
    <w:p w:rsidR="0062748B" w:rsidRDefault="0062748B" w:rsidP="0062748B">
      <w:r>
        <w:t xml:space="preserve">22.1.4       .         .        +INF       EPS       </w:t>
      </w:r>
    </w:p>
    <w:p w:rsidR="0062748B" w:rsidRDefault="0062748B" w:rsidP="0062748B">
      <w:r>
        <w:t xml:space="preserve">22.1.5       .         .        +INF       EPS       </w:t>
      </w:r>
    </w:p>
    <w:p w:rsidR="0062748B" w:rsidRDefault="0062748B" w:rsidP="0062748B">
      <w:r>
        <w:t xml:space="preserve">22.1.6       .         .        +INF       EPS       </w:t>
      </w:r>
    </w:p>
    <w:p w:rsidR="0062748B" w:rsidRDefault="0062748B" w:rsidP="0062748B">
      <w:r>
        <w:t xml:space="preserve">22.1.7       .         .        +INF       EPS       </w:t>
      </w:r>
    </w:p>
    <w:p w:rsidR="0062748B" w:rsidRDefault="0062748B" w:rsidP="0062748B">
      <w:r>
        <w:lastRenderedPageBreak/>
        <w:t xml:space="preserve">22.1.8       .         .        +INF       EPS       </w:t>
      </w:r>
    </w:p>
    <w:p w:rsidR="0062748B" w:rsidRDefault="0062748B" w:rsidP="0062748B">
      <w:r>
        <w:t xml:space="preserve">22.1.9       .         .        +INF       EPS       </w:t>
      </w:r>
    </w:p>
    <w:p w:rsidR="0062748B" w:rsidRDefault="0062748B" w:rsidP="0062748B">
      <w:r>
        <w:t xml:space="preserve">22.1.10      .         .        +INF       EPS       </w:t>
      </w:r>
    </w:p>
    <w:p w:rsidR="0062748B" w:rsidRDefault="0062748B" w:rsidP="0062748B">
      <w:r>
        <w:t xml:space="preserve">22.1.11      .         .        +INF       EPS       </w:t>
      </w:r>
    </w:p>
    <w:p w:rsidR="0062748B" w:rsidRDefault="0062748B" w:rsidP="0062748B">
      <w:r>
        <w:t xml:space="preserve">22.1.12      .         .        +INF       EPS       </w:t>
      </w:r>
    </w:p>
    <w:p w:rsidR="0062748B" w:rsidRDefault="0062748B" w:rsidP="0062748B">
      <w:r>
        <w:t xml:space="preserve">22.1.13      .         .        +INF       EPS       </w:t>
      </w:r>
    </w:p>
    <w:p w:rsidR="0062748B" w:rsidRDefault="0062748B" w:rsidP="0062748B">
      <w:r>
        <w:t xml:space="preserve">22.1.14      .         .        +INF       EPS       </w:t>
      </w:r>
    </w:p>
    <w:p w:rsidR="0062748B" w:rsidRDefault="0062748B" w:rsidP="0062748B">
      <w:r>
        <w:t xml:space="preserve">22.1.15      .         .        +INF       EPS       </w:t>
      </w:r>
    </w:p>
    <w:p w:rsidR="0062748B" w:rsidRDefault="0062748B" w:rsidP="0062748B">
      <w:r>
        <w:t xml:space="preserve">22.1.16      .         .        +INF       EPS       </w:t>
      </w:r>
    </w:p>
    <w:p w:rsidR="0062748B" w:rsidRDefault="0062748B" w:rsidP="0062748B">
      <w:r>
        <w:t xml:space="preserve">22.1.17      .         .        +INF       EPS       </w:t>
      </w:r>
    </w:p>
    <w:p w:rsidR="0062748B" w:rsidRDefault="0062748B" w:rsidP="0062748B">
      <w:r>
        <w:t xml:space="preserve">22.1.18      .         .        +INF       EPS       </w:t>
      </w:r>
    </w:p>
    <w:p w:rsidR="0062748B" w:rsidRDefault="0062748B" w:rsidP="0062748B">
      <w:r>
        <w:t xml:space="preserve">22.1.19      .         .        +INF       EPS       </w:t>
      </w:r>
    </w:p>
    <w:p w:rsidR="0062748B" w:rsidRDefault="0062748B" w:rsidP="0062748B">
      <w:r>
        <w:t xml:space="preserve">22.1.20      .         .        +INF       EPS       </w:t>
      </w:r>
    </w:p>
    <w:p w:rsidR="0062748B" w:rsidRDefault="0062748B" w:rsidP="0062748B">
      <w:r>
        <w:t xml:space="preserve">22.1.21      .         .        +INF       EPS       </w:t>
      </w:r>
    </w:p>
    <w:p w:rsidR="0062748B" w:rsidRDefault="0062748B" w:rsidP="0062748B">
      <w:r>
        <w:t xml:space="preserve">22.1.22      .         .        +INF       EPS       </w:t>
      </w:r>
    </w:p>
    <w:p w:rsidR="0062748B" w:rsidRDefault="0062748B" w:rsidP="0062748B">
      <w:r>
        <w:t xml:space="preserve">22.1.23      .         .        +INF       EPS       </w:t>
      </w:r>
    </w:p>
    <w:p w:rsidR="0062748B" w:rsidRDefault="0062748B" w:rsidP="0062748B">
      <w:r>
        <w:t xml:space="preserve">22.1.24      .         .        +INF       EPS       </w:t>
      </w:r>
    </w:p>
    <w:p w:rsidR="0062748B" w:rsidRDefault="0062748B" w:rsidP="0062748B">
      <w:r>
        <w:t xml:space="preserve">22.1.25      .         .        +INF       EPS       </w:t>
      </w:r>
    </w:p>
    <w:p w:rsidR="0062748B" w:rsidRDefault="0062748B" w:rsidP="0062748B">
      <w:r>
        <w:t xml:space="preserve">22.1.26      .         .        +INF       EPS       </w:t>
      </w:r>
    </w:p>
    <w:p w:rsidR="0062748B" w:rsidRDefault="0062748B" w:rsidP="0062748B">
      <w:r>
        <w:t xml:space="preserve">22.1.27      .         .        +INF       EPS       </w:t>
      </w:r>
    </w:p>
    <w:p w:rsidR="0062748B" w:rsidRDefault="0062748B" w:rsidP="0062748B">
      <w:r>
        <w:t xml:space="preserve">22.1.28      .         .        +INF       EPS       </w:t>
      </w:r>
    </w:p>
    <w:p w:rsidR="0062748B" w:rsidRDefault="0062748B" w:rsidP="0062748B">
      <w:r>
        <w:t xml:space="preserve">22.1.29      .         .        +INF       EPS       </w:t>
      </w:r>
    </w:p>
    <w:p w:rsidR="0062748B" w:rsidRDefault="0062748B" w:rsidP="0062748B">
      <w:r>
        <w:t xml:space="preserve">23.1.1       .         .        +INF       EPS       </w:t>
      </w:r>
    </w:p>
    <w:p w:rsidR="0062748B" w:rsidRDefault="0062748B" w:rsidP="0062748B">
      <w:r>
        <w:t xml:space="preserve">23.1.2       .         .        +INF       EPS       </w:t>
      </w:r>
    </w:p>
    <w:p w:rsidR="0062748B" w:rsidRDefault="0062748B" w:rsidP="0062748B">
      <w:r>
        <w:t xml:space="preserve">23.1.3       .         .        +INF       EPS       </w:t>
      </w:r>
    </w:p>
    <w:p w:rsidR="0062748B" w:rsidRDefault="0062748B" w:rsidP="0062748B">
      <w:r>
        <w:lastRenderedPageBreak/>
        <w:t xml:space="preserve">23.1.4       .         .        +INF       EPS       </w:t>
      </w:r>
    </w:p>
    <w:p w:rsidR="0062748B" w:rsidRDefault="0062748B" w:rsidP="0062748B">
      <w:r>
        <w:t xml:space="preserve">23.1.5       .         .        +INF       EPS       </w:t>
      </w:r>
    </w:p>
    <w:p w:rsidR="0062748B" w:rsidRDefault="0062748B" w:rsidP="0062748B">
      <w:r>
        <w:t xml:space="preserve">23.1.6       .         .        +INF       EPS       </w:t>
      </w:r>
    </w:p>
    <w:p w:rsidR="0062748B" w:rsidRDefault="0062748B" w:rsidP="0062748B">
      <w:r>
        <w:t xml:space="preserve">23.1.7       .         .        +INF       EPS       </w:t>
      </w:r>
    </w:p>
    <w:p w:rsidR="0062748B" w:rsidRDefault="0062748B" w:rsidP="0062748B">
      <w:r>
        <w:t xml:space="preserve">23.1.8       .         .        +INF       EPS       </w:t>
      </w:r>
    </w:p>
    <w:p w:rsidR="0062748B" w:rsidRDefault="0062748B" w:rsidP="0062748B">
      <w:r>
        <w:t xml:space="preserve">23.1.9       .         .        +INF       EPS       </w:t>
      </w:r>
    </w:p>
    <w:p w:rsidR="0062748B" w:rsidRDefault="0062748B" w:rsidP="0062748B">
      <w:r>
        <w:t xml:space="preserve">23.1.10      .         .        +INF       EPS       </w:t>
      </w:r>
    </w:p>
    <w:p w:rsidR="0062748B" w:rsidRDefault="0062748B" w:rsidP="0062748B">
      <w:r>
        <w:t xml:space="preserve">23.1.11      .         .        +INF       EPS       </w:t>
      </w:r>
    </w:p>
    <w:p w:rsidR="0062748B" w:rsidRDefault="0062748B" w:rsidP="0062748B">
      <w:r>
        <w:t xml:space="preserve">23.1.12      .         .        +INF       EPS       </w:t>
      </w:r>
    </w:p>
    <w:p w:rsidR="0062748B" w:rsidRDefault="0062748B" w:rsidP="0062748B">
      <w:r>
        <w:t xml:space="preserve">23.1.13      .         .        +INF       EPS       </w:t>
      </w:r>
    </w:p>
    <w:p w:rsidR="0062748B" w:rsidRDefault="0062748B" w:rsidP="0062748B">
      <w:r>
        <w:t xml:space="preserve">23.1.14      .         .        +INF       EPS       </w:t>
      </w:r>
    </w:p>
    <w:p w:rsidR="0062748B" w:rsidRDefault="0062748B" w:rsidP="0062748B">
      <w:r>
        <w:t xml:space="preserve">23.1.15      .         .        +INF       EPS       </w:t>
      </w:r>
    </w:p>
    <w:p w:rsidR="0062748B" w:rsidRDefault="0062748B" w:rsidP="0062748B">
      <w:r>
        <w:t xml:space="preserve">23.1.16      .         .        +INF       EPS       </w:t>
      </w:r>
    </w:p>
    <w:p w:rsidR="0062748B" w:rsidRDefault="0062748B" w:rsidP="0062748B">
      <w:r>
        <w:t xml:space="preserve">23.1.17      .         .        +INF       EPS       </w:t>
      </w:r>
    </w:p>
    <w:p w:rsidR="0062748B" w:rsidRDefault="0062748B" w:rsidP="0062748B">
      <w:r>
        <w:t xml:space="preserve">23.1.18      .         .        +INF       EPS       </w:t>
      </w:r>
    </w:p>
    <w:p w:rsidR="0062748B" w:rsidRDefault="0062748B" w:rsidP="0062748B">
      <w:r>
        <w:t xml:space="preserve">23.1.19      .         .        +INF       EPS       </w:t>
      </w:r>
    </w:p>
    <w:p w:rsidR="0062748B" w:rsidRDefault="0062748B" w:rsidP="0062748B">
      <w:r>
        <w:t xml:space="preserve">23.1.20      .         .        +INF       EPS       </w:t>
      </w:r>
    </w:p>
    <w:p w:rsidR="0062748B" w:rsidRDefault="0062748B" w:rsidP="0062748B">
      <w:r>
        <w:t xml:space="preserve">23.1.21      .         .        +INF       EPS       </w:t>
      </w:r>
    </w:p>
    <w:p w:rsidR="0062748B" w:rsidRDefault="0062748B" w:rsidP="0062748B">
      <w:r>
        <w:t xml:space="preserve">23.1.22      .         .        +INF       EPS       </w:t>
      </w:r>
    </w:p>
    <w:p w:rsidR="0062748B" w:rsidRDefault="0062748B" w:rsidP="0062748B">
      <w:r>
        <w:t xml:space="preserve">23.1.23      .         .        +INF       EPS       </w:t>
      </w:r>
    </w:p>
    <w:p w:rsidR="0062748B" w:rsidRDefault="0062748B" w:rsidP="0062748B">
      <w:r>
        <w:t xml:space="preserve">23.1.24      .         .        +INF       EPS       </w:t>
      </w:r>
    </w:p>
    <w:p w:rsidR="0062748B" w:rsidRDefault="0062748B" w:rsidP="0062748B">
      <w:r>
        <w:t xml:space="preserve">23.1.25      .         .        +INF       EPS       </w:t>
      </w:r>
    </w:p>
    <w:p w:rsidR="0062748B" w:rsidRDefault="0062748B" w:rsidP="0062748B">
      <w:r>
        <w:t xml:space="preserve">23.1.26      .         .        +INF       EPS       </w:t>
      </w:r>
    </w:p>
    <w:p w:rsidR="0062748B" w:rsidRDefault="0062748B" w:rsidP="0062748B">
      <w:r>
        <w:t xml:space="preserve">23.1.27      .         .        +INF       EPS       </w:t>
      </w:r>
    </w:p>
    <w:p w:rsidR="0062748B" w:rsidRDefault="0062748B" w:rsidP="0062748B">
      <w:r>
        <w:t xml:space="preserve">23.1.28      .         .        +INF       EPS       </w:t>
      </w:r>
    </w:p>
    <w:p w:rsidR="0062748B" w:rsidRDefault="0062748B" w:rsidP="0062748B">
      <w:r>
        <w:lastRenderedPageBreak/>
        <w:t xml:space="preserve">23.1.29      .         .        +INF       EPS       </w:t>
      </w:r>
    </w:p>
    <w:p w:rsidR="0062748B" w:rsidRDefault="0062748B" w:rsidP="0062748B">
      <w:r>
        <w:t xml:space="preserve">24.1.1       .         .        +INF       EPS       </w:t>
      </w:r>
    </w:p>
    <w:p w:rsidR="0062748B" w:rsidRDefault="0062748B" w:rsidP="0062748B">
      <w:r>
        <w:t xml:space="preserve">24.1.2       .         .        +INF       EPS       </w:t>
      </w:r>
    </w:p>
    <w:p w:rsidR="0062748B" w:rsidRDefault="0062748B" w:rsidP="0062748B">
      <w:r>
        <w:t xml:space="preserve">24.1.3       .         .        +INF       EPS       </w:t>
      </w:r>
    </w:p>
    <w:p w:rsidR="0062748B" w:rsidRDefault="0062748B" w:rsidP="0062748B">
      <w:r>
        <w:t xml:space="preserve">24.1.4       .         .        +INF       EPS       </w:t>
      </w:r>
    </w:p>
    <w:p w:rsidR="0062748B" w:rsidRDefault="0062748B" w:rsidP="0062748B">
      <w:r>
        <w:t xml:space="preserve">24.1.5       .         .        +INF       EPS       </w:t>
      </w:r>
    </w:p>
    <w:p w:rsidR="0062748B" w:rsidRDefault="0062748B" w:rsidP="0062748B">
      <w:r>
        <w:t xml:space="preserve">24.1.6       .         .        +INF       EPS       </w:t>
      </w:r>
    </w:p>
    <w:p w:rsidR="0062748B" w:rsidRDefault="0062748B" w:rsidP="0062748B">
      <w:r>
        <w:t xml:space="preserve">24.1.7       .         .        +INF       EPS       </w:t>
      </w:r>
    </w:p>
    <w:p w:rsidR="0062748B" w:rsidRDefault="0062748B" w:rsidP="0062748B">
      <w:r>
        <w:t xml:space="preserve">24.1.8       .         .        +INF       EPS       </w:t>
      </w:r>
    </w:p>
    <w:p w:rsidR="0062748B" w:rsidRDefault="0062748B" w:rsidP="0062748B">
      <w:r>
        <w:t xml:space="preserve">24.1.9       .         .        +INF       EPS       </w:t>
      </w:r>
    </w:p>
    <w:p w:rsidR="0062748B" w:rsidRDefault="0062748B" w:rsidP="0062748B">
      <w:r>
        <w:t xml:space="preserve">24.1.10      .         .        +INF       EPS       </w:t>
      </w:r>
    </w:p>
    <w:p w:rsidR="0062748B" w:rsidRDefault="0062748B" w:rsidP="0062748B">
      <w:r>
        <w:t xml:space="preserve">24.1.11      .         .        +INF       EPS       </w:t>
      </w:r>
    </w:p>
    <w:p w:rsidR="0062748B" w:rsidRDefault="0062748B" w:rsidP="0062748B">
      <w:r>
        <w:t xml:space="preserve">24.1.12      .         .        +INF       EPS       </w:t>
      </w:r>
    </w:p>
    <w:p w:rsidR="0062748B" w:rsidRDefault="0062748B" w:rsidP="0062748B">
      <w:r>
        <w:t xml:space="preserve">24.1.13      .         .        +INF       EPS       </w:t>
      </w:r>
    </w:p>
    <w:p w:rsidR="0062748B" w:rsidRDefault="0062748B" w:rsidP="0062748B">
      <w:r>
        <w:t xml:space="preserve">24.1.14      .         .        +INF       EPS       </w:t>
      </w:r>
    </w:p>
    <w:p w:rsidR="0062748B" w:rsidRDefault="0062748B" w:rsidP="0062748B">
      <w:r>
        <w:t xml:space="preserve">24.1.15      .         .        +INF       EPS       </w:t>
      </w:r>
    </w:p>
    <w:p w:rsidR="0062748B" w:rsidRDefault="0062748B" w:rsidP="0062748B">
      <w:r>
        <w:t xml:space="preserve">24.1.16      .         .        +INF       EPS       </w:t>
      </w:r>
    </w:p>
    <w:p w:rsidR="0062748B" w:rsidRDefault="0062748B" w:rsidP="0062748B">
      <w:r>
        <w:t xml:space="preserve">24.1.17      .         .        +INF       EPS       </w:t>
      </w:r>
    </w:p>
    <w:p w:rsidR="0062748B" w:rsidRDefault="0062748B" w:rsidP="0062748B">
      <w:r>
        <w:t xml:space="preserve">24.1.18      .         .        +INF       EPS       </w:t>
      </w:r>
    </w:p>
    <w:p w:rsidR="0062748B" w:rsidRDefault="0062748B" w:rsidP="0062748B">
      <w:r>
        <w:t xml:space="preserve">24.1.19      .         .        +INF       EPS       </w:t>
      </w:r>
    </w:p>
    <w:p w:rsidR="0062748B" w:rsidRDefault="0062748B" w:rsidP="0062748B">
      <w:r>
        <w:t xml:space="preserve">24.1.20      .         .        +INF       EPS       </w:t>
      </w:r>
    </w:p>
    <w:p w:rsidR="0062748B" w:rsidRDefault="0062748B" w:rsidP="0062748B">
      <w:r>
        <w:t xml:space="preserve">24.1.21      .         .        +INF       EPS       </w:t>
      </w:r>
    </w:p>
    <w:p w:rsidR="0062748B" w:rsidRDefault="0062748B" w:rsidP="0062748B">
      <w:r>
        <w:t xml:space="preserve">24.1.22      .         .        +INF       EPS       </w:t>
      </w:r>
    </w:p>
    <w:p w:rsidR="0062748B" w:rsidRDefault="0062748B" w:rsidP="0062748B">
      <w:r>
        <w:t xml:space="preserve">24.1.23      .         .        +INF       EPS       </w:t>
      </w:r>
    </w:p>
    <w:p w:rsidR="0062748B" w:rsidRDefault="0062748B" w:rsidP="0062748B">
      <w:r>
        <w:t xml:space="preserve">24.1.24      .         .        +INF       EPS       </w:t>
      </w:r>
    </w:p>
    <w:p w:rsidR="0062748B" w:rsidRDefault="0062748B" w:rsidP="0062748B">
      <w:r>
        <w:lastRenderedPageBreak/>
        <w:t xml:space="preserve">24.1.25      .         .        +INF       EPS       </w:t>
      </w:r>
    </w:p>
    <w:p w:rsidR="0062748B" w:rsidRDefault="0062748B" w:rsidP="0062748B">
      <w:r>
        <w:t xml:space="preserve">24.1.26      .         .        +INF       EPS       </w:t>
      </w:r>
    </w:p>
    <w:p w:rsidR="0062748B" w:rsidRDefault="0062748B" w:rsidP="0062748B">
      <w:r>
        <w:t xml:space="preserve">24.1.27      .         .        +INF       EPS       </w:t>
      </w:r>
    </w:p>
    <w:p w:rsidR="0062748B" w:rsidRDefault="0062748B" w:rsidP="0062748B">
      <w:r>
        <w:t xml:space="preserve">24.1.28      .         .        +INF       EPS       </w:t>
      </w:r>
    </w:p>
    <w:p w:rsidR="0062748B" w:rsidRDefault="0062748B" w:rsidP="0062748B">
      <w:r>
        <w:t xml:space="preserve">24.1.29      .         .        +INF       EPS       </w:t>
      </w:r>
    </w:p>
    <w:p w:rsidR="0062748B" w:rsidRDefault="0062748B" w:rsidP="0062748B">
      <w:r>
        <w:t xml:space="preserve">25.1.1       .         .        +INF       EPS       </w:t>
      </w:r>
    </w:p>
    <w:p w:rsidR="0062748B" w:rsidRDefault="0062748B" w:rsidP="0062748B">
      <w:r>
        <w:t xml:space="preserve">25.1.2       .         .        +INF       EPS       </w:t>
      </w:r>
    </w:p>
    <w:p w:rsidR="0062748B" w:rsidRDefault="0062748B" w:rsidP="0062748B">
      <w:r>
        <w:t xml:space="preserve">25.1.3       .         .        +INF       EPS       </w:t>
      </w:r>
    </w:p>
    <w:p w:rsidR="0062748B" w:rsidRDefault="0062748B" w:rsidP="0062748B">
      <w:r>
        <w:t xml:space="preserve">25.1.4       .         .        +INF       EPS       </w:t>
      </w:r>
    </w:p>
    <w:p w:rsidR="0062748B" w:rsidRDefault="0062748B" w:rsidP="0062748B">
      <w:r>
        <w:t xml:space="preserve">25.1.5       .         .        +INF       EPS       </w:t>
      </w:r>
    </w:p>
    <w:p w:rsidR="0062748B" w:rsidRDefault="0062748B" w:rsidP="0062748B">
      <w:r>
        <w:t xml:space="preserve">25.1.6       .         .        +INF       EPS       </w:t>
      </w:r>
    </w:p>
    <w:p w:rsidR="0062748B" w:rsidRDefault="0062748B" w:rsidP="0062748B">
      <w:r>
        <w:t xml:space="preserve">25.1.7       .         .        +INF       EPS       </w:t>
      </w:r>
    </w:p>
    <w:p w:rsidR="0062748B" w:rsidRDefault="0062748B" w:rsidP="0062748B">
      <w:r>
        <w:t xml:space="preserve">25.1.8       .         .        +INF       EPS       </w:t>
      </w:r>
    </w:p>
    <w:p w:rsidR="0062748B" w:rsidRDefault="0062748B" w:rsidP="0062748B">
      <w:r>
        <w:t xml:space="preserve">25.1.9       .         .        +INF       EPS       </w:t>
      </w:r>
    </w:p>
    <w:p w:rsidR="0062748B" w:rsidRDefault="0062748B" w:rsidP="0062748B">
      <w:r>
        <w:t xml:space="preserve">25.1.10      .         .        +INF       EPS       </w:t>
      </w:r>
    </w:p>
    <w:p w:rsidR="0062748B" w:rsidRDefault="0062748B" w:rsidP="0062748B">
      <w:r>
        <w:t xml:space="preserve">25.1.11      .         .        +INF       EPS       </w:t>
      </w:r>
    </w:p>
    <w:p w:rsidR="0062748B" w:rsidRDefault="0062748B" w:rsidP="0062748B">
      <w:r>
        <w:t xml:space="preserve">25.1.12      .         .        +INF       EPS       </w:t>
      </w:r>
    </w:p>
    <w:p w:rsidR="0062748B" w:rsidRDefault="0062748B" w:rsidP="0062748B">
      <w:r>
        <w:t xml:space="preserve">25.1.13      .         .        +INF       EPS       </w:t>
      </w:r>
    </w:p>
    <w:p w:rsidR="0062748B" w:rsidRDefault="0062748B" w:rsidP="0062748B">
      <w:r>
        <w:t xml:space="preserve">25.1.14      .         .        +INF       EPS       </w:t>
      </w:r>
    </w:p>
    <w:p w:rsidR="0062748B" w:rsidRDefault="0062748B" w:rsidP="0062748B">
      <w:r>
        <w:t xml:space="preserve">25.1.15      .         .        +INF       EPS       </w:t>
      </w:r>
    </w:p>
    <w:p w:rsidR="0062748B" w:rsidRDefault="0062748B" w:rsidP="0062748B">
      <w:r>
        <w:t xml:space="preserve">25.1.16      .         .        +INF       EPS       </w:t>
      </w:r>
    </w:p>
    <w:p w:rsidR="0062748B" w:rsidRDefault="0062748B" w:rsidP="0062748B">
      <w:r>
        <w:t xml:space="preserve">25.1.17      .         .        +INF       EPS       </w:t>
      </w:r>
    </w:p>
    <w:p w:rsidR="0062748B" w:rsidRDefault="0062748B" w:rsidP="0062748B">
      <w:r>
        <w:t xml:space="preserve">25.1.18      .         .        +INF       EPS       </w:t>
      </w:r>
    </w:p>
    <w:p w:rsidR="0062748B" w:rsidRDefault="0062748B" w:rsidP="0062748B">
      <w:r>
        <w:t xml:space="preserve">25.1.19      .         .        +INF       EPS       </w:t>
      </w:r>
    </w:p>
    <w:p w:rsidR="0062748B" w:rsidRDefault="0062748B" w:rsidP="0062748B">
      <w:r>
        <w:t xml:space="preserve">25.1.20      .         .        +INF       EPS       </w:t>
      </w:r>
    </w:p>
    <w:p w:rsidR="0062748B" w:rsidRDefault="0062748B" w:rsidP="0062748B">
      <w:r>
        <w:lastRenderedPageBreak/>
        <w:t xml:space="preserve">25.1.21      .         .        +INF       EPS       </w:t>
      </w:r>
    </w:p>
    <w:p w:rsidR="0062748B" w:rsidRDefault="0062748B" w:rsidP="0062748B">
      <w:r>
        <w:t xml:space="preserve">25.1.22      .         .        +INF       EPS       </w:t>
      </w:r>
    </w:p>
    <w:p w:rsidR="0062748B" w:rsidRDefault="0062748B" w:rsidP="0062748B">
      <w:r>
        <w:t xml:space="preserve">25.1.23      .         .        +INF       EPS       </w:t>
      </w:r>
    </w:p>
    <w:p w:rsidR="0062748B" w:rsidRDefault="0062748B" w:rsidP="0062748B">
      <w:r>
        <w:t xml:space="preserve">25.1.24      .         .        +INF       EPS       </w:t>
      </w:r>
    </w:p>
    <w:p w:rsidR="0062748B" w:rsidRDefault="0062748B" w:rsidP="0062748B">
      <w:r>
        <w:t xml:space="preserve">25.1.25      .         .        +INF       EPS       </w:t>
      </w:r>
    </w:p>
    <w:p w:rsidR="0062748B" w:rsidRDefault="0062748B" w:rsidP="0062748B">
      <w:r>
        <w:t xml:space="preserve">25.1.26      .         .        +INF       EPS       </w:t>
      </w:r>
    </w:p>
    <w:p w:rsidR="0062748B" w:rsidRDefault="0062748B" w:rsidP="0062748B">
      <w:r>
        <w:t xml:space="preserve">25.1.27      .         .        +INF       EPS       </w:t>
      </w:r>
    </w:p>
    <w:p w:rsidR="0062748B" w:rsidRDefault="0062748B" w:rsidP="0062748B">
      <w:r>
        <w:t xml:space="preserve">25.1.28      .         .        +INF       EPS       </w:t>
      </w:r>
    </w:p>
    <w:p w:rsidR="0062748B" w:rsidRDefault="0062748B" w:rsidP="0062748B">
      <w:r>
        <w:t xml:space="preserve">25.1.29      .         .        +INF       EPS       </w:t>
      </w:r>
    </w:p>
    <w:p w:rsidR="0062748B" w:rsidRDefault="0062748B" w:rsidP="0062748B">
      <w:r>
        <w:t xml:space="preserve">26.1.1       .         .        +INF       EPS       </w:t>
      </w:r>
    </w:p>
    <w:p w:rsidR="0062748B" w:rsidRDefault="0062748B" w:rsidP="0062748B">
      <w:r>
        <w:t xml:space="preserve">26.1.2       .         .        +INF       EPS       </w:t>
      </w:r>
    </w:p>
    <w:p w:rsidR="0062748B" w:rsidRDefault="0062748B" w:rsidP="0062748B">
      <w:r>
        <w:t xml:space="preserve">26.1.3       .         .        +INF       EPS       </w:t>
      </w:r>
    </w:p>
    <w:p w:rsidR="0062748B" w:rsidRDefault="0062748B" w:rsidP="0062748B">
      <w:r>
        <w:t xml:space="preserve">26.1.4       .         .        +INF       EPS       </w:t>
      </w:r>
    </w:p>
    <w:p w:rsidR="0062748B" w:rsidRDefault="0062748B" w:rsidP="0062748B">
      <w:r>
        <w:t xml:space="preserve">26.1.5       .         .        +INF       EPS       </w:t>
      </w:r>
    </w:p>
    <w:p w:rsidR="0062748B" w:rsidRDefault="0062748B" w:rsidP="0062748B">
      <w:r>
        <w:t xml:space="preserve">26.1.6       .         .        +INF       EPS       </w:t>
      </w:r>
    </w:p>
    <w:p w:rsidR="0062748B" w:rsidRDefault="0062748B" w:rsidP="0062748B">
      <w:r>
        <w:t xml:space="preserve">26.1.7       .         .        +INF       EPS       </w:t>
      </w:r>
    </w:p>
    <w:p w:rsidR="0062748B" w:rsidRDefault="0062748B" w:rsidP="0062748B">
      <w:r>
        <w:t xml:space="preserve">26.1.8       .         .        +INF       EPS       </w:t>
      </w:r>
    </w:p>
    <w:p w:rsidR="0062748B" w:rsidRDefault="0062748B" w:rsidP="0062748B">
      <w:r>
        <w:t xml:space="preserve">26.1.9       .         .        +INF       EPS       </w:t>
      </w:r>
    </w:p>
    <w:p w:rsidR="0062748B" w:rsidRDefault="0062748B" w:rsidP="0062748B">
      <w:r>
        <w:t xml:space="preserve">26.1.10      .         .        +INF       EPS       </w:t>
      </w:r>
    </w:p>
    <w:p w:rsidR="0062748B" w:rsidRDefault="0062748B" w:rsidP="0062748B">
      <w:r>
        <w:t xml:space="preserve">26.1.11      .         .        +INF       EPS       </w:t>
      </w:r>
    </w:p>
    <w:p w:rsidR="0062748B" w:rsidRDefault="0062748B" w:rsidP="0062748B">
      <w:r>
        <w:t xml:space="preserve">26.1.12      .         .        +INF       EPS       </w:t>
      </w:r>
    </w:p>
    <w:p w:rsidR="0062748B" w:rsidRDefault="0062748B" w:rsidP="0062748B">
      <w:r>
        <w:t xml:space="preserve">26.1.13      .         .        +INF       EPS       </w:t>
      </w:r>
    </w:p>
    <w:p w:rsidR="0062748B" w:rsidRDefault="0062748B" w:rsidP="0062748B">
      <w:r>
        <w:t xml:space="preserve">26.1.14      .         .        +INF       EPS       </w:t>
      </w:r>
    </w:p>
    <w:p w:rsidR="0062748B" w:rsidRDefault="0062748B" w:rsidP="0062748B">
      <w:r>
        <w:t xml:space="preserve">26.1.15      .         .        +INF       EPS       </w:t>
      </w:r>
    </w:p>
    <w:p w:rsidR="0062748B" w:rsidRDefault="0062748B" w:rsidP="0062748B">
      <w:r>
        <w:t xml:space="preserve">26.1.16      .         .        +INF       EPS       </w:t>
      </w:r>
    </w:p>
    <w:p w:rsidR="0062748B" w:rsidRDefault="0062748B" w:rsidP="0062748B">
      <w:r>
        <w:lastRenderedPageBreak/>
        <w:t xml:space="preserve">26.1.17      .         .        +INF       EPS       </w:t>
      </w:r>
    </w:p>
    <w:p w:rsidR="0062748B" w:rsidRDefault="0062748B" w:rsidP="0062748B">
      <w:r>
        <w:t xml:space="preserve">26.1.18      .         .        +INF       EPS       </w:t>
      </w:r>
    </w:p>
    <w:p w:rsidR="0062748B" w:rsidRDefault="0062748B" w:rsidP="0062748B">
      <w:r>
        <w:t xml:space="preserve">26.1.19      .         .        +INF       EPS       </w:t>
      </w:r>
    </w:p>
    <w:p w:rsidR="0062748B" w:rsidRDefault="0062748B" w:rsidP="0062748B">
      <w:r>
        <w:t xml:space="preserve">26.1.20      .         .        +INF       EPS       </w:t>
      </w:r>
    </w:p>
    <w:p w:rsidR="0062748B" w:rsidRDefault="0062748B" w:rsidP="0062748B">
      <w:r>
        <w:t xml:space="preserve">26.1.21      .         .        +INF       EPS       </w:t>
      </w:r>
    </w:p>
    <w:p w:rsidR="0062748B" w:rsidRDefault="0062748B" w:rsidP="0062748B">
      <w:r>
        <w:t xml:space="preserve">26.1.22      .         .        +INF       EPS       </w:t>
      </w:r>
    </w:p>
    <w:p w:rsidR="0062748B" w:rsidRDefault="0062748B" w:rsidP="0062748B">
      <w:r>
        <w:t xml:space="preserve">26.1.23      .         .        +INF       EPS       </w:t>
      </w:r>
    </w:p>
    <w:p w:rsidR="0062748B" w:rsidRDefault="0062748B" w:rsidP="0062748B">
      <w:r>
        <w:t xml:space="preserve">26.1.24      .         .        +INF       EPS       </w:t>
      </w:r>
    </w:p>
    <w:p w:rsidR="0062748B" w:rsidRDefault="0062748B" w:rsidP="0062748B">
      <w:r>
        <w:t xml:space="preserve">26.1.25      .         .        +INF       EPS       </w:t>
      </w:r>
    </w:p>
    <w:p w:rsidR="0062748B" w:rsidRDefault="0062748B" w:rsidP="0062748B">
      <w:r>
        <w:t xml:space="preserve">26.1.26      .         .        +INF       EPS       </w:t>
      </w:r>
    </w:p>
    <w:p w:rsidR="0062748B" w:rsidRDefault="0062748B" w:rsidP="0062748B">
      <w:r>
        <w:t xml:space="preserve">26.1.27      .         .        +INF       EPS       </w:t>
      </w:r>
    </w:p>
    <w:p w:rsidR="0062748B" w:rsidRDefault="0062748B" w:rsidP="0062748B">
      <w:r>
        <w:t xml:space="preserve">26.1.28      .         .        +INF       EPS       </w:t>
      </w:r>
    </w:p>
    <w:p w:rsidR="0062748B" w:rsidRDefault="0062748B" w:rsidP="0062748B">
      <w:r>
        <w:t xml:space="preserve">26.1.29      .         .        +INF       EPS       </w:t>
      </w:r>
    </w:p>
    <w:p w:rsidR="0062748B" w:rsidRDefault="0062748B" w:rsidP="0062748B">
      <w:r>
        <w:t xml:space="preserve">27.1.1       .         .        +INF       EPS       </w:t>
      </w:r>
    </w:p>
    <w:p w:rsidR="0062748B" w:rsidRDefault="0062748B" w:rsidP="0062748B">
      <w:r>
        <w:t xml:space="preserve">27.1.2       .         .        +INF       EPS       </w:t>
      </w:r>
    </w:p>
    <w:p w:rsidR="0062748B" w:rsidRDefault="0062748B" w:rsidP="0062748B">
      <w:r>
        <w:t xml:space="preserve">27.1.3       .         .        +INF       EPS       </w:t>
      </w:r>
    </w:p>
    <w:p w:rsidR="0062748B" w:rsidRDefault="0062748B" w:rsidP="0062748B">
      <w:r>
        <w:t xml:space="preserve">27.1.4       .         .        +INF       EPS       </w:t>
      </w:r>
    </w:p>
    <w:p w:rsidR="0062748B" w:rsidRDefault="0062748B" w:rsidP="0062748B">
      <w:r>
        <w:t xml:space="preserve">27.1.5       .         .        +INF       EPS       </w:t>
      </w:r>
    </w:p>
    <w:p w:rsidR="0062748B" w:rsidRDefault="0062748B" w:rsidP="0062748B">
      <w:r>
        <w:t xml:space="preserve">27.1.6       .         .        +INF       EPS       </w:t>
      </w:r>
    </w:p>
    <w:p w:rsidR="0062748B" w:rsidRDefault="0062748B" w:rsidP="0062748B">
      <w:r>
        <w:t xml:space="preserve">27.1.7       .         .        +INF       EPS       </w:t>
      </w:r>
    </w:p>
    <w:p w:rsidR="0062748B" w:rsidRDefault="0062748B" w:rsidP="0062748B">
      <w:r>
        <w:t xml:space="preserve">27.1.8       .         .        +INF       EPS       </w:t>
      </w:r>
    </w:p>
    <w:p w:rsidR="0062748B" w:rsidRDefault="0062748B" w:rsidP="0062748B">
      <w:r>
        <w:t xml:space="preserve">27.1.9       .         .        +INF       EPS       </w:t>
      </w:r>
    </w:p>
    <w:p w:rsidR="0062748B" w:rsidRDefault="0062748B" w:rsidP="0062748B">
      <w:r>
        <w:t xml:space="preserve">27.1.10      .         .        +INF       EPS       </w:t>
      </w:r>
    </w:p>
    <w:p w:rsidR="0062748B" w:rsidRDefault="0062748B" w:rsidP="0062748B">
      <w:r>
        <w:t xml:space="preserve">27.1.11      .         .        +INF       EPS       </w:t>
      </w:r>
    </w:p>
    <w:p w:rsidR="0062748B" w:rsidRDefault="0062748B" w:rsidP="0062748B">
      <w:r>
        <w:t xml:space="preserve">27.1.12      .         .        +INF       EPS       </w:t>
      </w:r>
    </w:p>
    <w:p w:rsidR="0062748B" w:rsidRDefault="0062748B" w:rsidP="0062748B">
      <w:r>
        <w:lastRenderedPageBreak/>
        <w:t xml:space="preserve">27.1.13      .         .        +INF       EPS       </w:t>
      </w:r>
    </w:p>
    <w:p w:rsidR="0062748B" w:rsidRDefault="0062748B" w:rsidP="0062748B">
      <w:r>
        <w:t xml:space="preserve">27.1.14      .         .        +INF       EPS       </w:t>
      </w:r>
    </w:p>
    <w:p w:rsidR="0062748B" w:rsidRDefault="0062748B" w:rsidP="0062748B">
      <w:r>
        <w:t xml:space="preserve">27.1.15      .         .        +INF       EPS       </w:t>
      </w:r>
    </w:p>
    <w:p w:rsidR="0062748B" w:rsidRDefault="0062748B" w:rsidP="0062748B">
      <w:r>
        <w:t xml:space="preserve">27.1.16      .         .        +INF       EPS       </w:t>
      </w:r>
    </w:p>
    <w:p w:rsidR="0062748B" w:rsidRDefault="0062748B" w:rsidP="0062748B">
      <w:r>
        <w:t xml:space="preserve">27.1.17      .         .        +INF       EPS       </w:t>
      </w:r>
    </w:p>
    <w:p w:rsidR="0062748B" w:rsidRDefault="0062748B" w:rsidP="0062748B">
      <w:r>
        <w:t xml:space="preserve">27.1.18      .         .        +INF       EPS       </w:t>
      </w:r>
    </w:p>
    <w:p w:rsidR="0062748B" w:rsidRDefault="0062748B" w:rsidP="0062748B">
      <w:r>
        <w:t xml:space="preserve">27.1.19      .         .        +INF       EPS       </w:t>
      </w:r>
    </w:p>
    <w:p w:rsidR="0062748B" w:rsidRDefault="0062748B" w:rsidP="0062748B">
      <w:r>
        <w:t xml:space="preserve">27.1.20      .         .        +INF       EPS       </w:t>
      </w:r>
    </w:p>
    <w:p w:rsidR="0062748B" w:rsidRDefault="0062748B" w:rsidP="0062748B">
      <w:r>
        <w:t xml:space="preserve">27.1.21      .         .        +INF       EPS       </w:t>
      </w:r>
    </w:p>
    <w:p w:rsidR="0062748B" w:rsidRDefault="0062748B" w:rsidP="0062748B">
      <w:r>
        <w:t xml:space="preserve">27.1.22      .         .        +INF       EPS       </w:t>
      </w:r>
    </w:p>
    <w:p w:rsidR="0062748B" w:rsidRDefault="0062748B" w:rsidP="0062748B">
      <w:r>
        <w:t xml:space="preserve">27.1.23      .         .        +INF       EPS       </w:t>
      </w:r>
    </w:p>
    <w:p w:rsidR="0062748B" w:rsidRDefault="0062748B" w:rsidP="0062748B">
      <w:r>
        <w:t xml:space="preserve">27.1.24      .         .        +INF       EPS       </w:t>
      </w:r>
    </w:p>
    <w:p w:rsidR="0062748B" w:rsidRDefault="0062748B" w:rsidP="0062748B">
      <w:r>
        <w:t xml:space="preserve">27.1.25      .         .        +INF       EPS       </w:t>
      </w:r>
    </w:p>
    <w:p w:rsidR="0062748B" w:rsidRDefault="0062748B" w:rsidP="0062748B">
      <w:r>
        <w:t xml:space="preserve">27.1.26      .         .        +INF       EPS       </w:t>
      </w:r>
    </w:p>
    <w:p w:rsidR="0062748B" w:rsidRDefault="0062748B" w:rsidP="0062748B">
      <w:r>
        <w:t xml:space="preserve">27.1.27      .         .        +INF       EPS       </w:t>
      </w:r>
    </w:p>
    <w:p w:rsidR="0062748B" w:rsidRDefault="0062748B" w:rsidP="0062748B">
      <w:r>
        <w:t xml:space="preserve">27.1.28      .         .        +INF       EPS       </w:t>
      </w:r>
    </w:p>
    <w:p w:rsidR="0062748B" w:rsidRDefault="0062748B" w:rsidP="0062748B">
      <w:r>
        <w:t xml:space="preserve">27.1.29      .         .        +INF       EPS       </w:t>
      </w:r>
    </w:p>
    <w:p w:rsidR="0062748B" w:rsidRDefault="0062748B" w:rsidP="0062748B">
      <w:r>
        <w:t xml:space="preserve">28.1.1       .         .        +INF       EPS       </w:t>
      </w:r>
    </w:p>
    <w:p w:rsidR="0062748B" w:rsidRDefault="0062748B" w:rsidP="0062748B">
      <w:r>
        <w:t xml:space="preserve">28.1.2       .         .        +INF       EPS       </w:t>
      </w:r>
    </w:p>
    <w:p w:rsidR="0062748B" w:rsidRDefault="0062748B" w:rsidP="0062748B">
      <w:r>
        <w:t xml:space="preserve">28.1.3       .         .        +INF       EPS       </w:t>
      </w:r>
    </w:p>
    <w:p w:rsidR="0062748B" w:rsidRDefault="0062748B" w:rsidP="0062748B">
      <w:r>
        <w:t xml:space="preserve">28.1.4       .         .        +INF       EPS       </w:t>
      </w:r>
    </w:p>
    <w:p w:rsidR="0062748B" w:rsidRDefault="0062748B" w:rsidP="0062748B">
      <w:r>
        <w:t xml:space="preserve">28.1.5       .         .        +INF       EPS       </w:t>
      </w:r>
    </w:p>
    <w:p w:rsidR="0062748B" w:rsidRDefault="0062748B" w:rsidP="0062748B">
      <w:r>
        <w:t xml:space="preserve">28.1.6       .         .        +INF       EPS       </w:t>
      </w:r>
    </w:p>
    <w:p w:rsidR="0062748B" w:rsidRDefault="0062748B" w:rsidP="0062748B">
      <w:r>
        <w:t xml:space="preserve">28.1.7       .         .        +INF       EPS       </w:t>
      </w:r>
    </w:p>
    <w:p w:rsidR="0062748B" w:rsidRDefault="0062748B" w:rsidP="0062748B">
      <w:r>
        <w:t xml:space="preserve">28.1.8       .         .        +INF       EPS       </w:t>
      </w:r>
    </w:p>
    <w:p w:rsidR="0062748B" w:rsidRDefault="0062748B" w:rsidP="0062748B">
      <w:r>
        <w:lastRenderedPageBreak/>
        <w:t xml:space="preserve">28.1.9       .         .        +INF       EPS       </w:t>
      </w:r>
    </w:p>
    <w:p w:rsidR="0062748B" w:rsidRDefault="0062748B" w:rsidP="0062748B">
      <w:r>
        <w:t xml:space="preserve">28.1.10      .         .        +INF       EPS       </w:t>
      </w:r>
    </w:p>
    <w:p w:rsidR="0062748B" w:rsidRDefault="0062748B" w:rsidP="0062748B">
      <w:r>
        <w:t xml:space="preserve">28.1.11      .         .        +INF       EPS       </w:t>
      </w:r>
    </w:p>
    <w:p w:rsidR="0062748B" w:rsidRDefault="0062748B" w:rsidP="0062748B">
      <w:r>
        <w:t xml:space="preserve">28.1.12      .         .        +INF       EPS       </w:t>
      </w:r>
    </w:p>
    <w:p w:rsidR="0062748B" w:rsidRDefault="0062748B" w:rsidP="0062748B">
      <w:r>
        <w:t xml:space="preserve">28.1.13      .         .        +INF       EPS       </w:t>
      </w:r>
    </w:p>
    <w:p w:rsidR="0062748B" w:rsidRDefault="0062748B" w:rsidP="0062748B">
      <w:r>
        <w:t xml:space="preserve">28.1.14      .         .        +INF       EPS       </w:t>
      </w:r>
    </w:p>
    <w:p w:rsidR="0062748B" w:rsidRDefault="0062748B" w:rsidP="0062748B">
      <w:r>
        <w:t xml:space="preserve">28.1.15      .         .        +INF       EPS       </w:t>
      </w:r>
    </w:p>
    <w:p w:rsidR="0062748B" w:rsidRDefault="0062748B" w:rsidP="0062748B">
      <w:r>
        <w:t xml:space="preserve">28.1.16      .         .        +INF       EPS       </w:t>
      </w:r>
    </w:p>
    <w:p w:rsidR="0062748B" w:rsidRDefault="0062748B" w:rsidP="0062748B">
      <w:r>
        <w:t xml:space="preserve">28.1.17      .         .        +INF       EPS       </w:t>
      </w:r>
    </w:p>
    <w:p w:rsidR="0062748B" w:rsidRDefault="0062748B" w:rsidP="0062748B">
      <w:r>
        <w:t xml:space="preserve">28.1.18      .         .        +INF       EPS       </w:t>
      </w:r>
    </w:p>
    <w:p w:rsidR="0062748B" w:rsidRDefault="0062748B" w:rsidP="0062748B">
      <w:r>
        <w:t xml:space="preserve">28.1.19      .         .        +INF       EPS       </w:t>
      </w:r>
    </w:p>
    <w:p w:rsidR="0062748B" w:rsidRDefault="0062748B" w:rsidP="0062748B">
      <w:r>
        <w:t xml:space="preserve">28.1.20      .         .        +INF       EPS       </w:t>
      </w:r>
    </w:p>
    <w:p w:rsidR="0062748B" w:rsidRDefault="0062748B" w:rsidP="0062748B">
      <w:r>
        <w:t xml:space="preserve">28.1.21      .         .        +INF       EPS       </w:t>
      </w:r>
    </w:p>
    <w:p w:rsidR="0062748B" w:rsidRDefault="0062748B" w:rsidP="0062748B">
      <w:r>
        <w:t xml:space="preserve">28.1.22      .         .        +INF       EPS       </w:t>
      </w:r>
    </w:p>
    <w:p w:rsidR="0062748B" w:rsidRDefault="0062748B" w:rsidP="0062748B">
      <w:r>
        <w:t xml:space="preserve">28.1.23      .         .        +INF       EPS       </w:t>
      </w:r>
    </w:p>
    <w:p w:rsidR="0062748B" w:rsidRDefault="0062748B" w:rsidP="0062748B">
      <w:r>
        <w:t xml:space="preserve">28.1.24      .         .        +INF       EPS       </w:t>
      </w:r>
    </w:p>
    <w:p w:rsidR="0062748B" w:rsidRDefault="0062748B" w:rsidP="0062748B">
      <w:r>
        <w:t xml:space="preserve">28.1.25      .         .        +INF       EPS       </w:t>
      </w:r>
    </w:p>
    <w:p w:rsidR="0062748B" w:rsidRDefault="0062748B" w:rsidP="0062748B">
      <w:r>
        <w:t xml:space="preserve">28.1.26      .         .        +INF       EPS       </w:t>
      </w:r>
    </w:p>
    <w:p w:rsidR="0062748B" w:rsidRDefault="0062748B" w:rsidP="0062748B">
      <w:r>
        <w:t xml:space="preserve">28.1.27      .         .        +INF       EPS       </w:t>
      </w:r>
    </w:p>
    <w:p w:rsidR="0062748B" w:rsidRDefault="0062748B" w:rsidP="0062748B">
      <w:r>
        <w:t xml:space="preserve">28.1.28      .         .        +INF       EPS       </w:t>
      </w:r>
    </w:p>
    <w:p w:rsidR="0062748B" w:rsidRDefault="0062748B" w:rsidP="0062748B">
      <w:r>
        <w:t xml:space="preserve">28.1.29      .         .        +INF       EPS       </w:t>
      </w:r>
    </w:p>
    <w:p w:rsidR="0062748B" w:rsidRDefault="0062748B" w:rsidP="0062748B">
      <w:r>
        <w:t xml:space="preserve">29.1.1       .         .        +INF       EPS       </w:t>
      </w:r>
    </w:p>
    <w:p w:rsidR="0062748B" w:rsidRDefault="0062748B" w:rsidP="0062748B">
      <w:r>
        <w:t xml:space="preserve">29.1.2       .         .        +INF       EPS       </w:t>
      </w:r>
    </w:p>
    <w:p w:rsidR="0062748B" w:rsidRDefault="0062748B" w:rsidP="0062748B">
      <w:r>
        <w:t xml:space="preserve">29.1.3       .         .        +INF       EPS       </w:t>
      </w:r>
    </w:p>
    <w:p w:rsidR="0062748B" w:rsidRDefault="0062748B" w:rsidP="0062748B">
      <w:r>
        <w:t xml:space="preserve">29.1.4       .         .        +INF       EPS       </w:t>
      </w:r>
    </w:p>
    <w:p w:rsidR="0062748B" w:rsidRDefault="0062748B" w:rsidP="0062748B">
      <w:r>
        <w:lastRenderedPageBreak/>
        <w:t xml:space="preserve">29.1.5       .         .        +INF       EPS       </w:t>
      </w:r>
    </w:p>
    <w:p w:rsidR="0062748B" w:rsidRDefault="0062748B" w:rsidP="0062748B">
      <w:r>
        <w:t xml:space="preserve">29.1.6       .         .        +INF       EPS       </w:t>
      </w:r>
    </w:p>
    <w:p w:rsidR="0062748B" w:rsidRDefault="0062748B" w:rsidP="0062748B">
      <w:r>
        <w:t xml:space="preserve">29.1.7       .         .        +INF       EPS       </w:t>
      </w:r>
    </w:p>
    <w:p w:rsidR="0062748B" w:rsidRDefault="0062748B" w:rsidP="0062748B">
      <w:r>
        <w:t xml:space="preserve">29.1.8       .         .        +INF       EPS       </w:t>
      </w:r>
    </w:p>
    <w:p w:rsidR="0062748B" w:rsidRDefault="0062748B" w:rsidP="0062748B">
      <w:r>
        <w:t xml:space="preserve">29.1.9       .         .        +INF       EPS       </w:t>
      </w:r>
    </w:p>
    <w:p w:rsidR="0062748B" w:rsidRDefault="0062748B" w:rsidP="0062748B">
      <w:r>
        <w:t xml:space="preserve">29.1.10      .         .        +INF       EPS       </w:t>
      </w:r>
    </w:p>
    <w:p w:rsidR="0062748B" w:rsidRDefault="0062748B" w:rsidP="0062748B">
      <w:r>
        <w:t xml:space="preserve">29.1.11      .         .        +INF       EPS       </w:t>
      </w:r>
    </w:p>
    <w:p w:rsidR="0062748B" w:rsidRDefault="0062748B" w:rsidP="0062748B">
      <w:r>
        <w:t xml:space="preserve">29.1.12      .         .        +INF       EPS       </w:t>
      </w:r>
    </w:p>
    <w:p w:rsidR="0062748B" w:rsidRDefault="0062748B" w:rsidP="0062748B">
      <w:r>
        <w:t xml:space="preserve">29.1.13      .         .        +INF       EPS       </w:t>
      </w:r>
    </w:p>
    <w:p w:rsidR="0062748B" w:rsidRDefault="0062748B" w:rsidP="0062748B">
      <w:r>
        <w:t xml:space="preserve">29.1.14      .         .        +INF       EPS       </w:t>
      </w:r>
    </w:p>
    <w:p w:rsidR="0062748B" w:rsidRDefault="0062748B" w:rsidP="0062748B">
      <w:r>
        <w:t xml:space="preserve">29.1.15      .         .        +INF       EPS       </w:t>
      </w:r>
    </w:p>
    <w:p w:rsidR="0062748B" w:rsidRDefault="0062748B" w:rsidP="0062748B">
      <w:r>
        <w:t xml:space="preserve">29.1.16      .         .        +INF       EPS       </w:t>
      </w:r>
    </w:p>
    <w:p w:rsidR="0062748B" w:rsidRDefault="0062748B" w:rsidP="0062748B">
      <w:r>
        <w:t xml:space="preserve">29.1.17      .         .        +INF       EPS       </w:t>
      </w:r>
    </w:p>
    <w:p w:rsidR="0062748B" w:rsidRDefault="0062748B" w:rsidP="0062748B">
      <w:r>
        <w:t xml:space="preserve">29.1.18      .         .        +INF       EPS       </w:t>
      </w:r>
    </w:p>
    <w:p w:rsidR="0062748B" w:rsidRDefault="0062748B" w:rsidP="0062748B">
      <w:r>
        <w:t xml:space="preserve">29.1.19      .         .        +INF       EPS       </w:t>
      </w:r>
    </w:p>
    <w:p w:rsidR="0062748B" w:rsidRDefault="0062748B" w:rsidP="0062748B">
      <w:r>
        <w:t xml:space="preserve">29.1.20      .         .        +INF       EPS       </w:t>
      </w:r>
    </w:p>
    <w:p w:rsidR="0062748B" w:rsidRDefault="0062748B" w:rsidP="0062748B">
      <w:r>
        <w:t xml:space="preserve">29.1.21      .         .        +INF       EPS       </w:t>
      </w:r>
    </w:p>
    <w:p w:rsidR="0062748B" w:rsidRDefault="0062748B" w:rsidP="0062748B">
      <w:r>
        <w:t xml:space="preserve">29.1.22      .         .        +INF       EPS       </w:t>
      </w:r>
    </w:p>
    <w:p w:rsidR="0062748B" w:rsidRDefault="0062748B" w:rsidP="0062748B">
      <w:r>
        <w:t xml:space="preserve">29.1.23      .         .        +INF       EPS       </w:t>
      </w:r>
    </w:p>
    <w:p w:rsidR="0062748B" w:rsidRDefault="0062748B" w:rsidP="0062748B">
      <w:r>
        <w:t xml:space="preserve">29.1.24      .         .        +INF       EPS       </w:t>
      </w:r>
    </w:p>
    <w:p w:rsidR="0062748B" w:rsidRDefault="0062748B" w:rsidP="0062748B">
      <w:r>
        <w:t xml:space="preserve">29.1.25      .         .        +INF       EPS       </w:t>
      </w:r>
    </w:p>
    <w:p w:rsidR="0062748B" w:rsidRDefault="0062748B" w:rsidP="0062748B">
      <w:r>
        <w:t xml:space="preserve">29.1.26      .         .        +INF       EPS       </w:t>
      </w:r>
    </w:p>
    <w:p w:rsidR="0062748B" w:rsidRDefault="0062748B" w:rsidP="0062748B">
      <w:r>
        <w:t xml:space="preserve">29.1.27      .         .        +INF       EPS       </w:t>
      </w:r>
    </w:p>
    <w:p w:rsidR="0062748B" w:rsidRDefault="0062748B" w:rsidP="0062748B">
      <w:r>
        <w:t xml:space="preserve">29.1.28      .         .        +INF       EPS       </w:t>
      </w:r>
    </w:p>
    <w:p w:rsidR="0062748B" w:rsidRDefault="0062748B" w:rsidP="0062748B">
      <w:r>
        <w:t xml:space="preserve">29.1.29      .         .        +INF       EPS       </w:t>
      </w:r>
    </w:p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VAR OptObject~     -INF       .        +INF       .         </w:t>
      </w:r>
    </w:p>
    <w:p w:rsidR="0062748B" w:rsidRDefault="0062748B" w:rsidP="0062748B"/>
    <w:p w:rsidR="0062748B" w:rsidRDefault="0062748B" w:rsidP="0062748B">
      <w:r>
        <w:t xml:space="preserve">  OptObjective  Objective function for the Optimality problem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**** REPORT SUMMARY :        0     NONOPT</w:t>
      </w:r>
    </w:p>
    <w:p w:rsidR="0062748B" w:rsidRDefault="0062748B" w:rsidP="0062748B">
      <w:r>
        <w:t xml:space="preserve">                             0 INFEASIBLE</w:t>
      </w:r>
    </w:p>
    <w:p w:rsidR="0062748B" w:rsidRDefault="0062748B" w:rsidP="0062748B">
      <w:r>
        <w:t xml:space="preserve">                             0  UNBOUNDED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64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OptObj  =E=  Objective function for the optimality problem</w:t>
      </w:r>
    </w:p>
    <w:p w:rsidR="0062748B" w:rsidRDefault="0062748B" w:rsidP="0062748B"/>
    <w:p w:rsidR="0062748B" w:rsidRDefault="0062748B" w:rsidP="0062748B">
      <w:r>
        <w:t>OptObj..  OptObjective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Optconst1  =L=  Constraint for the optimality problem</w:t>
      </w:r>
    </w:p>
    <w:p w:rsidR="0062748B" w:rsidRDefault="0062748B" w:rsidP="0062748B"/>
    <w:p w:rsidR="0062748B" w:rsidRDefault="0062748B" w:rsidP="0062748B">
      <w:r>
        <w:t>Optconst1(1,1,1)..  pi(1,1,1)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Optconst1(1,1,2)..  pi(1,1,2)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Optconst1(1,1,3)..  pi(1,1,3)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65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pi  simplex variable (one in number)</w:t>
      </w:r>
    </w:p>
    <w:p w:rsidR="0062748B" w:rsidRDefault="0062748B" w:rsidP="0062748B"/>
    <w:p w:rsidR="0062748B" w:rsidRDefault="0062748B" w:rsidP="0062748B">
      <w:r>
        <w:t>pi(1,1,1)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Optconst1(1,1,1)</w:t>
      </w:r>
    </w:p>
    <w:p w:rsidR="0062748B" w:rsidRDefault="0062748B" w:rsidP="0062748B"/>
    <w:p w:rsidR="0062748B" w:rsidRDefault="0062748B" w:rsidP="0062748B">
      <w:r>
        <w:t>pi(1,1,2)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Optconst1(1,1,2)</w:t>
      </w:r>
    </w:p>
    <w:p w:rsidR="0062748B" w:rsidRDefault="0062748B" w:rsidP="0062748B"/>
    <w:p w:rsidR="0062748B" w:rsidRDefault="0062748B" w:rsidP="0062748B">
      <w:r>
        <w:t>pi(1,1,3)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Optconst1(1,1,3)</w:t>
      </w:r>
    </w:p>
    <w:p w:rsidR="0062748B" w:rsidRDefault="0062748B" w:rsidP="0062748B"/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t>---- OptObjective  Objective function for the Optimality problem</w:t>
      </w:r>
    </w:p>
    <w:p w:rsidR="0062748B" w:rsidRDefault="0062748B" w:rsidP="0062748B"/>
    <w:p w:rsidR="0062748B" w:rsidRDefault="0062748B" w:rsidP="0062748B">
      <w:r>
        <w:t>OptObjective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lastRenderedPageBreak/>
        <w:t xml:space="preserve">        1       OptObj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66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5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 2     SINGLE EQUATIONS          842</w:t>
      </w:r>
    </w:p>
    <w:p w:rsidR="0062748B" w:rsidRDefault="0062748B" w:rsidP="0062748B">
      <w:r>
        <w:t>BLOCKS OF VARIABLES           2     SINGLE VARIABLES          842</w:t>
      </w:r>
    </w:p>
    <w:p w:rsidR="0062748B" w:rsidRDefault="0062748B" w:rsidP="0062748B">
      <w:r>
        <w:t>NON ZERO ELEMENTS           842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0.016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0.016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5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67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Optimality          OBJECTIVE  OptObjective</w:t>
      </w:r>
    </w:p>
    <w:p w:rsidR="0062748B" w:rsidRDefault="0062748B" w:rsidP="0062748B">
      <w:r>
        <w:t xml:space="preserve">     TYPE    LP                  DIRECTION  MAXIMIZE</w:t>
      </w:r>
    </w:p>
    <w:p w:rsidR="0062748B" w:rsidRDefault="0062748B" w:rsidP="0062748B">
      <w:r>
        <w:t xml:space="preserve">     SOLVER  CPLEX               FROM LINE  936</w:t>
      </w:r>
    </w:p>
    <w:p w:rsidR="0062748B" w:rsidRDefault="0062748B" w:rsidP="0062748B"/>
    <w:p w:rsidR="0062748B" w:rsidRDefault="0062748B" w:rsidP="0062748B">
      <w:r>
        <w:t xml:space="preserve">**** SOLVER STATUS     1 Normal Completion         </w:t>
      </w:r>
    </w:p>
    <w:p w:rsidR="0062748B" w:rsidRDefault="0062748B" w:rsidP="0062748B">
      <w:r>
        <w:t xml:space="preserve">**** MODEL STATUS      1 Optimal                   </w:t>
      </w:r>
    </w:p>
    <w:p w:rsidR="0062748B" w:rsidRDefault="0062748B" w:rsidP="0062748B">
      <w:r>
        <w:t>**** OBJECTIVE VALUE                0.0000</w:t>
      </w:r>
    </w:p>
    <w:p w:rsidR="0062748B" w:rsidRDefault="0062748B" w:rsidP="0062748B"/>
    <w:p w:rsidR="0062748B" w:rsidRDefault="0062748B" w:rsidP="0062748B">
      <w:r>
        <w:t xml:space="preserve"> RESOURCE USAGE, LIMIT          0.015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/>
    <w:p w:rsidR="0062748B" w:rsidRDefault="0062748B" w:rsidP="0062748B">
      <w:r>
        <w:t xml:space="preserve">IBM ILOG CPLEX   24.1.3 r41464 Released Jul 26, 2013 WEI x86_64/MS Windows    </w:t>
      </w:r>
    </w:p>
    <w:p w:rsidR="0062748B" w:rsidRDefault="0062748B" w:rsidP="0062748B">
      <w:r>
        <w:t>--- GAMS/Cplex licensed for continuous and discrete problems.</w:t>
      </w:r>
    </w:p>
    <w:p w:rsidR="0062748B" w:rsidRDefault="0062748B" w:rsidP="0062748B">
      <w:r>
        <w:t>Cplex 12.5.1.0</w:t>
      </w:r>
    </w:p>
    <w:p w:rsidR="0062748B" w:rsidRDefault="0062748B" w:rsidP="0062748B"/>
    <w:p w:rsidR="0062748B" w:rsidRDefault="0062748B" w:rsidP="0062748B">
      <w:r>
        <w:t>LP status(1): optimal</w:t>
      </w:r>
    </w:p>
    <w:p w:rsidR="0062748B" w:rsidRDefault="0062748B" w:rsidP="0062748B">
      <w:r>
        <w:t>Cplex Time: 0.01sec (det. 0.46 ticks)</w:t>
      </w:r>
    </w:p>
    <w:p w:rsidR="0062748B" w:rsidRDefault="0062748B" w:rsidP="0062748B">
      <w:r>
        <w:t>Optimal solution found.</w:t>
      </w:r>
    </w:p>
    <w:p w:rsidR="0062748B" w:rsidRDefault="0062748B" w:rsidP="0062748B">
      <w:r>
        <w:lastRenderedPageBreak/>
        <w:t>Objective :           0.000000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EQU OptObj          .         .         .        1.000      </w:t>
      </w:r>
    </w:p>
    <w:p w:rsidR="0062748B" w:rsidRDefault="0062748B" w:rsidP="0062748B"/>
    <w:p w:rsidR="0062748B" w:rsidRDefault="0062748B" w:rsidP="0062748B">
      <w:r>
        <w:t xml:space="preserve">  OptObj  Objective function for the optimality problem</w:t>
      </w:r>
    </w:p>
    <w:p w:rsidR="0062748B" w:rsidRDefault="0062748B" w:rsidP="0062748B"/>
    <w:p w:rsidR="0062748B" w:rsidRDefault="0062748B" w:rsidP="0062748B">
      <w:r>
        <w:t>---- EQU Optconst1  Constraint for the optimality problem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-INF       .        1.000      .         </w:t>
      </w:r>
    </w:p>
    <w:p w:rsidR="0062748B" w:rsidRDefault="0062748B" w:rsidP="0062748B">
      <w:r>
        <w:t xml:space="preserve">1 .1.2      -INF       .        1.000      .         </w:t>
      </w:r>
    </w:p>
    <w:p w:rsidR="0062748B" w:rsidRDefault="0062748B" w:rsidP="0062748B">
      <w:r>
        <w:t xml:space="preserve">1 .1.3      -INF       .        1.000      .         </w:t>
      </w:r>
    </w:p>
    <w:p w:rsidR="0062748B" w:rsidRDefault="0062748B" w:rsidP="0062748B">
      <w:r>
        <w:t xml:space="preserve">1 .1.4      -INF       .        1.000      .         </w:t>
      </w:r>
    </w:p>
    <w:p w:rsidR="0062748B" w:rsidRDefault="0062748B" w:rsidP="0062748B">
      <w:r>
        <w:t xml:space="preserve">1 .1.5      -INF       .        1.000      .         </w:t>
      </w:r>
    </w:p>
    <w:p w:rsidR="0062748B" w:rsidRDefault="0062748B" w:rsidP="0062748B">
      <w:r>
        <w:t xml:space="preserve">1 .1.6      -INF       .        1.000      .         </w:t>
      </w:r>
    </w:p>
    <w:p w:rsidR="0062748B" w:rsidRDefault="0062748B" w:rsidP="0062748B">
      <w:r>
        <w:t xml:space="preserve">1 .1.7      -INF       .        1.000      .         </w:t>
      </w:r>
    </w:p>
    <w:p w:rsidR="0062748B" w:rsidRDefault="0062748B" w:rsidP="0062748B">
      <w:r>
        <w:t xml:space="preserve">1 .1.8      -INF       .        1.000      .         </w:t>
      </w:r>
    </w:p>
    <w:p w:rsidR="0062748B" w:rsidRDefault="0062748B" w:rsidP="0062748B">
      <w:r>
        <w:t xml:space="preserve">1 .1.9      -INF       .        1.000      .         </w:t>
      </w:r>
    </w:p>
    <w:p w:rsidR="0062748B" w:rsidRDefault="0062748B" w:rsidP="0062748B">
      <w:r>
        <w:t xml:space="preserve">1 .1.10     -INF       .        1.000      .         </w:t>
      </w:r>
    </w:p>
    <w:p w:rsidR="0062748B" w:rsidRDefault="0062748B" w:rsidP="0062748B">
      <w:r>
        <w:t xml:space="preserve">1 .1.11     -INF       .        1.000      .         </w:t>
      </w:r>
    </w:p>
    <w:p w:rsidR="0062748B" w:rsidRDefault="0062748B" w:rsidP="0062748B">
      <w:r>
        <w:t xml:space="preserve">1 .1.12     -INF       .        1.000      .         </w:t>
      </w:r>
    </w:p>
    <w:p w:rsidR="0062748B" w:rsidRDefault="0062748B" w:rsidP="0062748B">
      <w:r>
        <w:lastRenderedPageBreak/>
        <w:t xml:space="preserve">1 .1.13     -INF       .        1.000      .         </w:t>
      </w:r>
    </w:p>
    <w:p w:rsidR="0062748B" w:rsidRDefault="0062748B" w:rsidP="0062748B">
      <w:r>
        <w:t xml:space="preserve">1 .1.14     -INF       .        1.000      .         </w:t>
      </w:r>
    </w:p>
    <w:p w:rsidR="0062748B" w:rsidRDefault="0062748B" w:rsidP="0062748B">
      <w:r>
        <w:t xml:space="preserve">1 .1.15     -INF       .        1.000      .         </w:t>
      </w:r>
    </w:p>
    <w:p w:rsidR="0062748B" w:rsidRDefault="0062748B" w:rsidP="0062748B">
      <w:r>
        <w:t xml:space="preserve">1 .1.16     -INF       .        1.000      .         </w:t>
      </w:r>
    </w:p>
    <w:p w:rsidR="0062748B" w:rsidRDefault="0062748B" w:rsidP="0062748B">
      <w:r>
        <w:t xml:space="preserve">1 .1.17     -INF       .        1.000      .         </w:t>
      </w:r>
    </w:p>
    <w:p w:rsidR="0062748B" w:rsidRDefault="0062748B" w:rsidP="0062748B">
      <w:r>
        <w:t xml:space="preserve">1 .1.18     -INF       .        1.000      .         </w:t>
      </w:r>
    </w:p>
    <w:p w:rsidR="0062748B" w:rsidRDefault="0062748B" w:rsidP="0062748B">
      <w:r>
        <w:t xml:space="preserve">1 .1.19     -INF       .        1.000      .         </w:t>
      </w:r>
    </w:p>
    <w:p w:rsidR="0062748B" w:rsidRDefault="0062748B" w:rsidP="0062748B">
      <w:r>
        <w:t xml:space="preserve">1 .1.20     -INF       .        1.000      .         </w:t>
      </w:r>
    </w:p>
    <w:p w:rsidR="0062748B" w:rsidRDefault="0062748B" w:rsidP="0062748B">
      <w:r>
        <w:t xml:space="preserve">1 .1.21     -INF       .        1.000      .         </w:t>
      </w:r>
    </w:p>
    <w:p w:rsidR="0062748B" w:rsidRDefault="0062748B" w:rsidP="0062748B">
      <w:r>
        <w:t xml:space="preserve">1 .1.22     -INF       .        1.000      .         </w:t>
      </w:r>
    </w:p>
    <w:p w:rsidR="0062748B" w:rsidRDefault="0062748B" w:rsidP="0062748B">
      <w:r>
        <w:t xml:space="preserve">1 .1.23     -INF       .        1.000      .         </w:t>
      </w:r>
    </w:p>
    <w:p w:rsidR="0062748B" w:rsidRDefault="0062748B" w:rsidP="0062748B">
      <w:r>
        <w:t xml:space="preserve">1 .1.24     -INF       .        1.000      .         </w:t>
      </w:r>
    </w:p>
    <w:p w:rsidR="0062748B" w:rsidRDefault="0062748B" w:rsidP="0062748B">
      <w:r>
        <w:t xml:space="preserve">1 .1.25     -INF       .        1.000      .         </w:t>
      </w:r>
    </w:p>
    <w:p w:rsidR="0062748B" w:rsidRDefault="0062748B" w:rsidP="0062748B">
      <w:r>
        <w:t xml:space="preserve">1 .1.26     -INF       .        1.000      .         </w:t>
      </w:r>
    </w:p>
    <w:p w:rsidR="0062748B" w:rsidRDefault="0062748B" w:rsidP="0062748B">
      <w:r>
        <w:t xml:space="preserve">1 .1.27     -INF       .        1.000      .         </w:t>
      </w:r>
    </w:p>
    <w:p w:rsidR="0062748B" w:rsidRDefault="0062748B" w:rsidP="0062748B">
      <w:r>
        <w:t xml:space="preserve">1 .1.28     -INF       .        1.000      .         </w:t>
      </w:r>
    </w:p>
    <w:p w:rsidR="0062748B" w:rsidRDefault="0062748B" w:rsidP="0062748B">
      <w:r>
        <w:t xml:space="preserve">1 .1.29     -INF       .        1.000      .         </w:t>
      </w:r>
    </w:p>
    <w:p w:rsidR="0062748B" w:rsidRDefault="0062748B" w:rsidP="0062748B">
      <w:r>
        <w:t xml:space="preserve">2 .1.1      -INF       .        1.000      .         </w:t>
      </w:r>
    </w:p>
    <w:p w:rsidR="0062748B" w:rsidRDefault="0062748B" w:rsidP="0062748B">
      <w:r>
        <w:t xml:space="preserve">2 .1.2      -INF       .        1.000      .         </w:t>
      </w:r>
    </w:p>
    <w:p w:rsidR="0062748B" w:rsidRDefault="0062748B" w:rsidP="0062748B">
      <w:r>
        <w:t xml:space="preserve">2 .1.3      -INF       .        1.000      .         </w:t>
      </w:r>
    </w:p>
    <w:p w:rsidR="0062748B" w:rsidRDefault="0062748B" w:rsidP="0062748B">
      <w:r>
        <w:t xml:space="preserve">2 .1.4      -INF       .        1.000      .         </w:t>
      </w:r>
    </w:p>
    <w:p w:rsidR="0062748B" w:rsidRDefault="0062748B" w:rsidP="0062748B">
      <w:r>
        <w:t xml:space="preserve">2 .1.5      -INF       .        1.000      .         </w:t>
      </w:r>
    </w:p>
    <w:p w:rsidR="0062748B" w:rsidRDefault="0062748B" w:rsidP="0062748B">
      <w:r>
        <w:t xml:space="preserve">2 .1.6      -INF       .        1.000      .         </w:t>
      </w:r>
    </w:p>
    <w:p w:rsidR="0062748B" w:rsidRDefault="0062748B" w:rsidP="0062748B">
      <w:r>
        <w:t xml:space="preserve">2 .1.7      -INF       .        1.000      .         </w:t>
      </w:r>
    </w:p>
    <w:p w:rsidR="0062748B" w:rsidRDefault="0062748B" w:rsidP="0062748B">
      <w:r>
        <w:t xml:space="preserve">2 .1.8      -INF       .        1.000      .         </w:t>
      </w:r>
    </w:p>
    <w:p w:rsidR="0062748B" w:rsidRDefault="0062748B" w:rsidP="0062748B">
      <w:r>
        <w:lastRenderedPageBreak/>
        <w:t xml:space="preserve">2 .1.9      -INF       .        1.000      .         </w:t>
      </w:r>
    </w:p>
    <w:p w:rsidR="0062748B" w:rsidRDefault="0062748B" w:rsidP="0062748B">
      <w:r>
        <w:t xml:space="preserve">2 .1.10     -INF       .        1.000      .         </w:t>
      </w:r>
    </w:p>
    <w:p w:rsidR="0062748B" w:rsidRDefault="0062748B" w:rsidP="0062748B">
      <w:r>
        <w:t xml:space="preserve">2 .1.11     -INF       .        1.000      .         </w:t>
      </w:r>
    </w:p>
    <w:p w:rsidR="0062748B" w:rsidRDefault="0062748B" w:rsidP="0062748B">
      <w:r>
        <w:t xml:space="preserve">2 .1.12     -INF       .        1.000      .         </w:t>
      </w:r>
    </w:p>
    <w:p w:rsidR="0062748B" w:rsidRDefault="0062748B" w:rsidP="0062748B">
      <w:r>
        <w:t xml:space="preserve">2 .1.13     -INF       .        1.000      .         </w:t>
      </w:r>
    </w:p>
    <w:p w:rsidR="0062748B" w:rsidRDefault="0062748B" w:rsidP="0062748B">
      <w:r>
        <w:t xml:space="preserve">2 .1.14     -INF       .        1.000      .         </w:t>
      </w:r>
    </w:p>
    <w:p w:rsidR="0062748B" w:rsidRDefault="0062748B" w:rsidP="0062748B">
      <w:r>
        <w:t xml:space="preserve">2 .1.15     -INF       .        1.000      .         </w:t>
      </w:r>
    </w:p>
    <w:p w:rsidR="0062748B" w:rsidRDefault="0062748B" w:rsidP="0062748B">
      <w:r>
        <w:t xml:space="preserve">2 .1.16     -INF       .        1.000      .         </w:t>
      </w:r>
    </w:p>
    <w:p w:rsidR="0062748B" w:rsidRDefault="0062748B" w:rsidP="0062748B">
      <w:r>
        <w:t xml:space="preserve">2 .1.17     -INF       .        1.000      .         </w:t>
      </w:r>
    </w:p>
    <w:p w:rsidR="0062748B" w:rsidRDefault="0062748B" w:rsidP="0062748B">
      <w:r>
        <w:t xml:space="preserve">2 .1.18     -INF       .        1.000      .         </w:t>
      </w:r>
    </w:p>
    <w:p w:rsidR="0062748B" w:rsidRDefault="0062748B" w:rsidP="0062748B">
      <w:r>
        <w:t xml:space="preserve">2 .1.19     -INF       .        1.000      .         </w:t>
      </w:r>
    </w:p>
    <w:p w:rsidR="0062748B" w:rsidRDefault="0062748B" w:rsidP="0062748B">
      <w:r>
        <w:t xml:space="preserve">2 .1.20     -INF       .        1.000      .         </w:t>
      </w:r>
    </w:p>
    <w:p w:rsidR="0062748B" w:rsidRDefault="0062748B" w:rsidP="0062748B">
      <w:r>
        <w:t xml:space="preserve">2 .1.21     -INF       .        1.000      .         </w:t>
      </w:r>
    </w:p>
    <w:p w:rsidR="0062748B" w:rsidRDefault="0062748B" w:rsidP="0062748B">
      <w:r>
        <w:t xml:space="preserve">2 .1.22     -INF       .        1.000      .         </w:t>
      </w:r>
    </w:p>
    <w:p w:rsidR="0062748B" w:rsidRDefault="0062748B" w:rsidP="0062748B">
      <w:r>
        <w:t xml:space="preserve">2 .1.23     -INF       .        1.000      .         </w:t>
      </w:r>
    </w:p>
    <w:p w:rsidR="0062748B" w:rsidRDefault="0062748B" w:rsidP="0062748B">
      <w:r>
        <w:t xml:space="preserve">2 .1.24     -INF       .        1.000      .         </w:t>
      </w:r>
    </w:p>
    <w:p w:rsidR="0062748B" w:rsidRDefault="0062748B" w:rsidP="0062748B">
      <w:r>
        <w:t xml:space="preserve">2 .1.25     -INF       .        1.000      .         </w:t>
      </w:r>
    </w:p>
    <w:p w:rsidR="0062748B" w:rsidRDefault="0062748B" w:rsidP="0062748B">
      <w:r>
        <w:t xml:space="preserve">2 .1.26     -INF       .        1.000      .         </w:t>
      </w:r>
    </w:p>
    <w:p w:rsidR="0062748B" w:rsidRDefault="0062748B" w:rsidP="0062748B">
      <w:r>
        <w:t xml:space="preserve">2 .1.27     -INF       .        1.000      .         </w:t>
      </w:r>
    </w:p>
    <w:p w:rsidR="0062748B" w:rsidRDefault="0062748B" w:rsidP="0062748B">
      <w:r>
        <w:t xml:space="preserve">2 .1.28     -INF       .        1.000      .         </w:t>
      </w:r>
    </w:p>
    <w:p w:rsidR="0062748B" w:rsidRDefault="0062748B" w:rsidP="0062748B">
      <w:r>
        <w:t xml:space="preserve">2 .1.29     -INF       .        1.000      .         </w:t>
      </w:r>
    </w:p>
    <w:p w:rsidR="0062748B" w:rsidRDefault="0062748B" w:rsidP="0062748B">
      <w:r>
        <w:t xml:space="preserve">3 .1.1      -INF       .        1.000      .         </w:t>
      </w:r>
    </w:p>
    <w:p w:rsidR="0062748B" w:rsidRDefault="0062748B" w:rsidP="0062748B">
      <w:r>
        <w:t xml:space="preserve">3 .1.2      -INF       .        1.000      .         </w:t>
      </w:r>
    </w:p>
    <w:p w:rsidR="0062748B" w:rsidRDefault="0062748B" w:rsidP="0062748B">
      <w:r>
        <w:t xml:space="preserve">3 .1.3      -INF       .        1.000      .         </w:t>
      </w:r>
    </w:p>
    <w:p w:rsidR="0062748B" w:rsidRDefault="0062748B" w:rsidP="0062748B">
      <w:r>
        <w:t xml:space="preserve">3 .1.4      -INF       .        1.000      .         </w:t>
      </w:r>
    </w:p>
    <w:p w:rsidR="0062748B" w:rsidRDefault="0062748B" w:rsidP="0062748B">
      <w:r>
        <w:lastRenderedPageBreak/>
        <w:t xml:space="preserve">3 .1.5      -INF       .        1.000      .         </w:t>
      </w:r>
    </w:p>
    <w:p w:rsidR="0062748B" w:rsidRDefault="0062748B" w:rsidP="0062748B">
      <w:r>
        <w:t xml:space="preserve">3 .1.6      -INF       .        1.000      .         </w:t>
      </w:r>
    </w:p>
    <w:p w:rsidR="0062748B" w:rsidRDefault="0062748B" w:rsidP="0062748B">
      <w:r>
        <w:t xml:space="preserve">3 .1.7      -INF       .        1.000      .         </w:t>
      </w:r>
    </w:p>
    <w:p w:rsidR="0062748B" w:rsidRDefault="0062748B" w:rsidP="0062748B">
      <w:r>
        <w:t xml:space="preserve">3 .1.8      -INF       .        1.000      .         </w:t>
      </w:r>
    </w:p>
    <w:p w:rsidR="0062748B" w:rsidRDefault="0062748B" w:rsidP="0062748B">
      <w:r>
        <w:t xml:space="preserve">3 .1.9      -INF       .        1.000      .         </w:t>
      </w:r>
    </w:p>
    <w:p w:rsidR="0062748B" w:rsidRDefault="0062748B" w:rsidP="0062748B">
      <w:r>
        <w:t xml:space="preserve">3 .1.10     -INF       .        1.000      .         </w:t>
      </w:r>
    </w:p>
    <w:p w:rsidR="0062748B" w:rsidRDefault="0062748B" w:rsidP="0062748B">
      <w:r>
        <w:t xml:space="preserve">3 .1.11     -INF       .        1.000      .         </w:t>
      </w:r>
    </w:p>
    <w:p w:rsidR="0062748B" w:rsidRDefault="0062748B" w:rsidP="0062748B">
      <w:r>
        <w:t xml:space="preserve">3 .1.12     -INF       .        1.000      .         </w:t>
      </w:r>
    </w:p>
    <w:p w:rsidR="0062748B" w:rsidRDefault="0062748B" w:rsidP="0062748B">
      <w:r>
        <w:t xml:space="preserve">3 .1.13     -INF       .        1.000      .         </w:t>
      </w:r>
    </w:p>
    <w:p w:rsidR="0062748B" w:rsidRDefault="0062748B" w:rsidP="0062748B">
      <w:r>
        <w:t xml:space="preserve">3 .1.14     -INF       .        1.000      .         </w:t>
      </w:r>
    </w:p>
    <w:p w:rsidR="0062748B" w:rsidRDefault="0062748B" w:rsidP="0062748B">
      <w:r>
        <w:t xml:space="preserve">3 .1.15     -INF       .        1.000      .         </w:t>
      </w:r>
    </w:p>
    <w:p w:rsidR="0062748B" w:rsidRDefault="0062748B" w:rsidP="0062748B">
      <w:r>
        <w:t xml:space="preserve">3 .1.16     -INF       .        1.000      .         </w:t>
      </w:r>
    </w:p>
    <w:p w:rsidR="0062748B" w:rsidRDefault="0062748B" w:rsidP="0062748B">
      <w:r>
        <w:t xml:space="preserve">3 .1.17     -INF       .        1.000      .         </w:t>
      </w:r>
    </w:p>
    <w:p w:rsidR="0062748B" w:rsidRDefault="0062748B" w:rsidP="0062748B">
      <w:r>
        <w:t xml:space="preserve">3 .1.18     -INF       .        1.000      .         </w:t>
      </w:r>
    </w:p>
    <w:p w:rsidR="0062748B" w:rsidRDefault="0062748B" w:rsidP="0062748B">
      <w:r>
        <w:t xml:space="preserve">3 .1.19     -INF       .        1.000      .         </w:t>
      </w:r>
    </w:p>
    <w:p w:rsidR="0062748B" w:rsidRDefault="0062748B" w:rsidP="0062748B">
      <w:r>
        <w:t xml:space="preserve">3 .1.20     -INF       .        1.000      .         </w:t>
      </w:r>
    </w:p>
    <w:p w:rsidR="0062748B" w:rsidRDefault="0062748B" w:rsidP="0062748B">
      <w:r>
        <w:t xml:space="preserve">3 .1.21     -INF       .        1.000      .         </w:t>
      </w:r>
    </w:p>
    <w:p w:rsidR="0062748B" w:rsidRDefault="0062748B" w:rsidP="0062748B">
      <w:r>
        <w:t xml:space="preserve">3 .1.22     -INF       .        1.000      .         </w:t>
      </w:r>
    </w:p>
    <w:p w:rsidR="0062748B" w:rsidRDefault="0062748B" w:rsidP="0062748B">
      <w:r>
        <w:t xml:space="preserve">3 .1.23     -INF       .        1.000      .         </w:t>
      </w:r>
    </w:p>
    <w:p w:rsidR="0062748B" w:rsidRDefault="0062748B" w:rsidP="0062748B">
      <w:r>
        <w:t xml:space="preserve">3 .1.24     -INF       .        1.000      .         </w:t>
      </w:r>
    </w:p>
    <w:p w:rsidR="0062748B" w:rsidRDefault="0062748B" w:rsidP="0062748B">
      <w:r>
        <w:t xml:space="preserve">3 .1.25     -INF       .        1.000      .         </w:t>
      </w:r>
    </w:p>
    <w:p w:rsidR="0062748B" w:rsidRDefault="0062748B" w:rsidP="0062748B">
      <w:r>
        <w:t xml:space="preserve">3 .1.26     -INF       .        1.000      .         </w:t>
      </w:r>
    </w:p>
    <w:p w:rsidR="0062748B" w:rsidRDefault="0062748B" w:rsidP="0062748B">
      <w:r>
        <w:t xml:space="preserve">3 .1.27     -INF       .        1.000      .         </w:t>
      </w:r>
    </w:p>
    <w:p w:rsidR="0062748B" w:rsidRDefault="0062748B" w:rsidP="0062748B">
      <w:r>
        <w:t xml:space="preserve">3 .1.28     -INF       .        1.000      .         </w:t>
      </w:r>
    </w:p>
    <w:p w:rsidR="0062748B" w:rsidRDefault="0062748B" w:rsidP="0062748B">
      <w:r>
        <w:t xml:space="preserve">3 .1.29     -INF       .        1.000      .         </w:t>
      </w:r>
    </w:p>
    <w:p w:rsidR="0062748B" w:rsidRDefault="0062748B" w:rsidP="0062748B">
      <w:r>
        <w:lastRenderedPageBreak/>
        <w:t xml:space="preserve">4 .1.1      -INF       .        1.000      .         </w:t>
      </w:r>
    </w:p>
    <w:p w:rsidR="0062748B" w:rsidRDefault="0062748B" w:rsidP="0062748B">
      <w:r>
        <w:t xml:space="preserve">4 .1.2      -INF       .        1.000      .         </w:t>
      </w:r>
    </w:p>
    <w:p w:rsidR="0062748B" w:rsidRDefault="0062748B" w:rsidP="0062748B">
      <w:r>
        <w:t xml:space="preserve">4 .1.3      -INF       .        1.000      .         </w:t>
      </w:r>
    </w:p>
    <w:p w:rsidR="0062748B" w:rsidRDefault="0062748B" w:rsidP="0062748B">
      <w:r>
        <w:t xml:space="preserve">4 .1.4      -INF       .        1.000      .         </w:t>
      </w:r>
    </w:p>
    <w:p w:rsidR="0062748B" w:rsidRDefault="0062748B" w:rsidP="0062748B">
      <w:r>
        <w:t xml:space="preserve">4 .1.5      -INF       .        1.000      .         </w:t>
      </w:r>
    </w:p>
    <w:p w:rsidR="0062748B" w:rsidRDefault="0062748B" w:rsidP="0062748B">
      <w:r>
        <w:t xml:space="preserve">4 .1.6      -INF       .        1.000      .         </w:t>
      </w:r>
    </w:p>
    <w:p w:rsidR="0062748B" w:rsidRDefault="0062748B" w:rsidP="0062748B">
      <w:r>
        <w:t xml:space="preserve">4 .1.7      -INF       .        1.000      .         </w:t>
      </w:r>
    </w:p>
    <w:p w:rsidR="0062748B" w:rsidRDefault="0062748B" w:rsidP="0062748B">
      <w:r>
        <w:t xml:space="preserve">4 .1.8      -INF       .        1.000      .         </w:t>
      </w:r>
    </w:p>
    <w:p w:rsidR="0062748B" w:rsidRDefault="0062748B" w:rsidP="0062748B">
      <w:r>
        <w:t xml:space="preserve">4 .1.9      -INF       .        1.000      .         </w:t>
      </w:r>
    </w:p>
    <w:p w:rsidR="0062748B" w:rsidRDefault="0062748B" w:rsidP="0062748B">
      <w:r>
        <w:t xml:space="preserve">4 .1.10     -INF       .        1.000      .         </w:t>
      </w:r>
    </w:p>
    <w:p w:rsidR="0062748B" w:rsidRDefault="0062748B" w:rsidP="0062748B">
      <w:r>
        <w:t xml:space="preserve">4 .1.11     -INF       .        1.000      .         </w:t>
      </w:r>
    </w:p>
    <w:p w:rsidR="0062748B" w:rsidRDefault="0062748B" w:rsidP="0062748B">
      <w:r>
        <w:t xml:space="preserve">4 .1.12     -INF       .        1.000      .         </w:t>
      </w:r>
    </w:p>
    <w:p w:rsidR="0062748B" w:rsidRDefault="0062748B" w:rsidP="0062748B">
      <w:r>
        <w:t xml:space="preserve">4 .1.13     -INF       .        1.000      .         </w:t>
      </w:r>
    </w:p>
    <w:p w:rsidR="0062748B" w:rsidRDefault="0062748B" w:rsidP="0062748B">
      <w:r>
        <w:t xml:space="preserve">4 .1.14     -INF       .        1.000      .         </w:t>
      </w:r>
    </w:p>
    <w:p w:rsidR="0062748B" w:rsidRDefault="0062748B" w:rsidP="0062748B">
      <w:r>
        <w:t xml:space="preserve">4 .1.15     -INF       .        1.000      .         </w:t>
      </w:r>
    </w:p>
    <w:p w:rsidR="0062748B" w:rsidRDefault="0062748B" w:rsidP="0062748B">
      <w:r>
        <w:t xml:space="preserve">4 .1.16     -INF       .        1.000      .         </w:t>
      </w:r>
    </w:p>
    <w:p w:rsidR="0062748B" w:rsidRDefault="0062748B" w:rsidP="0062748B">
      <w:r>
        <w:t xml:space="preserve">4 .1.17     -INF       .        1.000      .         </w:t>
      </w:r>
    </w:p>
    <w:p w:rsidR="0062748B" w:rsidRDefault="0062748B" w:rsidP="0062748B">
      <w:r>
        <w:t xml:space="preserve">4 .1.18     -INF       .        1.000      .         </w:t>
      </w:r>
    </w:p>
    <w:p w:rsidR="0062748B" w:rsidRDefault="0062748B" w:rsidP="0062748B">
      <w:r>
        <w:t xml:space="preserve">4 .1.19     -INF       .        1.000      .         </w:t>
      </w:r>
    </w:p>
    <w:p w:rsidR="0062748B" w:rsidRDefault="0062748B" w:rsidP="0062748B">
      <w:r>
        <w:t xml:space="preserve">4 .1.20     -INF       .        1.000      .         </w:t>
      </w:r>
    </w:p>
    <w:p w:rsidR="0062748B" w:rsidRDefault="0062748B" w:rsidP="0062748B">
      <w:r>
        <w:t xml:space="preserve">4 .1.21     -INF       .        1.000      .         </w:t>
      </w:r>
    </w:p>
    <w:p w:rsidR="0062748B" w:rsidRDefault="0062748B" w:rsidP="0062748B">
      <w:r>
        <w:t xml:space="preserve">4 .1.22     -INF       .        1.000      .         </w:t>
      </w:r>
    </w:p>
    <w:p w:rsidR="0062748B" w:rsidRDefault="0062748B" w:rsidP="0062748B">
      <w:r>
        <w:t xml:space="preserve">4 .1.23     -INF       .        1.000      .         </w:t>
      </w:r>
    </w:p>
    <w:p w:rsidR="0062748B" w:rsidRDefault="0062748B" w:rsidP="0062748B">
      <w:r>
        <w:t xml:space="preserve">4 .1.24     -INF       .        1.000      .         </w:t>
      </w:r>
    </w:p>
    <w:p w:rsidR="0062748B" w:rsidRDefault="0062748B" w:rsidP="0062748B">
      <w:r>
        <w:t xml:space="preserve">4 .1.25     -INF       .        1.000      .         </w:t>
      </w:r>
    </w:p>
    <w:p w:rsidR="0062748B" w:rsidRDefault="0062748B" w:rsidP="0062748B">
      <w:r>
        <w:lastRenderedPageBreak/>
        <w:t xml:space="preserve">4 .1.26     -INF       .        1.000      .         </w:t>
      </w:r>
    </w:p>
    <w:p w:rsidR="0062748B" w:rsidRDefault="0062748B" w:rsidP="0062748B">
      <w:r>
        <w:t xml:space="preserve">4 .1.27     -INF       .        1.000      .         </w:t>
      </w:r>
    </w:p>
    <w:p w:rsidR="0062748B" w:rsidRDefault="0062748B" w:rsidP="0062748B">
      <w:r>
        <w:t xml:space="preserve">4 .1.28     -INF       .        1.000      .         </w:t>
      </w:r>
    </w:p>
    <w:p w:rsidR="0062748B" w:rsidRDefault="0062748B" w:rsidP="0062748B">
      <w:r>
        <w:t xml:space="preserve">4 .1.29     -INF       .        1.000      .         </w:t>
      </w:r>
    </w:p>
    <w:p w:rsidR="0062748B" w:rsidRDefault="0062748B" w:rsidP="0062748B">
      <w:r>
        <w:t xml:space="preserve">5 .1.1      -INF       .        1.000      .         </w:t>
      </w:r>
    </w:p>
    <w:p w:rsidR="0062748B" w:rsidRDefault="0062748B" w:rsidP="0062748B">
      <w:r>
        <w:t xml:space="preserve">5 .1.2      -INF       .        1.000      .         </w:t>
      </w:r>
    </w:p>
    <w:p w:rsidR="0062748B" w:rsidRDefault="0062748B" w:rsidP="0062748B">
      <w:r>
        <w:t xml:space="preserve">5 .1.3      -INF       .        1.000      .         </w:t>
      </w:r>
    </w:p>
    <w:p w:rsidR="0062748B" w:rsidRDefault="0062748B" w:rsidP="0062748B">
      <w:r>
        <w:t xml:space="preserve">5 .1.4      -INF       .        1.000      .         </w:t>
      </w:r>
    </w:p>
    <w:p w:rsidR="0062748B" w:rsidRDefault="0062748B" w:rsidP="0062748B">
      <w:r>
        <w:t xml:space="preserve">5 .1.5      -INF       .        1.000      .         </w:t>
      </w:r>
    </w:p>
    <w:p w:rsidR="0062748B" w:rsidRDefault="0062748B" w:rsidP="0062748B">
      <w:r>
        <w:t xml:space="preserve">5 .1.6      -INF       .        1.000      .         </w:t>
      </w:r>
    </w:p>
    <w:p w:rsidR="0062748B" w:rsidRDefault="0062748B" w:rsidP="0062748B">
      <w:r>
        <w:t xml:space="preserve">5 .1.7      -INF       .        1.000      .         </w:t>
      </w:r>
    </w:p>
    <w:p w:rsidR="0062748B" w:rsidRDefault="0062748B" w:rsidP="0062748B">
      <w:r>
        <w:t xml:space="preserve">5 .1.8      -INF       .        1.000      .         </w:t>
      </w:r>
    </w:p>
    <w:p w:rsidR="0062748B" w:rsidRDefault="0062748B" w:rsidP="0062748B">
      <w:r>
        <w:t xml:space="preserve">5 .1.9      -INF       .        1.000      .         </w:t>
      </w:r>
    </w:p>
    <w:p w:rsidR="0062748B" w:rsidRDefault="0062748B" w:rsidP="0062748B">
      <w:r>
        <w:t xml:space="preserve">5 .1.10     -INF       .        1.000      .         </w:t>
      </w:r>
    </w:p>
    <w:p w:rsidR="0062748B" w:rsidRDefault="0062748B" w:rsidP="0062748B">
      <w:r>
        <w:t xml:space="preserve">5 .1.11     -INF       .        1.000      .         </w:t>
      </w:r>
    </w:p>
    <w:p w:rsidR="0062748B" w:rsidRDefault="0062748B" w:rsidP="0062748B">
      <w:r>
        <w:t xml:space="preserve">5 .1.12     -INF       .        1.000      .         </w:t>
      </w:r>
    </w:p>
    <w:p w:rsidR="0062748B" w:rsidRDefault="0062748B" w:rsidP="0062748B">
      <w:r>
        <w:t xml:space="preserve">5 .1.13     -INF       .        1.000      .         </w:t>
      </w:r>
    </w:p>
    <w:p w:rsidR="0062748B" w:rsidRDefault="0062748B" w:rsidP="0062748B">
      <w:r>
        <w:t xml:space="preserve">5 .1.14     -INF       .        1.000      .         </w:t>
      </w:r>
    </w:p>
    <w:p w:rsidR="0062748B" w:rsidRDefault="0062748B" w:rsidP="0062748B">
      <w:r>
        <w:t xml:space="preserve">5 .1.15     -INF       .        1.000      .         </w:t>
      </w:r>
    </w:p>
    <w:p w:rsidR="0062748B" w:rsidRDefault="0062748B" w:rsidP="0062748B">
      <w:r>
        <w:t xml:space="preserve">5 .1.16     -INF       .        1.000      .         </w:t>
      </w:r>
    </w:p>
    <w:p w:rsidR="0062748B" w:rsidRDefault="0062748B" w:rsidP="0062748B">
      <w:r>
        <w:t xml:space="preserve">5 .1.17     -INF       .        1.000      .         </w:t>
      </w:r>
    </w:p>
    <w:p w:rsidR="0062748B" w:rsidRDefault="0062748B" w:rsidP="0062748B">
      <w:r>
        <w:t xml:space="preserve">5 .1.18     -INF       .        1.000      .         </w:t>
      </w:r>
    </w:p>
    <w:p w:rsidR="0062748B" w:rsidRDefault="0062748B" w:rsidP="0062748B">
      <w:r>
        <w:t xml:space="preserve">5 .1.19     -INF       .        1.000      .         </w:t>
      </w:r>
    </w:p>
    <w:p w:rsidR="0062748B" w:rsidRDefault="0062748B" w:rsidP="0062748B">
      <w:r>
        <w:t xml:space="preserve">5 .1.20     -INF       .        1.000      .         </w:t>
      </w:r>
    </w:p>
    <w:p w:rsidR="0062748B" w:rsidRDefault="0062748B" w:rsidP="0062748B">
      <w:r>
        <w:t xml:space="preserve">5 .1.21     -INF       .        1.000      .         </w:t>
      </w:r>
    </w:p>
    <w:p w:rsidR="0062748B" w:rsidRDefault="0062748B" w:rsidP="0062748B">
      <w:r>
        <w:lastRenderedPageBreak/>
        <w:t xml:space="preserve">5 .1.22     -INF       .        1.000      .         </w:t>
      </w:r>
    </w:p>
    <w:p w:rsidR="0062748B" w:rsidRDefault="0062748B" w:rsidP="0062748B">
      <w:r>
        <w:t xml:space="preserve">5 .1.23     -INF       .        1.000      .         </w:t>
      </w:r>
    </w:p>
    <w:p w:rsidR="0062748B" w:rsidRDefault="0062748B" w:rsidP="0062748B">
      <w:r>
        <w:t xml:space="preserve">5 .1.24     -INF       .        1.000      .         </w:t>
      </w:r>
    </w:p>
    <w:p w:rsidR="0062748B" w:rsidRDefault="0062748B" w:rsidP="0062748B">
      <w:r>
        <w:t xml:space="preserve">5 .1.25     -INF       .        1.000      .         </w:t>
      </w:r>
    </w:p>
    <w:p w:rsidR="0062748B" w:rsidRDefault="0062748B" w:rsidP="0062748B">
      <w:r>
        <w:t xml:space="preserve">5 .1.26     -INF       .        1.000      .         </w:t>
      </w:r>
    </w:p>
    <w:p w:rsidR="0062748B" w:rsidRDefault="0062748B" w:rsidP="0062748B">
      <w:r>
        <w:t xml:space="preserve">5 .1.27     -INF       .        1.000      .         </w:t>
      </w:r>
    </w:p>
    <w:p w:rsidR="0062748B" w:rsidRDefault="0062748B" w:rsidP="0062748B">
      <w:r>
        <w:t xml:space="preserve">5 .1.28     -INF       .        1.000      .         </w:t>
      </w:r>
    </w:p>
    <w:p w:rsidR="0062748B" w:rsidRDefault="0062748B" w:rsidP="0062748B">
      <w:r>
        <w:t xml:space="preserve">5 .1.29     -INF       .        1.000      .         </w:t>
      </w:r>
    </w:p>
    <w:p w:rsidR="0062748B" w:rsidRDefault="0062748B" w:rsidP="0062748B">
      <w:r>
        <w:t xml:space="preserve">6 .1.1      -INF       .        1.000      .         </w:t>
      </w:r>
    </w:p>
    <w:p w:rsidR="0062748B" w:rsidRDefault="0062748B" w:rsidP="0062748B">
      <w:r>
        <w:t xml:space="preserve">6 .1.2      -INF       .        1.000      .         </w:t>
      </w:r>
    </w:p>
    <w:p w:rsidR="0062748B" w:rsidRDefault="0062748B" w:rsidP="0062748B">
      <w:r>
        <w:t xml:space="preserve">6 .1.3      -INF       .        1.000      .         </w:t>
      </w:r>
    </w:p>
    <w:p w:rsidR="0062748B" w:rsidRDefault="0062748B" w:rsidP="0062748B">
      <w:r>
        <w:t xml:space="preserve">6 .1.4      -INF       .        1.000      .         </w:t>
      </w:r>
    </w:p>
    <w:p w:rsidR="0062748B" w:rsidRDefault="0062748B" w:rsidP="0062748B">
      <w:r>
        <w:t xml:space="preserve">6 .1.5      -INF       .        1.000      .         </w:t>
      </w:r>
    </w:p>
    <w:p w:rsidR="0062748B" w:rsidRDefault="0062748B" w:rsidP="0062748B">
      <w:r>
        <w:t xml:space="preserve">6 .1.6      -INF       .        1.000      .         </w:t>
      </w:r>
    </w:p>
    <w:p w:rsidR="0062748B" w:rsidRDefault="0062748B" w:rsidP="0062748B">
      <w:r>
        <w:t xml:space="preserve">6 .1.7      -INF       .        1.000      .         </w:t>
      </w:r>
    </w:p>
    <w:p w:rsidR="0062748B" w:rsidRDefault="0062748B" w:rsidP="0062748B">
      <w:r>
        <w:t xml:space="preserve">6 .1.8      -INF       .        1.000      .         </w:t>
      </w:r>
    </w:p>
    <w:p w:rsidR="0062748B" w:rsidRDefault="0062748B" w:rsidP="0062748B">
      <w:r>
        <w:t xml:space="preserve">6 .1.9      -INF       .        1.000      .         </w:t>
      </w:r>
    </w:p>
    <w:p w:rsidR="0062748B" w:rsidRDefault="0062748B" w:rsidP="0062748B">
      <w:r>
        <w:t xml:space="preserve">6 .1.10     -INF       .        1.000      .         </w:t>
      </w:r>
    </w:p>
    <w:p w:rsidR="0062748B" w:rsidRDefault="0062748B" w:rsidP="0062748B">
      <w:r>
        <w:t xml:space="preserve">6 .1.11     -INF       .        1.000      .         </w:t>
      </w:r>
    </w:p>
    <w:p w:rsidR="0062748B" w:rsidRDefault="0062748B" w:rsidP="0062748B">
      <w:r>
        <w:t xml:space="preserve">6 .1.12     -INF       .        1.000      .         </w:t>
      </w:r>
    </w:p>
    <w:p w:rsidR="0062748B" w:rsidRDefault="0062748B" w:rsidP="0062748B">
      <w:r>
        <w:t xml:space="preserve">6 .1.13     -INF       .        1.000      .         </w:t>
      </w:r>
    </w:p>
    <w:p w:rsidR="0062748B" w:rsidRDefault="0062748B" w:rsidP="0062748B">
      <w:r>
        <w:t xml:space="preserve">6 .1.14     -INF       .        1.000      .         </w:t>
      </w:r>
    </w:p>
    <w:p w:rsidR="0062748B" w:rsidRDefault="0062748B" w:rsidP="0062748B">
      <w:r>
        <w:t xml:space="preserve">6 .1.15     -INF       .        1.000      .         </w:t>
      </w:r>
    </w:p>
    <w:p w:rsidR="0062748B" w:rsidRDefault="0062748B" w:rsidP="0062748B">
      <w:r>
        <w:t xml:space="preserve">6 .1.16     -INF       .        1.000      .         </w:t>
      </w:r>
    </w:p>
    <w:p w:rsidR="0062748B" w:rsidRDefault="0062748B" w:rsidP="0062748B">
      <w:r>
        <w:t xml:space="preserve">6 .1.17     -INF       .        1.000      .         </w:t>
      </w:r>
    </w:p>
    <w:p w:rsidR="0062748B" w:rsidRDefault="0062748B" w:rsidP="0062748B">
      <w:r>
        <w:lastRenderedPageBreak/>
        <w:t xml:space="preserve">6 .1.18     -INF       .        1.000      .         </w:t>
      </w:r>
    </w:p>
    <w:p w:rsidR="0062748B" w:rsidRDefault="0062748B" w:rsidP="0062748B">
      <w:r>
        <w:t xml:space="preserve">6 .1.19     -INF       .        1.000      .         </w:t>
      </w:r>
    </w:p>
    <w:p w:rsidR="0062748B" w:rsidRDefault="0062748B" w:rsidP="0062748B">
      <w:r>
        <w:t xml:space="preserve">6 .1.20     -INF       .        1.000      .         </w:t>
      </w:r>
    </w:p>
    <w:p w:rsidR="0062748B" w:rsidRDefault="0062748B" w:rsidP="0062748B">
      <w:r>
        <w:t xml:space="preserve">6 .1.21     -INF       .        1.000      .         </w:t>
      </w:r>
    </w:p>
    <w:p w:rsidR="0062748B" w:rsidRDefault="0062748B" w:rsidP="0062748B">
      <w:r>
        <w:t xml:space="preserve">6 .1.22     -INF       .        1.000      .         </w:t>
      </w:r>
    </w:p>
    <w:p w:rsidR="0062748B" w:rsidRDefault="0062748B" w:rsidP="0062748B">
      <w:r>
        <w:t xml:space="preserve">6 .1.23     -INF       .        1.000      .         </w:t>
      </w:r>
    </w:p>
    <w:p w:rsidR="0062748B" w:rsidRDefault="0062748B" w:rsidP="0062748B">
      <w:r>
        <w:t xml:space="preserve">6 .1.24     -INF       .        1.000      .         </w:t>
      </w:r>
    </w:p>
    <w:p w:rsidR="0062748B" w:rsidRDefault="0062748B" w:rsidP="0062748B">
      <w:r>
        <w:t xml:space="preserve">6 .1.25     -INF       .        1.000      .         </w:t>
      </w:r>
    </w:p>
    <w:p w:rsidR="0062748B" w:rsidRDefault="0062748B" w:rsidP="0062748B">
      <w:r>
        <w:t xml:space="preserve">6 .1.26     -INF       .        1.000      .         </w:t>
      </w:r>
    </w:p>
    <w:p w:rsidR="0062748B" w:rsidRDefault="0062748B" w:rsidP="0062748B">
      <w:r>
        <w:t xml:space="preserve">6 .1.27     -INF       .        1.000      .         </w:t>
      </w:r>
    </w:p>
    <w:p w:rsidR="0062748B" w:rsidRDefault="0062748B" w:rsidP="0062748B">
      <w:r>
        <w:t xml:space="preserve">6 .1.28     -INF       .        1.000      .         </w:t>
      </w:r>
    </w:p>
    <w:p w:rsidR="0062748B" w:rsidRDefault="0062748B" w:rsidP="0062748B">
      <w:r>
        <w:t xml:space="preserve">6 .1.29     -INF       .        1.000      .         </w:t>
      </w:r>
    </w:p>
    <w:p w:rsidR="0062748B" w:rsidRDefault="0062748B" w:rsidP="0062748B">
      <w:r>
        <w:t xml:space="preserve">7 .1.1      -INF       .        1.000      .         </w:t>
      </w:r>
    </w:p>
    <w:p w:rsidR="0062748B" w:rsidRDefault="0062748B" w:rsidP="0062748B">
      <w:r>
        <w:t xml:space="preserve">7 .1.2      -INF       .        1.000      .         </w:t>
      </w:r>
    </w:p>
    <w:p w:rsidR="0062748B" w:rsidRDefault="0062748B" w:rsidP="0062748B">
      <w:r>
        <w:t xml:space="preserve">7 .1.3      -INF       .        1.000      .         </w:t>
      </w:r>
    </w:p>
    <w:p w:rsidR="0062748B" w:rsidRDefault="0062748B" w:rsidP="0062748B">
      <w:r>
        <w:t xml:space="preserve">7 .1.4      -INF       .        1.000      .         </w:t>
      </w:r>
    </w:p>
    <w:p w:rsidR="0062748B" w:rsidRDefault="0062748B" w:rsidP="0062748B">
      <w:r>
        <w:t xml:space="preserve">7 .1.5      -INF       .        1.000      .         </w:t>
      </w:r>
    </w:p>
    <w:p w:rsidR="0062748B" w:rsidRDefault="0062748B" w:rsidP="0062748B">
      <w:r>
        <w:t xml:space="preserve">7 .1.6      -INF       .        1.000      .         </w:t>
      </w:r>
    </w:p>
    <w:p w:rsidR="0062748B" w:rsidRDefault="0062748B" w:rsidP="0062748B">
      <w:r>
        <w:t xml:space="preserve">7 .1.7      -INF       .        1.000      .         </w:t>
      </w:r>
    </w:p>
    <w:p w:rsidR="0062748B" w:rsidRDefault="0062748B" w:rsidP="0062748B">
      <w:r>
        <w:t xml:space="preserve">7 .1.8      -INF       .        1.000      .         </w:t>
      </w:r>
    </w:p>
    <w:p w:rsidR="0062748B" w:rsidRDefault="0062748B" w:rsidP="0062748B">
      <w:r>
        <w:t xml:space="preserve">7 .1.9      -INF       .        1.000      .         </w:t>
      </w:r>
    </w:p>
    <w:p w:rsidR="0062748B" w:rsidRDefault="0062748B" w:rsidP="0062748B">
      <w:r>
        <w:t xml:space="preserve">7 .1.10     -INF       .        1.000      .         </w:t>
      </w:r>
    </w:p>
    <w:p w:rsidR="0062748B" w:rsidRDefault="0062748B" w:rsidP="0062748B">
      <w:r>
        <w:t xml:space="preserve">7 .1.11     -INF       .        1.000      .         </w:t>
      </w:r>
    </w:p>
    <w:p w:rsidR="0062748B" w:rsidRDefault="0062748B" w:rsidP="0062748B">
      <w:r>
        <w:t xml:space="preserve">7 .1.12     -INF       .        1.000      .         </w:t>
      </w:r>
    </w:p>
    <w:p w:rsidR="0062748B" w:rsidRDefault="0062748B" w:rsidP="0062748B">
      <w:r>
        <w:t xml:space="preserve">7 .1.13     -INF       .        1.000      .         </w:t>
      </w:r>
    </w:p>
    <w:p w:rsidR="0062748B" w:rsidRDefault="0062748B" w:rsidP="0062748B">
      <w:r>
        <w:lastRenderedPageBreak/>
        <w:t xml:space="preserve">7 .1.14     -INF       .        1.000      .         </w:t>
      </w:r>
    </w:p>
    <w:p w:rsidR="0062748B" w:rsidRDefault="0062748B" w:rsidP="0062748B">
      <w:r>
        <w:t xml:space="preserve">7 .1.15     -INF       .        1.000      .         </w:t>
      </w:r>
    </w:p>
    <w:p w:rsidR="0062748B" w:rsidRDefault="0062748B" w:rsidP="0062748B">
      <w:r>
        <w:t xml:space="preserve">7 .1.16     -INF       .        1.000      .         </w:t>
      </w:r>
    </w:p>
    <w:p w:rsidR="0062748B" w:rsidRDefault="0062748B" w:rsidP="0062748B">
      <w:r>
        <w:t xml:space="preserve">7 .1.17     -INF       .        1.000      .         </w:t>
      </w:r>
    </w:p>
    <w:p w:rsidR="0062748B" w:rsidRDefault="0062748B" w:rsidP="0062748B">
      <w:r>
        <w:t xml:space="preserve">7 .1.18     -INF       .        1.000      .         </w:t>
      </w:r>
    </w:p>
    <w:p w:rsidR="0062748B" w:rsidRDefault="0062748B" w:rsidP="0062748B">
      <w:r>
        <w:t xml:space="preserve">7 .1.19     -INF       .        1.000      .         </w:t>
      </w:r>
    </w:p>
    <w:p w:rsidR="0062748B" w:rsidRDefault="0062748B" w:rsidP="0062748B">
      <w:r>
        <w:t xml:space="preserve">7 .1.20     -INF       .        1.000      .         </w:t>
      </w:r>
    </w:p>
    <w:p w:rsidR="0062748B" w:rsidRDefault="0062748B" w:rsidP="0062748B">
      <w:r>
        <w:t xml:space="preserve">7 .1.21     -INF       .        1.000      .         </w:t>
      </w:r>
    </w:p>
    <w:p w:rsidR="0062748B" w:rsidRDefault="0062748B" w:rsidP="0062748B">
      <w:r>
        <w:t xml:space="preserve">7 .1.22     -INF       .        1.000      .         </w:t>
      </w:r>
    </w:p>
    <w:p w:rsidR="0062748B" w:rsidRDefault="0062748B" w:rsidP="0062748B">
      <w:r>
        <w:t xml:space="preserve">7 .1.23     -INF       .        1.000      .         </w:t>
      </w:r>
    </w:p>
    <w:p w:rsidR="0062748B" w:rsidRDefault="0062748B" w:rsidP="0062748B">
      <w:r>
        <w:t xml:space="preserve">7 .1.24     -INF       .        1.000      .         </w:t>
      </w:r>
    </w:p>
    <w:p w:rsidR="0062748B" w:rsidRDefault="0062748B" w:rsidP="0062748B">
      <w:r>
        <w:t xml:space="preserve">7 .1.25     -INF       .        1.000      .         </w:t>
      </w:r>
    </w:p>
    <w:p w:rsidR="0062748B" w:rsidRDefault="0062748B" w:rsidP="0062748B">
      <w:r>
        <w:t xml:space="preserve">7 .1.26     -INF       .        1.000      .         </w:t>
      </w:r>
    </w:p>
    <w:p w:rsidR="0062748B" w:rsidRDefault="0062748B" w:rsidP="0062748B">
      <w:r>
        <w:t xml:space="preserve">7 .1.27     -INF       .        1.000      .         </w:t>
      </w:r>
    </w:p>
    <w:p w:rsidR="0062748B" w:rsidRDefault="0062748B" w:rsidP="0062748B">
      <w:r>
        <w:t xml:space="preserve">7 .1.28     -INF       .        1.000      .         </w:t>
      </w:r>
    </w:p>
    <w:p w:rsidR="0062748B" w:rsidRDefault="0062748B" w:rsidP="0062748B">
      <w:r>
        <w:t xml:space="preserve">7 .1.29     -INF       .        1.000      .         </w:t>
      </w:r>
    </w:p>
    <w:p w:rsidR="0062748B" w:rsidRDefault="0062748B" w:rsidP="0062748B">
      <w:r>
        <w:t xml:space="preserve">8 .1.1      -INF       .        1.000      .         </w:t>
      </w:r>
    </w:p>
    <w:p w:rsidR="0062748B" w:rsidRDefault="0062748B" w:rsidP="0062748B">
      <w:r>
        <w:t xml:space="preserve">8 .1.2      -INF       .        1.000      .         </w:t>
      </w:r>
    </w:p>
    <w:p w:rsidR="0062748B" w:rsidRDefault="0062748B" w:rsidP="0062748B">
      <w:r>
        <w:t xml:space="preserve">8 .1.3      -INF       .        1.000      .         </w:t>
      </w:r>
    </w:p>
    <w:p w:rsidR="0062748B" w:rsidRDefault="0062748B" w:rsidP="0062748B">
      <w:r>
        <w:t xml:space="preserve">8 .1.4      -INF       .        1.000      .         </w:t>
      </w:r>
    </w:p>
    <w:p w:rsidR="0062748B" w:rsidRDefault="0062748B" w:rsidP="0062748B">
      <w:r>
        <w:t xml:space="preserve">8 .1.5      -INF       .        1.000      .         </w:t>
      </w:r>
    </w:p>
    <w:p w:rsidR="0062748B" w:rsidRDefault="0062748B" w:rsidP="0062748B">
      <w:r>
        <w:t xml:space="preserve">8 .1.6      -INF       .        1.000      .         </w:t>
      </w:r>
    </w:p>
    <w:p w:rsidR="0062748B" w:rsidRDefault="0062748B" w:rsidP="0062748B">
      <w:r>
        <w:t xml:space="preserve">8 .1.7      -INF       .        1.000      .         </w:t>
      </w:r>
    </w:p>
    <w:p w:rsidR="0062748B" w:rsidRDefault="0062748B" w:rsidP="0062748B">
      <w:r>
        <w:t xml:space="preserve">8 .1.8      -INF       .        1.000      .         </w:t>
      </w:r>
    </w:p>
    <w:p w:rsidR="0062748B" w:rsidRDefault="0062748B" w:rsidP="0062748B">
      <w:r>
        <w:t xml:space="preserve">8 .1.9      -INF       .        1.000      .         </w:t>
      </w:r>
    </w:p>
    <w:p w:rsidR="0062748B" w:rsidRDefault="0062748B" w:rsidP="0062748B">
      <w:r>
        <w:lastRenderedPageBreak/>
        <w:t xml:space="preserve">8 .1.10     -INF       .        1.000      .         </w:t>
      </w:r>
    </w:p>
    <w:p w:rsidR="0062748B" w:rsidRDefault="0062748B" w:rsidP="0062748B">
      <w:r>
        <w:t xml:space="preserve">8 .1.11     -INF       .        1.000      .         </w:t>
      </w:r>
    </w:p>
    <w:p w:rsidR="0062748B" w:rsidRDefault="0062748B" w:rsidP="0062748B">
      <w:r>
        <w:t xml:space="preserve">8 .1.12     -INF       .        1.000      .         </w:t>
      </w:r>
    </w:p>
    <w:p w:rsidR="0062748B" w:rsidRDefault="0062748B" w:rsidP="0062748B">
      <w:r>
        <w:t xml:space="preserve">8 .1.13     -INF       .        1.000      .         </w:t>
      </w:r>
    </w:p>
    <w:p w:rsidR="0062748B" w:rsidRDefault="0062748B" w:rsidP="0062748B">
      <w:r>
        <w:t xml:space="preserve">8 .1.14     -INF       .        1.000      .         </w:t>
      </w:r>
    </w:p>
    <w:p w:rsidR="0062748B" w:rsidRDefault="0062748B" w:rsidP="0062748B">
      <w:r>
        <w:t xml:space="preserve">8 .1.15     -INF       .        1.000      .         </w:t>
      </w:r>
    </w:p>
    <w:p w:rsidR="0062748B" w:rsidRDefault="0062748B" w:rsidP="0062748B">
      <w:r>
        <w:t xml:space="preserve">8 .1.16     -INF       .        1.000      .         </w:t>
      </w:r>
    </w:p>
    <w:p w:rsidR="0062748B" w:rsidRDefault="0062748B" w:rsidP="0062748B">
      <w:r>
        <w:t xml:space="preserve">8 .1.17     -INF       .        1.000      .         </w:t>
      </w:r>
    </w:p>
    <w:p w:rsidR="0062748B" w:rsidRDefault="0062748B" w:rsidP="0062748B">
      <w:r>
        <w:t xml:space="preserve">8 .1.18     -INF       .        1.000      .         </w:t>
      </w:r>
    </w:p>
    <w:p w:rsidR="0062748B" w:rsidRDefault="0062748B" w:rsidP="0062748B">
      <w:r>
        <w:t xml:space="preserve">8 .1.19     -INF       .        1.000      .         </w:t>
      </w:r>
    </w:p>
    <w:p w:rsidR="0062748B" w:rsidRDefault="0062748B" w:rsidP="0062748B">
      <w:r>
        <w:t xml:space="preserve">8 .1.20     -INF       .        1.000      .         </w:t>
      </w:r>
    </w:p>
    <w:p w:rsidR="0062748B" w:rsidRDefault="0062748B" w:rsidP="0062748B">
      <w:r>
        <w:t xml:space="preserve">8 .1.21     -INF       .        1.000      .         </w:t>
      </w:r>
    </w:p>
    <w:p w:rsidR="0062748B" w:rsidRDefault="0062748B" w:rsidP="0062748B">
      <w:r>
        <w:t xml:space="preserve">8 .1.22     -INF       .        1.000      .         </w:t>
      </w:r>
    </w:p>
    <w:p w:rsidR="0062748B" w:rsidRDefault="0062748B" w:rsidP="0062748B">
      <w:r>
        <w:t xml:space="preserve">8 .1.23     -INF       .        1.000      .         </w:t>
      </w:r>
    </w:p>
    <w:p w:rsidR="0062748B" w:rsidRDefault="0062748B" w:rsidP="0062748B">
      <w:r>
        <w:t xml:space="preserve">8 .1.24     -INF       .        1.000      .         </w:t>
      </w:r>
    </w:p>
    <w:p w:rsidR="0062748B" w:rsidRDefault="0062748B" w:rsidP="0062748B">
      <w:r>
        <w:t xml:space="preserve">8 .1.25     -INF       .        1.000      .         </w:t>
      </w:r>
    </w:p>
    <w:p w:rsidR="0062748B" w:rsidRDefault="0062748B" w:rsidP="0062748B">
      <w:r>
        <w:t xml:space="preserve">8 .1.26     -INF       .        1.000      .         </w:t>
      </w:r>
    </w:p>
    <w:p w:rsidR="0062748B" w:rsidRDefault="0062748B" w:rsidP="0062748B">
      <w:r>
        <w:t xml:space="preserve">8 .1.27     -INF       .        1.000      .         </w:t>
      </w:r>
    </w:p>
    <w:p w:rsidR="0062748B" w:rsidRDefault="0062748B" w:rsidP="0062748B">
      <w:r>
        <w:t xml:space="preserve">8 .1.28     -INF       .        1.000      .         </w:t>
      </w:r>
    </w:p>
    <w:p w:rsidR="0062748B" w:rsidRDefault="0062748B" w:rsidP="0062748B">
      <w:r>
        <w:t xml:space="preserve">8 .1.29     -INF       .        1.000      .         </w:t>
      </w:r>
    </w:p>
    <w:p w:rsidR="0062748B" w:rsidRDefault="0062748B" w:rsidP="0062748B">
      <w:r>
        <w:t xml:space="preserve">9 .1.1      -INF       .        1.000      .         </w:t>
      </w:r>
    </w:p>
    <w:p w:rsidR="0062748B" w:rsidRDefault="0062748B" w:rsidP="0062748B">
      <w:r>
        <w:t xml:space="preserve">9 .1.2      -INF       .        1.000      .         </w:t>
      </w:r>
    </w:p>
    <w:p w:rsidR="0062748B" w:rsidRDefault="0062748B" w:rsidP="0062748B">
      <w:r>
        <w:t xml:space="preserve">9 .1.3      -INF       .        1.000      .         </w:t>
      </w:r>
    </w:p>
    <w:p w:rsidR="0062748B" w:rsidRDefault="0062748B" w:rsidP="0062748B">
      <w:r>
        <w:t xml:space="preserve">9 .1.4      -INF       .        1.000      .         </w:t>
      </w:r>
    </w:p>
    <w:p w:rsidR="0062748B" w:rsidRDefault="0062748B" w:rsidP="0062748B">
      <w:r>
        <w:t xml:space="preserve">9 .1.5      -INF       .        1.000      .         </w:t>
      </w:r>
    </w:p>
    <w:p w:rsidR="0062748B" w:rsidRDefault="0062748B" w:rsidP="0062748B">
      <w:r>
        <w:lastRenderedPageBreak/>
        <w:t xml:space="preserve">9 .1.6      -INF       .        1.000      .         </w:t>
      </w:r>
    </w:p>
    <w:p w:rsidR="0062748B" w:rsidRDefault="0062748B" w:rsidP="0062748B">
      <w:r>
        <w:t xml:space="preserve">9 .1.7      -INF       .        1.000      .         </w:t>
      </w:r>
    </w:p>
    <w:p w:rsidR="0062748B" w:rsidRDefault="0062748B" w:rsidP="0062748B">
      <w:r>
        <w:t xml:space="preserve">9 .1.8      -INF       .        1.000      .         </w:t>
      </w:r>
    </w:p>
    <w:p w:rsidR="0062748B" w:rsidRDefault="0062748B" w:rsidP="0062748B">
      <w:r>
        <w:t xml:space="preserve">9 .1.9      -INF       .        1.000      .         </w:t>
      </w:r>
    </w:p>
    <w:p w:rsidR="0062748B" w:rsidRDefault="0062748B" w:rsidP="0062748B">
      <w:r>
        <w:t xml:space="preserve">9 .1.10     -INF       .        1.000      .         </w:t>
      </w:r>
    </w:p>
    <w:p w:rsidR="0062748B" w:rsidRDefault="0062748B" w:rsidP="0062748B">
      <w:r>
        <w:t xml:space="preserve">9 .1.11     -INF       .        1.000      .         </w:t>
      </w:r>
    </w:p>
    <w:p w:rsidR="0062748B" w:rsidRDefault="0062748B" w:rsidP="0062748B">
      <w:r>
        <w:t xml:space="preserve">9 .1.12     -INF       .        1.000      .         </w:t>
      </w:r>
    </w:p>
    <w:p w:rsidR="0062748B" w:rsidRDefault="0062748B" w:rsidP="0062748B">
      <w:r>
        <w:t xml:space="preserve">9 .1.13     -INF       .        1.000      .         </w:t>
      </w:r>
    </w:p>
    <w:p w:rsidR="0062748B" w:rsidRDefault="0062748B" w:rsidP="0062748B">
      <w:r>
        <w:t xml:space="preserve">9 .1.14     -INF       .        1.000      .         </w:t>
      </w:r>
    </w:p>
    <w:p w:rsidR="0062748B" w:rsidRDefault="0062748B" w:rsidP="0062748B">
      <w:r>
        <w:t xml:space="preserve">9 .1.15     -INF       .        1.000      .         </w:t>
      </w:r>
    </w:p>
    <w:p w:rsidR="0062748B" w:rsidRDefault="0062748B" w:rsidP="0062748B">
      <w:r>
        <w:t xml:space="preserve">9 .1.16     -INF       .        1.000      .         </w:t>
      </w:r>
    </w:p>
    <w:p w:rsidR="0062748B" w:rsidRDefault="0062748B" w:rsidP="0062748B">
      <w:r>
        <w:t xml:space="preserve">9 .1.17     -INF       .        1.000      .         </w:t>
      </w:r>
    </w:p>
    <w:p w:rsidR="0062748B" w:rsidRDefault="0062748B" w:rsidP="0062748B">
      <w:r>
        <w:t xml:space="preserve">9 .1.18     -INF       .        1.000      .         </w:t>
      </w:r>
    </w:p>
    <w:p w:rsidR="0062748B" w:rsidRDefault="0062748B" w:rsidP="0062748B">
      <w:r>
        <w:t xml:space="preserve">9 .1.19     -INF       .        1.000      .         </w:t>
      </w:r>
    </w:p>
    <w:p w:rsidR="0062748B" w:rsidRDefault="0062748B" w:rsidP="0062748B">
      <w:r>
        <w:t xml:space="preserve">9 .1.20     -INF       .        1.000      .         </w:t>
      </w:r>
    </w:p>
    <w:p w:rsidR="0062748B" w:rsidRDefault="0062748B" w:rsidP="0062748B">
      <w:r>
        <w:t xml:space="preserve">9 .1.21     -INF       .        1.000      .         </w:t>
      </w:r>
    </w:p>
    <w:p w:rsidR="0062748B" w:rsidRDefault="0062748B" w:rsidP="0062748B">
      <w:r>
        <w:t xml:space="preserve">9 .1.22     -INF       .        1.000      .         </w:t>
      </w:r>
    </w:p>
    <w:p w:rsidR="0062748B" w:rsidRDefault="0062748B" w:rsidP="0062748B">
      <w:r>
        <w:t xml:space="preserve">9 .1.23     -INF       .        1.000      .         </w:t>
      </w:r>
    </w:p>
    <w:p w:rsidR="0062748B" w:rsidRDefault="0062748B" w:rsidP="0062748B">
      <w:r>
        <w:t xml:space="preserve">9 .1.24     -INF       .        1.000      .         </w:t>
      </w:r>
    </w:p>
    <w:p w:rsidR="0062748B" w:rsidRDefault="0062748B" w:rsidP="0062748B">
      <w:r>
        <w:t xml:space="preserve">9 .1.25     -INF       .        1.000      .         </w:t>
      </w:r>
    </w:p>
    <w:p w:rsidR="0062748B" w:rsidRDefault="0062748B" w:rsidP="0062748B">
      <w:r>
        <w:t xml:space="preserve">9 .1.26     -INF       .        1.000      .         </w:t>
      </w:r>
    </w:p>
    <w:p w:rsidR="0062748B" w:rsidRDefault="0062748B" w:rsidP="0062748B">
      <w:r>
        <w:t xml:space="preserve">9 .1.27     -INF       .        1.000      .         </w:t>
      </w:r>
    </w:p>
    <w:p w:rsidR="0062748B" w:rsidRDefault="0062748B" w:rsidP="0062748B">
      <w:r>
        <w:t xml:space="preserve">9 .1.28     -INF       .        1.000      .         </w:t>
      </w:r>
    </w:p>
    <w:p w:rsidR="0062748B" w:rsidRDefault="0062748B" w:rsidP="0062748B">
      <w:r>
        <w:t xml:space="preserve">9 .1.29     -INF       .        1.000      .         </w:t>
      </w:r>
    </w:p>
    <w:p w:rsidR="0062748B" w:rsidRDefault="0062748B" w:rsidP="0062748B">
      <w:r>
        <w:t xml:space="preserve">10.1.1      -INF       .        1.000      .         </w:t>
      </w:r>
    </w:p>
    <w:p w:rsidR="0062748B" w:rsidRDefault="0062748B" w:rsidP="0062748B">
      <w:r>
        <w:lastRenderedPageBreak/>
        <w:t xml:space="preserve">10.1.2      -INF       .        1.000      .         </w:t>
      </w:r>
    </w:p>
    <w:p w:rsidR="0062748B" w:rsidRDefault="0062748B" w:rsidP="0062748B">
      <w:r>
        <w:t xml:space="preserve">10.1.3      -INF       .        1.000      .         </w:t>
      </w:r>
    </w:p>
    <w:p w:rsidR="0062748B" w:rsidRDefault="0062748B" w:rsidP="0062748B">
      <w:r>
        <w:t xml:space="preserve">10.1.4      -INF       .        1.000      .         </w:t>
      </w:r>
    </w:p>
    <w:p w:rsidR="0062748B" w:rsidRDefault="0062748B" w:rsidP="0062748B">
      <w:r>
        <w:t xml:space="preserve">10.1.5      -INF       .        1.000      .         </w:t>
      </w:r>
    </w:p>
    <w:p w:rsidR="0062748B" w:rsidRDefault="0062748B" w:rsidP="0062748B">
      <w:r>
        <w:t xml:space="preserve">10.1.6      -INF       .        1.000      .         </w:t>
      </w:r>
    </w:p>
    <w:p w:rsidR="0062748B" w:rsidRDefault="0062748B" w:rsidP="0062748B">
      <w:r>
        <w:t xml:space="preserve">10.1.7      -INF       .        1.000      .         </w:t>
      </w:r>
    </w:p>
    <w:p w:rsidR="0062748B" w:rsidRDefault="0062748B" w:rsidP="0062748B">
      <w:r>
        <w:t xml:space="preserve">10.1.8      -INF       .        1.000      .         </w:t>
      </w:r>
    </w:p>
    <w:p w:rsidR="0062748B" w:rsidRDefault="0062748B" w:rsidP="0062748B">
      <w:r>
        <w:t xml:space="preserve">10.1.9      -INF       .        1.000      .         </w:t>
      </w:r>
    </w:p>
    <w:p w:rsidR="0062748B" w:rsidRDefault="0062748B" w:rsidP="0062748B">
      <w:r>
        <w:t xml:space="preserve">10.1.10     -INF       .        1.000      .         </w:t>
      </w:r>
    </w:p>
    <w:p w:rsidR="0062748B" w:rsidRDefault="0062748B" w:rsidP="0062748B">
      <w:r>
        <w:t xml:space="preserve">10.1.11     -INF       .        1.000      .         </w:t>
      </w:r>
    </w:p>
    <w:p w:rsidR="0062748B" w:rsidRDefault="0062748B" w:rsidP="0062748B">
      <w:r>
        <w:t xml:space="preserve">10.1.12     -INF       .        1.000      .         </w:t>
      </w:r>
    </w:p>
    <w:p w:rsidR="0062748B" w:rsidRDefault="0062748B" w:rsidP="0062748B">
      <w:r>
        <w:t xml:space="preserve">10.1.13     -INF       .        1.000      .         </w:t>
      </w:r>
    </w:p>
    <w:p w:rsidR="0062748B" w:rsidRDefault="0062748B" w:rsidP="0062748B">
      <w:r>
        <w:t xml:space="preserve">10.1.14     -INF       .        1.000      .         </w:t>
      </w:r>
    </w:p>
    <w:p w:rsidR="0062748B" w:rsidRDefault="0062748B" w:rsidP="0062748B">
      <w:r>
        <w:t xml:space="preserve">10.1.15     -INF       .        1.000      .         </w:t>
      </w:r>
    </w:p>
    <w:p w:rsidR="0062748B" w:rsidRDefault="0062748B" w:rsidP="0062748B">
      <w:r>
        <w:t xml:space="preserve">10.1.16     -INF       .        1.000      .         </w:t>
      </w:r>
    </w:p>
    <w:p w:rsidR="0062748B" w:rsidRDefault="0062748B" w:rsidP="0062748B">
      <w:r>
        <w:t xml:space="preserve">10.1.17     -INF       .        1.000      .         </w:t>
      </w:r>
    </w:p>
    <w:p w:rsidR="0062748B" w:rsidRDefault="0062748B" w:rsidP="0062748B">
      <w:r>
        <w:t xml:space="preserve">10.1.18     -INF       .        1.000      .         </w:t>
      </w:r>
    </w:p>
    <w:p w:rsidR="0062748B" w:rsidRDefault="0062748B" w:rsidP="0062748B">
      <w:r>
        <w:t xml:space="preserve">10.1.19     -INF       .        1.000      .         </w:t>
      </w:r>
    </w:p>
    <w:p w:rsidR="0062748B" w:rsidRDefault="0062748B" w:rsidP="0062748B">
      <w:r>
        <w:t xml:space="preserve">10.1.20     -INF       .        1.000      .         </w:t>
      </w:r>
    </w:p>
    <w:p w:rsidR="0062748B" w:rsidRDefault="0062748B" w:rsidP="0062748B">
      <w:r>
        <w:t xml:space="preserve">10.1.21     -INF       .        1.000      .         </w:t>
      </w:r>
    </w:p>
    <w:p w:rsidR="0062748B" w:rsidRDefault="0062748B" w:rsidP="0062748B">
      <w:r>
        <w:t xml:space="preserve">10.1.22     -INF       .        1.000      .         </w:t>
      </w:r>
    </w:p>
    <w:p w:rsidR="0062748B" w:rsidRDefault="0062748B" w:rsidP="0062748B">
      <w:r>
        <w:t xml:space="preserve">10.1.23     -INF       .        1.000      .         </w:t>
      </w:r>
    </w:p>
    <w:p w:rsidR="0062748B" w:rsidRDefault="0062748B" w:rsidP="0062748B">
      <w:r>
        <w:t xml:space="preserve">10.1.24     -INF       .        1.000      .         </w:t>
      </w:r>
    </w:p>
    <w:p w:rsidR="0062748B" w:rsidRDefault="0062748B" w:rsidP="0062748B">
      <w:r>
        <w:t xml:space="preserve">10.1.25     -INF       .        1.000      .         </w:t>
      </w:r>
    </w:p>
    <w:p w:rsidR="0062748B" w:rsidRDefault="0062748B" w:rsidP="0062748B">
      <w:r>
        <w:t xml:space="preserve">10.1.26     -INF       .        1.000      .         </w:t>
      </w:r>
    </w:p>
    <w:p w:rsidR="0062748B" w:rsidRDefault="0062748B" w:rsidP="0062748B">
      <w:r>
        <w:lastRenderedPageBreak/>
        <w:t xml:space="preserve">10.1.27     -INF       .        1.000      .         </w:t>
      </w:r>
    </w:p>
    <w:p w:rsidR="0062748B" w:rsidRDefault="0062748B" w:rsidP="0062748B">
      <w:r>
        <w:t xml:space="preserve">10.1.28     -INF       .        1.000      .         </w:t>
      </w:r>
    </w:p>
    <w:p w:rsidR="0062748B" w:rsidRDefault="0062748B" w:rsidP="0062748B">
      <w:r>
        <w:t xml:space="preserve">10.1.29     -INF       .        1.000      .         </w:t>
      </w:r>
    </w:p>
    <w:p w:rsidR="0062748B" w:rsidRDefault="0062748B" w:rsidP="0062748B">
      <w:r>
        <w:t xml:space="preserve">11.1.1      -INF       .        1.000      .         </w:t>
      </w:r>
    </w:p>
    <w:p w:rsidR="0062748B" w:rsidRDefault="0062748B" w:rsidP="0062748B">
      <w:r>
        <w:t xml:space="preserve">11.1.2      -INF       .        1.000      .         </w:t>
      </w:r>
    </w:p>
    <w:p w:rsidR="0062748B" w:rsidRDefault="0062748B" w:rsidP="0062748B">
      <w:r>
        <w:t xml:space="preserve">11.1.3      -INF       .        1.000      .         </w:t>
      </w:r>
    </w:p>
    <w:p w:rsidR="0062748B" w:rsidRDefault="0062748B" w:rsidP="0062748B">
      <w:r>
        <w:t xml:space="preserve">11.1.4      -INF       .        1.000      .         </w:t>
      </w:r>
    </w:p>
    <w:p w:rsidR="0062748B" w:rsidRDefault="0062748B" w:rsidP="0062748B">
      <w:r>
        <w:t xml:space="preserve">11.1.5      -INF       .        1.000      .         </w:t>
      </w:r>
    </w:p>
    <w:p w:rsidR="0062748B" w:rsidRDefault="0062748B" w:rsidP="0062748B">
      <w:r>
        <w:t xml:space="preserve">11.1.6      -INF       .        1.000      .         </w:t>
      </w:r>
    </w:p>
    <w:p w:rsidR="0062748B" w:rsidRDefault="0062748B" w:rsidP="0062748B">
      <w:r>
        <w:t xml:space="preserve">11.1.7      -INF       .        1.000      .         </w:t>
      </w:r>
    </w:p>
    <w:p w:rsidR="0062748B" w:rsidRDefault="0062748B" w:rsidP="0062748B">
      <w:r>
        <w:t xml:space="preserve">11.1.8      -INF       .        1.000      .         </w:t>
      </w:r>
    </w:p>
    <w:p w:rsidR="0062748B" w:rsidRDefault="0062748B" w:rsidP="0062748B">
      <w:r>
        <w:t xml:space="preserve">11.1.9      -INF       .        1.000      .         </w:t>
      </w:r>
    </w:p>
    <w:p w:rsidR="0062748B" w:rsidRDefault="0062748B" w:rsidP="0062748B">
      <w:r>
        <w:t xml:space="preserve">11.1.10     -INF       .        1.000      .         </w:t>
      </w:r>
    </w:p>
    <w:p w:rsidR="0062748B" w:rsidRDefault="0062748B" w:rsidP="0062748B">
      <w:r>
        <w:t xml:space="preserve">11.1.11     -INF       .        1.000      .         </w:t>
      </w:r>
    </w:p>
    <w:p w:rsidR="0062748B" w:rsidRDefault="0062748B" w:rsidP="0062748B">
      <w:r>
        <w:t xml:space="preserve">11.1.12     -INF       .        1.000      .         </w:t>
      </w:r>
    </w:p>
    <w:p w:rsidR="0062748B" w:rsidRDefault="0062748B" w:rsidP="0062748B">
      <w:r>
        <w:t xml:space="preserve">11.1.13     -INF       .        1.000      .         </w:t>
      </w:r>
    </w:p>
    <w:p w:rsidR="0062748B" w:rsidRDefault="0062748B" w:rsidP="0062748B">
      <w:r>
        <w:t xml:space="preserve">11.1.14     -INF       .        1.000      .         </w:t>
      </w:r>
    </w:p>
    <w:p w:rsidR="0062748B" w:rsidRDefault="0062748B" w:rsidP="0062748B">
      <w:r>
        <w:t xml:space="preserve">11.1.15     -INF       .        1.000      .         </w:t>
      </w:r>
    </w:p>
    <w:p w:rsidR="0062748B" w:rsidRDefault="0062748B" w:rsidP="0062748B">
      <w:r>
        <w:t xml:space="preserve">11.1.16     -INF       .        1.000      .         </w:t>
      </w:r>
    </w:p>
    <w:p w:rsidR="0062748B" w:rsidRDefault="0062748B" w:rsidP="0062748B">
      <w:r>
        <w:t xml:space="preserve">11.1.17     -INF       .        1.000      .         </w:t>
      </w:r>
    </w:p>
    <w:p w:rsidR="0062748B" w:rsidRDefault="0062748B" w:rsidP="0062748B">
      <w:r>
        <w:t xml:space="preserve">11.1.18     -INF       .        1.000      .         </w:t>
      </w:r>
    </w:p>
    <w:p w:rsidR="0062748B" w:rsidRDefault="0062748B" w:rsidP="0062748B">
      <w:r>
        <w:t xml:space="preserve">11.1.19     -INF       .        1.000      .         </w:t>
      </w:r>
    </w:p>
    <w:p w:rsidR="0062748B" w:rsidRDefault="0062748B" w:rsidP="0062748B">
      <w:r>
        <w:t xml:space="preserve">11.1.20     -INF       .        1.000      .         </w:t>
      </w:r>
    </w:p>
    <w:p w:rsidR="0062748B" w:rsidRDefault="0062748B" w:rsidP="0062748B">
      <w:r>
        <w:t xml:space="preserve">11.1.21     -INF       .        1.000      .         </w:t>
      </w:r>
    </w:p>
    <w:p w:rsidR="0062748B" w:rsidRDefault="0062748B" w:rsidP="0062748B">
      <w:r>
        <w:t xml:space="preserve">11.1.22     -INF       .        1.000      .         </w:t>
      </w:r>
    </w:p>
    <w:p w:rsidR="0062748B" w:rsidRDefault="0062748B" w:rsidP="0062748B">
      <w:r>
        <w:lastRenderedPageBreak/>
        <w:t xml:space="preserve">11.1.23     -INF       .        1.000      .         </w:t>
      </w:r>
    </w:p>
    <w:p w:rsidR="0062748B" w:rsidRDefault="0062748B" w:rsidP="0062748B">
      <w:r>
        <w:t xml:space="preserve">11.1.24     -INF       .        1.000      .         </w:t>
      </w:r>
    </w:p>
    <w:p w:rsidR="0062748B" w:rsidRDefault="0062748B" w:rsidP="0062748B">
      <w:r>
        <w:t xml:space="preserve">11.1.25     -INF       .        1.000      .         </w:t>
      </w:r>
    </w:p>
    <w:p w:rsidR="0062748B" w:rsidRDefault="0062748B" w:rsidP="0062748B">
      <w:r>
        <w:t xml:space="preserve">11.1.26     -INF       .        1.000      .         </w:t>
      </w:r>
    </w:p>
    <w:p w:rsidR="0062748B" w:rsidRDefault="0062748B" w:rsidP="0062748B">
      <w:r>
        <w:t xml:space="preserve">11.1.27     -INF       .        1.000      .         </w:t>
      </w:r>
    </w:p>
    <w:p w:rsidR="0062748B" w:rsidRDefault="0062748B" w:rsidP="0062748B">
      <w:r>
        <w:t xml:space="preserve">11.1.28     -INF       .        1.000      .         </w:t>
      </w:r>
    </w:p>
    <w:p w:rsidR="0062748B" w:rsidRDefault="0062748B" w:rsidP="0062748B">
      <w:r>
        <w:t xml:space="preserve">11.1.29     -INF       .        1.000      .         </w:t>
      </w:r>
    </w:p>
    <w:p w:rsidR="0062748B" w:rsidRDefault="0062748B" w:rsidP="0062748B">
      <w:r>
        <w:t xml:space="preserve">12.1.1      -INF       .        1.000      .         </w:t>
      </w:r>
    </w:p>
    <w:p w:rsidR="0062748B" w:rsidRDefault="0062748B" w:rsidP="0062748B">
      <w:r>
        <w:t xml:space="preserve">12.1.2      -INF       .        1.000      .         </w:t>
      </w:r>
    </w:p>
    <w:p w:rsidR="0062748B" w:rsidRDefault="0062748B" w:rsidP="0062748B">
      <w:r>
        <w:t xml:space="preserve">12.1.3      -INF       .        1.000      .         </w:t>
      </w:r>
    </w:p>
    <w:p w:rsidR="0062748B" w:rsidRDefault="0062748B" w:rsidP="0062748B">
      <w:r>
        <w:t xml:space="preserve">12.1.4      -INF       .        1.000      .         </w:t>
      </w:r>
    </w:p>
    <w:p w:rsidR="0062748B" w:rsidRDefault="0062748B" w:rsidP="0062748B">
      <w:r>
        <w:t xml:space="preserve">12.1.5      -INF       .        1.000      .         </w:t>
      </w:r>
    </w:p>
    <w:p w:rsidR="0062748B" w:rsidRDefault="0062748B" w:rsidP="0062748B">
      <w:r>
        <w:t xml:space="preserve">12.1.6      -INF       .        1.000      .         </w:t>
      </w:r>
    </w:p>
    <w:p w:rsidR="0062748B" w:rsidRDefault="0062748B" w:rsidP="0062748B">
      <w:r>
        <w:t xml:space="preserve">12.1.7      -INF       .        1.000      .         </w:t>
      </w:r>
    </w:p>
    <w:p w:rsidR="0062748B" w:rsidRDefault="0062748B" w:rsidP="0062748B">
      <w:r>
        <w:t xml:space="preserve">12.1.8      -INF       .        1.000      .         </w:t>
      </w:r>
    </w:p>
    <w:p w:rsidR="0062748B" w:rsidRDefault="0062748B" w:rsidP="0062748B">
      <w:r>
        <w:t xml:space="preserve">12.1.9      -INF       .        1.000      .         </w:t>
      </w:r>
    </w:p>
    <w:p w:rsidR="0062748B" w:rsidRDefault="0062748B" w:rsidP="0062748B">
      <w:r>
        <w:t xml:space="preserve">12.1.10     -INF       .        1.000      .         </w:t>
      </w:r>
    </w:p>
    <w:p w:rsidR="0062748B" w:rsidRDefault="0062748B" w:rsidP="0062748B">
      <w:r>
        <w:t xml:space="preserve">12.1.11     -INF       .        1.000      .         </w:t>
      </w:r>
    </w:p>
    <w:p w:rsidR="0062748B" w:rsidRDefault="0062748B" w:rsidP="0062748B">
      <w:r>
        <w:t xml:space="preserve">12.1.12     -INF       .        1.000      .         </w:t>
      </w:r>
    </w:p>
    <w:p w:rsidR="0062748B" w:rsidRDefault="0062748B" w:rsidP="0062748B">
      <w:r>
        <w:t xml:space="preserve">12.1.13     -INF       .        1.000      .         </w:t>
      </w:r>
    </w:p>
    <w:p w:rsidR="0062748B" w:rsidRDefault="0062748B" w:rsidP="0062748B">
      <w:r>
        <w:t xml:space="preserve">12.1.14     -INF       .        1.000      .         </w:t>
      </w:r>
    </w:p>
    <w:p w:rsidR="0062748B" w:rsidRDefault="0062748B" w:rsidP="0062748B">
      <w:r>
        <w:t xml:space="preserve">12.1.15     -INF       .        1.000      .         </w:t>
      </w:r>
    </w:p>
    <w:p w:rsidR="0062748B" w:rsidRDefault="0062748B" w:rsidP="0062748B">
      <w:r>
        <w:t xml:space="preserve">12.1.16     -INF       .        1.000      .         </w:t>
      </w:r>
    </w:p>
    <w:p w:rsidR="0062748B" w:rsidRDefault="0062748B" w:rsidP="0062748B">
      <w:r>
        <w:t xml:space="preserve">12.1.17     -INF       .        1.000      .         </w:t>
      </w:r>
    </w:p>
    <w:p w:rsidR="0062748B" w:rsidRDefault="0062748B" w:rsidP="0062748B">
      <w:r>
        <w:t xml:space="preserve">12.1.18     -INF       .        1.000      .         </w:t>
      </w:r>
    </w:p>
    <w:p w:rsidR="0062748B" w:rsidRDefault="0062748B" w:rsidP="0062748B">
      <w:r>
        <w:lastRenderedPageBreak/>
        <w:t xml:space="preserve">12.1.19     -INF       .        1.000      .         </w:t>
      </w:r>
    </w:p>
    <w:p w:rsidR="0062748B" w:rsidRDefault="0062748B" w:rsidP="0062748B">
      <w:r>
        <w:t xml:space="preserve">12.1.20     -INF       .        1.000      .         </w:t>
      </w:r>
    </w:p>
    <w:p w:rsidR="0062748B" w:rsidRDefault="0062748B" w:rsidP="0062748B">
      <w:r>
        <w:t xml:space="preserve">12.1.21     -INF       .        1.000      .         </w:t>
      </w:r>
    </w:p>
    <w:p w:rsidR="0062748B" w:rsidRDefault="0062748B" w:rsidP="0062748B">
      <w:r>
        <w:t xml:space="preserve">12.1.22     -INF       .        1.000      .         </w:t>
      </w:r>
    </w:p>
    <w:p w:rsidR="0062748B" w:rsidRDefault="0062748B" w:rsidP="0062748B">
      <w:r>
        <w:t xml:space="preserve">12.1.23     -INF       .        1.000      .         </w:t>
      </w:r>
    </w:p>
    <w:p w:rsidR="0062748B" w:rsidRDefault="0062748B" w:rsidP="0062748B">
      <w:r>
        <w:t xml:space="preserve">12.1.24     -INF       .        1.000      .         </w:t>
      </w:r>
    </w:p>
    <w:p w:rsidR="0062748B" w:rsidRDefault="0062748B" w:rsidP="0062748B">
      <w:r>
        <w:t xml:space="preserve">12.1.25     -INF       .        1.000      .         </w:t>
      </w:r>
    </w:p>
    <w:p w:rsidR="0062748B" w:rsidRDefault="0062748B" w:rsidP="0062748B">
      <w:r>
        <w:t xml:space="preserve">12.1.26     -INF       .        1.000      .         </w:t>
      </w:r>
    </w:p>
    <w:p w:rsidR="0062748B" w:rsidRDefault="0062748B" w:rsidP="0062748B">
      <w:r>
        <w:t xml:space="preserve">12.1.27     -INF       .        1.000      .         </w:t>
      </w:r>
    </w:p>
    <w:p w:rsidR="0062748B" w:rsidRDefault="0062748B" w:rsidP="0062748B">
      <w:r>
        <w:t xml:space="preserve">12.1.28     -INF       .        1.000      .         </w:t>
      </w:r>
    </w:p>
    <w:p w:rsidR="0062748B" w:rsidRDefault="0062748B" w:rsidP="0062748B">
      <w:r>
        <w:t xml:space="preserve">12.1.29     -INF       .        1.000      .         </w:t>
      </w:r>
    </w:p>
    <w:p w:rsidR="0062748B" w:rsidRDefault="0062748B" w:rsidP="0062748B">
      <w:r>
        <w:t xml:space="preserve">13.1.1      -INF       .        1.000      .         </w:t>
      </w:r>
    </w:p>
    <w:p w:rsidR="0062748B" w:rsidRDefault="0062748B" w:rsidP="0062748B">
      <w:r>
        <w:t xml:space="preserve">13.1.2      -INF       .        1.000      .         </w:t>
      </w:r>
    </w:p>
    <w:p w:rsidR="0062748B" w:rsidRDefault="0062748B" w:rsidP="0062748B">
      <w:r>
        <w:t xml:space="preserve">13.1.3      -INF       .        1.000      .         </w:t>
      </w:r>
    </w:p>
    <w:p w:rsidR="0062748B" w:rsidRDefault="0062748B" w:rsidP="0062748B">
      <w:r>
        <w:t xml:space="preserve">13.1.4      -INF       .        1.000      .         </w:t>
      </w:r>
    </w:p>
    <w:p w:rsidR="0062748B" w:rsidRDefault="0062748B" w:rsidP="0062748B">
      <w:r>
        <w:t xml:space="preserve">13.1.5      -INF       .        1.000      .         </w:t>
      </w:r>
    </w:p>
    <w:p w:rsidR="0062748B" w:rsidRDefault="0062748B" w:rsidP="0062748B">
      <w:r>
        <w:t xml:space="preserve">13.1.6      -INF       .        1.000      .         </w:t>
      </w:r>
    </w:p>
    <w:p w:rsidR="0062748B" w:rsidRDefault="0062748B" w:rsidP="0062748B">
      <w:r>
        <w:t xml:space="preserve">13.1.7      -INF       .        1.000      .         </w:t>
      </w:r>
    </w:p>
    <w:p w:rsidR="0062748B" w:rsidRDefault="0062748B" w:rsidP="0062748B">
      <w:r>
        <w:t xml:space="preserve">13.1.8      -INF       .        1.000      .         </w:t>
      </w:r>
    </w:p>
    <w:p w:rsidR="0062748B" w:rsidRDefault="0062748B" w:rsidP="0062748B">
      <w:r>
        <w:t xml:space="preserve">13.1.9      -INF       .        1.000      .         </w:t>
      </w:r>
    </w:p>
    <w:p w:rsidR="0062748B" w:rsidRDefault="0062748B" w:rsidP="0062748B">
      <w:r>
        <w:t xml:space="preserve">13.1.10     -INF       .        1.000      .         </w:t>
      </w:r>
    </w:p>
    <w:p w:rsidR="0062748B" w:rsidRDefault="0062748B" w:rsidP="0062748B">
      <w:r>
        <w:t xml:space="preserve">13.1.11     -INF       .        1.000      .         </w:t>
      </w:r>
    </w:p>
    <w:p w:rsidR="0062748B" w:rsidRDefault="0062748B" w:rsidP="0062748B">
      <w:r>
        <w:t xml:space="preserve">13.1.12     -INF       .        1.000      .         </w:t>
      </w:r>
    </w:p>
    <w:p w:rsidR="0062748B" w:rsidRDefault="0062748B" w:rsidP="0062748B">
      <w:r>
        <w:t xml:space="preserve">13.1.13     -INF       .        1.000      .         </w:t>
      </w:r>
    </w:p>
    <w:p w:rsidR="0062748B" w:rsidRDefault="0062748B" w:rsidP="0062748B">
      <w:r>
        <w:t xml:space="preserve">13.1.14     -INF       .        1.000      .         </w:t>
      </w:r>
    </w:p>
    <w:p w:rsidR="0062748B" w:rsidRDefault="0062748B" w:rsidP="0062748B">
      <w:r>
        <w:lastRenderedPageBreak/>
        <w:t xml:space="preserve">13.1.15     -INF       .        1.000      .         </w:t>
      </w:r>
    </w:p>
    <w:p w:rsidR="0062748B" w:rsidRDefault="0062748B" w:rsidP="0062748B">
      <w:r>
        <w:t xml:space="preserve">13.1.16     -INF       .        1.000      .         </w:t>
      </w:r>
    </w:p>
    <w:p w:rsidR="0062748B" w:rsidRDefault="0062748B" w:rsidP="0062748B">
      <w:r>
        <w:t xml:space="preserve">13.1.17     -INF       .        1.000      .         </w:t>
      </w:r>
    </w:p>
    <w:p w:rsidR="0062748B" w:rsidRDefault="0062748B" w:rsidP="0062748B">
      <w:r>
        <w:t xml:space="preserve">13.1.18     -INF       .        1.000      .         </w:t>
      </w:r>
    </w:p>
    <w:p w:rsidR="0062748B" w:rsidRDefault="0062748B" w:rsidP="0062748B">
      <w:r>
        <w:t xml:space="preserve">13.1.19     -INF       .        1.000      .         </w:t>
      </w:r>
    </w:p>
    <w:p w:rsidR="0062748B" w:rsidRDefault="0062748B" w:rsidP="0062748B">
      <w:r>
        <w:t xml:space="preserve">13.1.20     -INF       .        1.000      .         </w:t>
      </w:r>
    </w:p>
    <w:p w:rsidR="0062748B" w:rsidRDefault="0062748B" w:rsidP="0062748B">
      <w:r>
        <w:t xml:space="preserve">13.1.21     -INF       .        1.000      .         </w:t>
      </w:r>
    </w:p>
    <w:p w:rsidR="0062748B" w:rsidRDefault="0062748B" w:rsidP="0062748B">
      <w:r>
        <w:t xml:space="preserve">13.1.22     -INF       .        1.000      .         </w:t>
      </w:r>
    </w:p>
    <w:p w:rsidR="0062748B" w:rsidRDefault="0062748B" w:rsidP="0062748B">
      <w:r>
        <w:t xml:space="preserve">13.1.23     -INF       .        1.000      .         </w:t>
      </w:r>
    </w:p>
    <w:p w:rsidR="0062748B" w:rsidRDefault="0062748B" w:rsidP="0062748B">
      <w:r>
        <w:t xml:space="preserve">13.1.24     -INF       .        1.000      .         </w:t>
      </w:r>
    </w:p>
    <w:p w:rsidR="0062748B" w:rsidRDefault="0062748B" w:rsidP="0062748B">
      <w:r>
        <w:t xml:space="preserve">13.1.25     -INF       .        1.000      .         </w:t>
      </w:r>
    </w:p>
    <w:p w:rsidR="0062748B" w:rsidRDefault="0062748B" w:rsidP="0062748B">
      <w:r>
        <w:t xml:space="preserve">13.1.26     -INF       .        1.000      .         </w:t>
      </w:r>
    </w:p>
    <w:p w:rsidR="0062748B" w:rsidRDefault="0062748B" w:rsidP="0062748B">
      <w:r>
        <w:t xml:space="preserve">13.1.27     -INF       .        1.000      .         </w:t>
      </w:r>
    </w:p>
    <w:p w:rsidR="0062748B" w:rsidRDefault="0062748B" w:rsidP="0062748B">
      <w:r>
        <w:t xml:space="preserve">13.1.28     -INF       .        1.000      .         </w:t>
      </w:r>
    </w:p>
    <w:p w:rsidR="0062748B" w:rsidRDefault="0062748B" w:rsidP="0062748B">
      <w:r>
        <w:t xml:space="preserve">13.1.29     -INF       .        1.000      .         </w:t>
      </w:r>
    </w:p>
    <w:p w:rsidR="0062748B" w:rsidRDefault="0062748B" w:rsidP="0062748B">
      <w:r>
        <w:t xml:space="preserve">14.1.1      -INF       .        1.000      .         </w:t>
      </w:r>
    </w:p>
    <w:p w:rsidR="0062748B" w:rsidRDefault="0062748B" w:rsidP="0062748B">
      <w:r>
        <w:t xml:space="preserve">14.1.2      -INF       .        1.000      .         </w:t>
      </w:r>
    </w:p>
    <w:p w:rsidR="0062748B" w:rsidRDefault="0062748B" w:rsidP="0062748B">
      <w:r>
        <w:t xml:space="preserve">14.1.3      -INF       .        1.000      .         </w:t>
      </w:r>
    </w:p>
    <w:p w:rsidR="0062748B" w:rsidRDefault="0062748B" w:rsidP="0062748B">
      <w:r>
        <w:t xml:space="preserve">14.1.4      -INF       .        1.000      .         </w:t>
      </w:r>
    </w:p>
    <w:p w:rsidR="0062748B" w:rsidRDefault="0062748B" w:rsidP="0062748B">
      <w:r>
        <w:t xml:space="preserve">14.1.5      -INF       .        1.000      .         </w:t>
      </w:r>
    </w:p>
    <w:p w:rsidR="0062748B" w:rsidRDefault="0062748B" w:rsidP="0062748B">
      <w:r>
        <w:t xml:space="preserve">14.1.6      -INF       .        1.000      .         </w:t>
      </w:r>
    </w:p>
    <w:p w:rsidR="0062748B" w:rsidRDefault="0062748B" w:rsidP="0062748B">
      <w:r>
        <w:t xml:space="preserve">14.1.7      -INF       .        1.000      .         </w:t>
      </w:r>
    </w:p>
    <w:p w:rsidR="0062748B" w:rsidRDefault="0062748B" w:rsidP="0062748B">
      <w:r>
        <w:t xml:space="preserve">14.1.8      -INF       .        1.000      .         </w:t>
      </w:r>
    </w:p>
    <w:p w:rsidR="0062748B" w:rsidRDefault="0062748B" w:rsidP="0062748B">
      <w:r>
        <w:t xml:space="preserve">14.1.9      -INF       .        1.000      .         </w:t>
      </w:r>
    </w:p>
    <w:p w:rsidR="0062748B" w:rsidRDefault="0062748B" w:rsidP="0062748B">
      <w:r>
        <w:t xml:space="preserve">14.1.10     -INF       .        1.000      .         </w:t>
      </w:r>
    </w:p>
    <w:p w:rsidR="0062748B" w:rsidRDefault="0062748B" w:rsidP="0062748B">
      <w:r>
        <w:lastRenderedPageBreak/>
        <w:t xml:space="preserve">14.1.11     -INF       .        1.000      .         </w:t>
      </w:r>
    </w:p>
    <w:p w:rsidR="0062748B" w:rsidRDefault="0062748B" w:rsidP="0062748B">
      <w:r>
        <w:t xml:space="preserve">14.1.12     -INF       .        1.000      .         </w:t>
      </w:r>
    </w:p>
    <w:p w:rsidR="0062748B" w:rsidRDefault="0062748B" w:rsidP="0062748B">
      <w:r>
        <w:t xml:space="preserve">14.1.13     -INF       .        1.000      .         </w:t>
      </w:r>
    </w:p>
    <w:p w:rsidR="0062748B" w:rsidRDefault="0062748B" w:rsidP="0062748B">
      <w:r>
        <w:t xml:space="preserve">14.1.14     -INF       .        1.000      .         </w:t>
      </w:r>
    </w:p>
    <w:p w:rsidR="0062748B" w:rsidRDefault="0062748B" w:rsidP="0062748B">
      <w:r>
        <w:t xml:space="preserve">14.1.15     -INF       .        1.000      .         </w:t>
      </w:r>
    </w:p>
    <w:p w:rsidR="0062748B" w:rsidRDefault="0062748B" w:rsidP="0062748B">
      <w:r>
        <w:t xml:space="preserve">14.1.16     -INF       .        1.000      .         </w:t>
      </w:r>
    </w:p>
    <w:p w:rsidR="0062748B" w:rsidRDefault="0062748B" w:rsidP="0062748B">
      <w:r>
        <w:t xml:space="preserve">14.1.17     -INF       .        1.000      .         </w:t>
      </w:r>
    </w:p>
    <w:p w:rsidR="0062748B" w:rsidRDefault="0062748B" w:rsidP="0062748B">
      <w:r>
        <w:t xml:space="preserve">14.1.18     -INF       .        1.000      .         </w:t>
      </w:r>
    </w:p>
    <w:p w:rsidR="0062748B" w:rsidRDefault="0062748B" w:rsidP="0062748B">
      <w:r>
        <w:t xml:space="preserve">14.1.19     -INF       .        1.000      .         </w:t>
      </w:r>
    </w:p>
    <w:p w:rsidR="0062748B" w:rsidRDefault="0062748B" w:rsidP="0062748B">
      <w:r>
        <w:t xml:space="preserve">14.1.20     -INF       .        1.000      .         </w:t>
      </w:r>
    </w:p>
    <w:p w:rsidR="0062748B" w:rsidRDefault="0062748B" w:rsidP="0062748B">
      <w:r>
        <w:t xml:space="preserve">14.1.21     -INF       .        1.000      .         </w:t>
      </w:r>
    </w:p>
    <w:p w:rsidR="0062748B" w:rsidRDefault="0062748B" w:rsidP="0062748B">
      <w:r>
        <w:t xml:space="preserve">14.1.22     -INF       .        1.000      .         </w:t>
      </w:r>
    </w:p>
    <w:p w:rsidR="0062748B" w:rsidRDefault="0062748B" w:rsidP="0062748B">
      <w:r>
        <w:t xml:space="preserve">14.1.23     -INF       .        1.000      .         </w:t>
      </w:r>
    </w:p>
    <w:p w:rsidR="0062748B" w:rsidRDefault="0062748B" w:rsidP="0062748B">
      <w:r>
        <w:t xml:space="preserve">14.1.24     -INF       .        1.000      .         </w:t>
      </w:r>
    </w:p>
    <w:p w:rsidR="0062748B" w:rsidRDefault="0062748B" w:rsidP="0062748B">
      <w:r>
        <w:t xml:space="preserve">14.1.25     -INF       .        1.000      .         </w:t>
      </w:r>
    </w:p>
    <w:p w:rsidR="0062748B" w:rsidRDefault="0062748B" w:rsidP="0062748B">
      <w:r>
        <w:t xml:space="preserve">14.1.26     -INF       .        1.000      .         </w:t>
      </w:r>
    </w:p>
    <w:p w:rsidR="0062748B" w:rsidRDefault="0062748B" w:rsidP="0062748B">
      <w:r>
        <w:t xml:space="preserve">14.1.27     -INF       .        1.000      .         </w:t>
      </w:r>
    </w:p>
    <w:p w:rsidR="0062748B" w:rsidRDefault="0062748B" w:rsidP="0062748B">
      <w:r>
        <w:t xml:space="preserve">14.1.28     -INF       .        1.000      .         </w:t>
      </w:r>
    </w:p>
    <w:p w:rsidR="0062748B" w:rsidRDefault="0062748B" w:rsidP="0062748B">
      <w:r>
        <w:t xml:space="preserve">14.1.29     -INF       .        1.000      .         </w:t>
      </w:r>
    </w:p>
    <w:p w:rsidR="0062748B" w:rsidRDefault="0062748B" w:rsidP="0062748B">
      <w:r>
        <w:t xml:space="preserve">15.1.1      -INF       .        1.000      .         </w:t>
      </w:r>
    </w:p>
    <w:p w:rsidR="0062748B" w:rsidRDefault="0062748B" w:rsidP="0062748B">
      <w:r>
        <w:t xml:space="preserve">15.1.2      -INF       .        1.000      .         </w:t>
      </w:r>
    </w:p>
    <w:p w:rsidR="0062748B" w:rsidRDefault="0062748B" w:rsidP="0062748B">
      <w:r>
        <w:t xml:space="preserve">15.1.3      -INF       .        1.000      .         </w:t>
      </w:r>
    </w:p>
    <w:p w:rsidR="0062748B" w:rsidRDefault="0062748B" w:rsidP="0062748B">
      <w:r>
        <w:t xml:space="preserve">15.1.4      -INF       .        1.000      .         </w:t>
      </w:r>
    </w:p>
    <w:p w:rsidR="0062748B" w:rsidRDefault="0062748B" w:rsidP="0062748B">
      <w:r>
        <w:t xml:space="preserve">15.1.5      -INF       .        1.000      .         </w:t>
      </w:r>
    </w:p>
    <w:p w:rsidR="0062748B" w:rsidRDefault="0062748B" w:rsidP="0062748B">
      <w:r>
        <w:t xml:space="preserve">15.1.6      -INF       .        1.000      .         </w:t>
      </w:r>
    </w:p>
    <w:p w:rsidR="0062748B" w:rsidRDefault="0062748B" w:rsidP="0062748B">
      <w:r>
        <w:lastRenderedPageBreak/>
        <w:t xml:space="preserve">15.1.7      -INF       .        1.000      .         </w:t>
      </w:r>
    </w:p>
    <w:p w:rsidR="0062748B" w:rsidRDefault="0062748B" w:rsidP="0062748B">
      <w:r>
        <w:t xml:space="preserve">15.1.8      -INF       .        1.000      .         </w:t>
      </w:r>
    </w:p>
    <w:p w:rsidR="0062748B" w:rsidRDefault="0062748B" w:rsidP="0062748B">
      <w:r>
        <w:t xml:space="preserve">15.1.9      -INF       .        1.000      .         </w:t>
      </w:r>
    </w:p>
    <w:p w:rsidR="0062748B" w:rsidRDefault="0062748B" w:rsidP="0062748B">
      <w:r>
        <w:t xml:space="preserve">15.1.10     -INF       .        1.000      .         </w:t>
      </w:r>
    </w:p>
    <w:p w:rsidR="0062748B" w:rsidRDefault="0062748B" w:rsidP="0062748B">
      <w:r>
        <w:t xml:space="preserve">15.1.11     -INF       .        1.000      .         </w:t>
      </w:r>
    </w:p>
    <w:p w:rsidR="0062748B" w:rsidRDefault="0062748B" w:rsidP="0062748B">
      <w:r>
        <w:t xml:space="preserve">15.1.12     -INF       .        1.000      .         </w:t>
      </w:r>
    </w:p>
    <w:p w:rsidR="0062748B" w:rsidRDefault="0062748B" w:rsidP="0062748B">
      <w:r>
        <w:t xml:space="preserve">15.1.13     -INF       .        1.000      .         </w:t>
      </w:r>
    </w:p>
    <w:p w:rsidR="0062748B" w:rsidRDefault="0062748B" w:rsidP="0062748B">
      <w:r>
        <w:t xml:space="preserve">15.1.14     -INF       .        1.000      .         </w:t>
      </w:r>
    </w:p>
    <w:p w:rsidR="0062748B" w:rsidRDefault="0062748B" w:rsidP="0062748B">
      <w:r>
        <w:t xml:space="preserve">15.1.15     -INF       .        1.000      .         </w:t>
      </w:r>
    </w:p>
    <w:p w:rsidR="0062748B" w:rsidRDefault="0062748B" w:rsidP="0062748B">
      <w:r>
        <w:t xml:space="preserve">15.1.16     -INF       .        1.000      .         </w:t>
      </w:r>
    </w:p>
    <w:p w:rsidR="0062748B" w:rsidRDefault="0062748B" w:rsidP="0062748B">
      <w:r>
        <w:t xml:space="preserve">15.1.17     -INF       .        1.000      .         </w:t>
      </w:r>
    </w:p>
    <w:p w:rsidR="0062748B" w:rsidRDefault="0062748B" w:rsidP="0062748B">
      <w:r>
        <w:t xml:space="preserve">15.1.18     -INF       .        1.000      .         </w:t>
      </w:r>
    </w:p>
    <w:p w:rsidR="0062748B" w:rsidRDefault="0062748B" w:rsidP="0062748B">
      <w:r>
        <w:t xml:space="preserve">15.1.19     -INF       .        1.000      .         </w:t>
      </w:r>
    </w:p>
    <w:p w:rsidR="0062748B" w:rsidRDefault="0062748B" w:rsidP="0062748B">
      <w:r>
        <w:t xml:space="preserve">15.1.20     -INF       .        1.000      .         </w:t>
      </w:r>
    </w:p>
    <w:p w:rsidR="0062748B" w:rsidRDefault="0062748B" w:rsidP="0062748B">
      <w:r>
        <w:t xml:space="preserve">15.1.21     -INF       .        1.000      .         </w:t>
      </w:r>
    </w:p>
    <w:p w:rsidR="0062748B" w:rsidRDefault="0062748B" w:rsidP="0062748B">
      <w:r>
        <w:t xml:space="preserve">15.1.22     -INF       .        1.000      .         </w:t>
      </w:r>
    </w:p>
    <w:p w:rsidR="0062748B" w:rsidRDefault="0062748B" w:rsidP="0062748B">
      <w:r>
        <w:t xml:space="preserve">15.1.23     -INF       .        1.000      .         </w:t>
      </w:r>
    </w:p>
    <w:p w:rsidR="0062748B" w:rsidRDefault="0062748B" w:rsidP="0062748B">
      <w:r>
        <w:t xml:space="preserve">15.1.24     -INF       .        1.000      .         </w:t>
      </w:r>
    </w:p>
    <w:p w:rsidR="0062748B" w:rsidRDefault="0062748B" w:rsidP="0062748B">
      <w:r>
        <w:t xml:space="preserve">15.1.25     -INF       .        1.000      .         </w:t>
      </w:r>
    </w:p>
    <w:p w:rsidR="0062748B" w:rsidRDefault="0062748B" w:rsidP="0062748B">
      <w:r>
        <w:t xml:space="preserve">15.1.26     -INF       .        1.000      .         </w:t>
      </w:r>
    </w:p>
    <w:p w:rsidR="0062748B" w:rsidRDefault="0062748B" w:rsidP="0062748B">
      <w:r>
        <w:t xml:space="preserve">15.1.27     -INF       .        1.000      .         </w:t>
      </w:r>
    </w:p>
    <w:p w:rsidR="0062748B" w:rsidRDefault="0062748B" w:rsidP="0062748B">
      <w:r>
        <w:t xml:space="preserve">15.1.28     -INF       .        1.000      .         </w:t>
      </w:r>
    </w:p>
    <w:p w:rsidR="0062748B" w:rsidRDefault="0062748B" w:rsidP="0062748B">
      <w:r>
        <w:t xml:space="preserve">15.1.29     -INF       .        1.000      .         </w:t>
      </w:r>
    </w:p>
    <w:p w:rsidR="0062748B" w:rsidRDefault="0062748B" w:rsidP="0062748B">
      <w:r>
        <w:t xml:space="preserve">16.1.1      -INF       .        1.000      .         </w:t>
      </w:r>
    </w:p>
    <w:p w:rsidR="0062748B" w:rsidRDefault="0062748B" w:rsidP="0062748B">
      <w:r>
        <w:t xml:space="preserve">16.1.2      -INF       .        1.000      .         </w:t>
      </w:r>
    </w:p>
    <w:p w:rsidR="0062748B" w:rsidRDefault="0062748B" w:rsidP="0062748B">
      <w:r>
        <w:lastRenderedPageBreak/>
        <w:t xml:space="preserve">16.1.3      -INF       .        1.000      .         </w:t>
      </w:r>
    </w:p>
    <w:p w:rsidR="0062748B" w:rsidRDefault="0062748B" w:rsidP="0062748B">
      <w:r>
        <w:t xml:space="preserve">16.1.4      -INF       .        1.000      .         </w:t>
      </w:r>
    </w:p>
    <w:p w:rsidR="0062748B" w:rsidRDefault="0062748B" w:rsidP="0062748B">
      <w:r>
        <w:t xml:space="preserve">16.1.5      -INF       .        1.000      .         </w:t>
      </w:r>
    </w:p>
    <w:p w:rsidR="0062748B" w:rsidRDefault="0062748B" w:rsidP="0062748B">
      <w:r>
        <w:t xml:space="preserve">16.1.6      -INF       .        1.000      .         </w:t>
      </w:r>
    </w:p>
    <w:p w:rsidR="0062748B" w:rsidRDefault="0062748B" w:rsidP="0062748B">
      <w:r>
        <w:t xml:space="preserve">16.1.7      -INF       .        1.000      .         </w:t>
      </w:r>
    </w:p>
    <w:p w:rsidR="0062748B" w:rsidRDefault="0062748B" w:rsidP="0062748B">
      <w:r>
        <w:t xml:space="preserve">16.1.8      -INF       .        1.000      .         </w:t>
      </w:r>
    </w:p>
    <w:p w:rsidR="0062748B" w:rsidRDefault="0062748B" w:rsidP="0062748B">
      <w:r>
        <w:t xml:space="preserve">16.1.9      -INF       .        1.000      .         </w:t>
      </w:r>
    </w:p>
    <w:p w:rsidR="0062748B" w:rsidRDefault="0062748B" w:rsidP="0062748B">
      <w:r>
        <w:t xml:space="preserve">16.1.10     -INF       .        1.000      .         </w:t>
      </w:r>
    </w:p>
    <w:p w:rsidR="0062748B" w:rsidRDefault="0062748B" w:rsidP="0062748B">
      <w:r>
        <w:t xml:space="preserve">16.1.11     -INF       .        1.000      .         </w:t>
      </w:r>
    </w:p>
    <w:p w:rsidR="0062748B" w:rsidRDefault="0062748B" w:rsidP="0062748B">
      <w:r>
        <w:t xml:space="preserve">16.1.12     -INF       .        1.000      .         </w:t>
      </w:r>
    </w:p>
    <w:p w:rsidR="0062748B" w:rsidRDefault="0062748B" w:rsidP="0062748B">
      <w:r>
        <w:t xml:space="preserve">16.1.13     -INF       .        1.000      .         </w:t>
      </w:r>
    </w:p>
    <w:p w:rsidR="0062748B" w:rsidRDefault="0062748B" w:rsidP="0062748B">
      <w:r>
        <w:t xml:space="preserve">16.1.14     -INF       .        1.000      .         </w:t>
      </w:r>
    </w:p>
    <w:p w:rsidR="0062748B" w:rsidRDefault="0062748B" w:rsidP="0062748B">
      <w:r>
        <w:t xml:space="preserve">16.1.15     -INF       .        1.000      .         </w:t>
      </w:r>
    </w:p>
    <w:p w:rsidR="0062748B" w:rsidRDefault="0062748B" w:rsidP="0062748B">
      <w:r>
        <w:t xml:space="preserve">16.1.16     -INF       .        1.000      .         </w:t>
      </w:r>
    </w:p>
    <w:p w:rsidR="0062748B" w:rsidRDefault="0062748B" w:rsidP="0062748B">
      <w:r>
        <w:t xml:space="preserve">16.1.17     -INF       .        1.000      .         </w:t>
      </w:r>
    </w:p>
    <w:p w:rsidR="0062748B" w:rsidRDefault="0062748B" w:rsidP="0062748B">
      <w:r>
        <w:t xml:space="preserve">16.1.18     -INF       .        1.000      .         </w:t>
      </w:r>
    </w:p>
    <w:p w:rsidR="0062748B" w:rsidRDefault="0062748B" w:rsidP="0062748B">
      <w:r>
        <w:t xml:space="preserve">16.1.19     -INF       .        1.000      .         </w:t>
      </w:r>
    </w:p>
    <w:p w:rsidR="0062748B" w:rsidRDefault="0062748B" w:rsidP="0062748B">
      <w:r>
        <w:t xml:space="preserve">16.1.20     -INF       .        1.000      .         </w:t>
      </w:r>
    </w:p>
    <w:p w:rsidR="0062748B" w:rsidRDefault="0062748B" w:rsidP="0062748B">
      <w:r>
        <w:t xml:space="preserve">16.1.21     -INF       .        1.000      .         </w:t>
      </w:r>
    </w:p>
    <w:p w:rsidR="0062748B" w:rsidRDefault="0062748B" w:rsidP="0062748B">
      <w:r>
        <w:t xml:space="preserve">16.1.22     -INF       .        1.000      .         </w:t>
      </w:r>
    </w:p>
    <w:p w:rsidR="0062748B" w:rsidRDefault="0062748B" w:rsidP="0062748B">
      <w:r>
        <w:t xml:space="preserve">16.1.23     -INF       .        1.000      .         </w:t>
      </w:r>
    </w:p>
    <w:p w:rsidR="0062748B" w:rsidRDefault="0062748B" w:rsidP="0062748B">
      <w:r>
        <w:t xml:space="preserve">16.1.24     -INF       .        1.000      .         </w:t>
      </w:r>
    </w:p>
    <w:p w:rsidR="0062748B" w:rsidRDefault="0062748B" w:rsidP="0062748B">
      <w:r>
        <w:t xml:space="preserve">16.1.25     -INF       .        1.000      .         </w:t>
      </w:r>
    </w:p>
    <w:p w:rsidR="0062748B" w:rsidRDefault="0062748B" w:rsidP="0062748B">
      <w:r>
        <w:t xml:space="preserve">16.1.26     -INF       .        1.000      .         </w:t>
      </w:r>
    </w:p>
    <w:p w:rsidR="0062748B" w:rsidRDefault="0062748B" w:rsidP="0062748B">
      <w:r>
        <w:t xml:space="preserve">16.1.27     -INF       .        1.000      .         </w:t>
      </w:r>
    </w:p>
    <w:p w:rsidR="0062748B" w:rsidRDefault="0062748B" w:rsidP="0062748B">
      <w:r>
        <w:lastRenderedPageBreak/>
        <w:t xml:space="preserve">16.1.28     -INF       .        1.000      .         </w:t>
      </w:r>
    </w:p>
    <w:p w:rsidR="0062748B" w:rsidRDefault="0062748B" w:rsidP="0062748B">
      <w:r>
        <w:t xml:space="preserve">16.1.29     -INF       .        1.000      .         </w:t>
      </w:r>
    </w:p>
    <w:p w:rsidR="0062748B" w:rsidRDefault="0062748B" w:rsidP="0062748B">
      <w:r>
        <w:t xml:space="preserve">17.1.1      -INF       .        1.000      .         </w:t>
      </w:r>
    </w:p>
    <w:p w:rsidR="0062748B" w:rsidRDefault="0062748B" w:rsidP="0062748B">
      <w:r>
        <w:t xml:space="preserve">17.1.2      -INF       .        1.000      .         </w:t>
      </w:r>
    </w:p>
    <w:p w:rsidR="0062748B" w:rsidRDefault="0062748B" w:rsidP="0062748B">
      <w:r>
        <w:t xml:space="preserve">17.1.3      -INF       .        1.000      .         </w:t>
      </w:r>
    </w:p>
    <w:p w:rsidR="0062748B" w:rsidRDefault="0062748B" w:rsidP="0062748B">
      <w:r>
        <w:t xml:space="preserve">17.1.4      -INF       .        1.000      .         </w:t>
      </w:r>
    </w:p>
    <w:p w:rsidR="0062748B" w:rsidRDefault="0062748B" w:rsidP="0062748B">
      <w:r>
        <w:t xml:space="preserve">17.1.5      -INF       .        1.000      .         </w:t>
      </w:r>
    </w:p>
    <w:p w:rsidR="0062748B" w:rsidRDefault="0062748B" w:rsidP="0062748B">
      <w:r>
        <w:t xml:space="preserve">17.1.6      -INF       .        1.000      .         </w:t>
      </w:r>
    </w:p>
    <w:p w:rsidR="0062748B" w:rsidRDefault="0062748B" w:rsidP="0062748B">
      <w:r>
        <w:t xml:space="preserve">17.1.7      -INF       .        1.000      .         </w:t>
      </w:r>
    </w:p>
    <w:p w:rsidR="0062748B" w:rsidRDefault="0062748B" w:rsidP="0062748B">
      <w:r>
        <w:t xml:space="preserve">17.1.8      -INF       .        1.000      .         </w:t>
      </w:r>
    </w:p>
    <w:p w:rsidR="0062748B" w:rsidRDefault="0062748B" w:rsidP="0062748B">
      <w:r>
        <w:t xml:space="preserve">17.1.9      -INF       .        1.000      .         </w:t>
      </w:r>
    </w:p>
    <w:p w:rsidR="0062748B" w:rsidRDefault="0062748B" w:rsidP="0062748B">
      <w:r>
        <w:t xml:space="preserve">17.1.10     -INF       .        1.000      .         </w:t>
      </w:r>
    </w:p>
    <w:p w:rsidR="0062748B" w:rsidRDefault="0062748B" w:rsidP="0062748B">
      <w:r>
        <w:t xml:space="preserve">17.1.11     -INF       .        1.000      .         </w:t>
      </w:r>
    </w:p>
    <w:p w:rsidR="0062748B" w:rsidRDefault="0062748B" w:rsidP="0062748B">
      <w:r>
        <w:t xml:space="preserve">17.1.12     -INF       .        1.000      .         </w:t>
      </w:r>
    </w:p>
    <w:p w:rsidR="0062748B" w:rsidRDefault="0062748B" w:rsidP="0062748B">
      <w:r>
        <w:t xml:space="preserve">17.1.13     -INF       .        1.000      .         </w:t>
      </w:r>
    </w:p>
    <w:p w:rsidR="0062748B" w:rsidRDefault="0062748B" w:rsidP="0062748B">
      <w:r>
        <w:t xml:space="preserve">17.1.14     -INF       .        1.000      .         </w:t>
      </w:r>
    </w:p>
    <w:p w:rsidR="0062748B" w:rsidRDefault="0062748B" w:rsidP="0062748B">
      <w:r>
        <w:t xml:space="preserve">17.1.15     -INF       .        1.000      .         </w:t>
      </w:r>
    </w:p>
    <w:p w:rsidR="0062748B" w:rsidRDefault="0062748B" w:rsidP="0062748B">
      <w:r>
        <w:t xml:space="preserve">17.1.16     -INF       .        1.000      .         </w:t>
      </w:r>
    </w:p>
    <w:p w:rsidR="0062748B" w:rsidRDefault="0062748B" w:rsidP="0062748B">
      <w:r>
        <w:t xml:space="preserve">17.1.17     -INF       .        1.000      .         </w:t>
      </w:r>
    </w:p>
    <w:p w:rsidR="0062748B" w:rsidRDefault="0062748B" w:rsidP="0062748B">
      <w:r>
        <w:t xml:space="preserve">17.1.18     -INF       .        1.000      .         </w:t>
      </w:r>
    </w:p>
    <w:p w:rsidR="0062748B" w:rsidRDefault="0062748B" w:rsidP="0062748B">
      <w:r>
        <w:t xml:space="preserve">17.1.19     -INF       .        1.000      .         </w:t>
      </w:r>
    </w:p>
    <w:p w:rsidR="0062748B" w:rsidRDefault="0062748B" w:rsidP="0062748B">
      <w:r>
        <w:t xml:space="preserve">17.1.20     -INF       .        1.000      .         </w:t>
      </w:r>
    </w:p>
    <w:p w:rsidR="0062748B" w:rsidRDefault="0062748B" w:rsidP="0062748B">
      <w:r>
        <w:t xml:space="preserve">17.1.21     -INF       .        1.000      .         </w:t>
      </w:r>
    </w:p>
    <w:p w:rsidR="0062748B" w:rsidRDefault="0062748B" w:rsidP="0062748B">
      <w:r>
        <w:t xml:space="preserve">17.1.22     -INF       .        1.000      .         </w:t>
      </w:r>
    </w:p>
    <w:p w:rsidR="0062748B" w:rsidRDefault="0062748B" w:rsidP="0062748B">
      <w:r>
        <w:t xml:space="preserve">17.1.23     -INF       .        1.000      .         </w:t>
      </w:r>
    </w:p>
    <w:p w:rsidR="0062748B" w:rsidRDefault="0062748B" w:rsidP="0062748B">
      <w:r>
        <w:lastRenderedPageBreak/>
        <w:t xml:space="preserve">17.1.24     -INF       .        1.000      .         </w:t>
      </w:r>
    </w:p>
    <w:p w:rsidR="0062748B" w:rsidRDefault="0062748B" w:rsidP="0062748B">
      <w:r>
        <w:t xml:space="preserve">17.1.25     -INF       .        1.000      .         </w:t>
      </w:r>
    </w:p>
    <w:p w:rsidR="0062748B" w:rsidRDefault="0062748B" w:rsidP="0062748B">
      <w:r>
        <w:t xml:space="preserve">17.1.26     -INF       .        1.000      .         </w:t>
      </w:r>
    </w:p>
    <w:p w:rsidR="0062748B" w:rsidRDefault="0062748B" w:rsidP="0062748B">
      <w:r>
        <w:t xml:space="preserve">17.1.27     -INF       .        1.000      .         </w:t>
      </w:r>
    </w:p>
    <w:p w:rsidR="0062748B" w:rsidRDefault="0062748B" w:rsidP="0062748B">
      <w:r>
        <w:t xml:space="preserve">17.1.28     -INF       .        1.000      .         </w:t>
      </w:r>
    </w:p>
    <w:p w:rsidR="0062748B" w:rsidRDefault="0062748B" w:rsidP="0062748B">
      <w:r>
        <w:t xml:space="preserve">17.1.29     -INF       .        1.000      .         </w:t>
      </w:r>
    </w:p>
    <w:p w:rsidR="0062748B" w:rsidRDefault="0062748B" w:rsidP="0062748B">
      <w:r>
        <w:t xml:space="preserve">18.1.1      -INF       .        1.000      .         </w:t>
      </w:r>
    </w:p>
    <w:p w:rsidR="0062748B" w:rsidRDefault="0062748B" w:rsidP="0062748B">
      <w:r>
        <w:t xml:space="preserve">18.1.2      -INF       .        1.000      .         </w:t>
      </w:r>
    </w:p>
    <w:p w:rsidR="0062748B" w:rsidRDefault="0062748B" w:rsidP="0062748B">
      <w:r>
        <w:t xml:space="preserve">18.1.3      -INF       .        1.000      .         </w:t>
      </w:r>
    </w:p>
    <w:p w:rsidR="0062748B" w:rsidRDefault="0062748B" w:rsidP="0062748B">
      <w:r>
        <w:t xml:space="preserve">18.1.4      -INF       .        1.000      .         </w:t>
      </w:r>
    </w:p>
    <w:p w:rsidR="0062748B" w:rsidRDefault="0062748B" w:rsidP="0062748B">
      <w:r>
        <w:t xml:space="preserve">18.1.5      -INF       .        1.000      .         </w:t>
      </w:r>
    </w:p>
    <w:p w:rsidR="0062748B" w:rsidRDefault="0062748B" w:rsidP="0062748B">
      <w:r>
        <w:t xml:space="preserve">18.1.6      -INF       .        1.000      .         </w:t>
      </w:r>
    </w:p>
    <w:p w:rsidR="0062748B" w:rsidRDefault="0062748B" w:rsidP="0062748B">
      <w:r>
        <w:t xml:space="preserve">18.1.7      -INF       .        1.000      .         </w:t>
      </w:r>
    </w:p>
    <w:p w:rsidR="0062748B" w:rsidRDefault="0062748B" w:rsidP="0062748B">
      <w:r>
        <w:t xml:space="preserve">18.1.8      -INF       .        1.000      .         </w:t>
      </w:r>
    </w:p>
    <w:p w:rsidR="0062748B" w:rsidRDefault="0062748B" w:rsidP="0062748B">
      <w:r>
        <w:t xml:space="preserve">18.1.9      -INF       .        1.000      .         </w:t>
      </w:r>
    </w:p>
    <w:p w:rsidR="0062748B" w:rsidRDefault="0062748B" w:rsidP="0062748B">
      <w:r>
        <w:t xml:space="preserve">18.1.10     -INF       .        1.000      .         </w:t>
      </w:r>
    </w:p>
    <w:p w:rsidR="0062748B" w:rsidRDefault="0062748B" w:rsidP="0062748B">
      <w:r>
        <w:t xml:space="preserve">18.1.11     -INF       .        1.000      .         </w:t>
      </w:r>
    </w:p>
    <w:p w:rsidR="0062748B" w:rsidRDefault="0062748B" w:rsidP="0062748B">
      <w:r>
        <w:t xml:space="preserve">18.1.12     -INF       .        1.000      .         </w:t>
      </w:r>
    </w:p>
    <w:p w:rsidR="0062748B" w:rsidRDefault="0062748B" w:rsidP="0062748B">
      <w:r>
        <w:t xml:space="preserve">18.1.13     -INF       .        1.000      .         </w:t>
      </w:r>
    </w:p>
    <w:p w:rsidR="0062748B" w:rsidRDefault="0062748B" w:rsidP="0062748B">
      <w:r>
        <w:t xml:space="preserve">18.1.14     -INF       .        1.000      .         </w:t>
      </w:r>
    </w:p>
    <w:p w:rsidR="0062748B" w:rsidRDefault="0062748B" w:rsidP="0062748B">
      <w:r>
        <w:t xml:space="preserve">18.1.15     -INF       .        1.000      .         </w:t>
      </w:r>
    </w:p>
    <w:p w:rsidR="0062748B" w:rsidRDefault="0062748B" w:rsidP="0062748B">
      <w:r>
        <w:t xml:space="preserve">18.1.16     -INF       .        1.000      .         </w:t>
      </w:r>
    </w:p>
    <w:p w:rsidR="0062748B" w:rsidRDefault="0062748B" w:rsidP="0062748B">
      <w:r>
        <w:t xml:space="preserve">18.1.17     -INF       .        1.000      .         </w:t>
      </w:r>
    </w:p>
    <w:p w:rsidR="0062748B" w:rsidRDefault="0062748B" w:rsidP="0062748B">
      <w:r>
        <w:t xml:space="preserve">18.1.18     -INF       .        1.000      .         </w:t>
      </w:r>
    </w:p>
    <w:p w:rsidR="0062748B" w:rsidRDefault="0062748B" w:rsidP="0062748B">
      <w:r>
        <w:t xml:space="preserve">18.1.19     -INF       .        1.000      .         </w:t>
      </w:r>
    </w:p>
    <w:p w:rsidR="0062748B" w:rsidRDefault="0062748B" w:rsidP="0062748B">
      <w:r>
        <w:lastRenderedPageBreak/>
        <w:t xml:space="preserve">18.1.20     -INF       .        1.000      .         </w:t>
      </w:r>
    </w:p>
    <w:p w:rsidR="0062748B" w:rsidRDefault="0062748B" w:rsidP="0062748B">
      <w:r>
        <w:t xml:space="preserve">18.1.21     -INF       .        1.000      .         </w:t>
      </w:r>
    </w:p>
    <w:p w:rsidR="0062748B" w:rsidRDefault="0062748B" w:rsidP="0062748B">
      <w:r>
        <w:t xml:space="preserve">18.1.22     -INF       .        1.000      .         </w:t>
      </w:r>
    </w:p>
    <w:p w:rsidR="0062748B" w:rsidRDefault="0062748B" w:rsidP="0062748B">
      <w:r>
        <w:t xml:space="preserve">18.1.23     -INF       .        1.000      .         </w:t>
      </w:r>
    </w:p>
    <w:p w:rsidR="0062748B" w:rsidRDefault="0062748B" w:rsidP="0062748B">
      <w:r>
        <w:t xml:space="preserve">18.1.24     -INF       .        1.000      .         </w:t>
      </w:r>
    </w:p>
    <w:p w:rsidR="0062748B" w:rsidRDefault="0062748B" w:rsidP="0062748B">
      <w:r>
        <w:t xml:space="preserve">18.1.25     -INF       .        1.000      .         </w:t>
      </w:r>
    </w:p>
    <w:p w:rsidR="0062748B" w:rsidRDefault="0062748B" w:rsidP="0062748B">
      <w:r>
        <w:t xml:space="preserve">18.1.26     -INF       .        1.000      .         </w:t>
      </w:r>
    </w:p>
    <w:p w:rsidR="0062748B" w:rsidRDefault="0062748B" w:rsidP="0062748B">
      <w:r>
        <w:t xml:space="preserve">18.1.27     -INF       .        1.000      .         </w:t>
      </w:r>
    </w:p>
    <w:p w:rsidR="0062748B" w:rsidRDefault="0062748B" w:rsidP="0062748B">
      <w:r>
        <w:t xml:space="preserve">18.1.28     -INF       .        1.000      .         </w:t>
      </w:r>
    </w:p>
    <w:p w:rsidR="0062748B" w:rsidRDefault="0062748B" w:rsidP="0062748B">
      <w:r>
        <w:t xml:space="preserve">18.1.29     -INF       .        1.000      .         </w:t>
      </w:r>
    </w:p>
    <w:p w:rsidR="0062748B" w:rsidRDefault="0062748B" w:rsidP="0062748B">
      <w:r>
        <w:t xml:space="preserve">19.1.1      -INF       .        1.000      .         </w:t>
      </w:r>
    </w:p>
    <w:p w:rsidR="0062748B" w:rsidRDefault="0062748B" w:rsidP="0062748B">
      <w:r>
        <w:t xml:space="preserve">19.1.2      -INF       .        1.000      .         </w:t>
      </w:r>
    </w:p>
    <w:p w:rsidR="0062748B" w:rsidRDefault="0062748B" w:rsidP="0062748B">
      <w:r>
        <w:t xml:space="preserve">19.1.3      -INF       .        1.000      .         </w:t>
      </w:r>
    </w:p>
    <w:p w:rsidR="0062748B" w:rsidRDefault="0062748B" w:rsidP="0062748B">
      <w:r>
        <w:t xml:space="preserve">19.1.4      -INF       .        1.000      .         </w:t>
      </w:r>
    </w:p>
    <w:p w:rsidR="0062748B" w:rsidRDefault="0062748B" w:rsidP="0062748B">
      <w:r>
        <w:t xml:space="preserve">19.1.5      -INF       .        1.000      .         </w:t>
      </w:r>
    </w:p>
    <w:p w:rsidR="0062748B" w:rsidRDefault="0062748B" w:rsidP="0062748B">
      <w:r>
        <w:t xml:space="preserve">19.1.6      -INF       .        1.000      .         </w:t>
      </w:r>
    </w:p>
    <w:p w:rsidR="0062748B" w:rsidRDefault="0062748B" w:rsidP="0062748B">
      <w:r>
        <w:t xml:space="preserve">19.1.7      -INF       .        1.000      .         </w:t>
      </w:r>
    </w:p>
    <w:p w:rsidR="0062748B" w:rsidRDefault="0062748B" w:rsidP="0062748B">
      <w:r>
        <w:t xml:space="preserve">19.1.8      -INF       .        1.000      .         </w:t>
      </w:r>
    </w:p>
    <w:p w:rsidR="0062748B" w:rsidRDefault="0062748B" w:rsidP="0062748B">
      <w:r>
        <w:t xml:space="preserve">19.1.9      -INF       .        1.000      .         </w:t>
      </w:r>
    </w:p>
    <w:p w:rsidR="0062748B" w:rsidRDefault="0062748B" w:rsidP="0062748B">
      <w:r>
        <w:t xml:space="preserve">19.1.10     -INF       .        1.000      .         </w:t>
      </w:r>
    </w:p>
    <w:p w:rsidR="0062748B" w:rsidRDefault="0062748B" w:rsidP="0062748B">
      <w:r>
        <w:t xml:space="preserve">19.1.11     -INF       .        1.000      .         </w:t>
      </w:r>
    </w:p>
    <w:p w:rsidR="0062748B" w:rsidRDefault="0062748B" w:rsidP="0062748B">
      <w:r>
        <w:t xml:space="preserve">19.1.12     -INF       .        1.000      .         </w:t>
      </w:r>
    </w:p>
    <w:p w:rsidR="0062748B" w:rsidRDefault="0062748B" w:rsidP="0062748B">
      <w:r>
        <w:t xml:space="preserve">19.1.13     -INF       .        1.000      .         </w:t>
      </w:r>
    </w:p>
    <w:p w:rsidR="0062748B" w:rsidRDefault="0062748B" w:rsidP="0062748B">
      <w:r>
        <w:t xml:space="preserve">19.1.14     -INF       .        1.000      .         </w:t>
      </w:r>
    </w:p>
    <w:p w:rsidR="0062748B" w:rsidRDefault="0062748B" w:rsidP="0062748B">
      <w:r>
        <w:t xml:space="preserve">19.1.15     -INF       .        1.000      .         </w:t>
      </w:r>
    </w:p>
    <w:p w:rsidR="0062748B" w:rsidRDefault="0062748B" w:rsidP="0062748B">
      <w:r>
        <w:lastRenderedPageBreak/>
        <w:t xml:space="preserve">19.1.16     -INF       .        1.000      .         </w:t>
      </w:r>
    </w:p>
    <w:p w:rsidR="0062748B" w:rsidRDefault="0062748B" w:rsidP="0062748B">
      <w:r>
        <w:t xml:space="preserve">19.1.17     -INF       .        1.000      .         </w:t>
      </w:r>
    </w:p>
    <w:p w:rsidR="0062748B" w:rsidRDefault="0062748B" w:rsidP="0062748B">
      <w:r>
        <w:t xml:space="preserve">19.1.18     -INF       .        1.000      .         </w:t>
      </w:r>
    </w:p>
    <w:p w:rsidR="0062748B" w:rsidRDefault="0062748B" w:rsidP="0062748B">
      <w:r>
        <w:t xml:space="preserve">19.1.19     -INF       .        1.000      .         </w:t>
      </w:r>
    </w:p>
    <w:p w:rsidR="0062748B" w:rsidRDefault="0062748B" w:rsidP="0062748B">
      <w:r>
        <w:t xml:space="preserve">19.1.20     -INF       .        1.000      .         </w:t>
      </w:r>
    </w:p>
    <w:p w:rsidR="0062748B" w:rsidRDefault="0062748B" w:rsidP="0062748B">
      <w:r>
        <w:t xml:space="preserve">19.1.21     -INF       .        1.000      .         </w:t>
      </w:r>
    </w:p>
    <w:p w:rsidR="0062748B" w:rsidRDefault="0062748B" w:rsidP="0062748B">
      <w:r>
        <w:t xml:space="preserve">19.1.22     -INF       .        1.000      .         </w:t>
      </w:r>
    </w:p>
    <w:p w:rsidR="0062748B" w:rsidRDefault="0062748B" w:rsidP="0062748B">
      <w:r>
        <w:t xml:space="preserve">19.1.23     -INF       .        1.000      .         </w:t>
      </w:r>
    </w:p>
    <w:p w:rsidR="0062748B" w:rsidRDefault="0062748B" w:rsidP="0062748B">
      <w:r>
        <w:t xml:space="preserve">19.1.24     -INF       .        1.000      .         </w:t>
      </w:r>
    </w:p>
    <w:p w:rsidR="0062748B" w:rsidRDefault="0062748B" w:rsidP="0062748B">
      <w:r>
        <w:t xml:space="preserve">19.1.25     -INF       .        1.000      .         </w:t>
      </w:r>
    </w:p>
    <w:p w:rsidR="0062748B" w:rsidRDefault="0062748B" w:rsidP="0062748B">
      <w:r>
        <w:t xml:space="preserve">19.1.26     -INF       .        1.000      .         </w:t>
      </w:r>
    </w:p>
    <w:p w:rsidR="0062748B" w:rsidRDefault="0062748B" w:rsidP="0062748B">
      <w:r>
        <w:t xml:space="preserve">19.1.27     -INF       .        1.000      .         </w:t>
      </w:r>
    </w:p>
    <w:p w:rsidR="0062748B" w:rsidRDefault="0062748B" w:rsidP="0062748B">
      <w:r>
        <w:t xml:space="preserve">19.1.28     -INF       .        1.000      .         </w:t>
      </w:r>
    </w:p>
    <w:p w:rsidR="0062748B" w:rsidRDefault="0062748B" w:rsidP="0062748B">
      <w:r>
        <w:t xml:space="preserve">19.1.29     -INF       .        1.000      .         </w:t>
      </w:r>
    </w:p>
    <w:p w:rsidR="0062748B" w:rsidRDefault="0062748B" w:rsidP="0062748B">
      <w:r>
        <w:t xml:space="preserve">20.1.1      -INF       .        1.000      .         </w:t>
      </w:r>
    </w:p>
    <w:p w:rsidR="0062748B" w:rsidRDefault="0062748B" w:rsidP="0062748B">
      <w:r>
        <w:t xml:space="preserve">20.1.2      -INF       .        1.000      .         </w:t>
      </w:r>
    </w:p>
    <w:p w:rsidR="0062748B" w:rsidRDefault="0062748B" w:rsidP="0062748B">
      <w:r>
        <w:t xml:space="preserve">20.1.3      -INF       .        1.000      .         </w:t>
      </w:r>
    </w:p>
    <w:p w:rsidR="0062748B" w:rsidRDefault="0062748B" w:rsidP="0062748B">
      <w:r>
        <w:t xml:space="preserve">20.1.4      -INF       .        1.000      .         </w:t>
      </w:r>
    </w:p>
    <w:p w:rsidR="0062748B" w:rsidRDefault="0062748B" w:rsidP="0062748B">
      <w:r>
        <w:t xml:space="preserve">20.1.5      -INF       .        1.000      .         </w:t>
      </w:r>
    </w:p>
    <w:p w:rsidR="0062748B" w:rsidRDefault="0062748B" w:rsidP="0062748B">
      <w:r>
        <w:t xml:space="preserve">20.1.6      -INF       .        1.000      .         </w:t>
      </w:r>
    </w:p>
    <w:p w:rsidR="0062748B" w:rsidRDefault="0062748B" w:rsidP="0062748B">
      <w:r>
        <w:t xml:space="preserve">20.1.7      -INF       .        1.000      .         </w:t>
      </w:r>
    </w:p>
    <w:p w:rsidR="0062748B" w:rsidRDefault="0062748B" w:rsidP="0062748B">
      <w:r>
        <w:t xml:space="preserve">20.1.8      -INF       .        1.000      .         </w:t>
      </w:r>
    </w:p>
    <w:p w:rsidR="0062748B" w:rsidRDefault="0062748B" w:rsidP="0062748B">
      <w:r>
        <w:t xml:space="preserve">20.1.9      -INF       .        1.000      .         </w:t>
      </w:r>
    </w:p>
    <w:p w:rsidR="0062748B" w:rsidRDefault="0062748B" w:rsidP="0062748B">
      <w:r>
        <w:t xml:space="preserve">20.1.10     -INF       .        1.000      .         </w:t>
      </w:r>
    </w:p>
    <w:p w:rsidR="0062748B" w:rsidRDefault="0062748B" w:rsidP="0062748B">
      <w:r>
        <w:t xml:space="preserve">20.1.11     -INF       .        1.000      .         </w:t>
      </w:r>
    </w:p>
    <w:p w:rsidR="0062748B" w:rsidRDefault="0062748B" w:rsidP="0062748B">
      <w:r>
        <w:lastRenderedPageBreak/>
        <w:t xml:space="preserve">20.1.12     -INF       .        1.000      .         </w:t>
      </w:r>
    </w:p>
    <w:p w:rsidR="0062748B" w:rsidRDefault="0062748B" w:rsidP="0062748B">
      <w:r>
        <w:t xml:space="preserve">20.1.13     -INF       .        1.000      .         </w:t>
      </w:r>
    </w:p>
    <w:p w:rsidR="0062748B" w:rsidRDefault="0062748B" w:rsidP="0062748B">
      <w:r>
        <w:t xml:space="preserve">20.1.14     -INF       .        1.000      .         </w:t>
      </w:r>
    </w:p>
    <w:p w:rsidR="0062748B" w:rsidRDefault="0062748B" w:rsidP="0062748B">
      <w:r>
        <w:t xml:space="preserve">20.1.15     -INF       .        1.000      .         </w:t>
      </w:r>
    </w:p>
    <w:p w:rsidR="0062748B" w:rsidRDefault="0062748B" w:rsidP="0062748B">
      <w:r>
        <w:t xml:space="preserve">20.1.16     -INF       .        1.000      .         </w:t>
      </w:r>
    </w:p>
    <w:p w:rsidR="0062748B" w:rsidRDefault="0062748B" w:rsidP="0062748B">
      <w:r>
        <w:t xml:space="preserve">20.1.17     -INF       .        1.000      .         </w:t>
      </w:r>
    </w:p>
    <w:p w:rsidR="0062748B" w:rsidRDefault="0062748B" w:rsidP="0062748B">
      <w:r>
        <w:t xml:space="preserve">20.1.18     -INF       .        1.000      .         </w:t>
      </w:r>
    </w:p>
    <w:p w:rsidR="0062748B" w:rsidRDefault="0062748B" w:rsidP="0062748B">
      <w:r>
        <w:t xml:space="preserve">20.1.19     -INF       .        1.000      .         </w:t>
      </w:r>
    </w:p>
    <w:p w:rsidR="0062748B" w:rsidRDefault="0062748B" w:rsidP="0062748B">
      <w:r>
        <w:t xml:space="preserve">20.1.20     -INF       .        1.000      .         </w:t>
      </w:r>
    </w:p>
    <w:p w:rsidR="0062748B" w:rsidRDefault="0062748B" w:rsidP="0062748B">
      <w:r>
        <w:t xml:space="preserve">20.1.21     -INF       .        1.000      .         </w:t>
      </w:r>
    </w:p>
    <w:p w:rsidR="0062748B" w:rsidRDefault="0062748B" w:rsidP="0062748B">
      <w:r>
        <w:t xml:space="preserve">20.1.22     -INF       .        1.000      .         </w:t>
      </w:r>
    </w:p>
    <w:p w:rsidR="0062748B" w:rsidRDefault="0062748B" w:rsidP="0062748B">
      <w:r>
        <w:t xml:space="preserve">20.1.23     -INF       .        1.000      .         </w:t>
      </w:r>
    </w:p>
    <w:p w:rsidR="0062748B" w:rsidRDefault="0062748B" w:rsidP="0062748B">
      <w:r>
        <w:t xml:space="preserve">20.1.24     -INF       .        1.000      .         </w:t>
      </w:r>
    </w:p>
    <w:p w:rsidR="0062748B" w:rsidRDefault="0062748B" w:rsidP="0062748B">
      <w:r>
        <w:t xml:space="preserve">20.1.25     -INF       .        1.000      .         </w:t>
      </w:r>
    </w:p>
    <w:p w:rsidR="0062748B" w:rsidRDefault="0062748B" w:rsidP="0062748B">
      <w:r>
        <w:t xml:space="preserve">20.1.26     -INF       .        1.000      .         </w:t>
      </w:r>
    </w:p>
    <w:p w:rsidR="0062748B" w:rsidRDefault="0062748B" w:rsidP="0062748B">
      <w:r>
        <w:t xml:space="preserve">20.1.27     -INF       .        1.000      .         </w:t>
      </w:r>
    </w:p>
    <w:p w:rsidR="0062748B" w:rsidRDefault="0062748B" w:rsidP="0062748B">
      <w:r>
        <w:t xml:space="preserve">20.1.28     -INF       .        1.000      .         </w:t>
      </w:r>
    </w:p>
    <w:p w:rsidR="0062748B" w:rsidRDefault="0062748B" w:rsidP="0062748B">
      <w:r>
        <w:t xml:space="preserve">20.1.29     -INF       .        1.000      .         </w:t>
      </w:r>
    </w:p>
    <w:p w:rsidR="0062748B" w:rsidRDefault="0062748B" w:rsidP="0062748B">
      <w:r>
        <w:t xml:space="preserve">21.1.1      -INF       .        1.000      .         </w:t>
      </w:r>
    </w:p>
    <w:p w:rsidR="0062748B" w:rsidRDefault="0062748B" w:rsidP="0062748B">
      <w:r>
        <w:t xml:space="preserve">21.1.2      -INF       .        1.000      .         </w:t>
      </w:r>
    </w:p>
    <w:p w:rsidR="0062748B" w:rsidRDefault="0062748B" w:rsidP="0062748B">
      <w:r>
        <w:t xml:space="preserve">21.1.3      -INF       .        1.000      .         </w:t>
      </w:r>
    </w:p>
    <w:p w:rsidR="0062748B" w:rsidRDefault="0062748B" w:rsidP="0062748B">
      <w:r>
        <w:t xml:space="preserve">21.1.4      -INF       .        1.000      .         </w:t>
      </w:r>
    </w:p>
    <w:p w:rsidR="0062748B" w:rsidRDefault="0062748B" w:rsidP="0062748B">
      <w:r>
        <w:t xml:space="preserve">21.1.5      -INF       .        1.000      .         </w:t>
      </w:r>
    </w:p>
    <w:p w:rsidR="0062748B" w:rsidRDefault="0062748B" w:rsidP="0062748B">
      <w:r>
        <w:t xml:space="preserve">21.1.6      -INF       .        1.000      .         </w:t>
      </w:r>
    </w:p>
    <w:p w:rsidR="0062748B" w:rsidRDefault="0062748B" w:rsidP="0062748B">
      <w:r>
        <w:t xml:space="preserve">21.1.7      -INF       .        1.000      .         </w:t>
      </w:r>
    </w:p>
    <w:p w:rsidR="0062748B" w:rsidRDefault="0062748B" w:rsidP="0062748B">
      <w:r>
        <w:lastRenderedPageBreak/>
        <w:t xml:space="preserve">21.1.8      -INF       .        1.000      .         </w:t>
      </w:r>
    </w:p>
    <w:p w:rsidR="0062748B" w:rsidRDefault="0062748B" w:rsidP="0062748B">
      <w:r>
        <w:t xml:space="preserve">21.1.9      -INF       .        1.000      .         </w:t>
      </w:r>
    </w:p>
    <w:p w:rsidR="0062748B" w:rsidRDefault="0062748B" w:rsidP="0062748B">
      <w:r>
        <w:t xml:space="preserve">21.1.10     -INF       .        1.000      .         </w:t>
      </w:r>
    </w:p>
    <w:p w:rsidR="0062748B" w:rsidRDefault="0062748B" w:rsidP="0062748B">
      <w:r>
        <w:t xml:space="preserve">21.1.11     -INF       .        1.000      .         </w:t>
      </w:r>
    </w:p>
    <w:p w:rsidR="0062748B" w:rsidRDefault="0062748B" w:rsidP="0062748B">
      <w:r>
        <w:t xml:space="preserve">21.1.12     -INF       .        1.000      .         </w:t>
      </w:r>
    </w:p>
    <w:p w:rsidR="0062748B" w:rsidRDefault="0062748B" w:rsidP="0062748B">
      <w:r>
        <w:t xml:space="preserve">21.1.13     -INF       .        1.000      .         </w:t>
      </w:r>
    </w:p>
    <w:p w:rsidR="0062748B" w:rsidRDefault="0062748B" w:rsidP="0062748B">
      <w:r>
        <w:t xml:space="preserve">21.1.14     -INF       .        1.000      .         </w:t>
      </w:r>
    </w:p>
    <w:p w:rsidR="0062748B" w:rsidRDefault="0062748B" w:rsidP="0062748B">
      <w:r>
        <w:t xml:space="preserve">21.1.15     -INF       .        1.000      .         </w:t>
      </w:r>
    </w:p>
    <w:p w:rsidR="0062748B" w:rsidRDefault="0062748B" w:rsidP="0062748B">
      <w:r>
        <w:t xml:space="preserve">21.1.16     -INF       .        1.000      .         </w:t>
      </w:r>
    </w:p>
    <w:p w:rsidR="0062748B" w:rsidRDefault="0062748B" w:rsidP="0062748B">
      <w:r>
        <w:t xml:space="preserve">21.1.17     -INF       .        1.000      .         </w:t>
      </w:r>
    </w:p>
    <w:p w:rsidR="0062748B" w:rsidRDefault="0062748B" w:rsidP="0062748B">
      <w:r>
        <w:t xml:space="preserve">21.1.18     -INF       .        1.000      .         </w:t>
      </w:r>
    </w:p>
    <w:p w:rsidR="0062748B" w:rsidRDefault="0062748B" w:rsidP="0062748B">
      <w:r>
        <w:t xml:space="preserve">21.1.19     -INF       .        1.000      .         </w:t>
      </w:r>
    </w:p>
    <w:p w:rsidR="0062748B" w:rsidRDefault="0062748B" w:rsidP="0062748B">
      <w:r>
        <w:t xml:space="preserve">21.1.20     -INF       .        1.000      .         </w:t>
      </w:r>
    </w:p>
    <w:p w:rsidR="0062748B" w:rsidRDefault="0062748B" w:rsidP="0062748B">
      <w:r>
        <w:t xml:space="preserve">21.1.21     -INF       .        1.000      .         </w:t>
      </w:r>
    </w:p>
    <w:p w:rsidR="0062748B" w:rsidRDefault="0062748B" w:rsidP="0062748B">
      <w:r>
        <w:t xml:space="preserve">21.1.22     -INF       .        1.000      .         </w:t>
      </w:r>
    </w:p>
    <w:p w:rsidR="0062748B" w:rsidRDefault="0062748B" w:rsidP="0062748B">
      <w:r>
        <w:t xml:space="preserve">21.1.23     -INF       .        1.000      .         </w:t>
      </w:r>
    </w:p>
    <w:p w:rsidR="0062748B" w:rsidRDefault="0062748B" w:rsidP="0062748B">
      <w:r>
        <w:t xml:space="preserve">21.1.24     -INF       .        1.000      .         </w:t>
      </w:r>
    </w:p>
    <w:p w:rsidR="0062748B" w:rsidRDefault="0062748B" w:rsidP="0062748B">
      <w:r>
        <w:t xml:space="preserve">21.1.25     -INF       .        1.000      .         </w:t>
      </w:r>
    </w:p>
    <w:p w:rsidR="0062748B" w:rsidRDefault="0062748B" w:rsidP="0062748B">
      <w:r>
        <w:t xml:space="preserve">21.1.26     -INF       .        1.000      .         </w:t>
      </w:r>
    </w:p>
    <w:p w:rsidR="0062748B" w:rsidRDefault="0062748B" w:rsidP="0062748B">
      <w:r>
        <w:t xml:space="preserve">21.1.27     -INF       .        1.000      .         </w:t>
      </w:r>
    </w:p>
    <w:p w:rsidR="0062748B" w:rsidRDefault="0062748B" w:rsidP="0062748B">
      <w:r>
        <w:t xml:space="preserve">21.1.28     -INF       .        1.000      .         </w:t>
      </w:r>
    </w:p>
    <w:p w:rsidR="0062748B" w:rsidRDefault="0062748B" w:rsidP="0062748B">
      <w:r>
        <w:t xml:space="preserve">21.1.29     -INF       .        1.000      .         </w:t>
      </w:r>
    </w:p>
    <w:p w:rsidR="0062748B" w:rsidRDefault="0062748B" w:rsidP="0062748B">
      <w:r>
        <w:t xml:space="preserve">22.1.1      -INF       .        1.000      .         </w:t>
      </w:r>
    </w:p>
    <w:p w:rsidR="0062748B" w:rsidRDefault="0062748B" w:rsidP="0062748B">
      <w:r>
        <w:t xml:space="preserve">22.1.2      -INF       .        1.000      .         </w:t>
      </w:r>
    </w:p>
    <w:p w:rsidR="0062748B" w:rsidRDefault="0062748B" w:rsidP="0062748B">
      <w:r>
        <w:t xml:space="preserve">22.1.3      -INF       .        1.000      .         </w:t>
      </w:r>
    </w:p>
    <w:p w:rsidR="0062748B" w:rsidRDefault="0062748B" w:rsidP="0062748B">
      <w:r>
        <w:lastRenderedPageBreak/>
        <w:t xml:space="preserve">22.1.4      -INF       .        1.000      .         </w:t>
      </w:r>
    </w:p>
    <w:p w:rsidR="0062748B" w:rsidRDefault="0062748B" w:rsidP="0062748B">
      <w:r>
        <w:t xml:space="preserve">22.1.5      -INF       .        1.000      .         </w:t>
      </w:r>
    </w:p>
    <w:p w:rsidR="0062748B" w:rsidRDefault="0062748B" w:rsidP="0062748B">
      <w:r>
        <w:t xml:space="preserve">22.1.6      -INF       .        1.000      .         </w:t>
      </w:r>
    </w:p>
    <w:p w:rsidR="0062748B" w:rsidRDefault="0062748B" w:rsidP="0062748B">
      <w:r>
        <w:t xml:space="preserve">22.1.7      -INF       .        1.000      .         </w:t>
      </w:r>
    </w:p>
    <w:p w:rsidR="0062748B" w:rsidRDefault="0062748B" w:rsidP="0062748B">
      <w:r>
        <w:t xml:space="preserve">22.1.8      -INF       .        1.000      .         </w:t>
      </w:r>
    </w:p>
    <w:p w:rsidR="0062748B" w:rsidRDefault="0062748B" w:rsidP="0062748B">
      <w:r>
        <w:t xml:space="preserve">22.1.9      -INF       .        1.000      .         </w:t>
      </w:r>
    </w:p>
    <w:p w:rsidR="0062748B" w:rsidRDefault="0062748B" w:rsidP="0062748B">
      <w:r>
        <w:t xml:space="preserve">22.1.10     -INF       .        1.000      .         </w:t>
      </w:r>
    </w:p>
    <w:p w:rsidR="0062748B" w:rsidRDefault="0062748B" w:rsidP="0062748B">
      <w:r>
        <w:t xml:space="preserve">22.1.11     -INF       .        1.000      .         </w:t>
      </w:r>
    </w:p>
    <w:p w:rsidR="0062748B" w:rsidRDefault="0062748B" w:rsidP="0062748B">
      <w:r>
        <w:t xml:space="preserve">22.1.12     -INF       .        1.000      .         </w:t>
      </w:r>
    </w:p>
    <w:p w:rsidR="0062748B" w:rsidRDefault="0062748B" w:rsidP="0062748B">
      <w:r>
        <w:t xml:space="preserve">22.1.13     -INF       .        1.000      .         </w:t>
      </w:r>
    </w:p>
    <w:p w:rsidR="0062748B" w:rsidRDefault="0062748B" w:rsidP="0062748B">
      <w:r>
        <w:t xml:space="preserve">22.1.14     -INF       .        1.000      .         </w:t>
      </w:r>
    </w:p>
    <w:p w:rsidR="0062748B" w:rsidRDefault="0062748B" w:rsidP="0062748B">
      <w:r>
        <w:t xml:space="preserve">22.1.15     -INF       .        1.000      .         </w:t>
      </w:r>
    </w:p>
    <w:p w:rsidR="0062748B" w:rsidRDefault="0062748B" w:rsidP="0062748B">
      <w:r>
        <w:t xml:space="preserve">22.1.16     -INF       .        1.000      .         </w:t>
      </w:r>
    </w:p>
    <w:p w:rsidR="0062748B" w:rsidRDefault="0062748B" w:rsidP="0062748B">
      <w:r>
        <w:t xml:space="preserve">22.1.17     -INF       .        1.000      .         </w:t>
      </w:r>
    </w:p>
    <w:p w:rsidR="0062748B" w:rsidRDefault="0062748B" w:rsidP="0062748B">
      <w:r>
        <w:t xml:space="preserve">22.1.18     -INF       .        1.000      .         </w:t>
      </w:r>
    </w:p>
    <w:p w:rsidR="0062748B" w:rsidRDefault="0062748B" w:rsidP="0062748B">
      <w:r>
        <w:t xml:space="preserve">22.1.19     -INF       .        1.000      .         </w:t>
      </w:r>
    </w:p>
    <w:p w:rsidR="0062748B" w:rsidRDefault="0062748B" w:rsidP="0062748B">
      <w:r>
        <w:t xml:space="preserve">22.1.20     -INF       .        1.000      .         </w:t>
      </w:r>
    </w:p>
    <w:p w:rsidR="0062748B" w:rsidRDefault="0062748B" w:rsidP="0062748B">
      <w:r>
        <w:t xml:space="preserve">22.1.21     -INF       .        1.000      .         </w:t>
      </w:r>
    </w:p>
    <w:p w:rsidR="0062748B" w:rsidRDefault="0062748B" w:rsidP="0062748B">
      <w:r>
        <w:t xml:space="preserve">22.1.22     -INF       .        1.000      .         </w:t>
      </w:r>
    </w:p>
    <w:p w:rsidR="0062748B" w:rsidRDefault="0062748B" w:rsidP="0062748B">
      <w:r>
        <w:t xml:space="preserve">22.1.23     -INF       .        1.000      .         </w:t>
      </w:r>
    </w:p>
    <w:p w:rsidR="0062748B" w:rsidRDefault="0062748B" w:rsidP="0062748B">
      <w:r>
        <w:t xml:space="preserve">22.1.24     -INF       .        1.000      .         </w:t>
      </w:r>
    </w:p>
    <w:p w:rsidR="0062748B" w:rsidRDefault="0062748B" w:rsidP="0062748B">
      <w:r>
        <w:t xml:space="preserve">22.1.25     -INF       .        1.000      .         </w:t>
      </w:r>
    </w:p>
    <w:p w:rsidR="0062748B" w:rsidRDefault="0062748B" w:rsidP="0062748B">
      <w:r>
        <w:t xml:space="preserve">22.1.26     -INF       .        1.000      .         </w:t>
      </w:r>
    </w:p>
    <w:p w:rsidR="0062748B" w:rsidRDefault="0062748B" w:rsidP="0062748B">
      <w:r>
        <w:t xml:space="preserve">22.1.27     -INF       .        1.000      .         </w:t>
      </w:r>
    </w:p>
    <w:p w:rsidR="0062748B" w:rsidRDefault="0062748B" w:rsidP="0062748B">
      <w:r>
        <w:t xml:space="preserve">22.1.28     -INF       .        1.000      .         </w:t>
      </w:r>
    </w:p>
    <w:p w:rsidR="0062748B" w:rsidRDefault="0062748B" w:rsidP="0062748B">
      <w:r>
        <w:lastRenderedPageBreak/>
        <w:t xml:space="preserve">22.1.29     -INF       .        1.000      .         </w:t>
      </w:r>
    </w:p>
    <w:p w:rsidR="0062748B" w:rsidRDefault="0062748B" w:rsidP="0062748B">
      <w:r>
        <w:t xml:space="preserve">23.1.1      -INF       .        1.000      .         </w:t>
      </w:r>
    </w:p>
    <w:p w:rsidR="0062748B" w:rsidRDefault="0062748B" w:rsidP="0062748B">
      <w:r>
        <w:t xml:space="preserve">23.1.2      -INF       .        1.000      .         </w:t>
      </w:r>
    </w:p>
    <w:p w:rsidR="0062748B" w:rsidRDefault="0062748B" w:rsidP="0062748B">
      <w:r>
        <w:t xml:space="preserve">23.1.3      -INF       .        1.000      .         </w:t>
      </w:r>
    </w:p>
    <w:p w:rsidR="0062748B" w:rsidRDefault="0062748B" w:rsidP="0062748B">
      <w:r>
        <w:t xml:space="preserve">23.1.4      -INF       .        1.000      .         </w:t>
      </w:r>
    </w:p>
    <w:p w:rsidR="0062748B" w:rsidRDefault="0062748B" w:rsidP="0062748B">
      <w:r>
        <w:t xml:space="preserve">23.1.5      -INF       .        1.000      .         </w:t>
      </w:r>
    </w:p>
    <w:p w:rsidR="0062748B" w:rsidRDefault="0062748B" w:rsidP="0062748B">
      <w:r>
        <w:t xml:space="preserve">23.1.6      -INF       .        1.000      .         </w:t>
      </w:r>
    </w:p>
    <w:p w:rsidR="0062748B" w:rsidRDefault="0062748B" w:rsidP="0062748B">
      <w:r>
        <w:t xml:space="preserve">23.1.7      -INF       .        1.000      .         </w:t>
      </w:r>
    </w:p>
    <w:p w:rsidR="0062748B" w:rsidRDefault="0062748B" w:rsidP="0062748B">
      <w:r>
        <w:t xml:space="preserve">23.1.8      -INF       .        1.000      .         </w:t>
      </w:r>
    </w:p>
    <w:p w:rsidR="0062748B" w:rsidRDefault="0062748B" w:rsidP="0062748B">
      <w:r>
        <w:t xml:space="preserve">23.1.9      -INF       .        1.000      .         </w:t>
      </w:r>
    </w:p>
    <w:p w:rsidR="0062748B" w:rsidRDefault="0062748B" w:rsidP="0062748B">
      <w:r>
        <w:t xml:space="preserve">23.1.10     -INF       .        1.000      .         </w:t>
      </w:r>
    </w:p>
    <w:p w:rsidR="0062748B" w:rsidRDefault="0062748B" w:rsidP="0062748B">
      <w:r>
        <w:t xml:space="preserve">23.1.11     -INF       .        1.000      .         </w:t>
      </w:r>
    </w:p>
    <w:p w:rsidR="0062748B" w:rsidRDefault="0062748B" w:rsidP="0062748B">
      <w:r>
        <w:t xml:space="preserve">23.1.12     -INF       .        1.000      .         </w:t>
      </w:r>
    </w:p>
    <w:p w:rsidR="0062748B" w:rsidRDefault="0062748B" w:rsidP="0062748B">
      <w:r>
        <w:t xml:space="preserve">23.1.13     -INF       .        1.000      .         </w:t>
      </w:r>
    </w:p>
    <w:p w:rsidR="0062748B" w:rsidRDefault="0062748B" w:rsidP="0062748B">
      <w:r>
        <w:t xml:space="preserve">23.1.14     -INF       .        1.000      .         </w:t>
      </w:r>
    </w:p>
    <w:p w:rsidR="0062748B" w:rsidRDefault="0062748B" w:rsidP="0062748B">
      <w:r>
        <w:t xml:space="preserve">23.1.15     -INF       .        1.000      .         </w:t>
      </w:r>
    </w:p>
    <w:p w:rsidR="0062748B" w:rsidRDefault="0062748B" w:rsidP="0062748B">
      <w:r>
        <w:t xml:space="preserve">23.1.16     -INF       .        1.000      .         </w:t>
      </w:r>
    </w:p>
    <w:p w:rsidR="0062748B" w:rsidRDefault="0062748B" w:rsidP="0062748B">
      <w:r>
        <w:t xml:space="preserve">23.1.17     -INF       .        1.000      .         </w:t>
      </w:r>
    </w:p>
    <w:p w:rsidR="0062748B" w:rsidRDefault="0062748B" w:rsidP="0062748B">
      <w:r>
        <w:t xml:space="preserve">23.1.18     -INF       .        1.000      .         </w:t>
      </w:r>
    </w:p>
    <w:p w:rsidR="0062748B" w:rsidRDefault="0062748B" w:rsidP="0062748B">
      <w:r>
        <w:t xml:space="preserve">23.1.19     -INF       .        1.000      .         </w:t>
      </w:r>
    </w:p>
    <w:p w:rsidR="0062748B" w:rsidRDefault="0062748B" w:rsidP="0062748B">
      <w:r>
        <w:t xml:space="preserve">23.1.20     -INF       .        1.000      .         </w:t>
      </w:r>
    </w:p>
    <w:p w:rsidR="0062748B" w:rsidRDefault="0062748B" w:rsidP="0062748B">
      <w:r>
        <w:t xml:space="preserve">23.1.21     -INF       .        1.000      .         </w:t>
      </w:r>
    </w:p>
    <w:p w:rsidR="0062748B" w:rsidRDefault="0062748B" w:rsidP="0062748B">
      <w:r>
        <w:t xml:space="preserve">23.1.22     -INF       .        1.000      .         </w:t>
      </w:r>
    </w:p>
    <w:p w:rsidR="0062748B" w:rsidRDefault="0062748B" w:rsidP="0062748B">
      <w:r>
        <w:t xml:space="preserve">23.1.23     -INF       .        1.000      .         </w:t>
      </w:r>
    </w:p>
    <w:p w:rsidR="0062748B" w:rsidRDefault="0062748B" w:rsidP="0062748B">
      <w:r>
        <w:t xml:space="preserve">23.1.24     -INF       .        1.000      .         </w:t>
      </w:r>
    </w:p>
    <w:p w:rsidR="0062748B" w:rsidRDefault="0062748B" w:rsidP="0062748B">
      <w:r>
        <w:lastRenderedPageBreak/>
        <w:t xml:space="preserve">23.1.25     -INF       .        1.000      .         </w:t>
      </w:r>
    </w:p>
    <w:p w:rsidR="0062748B" w:rsidRDefault="0062748B" w:rsidP="0062748B">
      <w:r>
        <w:t xml:space="preserve">23.1.26     -INF       .        1.000      .         </w:t>
      </w:r>
    </w:p>
    <w:p w:rsidR="0062748B" w:rsidRDefault="0062748B" w:rsidP="0062748B">
      <w:r>
        <w:t xml:space="preserve">23.1.27     -INF       .        1.000      .         </w:t>
      </w:r>
    </w:p>
    <w:p w:rsidR="0062748B" w:rsidRDefault="0062748B" w:rsidP="0062748B">
      <w:r>
        <w:t xml:space="preserve">23.1.28     -INF       .        1.000      .         </w:t>
      </w:r>
    </w:p>
    <w:p w:rsidR="0062748B" w:rsidRDefault="0062748B" w:rsidP="0062748B">
      <w:r>
        <w:t xml:space="preserve">23.1.29     -INF       .        1.000      .         </w:t>
      </w:r>
    </w:p>
    <w:p w:rsidR="0062748B" w:rsidRDefault="0062748B" w:rsidP="0062748B">
      <w:r>
        <w:t xml:space="preserve">24.1.1      -INF       .        1.000      .         </w:t>
      </w:r>
    </w:p>
    <w:p w:rsidR="0062748B" w:rsidRDefault="0062748B" w:rsidP="0062748B">
      <w:r>
        <w:t xml:space="preserve">24.1.2      -INF       .        1.000      .         </w:t>
      </w:r>
    </w:p>
    <w:p w:rsidR="0062748B" w:rsidRDefault="0062748B" w:rsidP="0062748B">
      <w:r>
        <w:t xml:space="preserve">24.1.3      -INF       .        1.000      .         </w:t>
      </w:r>
    </w:p>
    <w:p w:rsidR="0062748B" w:rsidRDefault="0062748B" w:rsidP="0062748B">
      <w:r>
        <w:t xml:space="preserve">24.1.4      -INF       .        1.000      .         </w:t>
      </w:r>
    </w:p>
    <w:p w:rsidR="0062748B" w:rsidRDefault="0062748B" w:rsidP="0062748B">
      <w:r>
        <w:t xml:space="preserve">24.1.5      -INF       .        1.000      .         </w:t>
      </w:r>
    </w:p>
    <w:p w:rsidR="0062748B" w:rsidRDefault="0062748B" w:rsidP="0062748B">
      <w:r>
        <w:t xml:space="preserve">24.1.6      -INF       .        1.000      .         </w:t>
      </w:r>
    </w:p>
    <w:p w:rsidR="0062748B" w:rsidRDefault="0062748B" w:rsidP="0062748B">
      <w:r>
        <w:t xml:space="preserve">24.1.7      -INF       .        1.000      .         </w:t>
      </w:r>
    </w:p>
    <w:p w:rsidR="0062748B" w:rsidRDefault="0062748B" w:rsidP="0062748B">
      <w:r>
        <w:t xml:space="preserve">24.1.8      -INF       .        1.000      .         </w:t>
      </w:r>
    </w:p>
    <w:p w:rsidR="0062748B" w:rsidRDefault="0062748B" w:rsidP="0062748B">
      <w:r>
        <w:t xml:space="preserve">24.1.9      -INF       .        1.000      .         </w:t>
      </w:r>
    </w:p>
    <w:p w:rsidR="0062748B" w:rsidRDefault="0062748B" w:rsidP="0062748B">
      <w:r>
        <w:t xml:space="preserve">24.1.10     -INF       .        1.000      .         </w:t>
      </w:r>
    </w:p>
    <w:p w:rsidR="0062748B" w:rsidRDefault="0062748B" w:rsidP="0062748B">
      <w:r>
        <w:t xml:space="preserve">24.1.11     -INF       .        1.000      .         </w:t>
      </w:r>
    </w:p>
    <w:p w:rsidR="0062748B" w:rsidRDefault="0062748B" w:rsidP="0062748B">
      <w:r>
        <w:t xml:space="preserve">24.1.12     -INF       .        1.000      .         </w:t>
      </w:r>
    </w:p>
    <w:p w:rsidR="0062748B" w:rsidRDefault="0062748B" w:rsidP="0062748B">
      <w:r>
        <w:t xml:space="preserve">24.1.13     -INF       .        1.000      .         </w:t>
      </w:r>
    </w:p>
    <w:p w:rsidR="0062748B" w:rsidRDefault="0062748B" w:rsidP="0062748B">
      <w:r>
        <w:t xml:space="preserve">24.1.14     -INF       .        1.000      .         </w:t>
      </w:r>
    </w:p>
    <w:p w:rsidR="0062748B" w:rsidRDefault="0062748B" w:rsidP="0062748B">
      <w:r>
        <w:t xml:space="preserve">24.1.15     -INF       .        1.000      .         </w:t>
      </w:r>
    </w:p>
    <w:p w:rsidR="0062748B" w:rsidRDefault="0062748B" w:rsidP="0062748B">
      <w:r>
        <w:t xml:space="preserve">24.1.16     -INF       .        1.000      .         </w:t>
      </w:r>
    </w:p>
    <w:p w:rsidR="0062748B" w:rsidRDefault="0062748B" w:rsidP="0062748B">
      <w:r>
        <w:t xml:space="preserve">24.1.17     -INF       .        1.000      .         </w:t>
      </w:r>
    </w:p>
    <w:p w:rsidR="0062748B" w:rsidRDefault="0062748B" w:rsidP="0062748B">
      <w:r>
        <w:t xml:space="preserve">24.1.18     -INF       .        1.000      .         </w:t>
      </w:r>
    </w:p>
    <w:p w:rsidR="0062748B" w:rsidRDefault="0062748B" w:rsidP="0062748B">
      <w:r>
        <w:t xml:space="preserve">24.1.19     -INF       .        1.000      .         </w:t>
      </w:r>
    </w:p>
    <w:p w:rsidR="0062748B" w:rsidRDefault="0062748B" w:rsidP="0062748B">
      <w:r>
        <w:t xml:space="preserve">24.1.20     -INF       .        1.000      .         </w:t>
      </w:r>
    </w:p>
    <w:p w:rsidR="0062748B" w:rsidRDefault="0062748B" w:rsidP="0062748B">
      <w:r>
        <w:lastRenderedPageBreak/>
        <w:t xml:space="preserve">24.1.21     -INF       .        1.000      .         </w:t>
      </w:r>
    </w:p>
    <w:p w:rsidR="0062748B" w:rsidRDefault="0062748B" w:rsidP="0062748B">
      <w:r>
        <w:t xml:space="preserve">24.1.22     -INF       .        1.000      .         </w:t>
      </w:r>
    </w:p>
    <w:p w:rsidR="0062748B" w:rsidRDefault="0062748B" w:rsidP="0062748B">
      <w:r>
        <w:t xml:space="preserve">24.1.23     -INF       .        1.000      .         </w:t>
      </w:r>
    </w:p>
    <w:p w:rsidR="0062748B" w:rsidRDefault="0062748B" w:rsidP="0062748B">
      <w:r>
        <w:t xml:space="preserve">24.1.24     -INF       .        1.000      .         </w:t>
      </w:r>
    </w:p>
    <w:p w:rsidR="0062748B" w:rsidRDefault="0062748B" w:rsidP="0062748B">
      <w:r>
        <w:t xml:space="preserve">24.1.25     -INF       .        1.000      .         </w:t>
      </w:r>
    </w:p>
    <w:p w:rsidR="0062748B" w:rsidRDefault="0062748B" w:rsidP="0062748B">
      <w:r>
        <w:t xml:space="preserve">24.1.26     -INF       .        1.000      .         </w:t>
      </w:r>
    </w:p>
    <w:p w:rsidR="0062748B" w:rsidRDefault="0062748B" w:rsidP="0062748B">
      <w:r>
        <w:t xml:space="preserve">24.1.27     -INF       .        1.000      .         </w:t>
      </w:r>
    </w:p>
    <w:p w:rsidR="0062748B" w:rsidRDefault="0062748B" w:rsidP="0062748B">
      <w:r>
        <w:t xml:space="preserve">24.1.28     -INF       .        1.000      .         </w:t>
      </w:r>
    </w:p>
    <w:p w:rsidR="0062748B" w:rsidRDefault="0062748B" w:rsidP="0062748B">
      <w:r>
        <w:t xml:space="preserve">24.1.29     -INF       .        1.000      .         </w:t>
      </w:r>
    </w:p>
    <w:p w:rsidR="0062748B" w:rsidRDefault="0062748B" w:rsidP="0062748B">
      <w:r>
        <w:t xml:space="preserve">25.1.1      -INF       .        1.000      .         </w:t>
      </w:r>
    </w:p>
    <w:p w:rsidR="0062748B" w:rsidRDefault="0062748B" w:rsidP="0062748B">
      <w:r>
        <w:t xml:space="preserve">25.1.2      -INF       .        1.000      .         </w:t>
      </w:r>
    </w:p>
    <w:p w:rsidR="0062748B" w:rsidRDefault="0062748B" w:rsidP="0062748B">
      <w:r>
        <w:t xml:space="preserve">25.1.3      -INF       .        1.000      .         </w:t>
      </w:r>
    </w:p>
    <w:p w:rsidR="0062748B" w:rsidRDefault="0062748B" w:rsidP="0062748B">
      <w:r>
        <w:t xml:space="preserve">25.1.4      -INF       .        1.000      .         </w:t>
      </w:r>
    </w:p>
    <w:p w:rsidR="0062748B" w:rsidRDefault="0062748B" w:rsidP="0062748B">
      <w:r>
        <w:t xml:space="preserve">25.1.5      -INF       .        1.000      .         </w:t>
      </w:r>
    </w:p>
    <w:p w:rsidR="0062748B" w:rsidRDefault="0062748B" w:rsidP="0062748B">
      <w:r>
        <w:t xml:space="preserve">25.1.6      -INF       .        1.000      .         </w:t>
      </w:r>
    </w:p>
    <w:p w:rsidR="0062748B" w:rsidRDefault="0062748B" w:rsidP="0062748B">
      <w:r>
        <w:t xml:space="preserve">25.1.7      -INF       .        1.000      .         </w:t>
      </w:r>
    </w:p>
    <w:p w:rsidR="0062748B" w:rsidRDefault="0062748B" w:rsidP="0062748B">
      <w:r>
        <w:t xml:space="preserve">25.1.8      -INF       .        1.000      .         </w:t>
      </w:r>
    </w:p>
    <w:p w:rsidR="0062748B" w:rsidRDefault="0062748B" w:rsidP="0062748B">
      <w:r>
        <w:t xml:space="preserve">25.1.9      -INF       .        1.000      .         </w:t>
      </w:r>
    </w:p>
    <w:p w:rsidR="0062748B" w:rsidRDefault="0062748B" w:rsidP="0062748B">
      <w:r>
        <w:t xml:space="preserve">25.1.10     -INF       .        1.000      .         </w:t>
      </w:r>
    </w:p>
    <w:p w:rsidR="0062748B" w:rsidRDefault="0062748B" w:rsidP="0062748B">
      <w:r>
        <w:t xml:space="preserve">25.1.11     -INF       .        1.000      .         </w:t>
      </w:r>
    </w:p>
    <w:p w:rsidR="0062748B" w:rsidRDefault="0062748B" w:rsidP="0062748B">
      <w:r>
        <w:t xml:space="preserve">25.1.12     -INF       .        1.000      .         </w:t>
      </w:r>
    </w:p>
    <w:p w:rsidR="0062748B" w:rsidRDefault="0062748B" w:rsidP="0062748B">
      <w:r>
        <w:t xml:space="preserve">25.1.13     -INF       .        1.000      .         </w:t>
      </w:r>
    </w:p>
    <w:p w:rsidR="0062748B" w:rsidRDefault="0062748B" w:rsidP="0062748B">
      <w:r>
        <w:t xml:space="preserve">25.1.14     -INF       .        1.000      .         </w:t>
      </w:r>
    </w:p>
    <w:p w:rsidR="0062748B" w:rsidRDefault="0062748B" w:rsidP="0062748B">
      <w:r>
        <w:t xml:space="preserve">25.1.15     -INF       .        1.000      .         </w:t>
      </w:r>
    </w:p>
    <w:p w:rsidR="0062748B" w:rsidRDefault="0062748B" w:rsidP="0062748B">
      <w:r>
        <w:t xml:space="preserve">25.1.16     -INF       .        1.000      .         </w:t>
      </w:r>
    </w:p>
    <w:p w:rsidR="0062748B" w:rsidRDefault="0062748B" w:rsidP="0062748B">
      <w:r>
        <w:lastRenderedPageBreak/>
        <w:t xml:space="preserve">25.1.17     -INF       .        1.000      .         </w:t>
      </w:r>
    </w:p>
    <w:p w:rsidR="0062748B" w:rsidRDefault="0062748B" w:rsidP="0062748B">
      <w:r>
        <w:t xml:space="preserve">25.1.18     -INF       .        1.000      .         </w:t>
      </w:r>
    </w:p>
    <w:p w:rsidR="0062748B" w:rsidRDefault="0062748B" w:rsidP="0062748B">
      <w:r>
        <w:t xml:space="preserve">25.1.19     -INF       .        1.000      .         </w:t>
      </w:r>
    </w:p>
    <w:p w:rsidR="0062748B" w:rsidRDefault="0062748B" w:rsidP="0062748B">
      <w:r>
        <w:t xml:space="preserve">25.1.20     -INF       .        1.000      .         </w:t>
      </w:r>
    </w:p>
    <w:p w:rsidR="0062748B" w:rsidRDefault="0062748B" w:rsidP="0062748B">
      <w:r>
        <w:t xml:space="preserve">25.1.21     -INF       .        1.000      .         </w:t>
      </w:r>
    </w:p>
    <w:p w:rsidR="0062748B" w:rsidRDefault="0062748B" w:rsidP="0062748B">
      <w:r>
        <w:t xml:space="preserve">25.1.22     -INF       .        1.000      .         </w:t>
      </w:r>
    </w:p>
    <w:p w:rsidR="0062748B" w:rsidRDefault="0062748B" w:rsidP="0062748B">
      <w:r>
        <w:t xml:space="preserve">25.1.23     -INF       .        1.000      .         </w:t>
      </w:r>
    </w:p>
    <w:p w:rsidR="0062748B" w:rsidRDefault="0062748B" w:rsidP="0062748B">
      <w:r>
        <w:t xml:space="preserve">25.1.24     -INF       .        1.000      .         </w:t>
      </w:r>
    </w:p>
    <w:p w:rsidR="0062748B" w:rsidRDefault="0062748B" w:rsidP="0062748B">
      <w:r>
        <w:t xml:space="preserve">25.1.25     -INF       .        1.000      .         </w:t>
      </w:r>
    </w:p>
    <w:p w:rsidR="0062748B" w:rsidRDefault="0062748B" w:rsidP="0062748B">
      <w:r>
        <w:t xml:space="preserve">25.1.26     -INF       .        1.000      .         </w:t>
      </w:r>
    </w:p>
    <w:p w:rsidR="0062748B" w:rsidRDefault="0062748B" w:rsidP="0062748B">
      <w:r>
        <w:t xml:space="preserve">25.1.27     -INF       .        1.000      .         </w:t>
      </w:r>
    </w:p>
    <w:p w:rsidR="0062748B" w:rsidRDefault="0062748B" w:rsidP="0062748B">
      <w:r>
        <w:t xml:space="preserve">25.1.28     -INF       .        1.000      .         </w:t>
      </w:r>
    </w:p>
    <w:p w:rsidR="0062748B" w:rsidRDefault="0062748B" w:rsidP="0062748B">
      <w:r>
        <w:t xml:space="preserve">25.1.29     -INF       .        1.000      .         </w:t>
      </w:r>
    </w:p>
    <w:p w:rsidR="0062748B" w:rsidRDefault="0062748B" w:rsidP="0062748B">
      <w:r>
        <w:t xml:space="preserve">26.1.1      -INF       .        1.000      .         </w:t>
      </w:r>
    </w:p>
    <w:p w:rsidR="0062748B" w:rsidRDefault="0062748B" w:rsidP="0062748B">
      <w:r>
        <w:t xml:space="preserve">26.1.2      -INF       .        1.000      .         </w:t>
      </w:r>
    </w:p>
    <w:p w:rsidR="0062748B" w:rsidRDefault="0062748B" w:rsidP="0062748B">
      <w:r>
        <w:t xml:space="preserve">26.1.3      -INF       .        1.000      .         </w:t>
      </w:r>
    </w:p>
    <w:p w:rsidR="0062748B" w:rsidRDefault="0062748B" w:rsidP="0062748B">
      <w:r>
        <w:t xml:space="preserve">26.1.4      -INF       .        1.000      .         </w:t>
      </w:r>
    </w:p>
    <w:p w:rsidR="0062748B" w:rsidRDefault="0062748B" w:rsidP="0062748B">
      <w:r>
        <w:t xml:space="preserve">26.1.5      -INF       .        1.000      .         </w:t>
      </w:r>
    </w:p>
    <w:p w:rsidR="0062748B" w:rsidRDefault="0062748B" w:rsidP="0062748B">
      <w:r>
        <w:t xml:space="preserve">26.1.6      -INF       .        1.000      .         </w:t>
      </w:r>
    </w:p>
    <w:p w:rsidR="0062748B" w:rsidRDefault="0062748B" w:rsidP="0062748B">
      <w:r>
        <w:t xml:space="preserve">26.1.7      -INF       .        1.000      .         </w:t>
      </w:r>
    </w:p>
    <w:p w:rsidR="0062748B" w:rsidRDefault="0062748B" w:rsidP="0062748B">
      <w:r>
        <w:t xml:space="preserve">26.1.8      -INF       .        1.000      .         </w:t>
      </w:r>
    </w:p>
    <w:p w:rsidR="0062748B" w:rsidRDefault="0062748B" w:rsidP="0062748B">
      <w:r>
        <w:t xml:space="preserve">26.1.9      -INF       .        1.000      .         </w:t>
      </w:r>
    </w:p>
    <w:p w:rsidR="0062748B" w:rsidRDefault="0062748B" w:rsidP="0062748B">
      <w:r>
        <w:t xml:space="preserve">26.1.10     -INF       .        1.000      .         </w:t>
      </w:r>
    </w:p>
    <w:p w:rsidR="0062748B" w:rsidRDefault="0062748B" w:rsidP="0062748B">
      <w:r>
        <w:t xml:space="preserve">26.1.11     -INF       .        1.000      .         </w:t>
      </w:r>
    </w:p>
    <w:p w:rsidR="0062748B" w:rsidRDefault="0062748B" w:rsidP="0062748B">
      <w:r>
        <w:t xml:space="preserve">26.1.12     -INF       .        1.000      .         </w:t>
      </w:r>
    </w:p>
    <w:p w:rsidR="0062748B" w:rsidRDefault="0062748B" w:rsidP="0062748B">
      <w:r>
        <w:lastRenderedPageBreak/>
        <w:t xml:space="preserve">26.1.13     -INF       .        1.000      .         </w:t>
      </w:r>
    </w:p>
    <w:p w:rsidR="0062748B" w:rsidRDefault="0062748B" w:rsidP="0062748B">
      <w:r>
        <w:t xml:space="preserve">26.1.14     -INF       .        1.000      .         </w:t>
      </w:r>
    </w:p>
    <w:p w:rsidR="0062748B" w:rsidRDefault="0062748B" w:rsidP="0062748B">
      <w:r>
        <w:t xml:space="preserve">26.1.15     -INF       .        1.000      .         </w:t>
      </w:r>
    </w:p>
    <w:p w:rsidR="0062748B" w:rsidRDefault="0062748B" w:rsidP="0062748B">
      <w:r>
        <w:t xml:space="preserve">26.1.16     -INF       .        1.000      .         </w:t>
      </w:r>
    </w:p>
    <w:p w:rsidR="0062748B" w:rsidRDefault="0062748B" w:rsidP="0062748B">
      <w:r>
        <w:t xml:space="preserve">26.1.17     -INF       .        1.000      .         </w:t>
      </w:r>
    </w:p>
    <w:p w:rsidR="0062748B" w:rsidRDefault="0062748B" w:rsidP="0062748B">
      <w:r>
        <w:t xml:space="preserve">26.1.18     -INF       .        1.000      .         </w:t>
      </w:r>
    </w:p>
    <w:p w:rsidR="0062748B" w:rsidRDefault="0062748B" w:rsidP="0062748B">
      <w:r>
        <w:t xml:space="preserve">26.1.19     -INF       .        1.000      .         </w:t>
      </w:r>
    </w:p>
    <w:p w:rsidR="0062748B" w:rsidRDefault="0062748B" w:rsidP="0062748B">
      <w:r>
        <w:t xml:space="preserve">26.1.20     -INF       .        1.000      .         </w:t>
      </w:r>
    </w:p>
    <w:p w:rsidR="0062748B" w:rsidRDefault="0062748B" w:rsidP="0062748B">
      <w:r>
        <w:t xml:space="preserve">26.1.21     -INF       .        1.000      .         </w:t>
      </w:r>
    </w:p>
    <w:p w:rsidR="0062748B" w:rsidRDefault="0062748B" w:rsidP="0062748B">
      <w:r>
        <w:t xml:space="preserve">26.1.22     -INF       .        1.000      .         </w:t>
      </w:r>
    </w:p>
    <w:p w:rsidR="0062748B" w:rsidRDefault="0062748B" w:rsidP="0062748B">
      <w:r>
        <w:t xml:space="preserve">26.1.23     -INF       .        1.000      .         </w:t>
      </w:r>
    </w:p>
    <w:p w:rsidR="0062748B" w:rsidRDefault="0062748B" w:rsidP="0062748B">
      <w:r>
        <w:t xml:space="preserve">26.1.24     -INF       .        1.000      .         </w:t>
      </w:r>
    </w:p>
    <w:p w:rsidR="0062748B" w:rsidRDefault="0062748B" w:rsidP="0062748B">
      <w:r>
        <w:t xml:space="preserve">26.1.25     -INF       .        1.000      .         </w:t>
      </w:r>
    </w:p>
    <w:p w:rsidR="0062748B" w:rsidRDefault="0062748B" w:rsidP="0062748B">
      <w:r>
        <w:t xml:space="preserve">26.1.26     -INF       .        1.000      .         </w:t>
      </w:r>
    </w:p>
    <w:p w:rsidR="0062748B" w:rsidRDefault="0062748B" w:rsidP="0062748B">
      <w:r>
        <w:t xml:space="preserve">26.1.27     -INF       .        1.000      .         </w:t>
      </w:r>
    </w:p>
    <w:p w:rsidR="0062748B" w:rsidRDefault="0062748B" w:rsidP="0062748B">
      <w:r>
        <w:t xml:space="preserve">26.1.28     -INF       .        1.000      .         </w:t>
      </w:r>
    </w:p>
    <w:p w:rsidR="0062748B" w:rsidRDefault="0062748B" w:rsidP="0062748B">
      <w:r>
        <w:t xml:space="preserve">26.1.29     -INF       .        1.000      .         </w:t>
      </w:r>
    </w:p>
    <w:p w:rsidR="0062748B" w:rsidRDefault="0062748B" w:rsidP="0062748B">
      <w:r>
        <w:t xml:space="preserve">27.1.1      -INF       .        1.000      .         </w:t>
      </w:r>
    </w:p>
    <w:p w:rsidR="0062748B" w:rsidRDefault="0062748B" w:rsidP="0062748B">
      <w:r>
        <w:t xml:space="preserve">27.1.2      -INF       .        1.000      .         </w:t>
      </w:r>
    </w:p>
    <w:p w:rsidR="0062748B" w:rsidRDefault="0062748B" w:rsidP="0062748B">
      <w:r>
        <w:t xml:space="preserve">27.1.3      -INF       .        1.000      .         </w:t>
      </w:r>
    </w:p>
    <w:p w:rsidR="0062748B" w:rsidRDefault="0062748B" w:rsidP="0062748B">
      <w:r>
        <w:t xml:space="preserve">27.1.4      -INF       .        1.000      .         </w:t>
      </w:r>
    </w:p>
    <w:p w:rsidR="0062748B" w:rsidRDefault="0062748B" w:rsidP="0062748B">
      <w:r>
        <w:t xml:space="preserve">27.1.5      -INF       .        1.000      .         </w:t>
      </w:r>
    </w:p>
    <w:p w:rsidR="0062748B" w:rsidRDefault="0062748B" w:rsidP="0062748B">
      <w:r>
        <w:t xml:space="preserve">27.1.6      -INF       .        1.000      .         </w:t>
      </w:r>
    </w:p>
    <w:p w:rsidR="0062748B" w:rsidRDefault="0062748B" w:rsidP="0062748B">
      <w:r>
        <w:t xml:space="preserve">27.1.7      -INF       .        1.000      .         </w:t>
      </w:r>
    </w:p>
    <w:p w:rsidR="0062748B" w:rsidRDefault="0062748B" w:rsidP="0062748B">
      <w:r>
        <w:t xml:space="preserve">27.1.8      -INF       .        1.000      .         </w:t>
      </w:r>
    </w:p>
    <w:p w:rsidR="0062748B" w:rsidRDefault="0062748B" w:rsidP="0062748B">
      <w:r>
        <w:lastRenderedPageBreak/>
        <w:t xml:space="preserve">27.1.9      -INF       .        1.000      .         </w:t>
      </w:r>
    </w:p>
    <w:p w:rsidR="0062748B" w:rsidRDefault="0062748B" w:rsidP="0062748B">
      <w:r>
        <w:t xml:space="preserve">27.1.10     -INF       .        1.000      .         </w:t>
      </w:r>
    </w:p>
    <w:p w:rsidR="0062748B" w:rsidRDefault="0062748B" w:rsidP="0062748B">
      <w:r>
        <w:t xml:space="preserve">27.1.11     -INF       .        1.000      .         </w:t>
      </w:r>
    </w:p>
    <w:p w:rsidR="0062748B" w:rsidRDefault="0062748B" w:rsidP="0062748B">
      <w:r>
        <w:t xml:space="preserve">27.1.12     -INF       .        1.000      .         </w:t>
      </w:r>
    </w:p>
    <w:p w:rsidR="0062748B" w:rsidRDefault="0062748B" w:rsidP="0062748B">
      <w:r>
        <w:t xml:space="preserve">27.1.13     -INF       .        1.000      .         </w:t>
      </w:r>
    </w:p>
    <w:p w:rsidR="0062748B" w:rsidRDefault="0062748B" w:rsidP="0062748B">
      <w:r>
        <w:t xml:space="preserve">27.1.14     -INF       .        1.000      .         </w:t>
      </w:r>
    </w:p>
    <w:p w:rsidR="0062748B" w:rsidRDefault="0062748B" w:rsidP="0062748B">
      <w:r>
        <w:t xml:space="preserve">27.1.15     -INF       .        1.000      .         </w:t>
      </w:r>
    </w:p>
    <w:p w:rsidR="0062748B" w:rsidRDefault="0062748B" w:rsidP="0062748B">
      <w:r>
        <w:t xml:space="preserve">27.1.16     -INF       .        1.000      .         </w:t>
      </w:r>
    </w:p>
    <w:p w:rsidR="0062748B" w:rsidRDefault="0062748B" w:rsidP="0062748B">
      <w:r>
        <w:t xml:space="preserve">27.1.17     -INF       .        1.000      .         </w:t>
      </w:r>
    </w:p>
    <w:p w:rsidR="0062748B" w:rsidRDefault="0062748B" w:rsidP="0062748B">
      <w:r>
        <w:t xml:space="preserve">27.1.18     -INF       .        1.000      .         </w:t>
      </w:r>
    </w:p>
    <w:p w:rsidR="0062748B" w:rsidRDefault="0062748B" w:rsidP="0062748B">
      <w:r>
        <w:t xml:space="preserve">27.1.19     -INF       .        1.000      .         </w:t>
      </w:r>
    </w:p>
    <w:p w:rsidR="0062748B" w:rsidRDefault="0062748B" w:rsidP="0062748B">
      <w:r>
        <w:t xml:space="preserve">27.1.20     -INF       .        1.000      .         </w:t>
      </w:r>
    </w:p>
    <w:p w:rsidR="0062748B" w:rsidRDefault="0062748B" w:rsidP="0062748B">
      <w:r>
        <w:t xml:space="preserve">27.1.21     -INF       .        1.000      .         </w:t>
      </w:r>
    </w:p>
    <w:p w:rsidR="0062748B" w:rsidRDefault="0062748B" w:rsidP="0062748B">
      <w:r>
        <w:t xml:space="preserve">27.1.22     -INF       .        1.000      .         </w:t>
      </w:r>
    </w:p>
    <w:p w:rsidR="0062748B" w:rsidRDefault="0062748B" w:rsidP="0062748B">
      <w:r>
        <w:t xml:space="preserve">27.1.23     -INF       .        1.000      .         </w:t>
      </w:r>
    </w:p>
    <w:p w:rsidR="0062748B" w:rsidRDefault="0062748B" w:rsidP="0062748B">
      <w:r>
        <w:t xml:space="preserve">27.1.24     -INF       .        1.000      .         </w:t>
      </w:r>
    </w:p>
    <w:p w:rsidR="0062748B" w:rsidRDefault="0062748B" w:rsidP="0062748B">
      <w:r>
        <w:t xml:space="preserve">27.1.25     -INF       .        1.000      .         </w:t>
      </w:r>
    </w:p>
    <w:p w:rsidR="0062748B" w:rsidRDefault="0062748B" w:rsidP="0062748B">
      <w:r>
        <w:t xml:space="preserve">27.1.26     -INF       .        1.000      .         </w:t>
      </w:r>
    </w:p>
    <w:p w:rsidR="0062748B" w:rsidRDefault="0062748B" w:rsidP="0062748B">
      <w:r>
        <w:t xml:space="preserve">27.1.27     -INF       .        1.000      .         </w:t>
      </w:r>
    </w:p>
    <w:p w:rsidR="0062748B" w:rsidRDefault="0062748B" w:rsidP="0062748B">
      <w:r>
        <w:t xml:space="preserve">27.1.28     -INF       .        1.000      .         </w:t>
      </w:r>
    </w:p>
    <w:p w:rsidR="0062748B" w:rsidRDefault="0062748B" w:rsidP="0062748B">
      <w:r>
        <w:t xml:space="preserve">27.1.29     -INF       .        1.000      .         </w:t>
      </w:r>
    </w:p>
    <w:p w:rsidR="0062748B" w:rsidRDefault="0062748B" w:rsidP="0062748B">
      <w:r>
        <w:t xml:space="preserve">28.1.1      -INF       .        1.000      .         </w:t>
      </w:r>
    </w:p>
    <w:p w:rsidR="0062748B" w:rsidRDefault="0062748B" w:rsidP="0062748B">
      <w:r>
        <w:t xml:space="preserve">28.1.2      -INF       .        1.000      .         </w:t>
      </w:r>
    </w:p>
    <w:p w:rsidR="0062748B" w:rsidRDefault="0062748B" w:rsidP="0062748B">
      <w:r>
        <w:t xml:space="preserve">28.1.3      -INF       .        1.000      .         </w:t>
      </w:r>
    </w:p>
    <w:p w:rsidR="0062748B" w:rsidRDefault="0062748B" w:rsidP="0062748B">
      <w:r>
        <w:t xml:space="preserve">28.1.4      -INF       .        1.000      .         </w:t>
      </w:r>
    </w:p>
    <w:p w:rsidR="0062748B" w:rsidRDefault="0062748B" w:rsidP="0062748B">
      <w:r>
        <w:lastRenderedPageBreak/>
        <w:t xml:space="preserve">28.1.5      -INF       .        1.000      .         </w:t>
      </w:r>
    </w:p>
    <w:p w:rsidR="0062748B" w:rsidRDefault="0062748B" w:rsidP="0062748B">
      <w:r>
        <w:t xml:space="preserve">28.1.6      -INF       .        1.000      .         </w:t>
      </w:r>
    </w:p>
    <w:p w:rsidR="0062748B" w:rsidRDefault="0062748B" w:rsidP="0062748B">
      <w:r>
        <w:t xml:space="preserve">28.1.7      -INF       .        1.000      .         </w:t>
      </w:r>
    </w:p>
    <w:p w:rsidR="0062748B" w:rsidRDefault="0062748B" w:rsidP="0062748B">
      <w:r>
        <w:t xml:space="preserve">28.1.8      -INF       .        1.000      .         </w:t>
      </w:r>
    </w:p>
    <w:p w:rsidR="0062748B" w:rsidRDefault="0062748B" w:rsidP="0062748B">
      <w:r>
        <w:t xml:space="preserve">28.1.9      -INF       .        1.000      .         </w:t>
      </w:r>
    </w:p>
    <w:p w:rsidR="0062748B" w:rsidRDefault="0062748B" w:rsidP="0062748B">
      <w:r>
        <w:t xml:space="preserve">28.1.10     -INF       .        1.000      .         </w:t>
      </w:r>
    </w:p>
    <w:p w:rsidR="0062748B" w:rsidRDefault="0062748B" w:rsidP="0062748B">
      <w:r>
        <w:t xml:space="preserve">28.1.11     -INF       .        1.000      .         </w:t>
      </w:r>
    </w:p>
    <w:p w:rsidR="0062748B" w:rsidRDefault="0062748B" w:rsidP="0062748B">
      <w:r>
        <w:t xml:space="preserve">28.1.12     -INF       .        1.000      .         </w:t>
      </w:r>
    </w:p>
    <w:p w:rsidR="0062748B" w:rsidRDefault="0062748B" w:rsidP="0062748B">
      <w:r>
        <w:t xml:space="preserve">28.1.13     -INF       .        1.000      .         </w:t>
      </w:r>
    </w:p>
    <w:p w:rsidR="0062748B" w:rsidRDefault="0062748B" w:rsidP="0062748B">
      <w:r>
        <w:t xml:space="preserve">28.1.14     -INF       .        1.000      .         </w:t>
      </w:r>
    </w:p>
    <w:p w:rsidR="0062748B" w:rsidRDefault="0062748B" w:rsidP="0062748B">
      <w:r>
        <w:t xml:space="preserve">28.1.15     -INF       .        1.000      .         </w:t>
      </w:r>
    </w:p>
    <w:p w:rsidR="0062748B" w:rsidRDefault="0062748B" w:rsidP="0062748B">
      <w:r>
        <w:t xml:space="preserve">28.1.16     -INF       .        1.000      .         </w:t>
      </w:r>
    </w:p>
    <w:p w:rsidR="0062748B" w:rsidRDefault="0062748B" w:rsidP="0062748B">
      <w:r>
        <w:t xml:space="preserve">28.1.17     -INF       .        1.000      .         </w:t>
      </w:r>
    </w:p>
    <w:p w:rsidR="0062748B" w:rsidRDefault="0062748B" w:rsidP="0062748B">
      <w:r>
        <w:t xml:space="preserve">28.1.18     -INF       .        1.000      .         </w:t>
      </w:r>
    </w:p>
    <w:p w:rsidR="0062748B" w:rsidRDefault="0062748B" w:rsidP="0062748B">
      <w:r>
        <w:t xml:space="preserve">28.1.19     -INF       .        1.000      .         </w:t>
      </w:r>
    </w:p>
    <w:p w:rsidR="0062748B" w:rsidRDefault="0062748B" w:rsidP="0062748B">
      <w:r>
        <w:t xml:space="preserve">28.1.20     -INF       .        1.000      .         </w:t>
      </w:r>
    </w:p>
    <w:p w:rsidR="0062748B" w:rsidRDefault="0062748B" w:rsidP="0062748B">
      <w:r>
        <w:t xml:space="preserve">28.1.21     -INF       .        1.000      .         </w:t>
      </w:r>
    </w:p>
    <w:p w:rsidR="0062748B" w:rsidRDefault="0062748B" w:rsidP="0062748B">
      <w:r>
        <w:t xml:space="preserve">28.1.22     -INF       .        1.000      .         </w:t>
      </w:r>
    </w:p>
    <w:p w:rsidR="0062748B" w:rsidRDefault="0062748B" w:rsidP="0062748B">
      <w:r>
        <w:t xml:space="preserve">28.1.23     -INF       .        1.000      .         </w:t>
      </w:r>
    </w:p>
    <w:p w:rsidR="0062748B" w:rsidRDefault="0062748B" w:rsidP="0062748B">
      <w:r>
        <w:t xml:space="preserve">28.1.24     -INF       .        1.000      .         </w:t>
      </w:r>
    </w:p>
    <w:p w:rsidR="0062748B" w:rsidRDefault="0062748B" w:rsidP="0062748B">
      <w:r>
        <w:t xml:space="preserve">28.1.25     -INF       .        1.000      .         </w:t>
      </w:r>
    </w:p>
    <w:p w:rsidR="0062748B" w:rsidRDefault="0062748B" w:rsidP="0062748B">
      <w:r>
        <w:t xml:space="preserve">28.1.26     -INF       .        1.000      .         </w:t>
      </w:r>
    </w:p>
    <w:p w:rsidR="0062748B" w:rsidRDefault="0062748B" w:rsidP="0062748B">
      <w:r>
        <w:t xml:space="preserve">28.1.27     -INF       .        1.000      .         </w:t>
      </w:r>
    </w:p>
    <w:p w:rsidR="0062748B" w:rsidRDefault="0062748B" w:rsidP="0062748B">
      <w:r>
        <w:t xml:space="preserve">28.1.28     -INF       .        1.000      .         </w:t>
      </w:r>
    </w:p>
    <w:p w:rsidR="0062748B" w:rsidRDefault="0062748B" w:rsidP="0062748B">
      <w:r>
        <w:t xml:space="preserve">28.1.29     -INF       .        1.000      .         </w:t>
      </w:r>
    </w:p>
    <w:p w:rsidR="0062748B" w:rsidRDefault="0062748B" w:rsidP="0062748B">
      <w:r>
        <w:lastRenderedPageBreak/>
        <w:t xml:space="preserve">29.1.1      -INF       .        1.000      .         </w:t>
      </w:r>
    </w:p>
    <w:p w:rsidR="0062748B" w:rsidRDefault="0062748B" w:rsidP="0062748B">
      <w:r>
        <w:t xml:space="preserve">29.1.2      -INF       .        1.000      .         </w:t>
      </w:r>
    </w:p>
    <w:p w:rsidR="0062748B" w:rsidRDefault="0062748B" w:rsidP="0062748B">
      <w:r>
        <w:t xml:space="preserve">29.1.3      -INF       .        1.000      .         </w:t>
      </w:r>
    </w:p>
    <w:p w:rsidR="0062748B" w:rsidRDefault="0062748B" w:rsidP="0062748B">
      <w:r>
        <w:t xml:space="preserve">29.1.4      -INF       .        1.000      .         </w:t>
      </w:r>
    </w:p>
    <w:p w:rsidR="0062748B" w:rsidRDefault="0062748B" w:rsidP="0062748B">
      <w:r>
        <w:t xml:space="preserve">29.1.5      -INF       .        1.000      .         </w:t>
      </w:r>
    </w:p>
    <w:p w:rsidR="0062748B" w:rsidRDefault="0062748B" w:rsidP="0062748B">
      <w:r>
        <w:t xml:space="preserve">29.1.6      -INF       .        1.000      .         </w:t>
      </w:r>
    </w:p>
    <w:p w:rsidR="0062748B" w:rsidRDefault="0062748B" w:rsidP="0062748B">
      <w:r>
        <w:t xml:space="preserve">29.1.7      -INF       .        1.000      .         </w:t>
      </w:r>
    </w:p>
    <w:p w:rsidR="0062748B" w:rsidRDefault="0062748B" w:rsidP="0062748B">
      <w:r>
        <w:t xml:space="preserve">29.1.8      -INF       .        1.000      .         </w:t>
      </w:r>
    </w:p>
    <w:p w:rsidR="0062748B" w:rsidRDefault="0062748B" w:rsidP="0062748B">
      <w:r>
        <w:t xml:space="preserve">29.1.9      -INF       .        1.000      .         </w:t>
      </w:r>
    </w:p>
    <w:p w:rsidR="0062748B" w:rsidRDefault="0062748B" w:rsidP="0062748B">
      <w:r>
        <w:t xml:space="preserve">29.1.10     -INF       .        1.000      .         </w:t>
      </w:r>
    </w:p>
    <w:p w:rsidR="0062748B" w:rsidRDefault="0062748B" w:rsidP="0062748B">
      <w:r>
        <w:t xml:space="preserve">29.1.11     -INF       .        1.000      .         </w:t>
      </w:r>
    </w:p>
    <w:p w:rsidR="0062748B" w:rsidRDefault="0062748B" w:rsidP="0062748B">
      <w:r>
        <w:t xml:space="preserve">29.1.12     -INF       .        1.000      .         </w:t>
      </w:r>
    </w:p>
    <w:p w:rsidR="0062748B" w:rsidRDefault="0062748B" w:rsidP="0062748B">
      <w:r>
        <w:t xml:space="preserve">29.1.13     -INF       .        1.000      .         </w:t>
      </w:r>
    </w:p>
    <w:p w:rsidR="0062748B" w:rsidRDefault="0062748B" w:rsidP="0062748B">
      <w:r>
        <w:t xml:space="preserve">29.1.14     -INF       .        1.000      .         </w:t>
      </w:r>
    </w:p>
    <w:p w:rsidR="0062748B" w:rsidRDefault="0062748B" w:rsidP="0062748B">
      <w:r>
        <w:t xml:space="preserve">29.1.15     -INF       .        1.000      .         </w:t>
      </w:r>
    </w:p>
    <w:p w:rsidR="0062748B" w:rsidRDefault="0062748B" w:rsidP="0062748B">
      <w:r>
        <w:t xml:space="preserve">29.1.16     -INF       .        1.000      .         </w:t>
      </w:r>
    </w:p>
    <w:p w:rsidR="0062748B" w:rsidRDefault="0062748B" w:rsidP="0062748B">
      <w:r>
        <w:t xml:space="preserve">29.1.17     -INF       .        1.000      .         </w:t>
      </w:r>
    </w:p>
    <w:p w:rsidR="0062748B" w:rsidRDefault="0062748B" w:rsidP="0062748B">
      <w:r>
        <w:t xml:space="preserve">29.1.18     -INF       .        1.000      .         </w:t>
      </w:r>
    </w:p>
    <w:p w:rsidR="0062748B" w:rsidRDefault="0062748B" w:rsidP="0062748B">
      <w:r>
        <w:t xml:space="preserve">29.1.19     -INF       .        1.000      .         </w:t>
      </w:r>
    </w:p>
    <w:p w:rsidR="0062748B" w:rsidRDefault="0062748B" w:rsidP="0062748B">
      <w:r>
        <w:t xml:space="preserve">29.1.20     -INF       .        1.000      .         </w:t>
      </w:r>
    </w:p>
    <w:p w:rsidR="0062748B" w:rsidRDefault="0062748B" w:rsidP="0062748B">
      <w:r>
        <w:t xml:space="preserve">29.1.21     -INF       .        1.000      .         </w:t>
      </w:r>
    </w:p>
    <w:p w:rsidR="0062748B" w:rsidRDefault="0062748B" w:rsidP="0062748B">
      <w:r>
        <w:t xml:space="preserve">29.1.22     -INF       .        1.000      .         </w:t>
      </w:r>
    </w:p>
    <w:p w:rsidR="0062748B" w:rsidRDefault="0062748B" w:rsidP="0062748B">
      <w:r>
        <w:t xml:space="preserve">29.1.23     -INF       .        1.000      .         </w:t>
      </w:r>
    </w:p>
    <w:p w:rsidR="0062748B" w:rsidRDefault="0062748B" w:rsidP="0062748B">
      <w:r>
        <w:t xml:space="preserve">29.1.24     -INF       .        1.000      .         </w:t>
      </w:r>
    </w:p>
    <w:p w:rsidR="0062748B" w:rsidRDefault="0062748B" w:rsidP="0062748B">
      <w:r>
        <w:t xml:space="preserve">29.1.25     -INF       .        1.000      .         </w:t>
      </w:r>
    </w:p>
    <w:p w:rsidR="0062748B" w:rsidRDefault="0062748B" w:rsidP="0062748B">
      <w:r>
        <w:lastRenderedPageBreak/>
        <w:t xml:space="preserve">29.1.26     -INF       .        1.000      .         </w:t>
      </w:r>
    </w:p>
    <w:p w:rsidR="0062748B" w:rsidRDefault="0062748B" w:rsidP="0062748B">
      <w:r>
        <w:t xml:space="preserve">29.1.27     -INF       .        1.000      .         </w:t>
      </w:r>
    </w:p>
    <w:p w:rsidR="0062748B" w:rsidRDefault="0062748B" w:rsidP="0062748B">
      <w:r>
        <w:t xml:space="preserve">29.1.28     -INF       .        1.000      .         </w:t>
      </w:r>
    </w:p>
    <w:p w:rsidR="0062748B" w:rsidRDefault="0062748B" w:rsidP="0062748B">
      <w:r>
        <w:t xml:space="preserve">29.1.29     -INF       .        1.000      .         </w:t>
      </w:r>
    </w:p>
    <w:p w:rsidR="0062748B" w:rsidRDefault="0062748B" w:rsidP="0062748B"/>
    <w:p w:rsidR="0062748B" w:rsidRDefault="0062748B" w:rsidP="0062748B">
      <w:r>
        <w:t>---- VAR pi  simplex variable (one in number)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 .         .        +INF       EPS       </w:t>
      </w:r>
    </w:p>
    <w:p w:rsidR="0062748B" w:rsidRDefault="0062748B" w:rsidP="0062748B">
      <w:r>
        <w:t xml:space="preserve">1 .1.2       .         .        +INF       EPS       </w:t>
      </w:r>
    </w:p>
    <w:p w:rsidR="0062748B" w:rsidRDefault="0062748B" w:rsidP="0062748B">
      <w:r>
        <w:t xml:space="preserve">1 .1.3       .         .        +INF       EPS       </w:t>
      </w:r>
    </w:p>
    <w:p w:rsidR="0062748B" w:rsidRDefault="0062748B" w:rsidP="0062748B">
      <w:r>
        <w:t xml:space="preserve">1 .1.4       .         .        +INF       EPS       </w:t>
      </w:r>
    </w:p>
    <w:p w:rsidR="0062748B" w:rsidRDefault="0062748B" w:rsidP="0062748B">
      <w:r>
        <w:t xml:space="preserve">1 .1.5       .         .        +INF       EPS       </w:t>
      </w:r>
    </w:p>
    <w:p w:rsidR="0062748B" w:rsidRDefault="0062748B" w:rsidP="0062748B">
      <w:r>
        <w:t xml:space="preserve">1 .1.6       .         .        +INF       EPS       </w:t>
      </w:r>
    </w:p>
    <w:p w:rsidR="0062748B" w:rsidRDefault="0062748B" w:rsidP="0062748B">
      <w:r>
        <w:t xml:space="preserve">1 .1.7       .         .        +INF       EPS       </w:t>
      </w:r>
    </w:p>
    <w:p w:rsidR="0062748B" w:rsidRDefault="0062748B" w:rsidP="0062748B">
      <w:r>
        <w:t xml:space="preserve">1 .1.8       .         .        +INF       EPS       </w:t>
      </w:r>
    </w:p>
    <w:p w:rsidR="0062748B" w:rsidRDefault="0062748B" w:rsidP="0062748B">
      <w:r>
        <w:t xml:space="preserve">1 .1.9       .         .        +INF       EPS       </w:t>
      </w:r>
    </w:p>
    <w:p w:rsidR="0062748B" w:rsidRDefault="0062748B" w:rsidP="0062748B">
      <w:r>
        <w:t xml:space="preserve">1 .1.10      .         .        +INF       EPS       </w:t>
      </w:r>
    </w:p>
    <w:p w:rsidR="0062748B" w:rsidRDefault="0062748B" w:rsidP="0062748B">
      <w:r>
        <w:t xml:space="preserve">1 .1.11      .         .        +INF       EPS       </w:t>
      </w:r>
    </w:p>
    <w:p w:rsidR="0062748B" w:rsidRDefault="0062748B" w:rsidP="0062748B">
      <w:r>
        <w:t xml:space="preserve">1 .1.12      .         .        +INF       EPS       </w:t>
      </w:r>
    </w:p>
    <w:p w:rsidR="0062748B" w:rsidRDefault="0062748B" w:rsidP="0062748B">
      <w:r>
        <w:t xml:space="preserve">1 .1.13      .         .        +INF       EPS       </w:t>
      </w:r>
    </w:p>
    <w:p w:rsidR="0062748B" w:rsidRDefault="0062748B" w:rsidP="0062748B">
      <w:r>
        <w:t xml:space="preserve">1 .1.14      .         .        +INF       EPS       </w:t>
      </w:r>
    </w:p>
    <w:p w:rsidR="0062748B" w:rsidRDefault="0062748B" w:rsidP="0062748B">
      <w:r>
        <w:t xml:space="preserve">1 .1.15      .         .        +INF       EPS       </w:t>
      </w:r>
    </w:p>
    <w:p w:rsidR="0062748B" w:rsidRDefault="0062748B" w:rsidP="0062748B">
      <w:r>
        <w:t xml:space="preserve">1 .1.16      .         .        +INF       EPS       </w:t>
      </w:r>
    </w:p>
    <w:p w:rsidR="0062748B" w:rsidRDefault="0062748B" w:rsidP="0062748B">
      <w:r>
        <w:lastRenderedPageBreak/>
        <w:t xml:space="preserve">1 .1.17      .         .        +INF       EPS       </w:t>
      </w:r>
    </w:p>
    <w:p w:rsidR="0062748B" w:rsidRDefault="0062748B" w:rsidP="0062748B">
      <w:r>
        <w:t xml:space="preserve">1 .1.18      .         .        +INF       EPS       </w:t>
      </w:r>
    </w:p>
    <w:p w:rsidR="0062748B" w:rsidRDefault="0062748B" w:rsidP="0062748B">
      <w:r>
        <w:t xml:space="preserve">1 .1.19      .         .        +INF       EPS       </w:t>
      </w:r>
    </w:p>
    <w:p w:rsidR="0062748B" w:rsidRDefault="0062748B" w:rsidP="0062748B">
      <w:r>
        <w:t xml:space="preserve">1 .1.20      .         .        +INF       EPS       </w:t>
      </w:r>
    </w:p>
    <w:p w:rsidR="0062748B" w:rsidRDefault="0062748B" w:rsidP="0062748B">
      <w:r>
        <w:t xml:space="preserve">1 .1.21      .         .        +INF       EPS       </w:t>
      </w:r>
    </w:p>
    <w:p w:rsidR="0062748B" w:rsidRDefault="0062748B" w:rsidP="0062748B">
      <w:r>
        <w:t xml:space="preserve">1 .1.22      .         .        +INF       EPS       </w:t>
      </w:r>
    </w:p>
    <w:p w:rsidR="0062748B" w:rsidRDefault="0062748B" w:rsidP="0062748B">
      <w:r>
        <w:t xml:space="preserve">1 .1.23      .         .        +INF       EPS       </w:t>
      </w:r>
    </w:p>
    <w:p w:rsidR="0062748B" w:rsidRDefault="0062748B" w:rsidP="0062748B">
      <w:r>
        <w:t xml:space="preserve">1 .1.24      .         .        +INF       EPS       </w:t>
      </w:r>
    </w:p>
    <w:p w:rsidR="0062748B" w:rsidRDefault="0062748B" w:rsidP="0062748B">
      <w:r>
        <w:t xml:space="preserve">1 .1.25      .         .        +INF       EPS       </w:t>
      </w:r>
    </w:p>
    <w:p w:rsidR="0062748B" w:rsidRDefault="0062748B" w:rsidP="0062748B">
      <w:r>
        <w:t xml:space="preserve">1 .1.26      .         .        +INF       EPS       </w:t>
      </w:r>
    </w:p>
    <w:p w:rsidR="0062748B" w:rsidRDefault="0062748B" w:rsidP="0062748B">
      <w:r>
        <w:t xml:space="preserve">1 .1.27      .         .        +INF       EPS       </w:t>
      </w:r>
    </w:p>
    <w:p w:rsidR="0062748B" w:rsidRDefault="0062748B" w:rsidP="0062748B">
      <w:r>
        <w:t xml:space="preserve">1 .1.28      .         .        +INF       EPS       </w:t>
      </w:r>
    </w:p>
    <w:p w:rsidR="0062748B" w:rsidRDefault="0062748B" w:rsidP="0062748B">
      <w:r>
        <w:t xml:space="preserve">1 .1.29      .         .        +INF       EPS       </w:t>
      </w:r>
    </w:p>
    <w:p w:rsidR="0062748B" w:rsidRDefault="0062748B" w:rsidP="0062748B">
      <w:r>
        <w:t xml:space="preserve">2 .1.1       .         .        +INF       EPS       </w:t>
      </w:r>
    </w:p>
    <w:p w:rsidR="0062748B" w:rsidRDefault="0062748B" w:rsidP="0062748B">
      <w:r>
        <w:t xml:space="preserve">2 .1.2       .         .        +INF       EPS       </w:t>
      </w:r>
    </w:p>
    <w:p w:rsidR="0062748B" w:rsidRDefault="0062748B" w:rsidP="0062748B">
      <w:r>
        <w:t xml:space="preserve">2 .1.3       .         .        +INF       EPS       </w:t>
      </w:r>
    </w:p>
    <w:p w:rsidR="0062748B" w:rsidRDefault="0062748B" w:rsidP="0062748B">
      <w:r>
        <w:t xml:space="preserve">2 .1.4       .         .        +INF       EPS       </w:t>
      </w:r>
    </w:p>
    <w:p w:rsidR="0062748B" w:rsidRDefault="0062748B" w:rsidP="0062748B">
      <w:r>
        <w:t xml:space="preserve">2 .1.5       .         .        +INF       EPS       </w:t>
      </w:r>
    </w:p>
    <w:p w:rsidR="0062748B" w:rsidRDefault="0062748B" w:rsidP="0062748B">
      <w:r>
        <w:t xml:space="preserve">2 .1.6       .         .        +INF       EPS       </w:t>
      </w:r>
    </w:p>
    <w:p w:rsidR="0062748B" w:rsidRDefault="0062748B" w:rsidP="0062748B">
      <w:r>
        <w:t xml:space="preserve">2 .1.7       .         .        +INF       EPS       </w:t>
      </w:r>
    </w:p>
    <w:p w:rsidR="0062748B" w:rsidRDefault="0062748B" w:rsidP="0062748B">
      <w:r>
        <w:t xml:space="preserve">2 .1.8       .         .        +INF       EPS       </w:t>
      </w:r>
    </w:p>
    <w:p w:rsidR="0062748B" w:rsidRDefault="0062748B" w:rsidP="0062748B">
      <w:r>
        <w:t xml:space="preserve">2 .1.9       .         .        +INF       EPS       </w:t>
      </w:r>
    </w:p>
    <w:p w:rsidR="0062748B" w:rsidRDefault="0062748B" w:rsidP="0062748B">
      <w:r>
        <w:t xml:space="preserve">2 .1.10      .         .        +INF       EPS       </w:t>
      </w:r>
    </w:p>
    <w:p w:rsidR="0062748B" w:rsidRDefault="0062748B" w:rsidP="0062748B">
      <w:r>
        <w:t xml:space="preserve">2 .1.11      .         .        +INF       EPS       </w:t>
      </w:r>
    </w:p>
    <w:p w:rsidR="0062748B" w:rsidRDefault="0062748B" w:rsidP="0062748B">
      <w:r>
        <w:t xml:space="preserve">2 .1.12      .         .        +INF       EPS       </w:t>
      </w:r>
    </w:p>
    <w:p w:rsidR="0062748B" w:rsidRDefault="0062748B" w:rsidP="0062748B">
      <w:r>
        <w:lastRenderedPageBreak/>
        <w:t xml:space="preserve">2 .1.13      .         .        +INF       EPS       </w:t>
      </w:r>
    </w:p>
    <w:p w:rsidR="0062748B" w:rsidRDefault="0062748B" w:rsidP="0062748B">
      <w:r>
        <w:t xml:space="preserve">2 .1.14      .         .        +INF       EPS       </w:t>
      </w:r>
    </w:p>
    <w:p w:rsidR="0062748B" w:rsidRDefault="0062748B" w:rsidP="0062748B">
      <w:r>
        <w:t xml:space="preserve">2 .1.15      .         .        +INF       EPS       </w:t>
      </w:r>
    </w:p>
    <w:p w:rsidR="0062748B" w:rsidRDefault="0062748B" w:rsidP="0062748B">
      <w:r>
        <w:t xml:space="preserve">2 .1.16      .         .        +INF       EPS       </w:t>
      </w:r>
    </w:p>
    <w:p w:rsidR="0062748B" w:rsidRDefault="0062748B" w:rsidP="0062748B">
      <w:r>
        <w:t xml:space="preserve">2 .1.17      .         .        +INF       EPS       </w:t>
      </w:r>
    </w:p>
    <w:p w:rsidR="0062748B" w:rsidRDefault="0062748B" w:rsidP="0062748B">
      <w:r>
        <w:t xml:space="preserve">2 .1.18      .         .        +INF       EPS       </w:t>
      </w:r>
    </w:p>
    <w:p w:rsidR="0062748B" w:rsidRDefault="0062748B" w:rsidP="0062748B">
      <w:r>
        <w:t xml:space="preserve">2 .1.19      .         .        +INF       EPS       </w:t>
      </w:r>
    </w:p>
    <w:p w:rsidR="0062748B" w:rsidRDefault="0062748B" w:rsidP="0062748B">
      <w:r>
        <w:t xml:space="preserve">2 .1.20      .         .        +INF       EPS       </w:t>
      </w:r>
    </w:p>
    <w:p w:rsidR="0062748B" w:rsidRDefault="0062748B" w:rsidP="0062748B">
      <w:r>
        <w:t xml:space="preserve">2 .1.21      .         .        +INF       EPS       </w:t>
      </w:r>
    </w:p>
    <w:p w:rsidR="0062748B" w:rsidRDefault="0062748B" w:rsidP="0062748B">
      <w:r>
        <w:t xml:space="preserve">2 .1.22      .         .        +INF       EPS       </w:t>
      </w:r>
    </w:p>
    <w:p w:rsidR="0062748B" w:rsidRDefault="0062748B" w:rsidP="0062748B">
      <w:r>
        <w:t xml:space="preserve">2 .1.23      .         .        +INF       EPS       </w:t>
      </w:r>
    </w:p>
    <w:p w:rsidR="0062748B" w:rsidRDefault="0062748B" w:rsidP="0062748B">
      <w:r>
        <w:t xml:space="preserve">2 .1.24      .         .        +INF       EPS       </w:t>
      </w:r>
    </w:p>
    <w:p w:rsidR="0062748B" w:rsidRDefault="0062748B" w:rsidP="0062748B">
      <w:r>
        <w:t xml:space="preserve">2 .1.25      .         .        +INF       EPS       </w:t>
      </w:r>
    </w:p>
    <w:p w:rsidR="0062748B" w:rsidRDefault="0062748B" w:rsidP="0062748B">
      <w:r>
        <w:t xml:space="preserve">2 .1.26      .         .        +INF       EPS       </w:t>
      </w:r>
    </w:p>
    <w:p w:rsidR="0062748B" w:rsidRDefault="0062748B" w:rsidP="0062748B">
      <w:r>
        <w:t xml:space="preserve">2 .1.27      .         .        +INF       EPS       </w:t>
      </w:r>
    </w:p>
    <w:p w:rsidR="0062748B" w:rsidRDefault="0062748B" w:rsidP="0062748B">
      <w:r>
        <w:t xml:space="preserve">2 .1.28      .         .        +INF       EPS       </w:t>
      </w:r>
    </w:p>
    <w:p w:rsidR="0062748B" w:rsidRDefault="0062748B" w:rsidP="0062748B">
      <w:r>
        <w:t xml:space="preserve">2 .1.29      .         .        +INF       EPS       </w:t>
      </w:r>
    </w:p>
    <w:p w:rsidR="0062748B" w:rsidRDefault="0062748B" w:rsidP="0062748B">
      <w:r>
        <w:t xml:space="preserve">3 .1.1       .         .        +INF       EPS       </w:t>
      </w:r>
    </w:p>
    <w:p w:rsidR="0062748B" w:rsidRDefault="0062748B" w:rsidP="0062748B">
      <w:r>
        <w:t xml:space="preserve">3 .1.2       .         .        +INF       EPS       </w:t>
      </w:r>
    </w:p>
    <w:p w:rsidR="0062748B" w:rsidRDefault="0062748B" w:rsidP="0062748B">
      <w:r>
        <w:t xml:space="preserve">3 .1.3       .         .        +INF       EPS       </w:t>
      </w:r>
    </w:p>
    <w:p w:rsidR="0062748B" w:rsidRDefault="0062748B" w:rsidP="0062748B">
      <w:r>
        <w:t xml:space="preserve">3 .1.4       .         .        +INF       EPS       </w:t>
      </w:r>
    </w:p>
    <w:p w:rsidR="0062748B" w:rsidRDefault="0062748B" w:rsidP="0062748B">
      <w:r>
        <w:t xml:space="preserve">3 .1.5       .         .        +INF       EPS       </w:t>
      </w:r>
    </w:p>
    <w:p w:rsidR="0062748B" w:rsidRDefault="0062748B" w:rsidP="0062748B">
      <w:r>
        <w:t xml:space="preserve">3 .1.6       .         .        +INF       EPS       </w:t>
      </w:r>
    </w:p>
    <w:p w:rsidR="0062748B" w:rsidRDefault="0062748B" w:rsidP="0062748B">
      <w:r>
        <w:t xml:space="preserve">3 .1.7       .         .        +INF       EPS       </w:t>
      </w:r>
    </w:p>
    <w:p w:rsidR="0062748B" w:rsidRDefault="0062748B" w:rsidP="0062748B">
      <w:r>
        <w:t xml:space="preserve">3 .1.8       .         .        +INF       EPS       </w:t>
      </w:r>
    </w:p>
    <w:p w:rsidR="0062748B" w:rsidRDefault="0062748B" w:rsidP="0062748B">
      <w:r>
        <w:lastRenderedPageBreak/>
        <w:t xml:space="preserve">3 .1.9       .         .        +INF       EPS       </w:t>
      </w:r>
    </w:p>
    <w:p w:rsidR="0062748B" w:rsidRDefault="0062748B" w:rsidP="0062748B">
      <w:r>
        <w:t xml:space="preserve">3 .1.10      .         .        +INF       EPS       </w:t>
      </w:r>
    </w:p>
    <w:p w:rsidR="0062748B" w:rsidRDefault="0062748B" w:rsidP="0062748B">
      <w:r>
        <w:t xml:space="preserve">3 .1.11      .         .        +INF       EPS       </w:t>
      </w:r>
    </w:p>
    <w:p w:rsidR="0062748B" w:rsidRDefault="0062748B" w:rsidP="0062748B">
      <w:r>
        <w:t xml:space="preserve">3 .1.12      .         .        +INF       EPS       </w:t>
      </w:r>
    </w:p>
    <w:p w:rsidR="0062748B" w:rsidRDefault="0062748B" w:rsidP="0062748B">
      <w:r>
        <w:t xml:space="preserve">3 .1.13      .         .        +INF       EPS       </w:t>
      </w:r>
    </w:p>
    <w:p w:rsidR="0062748B" w:rsidRDefault="0062748B" w:rsidP="0062748B">
      <w:r>
        <w:t xml:space="preserve">3 .1.14      .         .        +INF       EPS       </w:t>
      </w:r>
    </w:p>
    <w:p w:rsidR="0062748B" w:rsidRDefault="0062748B" w:rsidP="0062748B">
      <w:r>
        <w:t xml:space="preserve">3 .1.15      .         .        +INF       EPS       </w:t>
      </w:r>
    </w:p>
    <w:p w:rsidR="0062748B" w:rsidRDefault="0062748B" w:rsidP="0062748B">
      <w:r>
        <w:t xml:space="preserve">3 .1.16      .         .        +INF       EPS       </w:t>
      </w:r>
    </w:p>
    <w:p w:rsidR="0062748B" w:rsidRDefault="0062748B" w:rsidP="0062748B">
      <w:r>
        <w:t xml:space="preserve">3 .1.17      .         .        +INF       EPS       </w:t>
      </w:r>
    </w:p>
    <w:p w:rsidR="0062748B" w:rsidRDefault="0062748B" w:rsidP="0062748B">
      <w:r>
        <w:t xml:space="preserve">3 .1.18      .         .        +INF       EPS       </w:t>
      </w:r>
    </w:p>
    <w:p w:rsidR="0062748B" w:rsidRDefault="0062748B" w:rsidP="0062748B">
      <w:r>
        <w:t xml:space="preserve">3 .1.19      .         .        +INF       EPS       </w:t>
      </w:r>
    </w:p>
    <w:p w:rsidR="0062748B" w:rsidRDefault="0062748B" w:rsidP="0062748B">
      <w:r>
        <w:t xml:space="preserve">3 .1.20      .         .        +INF       EPS       </w:t>
      </w:r>
    </w:p>
    <w:p w:rsidR="0062748B" w:rsidRDefault="0062748B" w:rsidP="0062748B">
      <w:r>
        <w:t xml:space="preserve">3 .1.21      .         .        +INF       EPS       </w:t>
      </w:r>
    </w:p>
    <w:p w:rsidR="0062748B" w:rsidRDefault="0062748B" w:rsidP="0062748B">
      <w:r>
        <w:t xml:space="preserve">3 .1.22      .         .        +INF       EPS       </w:t>
      </w:r>
    </w:p>
    <w:p w:rsidR="0062748B" w:rsidRDefault="0062748B" w:rsidP="0062748B">
      <w:r>
        <w:t xml:space="preserve">3 .1.23      .         .        +INF       EPS       </w:t>
      </w:r>
    </w:p>
    <w:p w:rsidR="0062748B" w:rsidRDefault="0062748B" w:rsidP="0062748B">
      <w:r>
        <w:t xml:space="preserve">3 .1.24      .         .        +INF       EPS       </w:t>
      </w:r>
    </w:p>
    <w:p w:rsidR="0062748B" w:rsidRDefault="0062748B" w:rsidP="0062748B">
      <w:r>
        <w:t xml:space="preserve">3 .1.25      .         .        +INF       EPS       </w:t>
      </w:r>
    </w:p>
    <w:p w:rsidR="0062748B" w:rsidRDefault="0062748B" w:rsidP="0062748B">
      <w:r>
        <w:t xml:space="preserve">3 .1.26      .         .        +INF       EPS       </w:t>
      </w:r>
    </w:p>
    <w:p w:rsidR="0062748B" w:rsidRDefault="0062748B" w:rsidP="0062748B">
      <w:r>
        <w:t xml:space="preserve">3 .1.27      .         .        +INF       EPS       </w:t>
      </w:r>
    </w:p>
    <w:p w:rsidR="0062748B" w:rsidRDefault="0062748B" w:rsidP="0062748B">
      <w:r>
        <w:t xml:space="preserve">3 .1.28      .         .        +INF       EPS       </w:t>
      </w:r>
    </w:p>
    <w:p w:rsidR="0062748B" w:rsidRDefault="0062748B" w:rsidP="0062748B">
      <w:r>
        <w:t xml:space="preserve">3 .1.29      .         .        +INF       EPS       </w:t>
      </w:r>
    </w:p>
    <w:p w:rsidR="0062748B" w:rsidRDefault="0062748B" w:rsidP="0062748B">
      <w:r>
        <w:t xml:space="preserve">4 .1.1       .         .        +INF       EPS       </w:t>
      </w:r>
    </w:p>
    <w:p w:rsidR="0062748B" w:rsidRDefault="0062748B" w:rsidP="0062748B">
      <w:r>
        <w:t xml:space="preserve">4 .1.2       .         .        +INF       EPS       </w:t>
      </w:r>
    </w:p>
    <w:p w:rsidR="0062748B" w:rsidRDefault="0062748B" w:rsidP="0062748B">
      <w:r>
        <w:t xml:space="preserve">4 .1.3       .         .        +INF       EPS       </w:t>
      </w:r>
    </w:p>
    <w:p w:rsidR="0062748B" w:rsidRDefault="0062748B" w:rsidP="0062748B">
      <w:r>
        <w:t xml:space="preserve">4 .1.4       .         .        +INF       EPS       </w:t>
      </w:r>
    </w:p>
    <w:p w:rsidR="0062748B" w:rsidRDefault="0062748B" w:rsidP="0062748B">
      <w:r>
        <w:lastRenderedPageBreak/>
        <w:t xml:space="preserve">4 .1.5       .         .        +INF       EPS       </w:t>
      </w:r>
    </w:p>
    <w:p w:rsidR="0062748B" w:rsidRDefault="0062748B" w:rsidP="0062748B">
      <w:r>
        <w:t xml:space="preserve">4 .1.6       .         .        +INF       EPS       </w:t>
      </w:r>
    </w:p>
    <w:p w:rsidR="0062748B" w:rsidRDefault="0062748B" w:rsidP="0062748B">
      <w:r>
        <w:t xml:space="preserve">4 .1.7       .         .        +INF       EPS       </w:t>
      </w:r>
    </w:p>
    <w:p w:rsidR="0062748B" w:rsidRDefault="0062748B" w:rsidP="0062748B">
      <w:r>
        <w:t xml:space="preserve">4 .1.8       .         .        +INF       EPS       </w:t>
      </w:r>
    </w:p>
    <w:p w:rsidR="0062748B" w:rsidRDefault="0062748B" w:rsidP="0062748B">
      <w:r>
        <w:t xml:space="preserve">4 .1.9       .         .        +INF       EPS       </w:t>
      </w:r>
    </w:p>
    <w:p w:rsidR="0062748B" w:rsidRDefault="0062748B" w:rsidP="0062748B">
      <w:r>
        <w:t xml:space="preserve">4 .1.10      .         .        +INF       EPS       </w:t>
      </w:r>
    </w:p>
    <w:p w:rsidR="0062748B" w:rsidRDefault="0062748B" w:rsidP="0062748B">
      <w:r>
        <w:t xml:space="preserve">4 .1.11      .         .        +INF       EPS       </w:t>
      </w:r>
    </w:p>
    <w:p w:rsidR="0062748B" w:rsidRDefault="0062748B" w:rsidP="0062748B">
      <w:r>
        <w:t xml:space="preserve">4 .1.12      .         .        +INF       EPS       </w:t>
      </w:r>
    </w:p>
    <w:p w:rsidR="0062748B" w:rsidRDefault="0062748B" w:rsidP="0062748B">
      <w:r>
        <w:t xml:space="preserve">4 .1.13      .         .        +INF       EPS       </w:t>
      </w:r>
    </w:p>
    <w:p w:rsidR="0062748B" w:rsidRDefault="0062748B" w:rsidP="0062748B">
      <w:r>
        <w:t xml:space="preserve">4 .1.14      .         .        +INF       EPS       </w:t>
      </w:r>
    </w:p>
    <w:p w:rsidR="0062748B" w:rsidRDefault="0062748B" w:rsidP="0062748B">
      <w:r>
        <w:t xml:space="preserve">4 .1.15      .         .        +INF       EPS       </w:t>
      </w:r>
    </w:p>
    <w:p w:rsidR="0062748B" w:rsidRDefault="0062748B" w:rsidP="0062748B">
      <w:r>
        <w:t xml:space="preserve">4 .1.16      .         .        +INF       EPS       </w:t>
      </w:r>
    </w:p>
    <w:p w:rsidR="0062748B" w:rsidRDefault="0062748B" w:rsidP="0062748B">
      <w:r>
        <w:t xml:space="preserve">4 .1.17      .         .        +INF       EPS       </w:t>
      </w:r>
    </w:p>
    <w:p w:rsidR="0062748B" w:rsidRDefault="0062748B" w:rsidP="0062748B">
      <w:r>
        <w:t xml:space="preserve">4 .1.18      .         .        +INF       EPS       </w:t>
      </w:r>
    </w:p>
    <w:p w:rsidR="0062748B" w:rsidRDefault="0062748B" w:rsidP="0062748B">
      <w:r>
        <w:t xml:space="preserve">4 .1.19      .         .        +INF       EPS       </w:t>
      </w:r>
    </w:p>
    <w:p w:rsidR="0062748B" w:rsidRDefault="0062748B" w:rsidP="0062748B">
      <w:r>
        <w:t xml:space="preserve">4 .1.20      .         .        +INF       EPS       </w:t>
      </w:r>
    </w:p>
    <w:p w:rsidR="0062748B" w:rsidRDefault="0062748B" w:rsidP="0062748B">
      <w:r>
        <w:t xml:space="preserve">4 .1.21      .         .        +INF       EPS       </w:t>
      </w:r>
    </w:p>
    <w:p w:rsidR="0062748B" w:rsidRDefault="0062748B" w:rsidP="0062748B">
      <w:r>
        <w:t xml:space="preserve">4 .1.22      .         .        +INF       EPS       </w:t>
      </w:r>
    </w:p>
    <w:p w:rsidR="0062748B" w:rsidRDefault="0062748B" w:rsidP="0062748B">
      <w:r>
        <w:t xml:space="preserve">4 .1.23      .         .        +INF       EPS       </w:t>
      </w:r>
    </w:p>
    <w:p w:rsidR="0062748B" w:rsidRDefault="0062748B" w:rsidP="0062748B">
      <w:r>
        <w:t xml:space="preserve">4 .1.24      .         .        +INF       EPS       </w:t>
      </w:r>
    </w:p>
    <w:p w:rsidR="0062748B" w:rsidRDefault="0062748B" w:rsidP="0062748B">
      <w:r>
        <w:t xml:space="preserve">4 .1.25      .         .        +INF       EPS       </w:t>
      </w:r>
    </w:p>
    <w:p w:rsidR="0062748B" w:rsidRDefault="0062748B" w:rsidP="0062748B">
      <w:r>
        <w:t xml:space="preserve">4 .1.26      .         .        +INF       EPS       </w:t>
      </w:r>
    </w:p>
    <w:p w:rsidR="0062748B" w:rsidRDefault="0062748B" w:rsidP="0062748B">
      <w:r>
        <w:t xml:space="preserve">4 .1.27      .         .        +INF       EPS       </w:t>
      </w:r>
    </w:p>
    <w:p w:rsidR="0062748B" w:rsidRDefault="0062748B" w:rsidP="0062748B">
      <w:r>
        <w:t xml:space="preserve">4 .1.28      .         .        +INF       EPS       </w:t>
      </w:r>
    </w:p>
    <w:p w:rsidR="0062748B" w:rsidRDefault="0062748B" w:rsidP="0062748B">
      <w:r>
        <w:t xml:space="preserve">4 .1.29      .         .        +INF       EPS       </w:t>
      </w:r>
    </w:p>
    <w:p w:rsidR="0062748B" w:rsidRDefault="0062748B" w:rsidP="0062748B">
      <w:r>
        <w:lastRenderedPageBreak/>
        <w:t xml:space="preserve">5 .1.1       .         .        +INF       EPS       </w:t>
      </w:r>
    </w:p>
    <w:p w:rsidR="0062748B" w:rsidRDefault="0062748B" w:rsidP="0062748B">
      <w:r>
        <w:t xml:space="preserve">5 .1.2       .         .        +INF       EPS       </w:t>
      </w:r>
    </w:p>
    <w:p w:rsidR="0062748B" w:rsidRDefault="0062748B" w:rsidP="0062748B">
      <w:r>
        <w:t xml:space="preserve">5 .1.3       .         .        +INF       EPS       </w:t>
      </w:r>
    </w:p>
    <w:p w:rsidR="0062748B" w:rsidRDefault="0062748B" w:rsidP="0062748B">
      <w:r>
        <w:t xml:space="preserve">5 .1.4       .         .        +INF       EPS       </w:t>
      </w:r>
    </w:p>
    <w:p w:rsidR="0062748B" w:rsidRDefault="0062748B" w:rsidP="0062748B">
      <w:r>
        <w:t xml:space="preserve">5 .1.5       .         .        +INF       EPS       </w:t>
      </w:r>
    </w:p>
    <w:p w:rsidR="0062748B" w:rsidRDefault="0062748B" w:rsidP="0062748B">
      <w:r>
        <w:t xml:space="preserve">5 .1.6       .         .        +INF       EPS       </w:t>
      </w:r>
    </w:p>
    <w:p w:rsidR="0062748B" w:rsidRDefault="0062748B" w:rsidP="0062748B">
      <w:r>
        <w:t xml:space="preserve">5 .1.7       .         .        +INF       EPS       </w:t>
      </w:r>
    </w:p>
    <w:p w:rsidR="0062748B" w:rsidRDefault="0062748B" w:rsidP="0062748B">
      <w:r>
        <w:t xml:space="preserve">5 .1.8       .         .        +INF       EPS       </w:t>
      </w:r>
    </w:p>
    <w:p w:rsidR="0062748B" w:rsidRDefault="0062748B" w:rsidP="0062748B">
      <w:r>
        <w:t xml:space="preserve">5 .1.9       .         .        +INF       EPS       </w:t>
      </w:r>
    </w:p>
    <w:p w:rsidR="0062748B" w:rsidRDefault="0062748B" w:rsidP="0062748B">
      <w:r>
        <w:t xml:space="preserve">5 .1.10      .         .        +INF       EPS       </w:t>
      </w:r>
    </w:p>
    <w:p w:rsidR="0062748B" w:rsidRDefault="0062748B" w:rsidP="0062748B">
      <w:r>
        <w:t xml:space="preserve">5 .1.11      .         .        +INF       EPS       </w:t>
      </w:r>
    </w:p>
    <w:p w:rsidR="0062748B" w:rsidRDefault="0062748B" w:rsidP="0062748B">
      <w:r>
        <w:t xml:space="preserve">5 .1.12      .         .        +INF       EPS       </w:t>
      </w:r>
    </w:p>
    <w:p w:rsidR="0062748B" w:rsidRDefault="0062748B" w:rsidP="0062748B">
      <w:r>
        <w:t xml:space="preserve">5 .1.13      .         .        +INF       EPS       </w:t>
      </w:r>
    </w:p>
    <w:p w:rsidR="0062748B" w:rsidRDefault="0062748B" w:rsidP="0062748B">
      <w:r>
        <w:t xml:space="preserve">5 .1.14      .         .        +INF       EPS       </w:t>
      </w:r>
    </w:p>
    <w:p w:rsidR="0062748B" w:rsidRDefault="0062748B" w:rsidP="0062748B">
      <w:r>
        <w:t xml:space="preserve">5 .1.15      .         .        +INF       EPS       </w:t>
      </w:r>
    </w:p>
    <w:p w:rsidR="0062748B" w:rsidRDefault="0062748B" w:rsidP="0062748B">
      <w:r>
        <w:t xml:space="preserve">5 .1.16      .         .        +INF       EPS       </w:t>
      </w:r>
    </w:p>
    <w:p w:rsidR="0062748B" w:rsidRDefault="0062748B" w:rsidP="0062748B">
      <w:r>
        <w:t xml:space="preserve">5 .1.17      .         .        +INF       EPS       </w:t>
      </w:r>
    </w:p>
    <w:p w:rsidR="0062748B" w:rsidRDefault="0062748B" w:rsidP="0062748B">
      <w:r>
        <w:t xml:space="preserve">5 .1.18      .         .        +INF       EPS       </w:t>
      </w:r>
    </w:p>
    <w:p w:rsidR="0062748B" w:rsidRDefault="0062748B" w:rsidP="0062748B">
      <w:r>
        <w:t xml:space="preserve">5 .1.19      .         .        +INF       EPS       </w:t>
      </w:r>
    </w:p>
    <w:p w:rsidR="0062748B" w:rsidRDefault="0062748B" w:rsidP="0062748B">
      <w:r>
        <w:t xml:space="preserve">5 .1.20      .         .        +INF       EPS       </w:t>
      </w:r>
    </w:p>
    <w:p w:rsidR="0062748B" w:rsidRDefault="0062748B" w:rsidP="0062748B">
      <w:r>
        <w:t xml:space="preserve">5 .1.21      .         .        +INF       EPS       </w:t>
      </w:r>
    </w:p>
    <w:p w:rsidR="0062748B" w:rsidRDefault="0062748B" w:rsidP="0062748B">
      <w:r>
        <w:t xml:space="preserve">5 .1.22      .         .        +INF       EPS       </w:t>
      </w:r>
    </w:p>
    <w:p w:rsidR="0062748B" w:rsidRDefault="0062748B" w:rsidP="0062748B">
      <w:r>
        <w:t xml:space="preserve">5 .1.23      .         .        +INF       EPS       </w:t>
      </w:r>
    </w:p>
    <w:p w:rsidR="0062748B" w:rsidRDefault="0062748B" w:rsidP="0062748B">
      <w:r>
        <w:t xml:space="preserve">5 .1.24      .         .        +INF       EPS       </w:t>
      </w:r>
    </w:p>
    <w:p w:rsidR="0062748B" w:rsidRDefault="0062748B" w:rsidP="0062748B">
      <w:r>
        <w:t xml:space="preserve">5 .1.25      .         .        +INF       EPS       </w:t>
      </w:r>
    </w:p>
    <w:p w:rsidR="0062748B" w:rsidRDefault="0062748B" w:rsidP="0062748B">
      <w:r>
        <w:lastRenderedPageBreak/>
        <w:t xml:space="preserve">5 .1.26      .         .        +INF       EPS       </w:t>
      </w:r>
    </w:p>
    <w:p w:rsidR="0062748B" w:rsidRDefault="0062748B" w:rsidP="0062748B">
      <w:r>
        <w:t xml:space="preserve">5 .1.27      .         .        +INF       EPS       </w:t>
      </w:r>
    </w:p>
    <w:p w:rsidR="0062748B" w:rsidRDefault="0062748B" w:rsidP="0062748B">
      <w:r>
        <w:t xml:space="preserve">5 .1.28      .         .        +INF       EPS       </w:t>
      </w:r>
    </w:p>
    <w:p w:rsidR="0062748B" w:rsidRDefault="0062748B" w:rsidP="0062748B">
      <w:r>
        <w:t xml:space="preserve">5 .1.29      .         .        +INF       EPS       </w:t>
      </w:r>
    </w:p>
    <w:p w:rsidR="0062748B" w:rsidRDefault="0062748B" w:rsidP="0062748B">
      <w:r>
        <w:t xml:space="preserve">6 .1.1       .         .        +INF       EPS       </w:t>
      </w:r>
    </w:p>
    <w:p w:rsidR="0062748B" w:rsidRDefault="0062748B" w:rsidP="0062748B">
      <w:r>
        <w:t xml:space="preserve">6 .1.2       .         .        +INF       EPS       </w:t>
      </w:r>
    </w:p>
    <w:p w:rsidR="0062748B" w:rsidRDefault="0062748B" w:rsidP="0062748B">
      <w:r>
        <w:t xml:space="preserve">6 .1.3       .         .        +INF       EPS       </w:t>
      </w:r>
    </w:p>
    <w:p w:rsidR="0062748B" w:rsidRDefault="0062748B" w:rsidP="0062748B">
      <w:r>
        <w:t xml:space="preserve">6 .1.4       .         .        +INF       EPS       </w:t>
      </w:r>
    </w:p>
    <w:p w:rsidR="0062748B" w:rsidRDefault="0062748B" w:rsidP="0062748B">
      <w:r>
        <w:t xml:space="preserve">6 .1.5       .         .        +INF       EPS       </w:t>
      </w:r>
    </w:p>
    <w:p w:rsidR="0062748B" w:rsidRDefault="0062748B" w:rsidP="0062748B">
      <w:r>
        <w:t xml:space="preserve">6 .1.6       .         .        +INF       EPS       </w:t>
      </w:r>
    </w:p>
    <w:p w:rsidR="0062748B" w:rsidRDefault="0062748B" w:rsidP="0062748B">
      <w:r>
        <w:t xml:space="preserve">6 .1.7       .         .        +INF       EPS       </w:t>
      </w:r>
    </w:p>
    <w:p w:rsidR="0062748B" w:rsidRDefault="0062748B" w:rsidP="0062748B">
      <w:r>
        <w:t xml:space="preserve">6 .1.8       .         .        +INF       EPS       </w:t>
      </w:r>
    </w:p>
    <w:p w:rsidR="0062748B" w:rsidRDefault="0062748B" w:rsidP="0062748B">
      <w:r>
        <w:t xml:space="preserve">6 .1.9       .         .        +INF       EPS       </w:t>
      </w:r>
    </w:p>
    <w:p w:rsidR="0062748B" w:rsidRDefault="0062748B" w:rsidP="0062748B">
      <w:r>
        <w:t xml:space="preserve">6 .1.10      .         .        +INF       EPS       </w:t>
      </w:r>
    </w:p>
    <w:p w:rsidR="0062748B" w:rsidRDefault="0062748B" w:rsidP="0062748B">
      <w:r>
        <w:t xml:space="preserve">6 .1.11      .         .        +INF       EPS       </w:t>
      </w:r>
    </w:p>
    <w:p w:rsidR="0062748B" w:rsidRDefault="0062748B" w:rsidP="0062748B">
      <w:r>
        <w:t xml:space="preserve">6 .1.12      .         .        +INF       EPS       </w:t>
      </w:r>
    </w:p>
    <w:p w:rsidR="0062748B" w:rsidRDefault="0062748B" w:rsidP="0062748B">
      <w:r>
        <w:t xml:space="preserve">6 .1.13      .         .        +INF       EPS       </w:t>
      </w:r>
    </w:p>
    <w:p w:rsidR="0062748B" w:rsidRDefault="0062748B" w:rsidP="0062748B">
      <w:r>
        <w:t xml:space="preserve">6 .1.14      .         .        +INF       EPS       </w:t>
      </w:r>
    </w:p>
    <w:p w:rsidR="0062748B" w:rsidRDefault="0062748B" w:rsidP="0062748B">
      <w:r>
        <w:t xml:space="preserve">6 .1.15      .         .        +INF       EPS       </w:t>
      </w:r>
    </w:p>
    <w:p w:rsidR="0062748B" w:rsidRDefault="0062748B" w:rsidP="0062748B">
      <w:r>
        <w:t xml:space="preserve">6 .1.16      .         .        +INF       EPS       </w:t>
      </w:r>
    </w:p>
    <w:p w:rsidR="0062748B" w:rsidRDefault="0062748B" w:rsidP="0062748B">
      <w:r>
        <w:t xml:space="preserve">6 .1.17      .         .        +INF       EPS       </w:t>
      </w:r>
    </w:p>
    <w:p w:rsidR="0062748B" w:rsidRDefault="0062748B" w:rsidP="0062748B">
      <w:r>
        <w:t xml:space="preserve">6 .1.18      .         .        +INF       EPS       </w:t>
      </w:r>
    </w:p>
    <w:p w:rsidR="0062748B" w:rsidRDefault="0062748B" w:rsidP="0062748B">
      <w:r>
        <w:t xml:space="preserve">6 .1.19      .         .        +INF       EPS       </w:t>
      </w:r>
    </w:p>
    <w:p w:rsidR="0062748B" w:rsidRDefault="0062748B" w:rsidP="0062748B">
      <w:r>
        <w:t xml:space="preserve">6 .1.20      .         .        +INF       EPS       </w:t>
      </w:r>
    </w:p>
    <w:p w:rsidR="0062748B" w:rsidRDefault="0062748B" w:rsidP="0062748B">
      <w:r>
        <w:t xml:space="preserve">6 .1.21      .         .        +INF       EPS       </w:t>
      </w:r>
    </w:p>
    <w:p w:rsidR="0062748B" w:rsidRDefault="0062748B" w:rsidP="0062748B">
      <w:r>
        <w:lastRenderedPageBreak/>
        <w:t xml:space="preserve">6 .1.22      .         .        +INF       EPS       </w:t>
      </w:r>
    </w:p>
    <w:p w:rsidR="0062748B" w:rsidRDefault="0062748B" w:rsidP="0062748B">
      <w:r>
        <w:t xml:space="preserve">6 .1.23      .         .        +INF       EPS       </w:t>
      </w:r>
    </w:p>
    <w:p w:rsidR="0062748B" w:rsidRDefault="0062748B" w:rsidP="0062748B">
      <w:r>
        <w:t xml:space="preserve">6 .1.24      .         .        +INF       EPS       </w:t>
      </w:r>
    </w:p>
    <w:p w:rsidR="0062748B" w:rsidRDefault="0062748B" w:rsidP="0062748B">
      <w:r>
        <w:t xml:space="preserve">6 .1.25      .         .        +INF       EPS       </w:t>
      </w:r>
    </w:p>
    <w:p w:rsidR="0062748B" w:rsidRDefault="0062748B" w:rsidP="0062748B">
      <w:r>
        <w:t xml:space="preserve">6 .1.26      .         .        +INF       EPS       </w:t>
      </w:r>
    </w:p>
    <w:p w:rsidR="0062748B" w:rsidRDefault="0062748B" w:rsidP="0062748B">
      <w:r>
        <w:t xml:space="preserve">6 .1.27      .         .        +INF       EPS       </w:t>
      </w:r>
    </w:p>
    <w:p w:rsidR="0062748B" w:rsidRDefault="0062748B" w:rsidP="0062748B">
      <w:r>
        <w:t xml:space="preserve">6 .1.28      .         .        +INF       EPS       </w:t>
      </w:r>
    </w:p>
    <w:p w:rsidR="0062748B" w:rsidRDefault="0062748B" w:rsidP="0062748B">
      <w:r>
        <w:t xml:space="preserve">6 .1.29      .         .        +INF       EPS       </w:t>
      </w:r>
    </w:p>
    <w:p w:rsidR="0062748B" w:rsidRDefault="0062748B" w:rsidP="0062748B">
      <w:r>
        <w:t xml:space="preserve">7 .1.1       .         .        +INF       EPS       </w:t>
      </w:r>
    </w:p>
    <w:p w:rsidR="0062748B" w:rsidRDefault="0062748B" w:rsidP="0062748B">
      <w:r>
        <w:t xml:space="preserve">7 .1.2       .         .        +INF       EPS       </w:t>
      </w:r>
    </w:p>
    <w:p w:rsidR="0062748B" w:rsidRDefault="0062748B" w:rsidP="0062748B">
      <w:r>
        <w:t xml:space="preserve">7 .1.3       .         .        +INF       EPS       </w:t>
      </w:r>
    </w:p>
    <w:p w:rsidR="0062748B" w:rsidRDefault="0062748B" w:rsidP="0062748B">
      <w:r>
        <w:t xml:space="preserve">7 .1.4       .         .        +INF       EPS       </w:t>
      </w:r>
    </w:p>
    <w:p w:rsidR="0062748B" w:rsidRDefault="0062748B" w:rsidP="0062748B">
      <w:r>
        <w:t xml:space="preserve">7 .1.5       .         .        +INF       EPS       </w:t>
      </w:r>
    </w:p>
    <w:p w:rsidR="0062748B" w:rsidRDefault="0062748B" w:rsidP="0062748B">
      <w:r>
        <w:t xml:space="preserve">7 .1.6       .         .        +INF       EPS       </w:t>
      </w:r>
    </w:p>
    <w:p w:rsidR="0062748B" w:rsidRDefault="0062748B" w:rsidP="0062748B">
      <w:r>
        <w:t xml:space="preserve">7 .1.7       .         .        +INF       EPS       </w:t>
      </w:r>
    </w:p>
    <w:p w:rsidR="0062748B" w:rsidRDefault="0062748B" w:rsidP="0062748B">
      <w:r>
        <w:t xml:space="preserve">7 .1.8       .         .        +INF       EPS       </w:t>
      </w:r>
    </w:p>
    <w:p w:rsidR="0062748B" w:rsidRDefault="0062748B" w:rsidP="0062748B">
      <w:r>
        <w:t xml:space="preserve">7 .1.9       .         .        +INF       EPS       </w:t>
      </w:r>
    </w:p>
    <w:p w:rsidR="0062748B" w:rsidRDefault="0062748B" w:rsidP="0062748B">
      <w:r>
        <w:t xml:space="preserve">7 .1.10      .         .        +INF       EPS       </w:t>
      </w:r>
    </w:p>
    <w:p w:rsidR="0062748B" w:rsidRDefault="0062748B" w:rsidP="0062748B">
      <w:r>
        <w:t xml:space="preserve">7 .1.11      .         .        +INF       EPS       </w:t>
      </w:r>
    </w:p>
    <w:p w:rsidR="0062748B" w:rsidRDefault="0062748B" w:rsidP="0062748B">
      <w:r>
        <w:t xml:space="preserve">7 .1.12      .         .        +INF       EPS       </w:t>
      </w:r>
    </w:p>
    <w:p w:rsidR="0062748B" w:rsidRDefault="0062748B" w:rsidP="0062748B">
      <w:r>
        <w:t xml:space="preserve">7 .1.13      .         .        +INF       EPS       </w:t>
      </w:r>
    </w:p>
    <w:p w:rsidR="0062748B" w:rsidRDefault="0062748B" w:rsidP="0062748B">
      <w:r>
        <w:t xml:space="preserve">7 .1.14      .         .        +INF       EPS       </w:t>
      </w:r>
    </w:p>
    <w:p w:rsidR="0062748B" w:rsidRDefault="0062748B" w:rsidP="0062748B">
      <w:r>
        <w:t xml:space="preserve">7 .1.15      .         .        +INF       EPS       </w:t>
      </w:r>
    </w:p>
    <w:p w:rsidR="0062748B" w:rsidRDefault="0062748B" w:rsidP="0062748B">
      <w:r>
        <w:t xml:space="preserve">7 .1.16      .         .        +INF       EPS       </w:t>
      </w:r>
    </w:p>
    <w:p w:rsidR="0062748B" w:rsidRDefault="0062748B" w:rsidP="0062748B">
      <w:r>
        <w:t xml:space="preserve">7 .1.17      .         .        +INF       EPS       </w:t>
      </w:r>
    </w:p>
    <w:p w:rsidR="0062748B" w:rsidRDefault="0062748B" w:rsidP="0062748B">
      <w:r>
        <w:lastRenderedPageBreak/>
        <w:t xml:space="preserve">7 .1.18      .         .        +INF       EPS       </w:t>
      </w:r>
    </w:p>
    <w:p w:rsidR="0062748B" w:rsidRDefault="0062748B" w:rsidP="0062748B">
      <w:r>
        <w:t xml:space="preserve">7 .1.19      .         .        +INF       EPS       </w:t>
      </w:r>
    </w:p>
    <w:p w:rsidR="0062748B" w:rsidRDefault="0062748B" w:rsidP="0062748B">
      <w:r>
        <w:t xml:space="preserve">7 .1.20      .         .        +INF       EPS       </w:t>
      </w:r>
    </w:p>
    <w:p w:rsidR="0062748B" w:rsidRDefault="0062748B" w:rsidP="0062748B">
      <w:r>
        <w:t xml:space="preserve">7 .1.21      .         .        +INF       EPS       </w:t>
      </w:r>
    </w:p>
    <w:p w:rsidR="0062748B" w:rsidRDefault="0062748B" w:rsidP="0062748B">
      <w:r>
        <w:t xml:space="preserve">7 .1.22      .         .        +INF       EPS       </w:t>
      </w:r>
    </w:p>
    <w:p w:rsidR="0062748B" w:rsidRDefault="0062748B" w:rsidP="0062748B">
      <w:r>
        <w:t xml:space="preserve">7 .1.23      .         .        +INF       EPS       </w:t>
      </w:r>
    </w:p>
    <w:p w:rsidR="0062748B" w:rsidRDefault="0062748B" w:rsidP="0062748B">
      <w:r>
        <w:t xml:space="preserve">7 .1.24      .         .        +INF       EPS       </w:t>
      </w:r>
    </w:p>
    <w:p w:rsidR="0062748B" w:rsidRDefault="0062748B" w:rsidP="0062748B">
      <w:r>
        <w:t xml:space="preserve">7 .1.25      .         .        +INF       EPS       </w:t>
      </w:r>
    </w:p>
    <w:p w:rsidR="0062748B" w:rsidRDefault="0062748B" w:rsidP="0062748B">
      <w:r>
        <w:t xml:space="preserve">7 .1.26      .         .        +INF       EPS       </w:t>
      </w:r>
    </w:p>
    <w:p w:rsidR="0062748B" w:rsidRDefault="0062748B" w:rsidP="0062748B">
      <w:r>
        <w:t xml:space="preserve">7 .1.27      .         .        +INF       EPS       </w:t>
      </w:r>
    </w:p>
    <w:p w:rsidR="0062748B" w:rsidRDefault="0062748B" w:rsidP="0062748B">
      <w:r>
        <w:t xml:space="preserve">7 .1.28      .         .        +INF       EPS       </w:t>
      </w:r>
    </w:p>
    <w:p w:rsidR="0062748B" w:rsidRDefault="0062748B" w:rsidP="0062748B">
      <w:r>
        <w:t xml:space="preserve">7 .1.29      .         .        +INF       EPS       </w:t>
      </w:r>
    </w:p>
    <w:p w:rsidR="0062748B" w:rsidRDefault="0062748B" w:rsidP="0062748B">
      <w:r>
        <w:t xml:space="preserve">8 .1.1       .         .        +INF       EPS       </w:t>
      </w:r>
    </w:p>
    <w:p w:rsidR="0062748B" w:rsidRDefault="0062748B" w:rsidP="0062748B">
      <w:r>
        <w:t xml:space="preserve">8 .1.2       .         .        +INF       EPS       </w:t>
      </w:r>
    </w:p>
    <w:p w:rsidR="0062748B" w:rsidRDefault="0062748B" w:rsidP="0062748B">
      <w:r>
        <w:t xml:space="preserve">8 .1.3       .         .        +INF       EPS       </w:t>
      </w:r>
    </w:p>
    <w:p w:rsidR="0062748B" w:rsidRDefault="0062748B" w:rsidP="0062748B">
      <w:r>
        <w:t xml:space="preserve">8 .1.4       .         .        +INF       EPS       </w:t>
      </w:r>
    </w:p>
    <w:p w:rsidR="0062748B" w:rsidRDefault="0062748B" w:rsidP="0062748B">
      <w:r>
        <w:t xml:space="preserve">8 .1.5       .         .        +INF       EPS       </w:t>
      </w:r>
    </w:p>
    <w:p w:rsidR="0062748B" w:rsidRDefault="0062748B" w:rsidP="0062748B">
      <w:r>
        <w:t xml:space="preserve">8 .1.6       .         .        +INF       EPS       </w:t>
      </w:r>
    </w:p>
    <w:p w:rsidR="0062748B" w:rsidRDefault="0062748B" w:rsidP="0062748B">
      <w:r>
        <w:t xml:space="preserve">8 .1.7       .         .        +INF       EPS       </w:t>
      </w:r>
    </w:p>
    <w:p w:rsidR="0062748B" w:rsidRDefault="0062748B" w:rsidP="0062748B">
      <w:r>
        <w:t xml:space="preserve">8 .1.8       .         .        +INF       EPS       </w:t>
      </w:r>
    </w:p>
    <w:p w:rsidR="0062748B" w:rsidRDefault="0062748B" w:rsidP="0062748B">
      <w:r>
        <w:t xml:space="preserve">8 .1.9       .         .        +INF       EPS       </w:t>
      </w:r>
    </w:p>
    <w:p w:rsidR="0062748B" w:rsidRDefault="0062748B" w:rsidP="0062748B">
      <w:r>
        <w:t xml:space="preserve">8 .1.10      .         .        +INF       EPS       </w:t>
      </w:r>
    </w:p>
    <w:p w:rsidR="0062748B" w:rsidRDefault="0062748B" w:rsidP="0062748B">
      <w:r>
        <w:t xml:space="preserve">8 .1.11      .         .        +INF       EPS       </w:t>
      </w:r>
    </w:p>
    <w:p w:rsidR="0062748B" w:rsidRDefault="0062748B" w:rsidP="0062748B">
      <w:r>
        <w:t xml:space="preserve">8 .1.12      .         .        +INF       EPS       </w:t>
      </w:r>
    </w:p>
    <w:p w:rsidR="0062748B" w:rsidRDefault="0062748B" w:rsidP="0062748B">
      <w:r>
        <w:t xml:space="preserve">8 .1.13      .         .        +INF       EPS       </w:t>
      </w:r>
    </w:p>
    <w:p w:rsidR="0062748B" w:rsidRDefault="0062748B" w:rsidP="0062748B">
      <w:r>
        <w:lastRenderedPageBreak/>
        <w:t xml:space="preserve">8 .1.14      .         .        +INF       EPS       </w:t>
      </w:r>
    </w:p>
    <w:p w:rsidR="0062748B" w:rsidRDefault="0062748B" w:rsidP="0062748B">
      <w:r>
        <w:t xml:space="preserve">8 .1.15      .         .        +INF       EPS       </w:t>
      </w:r>
    </w:p>
    <w:p w:rsidR="0062748B" w:rsidRDefault="0062748B" w:rsidP="0062748B">
      <w:r>
        <w:t xml:space="preserve">8 .1.16      .         .        +INF       EPS       </w:t>
      </w:r>
    </w:p>
    <w:p w:rsidR="0062748B" w:rsidRDefault="0062748B" w:rsidP="0062748B">
      <w:r>
        <w:t xml:space="preserve">8 .1.17      .         .        +INF       EPS       </w:t>
      </w:r>
    </w:p>
    <w:p w:rsidR="0062748B" w:rsidRDefault="0062748B" w:rsidP="0062748B">
      <w:r>
        <w:t xml:space="preserve">8 .1.18      .         .        +INF       EPS       </w:t>
      </w:r>
    </w:p>
    <w:p w:rsidR="0062748B" w:rsidRDefault="0062748B" w:rsidP="0062748B">
      <w:r>
        <w:t xml:space="preserve">8 .1.19      .         .        +INF       EPS       </w:t>
      </w:r>
    </w:p>
    <w:p w:rsidR="0062748B" w:rsidRDefault="0062748B" w:rsidP="0062748B">
      <w:r>
        <w:t xml:space="preserve">8 .1.20      .         .        +INF       EPS       </w:t>
      </w:r>
    </w:p>
    <w:p w:rsidR="0062748B" w:rsidRDefault="0062748B" w:rsidP="0062748B">
      <w:r>
        <w:t xml:space="preserve">8 .1.21      .         .        +INF       EPS       </w:t>
      </w:r>
    </w:p>
    <w:p w:rsidR="0062748B" w:rsidRDefault="0062748B" w:rsidP="0062748B">
      <w:r>
        <w:t xml:space="preserve">8 .1.22      .         .        +INF       EPS       </w:t>
      </w:r>
    </w:p>
    <w:p w:rsidR="0062748B" w:rsidRDefault="0062748B" w:rsidP="0062748B">
      <w:r>
        <w:t xml:space="preserve">8 .1.23      .         .        +INF       EPS       </w:t>
      </w:r>
    </w:p>
    <w:p w:rsidR="0062748B" w:rsidRDefault="0062748B" w:rsidP="0062748B">
      <w:r>
        <w:t xml:space="preserve">8 .1.24      .         .        +INF       EPS       </w:t>
      </w:r>
    </w:p>
    <w:p w:rsidR="0062748B" w:rsidRDefault="0062748B" w:rsidP="0062748B">
      <w:r>
        <w:t xml:space="preserve">8 .1.25      .         .        +INF       EPS       </w:t>
      </w:r>
    </w:p>
    <w:p w:rsidR="0062748B" w:rsidRDefault="0062748B" w:rsidP="0062748B">
      <w:r>
        <w:t xml:space="preserve">8 .1.26      .         .        +INF       EPS       </w:t>
      </w:r>
    </w:p>
    <w:p w:rsidR="0062748B" w:rsidRDefault="0062748B" w:rsidP="0062748B">
      <w:r>
        <w:t xml:space="preserve">8 .1.27      .         .        +INF       EPS       </w:t>
      </w:r>
    </w:p>
    <w:p w:rsidR="0062748B" w:rsidRDefault="0062748B" w:rsidP="0062748B">
      <w:r>
        <w:t xml:space="preserve">8 .1.28      .         .        +INF       EPS       </w:t>
      </w:r>
    </w:p>
    <w:p w:rsidR="0062748B" w:rsidRDefault="0062748B" w:rsidP="0062748B">
      <w:r>
        <w:t xml:space="preserve">8 .1.29      .         .        +INF       EPS       </w:t>
      </w:r>
    </w:p>
    <w:p w:rsidR="0062748B" w:rsidRDefault="0062748B" w:rsidP="0062748B">
      <w:r>
        <w:t xml:space="preserve">9 .1.1       .         .        +INF       EPS       </w:t>
      </w:r>
    </w:p>
    <w:p w:rsidR="0062748B" w:rsidRDefault="0062748B" w:rsidP="0062748B">
      <w:r>
        <w:t xml:space="preserve">9 .1.2       .         .        +INF       EPS       </w:t>
      </w:r>
    </w:p>
    <w:p w:rsidR="0062748B" w:rsidRDefault="0062748B" w:rsidP="0062748B">
      <w:r>
        <w:t xml:space="preserve">9 .1.3       .         .        +INF       EPS       </w:t>
      </w:r>
    </w:p>
    <w:p w:rsidR="0062748B" w:rsidRDefault="0062748B" w:rsidP="0062748B">
      <w:r>
        <w:t xml:space="preserve">9 .1.4       .         .        +INF       EPS       </w:t>
      </w:r>
    </w:p>
    <w:p w:rsidR="0062748B" w:rsidRDefault="0062748B" w:rsidP="0062748B">
      <w:r>
        <w:t xml:space="preserve">9 .1.5       .         .        +INF       EPS       </w:t>
      </w:r>
    </w:p>
    <w:p w:rsidR="0062748B" w:rsidRDefault="0062748B" w:rsidP="0062748B">
      <w:r>
        <w:t xml:space="preserve">9 .1.6       .         .        +INF       EPS       </w:t>
      </w:r>
    </w:p>
    <w:p w:rsidR="0062748B" w:rsidRDefault="0062748B" w:rsidP="0062748B">
      <w:r>
        <w:t xml:space="preserve">9 .1.7       .         .        +INF       EPS       </w:t>
      </w:r>
    </w:p>
    <w:p w:rsidR="0062748B" w:rsidRDefault="0062748B" w:rsidP="0062748B">
      <w:r>
        <w:t xml:space="preserve">9 .1.8       .         .        +INF       EPS       </w:t>
      </w:r>
    </w:p>
    <w:p w:rsidR="0062748B" w:rsidRDefault="0062748B" w:rsidP="0062748B">
      <w:r>
        <w:t xml:space="preserve">9 .1.9       .         .        +INF       EPS       </w:t>
      </w:r>
    </w:p>
    <w:p w:rsidR="0062748B" w:rsidRDefault="0062748B" w:rsidP="0062748B">
      <w:r>
        <w:lastRenderedPageBreak/>
        <w:t xml:space="preserve">9 .1.10      .         .        +INF       EPS       </w:t>
      </w:r>
    </w:p>
    <w:p w:rsidR="0062748B" w:rsidRDefault="0062748B" w:rsidP="0062748B">
      <w:r>
        <w:t xml:space="preserve">9 .1.11      .         .        +INF       EPS       </w:t>
      </w:r>
    </w:p>
    <w:p w:rsidR="0062748B" w:rsidRDefault="0062748B" w:rsidP="0062748B">
      <w:r>
        <w:t xml:space="preserve">9 .1.12      .         .        +INF       EPS       </w:t>
      </w:r>
    </w:p>
    <w:p w:rsidR="0062748B" w:rsidRDefault="0062748B" w:rsidP="0062748B">
      <w:r>
        <w:t xml:space="preserve">9 .1.13      .         .        +INF       EPS       </w:t>
      </w:r>
    </w:p>
    <w:p w:rsidR="0062748B" w:rsidRDefault="0062748B" w:rsidP="0062748B">
      <w:r>
        <w:t xml:space="preserve">9 .1.14      .         .        +INF       EPS       </w:t>
      </w:r>
    </w:p>
    <w:p w:rsidR="0062748B" w:rsidRDefault="0062748B" w:rsidP="0062748B">
      <w:r>
        <w:t xml:space="preserve">9 .1.15      .         .        +INF       EPS       </w:t>
      </w:r>
    </w:p>
    <w:p w:rsidR="0062748B" w:rsidRDefault="0062748B" w:rsidP="0062748B">
      <w:r>
        <w:t xml:space="preserve">9 .1.16      .         .        +INF       EPS       </w:t>
      </w:r>
    </w:p>
    <w:p w:rsidR="0062748B" w:rsidRDefault="0062748B" w:rsidP="0062748B">
      <w:r>
        <w:t xml:space="preserve">9 .1.17      .         .        +INF       EPS       </w:t>
      </w:r>
    </w:p>
    <w:p w:rsidR="0062748B" w:rsidRDefault="0062748B" w:rsidP="0062748B">
      <w:r>
        <w:t xml:space="preserve">9 .1.18      .         .        +INF       EPS       </w:t>
      </w:r>
    </w:p>
    <w:p w:rsidR="0062748B" w:rsidRDefault="0062748B" w:rsidP="0062748B">
      <w:r>
        <w:t xml:space="preserve">9 .1.19      .         .        +INF       EPS       </w:t>
      </w:r>
    </w:p>
    <w:p w:rsidR="0062748B" w:rsidRDefault="0062748B" w:rsidP="0062748B">
      <w:r>
        <w:t xml:space="preserve">9 .1.20      .         .        +INF       EPS       </w:t>
      </w:r>
    </w:p>
    <w:p w:rsidR="0062748B" w:rsidRDefault="0062748B" w:rsidP="0062748B">
      <w:r>
        <w:t xml:space="preserve">9 .1.21      .         .        +INF       EPS       </w:t>
      </w:r>
    </w:p>
    <w:p w:rsidR="0062748B" w:rsidRDefault="0062748B" w:rsidP="0062748B">
      <w:r>
        <w:t xml:space="preserve">9 .1.22      .         .        +INF       EPS       </w:t>
      </w:r>
    </w:p>
    <w:p w:rsidR="0062748B" w:rsidRDefault="0062748B" w:rsidP="0062748B">
      <w:r>
        <w:t xml:space="preserve">9 .1.23      .         .        +INF       EPS       </w:t>
      </w:r>
    </w:p>
    <w:p w:rsidR="0062748B" w:rsidRDefault="0062748B" w:rsidP="0062748B">
      <w:r>
        <w:t xml:space="preserve">9 .1.24      .         .        +INF       EPS       </w:t>
      </w:r>
    </w:p>
    <w:p w:rsidR="0062748B" w:rsidRDefault="0062748B" w:rsidP="0062748B">
      <w:r>
        <w:t xml:space="preserve">9 .1.25      .         .        +INF       EPS       </w:t>
      </w:r>
    </w:p>
    <w:p w:rsidR="0062748B" w:rsidRDefault="0062748B" w:rsidP="0062748B">
      <w:r>
        <w:t xml:space="preserve">9 .1.26      .         .        +INF       EPS       </w:t>
      </w:r>
    </w:p>
    <w:p w:rsidR="0062748B" w:rsidRDefault="0062748B" w:rsidP="0062748B">
      <w:r>
        <w:t xml:space="preserve">9 .1.27      .         .        +INF       EPS       </w:t>
      </w:r>
    </w:p>
    <w:p w:rsidR="0062748B" w:rsidRDefault="0062748B" w:rsidP="0062748B">
      <w:r>
        <w:t xml:space="preserve">9 .1.28      .         .        +INF       EPS       </w:t>
      </w:r>
    </w:p>
    <w:p w:rsidR="0062748B" w:rsidRDefault="0062748B" w:rsidP="0062748B">
      <w:r>
        <w:t xml:space="preserve">9 .1.29      .         .        +INF       EPS       </w:t>
      </w:r>
    </w:p>
    <w:p w:rsidR="0062748B" w:rsidRDefault="0062748B" w:rsidP="0062748B">
      <w:r>
        <w:t xml:space="preserve">10.1.1       .         .        +INF       EPS       </w:t>
      </w:r>
    </w:p>
    <w:p w:rsidR="0062748B" w:rsidRDefault="0062748B" w:rsidP="0062748B">
      <w:r>
        <w:t xml:space="preserve">10.1.2       .         .        +INF       EPS       </w:t>
      </w:r>
    </w:p>
    <w:p w:rsidR="0062748B" w:rsidRDefault="0062748B" w:rsidP="0062748B">
      <w:r>
        <w:t xml:space="preserve">10.1.3       .         .        +INF       EPS       </w:t>
      </w:r>
    </w:p>
    <w:p w:rsidR="0062748B" w:rsidRDefault="0062748B" w:rsidP="0062748B">
      <w:r>
        <w:t xml:space="preserve">10.1.4       .         .        +INF       EPS       </w:t>
      </w:r>
    </w:p>
    <w:p w:rsidR="0062748B" w:rsidRDefault="0062748B" w:rsidP="0062748B">
      <w:r>
        <w:t xml:space="preserve">10.1.5       .         .        +INF       EPS       </w:t>
      </w:r>
    </w:p>
    <w:p w:rsidR="0062748B" w:rsidRDefault="0062748B" w:rsidP="0062748B">
      <w:r>
        <w:lastRenderedPageBreak/>
        <w:t xml:space="preserve">10.1.6       .         .        +INF       EPS       </w:t>
      </w:r>
    </w:p>
    <w:p w:rsidR="0062748B" w:rsidRDefault="0062748B" w:rsidP="0062748B">
      <w:r>
        <w:t xml:space="preserve">10.1.7       .         .        +INF       EPS       </w:t>
      </w:r>
    </w:p>
    <w:p w:rsidR="0062748B" w:rsidRDefault="0062748B" w:rsidP="0062748B">
      <w:r>
        <w:t xml:space="preserve">10.1.8       .         .        +INF       EPS       </w:t>
      </w:r>
    </w:p>
    <w:p w:rsidR="0062748B" w:rsidRDefault="0062748B" w:rsidP="0062748B">
      <w:r>
        <w:t xml:space="preserve">10.1.9       .         .        +INF       EPS       </w:t>
      </w:r>
    </w:p>
    <w:p w:rsidR="0062748B" w:rsidRDefault="0062748B" w:rsidP="0062748B">
      <w:r>
        <w:t xml:space="preserve">10.1.10      .         .        +INF       EPS       </w:t>
      </w:r>
    </w:p>
    <w:p w:rsidR="0062748B" w:rsidRDefault="0062748B" w:rsidP="0062748B">
      <w:r>
        <w:t xml:space="preserve">10.1.11      .         .        +INF       EPS       </w:t>
      </w:r>
    </w:p>
    <w:p w:rsidR="0062748B" w:rsidRDefault="0062748B" w:rsidP="0062748B">
      <w:r>
        <w:t xml:space="preserve">10.1.12      .         .        +INF       EPS       </w:t>
      </w:r>
    </w:p>
    <w:p w:rsidR="0062748B" w:rsidRDefault="0062748B" w:rsidP="0062748B">
      <w:r>
        <w:t xml:space="preserve">10.1.13      .         .        +INF       EPS       </w:t>
      </w:r>
    </w:p>
    <w:p w:rsidR="0062748B" w:rsidRDefault="0062748B" w:rsidP="0062748B">
      <w:r>
        <w:t xml:space="preserve">10.1.14      .         .        +INF       EPS       </w:t>
      </w:r>
    </w:p>
    <w:p w:rsidR="0062748B" w:rsidRDefault="0062748B" w:rsidP="0062748B">
      <w:r>
        <w:t xml:space="preserve">10.1.15      .         .        +INF       EPS       </w:t>
      </w:r>
    </w:p>
    <w:p w:rsidR="0062748B" w:rsidRDefault="0062748B" w:rsidP="0062748B">
      <w:r>
        <w:t xml:space="preserve">10.1.16      .         .        +INF       EPS       </w:t>
      </w:r>
    </w:p>
    <w:p w:rsidR="0062748B" w:rsidRDefault="0062748B" w:rsidP="0062748B">
      <w:r>
        <w:t xml:space="preserve">10.1.17      .         .        +INF       EPS       </w:t>
      </w:r>
    </w:p>
    <w:p w:rsidR="0062748B" w:rsidRDefault="0062748B" w:rsidP="0062748B">
      <w:r>
        <w:t xml:space="preserve">10.1.18      .         .        +INF       EPS       </w:t>
      </w:r>
    </w:p>
    <w:p w:rsidR="0062748B" w:rsidRDefault="0062748B" w:rsidP="0062748B">
      <w:r>
        <w:t xml:space="preserve">10.1.19      .         .        +INF       EPS       </w:t>
      </w:r>
    </w:p>
    <w:p w:rsidR="0062748B" w:rsidRDefault="0062748B" w:rsidP="0062748B">
      <w:r>
        <w:t xml:space="preserve">10.1.20      .         .        +INF       EPS       </w:t>
      </w:r>
    </w:p>
    <w:p w:rsidR="0062748B" w:rsidRDefault="0062748B" w:rsidP="0062748B">
      <w:r>
        <w:t xml:space="preserve">10.1.21      .         .        +INF       EPS       </w:t>
      </w:r>
    </w:p>
    <w:p w:rsidR="0062748B" w:rsidRDefault="0062748B" w:rsidP="0062748B">
      <w:r>
        <w:t xml:space="preserve">10.1.22      .         .        +INF       EPS       </w:t>
      </w:r>
    </w:p>
    <w:p w:rsidR="0062748B" w:rsidRDefault="0062748B" w:rsidP="0062748B">
      <w:r>
        <w:t xml:space="preserve">10.1.23      .         .        +INF       EPS       </w:t>
      </w:r>
    </w:p>
    <w:p w:rsidR="0062748B" w:rsidRDefault="0062748B" w:rsidP="0062748B">
      <w:r>
        <w:t xml:space="preserve">10.1.24      .         .        +INF       EPS       </w:t>
      </w:r>
    </w:p>
    <w:p w:rsidR="0062748B" w:rsidRDefault="0062748B" w:rsidP="0062748B">
      <w:r>
        <w:t xml:space="preserve">10.1.25      .         .        +INF       EPS       </w:t>
      </w:r>
    </w:p>
    <w:p w:rsidR="0062748B" w:rsidRDefault="0062748B" w:rsidP="0062748B">
      <w:r>
        <w:t xml:space="preserve">10.1.26      .         .        +INF       EPS       </w:t>
      </w:r>
    </w:p>
    <w:p w:rsidR="0062748B" w:rsidRDefault="0062748B" w:rsidP="0062748B">
      <w:r>
        <w:t xml:space="preserve">10.1.27      .         .        +INF       EPS       </w:t>
      </w:r>
    </w:p>
    <w:p w:rsidR="0062748B" w:rsidRDefault="0062748B" w:rsidP="0062748B">
      <w:r>
        <w:t xml:space="preserve">10.1.28      .         .        +INF       EPS       </w:t>
      </w:r>
    </w:p>
    <w:p w:rsidR="0062748B" w:rsidRDefault="0062748B" w:rsidP="0062748B">
      <w:r>
        <w:t xml:space="preserve">10.1.29      .         .        +INF       EPS       </w:t>
      </w:r>
    </w:p>
    <w:p w:rsidR="0062748B" w:rsidRDefault="0062748B" w:rsidP="0062748B">
      <w:r>
        <w:t xml:space="preserve">11.1.1       .         .        +INF       EPS       </w:t>
      </w:r>
    </w:p>
    <w:p w:rsidR="0062748B" w:rsidRDefault="0062748B" w:rsidP="0062748B">
      <w:r>
        <w:lastRenderedPageBreak/>
        <w:t xml:space="preserve">11.1.2       .         .        +INF       EPS       </w:t>
      </w:r>
    </w:p>
    <w:p w:rsidR="0062748B" w:rsidRDefault="0062748B" w:rsidP="0062748B">
      <w:r>
        <w:t xml:space="preserve">11.1.3       .         .        +INF       EPS       </w:t>
      </w:r>
    </w:p>
    <w:p w:rsidR="0062748B" w:rsidRDefault="0062748B" w:rsidP="0062748B">
      <w:r>
        <w:t xml:space="preserve">11.1.4       .         .        +INF       EPS       </w:t>
      </w:r>
    </w:p>
    <w:p w:rsidR="0062748B" w:rsidRDefault="0062748B" w:rsidP="0062748B">
      <w:r>
        <w:t xml:space="preserve">11.1.5       .         .        +INF       EPS       </w:t>
      </w:r>
    </w:p>
    <w:p w:rsidR="0062748B" w:rsidRDefault="0062748B" w:rsidP="0062748B">
      <w:r>
        <w:t xml:space="preserve">11.1.6       .         .        +INF       EPS       </w:t>
      </w:r>
    </w:p>
    <w:p w:rsidR="0062748B" w:rsidRDefault="0062748B" w:rsidP="0062748B">
      <w:r>
        <w:t xml:space="preserve">11.1.7       .         .        +INF       EPS       </w:t>
      </w:r>
    </w:p>
    <w:p w:rsidR="0062748B" w:rsidRDefault="0062748B" w:rsidP="0062748B">
      <w:r>
        <w:t xml:space="preserve">11.1.8       .         .        +INF       EPS       </w:t>
      </w:r>
    </w:p>
    <w:p w:rsidR="0062748B" w:rsidRDefault="0062748B" w:rsidP="0062748B">
      <w:r>
        <w:t xml:space="preserve">11.1.9       .         .        +INF       EPS       </w:t>
      </w:r>
    </w:p>
    <w:p w:rsidR="0062748B" w:rsidRDefault="0062748B" w:rsidP="0062748B">
      <w:r>
        <w:t xml:space="preserve">11.1.10      .         .        +INF       EPS       </w:t>
      </w:r>
    </w:p>
    <w:p w:rsidR="0062748B" w:rsidRDefault="0062748B" w:rsidP="0062748B">
      <w:r>
        <w:t xml:space="preserve">11.1.11      .         .        +INF       EPS       </w:t>
      </w:r>
    </w:p>
    <w:p w:rsidR="0062748B" w:rsidRDefault="0062748B" w:rsidP="0062748B">
      <w:r>
        <w:t xml:space="preserve">11.1.12      .         .        +INF       EPS       </w:t>
      </w:r>
    </w:p>
    <w:p w:rsidR="0062748B" w:rsidRDefault="0062748B" w:rsidP="0062748B">
      <w:r>
        <w:t xml:space="preserve">11.1.13      .         .        +INF       EPS       </w:t>
      </w:r>
    </w:p>
    <w:p w:rsidR="0062748B" w:rsidRDefault="0062748B" w:rsidP="0062748B">
      <w:r>
        <w:t xml:space="preserve">11.1.14      .         .        +INF       EPS       </w:t>
      </w:r>
    </w:p>
    <w:p w:rsidR="0062748B" w:rsidRDefault="0062748B" w:rsidP="0062748B">
      <w:r>
        <w:t xml:space="preserve">11.1.15      .         .        +INF       EPS       </w:t>
      </w:r>
    </w:p>
    <w:p w:rsidR="0062748B" w:rsidRDefault="0062748B" w:rsidP="0062748B">
      <w:r>
        <w:t xml:space="preserve">11.1.16      .         .        +INF       EPS       </w:t>
      </w:r>
    </w:p>
    <w:p w:rsidR="0062748B" w:rsidRDefault="0062748B" w:rsidP="0062748B">
      <w:r>
        <w:t xml:space="preserve">11.1.17      .         .        +INF       EPS       </w:t>
      </w:r>
    </w:p>
    <w:p w:rsidR="0062748B" w:rsidRDefault="0062748B" w:rsidP="0062748B">
      <w:r>
        <w:t xml:space="preserve">11.1.18      .         .        +INF       EPS       </w:t>
      </w:r>
    </w:p>
    <w:p w:rsidR="0062748B" w:rsidRDefault="0062748B" w:rsidP="0062748B">
      <w:r>
        <w:t xml:space="preserve">11.1.19      .         .        +INF       EPS       </w:t>
      </w:r>
    </w:p>
    <w:p w:rsidR="0062748B" w:rsidRDefault="0062748B" w:rsidP="0062748B">
      <w:r>
        <w:t xml:space="preserve">11.1.20      .         .        +INF       EPS       </w:t>
      </w:r>
    </w:p>
    <w:p w:rsidR="0062748B" w:rsidRDefault="0062748B" w:rsidP="0062748B">
      <w:r>
        <w:t xml:space="preserve">11.1.21      .         .        +INF       EPS       </w:t>
      </w:r>
    </w:p>
    <w:p w:rsidR="0062748B" w:rsidRDefault="0062748B" w:rsidP="0062748B">
      <w:r>
        <w:t xml:space="preserve">11.1.22      .         .        +INF       EPS       </w:t>
      </w:r>
    </w:p>
    <w:p w:rsidR="0062748B" w:rsidRDefault="0062748B" w:rsidP="0062748B">
      <w:r>
        <w:t xml:space="preserve">11.1.23      .         .        +INF       EPS       </w:t>
      </w:r>
    </w:p>
    <w:p w:rsidR="0062748B" w:rsidRDefault="0062748B" w:rsidP="0062748B">
      <w:r>
        <w:t xml:space="preserve">11.1.24      .         .        +INF       EPS       </w:t>
      </w:r>
    </w:p>
    <w:p w:rsidR="0062748B" w:rsidRDefault="0062748B" w:rsidP="0062748B">
      <w:r>
        <w:t xml:space="preserve">11.1.25      .         .        +INF       EPS       </w:t>
      </w:r>
    </w:p>
    <w:p w:rsidR="0062748B" w:rsidRDefault="0062748B" w:rsidP="0062748B">
      <w:r>
        <w:t xml:space="preserve">11.1.26      .         .        +INF       EPS       </w:t>
      </w:r>
    </w:p>
    <w:p w:rsidR="0062748B" w:rsidRDefault="0062748B" w:rsidP="0062748B">
      <w:r>
        <w:lastRenderedPageBreak/>
        <w:t xml:space="preserve">11.1.27      .         .        +INF       EPS       </w:t>
      </w:r>
    </w:p>
    <w:p w:rsidR="0062748B" w:rsidRDefault="0062748B" w:rsidP="0062748B">
      <w:r>
        <w:t xml:space="preserve">11.1.28      .         .        +INF       EPS       </w:t>
      </w:r>
    </w:p>
    <w:p w:rsidR="0062748B" w:rsidRDefault="0062748B" w:rsidP="0062748B">
      <w:r>
        <w:t xml:space="preserve">11.1.29      .         .        +INF       EPS       </w:t>
      </w:r>
    </w:p>
    <w:p w:rsidR="0062748B" w:rsidRDefault="0062748B" w:rsidP="0062748B">
      <w:r>
        <w:t xml:space="preserve">12.1.1       .         .        +INF       EPS       </w:t>
      </w:r>
    </w:p>
    <w:p w:rsidR="0062748B" w:rsidRDefault="0062748B" w:rsidP="0062748B">
      <w:r>
        <w:t xml:space="preserve">12.1.2       .         .        +INF       EPS       </w:t>
      </w:r>
    </w:p>
    <w:p w:rsidR="0062748B" w:rsidRDefault="0062748B" w:rsidP="0062748B">
      <w:r>
        <w:t xml:space="preserve">12.1.3       .         .        +INF       EPS       </w:t>
      </w:r>
    </w:p>
    <w:p w:rsidR="0062748B" w:rsidRDefault="0062748B" w:rsidP="0062748B">
      <w:r>
        <w:t xml:space="preserve">12.1.4       .         .        +INF       EPS       </w:t>
      </w:r>
    </w:p>
    <w:p w:rsidR="0062748B" w:rsidRDefault="0062748B" w:rsidP="0062748B">
      <w:r>
        <w:t xml:space="preserve">12.1.5       .         .        +INF       EPS       </w:t>
      </w:r>
    </w:p>
    <w:p w:rsidR="0062748B" w:rsidRDefault="0062748B" w:rsidP="0062748B">
      <w:r>
        <w:t xml:space="preserve">12.1.6       .         .        +INF       EPS       </w:t>
      </w:r>
    </w:p>
    <w:p w:rsidR="0062748B" w:rsidRDefault="0062748B" w:rsidP="0062748B">
      <w:r>
        <w:t xml:space="preserve">12.1.7       .         .        +INF       EPS       </w:t>
      </w:r>
    </w:p>
    <w:p w:rsidR="0062748B" w:rsidRDefault="0062748B" w:rsidP="0062748B">
      <w:r>
        <w:t xml:space="preserve">12.1.8       .         .        +INF       EPS       </w:t>
      </w:r>
    </w:p>
    <w:p w:rsidR="0062748B" w:rsidRDefault="0062748B" w:rsidP="0062748B">
      <w:r>
        <w:t xml:space="preserve">12.1.9       .         .        +INF       EPS       </w:t>
      </w:r>
    </w:p>
    <w:p w:rsidR="0062748B" w:rsidRDefault="0062748B" w:rsidP="0062748B">
      <w:r>
        <w:t xml:space="preserve">12.1.10      .         .        +INF       EPS       </w:t>
      </w:r>
    </w:p>
    <w:p w:rsidR="0062748B" w:rsidRDefault="0062748B" w:rsidP="0062748B">
      <w:r>
        <w:t xml:space="preserve">12.1.11      .         .        +INF       EPS       </w:t>
      </w:r>
    </w:p>
    <w:p w:rsidR="0062748B" w:rsidRDefault="0062748B" w:rsidP="0062748B">
      <w:r>
        <w:t xml:space="preserve">12.1.12      .         .        +INF       EPS       </w:t>
      </w:r>
    </w:p>
    <w:p w:rsidR="0062748B" w:rsidRDefault="0062748B" w:rsidP="0062748B">
      <w:r>
        <w:t xml:space="preserve">12.1.13      .         .        +INF       EPS       </w:t>
      </w:r>
    </w:p>
    <w:p w:rsidR="0062748B" w:rsidRDefault="0062748B" w:rsidP="0062748B">
      <w:r>
        <w:t xml:space="preserve">12.1.14      .         .        +INF       EPS       </w:t>
      </w:r>
    </w:p>
    <w:p w:rsidR="0062748B" w:rsidRDefault="0062748B" w:rsidP="0062748B">
      <w:r>
        <w:t xml:space="preserve">12.1.15      .         .        +INF       EPS       </w:t>
      </w:r>
    </w:p>
    <w:p w:rsidR="0062748B" w:rsidRDefault="0062748B" w:rsidP="0062748B">
      <w:r>
        <w:t xml:space="preserve">12.1.16      .         .        +INF       EPS       </w:t>
      </w:r>
    </w:p>
    <w:p w:rsidR="0062748B" w:rsidRDefault="0062748B" w:rsidP="0062748B">
      <w:r>
        <w:t xml:space="preserve">12.1.17      .         .        +INF       EPS       </w:t>
      </w:r>
    </w:p>
    <w:p w:rsidR="0062748B" w:rsidRDefault="0062748B" w:rsidP="0062748B">
      <w:r>
        <w:t xml:space="preserve">12.1.18      .         .        +INF       EPS       </w:t>
      </w:r>
    </w:p>
    <w:p w:rsidR="0062748B" w:rsidRDefault="0062748B" w:rsidP="0062748B">
      <w:r>
        <w:t xml:space="preserve">12.1.19      .         .        +INF       EPS       </w:t>
      </w:r>
    </w:p>
    <w:p w:rsidR="0062748B" w:rsidRDefault="0062748B" w:rsidP="0062748B">
      <w:r>
        <w:t xml:space="preserve">12.1.20      .         .        +INF       EPS       </w:t>
      </w:r>
    </w:p>
    <w:p w:rsidR="0062748B" w:rsidRDefault="0062748B" w:rsidP="0062748B">
      <w:r>
        <w:t xml:space="preserve">12.1.21      .         .        +INF       EPS       </w:t>
      </w:r>
    </w:p>
    <w:p w:rsidR="0062748B" w:rsidRDefault="0062748B" w:rsidP="0062748B">
      <w:r>
        <w:t xml:space="preserve">12.1.22      .         .        +INF       EPS       </w:t>
      </w:r>
    </w:p>
    <w:p w:rsidR="0062748B" w:rsidRDefault="0062748B" w:rsidP="0062748B">
      <w:r>
        <w:lastRenderedPageBreak/>
        <w:t xml:space="preserve">12.1.23      .         .        +INF       EPS       </w:t>
      </w:r>
    </w:p>
    <w:p w:rsidR="0062748B" w:rsidRDefault="0062748B" w:rsidP="0062748B">
      <w:r>
        <w:t xml:space="preserve">12.1.24      .         .        +INF       EPS       </w:t>
      </w:r>
    </w:p>
    <w:p w:rsidR="0062748B" w:rsidRDefault="0062748B" w:rsidP="0062748B">
      <w:r>
        <w:t xml:space="preserve">12.1.25      .         .        +INF       EPS       </w:t>
      </w:r>
    </w:p>
    <w:p w:rsidR="0062748B" w:rsidRDefault="0062748B" w:rsidP="0062748B">
      <w:r>
        <w:t xml:space="preserve">12.1.26      .         .        +INF       EPS       </w:t>
      </w:r>
    </w:p>
    <w:p w:rsidR="0062748B" w:rsidRDefault="0062748B" w:rsidP="0062748B">
      <w:r>
        <w:t xml:space="preserve">12.1.27      .         .        +INF       EPS       </w:t>
      </w:r>
    </w:p>
    <w:p w:rsidR="0062748B" w:rsidRDefault="0062748B" w:rsidP="0062748B">
      <w:r>
        <w:t xml:space="preserve">12.1.28      .         .        +INF       EPS       </w:t>
      </w:r>
    </w:p>
    <w:p w:rsidR="0062748B" w:rsidRDefault="0062748B" w:rsidP="0062748B">
      <w:r>
        <w:t xml:space="preserve">12.1.29      .         .        +INF       EPS       </w:t>
      </w:r>
    </w:p>
    <w:p w:rsidR="0062748B" w:rsidRDefault="0062748B" w:rsidP="0062748B">
      <w:r>
        <w:t xml:space="preserve">13.1.1       .         .        +INF       EPS       </w:t>
      </w:r>
    </w:p>
    <w:p w:rsidR="0062748B" w:rsidRDefault="0062748B" w:rsidP="0062748B">
      <w:r>
        <w:t xml:space="preserve">13.1.2       .         .        +INF       EPS       </w:t>
      </w:r>
    </w:p>
    <w:p w:rsidR="0062748B" w:rsidRDefault="0062748B" w:rsidP="0062748B">
      <w:r>
        <w:t xml:space="preserve">13.1.3       .         .        +INF       EPS       </w:t>
      </w:r>
    </w:p>
    <w:p w:rsidR="0062748B" w:rsidRDefault="0062748B" w:rsidP="0062748B">
      <w:r>
        <w:t xml:space="preserve">13.1.4       .         .        +INF       EPS       </w:t>
      </w:r>
    </w:p>
    <w:p w:rsidR="0062748B" w:rsidRDefault="0062748B" w:rsidP="0062748B">
      <w:r>
        <w:t xml:space="preserve">13.1.5       .         .        +INF       EPS       </w:t>
      </w:r>
    </w:p>
    <w:p w:rsidR="0062748B" w:rsidRDefault="0062748B" w:rsidP="0062748B">
      <w:r>
        <w:t xml:space="preserve">13.1.6       .         .        +INF       EPS       </w:t>
      </w:r>
    </w:p>
    <w:p w:rsidR="0062748B" w:rsidRDefault="0062748B" w:rsidP="0062748B">
      <w:r>
        <w:t xml:space="preserve">13.1.7       .         .        +INF       EPS       </w:t>
      </w:r>
    </w:p>
    <w:p w:rsidR="0062748B" w:rsidRDefault="0062748B" w:rsidP="0062748B">
      <w:r>
        <w:t xml:space="preserve">13.1.8       .         .        +INF       EPS       </w:t>
      </w:r>
    </w:p>
    <w:p w:rsidR="0062748B" w:rsidRDefault="0062748B" w:rsidP="0062748B">
      <w:r>
        <w:t xml:space="preserve">13.1.9       .         .        +INF       EPS       </w:t>
      </w:r>
    </w:p>
    <w:p w:rsidR="0062748B" w:rsidRDefault="0062748B" w:rsidP="0062748B">
      <w:r>
        <w:t xml:space="preserve">13.1.10      .         .        +INF       EPS       </w:t>
      </w:r>
    </w:p>
    <w:p w:rsidR="0062748B" w:rsidRDefault="0062748B" w:rsidP="0062748B">
      <w:r>
        <w:t xml:space="preserve">13.1.11      .         .        +INF       EPS       </w:t>
      </w:r>
    </w:p>
    <w:p w:rsidR="0062748B" w:rsidRDefault="0062748B" w:rsidP="0062748B">
      <w:r>
        <w:t xml:space="preserve">13.1.12      .         .        +INF       EPS       </w:t>
      </w:r>
    </w:p>
    <w:p w:rsidR="0062748B" w:rsidRDefault="0062748B" w:rsidP="0062748B">
      <w:r>
        <w:t xml:space="preserve">13.1.13      .         .        +INF       EPS       </w:t>
      </w:r>
    </w:p>
    <w:p w:rsidR="0062748B" w:rsidRDefault="0062748B" w:rsidP="0062748B">
      <w:r>
        <w:t xml:space="preserve">13.1.14      .         .        +INF       EPS       </w:t>
      </w:r>
    </w:p>
    <w:p w:rsidR="0062748B" w:rsidRDefault="0062748B" w:rsidP="0062748B">
      <w:r>
        <w:t xml:space="preserve">13.1.15      .         .        +INF       EPS       </w:t>
      </w:r>
    </w:p>
    <w:p w:rsidR="0062748B" w:rsidRDefault="0062748B" w:rsidP="0062748B">
      <w:r>
        <w:t xml:space="preserve">13.1.16      .         .        +INF       EPS       </w:t>
      </w:r>
    </w:p>
    <w:p w:rsidR="0062748B" w:rsidRDefault="0062748B" w:rsidP="0062748B">
      <w:r>
        <w:t xml:space="preserve">13.1.17      .         .        +INF       EPS       </w:t>
      </w:r>
    </w:p>
    <w:p w:rsidR="0062748B" w:rsidRDefault="0062748B" w:rsidP="0062748B">
      <w:r>
        <w:t xml:space="preserve">13.1.18      .         .        +INF       EPS       </w:t>
      </w:r>
    </w:p>
    <w:p w:rsidR="0062748B" w:rsidRDefault="0062748B" w:rsidP="0062748B">
      <w:r>
        <w:lastRenderedPageBreak/>
        <w:t xml:space="preserve">13.1.19      .         .        +INF       EPS       </w:t>
      </w:r>
    </w:p>
    <w:p w:rsidR="0062748B" w:rsidRDefault="0062748B" w:rsidP="0062748B">
      <w:r>
        <w:t xml:space="preserve">13.1.20      .         .        +INF       EPS       </w:t>
      </w:r>
    </w:p>
    <w:p w:rsidR="0062748B" w:rsidRDefault="0062748B" w:rsidP="0062748B">
      <w:r>
        <w:t xml:space="preserve">13.1.21      .         .        +INF       EPS       </w:t>
      </w:r>
    </w:p>
    <w:p w:rsidR="0062748B" w:rsidRDefault="0062748B" w:rsidP="0062748B">
      <w:r>
        <w:t xml:space="preserve">13.1.22      .         .        +INF       EPS       </w:t>
      </w:r>
    </w:p>
    <w:p w:rsidR="0062748B" w:rsidRDefault="0062748B" w:rsidP="0062748B">
      <w:r>
        <w:t xml:space="preserve">13.1.23      .         .        +INF       EPS       </w:t>
      </w:r>
    </w:p>
    <w:p w:rsidR="0062748B" w:rsidRDefault="0062748B" w:rsidP="0062748B">
      <w:r>
        <w:t xml:space="preserve">13.1.24      .         .        +INF       EPS       </w:t>
      </w:r>
    </w:p>
    <w:p w:rsidR="0062748B" w:rsidRDefault="0062748B" w:rsidP="0062748B">
      <w:r>
        <w:t xml:space="preserve">13.1.25      .         .        +INF       EPS       </w:t>
      </w:r>
    </w:p>
    <w:p w:rsidR="0062748B" w:rsidRDefault="0062748B" w:rsidP="0062748B">
      <w:r>
        <w:t xml:space="preserve">13.1.26      .         .        +INF       EPS       </w:t>
      </w:r>
    </w:p>
    <w:p w:rsidR="0062748B" w:rsidRDefault="0062748B" w:rsidP="0062748B">
      <w:r>
        <w:t xml:space="preserve">13.1.27      .         .        +INF       EPS       </w:t>
      </w:r>
    </w:p>
    <w:p w:rsidR="0062748B" w:rsidRDefault="0062748B" w:rsidP="0062748B">
      <w:r>
        <w:t xml:space="preserve">13.1.28      .         .        +INF       EPS       </w:t>
      </w:r>
    </w:p>
    <w:p w:rsidR="0062748B" w:rsidRDefault="0062748B" w:rsidP="0062748B">
      <w:r>
        <w:t xml:space="preserve">13.1.29      .         .        +INF       EPS       </w:t>
      </w:r>
    </w:p>
    <w:p w:rsidR="0062748B" w:rsidRDefault="0062748B" w:rsidP="0062748B">
      <w:r>
        <w:t xml:space="preserve">14.1.1       .         .        +INF       EPS       </w:t>
      </w:r>
    </w:p>
    <w:p w:rsidR="0062748B" w:rsidRDefault="0062748B" w:rsidP="0062748B">
      <w:r>
        <w:t xml:space="preserve">14.1.2       .         .        +INF       EPS       </w:t>
      </w:r>
    </w:p>
    <w:p w:rsidR="0062748B" w:rsidRDefault="0062748B" w:rsidP="0062748B">
      <w:r>
        <w:t xml:space="preserve">14.1.3       .         .        +INF       EPS       </w:t>
      </w:r>
    </w:p>
    <w:p w:rsidR="0062748B" w:rsidRDefault="0062748B" w:rsidP="0062748B">
      <w:r>
        <w:t xml:space="preserve">14.1.4       .         .        +INF       EPS       </w:t>
      </w:r>
    </w:p>
    <w:p w:rsidR="0062748B" w:rsidRDefault="0062748B" w:rsidP="0062748B">
      <w:r>
        <w:t xml:space="preserve">14.1.5       .         .        +INF       EPS       </w:t>
      </w:r>
    </w:p>
    <w:p w:rsidR="0062748B" w:rsidRDefault="0062748B" w:rsidP="0062748B">
      <w:r>
        <w:t xml:space="preserve">14.1.6       .         .        +INF       EPS       </w:t>
      </w:r>
    </w:p>
    <w:p w:rsidR="0062748B" w:rsidRDefault="0062748B" w:rsidP="0062748B">
      <w:r>
        <w:t xml:space="preserve">14.1.7       .         .        +INF       EPS       </w:t>
      </w:r>
    </w:p>
    <w:p w:rsidR="0062748B" w:rsidRDefault="0062748B" w:rsidP="0062748B">
      <w:r>
        <w:t xml:space="preserve">14.1.8       .         .        +INF       EPS       </w:t>
      </w:r>
    </w:p>
    <w:p w:rsidR="0062748B" w:rsidRDefault="0062748B" w:rsidP="0062748B">
      <w:r>
        <w:t xml:space="preserve">14.1.9       .         .        +INF       EPS       </w:t>
      </w:r>
    </w:p>
    <w:p w:rsidR="0062748B" w:rsidRDefault="0062748B" w:rsidP="0062748B">
      <w:r>
        <w:t xml:space="preserve">14.1.10      .         .        +INF       EPS       </w:t>
      </w:r>
    </w:p>
    <w:p w:rsidR="0062748B" w:rsidRDefault="0062748B" w:rsidP="0062748B">
      <w:r>
        <w:t xml:space="preserve">14.1.11      .         .        +INF       EPS       </w:t>
      </w:r>
    </w:p>
    <w:p w:rsidR="0062748B" w:rsidRDefault="0062748B" w:rsidP="0062748B">
      <w:r>
        <w:t xml:space="preserve">14.1.12      .         .        +INF       EPS       </w:t>
      </w:r>
    </w:p>
    <w:p w:rsidR="0062748B" w:rsidRDefault="0062748B" w:rsidP="0062748B">
      <w:r>
        <w:t xml:space="preserve">14.1.13      .         .        +INF       EPS       </w:t>
      </w:r>
    </w:p>
    <w:p w:rsidR="0062748B" w:rsidRDefault="0062748B" w:rsidP="0062748B">
      <w:r>
        <w:t xml:space="preserve">14.1.14      .         .        +INF       EPS       </w:t>
      </w:r>
    </w:p>
    <w:p w:rsidR="0062748B" w:rsidRDefault="0062748B" w:rsidP="0062748B">
      <w:r>
        <w:lastRenderedPageBreak/>
        <w:t xml:space="preserve">14.1.15      .         .        +INF       EPS       </w:t>
      </w:r>
    </w:p>
    <w:p w:rsidR="0062748B" w:rsidRDefault="0062748B" w:rsidP="0062748B">
      <w:r>
        <w:t xml:space="preserve">14.1.16      .         .        +INF       EPS       </w:t>
      </w:r>
    </w:p>
    <w:p w:rsidR="0062748B" w:rsidRDefault="0062748B" w:rsidP="0062748B">
      <w:r>
        <w:t xml:space="preserve">14.1.17      .         .        +INF       EPS       </w:t>
      </w:r>
    </w:p>
    <w:p w:rsidR="0062748B" w:rsidRDefault="0062748B" w:rsidP="0062748B">
      <w:r>
        <w:t xml:space="preserve">14.1.18      .         .        +INF       EPS       </w:t>
      </w:r>
    </w:p>
    <w:p w:rsidR="0062748B" w:rsidRDefault="0062748B" w:rsidP="0062748B">
      <w:r>
        <w:t xml:space="preserve">14.1.19      .         .        +INF       EPS       </w:t>
      </w:r>
    </w:p>
    <w:p w:rsidR="0062748B" w:rsidRDefault="0062748B" w:rsidP="0062748B">
      <w:r>
        <w:t xml:space="preserve">14.1.20      .         .        +INF       EPS       </w:t>
      </w:r>
    </w:p>
    <w:p w:rsidR="0062748B" w:rsidRDefault="0062748B" w:rsidP="0062748B">
      <w:r>
        <w:t xml:space="preserve">14.1.21      .         .        +INF       EPS       </w:t>
      </w:r>
    </w:p>
    <w:p w:rsidR="0062748B" w:rsidRDefault="0062748B" w:rsidP="0062748B">
      <w:r>
        <w:t xml:space="preserve">14.1.22      .         .        +INF       EPS       </w:t>
      </w:r>
    </w:p>
    <w:p w:rsidR="0062748B" w:rsidRDefault="0062748B" w:rsidP="0062748B">
      <w:r>
        <w:t xml:space="preserve">14.1.23      .         .        +INF       EPS       </w:t>
      </w:r>
    </w:p>
    <w:p w:rsidR="0062748B" w:rsidRDefault="0062748B" w:rsidP="0062748B">
      <w:r>
        <w:t xml:space="preserve">14.1.24      .         .        +INF       EPS       </w:t>
      </w:r>
    </w:p>
    <w:p w:rsidR="0062748B" w:rsidRDefault="0062748B" w:rsidP="0062748B">
      <w:r>
        <w:t xml:space="preserve">14.1.25      .         .        +INF       EPS       </w:t>
      </w:r>
    </w:p>
    <w:p w:rsidR="0062748B" w:rsidRDefault="0062748B" w:rsidP="0062748B">
      <w:r>
        <w:t xml:space="preserve">14.1.26      .         .        +INF       EPS       </w:t>
      </w:r>
    </w:p>
    <w:p w:rsidR="0062748B" w:rsidRDefault="0062748B" w:rsidP="0062748B">
      <w:r>
        <w:t xml:space="preserve">14.1.27      .         .        +INF       EPS       </w:t>
      </w:r>
    </w:p>
    <w:p w:rsidR="0062748B" w:rsidRDefault="0062748B" w:rsidP="0062748B">
      <w:r>
        <w:t xml:space="preserve">14.1.28      .         .        +INF       EPS       </w:t>
      </w:r>
    </w:p>
    <w:p w:rsidR="0062748B" w:rsidRDefault="0062748B" w:rsidP="0062748B">
      <w:r>
        <w:t xml:space="preserve">14.1.29      .         .        +INF       EPS       </w:t>
      </w:r>
    </w:p>
    <w:p w:rsidR="0062748B" w:rsidRDefault="0062748B" w:rsidP="0062748B">
      <w:r>
        <w:t xml:space="preserve">15.1.1       .         .        +INF       EPS       </w:t>
      </w:r>
    </w:p>
    <w:p w:rsidR="0062748B" w:rsidRDefault="0062748B" w:rsidP="0062748B">
      <w:r>
        <w:t xml:space="preserve">15.1.2       .         .        +INF       EPS       </w:t>
      </w:r>
    </w:p>
    <w:p w:rsidR="0062748B" w:rsidRDefault="0062748B" w:rsidP="0062748B">
      <w:r>
        <w:t xml:space="preserve">15.1.3       .         .        +INF       EPS       </w:t>
      </w:r>
    </w:p>
    <w:p w:rsidR="0062748B" w:rsidRDefault="0062748B" w:rsidP="0062748B">
      <w:r>
        <w:t xml:space="preserve">15.1.4       .         .        +INF       EPS       </w:t>
      </w:r>
    </w:p>
    <w:p w:rsidR="0062748B" w:rsidRDefault="0062748B" w:rsidP="0062748B">
      <w:r>
        <w:t xml:space="preserve">15.1.5       .         .        +INF       EPS       </w:t>
      </w:r>
    </w:p>
    <w:p w:rsidR="0062748B" w:rsidRDefault="0062748B" w:rsidP="0062748B">
      <w:r>
        <w:t xml:space="preserve">15.1.6       .         .        +INF       EPS       </w:t>
      </w:r>
    </w:p>
    <w:p w:rsidR="0062748B" w:rsidRDefault="0062748B" w:rsidP="0062748B">
      <w:r>
        <w:t xml:space="preserve">15.1.7       .         .        +INF       EPS       </w:t>
      </w:r>
    </w:p>
    <w:p w:rsidR="0062748B" w:rsidRDefault="0062748B" w:rsidP="0062748B">
      <w:r>
        <w:t xml:space="preserve">15.1.8       .         .        +INF       EPS       </w:t>
      </w:r>
    </w:p>
    <w:p w:rsidR="0062748B" w:rsidRDefault="0062748B" w:rsidP="0062748B">
      <w:r>
        <w:t xml:space="preserve">15.1.9       .         .        +INF       EPS       </w:t>
      </w:r>
    </w:p>
    <w:p w:rsidR="0062748B" w:rsidRDefault="0062748B" w:rsidP="0062748B">
      <w:r>
        <w:t xml:space="preserve">15.1.10      .         .        +INF       EPS       </w:t>
      </w:r>
    </w:p>
    <w:p w:rsidR="0062748B" w:rsidRDefault="0062748B" w:rsidP="0062748B">
      <w:r>
        <w:lastRenderedPageBreak/>
        <w:t xml:space="preserve">15.1.11      .         .        +INF       EPS       </w:t>
      </w:r>
    </w:p>
    <w:p w:rsidR="0062748B" w:rsidRDefault="0062748B" w:rsidP="0062748B">
      <w:r>
        <w:t xml:space="preserve">15.1.12      .         .        +INF       EPS       </w:t>
      </w:r>
    </w:p>
    <w:p w:rsidR="0062748B" w:rsidRDefault="0062748B" w:rsidP="0062748B">
      <w:r>
        <w:t xml:space="preserve">15.1.13      .         .        +INF       EPS       </w:t>
      </w:r>
    </w:p>
    <w:p w:rsidR="0062748B" w:rsidRDefault="0062748B" w:rsidP="0062748B">
      <w:r>
        <w:t xml:space="preserve">15.1.14      .         .        +INF       EPS       </w:t>
      </w:r>
    </w:p>
    <w:p w:rsidR="0062748B" w:rsidRDefault="0062748B" w:rsidP="0062748B">
      <w:r>
        <w:t xml:space="preserve">15.1.15      .         .        +INF       EPS       </w:t>
      </w:r>
    </w:p>
    <w:p w:rsidR="0062748B" w:rsidRDefault="0062748B" w:rsidP="0062748B">
      <w:r>
        <w:t xml:space="preserve">15.1.16      .         .        +INF       EPS       </w:t>
      </w:r>
    </w:p>
    <w:p w:rsidR="0062748B" w:rsidRDefault="0062748B" w:rsidP="0062748B">
      <w:r>
        <w:t xml:space="preserve">15.1.17      .         .        +INF       EPS       </w:t>
      </w:r>
    </w:p>
    <w:p w:rsidR="0062748B" w:rsidRDefault="0062748B" w:rsidP="0062748B">
      <w:r>
        <w:t xml:space="preserve">15.1.18      .         .        +INF       EPS       </w:t>
      </w:r>
    </w:p>
    <w:p w:rsidR="0062748B" w:rsidRDefault="0062748B" w:rsidP="0062748B">
      <w:r>
        <w:t xml:space="preserve">15.1.19      .         .        +INF       EPS       </w:t>
      </w:r>
    </w:p>
    <w:p w:rsidR="0062748B" w:rsidRDefault="0062748B" w:rsidP="0062748B">
      <w:r>
        <w:t xml:space="preserve">15.1.20      .         .        +INF       EPS       </w:t>
      </w:r>
    </w:p>
    <w:p w:rsidR="0062748B" w:rsidRDefault="0062748B" w:rsidP="0062748B">
      <w:r>
        <w:t xml:space="preserve">15.1.21      .         .        +INF       EPS       </w:t>
      </w:r>
    </w:p>
    <w:p w:rsidR="0062748B" w:rsidRDefault="0062748B" w:rsidP="0062748B">
      <w:r>
        <w:t xml:space="preserve">15.1.22      .         .        +INF       EPS       </w:t>
      </w:r>
    </w:p>
    <w:p w:rsidR="0062748B" w:rsidRDefault="0062748B" w:rsidP="0062748B">
      <w:r>
        <w:t xml:space="preserve">15.1.23      .         .        +INF       EPS       </w:t>
      </w:r>
    </w:p>
    <w:p w:rsidR="0062748B" w:rsidRDefault="0062748B" w:rsidP="0062748B">
      <w:r>
        <w:t xml:space="preserve">15.1.24      .         .        +INF       EPS       </w:t>
      </w:r>
    </w:p>
    <w:p w:rsidR="0062748B" w:rsidRDefault="0062748B" w:rsidP="0062748B">
      <w:r>
        <w:t xml:space="preserve">15.1.25      .         .        +INF       EPS       </w:t>
      </w:r>
    </w:p>
    <w:p w:rsidR="0062748B" w:rsidRDefault="0062748B" w:rsidP="0062748B">
      <w:r>
        <w:t xml:space="preserve">15.1.26      .         .        +INF       EPS       </w:t>
      </w:r>
    </w:p>
    <w:p w:rsidR="0062748B" w:rsidRDefault="0062748B" w:rsidP="0062748B">
      <w:r>
        <w:t xml:space="preserve">15.1.27      .         .        +INF       EPS       </w:t>
      </w:r>
    </w:p>
    <w:p w:rsidR="0062748B" w:rsidRDefault="0062748B" w:rsidP="0062748B">
      <w:r>
        <w:t xml:space="preserve">15.1.28      .         .        +INF       EPS       </w:t>
      </w:r>
    </w:p>
    <w:p w:rsidR="0062748B" w:rsidRDefault="0062748B" w:rsidP="0062748B">
      <w:r>
        <w:t xml:space="preserve">15.1.29      .         .        +INF       EPS       </w:t>
      </w:r>
    </w:p>
    <w:p w:rsidR="0062748B" w:rsidRDefault="0062748B" w:rsidP="0062748B">
      <w:r>
        <w:t xml:space="preserve">16.1.1       .         .        +INF       EPS       </w:t>
      </w:r>
    </w:p>
    <w:p w:rsidR="0062748B" w:rsidRDefault="0062748B" w:rsidP="0062748B">
      <w:r>
        <w:t xml:space="preserve">16.1.2       .         .        +INF       EPS       </w:t>
      </w:r>
    </w:p>
    <w:p w:rsidR="0062748B" w:rsidRDefault="0062748B" w:rsidP="0062748B">
      <w:r>
        <w:t xml:space="preserve">16.1.3       .         .        +INF       EPS       </w:t>
      </w:r>
    </w:p>
    <w:p w:rsidR="0062748B" w:rsidRDefault="0062748B" w:rsidP="0062748B">
      <w:r>
        <w:t xml:space="preserve">16.1.4       .         .        +INF       EPS       </w:t>
      </w:r>
    </w:p>
    <w:p w:rsidR="0062748B" w:rsidRDefault="0062748B" w:rsidP="0062748B">
      <w:r>
        <w:t xml:space="preserve">16.1.5       .         .        +INF       EPS       </w:t>
      </w:r>
    </w:p>
    <w:p w:rsidR="0062748B" w:rsidRDefault="0062748B" w:rsidP="0062748B">
      <w:r>
        <w:t xml:space="preserve">16.1.6       .         .        +INF       EPS       </w:t>
      </w:r>
    </w:p>
    <w:p w:rsidR="0062748B" w:rsidRDefault="0062748B" w:rsidP="0062748B">
      <w:r>
        <w:lastRenderedPageBreak/>
        <w:t xml:space="preserve">16.1.7       .         .        +INF       EPS       </w:t>
      </w:r>
    </w:p>
    <w:p w:rsidR="0062748B" w:rsidRDefault="0062748B" w:rsidP="0062748B">
      <w:r>
        <w:t xml:space="preserve">16.1.8       .         .        +INF       EPS       </w:t>
      </w:r>
    </w:p>
    <w:p w:rsidR="0062748B" w:rsidRDefault="0062748B" w:rsidP="0062748B">
      <w:r>
        <w:t xml:space="preserve">16.1.9       .         .        +INF       EPS       </w:t>
      </w:r>
    </w:p>
    <w:p w:rsidR="0062748B" w:rsidRDefault="0062748B" w:rsidP="0062748B">
      <w:r>
        <w:t xml:space="preserve">16.1.10      .         .        +INF       EPS       </w:t>
      </w:r>
    </w:p>
    <w:p w:rsidR="0062748B" w:rsidRDefault="0062748B" w:rsidP="0062748B">
      <w:r>
        <w:t xml:space="preserve">16.1.11      .         .        +INF       EPS       </w:t>
      </w:r>
    </w:p>
    <w:p w:rsidR="0062748B" w:rsidRDefault="0062748B" w:rsidP="0062748B">
      <w:r>
        <w:t xml:space="preserve">16.1.12      .         .        +INF       EPS       </w:t>
      </w:r>
    </w:p>
    <w:p w:rsidR="0062748B" w:rsidRDefault="0062748B" w:rsidP="0062748B">
      <w:r>
        <w:t xml:space="preserve">16.1.13      .         .        +INF       EPS       </w:t>
      </w:r>
    </w:p>
    <w:p w:rsidR="0062748B" w:rsidRDefault="0062748B" w:rsidP="0062748B">
      <w:r>
        <w:t xml:space="preserve">16.1.14      .         .        +INF       EPS       </w:t>
      </w:r>
    </w:p>
    <w:p w:rsidR="0062748B" w:rsidRDefault="0062748B" w:rsidP="0062748B">
      <w:r>
        <w:t xml:space="preserve">16.1.15      .         .        +INF       EPS       </w:t>
      </w:r>
    </w:p>
    <w:p w:rsidR="0062748B" w:rsidRDefault="0062748B" w:rsidP="0062748B">
      <w:r>
        <w:t xml:space="preserve">16.1.16      .         .        +INF       EPS       </w:t>
      </w:r>
    </w:p>
    <w:p w:rsidR="0062748B" w:rsidRDefault="0062748B" w:rsidP="0062748B">
      <w:r>
        <w:t xml:space="preserve">16.1.17      .         .        +INF       EPS       </w:t>
      </w:r>
    </w:p>
    <w:p w:rsidR="0062748B" w:rsidRDefault="0062748B" w:rsidP="0062748B">
      <w:r>
        <w:t xml:space="preserve">16.1.18      .         .        +INF       EPS       </w:t>
      </w:r>
    </w:p>
    <w:p w:rsidR="0062748B" w:rsidRDefault="0062748B" w:rsidP="0062748B">
      <w:r>
        <w:t xml:space="preserve">16.1.19      .         .        +INF       EPS       </w:t>
      </w:r>
    </w:p>
    <w:p w:rsidR="0062748B" w:rsidRDefault="0062748B" w:rsidP="0062748B">
      <w:r>
        <w:t xml:space="preserve">16.1.20      .         .        +INF       EPS       </w:t>
      </w:r>
    </w:p>
    <w:p w:rsidR="0062748B" w:rsidRDefault="0062748B" w:rsidP="0062748B">
      <w:r>
        <w:t xml:space="preserve">16.1.21      .         .        +INF       EPS       </w:t>
      </w:r>
    </w:p>
    <w:p w:rsidR="0062748B" w:rsidRDefault="0062748B" w:rsidP="0062748B">
      <w:r>
        <w:t xml:space="preserve">16.1.22      .         .        +INF       EPS       </w:t>
      </w:r>
    </w:p>
    <w:p w:rsidR="0062748B" w:rsidRDefault="0062748B" w:rsidP="0062748B">
      <w:r>
        <w:t xml:space="preserve">16.1.23      .         .        +INF       EPS       </w:t>
      </w:r>
    </w:p>
    <w:p w:rsidR="0062748B" w:rsidRDefault="0062748B" w:rsidP="0062748B">
      <w:r>
        <w:t xml:space="preserve">16.1.24      .         .        +INF       EPS       </w:t>
      </w:r>
    </w:p>
    <w:p w:rsidR="0062748B" w:rsidRDefault="0062748B" w:rsidP="0062748B">
      <w:r>
        <w:t xml:space="preserve">16.1.25      .         .        +INF       EPS       </w:t>
      </w:r>
    </w:p>
    <w:p w:rsidR="0062748B" w:rsidRDefault="0062748B" w:rsidP="0062748B">
      <w:r>
        <w:t xml:space="preserve">16.1.26      .         .        +INF       EPS       </w:t>
      </w:r>
    </w:p>
    <w:p w:rsidR="0062748B" w:rsidRDefault="0062748B" w:rsidP="0062748B">
      <w:r>
        <w:t xml:space="preserve">16.1.27      .         .        +INF       EPS       </w:t>
      </w:r>
    </w:p>
    <w:p w:rsidR="0062748B" w:rsidRDefault="0062748B" w:rsidP="0062748B">
      <w:r>
        <w:t xml:space="preserve">16.1.28      .         .        +INF       EPS       </w:t>
      </w:r>
    </w:p>
    <w:p w:rsidR="0062748B" w:rsidRDefault="0062748B" w:rsidP="0062748B">
      <w:r>
        <w:t xml:space="preserve">16.1.29      .         .        +INF       EPS       </w:t>
      </w:r>
    </w:p>
    <w:p w:rsidR="0062748B" w:rsidRDefault="0062748B" w:rsidP="0062748B">
      <w:r>
        <w:t xml:space="preserve">17.1.1       .         .        +INF       EPS       </w:t>
      </w:r>
    </w:p>
    <w:p w:rsidR="0062748B" w:rsidRDefault="0062748B" w:rsidP="0062748B">
      <w:r>
        <w:t xml:space="preserve">17.1.2       .         .        +INF       EPS       </w:t>
      </w:r>
    </w:p>
    <w:p w:rsidR="0062748B" w:rsidRDefault="0062748B" w:rsidP="0062748B">
      <w:r>
        <w:lastRenderedPageBreak/>
        <w:t xml:space="preserve">17.1.3       .         .        +INF       EPS       </w:t>
      </w:r>
    </w:p>
    <w:p w:rsidR="0062748B" w:rsidRDefault="0062748B" w:rsidP="0062748B">
      <w:r>
        <w:t xml:space="preserve">17.1.4       .         .        +INF       EPS       </w:t>
      </w:r>
    </w:p>
    <w:p w:rsidR="0062748B" w:rsidRDefault="0062748B" w:rsidP="0062748B">
      <w:r>
        <w:t xml:space="preserve">17.1.5       .         .        +INF       EPS       </w:t>
      </w:r>
    </w:p>
    <w:p w:rsidR="0062748B" w:rsidRDefault="0062748B" w:rsidP="0062748B">
      <w:r>
        <w:t xml:space="preserve">17.1.6       .         .        +INF       EPS       </w:t>
      </w:r>
    </w:p>
    <w:p w:rsidR="0062748B" w:rsidRDefault="0062748B" w:rsidP="0062748B">
      <w:r>
        <w:t xml:space="preserve">17.1.7       .         .        +INF       EPS       </w:t>
      </w:r>
    </w:p>
    <w:p w:rsidR="0062748B" w:rsidRDefault="0062748B" w:rsidP="0062748B">
      <w:r>
        <w:t xml:space="preserve">17.1.8       .         .        +INF       EPS       </w:t>
      </w:r>
    </w:p>
    <w:p w:rsidR="0062748B" w:rsidRDefault="0062748B" w:rsidP="0062748B">
      <w:r>
        <w:t xml:space="preserve">17.1.9       .         .        +INF       EPS       </w:t>
      </w:r>
    </w:p>
    <w:p w:rsidR="0062748B" w:rsidRDefault="0062748B" w:rsidP="0062748B">
      <w:r>
        <w:t xml:space="preserve">17.1.10      .         .        +INF       EPS       </w:t>
      </w:r>
    </w:p>
    <w:p w:rsidR="0062748B" w:rsidRDefault="0062748B" w:rsidP="0062748B">
      <w:r>
        <w:t xml:space="preserve">17.1.11      .         .        +INF       EPS       </w:t>
      </w:r>
    </w:p>
    <w:p w:rsidR="0062748B" w:rsidRDefault="0062748B" w:rsidP="0062748B">
      <w:r>
        <w:t xml:space="preserve">17.1.12      .         .        +INF       EPS       </w:t>
      </w:r>
    </w:p>
    <w:p w:rsidR="0062748B" w:rsidRDefault="0062748B" w:rsidP="0062748B">
      <w:r>
        <w:t xml:space="preserve">17.1.13      .         .        +INF       EPS       </w:t>
      </w:r>
    </w:p>
    <w:p w:rsidR="0062748B" w:rsidRDefault="0062748B" w:rsidP="0062748B">
      <w:r>
        <w:t xml:space="preserve">17.1.14      .         .        +INF       EPS       </w:t>
      </w:r>
    </w:p>
    <w:p w:rsidR="0062748B" w:rsidRDefault="0062748B" w:rsidP="0062748B">
      <w:r>
        <w:t xml:space="preserve">17.1.15      .         .        +INF       EPS       </w:t>
      </w:r>
    </w:p>
    <w:p w:rsidR="0062748B" w:rsidRDefault="0062748B" w:rsidP="0062748B">
      <w:r>
        <w:t xml:space="preserve">17.1.16      .         .        +INF       EPS       </w:t>
      </w:r>
    </w:p>
    <w:p w:rsidR="0062748B" w:rsidRDefault="0062748B" w:rsidP="0062748B">
      <w:r>
        <w:t xml:space="preserve">17.1.17      .         .        +INF       EPS       </w:t>
      </w:r>
    </w:p>
    <w:p w:rsidR="0062748B" w:rsidRDefault="0062748B" w:rsidP="0062748B">
      <w:r>
        <w:t xml:space="preserve">17.1.18      .         .        +INF       EPS       </w:t>
      </w:r>
    </w:p>
    <w:p w:rsidR="0062748B" w:rsidRDefault="0062748B" w:rsidP="0062748B">
      <w:r>
        <w:t xml:space="preserve">17.1.19      .         .        +INF       EPS       </w:t>
      </w:r>
    </w:p>
    <w:p w:rsidR="0062748B" w:rsidRDefault="0062748B" w:rsidP="0062748B">
      <w:r>
        <w:t xml:space="preserve">17.1.20      .         .        +INF       EPS       </w:t>
      </w:r>
    </w:p>
    <w:p w:rsidR="0062748B" w:rsidRDefault="0062748B" w:rsidP="0062748B">
      <w:r>
        <w:t xml:space="preserve">17.1.21      .         .        +INF       EPS       </w:t>
      </w:r>
    </w:p>
    <w:p w:rsidR="0062748B" w:rsidRDefault="0062748B" w:rsidP="0062748B">
      <w:r>
        <w:t xml:space="preserve">17.1.22      .         .        +INF       EPS       </w:t>
      </w:r>
    </w:p>
    <w:p w:rsidR="0062748B" w:rsidRDefault="0062748B" w:rsidP="0062748B">
      <w:r>
        <w:t xml:space="preserve">17.1.23      .         .        +INF       EPS       </w:t>
      </w:r>
    </w:p>
    <w:p w:rsidR="0062748B" w:rsidRDefault="0062748B" w:rsidP="0062748B">
      <w:r>
        <w:t xml:space="preserve">17.1.24      .         .        +INF       EPS       </w:t>
      </w:r>
    </w:p>
    <w:p w:rsidR="0062748B" w:rsidRDefault="0062748B" w:rsidP="0062748B">
      <w:r>
        <w:t xml:space="preserve">17.1.25      .         .        +INF       EPS       </w:t>
      </w:r>
    </w:p>
    <w:p w:rsidR="0062748B" w:rsidRDefault="0062748B" w:rsidP="0062748B">
      <w:r>
        <w:t xml:space="preserve">17.1.26      .         .        +INF       EPS       </w:t>
      </w:r>
    </w:p>
    <w:p w:rsidR="0062748B" w:rsidRDefault="0062748B" w:rsidP="0062748B">
      <w:r>
        <w:t xml:space="preserve">17.1.27      .         .        +INF       EPS       </w:t>
      </w:r>
    </w:p>
    <w:p w:rsidR="0062748B" w:rsidRDefault="0062748B" w:rsidP="0062748B">
      <w:r>
        <w:lastRenderedPageBreak/>
        <w:t xml:space="preserve">17.1.28      .         .        +INF       EPS       </w:t>
      </w:r>
    </w:p>
    <w:p w:rsidR="0062748B" w:rsidRDefault="0062748B" w:rsidP="0062748B">
      <w:r>
        <w:t xml:space="preserve">17.1.29      .         .        +INF       EPS       </w:t>
      </w:r>
    </w:p>
    <w:p w:rsidR="0062748B" w:rsidRDefault="0062748B" w:rsidP="0062748B">
      <w:r>
        <w:t xml:space="preserve">18.1.1       .         .        +INF       EPS       </w:t>
      </w:r>
    </w:p>
    <w:p w:rsidR="0062748B" w:rsidRDefault="0062748B" w:rsidP="0062748B">
      <w:r>
        <w:t xml:space="preserve">18.1.2       .         .        +INF       EPS       </w:t>
      </w:r>
    </w:p>
    <w:p w:rsidR="0062748B" w:rsidRDefault="0062748B" w:rsidP="0062748B">
      <w:r>
        <w:t xml:space="preserve">18.1.3       .         .        +INF       EPS       </w:t>
      </w:r>
    </w:p>
    <w:p w:rsidR="0062748B" w:rsidRDefault="0062748B" w:rsidP="0062748B">
      <w:r>
        <w:t xml:space="preserve">18.1.4       .         .        +INF       EPS       </w:t>
      </w:r>
    </w:p>
    <w:p w:rsidR="0062748B" w:rsidRDefault="0062748B" w:rsidP="0062748B">
      <w:r>
        <w:t xml:space="preserve">18.1.5       .         .        +INF       EPS       </w:t>
      </w:r>
    </w:p>
    <w:p w:rsidR="0062748B" w:rsidRDefault="0062748B" w:rsidP="0062748B">
      <w:r>
        <w:t xml:space="preserve">18.1.6       .         .        +INF       EPS       </w:t>
      </w:r>
    </w:p>
    <w:p w:rsidR="0062748B" w:rsidRDefault="0062748B" w:rsidP="0062748B">
      <w:r>
        <w:t xml:space="preserve">18.1.7       .         .        +INF       EPS       </w:t>
      </w:r>
    </w:p>
    <w:p w:rsidR="0062748B" w:rsidRDefault="0062748B" w:rsidP="0062748B">
      <w:r>
        <w:t xml:space="preserve">18.1.8       .         .        +INF       EPS       </w:t>
      </w:r>
    </w:p>
    <w:p w:rsidR="0062748B" w:rsidRDefault="0062748B" w:rsidP="0062748B">
      <w:r>
        <w:t xml:space="preserve">18.1.9       .         .        +INF       EPS       </w:t>
      </w:r>
    </w:p>
    <w:p w:rsidR="0062748B" w:rsidRDefault="0062748B" w:rsidP="0062748B">
      <w:r>
        <w:t xml:space="preserve">18.1.10      .         .        +INF       EPS       </w:t>
      </w:r>
    </w:p>
    <w:p w:rsidR="0062748B" w:rsidRDefault="0062748B" w:rsidP="0062748B">
      <w:r>
        <w:t xml:space="preserve">18.1.11      .         .        +INF       EPS       </w:t>
      </w:r>
    </w:p>
    <w:p w:rsidR="0062748B" w:rsidRDefault="0062748B" w:rsidP="0062748B">
      <w:r>
        <w:t xml:space="preserve">18.1.12      .         .        +INF       EPS       </w:t>
      </w:r>
    </w:p>
    <w:p w:rsidR="0062748B" w:rsidRDefault="0062748B" w:rsidP="0062748B">
      <w:r>
        <w:t xml:space="preserve">18.1.13      .         .        +INF       EPS       </w:t>
      </w:r>
    </w:p>
    <w:p w:rsidR="0062748B" w:rsidRDefault="0062748B" w:rsidP="0062748B">
      <w:r>
        <w:t xml:space="preserve">18.1.14      .         .        +INF       EPS       </w:t>
      </w:r>
    </w:p>
    <w:p w:rsidR="0062748B" w:rsidRDefault="0062748B" w:rsidP="0062748B">
      <w:r>
        <w:t xml:space="preserve">18.1.15      .         .        +INF       EPS       </w:t>
      </w:r>
    </w:p>
    <w:p w:rsidR="0062748B" w:rsidRDefault="0062748B" w:rsidP="0062748B">
      <w:r>
        <w:t xml:space="preserve">18.1.16      .         .        +INF       EPS       </w:t>
      </w:r>
    </w:p>
    <w:p w:rsidR="0062748B" w:rsidRDefault="0062748B" w:rsidP="0062748B">
      <w:r>
        <w:t xml:space="preserve">18.1.17      .         .        +INF       EPS       </w:t>
      </w:r>
    </w:p>
    <w:p w:rsidR="0062748B" w:rsidRDefault="0062748B" w:rsidP="0062748B">
      <w:r>
        <w:t xml:space="preserve">18.1.18      .         .        +INF       EPS       </w:t>
      </w:r>
    </w:p>
    <w:p w:rsidR="0062748B" w:rsidRDefault="0062748B" w:rsidP="0062748B">
      <w:r>
        <w:t xml:space="preserve">18.1.19      .         .        +INF       EPS       </w:t>
      </w:r>
    </w:p>
    <w:p w:rsidR="0062748B" w:rsidRDefault="0062748B" w:rsidP="0062748B">
      <w:r>
        <w:t xml:space="preserve">18.1.20      .         .        +INF       EPS       </w:t>
      </w:r>
    </w:p>
    <w:p w:rsidR="0062748B" w:rsidRDefault="0062748B" w:rsidP="0062748B">
      <w:r>
        <w:t xml:space="preserve">18.1.21      .         .        +INF       EPS       </w:t>
      </w:r>
    </w:p>
    <w:p w:rsidR="0062748B" w:rsidRDefault="0062748B" w:rsidP="0062748B">
      <w:r>
        <w:t xml:space="preserve">18.1.22      .         .        +INF       EPS       </w:t>
      </w:r>
    </w:p>
    <w:p w:rsidR="0062748B" w:rsidRDefault="0062748B" w:rsidP="0062748B">
      <w:r>
        <w:t xml:space="preserve">18.1.23      .         .        +INF       EPS       </w:t>
      </w:r>
    </w:p>
    <w:p w:rsidR="0062748B" w:rsidRDefault="0062748B" w:rsidP="0062748B">
      <w:r>
        <w:lastRenderedPageBreak/>
        <w:t xml:space="preserve">18.1.24      .         .        +INF       EPS       </w:t>
      </w:r>
    </w:p>
    <w:p w:rsidR="0062748B" w:rsidRDefault="0062748B" w:rsidP="0062748B">
      <w:r>
        <w:t xml:space="preserve">18.1.25      .         .        +INF       EPS       </w:t>
      </w:r>
    </w:p>
    <w:p w:rsidR="0062748B" w:rsidRDefault="0062748B" w:rsidP="0062748B">
      <w:r>
        <w:t xml:space="preserve">18.1.26      .         .        +INF       EPS       </w:t>
      </w:r>
    </w:p>
    <w:p w:rsidR="0062748B" w:rsidRDefault="0062748B" w:rsidP="0062748B">
      <w:r>
        <w:t xml:space="preserve">18.1.27      .         .        +INF       EPS       </w:t>
      </w:r>
    </w:p>
    <w:p w:rsidR="0062748B" w:rsidRDefault="0062748B" w:rsidP="0062748B">
      <w:r>
        <w:t xml:space="preserve">18.1.28      .         .        +INF       EPS       </w:t>
      </w:r>
    </w:p>
    <w:p w:rsidR="0062748B" w:rsidRDefault="0062748B" w:rsidP="0062748B">
      <w:r>
        <w:t xml:space="preserve">18.1.29      .         .        +INF       EPS       </w:t>
      </w:r>
    </w:p>
    <w:p w:rsidR="0062748B" w:rsidRDefault="0062748B" w:rsidP="0062748B">
      <w:r>
        <w:t xml:space="preserve">19.1.1       .         .        +INF       EPS       </w:t>
      </w:r>
    </w:p>
    <w:p w:rsidR="0062748B" w:rsidRDefault="0062748B" w:rsidP="0062748B">
      <w:r>
        <w:t xml:space="preserve">19.1.2       .         .        +INF       EPS       </w:t>
      </w:r>
    </w:p>
    <w:p w:rsidR="0062748B" w:rsidRDefault="0062748B" w:rsidP="0062748B">
      <w:r>
        <w:t xml:space="preserve">19.1.3       .         .        +INF       EPS       </w:t>
      </w:r>
    </w:p>
    <w:p w:rsidR="0062748B" w:rsidRDefault="0062748B" w:rsidP="0062748B">
      <w:r>
        <w:t xml:space="preserve">19.1.4       .         .        +INF       EPS       </w:t>
      </w:r>
    </w:p>
    <w:p w:rsidR="0062748B" w:rsidRDefault="0062748B" w:rsidP="0062748B">
      <w:r>
        <w:t xml:space="preserve">19.1.5       .         .        +INF       EPS       </w:t>
      </w:r>
    </w:p>
    <w:p w:rsidR="0062748B" w:rsidRDefault="0062748B" w:rsidP="0062748B">
      <w:r>
        <w:t xml:space="preserve">19.1.6       .         .        +INF       EPS       </w:t>
      </w:r>
    </w:p>
    <w:p w:rsidR="0062748B" w:rsidRDefault="0062748B" w:rsidP="0062748B">
      <w:r>
        <w:t xml:space="preserve">19.1.7       .         .        +INF       EPS       </w:t>
      </w:r>
    </w:p>
    <w:p w:rsidR="0062748B" w:rsidRDefault="0062748B" w:rsidP="0062748B">
      <w:r>
        <w:t xml:space="preserve">19.1.8       .         .        +INF       EPS       </w:t>
      </w:r>
    </w:p>
    <w:p w:rsidR="0062748B" w:rsidRDefault="0062748B" w:rsidP="0062748B">
      <w:r>
        <w:t xml:space="preserve">19.1.9       .         .        +INF       EPS       </w:t>
      </w:r>
    </w:p>
    <w:p w:rsidR="0062748B" w:rsidRDefault="0062748B" w:rsidP="0062748B">
      <w:r>
        <w:t xml:space="preserve">19.1.10      .         .        +INF       EPS       </w:t>
      </w:r>
    </w:p>
    <w:p w:rsidR="0062748B" w:rsidRDefault="0062748B" w:rsidP="0062748B">
      <w:r>
        <w:t xml:space="preserve">19.1.11      .         .        +INF       EPS       </w:t>
      </w:r>
    </w:p>
    <w:p w:rsidR="0062748B" w:rsidRDefault="0062748B" w:rsidP="0062748B">
      <w:r>
        <w:t xml:space="preserve">19.1.12      .         .        +INF       EPS       </w:t>
      </w:r>
    </w:p>
    <w:p w:rsidR="0062748B" w:rsidRDefault="0062748B" w:rsidP="0062748B">
      <w:r>
        <w:t xml:space="preserve">19.1.13      .         .        +INF       EPS       </w:t>
      </w:r>
    </w:p>
    <w:p w:rsidR="0062748B" w:rsidRDefault="0062748B" w:rsidP="0062748B">
      <w:r>
        <w:t xml:space="preserve">19.1.14      .         .        +INF       EPS       </w:t>
      </w:r>
    </w:p>
    <w:p w:rsidR="0062748B" w:rsidRDefault="0062748B" w:rsidP="0062748B">
      <w:r>
        <w:t xml:space="preserve">19.1.15      .         .        +INF       EPS       </w:t>
      </w:r>
    </w:p>
    <w:p w:rsidR="0062748B" w:rsidRDefault="0062748B" w:rsidP="0062748B">
      <w:r>
        <w:t xml:space="preserve">19.1.16      .         .        +INF       EPS       </w:t>
      </w:r>
    </w:p>
    <w:p w:rsidR="0062748B" w:rsidRDefault="0062748B" w:rsidP="0062748B">
      <w:r>
        <w:t xml:space="preserve">19.1.17      .         .        +INF       EPS       </w:t>
      </w:r>
    </w:p>
    <w:p w:rsidR="0062748B" w:rsidRDefault="0062748B" w:rsidP="0062748B">
      <w:r>
        <w:t xml:space="preserve">19.1.18      .         .        +INF       EPS       </w:t>
      </w:r>
    </w:p>
    <w:p w:rsidR="0062748B" w:rsidRDefault="0062748B" w:rsidP="0062748B">
      <w:r>
        <w:t xml:space="preserve">19.1.19      .         .        +INF       EPS       </w:t>
      </w:r>
    </w:p>
    <w:p w:rsidR="0062748B" w:rsidRDefault="0062748B" w:rsidP="0062748B">
      <w:r>
        <w:lastRenderedPageBreak/>
        <w:t xml:space="preserve">19.1.20      .         .        +INF       EPS       </w:t>
      </w:r>
    </w:p>
    <w:p w:rsidR="0062748B" w:rsidRDefault="0062748B" w:rsidP="0062748B">
      <w:r>
        <w:t xml:space="preserve">19.1.21      .         .        +INF       EPS       </w:t>
      </w:r>
    </w:p>
    <w:p w:rsidR="0062748B" w:rsidRDefault="0062748B" w:rsidP="0062748B">
      <w:r>
        <w:t xml:space="preserve">19.1.22      .         .        +INF       EPS       </w:t>
      </w:r>
    </w:p>
    <w:p w:rsidR="0062748B" w:rsidRDefault="0062748B" w:rsidP="0062748B">
      <w:r>
        <w:t xml:space="preserve">19.1.23      .         .        +INF       EPS       </w:t>
      </w:r>
    </w:p>
    <w:p w:rsidR="0062748B" w:rsidRDefault="0062748B" w:rsidP="0062748B">
      <w:r>
        <w:t xml:space="preserve">19.1.24      .         .        +INF       EPS       </w:t>
      </w:r>
    </w:p>
    <w:p w:rsidR="0062748B" w:rsidRDefault="0062748B" w:rsidP="0062748B">
      <w:r>
        <w:t xml:space="preserve">19.1.25      .         .        +INF       EPS       </w:t>
      </w:r>
    </w:p>
    <w:p w:rsidR="0062748B" w:rsidRDefault="0062748B" w:rsidP="0062748B">
      <w:r>
        <w:t xml:space="preserve">19.1.26      .         .        +INF       EPS       </w:t>
      </w:r>
    </w:p>
    <w:p w:rsidR="0062748B" w:rsidRDefault="0062748B" w:rsidP="0062748B">
      <w:r>
        <w:t xml:space="preserve">19.1.27      .         .        +INF       EPS       </w:t>
      </w:r>
    </w:p>
    <w:p w:rsidR="0062748B" w:rsidRDefault="0062748B" w:rsidP="0062748B">
      <w:r>
        <w:t xml:space="preserve">19.1.28      .         .        +INF       EPS       </w:t>
      </w:r>
    </w:p>
    <w:p w:rsidR="0062748B" w:rsidRDefault="0062748B" w:rsidP="0062748B">
      <w:r>
        <w:t xml:space="preserve">19.1.29      .         .        +INF       EPS       </w:t>
      </w:r>
    </w:p>
    <w:p w:rsidR="0062748B" w:rsidRDefault="0062748B" w:rsidP="0062748B">
      <w:r>
        <w:t xml:space="preserve">20.1.1       .         .        +INF       EPS       </w:t>
      </w:r>
    </w:p>
    <w:p w:rsidR="0062748B" w:rsidRDefault="0062748B" w:rsidP="0062748B">
      <w:r>
        <w:t xml:space="preserve">20.1.2       .         .        +INF       EPS       </w:t>
      </w:r>
    </w:p>
    <w:p w:rsidR="0062748B" w:rsidRDefault="0062748B" w:rsidP="0062748B">
      <w:r>
        <w:t xml:space="preserve">20.1.3       .         .        +INF       EPS       </w:t>
      </w:r>
    </w:p>
    <w:p w:rsidR="0062748B" w:rsidRDefault="0062748B" w:rsidP="0062748B">
      <w:r>
        <w:t xml:space="preserve">20.1.4       .         .        +INF       EPS       </w:t>
      </w:r>
    </w:p>
    <w:p w:rsidR="0062748B" w:rsidRDefault="0062748B" w:rsidP="0062748B">
      <w:r>
        <w:t xml:space="preserve">20.1.5       .         .        +INF       EPS       </w:t>
      </w:r>
    </w:p>
    <w:p w:rsidR="0062748B" w:rsidRDefault="0062748B" w:rsidP="0062748B">
      <w:r>
        <w:t xml:space="preserve">20.1.6       .         .        +INF       EPS       </w:t>
      </w:r>
    </w:p>
    <w:p w:rsidR="0062748B" w:rsidRDefault="0062748B" w:rsidP="0062748B">
      <w:r>
        <w:t xml:space="preserve">20.1.7       .         .        +INF       EPS       </w:t>
      </w:r>
    </w:p>
    <w:p w:rsidR="0062748B" w:rsidRDefault="0062748B" w:rsidP="0062748B">
      <w:r>
        <w:t xml:space="preserve">20.1.8       .         .        +INF       EPS       </w:t>
      </w:r>
    </w:p>
    <w:p w:rsidR="0062748B" w:rsidRDefault="0062748B" w:rsidP="0062748B">
      <w:r>
        <w:t xml:space="preserve">20.1.9       .         .        +INF       EPS       </w:t>
      </w:r>
    </w:p>
    <w:p w:rsidR="0062748B" w:rsidRDefault="0062748B" w:rsidP="0062748B">
      <w:r>
        <w:t xml:space="preserve">20.1.10      .         .        +INF       EPS       </w:t>
      </w:r>
    </w:p>
    <w:p w:rsidR="0062748B" w:rsidRDefault="0062748B" w:rsidP="0062748B">
      <w:r>
        <w:t xml:space="preserve">20.1.11      .         .        +INF       EPS       </w:t>
      </w:r>
    </w:p>
    <w:p w:rsidR="0062748B" w:rsidRDefault="0062748B" w:rsidP="0062748B">
      <w:r>
        <w:t xml:space="preserve">20.1.12      .         .        +INF       EPS       </w:t>
      </w:r>
    </w:p>
    <w:p w:rsidR="0062748B" w:rsidRDefault="0062748B" w:rsidP="0062748B">
      <w:r>
        <w:t xml:space="preserve">20.1.13      .         .        +INF       EPS       </w:t>
      </w:r>
    </w:p>
    <w:p w:rsidR="0062748B" w:rsidRDefault="0062748B" w:rsidP="0062748B">
      <w:r>
        <w:t xml:space="preserve">20.1.14      .         .        +INF       EPS       </w:t>
      </w:r>
    </w:p>
    <w:p w:rsidR="0062748B" w:rsidRDefault="0062748B" w:rsidP="0062748B">
      <w:r>
        <w:t xml:space="preserve">20.1.15      .         .        +INF       EPS       </w:t>
      </w:r>
    </w:p>
    <w:p w:rsidR="0062748B" w:rsidRDefault="0062748B" w:rsidP="0062748B">
      <w:r>
        <w:lastRenderedPageBreak/>
        <w:t xml:space="preserve">20.1.16      .         .        +INF       EPS       </w:t>
      </w:r>
    </w:p>
    <w:p w:rsidR="0062748B" w:rsidRDefault="0062748B" w:rsidP="0062748B">
      <w:r>
        <w:t xml:space="preserve">20.1.17      .         .        +INF       EPS       </w:t>
      </w:r>
    </w:p>
    <w:p w:rsidR="0062748B" w:rsidRDefault="0062748B" w:rsidP="0062748B">
      <w:r>
        <w:t xml:space="preserve">20.1.18      .         .        +INF       EPS       </w:t>
      </w:r>
    </w:p>
    <w:p w:rsidR="0062748B" w:rsidRDefault="0062748B" w:rsidP="0062748B">
      <w:r>
        <w:t xml:space="preserve">20.1.19      .         .        +INF       EPS       </w:t>
      </w:r>
    </w:p>
    <w:p w:rsidR="0062748B" w:rsidRDefault="0062748B" w:rsidP="0062748B">
      <w:r>
        <w:t xml:space="preserve">20.1.20      .         .        +INF       EPS       </w:t>
      </w:r>
    </w:p>
    <w:p w:rsidR="0062748B" w:rsidRDefault="0062748B" w:rsidP="0062748B">
      <w:r>
        <w:t xml:space="preserve">20.1.21      .         .        +INF       EPS       </w:t>
      </w:r>
    </w:p>
    <w:p w:rsidR="0062748B" w:rsidRDefault="0062748B" w:rsidP="0062748B">
      <w:r>
        <w:t xml:space="preserve">20.1.22      .         .        +INF       EPS       </w:t>
      </w:r>
    </w:p>
    <w:p w:rsidR="0062748B" w:rsidRDefault="0062748B" w:rsidP="0062748B">
      <w:r>
        <w:t xml:space="preserve">20.1.23      .         .        +INF       EPS       </w:t>
      </w:r>
    </w:p>
    <w:p w:rsidR="0062748B" w:rsidRDefault="0062748B" w:rsidP="0062748B">
      <w:r>
        <w:t xml:space="preserve">20.1.24      .         .        +INF       EPS       </w:t>
      </w:r>
    </w:p>
    <w:p w:rsidR="0062748B" w:rsidRDefault="0062748B" w:rsidP="0062748B">
      <w:r>
        <w:t xml:space="preserve">20.1.25      .         .        +INF       EPS       </w:t>
      </w:r>
    </w:p>
    <w:p w:rsidR="0062748B" w:rsidRDefault="0062748B" w:rsidP="0062748B">
      <w:r>
        <w:t xml:space="preserve">20.1.26      .         .        +INF       EPS       </w:t>
      </w:r>
    </w:p>
    <w:p w:rsidR="0062748B" w:rsidRDefault="0062748B" w:rsidP="0062748B">
      <w:r>
        <w:t xml:space="preserve">20.1.27      .         .        +INF       EPS       </w:t>
      </w:r>
    </w:p>
    <w:p w:rsidR="0062748B" w:rsidRDefault="0062748B" w:rsidP="0062748B">
      <w:r>
        <w:t xml:space="preserve">20.1.28      .         .        +INF       EPS       </w:t>
      </w:r>
    </w:p>
    <w:p w:rsidR="0062748B" w:rsidRDefault="0062748B" w:rsidP="0062748B">
      <w:r>
        <w:t xml:space="preserve">20.1.29      .         .        +INF       EPS       </w:t>
      </w:r>
    </w:p>
    <w:p w:rsidR="0062748B" w:rsidRDefault="0062748B" w:rsidP="0062748B">
      <w:r>
        <w:t xml:space="preserve">21.1.1       .         .        +INF       EPS       </w:t>
      </w:r>
    </w:p>
    <w:p w:rsidR="0062748B" w:rsidRDefault="0062748B" w:rsidP="0062748B">
      <w:r>
        <w:t xml:space="preserve">21.1.2       .         .        +INF       EPS       </w:t>
      </w:r>
    </w:p>
    <w:p w:rsidR="0062748B" w:rsidRDefault="0062748B" w:rsidP="0062748B">
      <w:r>
        <w:t xml:space="preserve">21.1.3       .         .        +INF       EPS       </w:t>
      </w:r>
    </w:p>
    <w:p w:rsidR="0062748B" w:rsidRDefault="0062748B" w:rsidP="0062748B">
      <w:r>
        <w:t xml:space="preserve">21.1.4       .         .        +INF       EPS       </w:t>
      </w:r>
    </w:p>
    <w:p w:rsidR="0062748B" w:rsidRDefault="0062748B" w:rsidP="0062748B">
      <w:r>
        <w:t xml:space="preserve">21.1.5       .         .        +INF       EPS       </w:t>
      </w:r>
    </w:p>
    <w:p w:rsidR="0062748B" w:rsidRDefault="0062748B" w:rsidP="0062748B">
      <w:r>
        <w:t xml:space="preserve">21.1.6       .         .        +INF       EPS       </w:t>
      </w:r>
    </w:p>
    <w:p w:rsidR="0062748B" w:rsidRDefault="0062748B" w:rsidP="0062748B">
      <w:r>
        <w:t xml:space="preserve">21.1.7       .         .        +INF       EPS       </w:t>
      </w:r>
    </w:p>
    <w:p w:rsidR="0062748B" w:rsidRDefault="0062748B" w:rsidP="0062748B">
      <w:r>
        <w:t xml:space="preserve">21.1.8       .         .        +INF       EPS       </w:t>
      </w:r>
    </w:p>
    <w:p w:rsidR="0062748B" w:rsidRDefault="0062748B" w:rsidP="0062748B">
      <w:r>
        <w:t xml:space="preserve">21.1.9       .         .        +INF       EPS       </w:t>
      </w:r>
    </w:p>
    <w:p w:rsidR="0062748B" w:rsidRDefault="0062748B" w:rsidP="0062748B">
      <w:r>
        <w:t xml:space="preserve">21.1.10      .         .        +INF       EPS       </w:t>
      </w:r>
    </w:p>
    <w:p w:rsidR="0062748B" w:rsidRDefault="0062748B" w:rsidP="0062748B">
      <w:r>
        <w:t xml:space="preserve">21.1.11      .         .        +INF       EPS       </w:t>
      </w:r>
    </w:p>
    <w:p w:rsidR="0062748B" w:rsidRDefault="0062748B" w:rsidP="0062748B">
      <w:r>
        <w:lastRenderedPageBreak/>
        <w:t xml:space="preserve">21.1.12      .         .        +INF       EPS       </w:t>
      </w:r>
    </w:p>
    <w:p w:rsidR="0062748B" w:rsidRDefault="0062748B" w:rsidP="0062748B">
      <w:r>
        <w:t xml:space="preserve">21.1.13      .         .        +INF       EPS       </w:t>
      </w:r>
    </w:p>
    <w:p w:rsidR="0062748B" w:rsidRDefault="0062748B" w:rsidP="0062748B">
      <w:r>
        <w:t xml:space="preserve">21.1.14      .         .        +INF       EPS       </w:t>
      </w:r>
    </w:p>
    <w:p w:rsidR="0062748B" w:rsidRDefault="0062748B" w:rsidP="0062748B">
      <w:r>
        <w:t xml:space="preserve">21.1.15      .         .        +INF       EPS       </w:t>
      </w:r>
    </w:p>
    <w:p w:rsidR="0062748B" w:rsidRDefault="0062748B" w:rsidP="0062748B">
      <w:r>
        <w:t xml:space="preserve">21.1.16      .         .        +INF       EPS       </w:t>
      </w:r>
    </w:p>
    <w:p w:rsidR="0062748B" w:rsidRDefault="0062748B" w:rsidP="0062748B">
      <w:r>
        <w:t xml:space="preserve">21.1.17      .         .        +INF       EPS       </w:t>
      </w:r>
    </w:p>
    <w:p w:rsidR="0062748B" w:rsidRDefault="0062748B" w:rsidP="0062748B">
      <w:r>
        <w:t xml:space="preserve">21.1.18      .         .        +INF       EPS       </w:t>
      </w:r>
    </w:p>
    <w:p w:rsidR="0062748B" w:rsidRDefault="0062748B" w:rsidP="0062748B">
      <w:r>
        <w:t xml:space="preserve">21.1.19      .         .        +INF       EPS       </w:t>
      </w:r>
    </w:p>
    <w:p w:rsidR="0062748B" w:rsidRDefault="0062748B" w:rsidP="0062748B">
      <w:r>
        <w:t xml:space="preserve">21.1.20      .         .        +INF       EPS       </w:t>
      </w:r>
    </w:p>
    <w:p w:rsidR="0062748B" w:rsidRDefault="0062748B" w:rsidP="0062748B">
      <w:r>
        <w:t xml:space="preserve">21.1.21      .         .        +INF       EPS       </w:t>
      </w:r>
    </w:p>
    <w:p w:rsidR="0062748B" w:rsidRDefault="0062748B" w:rsidP="0062748B">
      <w:r>
        <w:t xml:space="preserve">21.1.22      .         .        +INF       EPS       </w:t>
      </w:r>
    </w:p>
    <w:p w:rsidR="0062748B" w:rsidRDefault="0062748B" w:rsidP="0062748B">
      <w:r>
        <w:t xml:space="preserve">21.1.23      .         .        +INF       EPS       </w:t>
      </w:r>
    </w:p>
    <w:p w:rsidR="0062748B" w:rsidRDefault="0062748B" w:rsidP="0062748B">
      <w:r>
        <w:t xml:space="preserve">21.1.24      .         .        +INF       EPS       </w:t>
      </w:r>
    </w:p>
    <w:p w:rsidR="0062748B" w:rsidRDefault="0062748B" w:rsidP="0062748B">
      <w:r>
        <w:t xml:space="preserve">21.1.25      .         .        +INF       EPS       </w:t>
      </w:r>
    </w:p>
    <w:p w:rsidR="0062748B" w:rsidRDefault="0062748B" w:rsidP="0062748B">
      <w:r>
        <w:t xml:space="preserve">21.1.26      .         .        +INF       EPS       </w:t>
      </w:r>
    </w:p>
    <w:p w:rsidR="0062748B" w:rsidRDefault="0062748B" w:rsidP="0062748B">
      <w:r>
        <w:t xml:space="preserve">21.1.27      .         .        +INF       EPS       </w:t>
      </w:r>
    </w:p>
    <w:p w:rsidR="0062748B" w:rsidRDefault="0062748B" w:rsidP="0062748B">
      <w:r>
        <w:t xml:space="preserve">21.1.28      .         .        +INF       EPS       </w:t>
      </w:r>
    </w:p>
    <w:p w:rsidR="0062748B" w:rsidRDefault="0062748B" w:rsidP="0062748B">
      <w:r>
        <w:t xml:space="preserve">21.1.29      .         .        +INF       EPS       </w:t>
      </w:r>
    </w:p>
    <w:p w:rsidR="0062748B" w:rsidRDefault="0062748B" w:rsidP="0062748B">
      <w:r>
        <w:t xml:space="preserve">22.1.1       .         .        +INF       EPS       </w:t>
      </w:r>
    </w:p>
    <w:p w:rsidR="0062748B" w:rsidRDefault="0062748B" w:rsidP="0062748B">
      <w:r>
        <w:t xml:space="preserve">22.1.2       .         .        +INF       EPS       </w:t>
      </w:r>
    </w:p>
    <w:p w:rsidR="0062748B" w:rsidRDefault="0062748B" w:rsidP="0062748B">
      <w:r>
        <w:t xml:space="preserve">22.1.3       .         .        +INF       EPS       </w:t>
      </w:r>
    </w:p>
    <w:p w:rsidR="0062748B" w:rsidRDefault="0062748B" w:rsidP="0062748B">
      <w:r>
        <w:t xml:space="preserve">22.1.4       .         .        +INF       EPS       </w:t>
      </w:r>
    </w:p>
    <w:p w:rsidR="0062748B" w:rsidRDefault="0062748B" w:rsidP="0062748B">
      <w:r>
        <w:t xml:space="preserve">22.1.5       .         .        +INF       EPS       </w:t>
      </w:r>
    </w:p>
    <w:p w:rsidR="0062748B" w:rsidRDefault="0062748B" w:rsidP="0062748B">
      <w:r>
        <w:t xml:space="preserve">22.1.6       .         .        +INF       EPS       </w:t>
      </w:r>
    </w:p>
    <w:p w:rsidR="0062748B" w:rsidRDefault="0062748B" w:rsidP="0062748B">
      <w:r>
        <w:t xml:space="preserve">22.1.7       .         .        +INF       EPS       </w:t>
      </w:r>
    </w:p>
    <w:p w:rsidR="0062748B" w:rsidRDefault="0062748B" w:rsidP="0062748B">
      <w:r>
        <w:lastRenderedPageBreak/>
        <w:t xml:space="preserve">22.1.8       .         .        +INF       EPS       </w:t>
      </w:r>
    </w:p>
    <w:p w:rsidR="0062748B" w:rsidRDefault="0062748B" w:rsidP="0062748B">
      <w:r>
        <w:t xml:space="preserve">22.1.9       .         .        +INF       EPS       </w:t>
      </w:r>
    </w:p>
    <w:p w:rsidR="0062748B" w:rsidRDefault="0062748B" w:rsidP="0062748B">
      <w:r>
        <w:t xml:space="preserve">22.1.10      .         .        +INF       EPS       </w:t>
      </w:r>
    </w:p>
    <w:p w:rsidR="0062748B" w:rsidRDefault="0062748B" w:rsidP="0062748B">
      <w:r>
        <w:t xml:space="preserve">22.1.11      .         .        +INF       EPS       </w:t>
      </w:r>
    </w:p>
    <w:p w:rsidR="0062748B" w:rsidRDefault="0062748B" w:rsidP="0062748B">
      <w:r>
        <w:t xml:space="preserve">22.1.12      .         .        +INF       EPS       </w:t>
      </w:r>
    </w:p>
    <w:p w:rsidR="0062748B" w:rsidRDefault="0062748B" w:rsidP="0062748B">
      <w:r>
        <w:t xml:space="preserve">22.1.13      .         .        +INF       EPS       </w:t>
      </w:r>
    </w:p>
    <w:p w:rsidR="0062748B" w:rsidRDefault="0062748B" w:rsidP="0062748B">
      <w:r>
        <w:t xml:space="preserve">22.1.14      .         .        +INF       EPS       </w:t>
      </w:r>
    </w:p>
    <w:p w:rsidR="0062748B" w:rsidRDefault="0062748B" w:rsidP="0062748B">
      <w:r>
        <w:t xml:space="preserve">22.1.15      .         .        +INF       EPS       </w:t>
      </w:r>
    </w:p>
    <w:p w:rsidR="0062748B" w:rsidRDefault="0062748B" w:rsidP="0062748B">
      <w:r>
        <w:t xml:space="preserve">22.1.16      .         .        +INF       EPS       </w:t>
      </w:r>
    </w:p>
    <w:p w:rsidR="0062748B" w:rsidRDefault="0062748B" w:rsidP="0062748B">
      <w:r>
        <w:t xml:space="preserve">22.1.17      .         .        +INF       EPS       </w:t>
      </w:r>
    </w:p>
    <w:p w:rsidR="0062748B" w:rsidRDefault="0062748B" w:rsidP="0062748B">
      <w:r>
        <w:t xml:space="preserve">22.1.18      .         .        +INF       EPS       </w:t>
      </w:r>
    </w:p>
    <w:p w:rsidR="0062748B" w:rsidRDefault="0062748B" w:rsidP="0062748B">
      <w:r>
        <w:t xml:space="preserve">22.1.19      .         .        +INF       EPS       </w:t>
      </w:r>
    </w:p>
    <w:p w:rsidR="0062748B" w:rsidRDefault="0062748B" w:rsidP="0062748B">
      <w:r>
        <w:t xml:space="preserve">22.1.20      .         .        +INF       EPS       </w:t>
      </w:r>
    </w:p>
    <w:p w:rsidR="0062748B" w:rsidRDefault="0062748B" w:rsidP="0062748B">
      <w:r>
        <w:t xml:space="preserve">22.1.21      .         .        +INF       EPS       </w:t>
      </w:r>
    </w:p>
    <w:p w:rsidR="0062748B" w:rsidRDefault="0062748B" w:rsidP="0062748B">
      <w:r>
        <w:t xml:space="preserve">22.1.22      .         .        +INF       EPS       </w:t>
      </w:r>
    </w:p>
    <w:p w:rsidR="0062748B" w:rsidRDefault="0062748B" w:rsidP="0062748B">
      <w:r>
        <w:t xml:space="preserve">22.1.23      .         .        +INF       EPS       </w:t>
      </w:r>
    </w:p>
    <w:p w:rsidR="0062748B" w:rsidRDefault="0062748B" w:rsidP="0062748B">
      <w:r>
        <w:t xml:space="preserve">22.1.24      .         .        +INF       EPS       </w:t>
      </w:r>
    </w:p>
    <w:p w:rsidR="0062748B" w:rsidRDefault="0062748B" w:rsidP="0062748B">
      <w:r>
        <w:t xml:space="preserve">22.1.25      .         .        +INF       EPS       </w:t>
      </w:r>
    </w:p>
    <w:p w:rsidR="0062748B" w:rsidRDefault="0062748B" w:rsidP="0062748B">
      <w:r>
        <w:t xml:space="preserve">22.1.26      .         .        +INF       EPS       </w:t>
      </w:r>
    </w:p>
    <w:p w:rsidR="0062748B" w:rsidRDefault="0062748B" w:rsidP="0062748B">
      <w:r>
        <w:t xml:space="preserve">22.1.27      .         .        +INF       EPS       </w:t>
      </w:r>
    </w:p>
    <w:p w:rsidR="0062748B" w:rsidRDefault="0062748B" w:rsidP="0062748B">
      <w:r>
        <w:t xml:space="preserve">22.1.28      .         .        +INF       EPS       </w:t>
      </w:r>
    </w:p>
    <w:p w:rsidR="0062748B" w:rsidRDefault="0062748B" w:rsidP="0062748B">
      <w:r>
        <w:t xml:space="preserve">22.1.29      .         .        +INF       EPS       </w:t>
      </w:r>
    </w:p>
    <w:p w:rsidR="0062748B" w:rsidRDefault="0062748B" w:rsidP="0062748B">
      <w:r>
        <w:t xml:space="preserve">23.1.1       .         .        +INF       EPS       </w:t>
      </w:r>
    </w:p>
    <w:p w:rsidR="0062748B" w:rsidRDefault="0062748B" w:rsidP="0062748B">
      <w:r>
        <w:t xml:space="preserve">23.1.2       .         .        +INF       EPS       </w:t>
      </w:r>
    </w:p>
    <w:p w:rsidR="0062748B" w:rsidRDefault="0062748B" w:rsidP="0062748B">
      <w:r>
        <w:t xml:space="preserve">23.1.3       .         .        +INF       EPS       </w:t>
      </w:r>
    </w:p>
    <w:p w:rsidR="0062748B" w:rsidRDefault="0062748B" w:rsidP="0062748B">
      <w:r>
        <w:lastRenderedPageBreak/>
        <w:t xml:space="preserve">23.1.4       .         .        +INF       EPS       </w:t>
      </w:r>
    </w:p>
    <w:p w:rsidR="0062748B" w:rsidRDefault="0062748B" w:rsidP="0062748B">
      <w:r>
        <w:t xml:space="preserve">23.1.5       .         .        +INF       EPS       </w:t>
      </w:r>
    </w:p>
    <w:p w:rsidR="0062748B" w:rsidRDefault="0062748B" w:rsidP="0062748B">
      <w:r>
        <w:t xml:space="preserve">23.1.6       .         .        +INF       EPS       </w:t>
      </w:r>
    </w:p>
    <w:p w:rsidR="0062748B" w:rsidRDefault="0062748B" w:rsidP="0062748B">
      <w:r>
        <w:t xml:space="preserve">23.1.7       .         .        +INF       EPS       </w:t>
      </w:r>
    </w:p>
    <w:p w:rsidR="0062748B" w:rsidRDefault="0062748B" w:rsidP="0062748B">
      <w:r>
        <w:t xml:space="preserve">23.1.8       .         .        +INF       EPS       </w:t>
      </w:r>
    </w:p>
    <w:p w:rsidR="0062748B" w:rsidRDefault="0062748B" w:rsidP="0062748B">
      <w:r>
        <w:t xml:space="preserve">23.1.9       .         .        +INF       EPS       </w:t>
      </w:r>
    </w:p>
    <w:p w:rsidR="0062748B" w:rsidRDefault="0062748B" w:rsidP="0062748B">
      <w:r>
        <w:t xml:space="preserve">23.1.10      .         .        +INF       EPS       </w:t>
      </w:r>
    </w:p>
    <w:p w:rsidR="0062748B" w:rsidRDefault="0062748B" w:rsidP="0062748B">
      <w:r>
        <w:t xml:space="preserve">23.1.11      .         .        +INF       EPS       </w:t>
      </w:r>
    </w:p>
    <w:p w:rsidR="0062748B" w:rsidRDefault="0062748B" w:rsidP="0062748B">
      <w:r>
        <w:t xml:space="preserve">23.1.12      .         .        +INF       EPS       </w:t>
      </w:r>
    </w:p>
    <w:p w:rsidR="0062748B" w:rsidRDefault="0062748B" w:rsidP="0062748B">
      <w:r>
        <w:t xml:space="preserve">23.1.13      .         .        +INF       EPS       </w:t>
      </w:r>
    </w:p>
    <w:p w:rsidR="0062748B" w:rsidRDefault="0062748B" w:rsidP="0062748B">
      <w:r>
        <w:t xml:space="preserve">23.1.14      .         .        +INF       EPS       </w:t>
      </w:r>
    </w:p>
    <w:p w:rsidR="0062748B" w:rsidRDefault="0062748B" w:rsidP="0062748B">
      <w:r>
        <w:t xml:space="preserve">23.1.15      .         .        +INF       EPS       </w:t>
      </w:r>
    </w:p>
    <w:p w:rsidR="0062748B" w:rsidRDefault="0062748B" w:rsidP="0062748B">
      <w:r>
        <w:t xml:space="preserve">23.1.16      .         .        +INF       EPS       </w:t>
      </w:r>
    </w:p>
    <w:p w:rsidR="0062748B" w:rsidRDefault="0062748B" w:rsidP="0062748B">
      <w:r>
        <w:t xml:space="preserve">23.1.17      .         .        +INF       EPS       </w:t>
      </w:r>
    </w:p>
    <w:p w:rsidR="0062748B" w:rsidRDefault="0062748B" w:rsidP="0062748B">
      <w:r>
        <w:t xml:space="preserve">23.1.18      .         .        +INF       EPS       </w:t>
      </w:r>
    </w:p>
    <w:p w:rsidR="0062748B" w:rsidRDefault="0062748B" w:rsidP="0062748B">
      <w:r>
        <w:t xml:space="preserve">23.1.19      .         .        +INF       EPS       </w:t>
      </w:r>
    </w:p>
    <w:p w:rsidR="0062748B" w:rsidRDefault="0062748B" w:rsidP="0062748B">
      <w:r>
        <w:t xml:space="preserve">23.1.20      .         .        +INF       EPS       </w:t>
      </w:r>
    </w:p>
    <w:p w:rsidR="0062748B" w:rsidRDefault="0062748B" w:rsidP="0062748B">
      <w:r>
        <w:t xml:space="preserve">23.1.21      .         .        +INF       EPS       </w:t>
      </w:r>
    </w:p>
    <w:p w:rsidR="0062748B" w:rsidRDefault="0062748B" w:rsidP="0062748B">
      <w:r>
        <w:t xml:space="preserve">23.1.22      .         .        +INF       EPS       </w:t>
      </w:r>
    </w:p>
    <w:p w:rsidR="0062748B" w:rsidRDefault="0062748B" w:rsidP="0062748B">
      <w:r>
        <w:t xml:space="preserve">23.1.23      .         .        +INF       EPS       </w:t>
      </w:r>
    </w:p>
    <w:p w:rsidR="0062748B" w:rsidRDefault="0062748B" w:rsidP="0062748B">
      <w:r>
        <w:t xml:space="preserve">23.1.24      .         .        +INF       EPS       </w:t>
      </w:r>
    </w:p>
    <w:p w:rsidR="0062748B" w:rsidRDefault="0062748B" w:rsidP="0062748B">
      <w:r>
        <w:t xml:space="preserve">23.1.25      .         .        +INF       EPS       </w:t>
      </w:r>
    </w:p>
    <w:p w:rsidR="0062748B" w:rsidRDefault="0062748B" w:rsidP="0062748B">
      <w:r>
        <w:t xml:space="preserve">23.1.26      .         .        +INF       EPS       </w:t>
      </w:r>
    </w:p>
    <w:p w:rsidR="0062748B" w:rsidRDefault="0062748B" w:rsidP="0062748B">
      <w:r>
        <w:t xml:space="preserve">23.1.27      .         .        +INF       EPS       </w:t>
      </w:r>
    </w:p>
    <w:p w:rsidR="0062748B" w:rsidRDefault="0062748B" w:rsidP="0062748B">
      <w:r>
        <w:t xml:space="preserve">23.1.28      .         .        +INF       EPS       </w:t>
      </w:r>
    </w:p>
    <w:p w:rsidR="0062748B" w:rsidRDefault="0062748B" w:rsidP="0062748B">
      <w:r>
        <w:lastRenderedPageBreak/>
        <w:t xml:space="preserve">23.1.29      .         .        +INF       EPS       </w:t>
      </w:r>
    </w:p>
    <w:p w:rsidR="0062748B" w:rsidRDefault="0062748B" w:rsidP="0062748B">
      <w:r>
        <w:t xml:space="preserve">24.1.1       .         .        +INF       EPS       </w:t>
      </w:r>
    </w:p>
    <w:p w:rsidR="0062748B" w:rsidRDefault="0062748B" w:rsidP="0062748B">
      <w:r>
        <w:t xml:space="preserve">24.1.2       .         .        +INF       EPS       </w:t>
      </w:r>
    </w:p>
    <w:p w:rsidR="0062748B" w:rsidRDefault="0062748B" w:rsidP="0062748B">
      <w:r>
        <w:t xml:space="preserve">24.1.3       .         .        +INF       EPS       </w:t>
      </w:r>
    </w:p>
    <w:p w:rsidR="0062748B" w:rsidRDefault="0062748B" w:rsidP="0062748B">
      <w:r>
        <w:t xml:space="preserve">24.1.4       .         .        +INF       EPS       </w:t>
      </w:r>
    </w:p>
    <w:p w:rsidR="0062748B" w:rsidRDefault="0062748B" w:rsidP="0062748B">
      <w:r>
        <w:t xml:space="preserve">24.1.5       .         .        +INF       EPS       </w:t>
      </w:r>
    </w:p>
    <w:p w:rsidR="0062748B" w:rsidRDefault="0062748B" w:rsidP="0062748B">
      <w:r>
        <w:t xml:space="preserve">24.1.6       .         .        +INF       EPS       </w:t>
      </w:r>
    </w:p>
    <w:p w:rsidR="0062748B" w:rsidRDefault="0062748B" w:rsidP="0062748B">
      <w:r>
        <w:t xml:space="preserve">24.1.7       .         .        +INF       EPS       </w:t>
      </w:r>
    </w:p>
    <w:p w:rsidR="0062748B" w:rsidRDefault="0062748B" w:rsidP="0062748B">
      <w:r>
        <w:t xml:space="preserve">24.1.8       .         .        +INF       EPS       </w:t>
      </w:r>
    </w:p>
    <w:p w:rsidR="0062748B" w:rsidRDefault="0062748B" w:rsidP="0062748B">
      <w:r>
        <w:t xml:space="preserve">24.1.9       .         .        +INF       EPS       </w:t>
      </w:r>
    </w:p>
    <w:p w:rsidR="0062748B" w:rsidRDefault="0062748B" w:rsidP="0062748B">
      <w:r>
        <w:t xml:space="preserve">24.1.10      .         .        +INF       EPS       </w:t>
      </w:r>
    </w:p>
    <w:p w:rsidR="0062748B" w:rsidRDefault="0062748B" w:rsidP="0062748B">
      <w:r>
        <w:t xml:space="preserve">24.1.11      .         .        +INF       EPS       </w:t>
      </w:r>
    </w:p>
    <w:p w:rsidR="0062748B" w:rsidRDefault="0062748B" w:rsidP="0062748B">
      <w:r>
        <w:t xml:space="preserve">24.1.12      .         .        +INF       EPS       </w:t>
      </w:r>
    </w:p>
    <w:p w:rsidR="0062748B" w:rsidRDefault="0062748B" w:rsidP="0062748B">
      <w:r>
        <w:t xml:space="preserve">24.1.13      .         .        +INF       EPS       </w:t>
      </w:r>
    </w:p>
    <w:p w:rsidR="0062748B" w:rsidRDefault="0062748B" w:rsidP="0062748B">
      <w:r>
        <w:t xml:space="preserve">24.1.14      .         .        +INF       EPS       </w:t>
      </w:r>
    </w:p>
    <w:p w:rsidR="0062748B" w:rsidRDefault="0062748B" w:rsidP="0062748B">
      <w:r>
        <w:t xml:space="preserve">24.1.15      .         .        +INF       EPS       </w:t>
      </w:r>
    </w:p>
    <w:p w:rsidR="0062748B" w:rsidRDefault="0062748B" w:rsidP="0062748B">
      <w:r>
        <w:t xml:space="preserve">24.1.16      .         .        +INF       EPS       </w:t>
      </w:r>
    </w:p>
    <w:p w:rsidR="0062748B" w:rsidRDefault="0062748B" w:rsidP="0062748B">
      <w:r>
        <w:t xml:space="preserve">24.1.17      .         .        +INF       EPS       </w:t>
      </w:r>
    </w:p>
    <w:p w:rsidR="0062748B" w:rsidRDefault="0062748B" w:rsidP="0062748B">
      <w:r>
        <w:t xml:space="preserve">24.1.18      .         .        +INF       EPS       </w:t>
      </w:r>
    </w:p>
    <w:p w:rsidR="0062748B" w:rsidRDefault="0062748B" w:rsidP="0062748B">
      <w:r>
        <w:t xml:space="preserve">24.1.19      .         .        +INF       EPS       </w:t>
      </w:r>
    </w:p>
    <w:p w:rsidR="0062748B" w:rsidRDefault="0062748B" w:rsidP="0062748B">
      <w:r>
        <w:t xml:space="preserve">24.1.20      .         .        +INF       EPS       </w:t>
      </w:r>
    </w:p>
    <w:p w:rsidR="0062748B" w:rsidRDefault="0062748B" w:rsidP="0062748B">
      <w:r>
        <w:t xml:space="preserve">24.1.21      .         .        +INF       EPS       </w:t>
      </w:r>
    </w:p>
    <w:p w:rsidR="0062748B" w:rsidRDefault="0062748B" w:rsidP="0062748B">
      <w:r>
        <w:t xml:space="preserve">24.1.22      .         .        +INF       EPS       </w:t>
      </w:r>
    </w:p>
    <w:p w:rsidR="0062748B" w:rsidRDefault="0062748B" w:rsidP="0062748B">
      <w:r>
        <w:t xml:space="preserve">24.1.23      .         .        +INF       EPS       </w:t>
      </w:r>
    </w:p>
    <w:p w:rsidR="0062748B" w:rsidRDefault="0062748B" w:rsidP="0062748B">
      <w:r>
        <w:t xml:space="preserve">24.1.24      .         .        +INF       EPS       </w:t>
      </w:r>
    </w:p>
    <w:p w:rsidR="0062748B" w:rsidRDefault="0062748B" w:rsidP="0062748B">
      <w:r>
        <w:lastRenderedPageBreak/>
        <w:t xml:space="preserve">24.1.25      .         .        +INF       EPS       </w:t>
      </w:r>
    </w:p>
    <w:p w:rsidR="0062748B" w:rsidRDefault="0062748B" w:rsidP="0062748B">
      <w:r>
        <w:t xml:space="preserve">24.1.26      .         .        +INF       EPS       </w:t>
      </w:r>
    </w:p>
    <w:p w:rsidR="0062748B" w:rsidRDefault="0062748B" w:rsidP="0062748B">
      <w:r>
        <w:t xml:space="preserve">24.1.27      .         .        +INF       EPS       </w:t>
      </w:r>
    </w:p>
    <w:p w:rsidR="0062748B" w:rsidRDefault="0062748B" w:rsidP="0062748B">
      <w:r>
        <w:t xml:space="preserve">24.1.28      .         .        +INF       EPS       </w:t>
      </w:r>
    </w:p>
    <w:p w:rsidR="0062748B" w:rsidRDefault="0062748B" w:rsidP="0062748B">
      <w:r>
        <w:t xml:space="preserve">24.1.29      .         .        +INF       EPS       </w:t>
      </w:r>
    </w:p>
    <w:p w:rsidR="0062748B" w:rsidRDefault="0062748B" w:rsidP="0062748B">
      <w:r>
        <w:t xml:space="preserve">25.1.1       .         .        +INF       EPS       </w:t>
      </w:r>
    </w:p>
    <w:p w:rsidR="0062748B" w:rsidRDefault="0062748B" w:rsidP="0062748B">
      <w:r>
        <w:t xml:space="preserve">25.1.2       .         .        +INF       EPS       </w:t>
      </w:r>
    </w:p>
    <w:p w:rsidR="0062748B" w:rsidRDefault="0062748B" w:rsidP="0062748B">
      <w:r>
        <w:t xml:space="preserve">25.1.3       .         .        +INF       EPS       </w:t>
      </w:r>
    </w:p>
    <w:p w:rsidR="0062748B" w:rsidRDefault="0062748B" w:rsidP="0062748B">
      <w:r>
        <w:t xml:space="preserve">25.1.4       .         .        +INF       EPS       </w:t>
      </w:r>
    </w:p>
    <w:p w:rsidR="0062748B" w:rsidRDefault="0062748B" w:rsidP="0062748B">
      <w:r>
        <w:t xml:space="preserve">25.1.5       .         .        +INF       EPS       </w:t>
      </w:r>
    </w:p>
    <w:p w:rsidR="0062748B" w:rsidRDefault="0062748B" w:rsidP="0062748B">
      <w:r>
        <w:t xml:space="preserve">25.1.6       .         .        +INF       EPS       </w:t>
      </w:r>
    </w:p>
    <w:p w:rsidR="0062748B" w:rsidRDefault="0062748B" w:rsidP="0062748B">
      <w:r>
        <w:t xml:space="preserve">25.1.7       .         .        +INF       EPS       </w:t>
      </w:r>
    </w:p>
    <w:p w:rsidR="0062748B" w:rsidRDefault="0062748B" w:rsidP="0062748B">
      <w:r>
        <w:t xml:space="preserve">25.1.8       .         .        +INF       EPS       </w:t>
      </w:r>
    </w:p>
    <w:p w:rsidR="0062748B" w:rsidRDefault="0062748B" w:rsidP="0062748B">
      <w:r>
        <w:t xml:space="preserve">25.1.9       .         .        +INF       EPS       </w:t>
      </w:r>
    </w:p>
    <w:p w:rsidR="0062748B" w:rsidRDefault="0062748B" w:rsidP="0062748B">
      <w:r>
        <w:t xml:space="preserve">25.1.10      .         .        +INF       EPS       </w:t>
      </w:r>
    </w:p>
    <w:p w:rsidR="0062748B" w:rsidRDefault="0062748B" w:rsidP="0062748B">
      <w:r>
        <w:t xml:space="preserve">25.1.11      .         .        +INF       EPS       </w:t>
      </w:r>
    </w:p>
    <w:p w:rsidR="0062748B" w:rsidRDefault="0062748B" w:rsidP="0062748B">
      <w:r>
        <w:t xml:space="preserve">25.1.12      .         .        +INF       EPS       </w:t>
      </w:r>
    </w:p>
    <w:p w:rsidR="0062748B" w:rsidRDefault="0062748B" w:rsidP="0062748B">
      <w:r>
        <w:t xml:space="preserve">25.1.13      .         .        +INF       EPS       </w:t>
      </w:r>
    </w:p>
    <w:p w:rsidR="0062748B" w:rsidRDefault="0062748B" w:rsidP="0062748B">
      <w:r>
        <w:t xml:space="preserve">25.1.14      .         .        +INF       EPS       </w:t>
      </w:r>
    </w:p>
    <w:p w:rsidR="0062748B" w:rsidRDefault="0062748B" w:rsidP="0062748B">
      <w:r>
        <w:t xml:space="preserve">25.1.15      .         .        +INF       EPS       </w:t>
      </w:r>
    </w:p>
    <w:p w:rsidR="0062748B" w:rsidRDefault="0062748B" w:rsidP="0062748B">
      <w:r>
        <w:t xml:space="preserve">25.1.16      .         .        +INF       EPS       </w:t>
      </w:r>
    </w:p>
    <w:p w:rsidR="0062748B" w:rsidRDefault="0062748B" w:rsidP="0062748B">
      <w:r>
        <w:t xml:space="preserve">25.1.17      .         .        +INF       EPS       </w:t>
      </w:r>
    </w:p>
    <w:p w:rsidR="0062748B" w:rsidRDefault="0062748B" w:rsidP="0062748B">
      <w:r>
        <w:t xml:space="preserve">25.1.18      .         .        +INF       EPS       </w:t>
      </w:r>
    </w:p>
    <w:p w:rsidR="0062748B" w:rsidRDefault="0062748B" w:rsidP="0062748B">
      <w:r>
        <w:t xml:space="preserve">25.1.19      .         .        +INF       EPS       </w:t>
      </w:r>
    </w:p>
    <w:p w:rsidR="0062748B" w:rsidRDefault="0062748B" w:rsidP="0062748B">
      <w:r>
        <w:t xml:space="preserve">25.1.20      .         .        +INF       EPS       </w:t>
      </w:r>
    </w:p>
    <w:p w:rsidR="0062748B" w:rsidRDefault="0062748B" w:rsidP="0062748B">
      <w:r>
        <w:lastRenderedPageBreak/>
        <w:t xml:space="preserve">25.1.21      .         .        +INF       EPS       </w:t>
      </w:r>
    </w:p>
    <w:p w:rsidR="0062748B" w:rsidRDefault="0062748B" w:rsidP="0062748B">
      <w:r>
        <w:t xml:space="preserve">25.1.22      .         .        +INF       EPS       </w:t>
      </w:r>
    </w:p>
    <w:p w:rsidR="0062748B" w:rsidRDefault="0062748B" w:rsidP="0062748B">
      <w:r>
        <w:t xml:space="preserve">25.1.23      .         .        +INF       EPS       </w:t>
      </w:r>
    </w:p>
    <w:p w:rsidR="0062748B" w:rsidRDefault="0062748B" w:rsidP="0062748B">
      <w:r>
        <w:t xml:space="preserve">25.1.24      .         .        +INF       EPS       </w:t>
      </w:r>
    </w:p>
    <w:p w:rsidR="0062748B" w:rsidRDefault="0062748B" w:rsidP="0062748B">
      <w:r>
        <w:t xml:space="preserve">25.1.25      .         .        +INF       EPS       </w:t>
      </w:r>
    </w:p>
    <w:p w:rsidR="0062748B" w:rsidRDefault="0062748B" w:rsidP="0062748B">
      <w:r>
        <w:t xml:space="preserve">25.1.26      .         .        +INF       EPS       </w:t>
      </w:r>
    </w:p>
    <w:p w:rsidR="0062748B" w:rsidRDefault="0062748B" w:rsidP="0062748B">
      <w:r>
        <w:t xml:space="preserve">25.1.27      .         .        +INF       EPS       </w:t>
      </w:r>
    </w:p>
    <w:p w:rsidR="0062748B" w:rsidRDefault="0062748B" w:rsidP="0062748B">
      <w:r>
        <w:t xml:space="preserve">25.1.28      .         .        +INF       EPS       </w:t>
      </w:r>
    </w:p>
    <w:p w:rsidR="0062748B" w:rsidRDefault="0062748B" w:rsidP="0062748B">
      <w:r>
        <w:t xml:space="preserve">25.1.29      .         .        +INF       EPS       </w:t>
      </w:r>
    </w:p>
    <w:p w:rsidR="0062748B" w:rsidRDefault="0062748B" w:rsidP="0062748B">
      <w:r>
        <w:t xml:space="preserve">26.1.1       .         .        +INF       EPS       </w:t>
      </w:r>
    </w:p>
    <w:p w:rsidR="0062748B" w:rsidRDefault="0062748B" w:rsidP="0062748B">
      <w:r>
        <w:t xml:space="preserve">26.1.2       .         .        +INF       EPS       </w:t>
      </w:r>
    </w:p>
    <w:p w:rsidR="0062748B" w:rsidRDefault="0062748B" w:rsidP="0062748B">
      <w:r>
        <w:t xml:space="preserve">26.1.3       .         .        +INF       EPS       </w:t>
      </w:r>
    </w:p>
    <w:p w:rsidR="0062748B" w:rsidRDefault="0062748B" w:rsidP="0062748B">
      <w:r>
        <w:t xml:space="preserve">26.1.4       .         .        +INF       EPS       </w:t>
      </w:r>
    </w:p>
    <w:p w:rsidR="0062748B" w:rsidRDefault="0062748B" w:rsidP="0062748B">
      <w:r>
        <w:t xml:space="preserve">26.1.5       .         .        +INF       EPS       </w:t>
      </w:r>
    </w:p>
    <w:p w:rsidR="0062748B" w:rsidRDefault="0062748B" w:rsidP="0062748B">
      <w:r>
        <w:t xml:space="preserve">26.1.6       .         .        +INF       EPS       </w:t>
      </w:r>
    </w:p>
    <w:p w:rsidR="0062748B" w:rsidRDefault="0062748B" w:rsidP="0062748B">
      <w:r>
        <w:t xml:space="preserve">26.1.7       .         .        +INF       EPS       </w:t>
      </w:r>
    </w:p>
    <w:p w:rsidR="0062748B" w:rsidRDefault="0062748B" w:rsidP="0062748B">
      <w:r>
        <w:t xml:space="preserve">26.1.8       .         .        +INF       EPS       </w:t>
      </w:r>
    </w:p>
    <w:p w:rsidR="0062748B" w:rsidRDefault="0062748B" w:rsidP="0062748B">
      <w:r>
        <w:t xml:space="preserve">26.1.9       .         .        +INF       EPS       </w:t>
      </w:r>
    </w:p>
    <w:p w:rsidR="0062748B" w:rsidRDefault="0062748B" w:rsidP="0062748B">
      <w:r>
        <w:t xml:space="preserve">26.1.10      .         .        +INF       EPS       </w:t>
      </w:r>
    </w:p>
    <w:p w:rsidR="0062748B" w:rsidRDefault="0062748B" w:rsidP="0062748B">
      <w:r>
        <w:t xml:space="preserve">26.1.11      .         .        +INF       EPS       </w:t>
      </w:r>
    </w:p>
    <w:p w:rsidR="0062748B" w:rsidRDefault="0062748B" w:rsidP="0062748B">
      <w:r>
        <w:t xml:space="preserve">26.1.12      .         .        +INF       EPS       </w:t>
      </w:r>
    </w:p>
    <w:p w:rsidR="0062748B" w:rsidRDefault="0062748B" w:rsidP="0062748B">
      <w:r>
        <w:t xml:space="preserve">26.1.13      .         .        +INF       EPS       </w:t>
      </w:r>
    </w:p>
    <w:p w:rsidR="0062748B" w:rsidRDefault="0062748B" w:rsidP="0062748B">
      <w:r>
        <w:t xml:space="preserve">26.1.14      .         .        +INF       EPS       </w:t>
      </w:r>
    </w:p>
    <w:p w:rsidR="0062748B" w:rsidRDefault="0062748B" w:rsidP="0062748B">
      <w:r>
        <w:t xml:space="preserve">26.1.15      .         .        +INF       EPS       </w:t>
      </w:r>
    </w:p>
    <w:p w:rsidR="0062748B" w:rsidRDefault="0062748B" w:rsidP="0062748B">
      <w:r>
        <w:t xml:space="preserve">26.1.16      .         .        +INF       EPS       </w:t>
      </w:r>
    </w:p>
    <w:p w:rsidR="0062748B" w:rsidRDefault="0062748B" w:rsidP="0062748B">
      <w:r>
        <w:lastRenderedPageBreak/>
        <w:t xml:space="preserve">26.1.17      .         .        +INF       EPS       </w:t>
      </w:r>
    </w:p>
    <w:p w:rsidR="0062748B" w:rsidRDefault="0062748B" w:rsidP="0062748B">
      <w:r>
        <w:t xml:space="preserve">26.1.18      .         .        +INF       EPS       </w:t>
      </w:r>
    </w:p>
    <w:p w:rsidR="0062748B" w:rsidRDefault="0062748B" w:rsidP="0062748B">
      <w:r>
        <w:t xml:space="preserve">26.1.19      .         .        +INF       EPS       </w:t>
      </w:r>
    </w:p>
    <w:p w:rsidR="0062748B" w:rsidRDefault="0062748B" w:rsidP="0062748B">
      <w:r>
        <w:t xml:space="preserve">26.1.20      .         .        +INF       EPS       </w:t>
      </w:r>
    </w:p>
    <w:p w:rsidR="0062748B" w:rsidRDefault="0062748B" w:rsidP="0062748B">
      <w:r>
        <w:t xml:space="preserve">26.1.21      .         .        +INF       EPS       </w:t>
      </w:r>
    </w:p>
    <w:p w:rsidR="0062748B" w:rsidRDefault="0062748B" w:rsidP="0062748B">
      <w:r>
        <w:t xml:space="preserve">26.1.22      .         .        +INF       EPS       </w:t>
      </w:r>
    </w:p>
    <w:p w:rsidR="0062748B" w:rsidRDefault="0062748B" w:rsidP="0062748B">
      <w:r>
        <w:t xml:space="preserve">26.1.23      .         .        +INF       EPS       </w:t>
      </w:r>
    </w:p>
    <w:p w:rsidR="0062748B" w:rsidRDefault="0062748B" w:rsidP="0062748B">
      <w:r>
        <w:t xml:space="preserve">26.1.24      .         .        +INF       EPS       </w:t>
      </w:r>
    </w:p>
    <w:p w:rsidR="0062748B" w:rsidRDefault="0062748B" w:rsidP="0062748B">
      <w:r>
        <w:t xml:space="preserve">26.1.25      .         .        +INF       EPS       </w:t>
      </w:r>
    </w:p>
    <w:p w:rsidR="0062748B" w:rsidRDefault="0062748B" w:rsidP="0062748B">
      <w:r>
        <w:t xml:space="preserve">26.1.26      .         .        +INF       EPS       </w:t>
      </w:r>
    </w:p>
    <w:p w:rsidR="0062748B" w:rsidRDefault="0062748B" w:rsidP="0062748B">
      <w:r>
        <w:t xml:space="preserve">26.1.27      .         .        +INF       EPS       </w:t>
      </w:r>
    </w:p>
    <w:p w:rsidR="0062748B" w:rsidRDefault="0062748B" w:rsidP="0062748B">
      <w:r>
        <w:t xml:space="preserve">26.1.28      .         .        +INF       EPS       </w:t>
      </w:r>
    </w:p>
    <w:p w:rsidR="0062748B" w:rsidRDefault="0062748B" w:rsidP="0062748B">
      <w:r>
        <w:t xml:space="preserve">26.1.29      .         .        +INF       EPS       </w:t>
      </w:r>
    </w:p>
    <w:p w:rsidR="0062748B" w:rsidRDefault="0062748B" w:rsidP="0062748B">
      <w:r>
        <w:t xml:space="preserve">27.1.1       .         .        +INF       EPS       </w:t>
      </w:r>
    </w:p>
    <w:p w:rsidR="0062748B" w:rsidRDefault="0062748B" w:rsidP="0062748B">
      <w:r>
        <w:t xml:space="preserve">27.1.2       .         .        +INF       EPS       </w:t>
      </w:r>
    </w:p>
    <w:p w:rsidR="0062748B" w:rsidRDefault="0062748B" w:rsidP="0062748B">
      <w:r>
        <w:t xml:space="preserve">27.1.3       .         .        +INF       EPS       </w:t>
      </w:r>
    </w:p>
    <w:p w:rsidR="0062748B" w:rsidRDefault="0062748B" w:rsidP="0062748B">
      <w:r>
        <w:t xml:space="preserve">27.1.4       .         .        +INF       EPS       </w:t>
      </w:r>
    </w:p>
    <w:p w:rsidR="0062748B" w:rsidRDefault="0062748B" w:rsidP="0062748B">
      <w:r>
        <w:t xml:space="preserve">27.1.5       .         .        +INF       EPS       </w:t>
      </w:r>
    </w:p>
    <w:p w:rsidR="0062748B" w:rsidRDefault="0062748B" w:rsidP="0062748B">
      <w:r>
        <w:t xml:space="preserve">27.1.6       .         .        +INF       EPS       </w:t>
      </w:r>
    </w:p>
    <w:p w:rsidR="0062748B" w:rsidRDefault="0062748B" w:rsidP="0062748B">
      <w:r>
        <w:t xml:space="preserve">27.1.7       .         .        +INF       EPS       </w:t>
      </w:r>
    </w:p>
    <w:p w:rsidR="0062748B" w:rsidRDefault="0062748B" w:rsidP="0062748B">
      <w:r>
        <w:t xml:space="preserve">27.1.8       .         .        +INF       EPS       </w:t>
      </w:r>
    </w:p>
    <w:p w:rsidR="0062748B" w:rsidRDefault="0062748B" w:rsidP="0062748B">
      <w:r>
        <w:t xml:space="preserve">27.1.9       .         .        +INF       EPS       </w:t>
      </w:r>
    </w:p>
    <w:p w:rsidR="0062748B" w:rsidRDefault="0062748B" w:rsidP="0062748B">
      <w:r>
        <w:t xml:space="preserve">27.1.10      .         .        +INF       EPS       </w:t>
      </w:r>
    </w:p>
    <w:p w:rsidR="0062748B" w:rsidRDefault="0062748B" w:rsidP="0062748B">
      <w:r>
        <w:t xml:space="preserve">27.1.11      .         .        +INF       EPS       </w:t>
      </w:r>
    </w:p>
    <w:p w:rsidR="0062748B" w:rsidRDefault="0062748B" w:rsidP="0062748B">
      <w:r>
        <w:t xml:space="preserve">27.1.12      .         .        +INF       EPS       </w:t>
      </w:r>
    </w:p>
    <w:p w:rsidR="0062748B" w:rsidRDefault="0062748B" w:rsidP="0062748B">
      <w:r>
        <w:lastRenderedPageBreak/>
        <w:t xml:space="preserve">27.1.13      .         .        +INF       EPS       </w:t>
      </w:r>
    </w:p>
    <w:p w:rsidR="0062748B" w:rsidRDefault="0062748B" w:rsidP="0062748B">
      <w:r>
        <w:t xml:space="preserve">27.1.14      .         .        +INF       EPS       </w:t>
      </w:r>
    </w:p>
    <w:p w:rsidR="0062748B" w:rsidRDefault="0062748B" w:rsidP="0062748B">
      <w:r>
        <w:t xml:space="preserve">27.1.15      .         .        +INF       EPS       </w:t>
      </w:r>
    </w:p>
    <w:p w:rsidR="0062748B" w:rsidRDefault="0062748B" w:rsidP="0062748B">
      <w:r>
        <w:t xml:space="preserve">27.1.16      .         .        +INF       EPS       </w:t>
      </w:r>
    </w:p>
    <w:p w:rsidR="0062748B" w:rsidRDefault="0062748B" w:rsidP="0062748B">
      <w:r>
        <w:t xml:space="preserve">27.1.17      .         .        +INF       EPS       </w:t>
      </w:r>
    </w:p>
    <w:p w:rsidR="0062748B" w:rsidRDefault="0062748B" w:rsidP="0062748B">
      <w:r>
        <w:t xml:space="preserve">27.1.18      .         .        +INF       EPS       </w:t>
      </w:r>
    </w:p>
    <w:p w:rsidR="0062748B" w:rsidRDefault="0062748B" w:rsidP="0062748B">
      <w:r>
        <w:t xml:space="preserve">27.1.19      .         .        +INF       EPS       </w:t>
      </w:r>
    </w:p>
    <w:p w:rsidR="0062748B" w:rsidRDefault="0062748B" w:rsidP="0062748B">
      <w:r>
        <w:t xml:space="preserve">27.1.20      .         .        +INF       EPS       </w:t>
      </w:r>
    </w:p>
    <w:p w:rsidR="0062748B" w:rsidRDefault="0062748B" w:rsidP="0062748B">
      <w:r>
        <w:t xml:space="preserve">27.1.21      .         .        +INF       EPS       </w:t>
      </w:r>
    </w:p>
    <w:p w:rsidR="0062748B" w:rsidRDefault="0062748B" w:rsidP="0062748B">
      <w:r>
        <w:t xml:space="preserve">27.1.22      .         .        +INF       EPS       </w:t>
      </w:r>
    </w:p>
    <w:p w:rsidR="0062748B" w:rsidRDefault="0062748B" w:rsidP="0062748B">
      <w:r>
        <w:t xml:space="preserve">27.1.23      .         .        +INF       EPS       </w:t>
      </w:r>
    </w:p>
    <w:p w:rsidR="0062748B" w:rsidRDefault="0062748B" w:rsidP="0062748B">
      <w:r>
        <w:t xml:space="preserve">27.1.24      .         .        +INF       EPS       </w:t>
      </w:r>
    </w:p>
    <w:p w:rsidR="0062748B" w:rsidRDefault="0062748B" w:rsidP="0062748B">
      <w:r>
        <w:t xml:space="preserve">27.1.25      .         .        +INF       EPS       </w:t>
      </w:r>
    </w:p>
    <w:p w:rsidR="0062748B" w:rsidRDefault="0062748B" w:rsidP="0062748B">
      <w:r>
        <w:t xml:space="preserve">27.1.26      .         .        +INF       EPS       </w:t>
      </w:r>
    </w:p>
    <w:p w:rsidR="0062748B" w:rsidRDefault="0062748B" w:rsidP="0062748B">
      <w:r>
        <w:t xml:space="preserve">27.1.27      .         .        +INF       EPS       </w:t>
      </w:r>
    </w:p>
    <w:p w:rsidR="0062748B" w:rsidRDefault="0062748B" w:rsidP="0062748B">
      <w:r>
        <w:t xml:space="preserve">27.1.28      .         .        +INF       EPS       </w:t>
      </w:r>
    </w:p>
    <w:p w:rsidR="0062748B" w:rsidRDefault="0062748B" w:rsidP="0062748B">
      <w:r>
        <w:t xml:space="preserve">27.1.29      .         .        +INF       EPS       </w:t>
      </w:r>
    </w:p>
    <w:p w:rsidR="0062748B" w:rsidRDefault="0062748B" w:rsidP="0062748B">
      <w:r>
        <w:t xml:space="preserve">28.1.1       .         .        +INF       EPS       </w:t>
      </w:r>
    </w:p>
    <w:p w:rsidR="0062748B" w:rsidRDefault="0062748B" w:rsidP="0062748B">
      <w:r>
        <w:t xml:space="preserve">28.1.2       .         .        +INF       EPS       </w:t>
      </w:r>
    </w:p>
    <w:p w:rsidR="0062748B" w:rsidRDefault="0062748B" w:rsidP="0062748B">
      <w:r>
        <w:t xml:space="preserve">28.1.3       .         .        +INF       EPS       </w:t>
      </w:r>
    </w:p>
    <w:p w:rsidR="0062748B" w:rsidRDefault="0062748B" w:rsidP="0062748B">
      <w:r>
        <w:t xml:space="preserve">28.1.4       .         .        +INF       EPS       </w:t>
      </w:r>
    </w:p>
    <w:p w:rsidR="0062748B" w:rsidRDefault="0062748B" w:rsidP="0062748B">
      <w:r>
        <w:t xml:space="preserve">28.1.5       .         .        +INF       EPS       </w:t>
      </w:r>
    </w:p>
    <w:p w:rsidR="0062748B" w:rsidRDefault="0062748B" w:rsidP="0062748B">
      <w:r>
        <w:t xml:space="preserve">28.1.6       .         .        +INF       EPS       </w:t>
      </w:r>
    </w:p>
    <w:p w:rsidR="0062748B" w:rsidRDefault="0062748B" w:rsidP="0062748B">
      <w:r>
        <w:t xml:space="preserve">28.1.7       .         .        +INF       EPS       </w:t>
      </w:r>
    </w:p>
    <w:p w:rsidR="0062748B" w:rsidRDefault="0062748B" w:rsidP="0062748B">
      <w:r>
        <w:t xml:space="preserve">28.1.8       .         .        +INF       EPS       </w:t>
      </w:r>
    </w:p>
    <w:p w:rsidR="0062748B" w:rsidRDefault="0062748B" w:rsidP="0062748B">
      <w:r>
        <w:lastRenderedPageBreak/>
        <w:t xml:space="preserve">28.1.9       .         .        +INF       EPS       </w:t>
      </w:r>
    </w:p>
    <w:p w:rsidR="0062748B" w:rsidRDefault="0062748B" w:rsidP="0062748B">
      <w:r>
        <w:t xml:space="preserve">28.1.10      .         .        +INF       EPS       </w:t>
      </w:r>
    </w:p>
    <w:p w:rsidR="0062748B" w:rsidRDefault="0062748B" w:rsidP="0062748B">
      <w:r>
        <w:t xml:space="preserve">28.1.11      .         .        +INF       EPS       </w:t>
      </w:r>
    </w:p>
    <w:p w:rsidR="0062748B" w:rsidRDefault="0062748B" w:rsidP="0062748B">
      <w:r>
        <w:t xml:space="preserve">28.1.12      .         .        +INF       EPS       </w:t>
      </w:r>
    </w:p>
    <w:p w:rsidR="0062748B" w:rsidRDefault="0062748B" w:rsidP="0062748B">
      <w:r>
        <w:t xml:space="preserve">28.1.13      .         .        +INF       EPS       </w:t>
      </w:r>
    </w:p>
    <w:p w:rsidR="0062748B" w:rsidRDefault="0062748B" w:rsidP="0062748B">
      <w:r>
        <w:t xml:space="preserve">28.1.14      .         .        +INF       EPS       </w:t>
      </w:r>
    </w:p>
    <w:p w:rsidR="0062748B" w:rsidRDefault="0062748B" w:rsidP="0062748B">
      <w:r>
        <w:t xml:space="preserve">28.1.15      .         .        +INF       EPS       </w:t>
      </w:r>
    </w:p>
    <w:p w:rsidR="0062748B" w:rsidRDefault="0062748B" w:rsidP="0062748B">
      <w:r>
        <w:t xml:space="preserve">28.1.16      .         .        +INF       EPS       </w:t>
      </w:r>
    </w:p>
    <w:p w:rsidR="0062748B" w:rsidRDefault="0062748B" w:rsidP="0062748B">
      <w:r>
        <w:t xml:space="preserve">28.1.17      .         .        +INF       EPS       </w:t>
      </w:r>
    </w:p>
    <w:p w:rsidR="0062748B" w:rsidRDefault="0062748B" w:rsidP="0062748B">
      <w:r>
        <w:t xml:space="preserve">28.1.18      .         .        +INF       EPS       </w:t>
      </w:r>
    </w:p>
    <w:p w:rsidR="0062748B" w:rsidRDefault="0062748B" w:rsidP="0062748B">
      <w:r>
        <w:t xml:space="preserve">28.1.19      .         .        +INF       EPS       </w:t>
      </w:r>
    </w:p>
    <w:p w:rsidR="0062748B" w:rsidRDefault="0062748B" w:rsidP="0062748B">
      <w:r>
        <w:t xml:space="preserve">28.1.20      .         .        +INF       EPS       </w:t>
      </w:r>
    </w:p>
    <w:p w:rsidR="0062748B" w:rsidRDefault="0062748B" w:rsidP="0062748B">
      <w:r>
        <w:t xml:space="preserve">28.1.21      .         .        +INF       EPS       </w:t>
      </w:r>
    </w:p>
    <w:p w:rsidR="0062748B" w:rsidRDefault="0062748B" w:rsidP="0062748B">
      <w:r>
        <w:t xml:space="preserve">28.1.22      .         .        +INF       EPS       </w:t>
      </w:r>
    </w:p>
    <w:p w:rsidR="0062748B" w:rsidRDefault="0062748B" w:rsidP="0062748B">
      <w:r>
        <w:t xml:space="preserve">28.1.23      .         .        +INF       EPS       </w:t>
      </w:r>
    </w:p>
    <w:p w:rsidR="0062748B" w:rsidRDefault="0062748B" w:rsidP="0062748B">
      <w:r>
        <w:t xml:space="preserve">28.1.24      .         .        +INF       EPS       </w:t>
      </w:r>
    </w:p>
    <w:p w:rsidR="0062748B" w:rsidRDefault="0062748B" w:rsidP="0062748B">
      <w:r>
        <w:t xml:space="preserve">28.1.25      .         .        +INF       EPS       </w:t>
      </w:r>
    </w:p>
    <w:p w:rsidR="0062748B" w:rsidRDefault="0062748B" w:rsidP="0062748B">
      <w:r>
        <w:t xml:space="preserve">28.1.26      .         .        +INF       EPS       </w:t>
      </w:r>
    </w:p>
    <w:p w:rsidR="0062748B" w:rsidRDefault="0062748B" w:rsidP="0062748B">
      <w:r>
        <w:t xml:space="preserve">28.1.27      .         .        +INF       EPS       </w:t>
      </w:r>
    </w:p>
    <w:p w:rsidR="0062748B" w:rsidRDefault="0062748B" w:rsidP="0062748B">
      <w:r>
        <w:t xml:space="preserve">28.1.28      .         .        +INF       EPS       </w:t>
      </w:r>
    </w:p>
    <w:p w:rsidR="0062748B" w:rsidRDefault="0062748B" w:rsidP="0062748B">
      <w:r>
        <w:t xml:space="preserve">28.1.29      .         .        +INF       EPS       </w:t>
      </w:r>
    </w:p>
    <w:p w:rsidR="0062748B" w:rsidRDefault="0062748B" w:rsidP="0062748B">
      <w:r>
        <w:t xml:space="preserve">29.1.1       .         .        +INF       EPS       </w:t>
      </w:r>
    </w:p>
    <w:p w:rsidR="0062748B" w:rsidRDefault="0062748B" w:rsidP="0062748B">
      <w:r>
        <w:t xml:space="preserve">29.1.2       .         .        +INF       EPS       </w:t>
      </w:r>
    </w:p>
    <w:p w:rsidR="0062748B" w:rsidRDefault="0062748B" w:rsidP="0062748B">
      <w:r>
        <w:t xml:space="preserve">29.1.3       .         .        +INF       EPS       </w:t>
      </w:r>
    </w:p>
    <w:p w:rsidR="0062748B" w:rsidRDefault="0062748B" w:rsidP="0062748B">
      <w:r>
        <w:t xml:space="preserve">29.1.4       .         .        +INF       EPS       </w:t>
      </w:r>
    </w:p>
    <w:p w:rsidR="0062748B" w:rsidRDefault="0062748B" w:rsidP="0062748B">
      <w:r>
        <w:lastRenderedPageBreak/>
        <w:t xml:space="preserve">29.1.5       .         .        +INF       EPS       </w:t>
      </w:r>
    </w:p>
    <w:p w:rsidR="0062748B" w:rsidRDefault="0062748B" w:rsidP="0062748B">
      <w:r>
        <w:t xml:space="preserve">29.1.6       .         .        +INF       EPS       </w:t>
      </w:r>
    </w:p>
    <w:p w:rsidR="0062748B" w:rsidRDefault="0062748B" w:rsidP="0062748B">
      <w:r>
        <w:t xml:space="preserve">29.1.7       .         .        +INF       EPS       </w:t>
      </w:r>
    </w:p>
    <w:p w:rsidR="0062748B" w:rsidRDefault="0062748B" w:rsidP="0062748B">
      <w:r>
        <w:t xml:space="preserve">29.1.8       .         .        +INF       EPS       </w:t>
      </w:r>
    </w:p>
    <w:p w:rsidR="0062748B" w:rsidRDefault="0062748B" w:rsidP="0062748B">
      <w:r>
        <w:t xml:space="preserve">29.1.9       .         .        +INF       EPS       </w:t>
      </w:r>
    </w:p>
    <w:p w:rsidR="0062748B" w:rsidRDefault="0062748B" w:rsidP="0062748B">
      <w:r>
        <w:t xml:space="preserve">29.1.10      .         .        +INF       EPS       </w:t>
      </w:r>
    </w:p>
    <w:p w:rsidR="0062748B" w:rsidRDefault="0062748B" w:rsidP="0062748B">
      <w:r>
        <w:t xml:space="preserve">29.1.11      .         .        +INF       EPS       </w:t>
      </w:r>
    </w:p>
    <w:p w:rsidR="0062748B" w:rsidRDefault="0062748B" w:rsidP="0062748B">
      <w:r>
        <w:t xml:space="preserve">29.1.12      .         .        +INF       EPS       </w:t>
      </w:r>
    </w:p>
    <w:p w:rsidR="0062748B" w:rsidRDefault="0062748B" w:rsidP="0062748B">
      <w:r>
        <w:t xml:space="preserve">29.1.13      .         .        +INF       EPS       </w:t>
      </w:r>
    </w:p>
    <w:p w:rsidR="0062748B" w:rsidRDefault="0062748B" w:rsidP="0062748B">
      <w:r>
        <w:t xml:space="preserve">29.1.14      .         .        +INF       EPS       </w:t>
      </w:r>
    </w:p>
    <w:p w:rsidR="0062748B" w:rsidRDefault="0062748B" w:rsidP="0062748B">
      <w:r>
        <w:t xml:space="preserve">29.1.15      .         .        +INF       EPS       </w:t>
      </w:r>
    </w:p>
    <w:p w:rsidR="0062748B" w:rsidRDefault="0062748B" w:rsidP="0062748B">
      <w:r>
        <w:t xml:space="preserve">29.1.16      .         .        +INF       EPS       </w:t>
      </w:r>
    </w:p>
    <w:p w:rsidR="0062748B" w:rsidRDefault="0062748B" w:rsidP="0062748B">
      <w:r>
        <w:t xml:space="preserve">29.1.17      .         .        +INF       EPS       </w:t>
      </w:r>
    </w:p>
    <w:p w:rsidR="0062748B" w:rsidRDefault="0062748B" w:rsidP="0062748B">
      <w:r>
        <w:t xml:space="preserve">29.1.18      .         .        +INF       EPS       </w:t>
      </w:r>
    </w:p>
    <w:p w:rsidR="0062748B" w:rsidRDefault="0062748B" w:rsidP="0062748B">
      <w:r>
        <w:t xml:space="preserve">29.1.19      .         .        +INF       EPS       </w:t>
      </w:r>
    </w:p>
    <w:p w:rsidR="0062748B" w:rsidRDefault="0062748B" w:rsidP="0062748B">
      <w:r>
        <w:t xml:space="preserve">29.1.20      .         .        +INF       EPS       </w:t>
      </w:r>
    </w:p>
    <w:p w:rsidR="0062748B" w:rsidRDefault="0062748B" w:rsidP="0062748B">
      <w:r>
        <w:t xml:space="preserve">29.1.21      .         .        +INF       EPS       </w:t>
      </w:r>
    </w:p>
    <w:p w:rsidR="0062748B" w:rsidRDefault="0062748B" w:rsidP="0062748B">
      <w:r>
        <w:t xml:space="preserve">29.1.22      .         .        +INF       EPS       </w:t>
      </w:r>
    </w:p>
    <w:p w:rsidR="0062748B" w:rsidRDefault="0062748B" w:rsidP="0062748B">
      <w:r>
        <w:t xml:space="preserve">29.1.23      .         .        +INF       EPS       </w:t>
      </w:r>
    </w:p>
    <w:p w:rsidR="0062748B" w:rsidRDefault="0062748B" w:rsidP="0062748B">
      <w:r>
        <w:t xml:space="preserve">29.1.24      .         .        +INF       EPS       </w:t>
      </w:r>
    </w:p>
    <w:p w:rsidR="0062748B" w:rsidRDefault="0062748B" w:rsidP="0062748B">
      <w:r>
        <w:t xml:space="preserve">29.1.25      .         .        +INF       EPS       </w:t>
      </w:r>
    </w:p>
    <w:p w:rsidR="0062748B" w:rsidRDefault="0062748B" w:rsidP="0062748B">
      <w:r>
        <w:t xml:space="preserve">29.1.26      .         .        +INF       EPS       </w:t>
      </w:r>
    </w:p>
    <w:p w:rsidR="0062748B" w:rsidRDefault="0062748B" w:rsidP="0062748B">
      <w:r>
        <w:t xml:space="preserve">29.1.27      .         .        +INF       EPS       </w:t>
      </w:r>
    </w:p>
    <w:p w:rsidR="0062748B" w:rsidRDefault="0062748B" w:rsidP="0062748B">
      <w:r>
        <w:t xml:space="preserve">29.1.28      .         .        +INF       EPS       </w:t>
      </w:r>
    </w:p>
    <w:p w:rsidR="0062748B" w:rsidRDefault="0062748B" w:rsidP="0062748B">
      <w:r>
        <w:t xml:space="preserve">29.1.29      .         .        +INF       EPS       </w:t>
      </w:r>
    </w:p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VAR OptObject~     -INF       .        +INF       .         </w:t>
      </w:r>
    </w:p>
    <w:p w:rsidR="0062748B" w:rsidRDefault="0062748B" w:rsidP="0062748B"/>
    <w:p w:rsidR="0062748B" w:rsidRDefault="0062748B" w:rsidP="0062748B">
      <w:r>
        <w:t xml:space="preserve">  OptObjective  Objective function for the Optimality problem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**** REPORT SUMMARY :        0     NONOPT</w:t>
      </w:r>
    </w:p>
    <w:p w:rsidR="0062748B" w:rsidRDefault="0062748B" w:rsidP="0062748B">
      <w:r>
        <w:t xml:space="preserve">                             0 INFEASIBLE</w:t>
      </w:r>
    </w:p>
    <w:p w:rsidR="0062748B" w:rsidRDefault="0062748B" w:rsidP="0062748B">
      <w:r>
        <w:t xml:space="preserve">                             0  UNBOUNDED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68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OptObj  =E=  Objective function for the optimality problem</w:t>
      </w:r>
    </w:p>
    <w:p w:rsidR="0062748B" w:rsidRDefault="0062748B" w:rsidP="0062748B"/>
    <w:p w:rsidR="0062748B" w:rsidRDefault="0062748B" w:rsidP="0062748B">
      <w:r>
        <w:t>OptObj..  OptObjective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Optconst1  =L=  Constraint for the optimality problem</w:t>
      </w:r>
    </w:p>
    <w:p w:rsidR="0062748B" w:rsidRDefault="0062748B" w:rsidP="0062748B"/>
    <w:p w:rsidR="0062748B" w:rsidRDefault="0062748B" w:rsidP="0062748B">
      <w:r>
        <w:t>Optconst1(1,1,1)..  pi(1,1,1)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Optconst1(1,1,2)..  pi(1,1,2)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Optconst1(1,1,3)..  pi(1,1,3)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69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pi  simplex variable (one in number)</w:t>
      </w:r>
    </w:p>
    <w:p w:rsidR="0062748B" w:rsidRDefault="0062748B" w:rsidP="0062748B"/>
    <w:p w:rsidR="0062748B" w:rsidRDefault="0062748B" w:rsidP="0062748B">
      <w:r>
        <w:t>pi(1,1,1)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Optconst1(1,1,1)</w:t>
      </w:r>
    </w:p>
    <w:p w:rsidR="0062748B" w:rsidRDefault="0062748B" w:rsidP="0062748B"/>
    <w:p w:rsidR="0062748B" w:rsidRDefault="0062748B" w:rsidP="0062748B">
      <w:r>
        <w:t>pi(1,1,2)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Optconst1(1,1,2)</w:t>
      </w:r>
    </w:p>
    <w:p w:rsidR="0062748B" w:rsidRDefault="0062748B" w:rsidP="0062748B"/>
    <w:p w:rsidR="0062748B" w:rsidRDefault="0062748B" w:rsidP="0062748B">
      <w:r>
        <w:t>pi(1,1,3)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Optconst1(1,1,3)</w:t>
      </w:r>
    </w:p>
    <w:p w:rsidR="0062748B" w:rsidRDefault="0062748B" w:rsidP="0062748B"/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t>---- OptObjective  Objective function for the Optimality problem</w:t>
      </w:r>
    </w:p>
    <w:p w:rsidR="0062748B" w:rsidRDefault="0062748B" w:rsidP="0062748B"/>
    <w:p w:rsidR="0062748B" w:rsidRDefault="0062748B" w:rsidP="0062748B">
      <w:r>
        <w:t>OptObjective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lastRenderedPageBreak/>
        <w:t xml:space="preserve">        1       OptObj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70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 2     SINGLE EQUATIONS          842</w:t>
      </w:r>
    </w:p>
    <w:p w:rsidR="0062748B" w:rsidRDefault="0062748B" w:rsidP="0062748B">
      <w:r>
        <w:t>BLOCKS OF VARIABLES           2     SINGLE VARIABLES          842</w:t>
      </w:r>
    </w:p>
    <w:p w:rsidR="0062748B" w:rsidRDefault="0062748B" w:rsidP="0062748B">
      <w:r>
        <w:t>NON ZERO ELEMENTS           842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0.015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0.031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6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71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Optimality          OBJECTIVE  OptObjective</w:t>
      </w:r>
    </w:p>
    <w:p w:rsidR="0062748B" w:rsidRDefault="0062748B" w:rsidP="0062748B">
      <w:r>
        <w:t xml:space="preserve">     TYPE    LP                  DIRECTION  MAXIMIZE</w:t>
      </w:r>
    </w:p>
    <w:p w:rsidR="0062748B" w:rsidRDefault="0062748B" w:rsidP="0062748B">
      <w:r>
        <w:t xml:space="preserve">     SOLVER  CPLEX               FROM LINE  936</w:t>
      </w:r>
    </w:p>
    <w:p w:rsidR="0062748B" w:rsidRDefault="0062748B" w:rsidP="0062748B"/>
    <w:p w:rsidR="0062748B" w:rsidRDefault="0062748B" w:rsidP="0062748B">
      <w:r>
        <w:t xml:space="preserve">**** SOLVER STATUS     1 Normal Completion         </w:t>
      </w:r>
    </w:p>
    <w:p w:rsidR="0062748B" w:rsidRDefault="0062748B" w:rsidP="0062748B">
      <w:r>
        <w:t xml:space="preserve">**** MODEL STATUS      1 Optimal                   </w:t>
      </w:r>
    </w:p>
    <w:p w:rsidR="0062748B" w:rsidRDefault="0062748B" w:rsidP="0062748B">
      <w:r>
        <w:t>**** OBJECTIVE VALUE                0.0000</w:t>
      </w:r>
    </w:p>
    <w:p w:rsidR="0062748B" w:rsidRDefault="0062748B" w:rsidP="0062748B"/>
    <w:p w:rsidR="0062748B" w:rsidRDefault="0062748B" w:rsidP="0062748B">
      <w:r>
        <w:t xml:space="preserve"> RESOURCE USAGE, LIMIT          0.016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/>
    <w:p w:rsidR="0062748B" w:rsidRDefault="0062748B" w:rsidP="0062748B">
      <w:r>
        <w:t xml:space="preserve">IBM ILOG CPLEX   24.1.3 r41464 Released Jul 26, 2013 WEI x86_64/MS Windows    </w:t>
      </w:r>
    </w:p>
    <w:p w:rsidR="0062748B" w:rsidRDefault="0062748B" w:rsidP="0062748B">
      <w:r>
        <w:t>--- GAMS/Cplex licensed for continuous and discrete problems.</w:t>
      </w:r>
    </w:p>
    <w:p w:rsidR="0062748B" w:rsidRDefault="0062748B" w:rsidP="0062748B">
      <w:r>
        <w:t>Cplex 12.5.1.0</w:t>
      </w:r>
    </w:p>
    <w:p w:rsidR="0062748B" w:rsidRDefault="0062748B" w:rsidP="0062748B"/>
    <w:p w:rsidR="0062748B" w:rsidRDefault="0062748B" w:rsidP="0062748B">
      <w:r>
        <w:t>LP status(1): optimal</w:t>
      </w:r>
    </w:p>
    <w:p w:rsidR="0062748B" w:rsidRDefault="0062748B" w:rsidP="0062748B">
      <w:r>
        <w:t>Cplex Time: 0.00sec (det. 0.46 ticks)</w:t>
      </w:r>
    </w:p>
    <w:p w:rsidR="0062748B" w:rsidRDefault="0062748B" w:rsidP="0062748B">
      <w:r>
        <w:t>Optimal solution found.</w:t>
      </w:r>
    </w:p>
    <w:p w:rsidR="0062748B" w:rsidRDefault="0062748B" w:rsidP="0062748B">
      <w:r>
        <w:lastRenderedPageBreak/>
        <w:t>Objective :           0.000000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EQU OptObj          .         .         .        1.000      </w:t>
      </w:r>
    </w:p>
    <w:p w:rsidR="0062748B" w:rsidRDefault="0062748B" w:rsidP="0062748B"/>
    <w:p w:rsidR="0062748B" w:rsidRDefault="0062748B" w:rsidP="0062748B">
      <w:r>
        <w:t xml:space="preserve">  OptObj  Objective function for the optimality problem</w:t>
      </w:r>
    </w:p>
    <w:p w:rsidR="0062748B" w:rsidRDefault="0062748B" w:rsidP="0062748B"/>
    <w:p w:rsidR="0062748B" w:rsidRDefault="0062748B" w:rsidP="0062748B">
      <w:r>
        <w:t>---- EQU Optconst1  Constraint for the optimality problem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-INF       .        1.000      .         </w:t>
      </w:r>
    </w:p>
    <w:p w:rsidR="0062748B" w:rsidRDefault="0062748B" w:rsidP="0062748B">
      <w:r>
        <w:t xml:space="preserve">1 .1.2      -INF       .        1.000      .         </w:t>
      </w:r>
    </w:p>
    <w:p w:rsidR="0062748B" w:rsidRDefault="0062748B" w:rsidP="0062748B">
      <w:r>
        <w:t xml:space="preserve">1 .1.3      -INF       .        1.000      .         </w:t>
      </w:r>
    </w:p>
    <w:p w:rsidR="0062748B" w:rsidRDefault="0062748B" w:rsidP="0062748B">
      <w:r>
        <w:t xml:space="preserve">1 .1.4      -INF       .        1.000      .         </w:t>
      </w:r>
    </w:p>
    <w:p w:rsidR="0062748B" w:rsidRDefault="0062748B" w:rsidP="0062748B">
      <w:r>
        <w:t xml:space="preserve">1 .1.5      -INF       .        1.000      .         </w:t>
      </w:r>
    </w:p>
    <w:p w:rsidR="0062748B" w:rsidRDefault="0062748B" w:rsidP="0062748B">
      <w:r>
        <w:t xml:space="preserve">1 .1.6      -INF       .        1.000      .         </w:t>
      </w:r>
    </w:p>
    <w:p w:rsidR="0062748B" w:rsidRDefault="0062748B" w:rsidP="0062748B">
      <w:r>
        <w:t xml:space="preserve">1 .1.7      -INF       .        1.000      .         </w:t>
      </w:r>
    </w:p>
    <w:p w:rsidR="0062748B" w:rsidRDefault="0062748B" w:rsidP="0062748B">
      <w:r>
        <w:t xml:space="preserve">1 .1.8      -INF       .        1.000      .         </w:t>
      </w:r>
    </w:p>
    <w:p w:rsidR="0062748B" w:rsidRDefault="0062748B" w:rsidP="0062748B">
      <w:r>
        <w:t xml:space="preserve">1 .1.9      -INF       .        1.000      .         </w:t>
      </w:r>
    </w:p>
    <w:p w:rsidR="0062748B" w:rsidRDefault="0062748B" w:rsidP="0062748B">
      <w:r>
        <w:t xml:space="preserve">1 .1.10     -INF       .        1.000      .         </w:t>
      </w:r>
    </w:p>
    <w:p w:rsidR="0062748B" w:rsidRDefault="0062748B" w:rsidP="0062748B">
      <w:r>
        <w:t xml:space="preserve">1 .1.11     -INF       .        1.000      .         </w:t>
      </w:r>
    </w:p>
    <w:p w:rsidR="0062748B" w:rsidRDefault="0062748B" w:rsidP="0062748B">
      <w:r>
        <w:t xml:space="preserve">1 .1.12     -INF       .        1.000      .         </w:t>
      </w:r>
    </w:p>
    <w:p w:rsidR="0062748B" w:rsidRDefault="0062748B" w:rsidP="0062748B">
      <w:r>
        <w:lastRenderedPageBreak/>
        <w:t xml:space="preserve">1 .1.13     -INF       .        1.000      .         </w:t>
      </w:r>
    </w:p>
    <w:p w:rsidR="0062748B" w:rsidRDefault="0062748B" w:rsidP="0062748B">
      <w:r>
        <w:t xml:space="preserve">1 .1.14     -INF       .        1.000      .         </w:t>
      </w:r>
    </w:p>
    <w:p w:rsidR="0062748B" w:rsidRDefault="0062748B" w:rsidP="0062748B">
      <w:r>
        <w:t xml:space="preserve">1 .1.15     -INF       .        1.000      .         </w:t>
      </w:r>
    </w:p>
    <w:p w:rsidR="0062748B" w:rsidRDefault="0062748B" w:rsidP="0062748B">
      <w:r>
        <w:t xml:space="preserve">1 .1.16     -INF       .        1.000      .         </w:t>
      </w:r>
    </w:p>
    <w:p w:rsidR="0062748B" w:rsidRDefault="0062748B" w:rsidP="0062748B">
      <w:r>
        <w:t xml:space="preserve">1 .1.17     -INF       .        1.000      .         </w:t>
      </w:r>
    </w:p>
    <w:p w:rsidR="0062748B" w:rsidRDefault="0062748B" w:rsidP="0062748B">
      <w:r>
        <w:t xml:space="preserve">1 .1.18     -INF       .        1.000      .         </w:t>
      </w:r>
    </w:p>
    <w:p w:rsidR="0062748B" w:rsidRDefault="0062748B" w:rsidP="0062748B">
      <w:r>
        <w:t xml:space="preserve">1 .1.19     -INF       .        1.000      .         </w:t>
      </w:r>
    </w:p>
    <w:p w:rsidR="0062748B" w:rsidRDefault="0062748B" w:rsidP="0062748B">
      <w:r>
        <w:t xml:space="preserve">1 .1.20     -INF       .        1.000      .         </w:t>
      </w:r>
    </w:p>
    <w:p w:rsidR="0062748B" w:rsidRDefault="0062748B" w:rsidP="0062748B">
      <w:r>
        <w:t xml:space="preserve">1 .1.21     -INF       .        1.000      .         </w:t>
      </w:r>
    </w:p>
    <w:p w:rsidR="0062748B" w:rsidRDefault="0062748B" w:rsidP="0062748B">
      <w:r>
        <w:t xml:space="preserve">1 .1.22     -INF       .        1.000      .         </w:t>
      </w:r>
    </w:p>
    <w:p w:rsidR="0062748B" w:rsidRDefault="0062748B" w:rsidP="0062748B">
      <w:r>
        <w:t xml:space="preserve">1 .1.23     -INF       .        1.000      .         </w:t>
      </w:r>
    </w:p>
    <w:p w:rsidR="0062748B" w:rsidRDefault="0062748B" w:rsidP="0062748B">
      <w:r>
        <w:t xml:space="preserve">1 .1.24     -INF       .        1.000      .         </w:t>
      </w:r>
    </w:p>
    <w:p w:rsidR="0062748B" w:rsidRDefault="0062748B" w:rsidP="0062748B">
      <w:r>
        <w:t xml:space="preserve">1 .1.25     -INF       .        1.000      .         </w:t>
      </w:r>
    </w:p>
    <w:p w:rsidR="0062748B" w:rsidRDefault="0062748B" w:rsidP="0062748B">
      <w:r>
        <w:t xml:space="preserve">1 .1.26     -INF       .        1.000      .         </w:t>
      </w:r>
    </w:p>
    <w:p w:rsidR="0062748B" w:rsidRDefault="0062748B" w:rsidP="0062748B">
      <w:r>
        <w:t xml:space="preserve">1 .1.27     -INF       .        1.000      .         </w:t>
      </w:r>
    </w:p>
    <w:p w:rsidR="0062748B" w:rsidRDefault="0062748B" w:rsidP="0062748B">
      <w:r>
        <w:t xml:space="preserve">1 .1.28     -INF       .        1.000      .         </w:t>
      </w:r>
    </w:p>
    <w:p w:rsidR="0062748B" w:rsidRDefault="0062748B" w:rsidP="0062748B">
      <w:r>
        <w:t xml:space="preserve">1 .1.29     -INF       .        1.000      .         </w:t>
      </w:r>
    </w:p>
    <w:p w:rsidR="0062748B" w:rsidRDefault="0062748B" w:rsidP="0062748B">
      <w:r>
        <w:t xml:space="preserve">2 .1.1      -INF       .        1.000      .         </w:t>
      </w:r>
    </w:p>
    <w:p w:rsidR="0062748B" w:rsidRDefault="0062748B" w:rsidP="0062748B">
      <w:r>
        <w:t xml:space="preserve">2 .1.2      -INF       .        1.000      .         </w:t>
      </w:r>
    </w:p>
    <w:p w:rsidR="0062748B" w:rsidRDefault="0062748B" w:rsidP="0062748B">
      <w:r>
        <w:t xml:space="preserve">2 .1.3      -INF       .        1.000      .         </w:t>
      </w:r>
    </w:p>
    <w:p w:rsidR="0062748B" w:rsidRDefault="0062748B" w:rsidP="0062748B">
      <w:r>
        <w:t xml:space="preserve">2 .1.4      -INF       .        1.000      .         </w:t>
      </w:r>
    </w:p>
    <w:p w:rsidR="0062748B" w:rsidRDefault="0062748B" w:rsidP="0062748B">
      <w:r>
        <w:t xml:space="preserve">2 .1.5      -INF       .        1.000      .         </w:t>
      </w:r>
    </w:p>
    <w:p w:rsidR="0062748B" w:rsidRDefault="0062748B" w:rsidP="0062748B">
      <w:r>
        <w:t xml:space="preserve">2 .1.6      -INF       .        1.000      .         </w:t>
      </w:r>
    </w:p>
    <w:p w:rsidR="0062748B" w:rsidRDefault="0062748B" w:rsidP="0062748B">
      <w:r>
        <w:t xml:space="preserve">2 .1.7      -INF       .        1.000      .         </w:t>
      </w:r>
    </w:p>
    <w:p w:rsidR="0062748B" w:rsidRDefault="0062748B" w:rsidP="0062748B">
      <w:r>
        <w:t xml:space="preserve">2 .1.8      -INF       .        1.000      .         </w:t>
      </w:r>
    </w:p>
    <w:p w:rsidR="0062748B" w:rsidRDefault="0062748B" w:rsidP="0062748B">
      <w:r>
        <w:lastRenderedPageBreak/>
        <w:t xml:space="preserve">2 .1.9      -INF       .        1.000      .         </w:t>
      </w:r>
    </w:p>
    <w:p w:rsidR="0062748B" w:rsidRDefault="0062748B" w:rsidP="0062748B">
      <w:r>
        <w:t xml:space="preserve">2 .1.10     -INF       .        1.000      .         </w:t>
      </w:r>
    </w:p>
    <w:p w:rsidR="0062748B" w:rsidRDefault="0062748B" w:rsidP="0062748B">
      <w:r>
        <w:t xml:space="preserve">2 .1.11     -INF       .        1.000      .         </w:t>
      </w:r>
    </w:p>
    <w:p w:rsidR="0062748B" w:rsidRDefault="0062748B" w:rsidP="0062748B">
      <w:r>
        <w:t xml:space="preserve">2 .1.12     -INF       .        1.000      .         </w:t>
      </w:r>
    </w:p>
    <w:p w:rsidR="0062748B" w:rsidRDefault="0062748B" w:rsidP="0062748B">
      <w:r>
        <w:t xml:space="preserve">2 .1.13     -INF       .        1.000      .         </w:t>
      </w:r>
    </w:p>
    <w:p w:rsidR="0062748B" w:rsidRDefault="0062748B" w:rsidP="0062748B">
      <w:r>
        <w:t xml:space="preserve">2 .1.14     -INF       .        1.000      .         </w:t>
      </w:r>
    </w:p>
    <w:p w:rsidR="0062748B" w:rsidRDefault="0062748B" w:rsidP="0062748B">
      <w:r>
        <w:t xml:space="preserve">2 .1.15     -INF       .        1.000      .         </w:t>
      </w:r>
    </w:p>
    <w:p w:rsidR="0062748B" w:rsidRDefault="0062748B" w:rsidP="0062748B">
      <w:r>
        <w:t xml:space="preserve">2 .1.16     -INF       .        1.000      .         </w:t>
      </w:r>
    </w:p>
    <w:p w:rsidR="0062748B" w:rsidRDefault="0062748B" w:rsidP="0062748B">
      <w:r>
        <w:t xml:space="preserve">2 .1.17     -INF       .        1.000      .         </w:t>
      </w:r>
    </w:p>
    <w:p w:rsidR="0062748B" w:rsidRDefault="0062748B" w:rsidP="0062748B">
      <w:r>
        <w:t xml:space="preserve">2 .1.18     -INF       .        1.000      .         </w:t>
      </w:r>
    </w:p>
    <w:p w:rsidR="0062748B" w:rsidRDefault="0062748B" w:rsidP="0062748B">
      <w:r>
        <w:t xml:space="preserve">2 .1.19     -INF       .        1.000      .         </w:t>
      </w:r>
    </w:p>
    <w:p w:rsidR="0062748B" w:rsidRDefault="0062748B" w:rsidP="0062748B">
      <w:r>
        <w:t xml:space="preserve">2 .1.20     -INF       .        1.000      .         </w:t>
      </w:r>
    </w:p>
    <w:p w:rsidR="0062748B" w:rsidRDefault="0062748B" w:rsidP="0062748B">
      <w:r>
        <w:t xml:space="preserve">2 .1.21     -INF       .        1.000      .         </w:t>
      </w:r>
    </w:p>
    <w:p w:rsidR="0062748B" w:rsidRDefault="0062748B" w:rsidP="0062748B">
      <w:r>
        <w:t xml:space="preserve">2 .1.22     -INF       .        1.000      .         </w:t>
      </w:r>
    </w:p>
    <w:p w:rsidR="0062748B" w:rsidRDefault="0062748B" w:rsidP="0062748B">
      <w:r>
        <w:t xml:space="preserve">2 .1.23     -INF       .        1.000      .         </w:t>
      </w:r>
    </w:p>
    <w:p w:rsidR="0062748B" w:rsidRDefault="0062748B" w:rsidP="0062748B">
      <w:r>
        <w:t xml:space="preserve">2 .1.24     -INF       .        1.000      .         </w:t>
      </w:r>
    </w:p>
    <w:p w:rsidR="0062748B" w:rsidRDefault="0062748B" w:rsidP="0062748B">
      <w:r>
        <w:t xml:space="preserve">2 .1.25     -INF       .        1.000      .         </w:t>
      </w:r>
    </w:p>
    <w:p w:rsidR="0062748B" w:rsidRDefault="0062748B" w:rsidP="0062748B">
      <w:r>
        <w:t xml:space="preserve">2 .1.26     -INF       .        1.000      .         </w:t>
      </w:r>
    </w:p>
    <w:p w:rsidR="0062748B" w:rsidRDefault="0062748B" w:rsidP="0062748B">
      <w:r>
        <w:t xml:space="preserve">2 .1.27     -INF       .        1.000      .         </w:t>
      </w:r>
    </w:p>
    <w:p w:rsidR="0062748B" w:rsidRDefault="0062748B" w:rsidP="0062748B">
      <w:r>
        <w:t xml:space="preserve">2 .1.28     -INF       .        1.000      .         </w:t>
      </w:r>
    </w:p>
    <w:p w:rsidR="0062748B" w:rsidRDefault="0062748B" w:rsidP="0062748B">
      <w:r>
        <w:t xml:space="preserve">2 .1.29     -INF       .        1.000      .         </w:t>
      </w:r>
    </w:p>
    <w:p w:rsidR="0062748B" w:rsidRDefault="0062748B" w:rsidP="0062748B">
      <w:r>
        <w:t xml:space="preserve">3 .1.1      -INF       .        1.000      .         </w:t>
      </w:r>
    </w:p>
    <w:p w:rsidR="0062748B" w:rsidRDefault="0062748B" w:rsidP="0062748B">
      <w:r>
        <w:t xml:space="preserve">3 .1.2      -INF       .        1.000      .         </w:t>
      </w:r>
    </w:p>
    <w:p w:rsidR="0062748B" w:rsidRDefault="0062748B" w:rsidP="0062748B">
      <w:r>
        <w:t xml:space="preserve">3 .1.3      -INF       .        1.000      .         </w:t>
      </w:r>
    </w:p>
    <w:p w:rsidR="0062748B" w:rsidRDefault="0062748B" w:rsidP="0062748B">
      <w:r>
        <w:t xml:space="preserve">3 .1.4      -INF       .        1.000      .         </w:t>
      </w:r>
    </w:p>
    <w:p w:rsidR="0062748B" w:rsidRDefault="0062748B" w:rsidP="0062748B">
      <w:r>
        <w:lastRenderedPageBreak/>
        <w:t xml:space="preserve">3 .1.5      -INF       .        1.000      .         </w:t>
      </w:r>
    </w:p>
    <w:p w:rsidR="0062748B" w:rsidRDefault="0062748B" w:rsidP="0062748B">
      <w:r>
        <w:t xml:space="preserve">3 .1.6      -INF       .        1.000      .         </w:t>
      </w:r>
    </w:p>
    <w:p w:rsidR="0062748B" w:rsidRDefault="0062748B" w:rsidP="0062748B">
      <w:r>
        <w:t xml:space="preserve">3 .1.7      -INF       .        1.000      .         </w:t>
      </w:r>
    </w:p>
    <w:p w:rsidR="0062748B" w:rsidRDefault="0062748B" w:rsidP="0062748B">
      <w:r>
        <w:t xml:space="preserve">3 .1.8      -INF       .        1.000      .         </w:t>
      </w:r>
    </w:p>
    <w:p w:rsidR="0062748B" w:rsidRDefault="0062748B" w:rsidP="0062748B">
      <w:r>
        <w:t xml:space="preserve">3 .1.9      -INF       .        1.000      .         </w:t>
      </w:r>
    </w:p>
    <w:p w:rsidR="0062748B" w:rsidRDefault="0062748B" w:rsidP="0062748B">
      <w:r>
        <w:t xml:space="preserve">3 .1.10     -INF       .        1.000      .         </w:t>
      </w:r>
    </w:p>
    <w:p w:rsidR="0062748B" w:rsidRDefault="0062748B" w:rsidP="0062748B">
      <w:r>
        <w:t xml:space="preserve">3 .1.11     -INF       .        1.000      .         </w:t>
      </w:r>
    </w:p>
    <w:p w:rsidR="0062748B" w:rsidRDefault="0062748B" w:rsidP="0062748B">
      <w:r>
        <w:t xml:space="preserve">3 .1.12     -INF       .        1.000      .         </w:t>
      </w:r>
    </w:p>
    <w:p w:rsidR="0062748B" w:rsidRDefault="0062748B" w:rsidP="0062748B">
      <w:r>
        <w:t xml:space="preserve">3 .1.13     -INF       .        1.000      .         </w:t>
      </w:r>
    </w:p>
    <w:p w:rsidR="0062748B" w:rsidRDefault="0062748B" w:rsidP="0062748B">
      <w:r>
        <w:t xml:space="preserve">3 .1.14     -INF       .        1.000      .         </w:t>
      </w:r>
    </w:p>
    <w:p w:rsidR="0062748B" w:rsidRDefault="0062748B" w:rsidP="0062748B">
      <w:r>
        <w:t xml:space="preserve">3 .1.15     -INF       .        1.000      .         </w:t>
      </w:r>
    </w:p>
    <w:p w:rsidR="0062748B" w:rsidRDefault="0062748B" w:rsidP="0062748B">
      <w:r>
        <w:t xml:space="preserve">3 .1.16     -INF       .        1.000      .         </w:t>
      </w:r>
    </w:p>
    <w:p w:rsidR="0062748B" w:rsidRDefault="0062748B" w:rsidP="0062748B">
      <w:r>
        <w:t xml:space="preserve">3 .1.17     -INF       .        1.000      .         </w:t>
      </w:r>
    </w:p>
    <w:p w:rsidR="0062748B" w:rsidRDefault="0062748B" w:rsidP="0062748B">
      <w:r>
        <w:t xml:space="preserve">3 .1.18     -INF       .        1.000      .         </w:t>
      </w:r>
    </w:p>
    <w:p w:rsidR="0062748B" w:rsidRDefault="0062748B" w:rsidP="0062748B">
      <w:r>
        <w:t xml:space="preserve">3 .1.19     -INF       .        1.000      .         </w:t>
      </w:r>
    </w:p>
    <w:p w:rsidR="0062748B" w:rsidRDefault="0062748B" w:rsidP="0062748B">
      <w:r>
        <w:t xml:space="preserve">3 .1.20     -INF       .        1.000      .         </w:t>
      </w:r>
    </w:p>
    <w:p w:rsidR="0062748B" w:rsidRDefault="0062748B" w:rsidP="0062748B">
      <w:r>
        <w:t xml:space="preserve">3 .1.21     -INF       .        1.000      .         </w:t>
      </w:r>
    </w:p>
    <w:p w:rsidR="0062748B" w:rsidRDefault="0062748B" w:rsidP="0062748B">
      <w:r>
        <w:t xml:space="preserve">3 .1.22     -INF       .        1.000      .         </w:t>
      </w:r>
    </w:p>
    <w:p w:rsidR="0062748B" w:rsidRDefault="0062748B" w:rsidP="0062748B">
      <w:r>
        <w:t xml:space="preserve">3 .1.23     -INF       .        1.000      .         </w:t>
      </w:r>
    </w:p>
    <w:p w:rsidR="0062748B" w:rsidRDefault="0062748B" w:rsidP="0062748B">
      <w:r>
        <w:t xml:space="preserve">3 .1.24     -INF       .        1.000      .         </w:t>
      </w:r>
    </w:p>
    <w:p w:rsidR="0062748B" w:rsidRDefault="0062748B" w:rsidP="0062748B">
      <w:r>
        <w:t xml:space="preserve">3 .1.25     -INF       .        1.000      .         </w:t>
      </w:r>
    </w:p>
    <w:p w:rsidR="0062748B" w:rsidRDefault="0062748B" w:rsidP="0062748B">
      <w:r>
        <w:t xml:space="preserve">3 .1.26     -INF       .        1.000      .         </w:t>
      </w:r>
    </w:p>
    <w:p w:rsidR="0062748B" w:rsidRDefault="0062748B" w:rsidP="0062748B">
      <w:r>
        <w:t xml:space="preserve">3 .1.27     -INF       .        1.000      .         </w:t>
      </w:r>
    </w:p>
    <w:p w:rsidR="0062748B" w:rsidRDefault="0062748B" w:rsidP="0062748B">
      <w:r>
        <w:t xml:space="preserve">3 .1.28     -INF       .        1.000      .         </w:t>
      </w:r>
    </w:p>
    <w:p w:rsidR="0062748B" w:rsidRDefault="0062748B" w:rsidP="0062748B">
      <w:r>
        <w:t xml:space="preserve">3 .1.29     -INF       .        1.000      .         </w:t>
      </w:r>
    </w:p>
    <w:p w:rsidR="0062748B" w:rsidRDefault="0062748B" w:rsidP="0062748B">
      <w:r>
        <w:lastRenderedPageBreak/>
        <w:t xml:space="preserve">4 .1.1      -INF       .        1.000      .         </w:t>
      </w:r>
    </w:p>
    <w:p w:rsidR="0062748B" w:rsidRDefault="0062748B" w:rsidP="0062748B">
      <w:r>
        <w:t xml:space="preserve">4 .1.2      -INF       .        1.000      .         </w:t>
      </w:r>
    </w:p>
    <w:p w:rsidR="0062748B" w:rsidRDefault="0062748B" w:rsidP="0062748B">
      <w:r>
        <w:t xml:space="preserve">4 .1.3      -INF       .        1.000      .         </w:t>
      </w:r>
    </w:p>
    <w:p w:rsidR="0062748B" w:rsidRDefault="0062748B" w:rsidP="0062748B">
      <w:r>
        <w:t xml:space="preserve">4 .1.4      -INF       .        1.000      .         </w:t>
      </w:r>
    </w:p>
    <w:p w:rsidR="0062748B" w:rsidRDefault="0062748B" w:rsidP="0062748B">
      <w:r>
        <w:t xml:space="preserve">4 .1.5      -INF       .        1.000      .         </w:t>
      </w:r>
    </w:p>
    <w:p w:rsidR="0062748B" w:rsidRDefault="0062748B" w:rsidP="0062748B">
      <w:r>
        <w:t xml:space="preserve">4 .1.6      -INF       .        1.000      .         </w:t>
      </w:r>
    </w:p>
    <w:p w:rsidR="0062748B" w:rsidRDefault="0062748B" w:rsidP="0062748B">
      <w:r>
        <w:t xml:space="preserve">4 .1.7      -INF       .        1.000      .         </w:t>
      </w:r>
    </w:p>
    <w:p w:rsidR="0062748B" w:rsidRDefault="0062748B" w:rsidP="0062748B">
      <w:r>
        <w:t xml:space="preserve">4 .1.8      -INF       .        1.000      .         </w:t>
      </w:r>
    </w:p>
    <w:p w:rsidR="0062748B" w:rsidRDefault="0062748B" w:rsidP="0062748B">
      <w:r>
        <w:t xml:space="preserve">4 .1.9      -INF       .        1.000      .         </w:t>
      </w:r>
    </w:p>
    <w:p w:rsidR="0062748B" w:rsidRDefault="0062748B" w:rsidP="0062748B">
      <w:r>
        <w:t xml:space="preserve">4 .1.10     -INF       .        1.000      .         </w:t>
      </w:r>
    </w:p>
    <w:p w:rsidR="0062748B" w:rsidRDefault="0062748B" w:rsidP="0062748B">
      <w:r>
        <w:t xml:space="preserve">4 .1.11     -INF       .        1.000      .         </w:t>
      </w:r>
    </w:p>
    <w:p w:rsidR="0062748B" w:rsidRDefault="0062748B" w:rsidP="0062748B">
      <w:r>
        <w:t xml:space="preserve">4 .1.12     -INF       .        1.000      .         </w:t>
      </w:r>
    </w:p>
    <w:p w:rsidR="0062748B" w:rsidRDefault="0062748B" w:rsidP="0062748B">
      <w:r>
        <w:t xml:space="preserve">4 .1.13     -INF       .        1.000      .         </w:t>
      </w:r>
    </w:p>
    <w:p w:rsidR="0062748B" w:rsidRDefault="0062748B" w:rsidP="0062748B">
      <w:r>
        <w:t xml:space="preserve">4 .1.14     -INF       .        1.000      .         </w:t>
      </w:r>
    </w:p>
    <w:p w:rsidR="0062748B" w:rsidRDefault="0062748B" w:rsidP="0062748B">
      <w:r>
        <w:t xml:space="preserve">4 .1.15     -INF       .        1.000      .         </w:t>
      </w:r>
    </w:p>
    <w:p w:rsidR="0062748B" w:rsidRDefault="0062748B" w:rsidP="0062748B">
      <w:r>
        <w:t xml:space="preserve">4 .1.16     -INF       .        1.000      .         </w:t>
      </w:r>
    </w:p>
    <w:p w:rsidR="0062748B" w:rsidRDefault="0062748B" w:rsidP="0062748B">
      <w:r>
        <w:t xml:space="preserve">4 .1.17     -INF       .        1.000      .         </w:t>
      </w:r>
    </w:p>
    <w:p w:rsidR="0062748B" w:rsidRDefault="0062748B" w:rsidP="0062748B">
      <w:r>
        <w:t xml:space="preserve">4 .1.18     -INF       .        1.000      .         </w:t>
      </w:r>
    </w:p>
    <w:p w:rsidR="0062748B" w:rsidRDefault="0062748B" w:rsidP="0062748B">
      <w:r>
        <w:t xml:space="preserve">4 .1.19     -INF       .        1.000      .         </w:t>
      </w:r>
    </w:p>
    <w:p w:rsidR="0062748B" w:rsidRDefault="0062748B" w:rsidP="0062748B">
      <w:r>
        <w:t xml:space="preserve">4 .1.20     -INF       .        1.000      .         </w:t>
      </w:r>
    </w:p>
    <w:p w:rsidR="0062748B" w:rsidRDefault="0062748B" w:rsidP="0062748B">
      <w:r>
        <w:t xml:space="preserve">4 .1.21     -INF       .        1.000      .         </w:t>
      </w:r>
    </w:p>
    <w:p w:rsidR="0062748B" w:rsidRDefault="0062748B" w:rsidP="0062748B">
      <w:r>
        <w:t xml:space="preserve">4 .1.22     -INF       .        1.000      .         </w:t>
      </w:r>
    </w:p>
    <w:p w:rsidR="0062748B" w:rsidRDefault="0062748B" w:rsidP="0062748B">
      <w:r>
        <w:t xml:space="preserve">4 .1.23     -INF       .        1.000      .         </w:t>
      </w:r>
    </w:p>
    <w:p w:rsidR="0062748B" w:rsidRDefault="0062748B" w:rsidP="0062748B">
      <w:r>
        <w:t xml:space="preserve">4 .1.24     -INF       .        1.000      .         </w:t>
      </w:r>
    </w:p>
    <w:p w:rsidR="0062748B" w:rsidRDefault="0062748B" w:rsidP="0062748B">
      <w:r>
        <w:t xml:space="preserve">4 .1.25     -INF       .        1.000      .         </w:t>
      </w:r>
    </w:p>
    <w:p w:rsidR="0062748B" w:rsidRDefault="0062748B" w:rsidP="0062748B">
      <w:r>
        <w:lastRenderedPageBreak/>
        <w:t xml:space="preserve">4 .1.26     -INF       .        1.000      .         </w:t>
      </w:r>
    </w:p>
    <w:p w:rsidR="0062748B" w:rsidRDefault="0062748B" w:rsidP="0062748B">
      <w:r>
        <w:t xml:space="preserve">4 .1.27     -INF       .        1.000      .         </w:t>
      </w:r>
    </w:p>
    <w:p w:rsidR="0062748B" w:rsidRDefault="0062748B" w:rsidP="0062748B">
      <w:r>
        <w:t xml:space="preserve">4 .1.28     -INF       .        1.000      .         </w:t>
      </w:r>
    </w:p>
    <w:p w:rsidR="0062748B" w:rsidRDefault="0062748B" w:rsidP="0062748B">
      <w:r>
        <w:t xml:space="preserve">4 .1.29     -INF       .        1.000      .         </w:t>
      </w:r>
    </w:p>
    <w:p w:rsidR="0062748B" w:rsidRDefault="0062748B" w:rsidP="0062748B">
      <w:r>
        <w:t xml:space="preserve">5 .1.1      -INF       .        1.000      .         </w:t>
      </w:r>
    </w:p>
    <w:p w:rsidR="0062748B" w:rsidRDefault="0062748B" w:rsidP="0062748B">
      <w:r>
        <w:t xml:space="preserve">5 .1.2      -INF       .        1.000      .         </w:t>
      </w:r>
    </w:p>
    <w:p w:rsidR="0062748B" w:rsidRDefault="0062748B" w:rsidP="0062748B">
      <w:r>
        <w:t xml:space="preserve">5 .1.3      -INF       .        1.000      .         </w:t>
      </w:r>
    </w:p>
    <w:p w:rsidR="0062748B" w:rsidRDefault="0062748B" w:rsidP="0062748B">
      <w:r>
        <w:t xml:space="preserve">5 .1.4      -INF       .        1.000      .         </w:t>
      </w:r>
    </w:p>
    <w:p w:rsidR="0062748B" w:rsidRDefault="0062748B" w:rsidP="0062748B">
      <w:r>
        <w:t xml:space="preserve">5 .1.5      -INF       .        1.000      .         </w:t>
      </w:r>
    </w:p>
    <w:p w:rsidR="0062748B" w:rsidRDefault="0062748B" w:rsidP="0062748B">
      <w:r>
        <w:t xml:space="preserve">5 .1.6      -INF       .        1.000      .         </w:t>
      </w:r>
    </w:p>
    <w:p w:rsidR="0062748B" w:rsidRDefault="0062748B" w:rsidP="0062748B">
      <w:r>
        <w:t xml:space="preserve">5 .1.7      -INF       .        1.000      .         </w:t>
      </w:r>
    </w:p>
    <w:p w:rsidR="0062748B" w:rsidRDefault="0062748B" w:rsidP="0062748B">
      <w:r>
        <w:t xml:space="preserve">5 .1.8      -INF       .        1.000      .         </w:t>
      </w:r>
    </w:p>
    <w:p w:rsidR="0062748B" w:rsidRDefault="0062748B" w:rsidP="0062748B">
      <w:r>
        <w:t xml:space="preserve">5 .1.9      -INF       .        1.000      .         </w:t>
      </w:r>
    </w:p>
    <w:p w:rsidR="0062748B" w:rsidRDefault="0062748B" w:rsidP="0062748B">
      <w:r>
        <w:t xml:space="preserve">5 .1.10     -INF       .        1.000      .         </w:t>
      </w:r>
    </w:p>
    <w:p w:rsidR="0062748B" w:rsidRDefault="0062748B" w:rsidP="0062748B">
      <w:r>
        <w:t xml:space="preserve">5 .1.11     -INF       .        1.000      .         </w:t>
      </w:r>
    </w:p>
    <w:p w:rsidR="0062748B" w:rsidRDefault="0062748B" w:rsidP="0062748B">
      <w:r>
        <w:t xml:space="preserve">5 .1.12     -INF       .        1.000      .         </w:t>
      </w:r>
    </w:p>
    <w:p w:rsidR="0062748B" w:rsidRDefault="0062748B" w:rsidP="0062748B">
      <w:r>
        <w:t xml:space="preserve">5 .1.13     -INF       .        1.000      .         </w:t>
      </w:r>
    </w:p>
    <w:p w:rsidR="0062748B" w:rsidRDefault="0062748B" w:rsidP="0062748B">
      <w:r>
        <w:t xml:space="preserve">5 .1.14     -INF       .        1.000      .         </w:t>
      </w:r>
    </w:p>
    <w:p w:rsidR="0062748B" w:rsidRDefault="0062748B" w:rsidP="0062748B">
      <w:r>
        <w:t xml:space="preserve">5 .1.15     -INF       .        1.000      .         </w:t>
      </w:r>
    </w:p>
    <w:p w:rsidR="0062748B" w:rsidRDefault="0062748B" w:rsidP="0062748B">
      <w:r>
        <w:t xml:space="preserve">5 .1.16     -INF       .        1.000      .         </w:t>
      </w:r>
    </w:p>
    <w:p w:rsidR="0062748B" w:rsidRDefault="0062748B" w:rsidP="0062748B">
      <w:r>
        <w:t xml:space="preserve">5 .1.17     -INF       .        1.000      .         </w:t>
      </w:r>
    </w:p>
    <w:p w:rsidR="0062748B" w:rsidRDefault="0062748B" w:rsidP="0062748B">
      <w:r>
        <w:t xml:space="preserve">5 .1.18     -INF       .        1.000      .         </w:t>
      </w:r>
    </w:p>
    <w:p w:rsidR="0062748B" w:rsidRDefault="0062748B" w:rsidP="0062748B">
      <w:r>
        <w:t xml:space="preserve">5 .1.19     -INF       .        1.000      .         </w:t>
      </w:r>
    </w:p>
    <w:p w:rsidR="0062748B" w:rsidRDefault="0062748B" w:rsidP="0062748B">
      <w:r>
        <w:t xml:space="preserve">5 .1.20     -INF       .        1.000      .         </w:t>
      </w:r>
    </w:p>
    <w:p w:rsidR="0062748B" w:rsidRDefault="0062748B" w:rsidP="0062748B">
      <w:r>
        <w:t xml:space="preserve">5 .1.21     -INF       .        1.000      .         </w:t>
      </w:r>
    </w:p>
    <w:p w:rsidR="0062748B" w:rsidRDefault="0062748B" w:rsidP="0062748B">
      <w:r>
        <w:lastRenderedPageBreak/>
        <w:t xml:space="preserve">5 .1.22     -INF       .        1.000      .         </w:t>
      </w:r>
    </w:p>
    <w:p w:rsidR="0062748B" w:rsidRDefault="0062748B" w:rsidP="0062748B">
      <w:r>
        <w:t xml:space="preserve">5 .1.23     -INF       .        1.000      .         </w:t>
      </w:r>
    </w:p>
    <w:p w:rsidR="0062748B" w:rsidRDefault="0062748B" w:rsidP="0062748B">
      <w:r>
        <w:t xml:space="preserve">5 .1.24     -INF       .        1.000      .         </w:t>
      </w:r>
    </w:p>
    <w:p w:rsidR="0062748B" w:rsidRDefault="0062748B" w:rsidP="0062748B">
      <w:r>
        <w:t xml:space="preserve">5 .1.25     -INF       .        1.000      .         </w:t>
      </w:r>
    </w:p>
    <w:p w:rsidR="0062748B" w:rsidRDefault="0062748B" w:rsidP="0062748B">
      <w:r>
        <w:t xml:space="preserve">5 .1.26     -INF       .        1.000      .         </w:t>
      </w:r>
    </w:p>
    <w:p w:rsidR="0062748B" w:rsidRDefault="0062748B" w:rsidP="0062748B">
      <w:r>
        <w:t xml:space="preserve">5 .1.27     -INF       .        1.000      .         </w:t>
      </w:r>
    </w:p>
    <w:p w:rsidR="0062748B" w:rsidRDefault="0062748B" w:rsidP="0062748B">
      <w:r>
        <w:t xml:space="preserve">5 .1.28     -INF       .        1.000      .         </w:t>
      </w:r>
    </w:p>
    <w:p w:rsidR="0062748B" w:rsidRDefault="0062748B" w:rsidP="0062748B">
      <w:r>
        <w:t xml:space="preserve">5 .1.29     -INF       .        1.000      .         </w:t>
      </w:r>
    </w:p>
    <w:p w:rsidR="0062748B" w:rsidRDefault="0062748B" w:rsidP="0062748B">
      <w:r>
        <w:t xml:space="preserve">6 .1.1      -INF       .        1.000      .         </w:t>
      </w:r>
    </w:p>
    <w:p w:rsidR="0062748B" w:rsidRDefault="0062748B" w:rsidP="0062748B">
      <w:r>
        <w:t xml:space="preserve">6 .1.2      -INF       .        1.000      .         </w:t>
      </w:r>
    </w:p>
    <w:p w:rsidR="0062748B" w:rsidRDefault="0062748B" w:rsidP="0062748B">
      <w:r>
        <w:t xml:space="preserve">6 .1.3      -INF       .        1.000      .         </w:t>
      </w:r>
    </w:p>
    <w:p w:rsidR="0062748B" w:rsidRDefault="0062748B" w:rsidP="0062748B">
      <w:r>
        <w:t xml:space="preserve">6 .1.4      -INF       .        1.000      .         </w:t>
      </w:r>
    </w:p>
    <w:p w:rsidR="0062748B" w:rsidRDefault="0062748B" w:rsidP="0062748B">
      <w:r>
        <w:t xml:space="preserve">6 .1.5      -INF       .        1.000      .         </w:t>
      </w:r>
    </w:p>
    <w:p w:rsidR="0062748B" w:rsidRDefault="0062748B" w:rsidP="0062748B">
      <w:r>
        <w:t xml:space="preserve">6 .1.6      -INF       .        1.000      .         </w:t>
      </w:r>
    </w:p>
    <w:p w:rsidR="0062748B" w:rsidRDefault="0062748B" w:rsidP="0062748B">
      <w:r>
        <w:t xml:space="preserve">6 .1.7      -INF       .        1.000      .         </w:t>
      </w:r>
    </w:p>
    <w:p w:rsidR="0062748B" w:rsidRDefault="0062748B" w:rsidP="0062748B">
      <w:r>
        <w:t xml:space="preserve">6 .1.8      -INF       .        1.000      .         </w:t>
      </w:r>
    </w:p>
    <w:p w:rsidR="0062748B" w:rsidRDefault="0062748B" w:rsidP="0062748B">
      <w:r>
        <w:t xml:space="preserve">6 .1.9      -INF       .        1.000      .         </w:t>
      </w:r>
    </w:p>
    <w:p w:rsidR="0062748B" w:rsidRDefault="0062748B" w:rsidP="0062748B">
      <w:r>
        <w:t xml:space="preserve">6 .1.10     -INF       .        1.000      .         </w:t>
      </w:r>
    </w:p>
    <w:p w:rsidR="0062748B" w:rsidRDefault="0062748B" w:rsidP="0062748B">
      <w:r>
        <w:t xml:space="preserve">6 .1.11     -INF       .        1.000      .         </w:t>
      </w:r>
    </w:p>
    <w:p w:rsidR="0062748B" w:rsidRDefault="0062748B" w:rsidP="0062748B">
      <w:r>
        <w:t xml:space="preserve">6 .1.12     -INF       .        1.000      .         </w:t>
      </w:r>
    </w:p>
    <w:p w:rsidR="0062748B" w:rsidRDefault="0062748B" w:rsidP="0062748B">
      <w:r>
        <w:t xml:space="preserve">6 .1.13     -INF       .        1.000      .         </w:t>
      </w:r>
    </w:p>
    <w:p w:rsidR="0062748B" w:rsidRDefault="0062748B" w:rsidP="0062748B">
      <w:r>
        <w:t xml:space="preserve">6 .1.14     -INF       .        1.000      .         </w:t>
      </w:r>
    </w:p>
    <w:p w:rsidR="0062748B" w:rsidRDefault="0062748B" w:rsidP="0062748B">
      <w:r>
        <w:t xml:space="preserve">6 .1.15     -INF       .        1.000      .         </w:t>
      </w:r>
    </w:p>
    <w:p w:rsidR="0062748B" w:rsidRDefault="0062748B" w:rsidP="0062748B">
      <w:r>
        <w:t xml:space="preserve">6 .1.16     -INF       .        1.000      .         </w:t>
      </w:r>
    </w:p>
    <w:p w:rsidR="0062748B" w:rsidRDefault="0062748B" w:rsidP="0062748B">
      <w:r>
        <w:t xml:space="preserve">6 .1.17     -INF       .        1.000      .         </w:t>
      </w:r>
    </w:p>
    <w:p w:rsidR="0062748B" w:rsidRDefault="0062748B" w:rsidP="0062748B">
      <w:r>
        <w:lastRenderedPageBreak/>
        <w:t xml:space="preserve">6 .1.18     -INF       .        1.000      .         </w:t>
      </w:r>
    </w:p>
    <w:p w:rsidR="0062748B" w:rsidRDefault="0062748B" w:rsidP="0062748B">
      <w:r>
        <w:t xml:space="preserve">6 .1.19     -INF       .        1.000      .         </w:t>
      </w:r>
    </w:p>
    <w:p w:rsidR="0062748B" w:rsidRDefault="0062748B" w:rsidP="0062748B">
      <w:r>
        <w:t xml:space="preserve">6 .1.20     -INF       .        1.000      .         </w:t>
      </w:r>
    </w:p>
    <w:p w:rsidR="0062748B" w:rsidRDefault="0062748B" w:rsidP="0062748B">
      <w:r>
        <w:t xml:space="preserve">6 .1.21     -INF       .        1.000      .         </w:t>
      </w:r>
    </w:p>
    <w:p w:rsidR="0062748B" w:rsidRDefault="0062748B" w:rsidP="0062748B">
      <w:r>
        <w:t xml:space="preserve">6 .1.22     -INF       .        1.000      .         </w:t>
      </w:r>
    </w:p>
    <w:p w:rsidR="0062748B" w:rsidRDefault="0062748B" w:rsidP="0062748B">
      <w:r>
        <w:t xml:space="preserve">6 .1.23     -INF       .        1.000      .         </w:t>
      </w:r>
    </w:p>
    <w:p w:rsidR="0062748B" w:rsidRDefault="0062748B" w:rsidP="0062748B">
      <w:r>
        <w:t xml:space="preserve">6 .1.24     -INF       .        1.000      .         </w:t>
      </w:r>
    </w:p>
    <w:p w:rsidR="0062748B" w:rsidRDefault="0062748B" w:rsidP="0062748B">
      <w:r>
        <w:t xml:space="preserve">6 .1.25     -INF       .        1.000      .         </w:t>
      </w:r>
    </w:p>
    <w:p w:rsidR="0062748B" w:rsidRDefault="0062748B" w:rsidP="0062748B">
      <w:r>
        <w:t xml:space="preserve">6 .1.26     -INF       .        1.000      .         </w:t>
      </w:r>
    </w:p>
    <w:p w:rsidR="0062748B" w:rsidRDefault="0062748B" w:rsidP="0062748B">
      <w:r>
        <w:t xml:space="preserve">6 .1.27     -INF       .        1.000      .         </w:t>
      </w:r>
    </w:p>
    <w:p w:rsidR="0062748B" w:rsidRDefault="0062748B" w:rsidP="0062748B">
      <w:r>
        <w:t xml:space="preserve">6 .1.28     -INF       .        1.000      .         </w:t>
      </w:r>
    </w:p>
    <w:p w:rsidR="0062748B" w:rsidRDefault="0062748B" w:rsidP="0062748B">
      <w:r>
        <w:t xml:space="preserve">6 .1.29     -INF       .        1.000      .         </w:t>
      </w:r>
    </w:p>
    <w:p w:rsidR="0062748B" w:rsidRDefault="0062748B" w:rsidP="0062748B">
      <w:r>
        <w:t xml:space="preserve">7 .1.1      -INF       .        1.000      .         </w:t>
      </w:r>
    </w:p>
    <w:p w:rsidR="0062748B" w:rsidRDefault="0062748B" w:rsidP="0062748B">
      <w:r>
        <w:t xml:space="preserve">7 .1.2      -INF       .        1.000      .         </w:t>
      </w:r>
    </w:p>
    <w:p w:rsidR="0062748B" w:rsidRDefault="0062748B" w:rsidP="0062748B">
      <w:r>
        <w:t xml:space="preserve">7 .1.3      -INF       .        1.000      .         </w:t>
      </w:r>
    </w:p>
    <w:p w:rsidR="0062748B" w:rsidRDefault="0062748B" w:rsidP="0062748B">
      <w:r>
        <w:t xml:space="preserve">7 .1.4      -INF       .        1.000      .         </w:t>
      </w:r>
    </w:p>
    <w:p w:rsidR="0062748B" w:rsidRDefault="0062748B" w:rsidP="0062748B">
      <w:r>
        <w:t xml:space="preserve">7 .1.5      -INF       .        1.000      .         </w:t>
      </w:r>
    </w:p>
    <w:p w:rsidR="0062748B" w:rsidRDefault="0062748B" w:rsidP="0062748B">
      <w:r>
        <w:t xml:space="preserve">7 .1.6      -INF       .        1.000      .         </w:t>
      </w:r>
    </w:p>
    <w:p w:rsidR="0062748B" w:rsidRDefault="0062748B" w:rsidP="0062748B">
      <w:r>
        <w:t xml:space="preserve">7 .1.7      -INF       .        1.000      .         </w:t>
      </w:r>
    </w:p>
    <w:p w:rsidR="0062748B" w:rsidRDefault="0062748B" w:rsidP="0062748B">
      <w:r>
        <w:t xml:space="preserve">7 .1.8      -INF       .        1.000      .         </w:t>
      </w:r>
    </w:p>
    <w:p w:rsidR="0062748B" w:rsidRDefault="0062748B" w:rsidP="0062748B">
      <w:r>
        <w:t xml:space="preserve">7 .1.9      -INF       .        1.000      .         </w:t>
      </w:r>
    </w:p>
    <w:p w:rsidR="0062748B" w:rsidRDefault="0062748B" w:rsidP="0062748B">
      <w:r>
        <w:t xml:space="preserve">7 .1.10     -INF       .        1.000      .         </w:t>
      </w:r>
    </w:p>
    <w:p w:rsidR="0062748B" w:rsidRDefault="0062748B" w:rsidP="0062748B">
      <w:r>
        <w:t xml:space="preserve">7 .1.11     -INF       .        1.000      .         </w:t>
      </w:r>
    </w:p>
    <w:p w:rsidR="0062748B" w:rsidRDefault="0062748B" w:rsidP="0062748B">
      <w:r>
        <w:t xml:space="preserve">7 .1.12     -INF       .        1.000      .         </w:t>
      </w:r>
    </w:p>
    <w:p w:rsidR="0062748B" w:rsidRDefault="0062748B" w:rsidP="0062748B">
      <w:r>
        <w:t xml:space="preserve">7 .1.13     -INF       .        1.000      .         </w:t>
      </w:r>
    </w:p>
    <w:p w:rsidR="0062748B" w:rsidRDefault="0062748B" w:rsidP="0062748B">
      <w:r>
        <w:lastRenderedPageBreak/>
        <w:t xml:space="preserve">7 .1.14     -INF       .        1.000      .         </w:t>
      </w:r>
    </w:p>
    <w:p w:rsidR="0062748B" w:rsidRDefault="0062748B" w:rsidP="0062748B">
      <w:r>
        <w:t xml:space="preserve">7 .1.15     -INF       .        1.000      .         </w:t>
      </w:r>
    </w:p>
    <w:p w:rsidR="0062748B" w:rsidRDefault="0062748B" w:rsidP="0062748B">
      <w:r>
        <w:t xml:space="preserve">7 .1.16     -INF       .        1.000      .         </w:t>
      </w:r>
    </w:p>
    <w:p w:rsidR="0062748B" w:rsidRDefault="0062748B" w:rsidP="0062748B">
      <w:r>
        <w:t xml:space="preserve">7 .1.17     -INF       .        1.000      .         </w:t>
      </w:r>
    </w:p>
    <w:p w:rsidR="0062748B" w:rsidRDefault="0062748B" w:rsidP="0062748B">
      <w:r>
        <w:t xml:space="preserve">7 .1.18     -INF       .        1.000      .         </w:t>
      </w:r>
    </w:p>
    <w:p w:rsidR="0062748B" w:rsidRDefault="0062748B" w:rsidP="0062748B">
      <w:r>
        <w:t xml:space="preserve">7 .1.19     -INF       .        1.000      .         </w:t>
      </w:r>
    </w:p>
    <w:p w:rsidR="0062748B" w:rsidRDefault="0062748B" w:rsidP="0062748B">
      <w:r>
        <w:t xml:space="preserve">7 .1.20     -INF       .        1.000      .         </w:t>
      </w:r>
    </w:p>
    <w:p w:rsidR="0062748B" w:rsidRDefault="0062748B" w:rsidP="0062748B">
      <w:r>
        <w:t xml:space="preserve">7 .1.21     -INF       .        1.000      .         </w:t>
      </w:r>
    </w:p>
    <w:p w:rsidR="0062748B" w:rsidRDefault="0062748B" w:rsidP="0062748B">
      <w:r>
        <w:t xml:space="preserve">7 .1.22     -INF       .        1.000      .         </w:t>
      </w:r>
    </w:p>
    <w:p w:rsidR="0062748B" w:rsidRDefault="0062748B" w:rsidP="0062748B">
      <w:r>
        <w:t xml:space="preserve">7 .1.23     -INF       .        1.000      .         </w:t>
      </w:r>
    </w:p>
    <w:p w:rsidR="0062748B" w:rsidRDefault="0062748B" w:rsidP="0062748B">
      <w:r>
        <w:t xml:space="preserve">7 .1.24     -INF       .        1.000      .         </w:t>
      </w:r>
    </w:p>
    <w:p w:rsidR="0062748B" w:rsidRDefault="0062748B" w:rsidP="0062748B">
      <w:r>
        <w:t xml:space="preserve">7 .1.25     -INF       .        1.000      .         </w:t>
      </w:r>
    </w:p>
    <w:p w:rsidR="0062748B" w:rsidRDefault="0062748B" w:rsidP="0062748B">
      <w:r>
        <w:t xml:space="preserve">7 .1.26     -INF       .        1.000      .         </w:t>
      </w:r>
    </w:p>
    <w:p w:rsidR="0062748B" w:rsidRDefault="0062748B" w:rsidP="0062748B">
      <w:r>
        <w:t xml:space="preserve">7 .1.27     -INF       .        1.000      .         </w:t>
      </w:r>
    </w:p>
    <w:p w:rsidR="0062748B" w:rsidRDefault="0062748B" w:rsidP="0062748B">
      <w:r>
        <w:t xml:space="preserve">7 .1.28     -INF       .        1.000      .         </w:t>
      </w:r>
    </w:p>
    <w:p w:rsidR="0062748B" w:rsidRDefault="0062748B" w:rsidP="0062748B">
      <w:r>
        <w:t xml:space="preserve">7 .1.29     -INF       .        1.000      .         </w:t>
      </w:r>
    </w:p>
    <w:p w:rsidR="0062748B" w:rsidRDefault="0062748B" w:rsidP="0062748B">
      <w:r>
        <w:t xml:space="preserve">8 .1.1      -INF       .        1.000      .         </w:t>
      </w:r>
    </w:p>
    <w:p w:rsidR="0062748B" w:rsidRDefault="0062748B" w:rsidP="0062748B">
      <w:r>
        <w:t xml:space="preserve">8 .1.2      -INF       .        1.000      .         </w:t>
      </w:r>
    </w:p>
    <w:p w:rsidR="0062748B" w:rsidRDefault="0062748B" w:rsidP="0062748B">
      <w:r>
        <w:t xml:space="preserve">8 .1.3      -INF       .        1.000      .         </w:t>
      </w:r>
    </w:p>
    <w:p w:rsidR="0062748B" w:rsidRDefault="0062748B" w:rsidP="0062748B">
      <w:r>
        <w:t xml:space="preserve">8 .1.4      -INF       .        1.000      .         </w:t>
      </w:r>
    </w:p>
    <w:p w:rsidR="0062748B" w:rsidRDefault="0062748B" w:rsidP="0062748B">
      <w:r>
        <w:t xml:space="preserve">8 .1.5      -INF       .        1.000      .         </w:t>
      </w:r>
    </w:p>
    <w:p w:rsidR="0062748B" w:rsidRDefault="0062748B" w:rsidP="0062748B">
      <w:r>
        <w:t xml:space="preserve">8 .1.6      -INF       .        1.000      .         </w:t>
      </w:r>
    </w:p>
    <w:p w:rsidR="0062748B" w:rsidRDefault="0062748B" w:rsidP="0062748B">
      <w:r>
        <w:t xml:space="preserve">8 .1.7      -INF       .        1.000      .         </w:t>
      </w:r>
    </w:p>
    <w:p w:rsidR="0062748B" w:rsidRDefault="0062748B" w:rsidP="0062748B">
      <w:r>
        <w:t xml:space="preserve">8 .1.8      -INF       .        1.000      .         </w:t>
      </w:r>
    </w:p>
    <w:p w:rsidR="0062748B" w:rsidRDefault="0062748B" w:rsidP="0062748B">
      <w:r>
        <w:t xml:space="preserve">8 .1.9      -INF       .        1.000      .         </w:t>
      </w:r>
    </w:p>
    <w:p w:rsidR="0062748B" w:rsidRDefault="0062748B" w:rsidP="0062748B">
      <w:r>
        <w:lastRenderedPageBreak/>
        <w:t xml:space="preserve">8 .1.10     -INF       .        1.000      .         </w:t>
      </w:r>
    </w:p>
    <w:p w:rsidR="0062748B" w:rsidRDefault="0062748B" w:rsidP="0062748B">
      <w:r>
        <w:t xml:space="preserve">8 .1.11     -INF       .        1.000      .         </w:t>
      </w:r>
    </w:p>
    <w:p w:rsidR="0062748B" w:rsidRDefault="0062748B" w:rsidP="0062748B">
      <w:r>
        <w:t xml:space="preserve">8 .1.12     -INF       .        1.000      .         </w:t>
      </w:r>
    </w:p>
    <w:p w:rsidR="0062748B" w:rsidRDefault="0062748B" w:rsidP="0062748B">
      <w:r>
        <w:t xml:space="preserve">8 .1.13     -INF       .        1.000      .         </w:t>
      </w:r>
    </w:p>
    <w:p w:rsidR="0062748B" w:rsidRDefault="0062748B" w:rsidP="0062748B">
      <w:r>
        <w:t xml:space="preserve">8 .1.14     -INF       .        1.000      .         </w:t>
      </w:r>
    </w:p>
    <w:p w:rsidR="0062748B" w:rsidRDefault="0062748B" w:rsidP="0062748B">
      <w:r>
        <w:t xml:space="preserve">8 .1.15     -INF       .        1.000      .         </w:t>
      </w:r>
    </w:p>
    <w:p w:rsidR="0062748B" w:rsidRDefault="0062748B" w:rsidP="0062748B">
      <w:r>
        <w:t xml:space="preserve">8 .1.16     -INF       .        1.000      .         </w:t>
      </w:r>
    </w:p>
    <w:p w:rsidR="0062748B" w:rsidRDefault="0062748B" w:rsidP="0062748B">
      <w:r>
        <w:t xml:space="preserve">8 .1.17     -INF       .        1.000      .         </w:t>
      </w:r>
    </w:p>
    <w:p w:rsidR="0062748B" w:rsidRDefault="0062748B" w:rsidP="0062748B">
      <w:r>
        <w:t xml:space="preserve">8 .1.18     -INF       .        1.000      .         </w:t>
      </w:r>
    </w:p>
    <w:p w:rsidR="0062748B" w:rsidRDefault="0062748B" w:rsidP="0062748B">
      <w:r>
        <w:t xml:space="preserve">8 .1.19     -INF       .        1.000      .         </w:t>
      </w:r>
    </w:p>
    <w:p w:rsidR="0062748B" w:rsidRDefault="0062748B" w:rsidP="0062748B">
      <w:r>
        <w:t xml:space="preserve">8 .1.20     -INF       .        1.000      .         </w:t>
      </w:r>
    </w:p>
    <w:p w:rsidR="0062748B" w:rsidRDefault="0062748B" w:rsidP="0062748B">
      <w:r>
        <w:t xml:space="preserve">8 .1.21     -INF       .        1.000      .         </w:t>
      </w:r>
    </w:p>
    <w:p w:rsidR="0062748B" w:rsidRDefault="0062748B" w:rsidP="0062748B">
      <w:r>
        <w:t xml:space="preserve">8 .1.22     -INF       .        1.000      .         </w:t>
      </w:r>
    </w:p>
    <w:p w:rsidR="0062748B" w:rsidRDefault="0062748B" w:rsidP="0062748B">
      <w:r>
        <w:t xml:space="preserve">8 .1.23     -INF       .        1.000      .         </w:t>
      </w:r>
    </w:p>
    <w:p w:rsidR="0062748B" w:rsidRDefault="0062748B" w:rsidP="0062748B">
      <w:r>
        <w:t xml:space="preserve">8 .1.24     -INF       .        1.000      .         </w:t>
      </w:r>
    </w:p>
    <w:p w:rsidR="0062748B" w:rsidRDefault="0062748B" w:rsidP="0062748B">
      <w:r>
        <w:t xml:space="preserve">8 .1.25     -INF       .        1.000      .         </w:t>
      </w:r>
    </w:p>
    <w:p w:rsidR="0062748B" w:rsidRDefault="0062748B" w:rsidP="0062748B">
      <w:r>
        <w:t xml:space="preserve">8 .1.26     -INF       .        1.000      .         </w:t>
      </w:r>
    </w:p>
    <w:p w:rsidR="0062748B" w:rsidRDefault="0062748B" w:rsidP="0062748B">
      <w:r>
        <w:t xml:space="preserve">8 .1.27     -INF       .        1.000      .         </w:t>
      </w:r>
    </w:p>
    <w:p w:rsidR="0062748B" w:rsidRDefault="0062748B" w:rsidP="0062748B">
      <w:r>
        <w:t xml:space="preserve">8 .1.28     -INF       .        1.000      .         </w:t>
      </w:r>
    </w:p>
    <w:p w:rsidR="0062748B" w:rsidRDefault="0062748B" w:rsidP="0062748B">
      <w:r>
        <w:t xml:space="preserve">8 .1.29     -INF       .        1.000      .         </w:t>
      </w:r>
    </w:p>
    <w:p w:rsidR="0062748B" w:rsidRDefault="0062748B" w:rsidP="0062748B">
      <w:r>
        <w:t xml:space="preserve">9 .1.1      -INF       .        1.000      .         </w:t>
      </w:r>
    </w:p>
    <w:p w:rsidR="0062748B" w:rsidRDefault="0062748B" w:rsidP="0062748B">
      <w:r>
        <w:t xml:space="preserve">9 .1.2      -INF       .        1.000      .         </w:t>
      </w:r>
    </w:p>
    <w:p w:rsidR="0062748B" w:rsidRDefault="0062748B" w:rsidP="0062748B">
      <w:r>
        <w:t xml:space="preserve">9 .1.3      -INF       .        1.000      .         </w:t>
      </w:r>
    </w:p>
    <w:p w:rsidR="0062748B" w:rsidRDefault="0062748B" w:rsidP="0062748B">
      <w:r>
        <w:t xml:space="preserve">9 .1.4      -INF       .        1.000      .         </w:t>
      </w:r>
    </w:p>
    <w:p w:rsidR="0062748B" w:rsidRDefault="0062748B" w:rsidP="0062748B">
      <w:r>
        <w:t xml:space="preserve">9 .1.5      -INF       .        1.000      .         </w:t>
      </w:r>
    </w:p>
    <w:p w:rsidR="0062748B" w:rsidRDefault="0062748B" w:rsidP="0062748B">
      <w:r>
        <w:lastRenderedPageBreak/>
        <w:t xml:space="preserve">9 .1.6      -INF       .        1.000      .         </w:t>
      </w:r>
    </w:p>
    <w:p w:rsidR="0062748B" w:rsidRDefault="0062748B" w:rsidP="0062748B">
      <w:r>
        <w:t xml:space="preserve">9 .1.7      -INF       .        1.000      .         </w:t>
      </w:r>
    </w:p>
    <w:p w:rsidR="0062748B" w:rsidRDefault="0062748B" w:rsidP="0062748B">
      <w:r>
        <w:t xml:space="preserve">9 .1.8      -INF       .        1.000      .         </w:t>
      </w:r>
    </w:p>
    <w:p w:rsidR="0062748B" w:rsidRDefault="0062748B" w:rsidP="0062748B">
      <w:r>
        <w:t xml:space="preserve">9 .1.9      -INF       .        1.000      .         </w:t>
      </w:r>
    </w:p>
    <w:p w:rsidR="0062748B" w:rsidRDefault="0062748B" w:rsidP="0062748B">
      <w:r>
        <w:t xml:space="preserve">9 .1.10     -INF       .        1.000      .         </w:t>
      </w:r>
    </w:p>
    <w:p w:rsidR="0062748B" w:rsidRDefault="0062748B" w:rsidP="0062748B">
      <w:r>
        <w:t xml:space="preserve">9 .1.11     -INF       .        1.000      .         </w:t>
      </w:r>
    </w:p>
    <w:p w:rsidR="0062748B" w:rsidRDefault="0062748B" w:rsidP="0062748B">
      <w:r>
        <w:t xml:space="preserve">9 .1.12     -INF       .        1.000      .         </w:t>
      </w:r>
    </w:p>
    <w:p w:rsidR="0062748B" w:rsidRDefault="0062748B" w:rsidP="0062748B">
      <w:r>
        <w:t xml:space="preserve">9 .1.13     -INF       .        1.000      .         </w:t>
      </w:r>
    </w:p>
    <w:p w:rsidR="0062748B" w:rsidRDefault="0062748B" w:rsidP="0062748B">
      <w:r>
        <w:t xml:space="preserve">9 .1.14     -INF       .        1.000      .         </w:t>
      </w:r>
    </w:p>
    <w:p w:rsidR="0062748B" w:rsidRDefault="0062748B" w:rsidP="0062748B">
      <w:r>
        <w:t xml:space="preserve">9 .1.15     -INF       .        1.000      .         </w:t>
      </w:r>
    </w:p>
    <w:p w:rsidR="0062748B" w:rsidRDefault="0062748B" w:rsidP="0062748B">
      <w:r>
        <w:t xml:space="preserve">9 .1.16     -INF       .        1.000      .         </w:t>
      </w:r>
    </w:p>
    <w:p w:rsidR="0062748B" w:rsidRDefault="0062748B" w:rsidP="0062748B">
      <w:r>
        <w:t xml:space="preserve">9 .1.17     -INF       .        1.000      .         </w:t>
      </w:r>
    </w:p>
    <w:p w:rsidR="0062748B" w:rsidRDefault="0062748B" w:rsidP="0062748B">
      <w:r>
        <w:t xml:space="preserve">9 .1.18     -INF       .        1.000      .         </w:t>
      </w:r>
    </w:p>
    <w:p w:rsidR="0062748B" w:rsidRDefault="0062748B" w:rsidP="0062748B">
      <w:r>
        <w:t xml:space="preserve">9 .1.19     -INF       .        1.000      .         </w:t>
      </w:r>
    </w:p>
    <w:p w:rsidR="0062748B" w:rsidRDefault="0062748B" w:rsidP="0062748B">
      <w:r>
        <w:t xml:space="preserve">9 .1.20     -INF       .        1.000      .         </w:t>
      </w:r>
    </w:p>
    <w:p w:rsidR="0062748B" w:rsidRDefault="0062748B" w:rsidP="0062748B">
      <w:r>
        <w:t xml:space="preserve">9 .1.21     -INF       .        1.000      .         </w:t>
      </w:r>
    </w:p>
    <w:p w:rsidR="0062748B" w:rsidRDefault="0062748B" w:rsidP="0062748B">
      <w:r>
        <w:t xml:space="preserve">9 .1.22     -INF       .        1.000      .         </w:t>
      </w:r>
    </w:p>
    <w:p w:rsidR="0062748B" w:rsidRDefault="0062748B" w:rsidP="0062748B">
      <w:r>
        <w:t xml:space="preserve">9 .1.23     -INF       .        1.000      .         </w:t>
      </w:r>
    </w:p>
    <w:p w:rsidR="0062748B" w:rsidRDefault="0062748B" w:rsidP="0062748B">
      <w:r>
        <w:t xml:space="preserve">9 .1.24     -INF       .        1.000      .         </w:t>
      </w:r>
    </w:p>
    <w:p w:rsidR="0062748B" w:rsidRDefault="0062748B" w:rsidP="0062748B">
      <w:r>
        <w:t xml:space="preserve">9 .1.25     -INF       .        1.000      .         </w:t>
      </w:r>
    </w:p>
    <w:p w:rsidR="0062748B" w:rsidRDefault="0062748B" w:rsidP="0062748B">
      <w:r>
        <w:t xml:space="preserve">9 .1.26     -INF       .        1.000      .         </w:t>
      </w:r>
    </w:p>
    <w:p w:rsidR="0062748B" w:rsidRDefault="0062748B" w:rsidP="0062748B">
      <w:r>
        <w:t xml:space="preserve">9 .1.27     -INF       .        1.000      .         </w:t>
      </w:r>
    </w:p>
    <w:p w:rsidR="0062748B" w:rsidRDefault="0062748B" w:rsidP="0062748B">
      <w:r>
        <w:t xml:space="preserve">9 .1.28     -INF       .        1.000      .         </w:t>
      </w:r>
    </w:p>
    <w:p w:rsidR="0062748B" w:rsidRDefault="0062748B" w:rsidP="0062748B">
      <w:r>
        <w:t xml:space="preserve">9 .1.29     -INF       .        1.000      .         </w:t>
      </w:r>
    </w:p>
    <w:p w:rsidR="0062748B" w:rsidRDefault="0062748B" w:rsidP="0062748B">
      <w:r>
        <w:t xml:space="preserve">10.1.1      -INF       .        1.000      .         </w:t>
      </w:r>
    </w:p>
    <w:p w:rsidR="0062748B" w:rsidRDefault="0062748B" w:rsidP="0062748B">
      <w:r>
        <w:lastRenderedPageBreak/>
        <w:t xml:space="preserve">10.1.2      -INF       .        1.000      .         </w:t>
      </w:r>
    </w:p>
    <w:p w:rsidR="0062748B" w:rsidRDefault="0062748B" w:rsidP="0062748B">
      <w:r>
        <w:t xml:space="preserve">10.1.3      -INF       .        1.000      .         </w:t>
      </w:r>
    </w:p>
    <w:p w:rsidR="0062748B" w:rsidRDefault="0062748B" w:rsidP="0062748B">
      <w:r>
        <w:t xml:space="preserve">10.1.4      -INF       .        1.000      .         </w:t>
      </w:r>
    </w:p>
    <w:p w:rsidR="0062748B" w:rsidRDefault="0062748B" w:rsidP="0062748B">
      <w:r>
        <w:t xml:space="preserve">10.1.5      -INF       .        1.000      .         </w:t>
      </w:r>
    </w:p>
    <w:p w:rsidR="0062748B" w:rsidRDefault="0062748B" w:rsidP="0062748B">
      <w:r>
        <w:t xml:space="preserve">10.1.6      -INF       .        1.000      .         </w:t>
      </w:r>
    </w:p>
    <w:p w:rsidR="0062748B" w:rsidRDefault="0062748B" w:rsidP="0062748B">
      <w:r>
        <w:t xml:space="preserve">10.1.7      -INF       .        1.000      .         </w:t>
      </w:r>
    </w:p>
    <w:p w:rsidR="0062748B" w:rsidRDefault="0062748B" w:rsidP="0062748B">
      <w:r>
        <w:t xml:space="preserve">10.1.8      -INF       .        1.000      .         </w:t>
      </w:r>
    </w:p>
    <w:p w:rsidR="0062748B" w:rsidRDefault="0062748B" w:rsidP="0062748B">
      <w:r>
        <w:t xml:space="preserve">10.1.9      -INF       .        1.000      .         </w:t>
      </w:r>
    </w:p>
    <w:p w:rsidR="0062748B" w:rsidRDefault="0062748B" w:rsidP="0062748B">
      <w:r>
        <w:t xml:space="preserve">10.1.10     -INF       .        1.000      .         </w:t>
      </w:r>
    </w:p>
    <w:p w:rsidR="0062748B" w:rsidRDefault="0062748B" w:rsidP="0062748B">
      <w:r>
        <w:t xml:space="preserve">10.1.11     -INF       .        1.000      .         </w:t>
      </w:r>
    </w:p>
    <w:p w:rsidR="0062748B" w:rsidRDefault="0062748B" w:rsidP="0062748B">
      <w:r>
        <w:t xml:space="preserve">10.1.12     -INF       .        1.000      .         </w:t>
      </w:r>
    </w:p>
    <w:p w:rsidR="0062748B" w:rsidRDefault="0062748B" w:rsidP="0062748B">
      <w:r>
        <w:t xml:space="preserve">10.1.13     -INF       .        1.000      .         </w:t>
      </w:r>
    </w:p>
    <w:p w:rsidR="0062748B" w:rsidRDefault="0062748B" w:rsidP="0062748B">
      <w:r>
        <w:t xml:space="preserve">10.1.14     -INF       .        1.000      .         </w:t>
      </w:r>
    </w:p>
    <w:p w:rsidR="0062748B" w:rsidRDefault="0062748B" w:rsidP="0062748B">
      <w:r>
        <w:t xml:space="preserve">10.1.15     -INF       .        1.000      .         </w:t>
      </w:r>
    </w:p>
    <w:p w:rsidR="0062748B" w:rsidRDefault="0062748B" w:rsidP="0062748B">
      <w:r>
        <w:t xml:space="preserve">10.1.16     -INF       .        1.000      .         </w:t>
      </w:r>
    </w:p>
    <w:p w:rsidR="0062748B" w:rsidRDefault="0062748B" w:rsidP="0062748B">
      <w:r>
        <w:t xml:space="preserve">10.1.17     -INF       .        1.000      .         </w:t>
      </w:r>
    </w:p>
    <w:p w:rsidR="0062748B" w:rsidRDefault="0062748B" w:rsidP="0062748B">
      <w:r>
        <w:t xml:space="preserve">10.1.18     -INF       .        1.000      .         </w:t>
      </w:r>
    </w:p>
    <w:p w:rsidR="0062748B" w:rsidRDefault="0062748B" w:rsidP="0062748B">
      <w:r>
        <w:t xml:space="preserve">10.1.19     -INF       .        1.000      .         </w:t>
      </w:r>
    </w:p>
    <w:p w:rsidR="0062748B" w:rsidRDefault="0062748B" w:rsidP="0062748B">
      <w:r>
        <w:t xml:space="preserve">10.1.20     -INF       .        1.000      .         </w:t>
      </w:r>
    </w:p>
    <w:p w:rsidR="0062748B" w:rsidRDefault="0062748B" w:rsidP="0062748B">
      <w:r>
        <w:t xml:space="preserve">10.1.21     -INF       .        1.000      .         </w:t>
      </w:r>
    </w:p>
    <w:p w:rsidR="0062748B" w:rsidRDefault="0062748B" w:rsidP="0062748B">
      <w:r>
        <w:t xml:space="preserve">10.1.22     -INF       .        1.000      .         </w:t>
      </w:r>
    </w:p>
    <w:p w:rsidR="0062748B" w:rsidRDefault="0062748B" w:rsidP="0062748B">
      <w:r>
        <w:t xml:space="preserve">10.1.23     -INF       .        1.000      .         </w:t>
      </w:r>
    </w:p>
    <w:p w:rsidR="0062748B" w:rsidRDefault="0062748B" w:rsidP="0062748B">
      <w:r>
        <w:t xml:space="preserve">10.1.24     -INF       .        1.000      .         </w:t>
      </w:r>
    </w:p>
    <w:p w:rsidR="0062748B" w:rsidRDefault="0062748B" w:rsidP="0062748B">
      <w:r>
        <w:t xml:space="preserve">10.1.25     -INF       .        1.000      .         </w:t>
      </w:r>
    </w:p>
    <w:p w:rsidR="0062748B" w:rsidRDefault="0062748B" w:rsidP="0062748B">
      <w:r>
        <w:t xml:space="preserve">10.1.26     -INF       .        1.000      .         </w:t>
      </w:r>
    </w:p>
    <w:p w:rsidR="0062748B" w:rsidRDefault="0062748B" w:rsidP="0062748B">
      <w:r>
        <w:lastRenderedPageBreak/>
        <w:t xml:space="preserve">10.1.27     -INF       .        1.000      .         </w:t>
      </w:r>
    </w:p>
    <w:p w:rsidR="0062748B" w:rsidRDefault="0062748B" w:rsidP="0062748B">
      <w:r>
        <w:t xml:space="preserve">10.1.28     -INF       .        1.000      .         </w:t>
      </w:r>
    </w:p>
    <w:p w:rsidR="0062748B" w:rsidRDefault="0062748B" w:rsidP="0062748B">
      <w:r>
        <w:t xml:space="preserve">10.1.29     -INF       .        1.000      .         </w:t>
      </w:r>
    </w:p>
    <w:p w:rsidR="0062748B" w:rsidRDefault="0062748B" w:rsidP="0062748B">
      <w:r>
        <w:t xml:space="preserve">11.1.1      -INF       .        1.000      .         </w:t>
      </w:r>
    </w:p>
    <w:p w:rsidR="0062748B" w:rsidRDefault="0062748B" w:rsidP="0062748B">
      <w:r>
        <w:t xml:space="preserve">11.1.2      -INF       .        1.000      .         </w:t>
      </w:r>
    </w:p>
    <w:p w:rsidR="0062748B" w:rsidRDefault="0062748B" w:rsidP="0062748B">
      <w:r>
        <w:t xml:space="preserve">11.1.3      -INF       .        1.000      .         </w:t>
      </w:r>
    </w:p>
    <w:p w:rsidR="0062748B" w:rsidRDefault="0062748B" w:rsidP="0062748B">
      <w:r>
        <w:t xml:space="preserve">11.1.4      -INF       .        1.000      .         </w:t>
      </w:r>
    </w:p>
    <w:p w:rsidR="0062748B" w:rsidRDefault="0062748B" w:rsidP="0062748B">
      <w:r>
        <w:t xml:space="preserve">11.1.5      -INF       .        1.000      .         </w:t>
      </w:r>
    </w:p>
    <w:p w:rsidR="0062748B" w:rsidRDefault="0062748B" w:rsidP="0062748B">
      <w:r>
        <w:t xml:space="preserve">11.1.6      -INF       .        1.000      .         </w:t>
      </w:r>
    </w:p>
    <w:p w:rsidR="0062748B" w:rsidRDefault="0062748B" w:rsidP="0062748B">
      <w:r>
        <w:t xml:space="preserve">11.1.7      -INF       .        1.000      .         </w:t>
      </w:r>
    </w:p>
    <w:p w:rsidR="0062748B" w:rsidRDefault="0062748B" w:rsidP="0062748B">
      <w:r>
        <w:t xml:space="preserve">11.1.8      -INF       .        1.000      .         </w:t>
      </w:r>
    </w:p>
    <w:p w:rsidR="0062748B" w:rsidRDefault="0062748B" w:rsidP="0062748B">
      <w:r>
        <w:t xml:space="preserve">11.1.9      -INF       .        1.000      .         </w:t>
      </w:r>
    </w:p>
    <w:p w:rsidR="0062748B" w:rsidRDefault="0062748B" w:rsidP="0062748B">
      <w:r>
        <w:t xml:space="preserve">11.1.10     -INF       .        1.000      .         </w:t>
      </w:r>
    </w:p>
    <w:p w:rsidR="0062748B" w:rsidRDefault="0062748B" w:rsidP="0062748B">
      <w:r>
        <w:t xml:space="preserve">11.1.11     -INF       .        1.000      .         </w:t>
      </w:r>
    </w:p>
    <w:p w:rsidR="0062748B" w:rsidRDefault="0062748B" w:rsidP="0062748B">
      <w:r>
        <w:t xml:space="preserve">11.1.12     -INF       .        1.000      .         </w:t>
      </w:r>
    </w:p>
    <w:p w:rsidR="0062748B" w:rsidRDefault="0062748B" w:rsidP="0062748B">
      <w:r>
        <w:t xml:space="preserve">11.1.13     -INF       .        1.000      .         </w:t>
      </w:r>
    </w:p>
    <w:p w:rsidR="0062748B" w:rsidRDefault="0062748B" w:rsidP="0062748B">
      <w:r>
        <w:t xml:space="preserve">11.1.14     -INF       .        1.000      .         </w:t>
      </w:r>
    </w:p>
    <w:p w:rsidR="0062748B" w:rsidRDefault="0062748B" w:rsidP="0062748B">
      <w:r>
        <w:t xml:space="preserve">11.1.15     -INF       .        1.000      .         </w:t>
      </w:r>
    </w:p>
    <w:p w:rsidR="0062748B" w:rsidRDefault="0062748B" w:rsidP="0062748B">
      <w:r>
        <w:t xml:space="preserve">11.1.16     -INF       .        1.000      .         </w:t>
      </w:r>
    </w:p>
    <w:p w:rsidR="0062748B" w:rsidRDefault="0062748B" w:rsidP="0062748B">
      <w:r>
        <w:t xml:space="preserve">11.1.17     -INF       .        1.000      .         </w:t>
      </w:r>
    </w:p>
    <w:p w:rsidR="0062748B" w:rsidRDefault="0062748B" w:rsidP="0062748B">
      <w:r>
        <w:t xml:space="preserve">11.1.18     -INF       .        1.000      .         </w:t>
      </w:r>
    </w:p>
    <w:p w:rsidR="0062748B" w:rsidRDefault="0062748B" w:rsidP="0062748B">
      <w:r>
        <w:t xml:space="preserve">11.1.19     -INF       .        1.000      .         </w:t>
      </w:r>
    </w:p>
    <w:p w:rsidR="0062748B" w:rsidRDefault="0062748B" w:rsidP="0062748B">
      <w:r>
        <w:t xml:space="preserve">11.1.20     -INF       .        1.000      .         </w:t>
      </w:r>
    </w:p>
    <w:p w:rsidR="0062748B" w:rsidRDefault="0062748B" w:rsidP="0062748B">
      <w:r>
        <w:t xml:space="preserve">11.1.21     -INF       .        1.000      .         </w:t>
      </w:r>
    </w:p>
    <w:p w:rsidR="0062748B" w:rsidRDefault="0062748B" w:rsidP="0062748B">
      <w:r>
        <w:t xml:space="preserve">11.1.22     -INF       .        1.000      .         </w:t>
      </w:r>
    </w:p>
    <w:p w:rsidR="0062748B" w:rsidRDefault="0062748B" w:rsidP="0062748B">
      <w:r>
        <w:lastRenderedPageBreak/>
        <w:t xml:space="preserve">11.1.23     -INF       .        1.000      .         </w:t>
      </w:r>
    </w:p>
    <w:p w:rsidR="0062748B" w:rsidRDefault="0062748B" w:rsidP="0062748B">
      <w:r>
        <w:t xml:space="preserve">11.1.24     -INF       .        1.000      .         </w:t>
      </w:r>
    </w:p>
    <w:p w:rsidR="0062748B" w:rsidRDefault="0062748B" w:rsidP="0062748B">
      <w:r>
        <w:t xml:space="preserve">11.1.25     -INF       .        1.000      .         </w:t>
      </w:r>
    </w:p>
    <w:p w:rsidR="0062748B" w:rsidRDefault="0062748B" w:rsidP="0062748B">
      <w:r>
        <w:t xml:space="preserve">11.1.26     -INF       .        1.000      .         </w:t>
      </w:r>
    </w:p>
    <w:p w:rsidR="0062748B" w:rsidRDefault="0062748B" w:rsidP="0062748B">
      <w:r>
        <w:t xml:space="preserve">11.1.27     -INF       .        1.000      .         </w:t>
      </w:r>
    </w:p>
    <w:p w:rsidR="0062748B" w:rsidRDefault="0062748B" w:rsidP="0062748B">
      <w:r>
        <w:t xml:space="preserve">11.1.28     -INF       .        1.000      .         </w:t>
      </w:r>
    </w:p>
    <w:p w:rsidR="0062748B" w:rsidRDefault="0062748B" w:rsidP="0062748B">
      <w:r>
        <w:t xml:space="preserve">11.1.29     -INF       .        1.000      .         </w:t>
      </w:r>
    </w:p>
    <w:p w:rsidR="0062748B" w:rsidRDefault="0062748B" w:rsidP="0062748B">
      <w:r>
        <w:t xml:space="preserve">12.1.1      -INF       .        1.000      .         </w:t>
      </w:r>
    </w:p>
    <w:p w:rsidR="0062748B" w:rsidRDefault="0062748B" w:rsidP="0062748B">
      <w:r>
        <w:t xml:space="preserve">12.1.2      -INF       .        1.000      .         </w:t>
      </w:r>
    </w:p>
    <w:p w:rsidR="0062748B" w:rsidRDefault="0062748B" w:rsidP="0062748B">
      <w:r>
        <w:t xml:space="preserve">12.1.3      -INF       .        1.000      .         </w:t>
      </w:r>
    </w:p>
    <w:p w:rsidR="0062748B" w:rsidRDefault="0062748B" w:rsidP="0062748B">
      <w:r>
        <w:t xml:space="preserve">12.1.4      -INF       .        1.000      .         </w:t>
      </w:r>
    </w:p>
    <w:p w:rsidR="0062748B" w:rsidRDefault="0062748B" w:rsidP="0062748B">
      <w:r>
        <w:t xml:space="preserve">12.1.5      -INF       .        1.000      .         </w:t>
      </w:r>
    </w:p>
    <w:p w:rsidR="0062748B" w:rsidRDefault="0062748B" w:rsidP="0062748B">
      <w:r>
        <w:t xml:space="preserve">12.1.6      -INF       .        1.000      .         </w:t>
      </w:r>
    </w:p>
    <w:p w:rsidR="0062748B" w:rsidRDefault="0062748B" w:rsidP="0062748B">
      <w:r>
        <w:t xml:space="preserve">12.1.7      -INF       .        1.000      .         </w:t>
      </w:r>
    </w:p>
    <w:p w:rsidR="0062748B" w:rsidRDefault="0062748B" w:rsidP="0062748B">
      <w:r>
        <w:t xml:space="preserve">12.1.8      -INF       .        1.000      .         </w:t>
      </w:r>
    </w:p>
    <w:p w:rsidR="0062748B" w:rsidRDefault="0062748B" w:rsidP="0062748B">
      <w:r>
        <w:t xml:space="preserve">12.1.9      -INF       .        1.000      .         </w:t>
      </w:r>
    </w:p>
    <w:p w:rsidR="0062748B" w:rsidRDefault="0062748B" w:rsidP="0062748B">
      <w:r>
        <w:t xml:space="preserve">12.1.10     -INF       .        1.000      .         </w:t>
      </w:r>
    </w:p>
    <w:p w:rsidR="0062748B" w:rsidRDefault="0062748B" w:rsidP="0062748B">
      <w:r>
        <w:t xml:space="preserve">12.1.11     -INF       .        1.000      .         </w:t>
      </w:r>
    </w:p>
    <w:p w:rsidR="0062748B" w:rsidRDefault="0062748B" w:rsidP="0062748B">
      <w:r>
        <w:t xml:space="preserve">12.1.12     -INF       .        1.000      .         </w:t>
      </w:r>
    </w:p>
    <w:p w:rsidR="0062748B" w:rsidRDefault="0062748B" w:rsidP="0062748B">
      <w:r>
        <w:t xml:space="preserve">12.1.13     -INF       .        1.000      .         </w:t>
      </w:r>
    </w:p>
    <w:p w:rsidR="0062748B" w:rsidRDefault="0062748B" w:rsidP="0062748B">
      <w:r>
        <w:t xml:space="preserve">12.1.14     -INF       .        1.000      .         </w:t>
      </w:r>
    </w:p>
    <w:p w:rsidR="0062748B" w:rsidRDefault="0062748B" w:rsidP="0062748B">
      <w:r>
        <w:t xml:space="preserve">12.1.15     -INF       .        1.000      .         </w:t>
      </w:r>
    </w:p>
    <w:p w:rsidR="0062748B" w:rsidRDefault="0062748B" w:rsidP="0062748B">
      <w:r>
        <w:t xml:space="preserve">12.1.16     -INF       .        1.000      .         </w:t>
      </w:r>
    </w:p>
    <w:p w:rsidR="0062748B" w:rsidRDefault="0062748B" w:rsidP="0062748B">
      <w:r>
        <w:t xml:space="preserve">12.1.17     -INF       .        1.000      .         </w:t>
      </w:r>
    </w:p>
    <w:p w:rsidR="0062748B" w:rsidRDefault="0062748B" w:rsidP="0062748B">
      <w:r>
        <w:t xml:space="preserve">12.1.18     -INF       .        1.000      .         </w:t>
      </w:r>
    </w:p>
    <w:p w:rsidR="0062748B" w:rsidRDefault="0062748B" w:rsidP="0062748B">
      <w:r>
        <w:lastRenderedPageBreak/>
        <w:t xml:space="preserve">12.1.19     -INF       .        1.000      .         </w:t>
      </w:r>
    </w:p>
    <w:p w:rsidR="0062748B" w:rsidRDefault="0062748B" w:rsidP="0062748B">
      <w:r>
        <w:t xml:space="preserve">12.1.20     -INF       .        1.000      .         </w:t>
      </w:r>
    </w:p>
    <w:p w:rsidR="0062748B" w:rsidRDefault="0062748B" w:rsidP="0062748B">
      <w:r>
        <w:t xml:space="preserve">12.1.21     -INF       .        1.000      .         </w:t>
      </w:r>
    </w:p>
    <w:p w:rsidR="0062748B" w:rsidRDefault="0062748B" w:rsidP="0062748B">
      <w:r>
        <w:t xml:space="preserve">12.1.22     -INF       .        1.000      .         </w:t>
      </w:r>
    </w:p>
    <w:p w:rsidR="0062748B" w:rsidRDefault="0062748B" w:rsidP="0062748B">
      <w:r>
        <w:t xml:space="preserve">12.1.23     -INF       .        1.000      .         </w:t>
      </w:r>
    </w:p>
    <w:p w:rsidR="0062748B" w:rsidRDefault="0062748B" w:rsidP="0062748B">
      <w:r>
        <w:t xml:space="preserve">12.1.24     -INF       .        1.000      .         </w:t>
      </w:r>
    </w:p>
    <w:p w:rsidR="0062748B" w:rsidRDefault="0062748B" w:rsidP="0062748B">
      <w:r>
        <w:t xml:space="preserve">12.1.25     -INF       .        1.000      .         </w:t>
      </w:r>
    </w:p>
    <w:p w:rsidR="0062748B" w:rsidRDefault="0062748B" w:rsidP="0062748B">
      <w:r>
        <w:t xml:space="preserve">12.1.26     -INF       .        1.000      .         </w:t>
      </w:r>
    </w:p>
    <w:p w:rsidR="0062748B" w:rsidRDefault="0062748B" w:rsidP="0062748B">
      <w:r>
        <w:t xml:space="preserve">12.1.27     -INF       .        1.000      .         </w:t>
      </w:r>
    </w:p>
    <w:p w:rsidR="0062748B" w:rsidRDefault="0062748B" w:rsidP="0062748B">
      <w:r>
        <w:t xml:space="preserve">12.1.28     -INF       .        1.000      .         </w:t>
      </w:r>
    </w:p>
    <w:p w:rsidR="0062748B" w:rsidRDefault="0062748B" w:rsidP="0062748B">
      <w:r>
        <w:t xml:space="preserve">12.1.29     -INF       .        1.000      .         </w:t>
      </w:r>
    </w:p>
    <w:p w:rsidR="0062748B" w:rsidRDefault="0062748B" w:rsidP="0062748B">
      <w:r>
        <w:t xml:space="preserve">13.1.1      -INF       .        1.000      .         </w:t>
      </w:r>
    </w:p>
    <w:p w:rsidR="0062748B" w:rsidRDefault="0062748B" w:rsidP="0062748B">
      <w:r>
        <w:t xml:space="preserve">13.1.2      -INF       .        1.000      .         </w:t>
      </w:r>
    </w:p>
    <w:p w:rsidR="0062748B" w:rsidRDefault="0062748B" w:rsidP="0062748B">
      <w:r>
        <w:t xml:space="preserve">13.1.3      -INF       .        1.000      .         </w:t>
      </w:r>
    </w:p>
    <w:p w:rsidR="0062748B" w:rsidRDefault="0062748B" w:rsidP="0062748B">
      <w:r>
        <w:t xml:space="preserve">13.1.4      -INF       .        1.000      .         </w:t>
      </w:r>
    </w:p>
    <w:p w:rsidR="0062748B" w:rsidRDefault="0062748B" w:rsidP="0062748B">
      <w:r>
        <w:t xml:space="preserve">13.1.5      -INF       .        1.000      .         </w:t>
      </w:r>
    </w:p>
    <w:p w:rsidR="0062748B" w:rsidRDefault="0062748B" w:rsidP="0062748B">
      <w:r>
        <w:t xml:space="preserve">13.1.6      -INF       .        1.000      .         </w:t>
      </w:r>
    </w:p>
    <w:p w:rsidR="0062748B" w:rsidRDefault="0062748B" w:rsidP="0062748B">
      <w:r>
        <w:t xml:space="preserve">13.1.7      -INF       .        1.000      .         </w:t>
      </w:r>
    </w:p>
    <w:p w:rsidR="0062748B" w:rsidRDefault="0062748B" w:rsidP="0062748B">
      <w:r>
        <w:t xml:space="preserve">13.1.8      -INF       .        1.000      .         </w:t>
      </w:r>
    </w:p>
    <w:p w:rsidR="0062748B" w:rsidRDefault="0062748B" w:rsidP="0062748B">
      <w:r>
        <w:t xml:space="preserve">13.1.9      -INF       .        1.000      .         </w:t>
      </w:r>
    </w:p>
    <w:p w:rsidR="0062748B" w:rsidRDefault="0062748B" w:rsidP="0062748B">
      <w:r>
        <w:t xml:space="preserve">13.1.10     -INF       .        1.000      .         </w:t>
      </w:r>
    </w:p>
    <w:p w:rsidR="0062748B" w:rsidRDefault="0062748B" w:rsidP="0062748B">
      <w:r>
        <w:t xml:space="preserve">13.1.11     -INF       .        1.000      .         </w:t>
      </w:r>
    </w:p>
    <w:p w:rsidR="0062748B" w:rsidRDefault="0062748B" w:rsidP="0062748B">
      <w:r>
        <w:t xml:space="preserve">13.1.12     -INF       .        1.000      .         </w:t>
      </w:r>
    </w:p>
    <w:p w:rsidR="0062748B" w:rsidRDefault="0062748B" w:rsidP="0062748B">
      <w:r>
        <w:t xml:space="preserve">13.1.13     -INF       .        1.000      .         </w:t>
      </w:r>
    </w:p>
    <w:p w:rsidR="0062748B" w:rsidRDefault="0062748B" w:rsidP="0062748B">
      <w:r>
        <w:t xml:space="preserve">13.1.14     -INF       .        1.000      .         </w:t>
      </w:r>
    </w:p>
    <w:p w:rsidR="0062748B" w:rsidRDefault="0062748B" w:rsidP="0062748B">
      <w:r>
        <w:lastRenderedPageBreak/>
        <w:t xml:space="preserve">13.1.15     -INF       .        1.000      .         </w:t>
      </w:r>
    </w:p>
    <w:p w:rsidR="0062748B" w:rsidRDefault="0062748B" w:rsidP="0062748B">
      <w:r>
        <w:t xml:space="preserve">13.1.16     -INF       .        1.000      .         </w:t>
      </w:r>
    </w:p>
    <w:p w:rsidR="0062748B" w:rsidRDefault="0062748B" w:rsidP="0062748B">
      <w:r>
        <w:t xml:space="preserve">13.1.17     -INF       .        1.000      .         </w:t>
      </w:r>
    </w:p>
    <w:p w:rsidR="0062748B" w:rsidRDefault="0062748B" w:rsidP="0062748B">
      <w:r>
        <w:t xml:space="preserve">13.1.18     -INF       .        1.000      .         </w:t>
      </w:r>
    </w:p>
    <w:p w:rsidR="0062748B" w:rsidRDefault="0062748B" w:rsidP="0062748B">
      <w:r>
        <w:t xml:space="preserve">13.1.19     -INF       .        1.000      .         </w:t>
      </w:r>
    </w:p>
    <w:p w:rsidR="0062748B" w:rsidRDefault="0062748B" w:rsidP="0062748B">
      <w:r>
        <w:t xml:space="preserve">13.1.20     -INF       .        1.000      .         </w:t>
      </w:r>
    </w:p>
    <w:p w:rsidR="0062748B" w:rsidRDefault="0062748B" w:rsidP="0062748B">
      <w:r>
        <w:t xml:space="preserve">13.1.21     -INF       .        1.000      .         </w:t>
      </w:r>
    </w:p>
    <w:p w:rsidR="0062748B" w:rsidRDefault="0062748B" w:rsidP="0062748B">
      <w:r>
        <w:t xml:space="preserve">13.1.22     -INF       .        1.000      .         </w:t>
      </w:r>
    </w:p>
    <w:p w:rsidR="0062748B" w:rsidRDefault="0062748B" w:rsidP="0062748B">
      <w:r>
        <w:t xml:space="preserve">13.1.23     -INF       .        1.000      .         </w:t>
      </w:r>
    </w:p>
    <w:p w:rsidR="0062748B" w:rsidRDefault="0062748B" w:rsidP="0062748B">
      <w:r>
        <w:t xml:space="preserve">13.1.24     -INF       .        1.000      .         </w:t>
      </w:r>
    </w:p>
    <w:p w:rsidR="0062748B" w:rsidRDefault="0062748B" w:rsidP="0062748B">
      <w:r>
        <w:t xml:space="preserve">13.1.25     -INF       .        1.000      .         </w:t>
      </w:r>
    </w:p>
    <w:p w:rsidR="0062748B" w:rsidRDefault="0062748B" w:rsidP="0062748B">
      <w:r>
        <w:t xml:space="preserve">13.1.26     -INF       .        1.000      .         </w:t>
      </w:r>
    </w:p>
    <w:p w:rsidR="0062748B" w:rsidRDefault="0062748B" w:rsidP="0062748B">
      <w:r>
        <w:t xml:space="preserve">13.1.27     -INF       .        1.000      .         </w:t>
      </w:r>
    </w:p>
    <w:p w:rsidR="0062748B" w:rsidRDefault="0062748B" w:rsidP="0062748B">
      <w:r>
        <w:t xml:space="preserve">13.1.28     -INF       .        1.000      .         </w:t>
      </w:r>
    </w:p>
    <w:p w:rsidR="0062748B" w:rsidRDefault="0062748B" w:rsidP="0062748B">
      <w:r>
        <w:t xml:space="preserve">13.1.29     -INF       .        1.000      .         </w:t>
      </w:r>
    </w:p>
    <w:p w:rsidR="0062748B" w:rsidRDefault="0062748B" w:rsidP="0062748B">
      <w:r>
        <w:t xml:space="preserve">14.1.1      -INF       .        1.000      .         </w:t>
      </w:r>
    </w:p>
    <w:p w:rsidR="0062748B" w:rsidRDefault="0062748B" w:rsidP="0062748B">
      <w:r>
        <w:t xml:space="preserve">14.1.2      -INF       .        1.000      .         </w:t>
      </w:r>
    </w:p>
    <w:p w:rsidR="0062748B" w:rsidRDefault="0062748B" w:rsidP="0062748B">
      <w:r>
        <w:t xml:space="preserve">14.1.3      -INF       .        1.000      .         </w:t>
      </w:r>
    </w:p>
    <w:p w:rsidR="0062748B" w:rsidRDefault="0062748B" w:rsidP="0062748B">
      <w:r>
        <w:t xml:space="preserve">14.1.4      -INF       .        1.000      .         </w:t>
      </w:r>
    </w:p>
    <w:p w:rsidR="0062748B" w:rsidRDefault="0062748B" w:rsidP="0062748B">
      <w:r>
        <w:t xml:space="preserve">14.1.5      -INF       .        1.000      .         </w:t>
      </w:r>
    </w:p>
    <w:p w:rsidR="0062748B" w:rsidRDefault="0062748B" w:rsidP="0062748B">
      <w:r>
        <w:t xml:space="preserve">14.1.6      -INF       .        1.000      .         </w:t>
      </w:r>
    </w:p>
    <w:p w:rsidR="0062748B" w:rsidRDefault="0062748B" w:rsidP="0062748B">
      <w:r>
        <w:t xml:space="preserve">14.1.7      -INF       .        1.000      .         </w:t>
      </w:r>
    </w:p>
    <w:p w:rsidR="0062748B" w:rsidRDefault="0062748B" w:rsidP="0062748B">
      <w:r>
        <w:t xml:space="preserve">14.1.8      -INF       .        1.000      .         </w:t>
      </w:r>
    </w:p>
    <w:p w:rsidR="0062748B" w:rsidRDefault="0062748B" w:rsidP="0062748B">
      <w:r>
        <w:t xml:space="preserve">14.1.9      -INF       .        1.000      .         </w:t>
      </w:r>
    </w:p>
    <w:p w:rsidR="0062748B" w:rsidRDefault="0062748B" w:rsidP="0062748B">
      <w:r>
        <w:t xml:space="preserve">14.1.10     -INF       .        1.000      .         </w:t>
      </w:r>
    </w:p>
    <w:p w:rsidR="0062748B" w:rsidRDefault="0062748B" w:rsidP="0062748B">
      <w:r>
        <w:lastRenderedPageBreak/>
        <w:t xml:space="preserve">14.1.11     -INF       .        1.000      .         </w:t>
      </w:r>
    </w:p>
    <w:p w:rsidR="0062748B" w:rsidRDefault="0062748B" w:rsidP="0062748B">
      <w:r>
        <w:t xml:space="preserve">14.1.12     -INF       .        1.000      .         </w:t>
      </w:r>
    </w:p>
    <w:p w:rsidR="0062748B" w:rsidRDefault="0062748B" w:rsidP="0062748B">
      <w:r>
        <w:t xml:space="preserve">14.1.13     -INF       .        1.000      .         </w:t>
      </w:r>
    </w:p>
    <w:p w:rsidR="0062748B" w:rsidRDefault="0062748B" w:rsidP="0062748B">
      <w:r>
        <w:t xml:space="preserve">14.1.14     -INF       .        1.000      .         </w:t>
      </w:r>
    </w:p>
    <w:p w:rsidR="0062748B" w:rsidRDefault="0062748B" w:rsidP="0062748B">
      <w:r>
        <w:t xml:space="preserve">14.1.15     -INF       .        1.000      .         </w:t>
      </w:r>
    </w:p>
    <w:p w:rsidR="0062748B" w:rsidRDefault="0062748B" w:rsidP="0062748B">
      <w:r>
        <w:t xml:space="preserve">14.1.16     -INF       .        1.000      .         </w:t>
      </w:r>
    </w:p>
    <w:p w:rsidR="0062748B" w:rsidRDefault="0062748B" w:rsidP="0062748B">
      <w:r>
        <w:t xml:space="preserve">14.1.17     -INF       .        1.000      .         </w:t>
      </w:r>
    </w:p>
    <w:p w:rsidR="0062748B" w:rsidRDefault="0062748B" w:rsidP="0062748B">
      <w:r>
        <w:t xml:space="preserve">14.1.18     -INF       .        1.000      .         </w:t>
      </w:r>
    </w:p>
    <w:p w:rsidR="0062748B" w:rsidRDefault="0062748B" w:rsidP="0062748B">
      <w:r>
        <w:t xml:space="preserve">14.1.19     -INF       .        1.000      .         </w:t>
      </w:r>
    </w:p>
    <w:p w:rsidR="0062748B" w:rsidRDefault="0062748B" w:rsidP="0062748B">
      <w:r>
        <w:t xml:space="preserve">14.1.20     -INF       .        1.000      .         </w:t>
      </w:r>
    </w:p>
    <w:p w:rsidR="0062748B" w:rsidRDefault="0062748B" w:rsidP="0062748B">
      <w:r>
        <w:t xml:space="preserve">14.1.21     -INF       .        1.000      .         </w:t>
      </w:r>
    </w:p>
    <w:p w:rsidR="0062748B" w:rsidRDefault="0062748B" w:rsidP="0062748B">
      <w:r>
        <w:t xml:space="preserve">14.1.22     -INF       .        1.000      .         </w:t>
      </w:r>
    </w:p>
    <w:p w:rsidR="0062748B" w:rsidRDefault="0062748B" w:rsidP="0062748B">
      <w:r>
        <w:t xml:space="preserve">14.1.23     -INF       .        1.000      .         </w:t>
      </w:r>
    </w:p>
    <w:p w:rsidR="0062748B" w:rsidRDefault="0062748B" w:rsidP="0062748B">
      <w:r>
        <w:t xml:space="preserve">14.1.24     -INF       .        1.000      .         </w:t>
      </w:r>
    </w:p>
    <w:p w:rsidR="0062748B" w:rsidRDefault="0062748B" w:rsidP="0062748B">
      <w:r>
        <w:t xml:space="preserve">14.1.25     -INF       .        1.000      .         </w:t>
      </w:r>
    </w:p>
    <w:p w:rsidR="0062748B" w:rsidRDefault="0062748B" w:rsidP="0062748B">
      <w:r>
        <w:t xml:space="preserve">14.1.26     -INF       .        1.000      .         </w:t>
      </w:r>
    </w:p>
    <w:p w:rsidR="0062748B" w:rsidRDefault="0062748B" w:rsidP="0062748B">
      <w:r>
        <w:t xml:space="preserve">14.1.27     -INF       .        1.000      .         </w:t>
      </w:r>
    </w:p>
    <w:p w:rsidR="0062748B" w:rsidRDefault="0062748B" w:rsidP="0062748B">
      <w:r>
        <w:t xml:space="preserve">14.1.28     -INF       .        1.000      .         </w:t>
      </w:r>
    </w:p>
    <w:p w:rsidR="0062748B" w:rsidRDefault="0062748B" w:rsidP="0062748B">
      <w:r>
        <w:t xml:space="preserve">14.1.29     -INF       .        1.000      .         </w:t>
      </w:r>
    </w:p>
    <w:p w:rsidR="0062748B" w:rsidRDefault="0062748B" w:rsidP="0062748B">
      <w:r>
        <w:t xml:space="preserve">15.1.1      -INF       .        1.000      .         </w:t>
      </w:r>
    </w:p>
    <w:p w:rsidR="0062748B" w:rsidRDefault="0062748B" w:rsidP="0062748B">
      <w:r>
        <w:t xml:space="preserve">15.1.2      -INF       .        1.000      .         </w:t>
      </w:r>
    </w:p>
    <w:p w:rsidR="0062748B" w:rsidRDefault="0062748B" w:rsidP="0062748B">
      <w:r>
        <w:t xml:space="preserve">15.1.3      -INF       .        1.000      .         </w:t>
      </w:r>
    </w:p>
    <w:p w:rsidR="0062748B" w:rsidRDefault="0062748B" w:rsidP="0062748B">
      <w:r>
        <w:t xml:space="preserve">15.1.4      -INF       .        1.000      .         </w:t>
      </w:r>
    </w:p>
    <w:p w:rsidR="0062748B" w:rsidRDefault="0062748B" w:rsidP="0062748B">
      <w:r>
        <w:t xml:space="preserve">15.1.5      -INF       .        1.000      .         </w:t>
      </w:r>
    </w:p>
    <w:p w:rsidR="0062748B" w:rsidRDefault="0062748B" w:rsidP="0062748B">
      <w:r>
        <w:t xml:space="preserve">15.1.6      -INF       .        1.000      .         </w:t>
      </w:r>
    </w:p>
    <w:p w:rsidR="0062748B" w:rsidRDefault="0062748B" w:rsidP="0062748B">
      <w:r>
        <w:lastRenderedPageBreak/>
        <w:t xml:space="preserve">15.1.7      -INF       .        1.000      .         </w:t>
      </w:r>
    </w:p>
    <w:p w:rsidR="0062748B" w:rsidRDefault="0062748B" w:rsidP="0062748B">
      <w:r>
        <w:t xml:space="preserve">15.1.8      -INF       .        1.000      .         </w:t>
      </w:r>
    </w:p>
    <w:p w:rsidR="0062748B" w:rsidRDefault="0062748B" w:rsidP="0062748B">
      <w:r>
        <w:t xml:space="preserve">15.1.9      -INF       .        1.000      .         </w:t>
      </w:r>
    </w:p>
    <w:p w:rsidR="0062748B" w:rsidRDefault="0062748B" w:rsidP="0062748B">
      <w:r>
        <w:t xml:space="preserve">15.1.10     -INF       .        1.000      .         </w:t>
      </w:r>
    </w:p>
    <w:p w:rsidR="0062748B" w:rsidRDefault="0062748B" w:rsidP="0062748B">
      <w:r>
        <w:t xml:space="preserve">15.1.11     -INF       .        1.000      .         </w:t>
      </w:r>
    </w:p>
    <w:p w:rsidR="0062748B" w:rsidRDefault="0062748B" w:rsidP="0062748B">
      <w:r>
        <w:t xml:space="preserve">15.1.12     -INF       .        1.000      .         </w:t>
      </w:r>
    </w:p>
    <w:p w:rsidR="0062748B" w:rsidRDefault="0062748B" w:rsidP="0062748B">
      <w:r>
        <w:t xml:space="preserve">15.1.13     -INF       .        1.000      .         </w:t>
      </w:r>
    </w:p>
    <w:p w:rsidR="0062748B" w:rsidRDefault="0062748B" w:rsidP="0062748B">
      <w:r>
        <w:t xml:space="preserve">15.1.14     -INF       .        1.000      .         </w:t>
      </w:r>
    </w:p>
    <w:p w:rsidR="0062748B" w:rsidRDefault="0062748B" w:rsidP="0062748B">
      <w:r>
        <w:t xml:space="preserve">15.1.15     -INF       .        1.000      .         </w:t>
      </w:r>
    </w:p>
    <w:p w:rsidR="0062748B" w:rsidRDefault="0062748B" w:rsidP="0062748B">
      <w:r>
        <w:t xml:space="preserve">15.1.16     -INF       .        1.000      .         </w:t>
      </w:r>
    </w:p>
    <w:p w:rsidR="0062748B" w:rsidRDefault="0062748B" w:rsidP="0062748B">
      <w:r>
        <w:t xml:space="preserve">15.1.17     -INF       .        1.000      .         </w:t>
      </w:r>
    </w:p>
    <w:p w:rsidR="0062748B" w:rsidRDefault="0062748B" w:rsidP="0062748B">
      <w:r>
        <w:t xml:space="preserve">15.1.18     -INF       .        1.000      .         </w:t>
      </w:r>
    </w:p>
    <w:p w:rsidR="0062748B" w:rsidRDefault="0062748B" w:rsidP="0062748B">
      <w:r>
        <w:t xml:space="preserve">15.1.19     -INF       .        1.000      .         </w:t>
      </w:r>
    </w:p>
    <w:p w:rsidR="0062748B" w:rsidRDefault="0062748B" w:rsidP="0062748B">
      <w:r>
        <w:t xml:space="preserve">15.1.20     -INF       .        1.000      .         </w:t>
      </w:r>
    </w:p>
    <w:p w:rsidR="0062748B" w:rsidRDefault="0062748B" w:rsidP="0062748B">
      <w:r>
        <w:t xml:space="preserve">15.1.21     -INF       .        1.000      .         </w:t>
      </w:r>
    </w:p>
    <w:p w:rsidR="0062748B" w:rsidRDefault="0062748B" w:rsidP="0062748B">
      <w:r>
        <w:t xml:space="preserve">15.1.22     -INF       .        1.000      .         </w:t>
      </w:r>
    </w:p>
    <w:p w:rsidR="0062748B" w:rsidRDefault="0062748B" w:rsidP="0062748B">
      <w:r>
        <w:t xml:space="preserve">15.1.23     -INF       .        1.000      .         </w:t>
      </w:r>
    </w:p>
    <w:p w:rsidR="0062748B" w:rsidRDefault="0062748B" w:rsidP="0062748B">
      <w:r>
        <w:t xml:space="preserve">15.1.24     -INF       .        1.000      .         </w:t>
      </w:r>
    </w:p>
    <w:p w:rsidR="0062748B" w:rsidRDefault="0062748B" w:rsidP="0062748B">
      <w:r>
        <w:t xml:space="preserve">15.1.25     -INF       .        1.000      .         </w:t>
      </w:r>
    </w:p>
    <w:p w:rsidR="0062748B" w:rsidRDefault="0062748B" w:rsidP="0062748B">
      <w:r>
        <w:t xml:space="preserve">15.1.26     -INF       .        1.000      .         </w:t>
      </w:r>
    </w:p>
    <w:p w:rsidR="0062748B" w:rsidRDefault="0062748B" w:rsidP="0062748B">
      <w:r>
        <w:t xml:space="preserve">15.1.27     -INF       .        1.000      .         </w:t>
      </w:r>
    </w:p>
    <w:p w:rsidR="0062748B" w:rsidRDefault="0062748B" w:rsidP="0062748B">
      <w:r>
        <w:t xml:space="preserve">15.1.28     -INF       .        1.000      .         </w:t>
      </w:r>
    </w:p>
    <w:p w:rsidR="0062748B" w:rsidRDefault="0062748B" w:rsidP="0062748B">
      <w:r>
        <w:t xml:space="preserve">15.1.29     -INF       .        1.000      .         </w:t>
      </w:r>
    </w:p>
    <w:p w:rsidR="0062748B" w:rsidRDefault="0062748B" w:rsidP="0062748B">
      <w:r>
        <w:t xml:space="preserve">16.1.1      -INF       .        1.000      .         </w:t>
      </w:r>
    </w:p>
    <w:p w:rsidR="0062748B" w:rsidRDefault="0062748B" w:rsidP="0062748B">
      <w:r>
        <w:t xml:space="preserve">16.1.2      -INF       .        1.000      .         </w:t>
      </w:r>
    </w:p>
    <w:p w:rsidR="0062748B" w:rsidRDefault="0062748B" w:rsidP="0062748B">
      <w:r>
        <w:lastRenderedPageBreak/>
        <w:t xml:space="preserve">16.1.3      -INF       .        1.000      .         </w:t>
      </w:r>
    </w:p>
    <w:p w:rsidR="0062748B" w:rsidRDefault="0062748B" w:rsidP="0062748B">
      <w:r>
        <w:t xml:space="preserve">16.1.4      -INF       .        1.000      .         </w:t>
      </w:r>
    </w:p>
    <w:p w:rsidR="0062748B" w:rsidRDefault="0062748B" w:rsidP="0062748B">
      <w:r>
        <w:t xml:space="preserve">16.1.5      -INF       .        1.000      .         </w:t>
      </w:r>
    </w:p>
    <w:p w:rsidR="0062748B" w:rsidRDefault="0062748B" w:rsidP="0062748B">
      <w:r>
        <w:t xml:space="preserve">16.1.6      -INF       .        1.000      .         </w:t>
      </w:r>
    </w:p>
    <w:p w:rsidR="0062748B" w:rsidRDefault="0062748B" w:rsidP="0062748B">
      <w:r>
        <w:t xml:space="preserve">16.1.7      -INF       .        1.000      .         </w:t>
      </w:r>
    </w:p>
    <w:p w:rsidR="0062748B" w:rsidRDefault="0062748B" w:rsidP="0062748B">
      <w:r>
        <w:t xml:space="preserve">16.1.8      -INF       .        1.000      .         </w:t>
      </w:r>
    </w:p>
    <w:p w:rsidR="0062748B" w:rsidRDefault="0062748B" w:rsidP="0062748B">
      <w:r>
        <w:t xml:space="preserve">16.1.9      -INF       .        1.000      .         </w:t>
      </w:r>
    </w:p>
    <w:p w:rsidR="0062748B" w:rsidRDefault="0062748B" w:rsidP="0062748B">
      <w:r>
        <w:t xml:space="preserve">16.1.10     -INF       .        1.000      .         </w:t>
      </w:r>
    </w:p>
    <w:p w:rsidR="0062748B" w:rsidRDefault="0062748B" w:rsidP="0062748B">
      <w:r>
        <w:t xml:space="preserve">16.1.11     -INF       .        1.000      .         </w:t>
      </w:r>
    </w:p>
    <w:p w:rsidR="0062748B" w:rsidRDefault="0062748B" w:rsidP="0062748B">
      <w:r>
        <w:t xml:space="preserve">16.1.12     -INF       .        1.000      .         </w:t>
      </w:r>
    </w:p>
    <w:p w:rsidR="0062748B" w:rsidRDefault="0062748B" w:rsidP="0062748B">
      <w:r>
        <w:t xml:space="preserve">16.1.13     -INF       .        1.000      .         </w:t>
      </w:r>
    </w:p>
    <w:p w:rsidR="0062748B" w:rsidRDefault="0062748B" w:rsidP="0062748B">
      <w:r>
        <w:t xml:space="preserve">16.1.14     -INF       .        1.000      .         </w:t>
      </w:r>
    </w:p>
    <w:p w:rsidR="0062748B" w:rsidRDefault="0062748B" w:rsidP="0062748B">
      <w:r>
        <w:t xml:space="preserve">16.1.15     -INF       .        1.000      .         </w:t>
      </w:r>
    </w:p>
    <w:p w:rsidR="0062748B" w:rsidRDefault="0062748B" w:rsidP="0062748B">
      <w:r>
        <w:t xml:space="preserve">16.1.16     -INF       .        1.000      .         </w:t>
      </w:r>
    </w:p>
    <w:p w:rsidR="0062748B" w:rsidRDefault="0062748B" w:rsidP="0062748B">
      <w:r>
        <w:t xml:space="preserve">16.1.17     -INF       .        1.000      .         </w:t>
      </w:r>
    </w:p>
    <w:p w:rsidR="0062748B" w:rsidRDefault="0062748B" w:rsidP="0062748B">
      <w:r>
        <w:t xml:space="preserve">16.1.18     -INF       .        1.000      .         </w:t>
      </w:r>
    </w:p>
    <w:p w:rsidR="0062748B" w:rsidRDefault="0062748B" w:rsidP="0062748B">
      <w:r>
        <w:t xml:space="preserve">16.1.19     -INF       .        1.000      .         </w:t>
      </w:r>
    </w:p>
    <w:p w:rsidR="0062748B" w:rsidRDefault="0062748B" w:rsidP="0062748B">
      <w:r>
        <w:t xml:space="preserve">16.1.20     -INF       .        1.000      .         </w:t>
      </w:r>
    </w:p>
    <w:p w:rsidR="0062748B" w:rsidRDefault="0062748B" w:rsidP="0062748B">
      <w:r>
        <w:t xml:space="preserve">16.1.21     -INF       .        1.000      .         </w:t>
      </w:r>
    </w:p>
    <w:p w:rsidR="0062748B" w:rsidRDefault="0062748B" w:rsidP="0062748B">
      <w:r>
        <w:t xml:space="preserve">16.1.22     -INF       .        1.000      .         </w:t>
      </w:r>
    </w:p>
    <w:p w:rsidR="0062748B" w:rsidRDefault="0062748B" w:rsidP="0062748B">
      <w:r>
        <w:t xml:space="preserve">16.1.23     -INF       .        1.000      .         </w:t>
      </w:r>
    </w:p>
    <w:p w:rsidR="0062748B" w:rsidRDefault="0062748B" w:rsidP="0062748B">
      <w:r>
        <w:t xml:space="preserve">16.1.24     -INF       .        1.000      .         </w:t>
      </w:r>
    </w:p>
    <w:p w:rsidR="0062748B" w:rsidRDefault="0062748B" w:rsidP="0062748B">
      <w:r>
        <w:t xml:space="preserve">16.1.25     -INF       .        1.000      .         </w:t>
      </w:r>
    </w:p>
    <w:p w:rsidR="0062748B" w:rsidRDefault="0062748B" w:rsidP="0062748B">
      <w:r>
        <w:t xml:space="preserve">16.1.26     -INF       .        1.000      .         </w:t>
      </w:r>
    </w:p>
    <w:p w:rsidR="0062748B" w:rsidRDefault="0062748B" w:rsidP="0062748B">
      <w:r>
        <w:t xml:space="preserve">16.1.27     -INF       .        1.000      .         </w:t>
      </w:r>
    </w:p>
    <w:p w:rsidR="0062748B" w:rsidRDefault="0062748B" w:rsidP="0062748B">
      <w:r>
        <w:lastRenderedPageBreak/>
        <w:t xml:space="preserve">16.1.28     -INF       .        1.000      .         </w:t>
      </w:r>
    </w:p>
    <w:p w:rsidR="0062748B" w:rsidRDefault="0062748B" w:rsidP="0062748B">
      <w:r>
        <w:t xml:space="preserve">16.1.29     -INF       .        1.000      .         </w:t>
      </w:r>
    </w:p>
    <w:p w:rsidR="0062748B" w:rsidRDefault="0062748B" w:rsidP="0062748B">
      <w:r>
        <w:t xml:space="preserve">17.1.1      -INF       .        1.000      .         </w:t>
      </w:r>
    </w:p>
    <w:p w:rsidR="0062748B" w:rsidRDefault="0062748B" w:rsidP="0062748B">
      <w:r>
        <w:t xml:space="preserve">17.1.2      -INF       .        1.000      .         </w:t>
      </w:r>
    </w:p>
    <w:p w:rsidR="0062748B" w:rsidRDefault="0062748B" w:rsidP="0062748B">
      <w:r>
        <w:t xml:space="preserve">17.1.3      -INF       .        1.000      .         </w:t>
      </w:r>
    </w:p>
    <w:p w:rsidR="0062748B" w:rsidRDefault="0062748B" w:rsidP="0062748B">
      <w:r>
        <w:t xml:space="preserve">17.1.4      -INF       .        1.000      .         </w:t>
      </w:r>
    </w:p>
    <w:p w:rsidR="0062748B" w:rsidRDefault="0062748B" w:rsidP="0062748B">
      <w:r>
        <w:t xml:space="preserve">17.1.5      -INF       .        1.000      .         </w:t>
      </w:r>
    </w:p>
    <w:p w:rsidR="0062748B" w:rsidRDefault="0062748B" w:rsidP="0062748B">
      <w:r>
        <w:t xml:space="preserve">17.1.6      -INF       .        1.000      .         </w:t>
      </w:r>
    </w:p>
    <w:p w:rsidR="0062748B" w:rsidRDefault="0062748B" w:rsidP="0062748B">
      <w:r>
        <w:t xml:space="preserve">17.1.7      -INF       .        1.000      .         </w:t>
      </w:r>
    </w:p>
    <w:p w:rsidR="0062748B" w:rsidRDefault="0062748B" w:rsidP="0062748B">
      <w:r>
        <w:t xml:space="preserve">17.1.8      -INF       .        1.000      .         </w:t>
      </w:r>
    </w:p>
    <w:p w:rsidR="0062748B" w:rsidRDefault="0062748B" w:rsidP="0062748B">
      <w:r>
        <w:t xml:space="preserve">17.1.9      -INF       .        1.000      .         </w:t>
      </w:r>
    </w:p>
    <w:p w:rsidR="0062748B" w:rsidRDefault="0062748B" w:rsidP="0062748B">
      <w:r>
        <w:t xml:space="preserve">17.1.10     -INF       .        1.000      .         </w:t>
      </w:r>
    </w:p>
    <w:p w:rsidR="0062748B" w:rsidRDefault="0062748B" w:rsidP="0062748B">
      <w:r>
        <w:t xml:space="preserve">17.1.11     -INF       .        1.000      .         </w:t>
      </w:r>
    </w:p>
    <w:p w:rsidR="0062748B" w:rsidRDefault="0062748B" w:rsidP="0062748B">
      <w:r>
        <w:t xml:space="preserve">17.1.12     -INF       .        1.000      .         </w:t>
      </w:r>
    </w:p>
    <w:p w:rsidR="0062748B" w:rsidRDefault="0062748B" w:rsidP="0062748B">
      <w:r>
        <w:t xml:space="preserve">17.1.13     -INF       .        1.000      .         </w:t>
      </w:r>
    </w:p>
    <w:p w:rsidR="0062748B" w:rsidRDefault="0062748B" w:rsidP="0062748B">
      <w:r>
        <w:t xml:space="preserve">17.1.14     -INF       .        1.000      .         </w:t>
      </w:r>
    </w:p>
    <w:p w:rsidR="0062748B" w:rsidRDefault="0062748B" w:rsidP="0062748B">
      <w:r>
        <w:t xml:space="preserve">17.1.15     -INF       .        1.000      .         </w:t>
      </w:r>
    </w:p>
    <w:p w:rsidR="0062748B" w:rsidRDefault="0062748B" w:rsidP="0062748B">
      <w:r>
        <w:t xml:space="preserve">17.1.16     -INF       .        1.000      .         </w:t>
      </w:r>
    </w:p>
    <w:p w:rsidR="0062748B" w:rsidRDefault="0062748B" w:rsidP="0062748B">
      <w:r>
        <w:t xml:space="preserve">17.1.17     -INF       .        1.000      .         </w:t>
      </w:r>
    </w:p>
    <w:p w:rsidR="0062748B" w:rsidRDefault="0062748B" w:rsidP="0062748B">
      <w:r>
        <w:t xml:space="preserve">17.1.18     -INF       .        1.000      .         </w:t>
      </w:r>
    </w:p>
    <w:p w:rsidR="0062748B" w:rsidRDefault="0062748B" w:rsidP="0062748B">
      <w:r>
        <w:t xml:space="preserve">17.1.19     -INF       .        1.000      .         </w:t>
      </w:r>
    </w:p>
    <w:p w:rsidR="0062748B" w:rsidRDefault="0062748B" w:rsidP="0062748B">
      <w:r>
        <w:t xml:space="preserve">17.1.20     -INF       .        1.000      .         </w:t>
      </w:r>
    </w:p>
    <w:p w:rsidR="0062748B" w:rsidRDefault="0062748B" w:rsidP="0062748B">
      <w:r>
        <w:t xml:space="preserve">17.1.21     -INF       .        1.000      .         </w:t>
      </w:r>
    </w:p>
    <w:p w:rsidR="0062748B" w:rsidRDefault="0062748B" w:rsidP="0062748B">
      <w:r>
        <w:t xml:space="preserve">17.1.22     -INF       .        1.000      .         </w:t>
      </w:r>
    </w:p>
    <w:p w:rsidR="0062748B" w:rsidRDefault="0062748B" w:rsidP="0062748B">
      <w:r>
        <w:t xml:space="preserve">17.1.23     -INF       .        1.000      .         </w:t>
      </w:r>
    </w:p>
    <w:p w:rsidR="0062748B" w:rsidRDefault="0062748B" w:rsidP="0062748B">
      <w:r>
        <w:lastRenderedPageBreak/>
        <w:t xml:space="preserve">17.1.24     -INF       .        1.000      .         </w:t>
      </w:r>
    </w:p>
    <w:p w:rsidR="0062748B" w:rsidRDefault="0062748B" w:rsidP="0062748B">
      <w:r>
        <w:t xml:space="preserve">17.1.25     -INF       .        1.000      .         </w:t>
      </w:r>
    </w:p>
    <w:p w:rsidR="0062748B" w:rsidRDefault="0062748B" w:rsidP="0062748B">
      <w:r>
        <w:t xml:space="preserve">17.1.26     -INF       .        1.000      .         </w:t>
      </w:r>
    </w:p>
    <w:p w:rsidR="0062748B" w:rsidRDefault="0062748B" w:rsidP="0062748B">
      <w:r>
        <w:t xml:space="preserve">17.1.27     -INF       .        1.000      .         </w:t>
      </w:r>
    </w:p>
    <w:p w:rsidR="0062748B" w:rsidRDefault="0062748B" w:rsidP="0062748B">
      <w:r>
        <w:t xml:space="preserve">17.1.28     -INF       .        1.000      .         </w:t>
      </w:r>
    </w:p>
    <w:p w:rsidR="0062748B" w:rsidRDefault="0062748B" w:rsidP="0062748B">
      <w:r>
        <w:t xml:space="preserve">17.1.29     -INF       .        1.000      .         </w:t>
      </w:r>
    </w:p>
    <w:p w:rsidR="0062748B" w:rsidRDefault="0062748B" w:rsidP="0062748B">
      <w:r>
        <w:t xml:space="preserve">18.1.1      -INF       .        1.000      .         </w:t>
      </w:r>
    </w:p>
    <w:p w:rsidR="0062748B" w:rsidRDefault="0062748B" w:rsidP="0062748B">
      <w:r>
        <w:t xml:space="preserve">18.1.2      -INF       .        1.000      .         </w:t>
      </w:r>
    </w:p>
    <w:p w:rsidR="0062748B" w:rsidRDefault="0062748B" w:rsidP="0062748B">
      <w:r>
        <w:t xml:space="preserve">18.1.3      -INF       .        1.000      .         </w:t>
      </w:r>
    </w:p>
    <w:p w:rsidR="0062748B" w:rsidRDefault="0062748B" w:rsidP="0062748B">
      <w:r>
        <w:t xml:space="preserve">18.1.4      -INF       .        1.000      .         </w:t>
      </w:r>
    </w:p>
    <w:p w:rsidR="0062748B" w:rsidRDefault="0062748B" w:rsidP="0062748B">
      <w:r>
        <w:t xml:space="preserve">18.1.5      -INF       .        1.000      .         </w:t>
      </w:r>
    </w:p>
    <w:p w:rsidR="0062748B" w:rsidRDefault="0062748B" w:rsidP="0062748B">
      <w:r>
        <w:t xml:space="preserve">18.1.6      -INF       .        1.000      .         </w:t>
      </w:r>
    </w:p>
    <w:p w:rsidR="0062748B" w:rsidRDefault="0062748B" w:rsidP="0062748B">
      <w:r>
        <w:t xml:space="preserve">18.1.7      -INF       .        1.000      .         </w:t>
      </w:r>
    </w:p>
    <w:p w:rsidR="0062748B" w:rsidRDefault="0062748B" w:rsidP="0062748B">
      <w:r>
        <w:t xml:space="preserve">18.1.8      -INF       .        1.000      .         </w:t>
      </w:r>
    </w:p>
    <w:p w:rsidR="0062748B" w:rsidRDefault="0062748B" w:rsidP="0062748B">
      <w:r>
        <w:t xml:space="preserve">18.1.9      -INF       .        1.000      .         </w:t>
      </w:r>
    </w:p>
    <w:p w:rsidR="0062748B" w:rsidRDefault="0062748B" w:rsidP="0062748B">
      <w:r>
        <w:t xml:space="preserve">18.1.10     -INF       .        1.000      .         </w:t>
      </w:r>
    </w:p>
    <w:p w:rsidR="0062748B" w:rsidRDefault="0062748B" w:rsidP="0062748B">
      <w:r>
        <w:t xml:space="preserve">18.1.11     -INF       .        1.000      .         </w:t>
      </w:r>
    </w:p>
    <w:p w:rsidR="0062748B" w:rsidRDefault="0062748B" w:rsidP="0062748B">
      <w:r>
        <w:t xml:space="preserve">18.1.12     -INF       .        1.000      .         </w:t>
      </w:r>
    </w:p>
    <w:p w:rsidR="0062748B" w:rsidRDefault="0062748B" w:rsidP="0062748B">
      <w:r>
        <w:t xml:space="preserve">18.1.13     -INF       .        1.000      .         </w:t>
      </w:r>
    </w:p>
    <w:p w:rsidR="0062748B" w:rsidRDefault="0062748B" w:rsidP="0062748B">
      <w:r>
        <w:t xml:space="preserve">18.1.14     -INF       .        1.000      .         </w:t>
      </w:r>
    </w:p>
    <w:p w:rsidR="0062748B" w:rsidRDefault="0062748B" w:rsidP="0062748B">
      <w:r>
        <w:t xml:space="preserve">18.1.15     -INF       .        1.000      .         </w:t>
      </w:r>
    </w:p>
    <w:p w:rsidR="0062748B" w:rsidRDefault="0062748B" w:rsidP="0062748B">
      <w:r>
        <w:t xml:space="preserve">18.1.16     -INF       .        1.000      .         </w:t>
      </w:r>
    </w:p>
    <w:p w:rsidR="0062748B" w:rsidRDefault="0062748B" w:rsidP="0062748B">
      <w:r>
        <w:t xml:space="preserve">18.1.17     -INF       .        1.000      .         </w:t>
      </w:r>
    </w:p>
    <w:p w:rsidR="0062748B" w:rsidRDefault="0062748B" w:rsidP="0062748B">
      <w:r>
        <w:t xml:space="preserve">18.1.18     -INF       .        1.000      .         </w:t>
      </w:r>
    </w:p>
    <w:p w:rsidR="0062748B" w:rsidRDefault="0062748B" w:rsidP="0062748B">
      <w:r>
        <w:t xml:space="preserve">18.1.19     -INF       .        1.000      .         </w:t>
      </w:r>
    </w:p>
    <w:p w:rsidR="0062748B" w:rsidRDefault="0062748B" w:rsidP="0062748B">
      <w:r>
        <w:lastRenderedPageBreak/>
        <w:t xml:space="preserve">18.1.20     -INF       .        1.000      .         </w:t>
      </w:r>
    </w:p>
    <w:p w:rsidR="0062748B" w:rsidRDefault="0062748B" w:rsidP="0062748B">
      <w:r>
        <w:t xml:space="preserve">18.1.21     -INF       .        1.000      .         </w:t>
      </w:r>
    </w:p>
    <w:p w:rsidR="0062748B" w:rsidRDefault="0062748B" w:rsidP="0062748B">
      <w:r>
        <w:t xml:space="preserve">18.1.22     -INF       .        1.000      .         </w:t>
      </w:r>
    </w:p>
    <w:p w:rsidR="0062748B" w:rsidRDefault="0062748B" w:rsidP="0062748B">
      <w:r>
        <w:t xml:space="preserve">18.1.23     -INF       .        1.000      .         </w:t>
      </w:r>
    </w:p>
    <w:p w:rsidR="0062748B" w:rsidRDefault="0062748B" w:rsidP="0062748B">
      <w:r>
        <w:t xml:space="preserve">18.1.24     -INF       .        1.000      .         </w:t>
      </w:r>
    </w:p>
    <w:p w:rsidR="0062748B" w:rsidRDefault="0062748B" w:rsidP="0062748B">
      <w:r>
        <w:t xml:space="preserve">18.1.25     -INF       .        1.000      .         </w:t>
      </w:r>
    </w:p>
    <w:p w:rsidR="0062748B" w:rsidRDefault="0062748B" w:rsidP="0062748B">
      <w:r>
        <w:t xml:space="preserve">18.1.26     -INF       .        1.000      .         </w:t>
      </w:r>
    </w:p>
    <w:p w:rsidR="0062748B" w:rsidRDefault="0062748B" w:rsidP="0062748B">
      <w:r>
        <w:t xml:space="preserve">18.1.27     -INF       .        1.000      .         </w:t>
      </w:r>
    </w:p>
    <w:p w:rsidR="0062748B" w:rsidRDefault="0062748B" w:rsidP="0062748B">
      <w:r>
        <w:t xml:space="preserve">18.1.28     -INF       .        1.000      .         </w:t>
      </w:r>
    </w:p>
    <w:p w:rsidR="0062748B" w:rsidRDefault="0062748B" w:rsidP="0062748B">
      <w:r>
        <w:t xml:space="preserve">18.1.29     -INF       .        1.000      .         </w:t>
      </w:r>
    </w:p>
    <w:p w:rsidR="0062748B" w:rsidRDefault="0062748B" w:rsidP="0062748B">
      <w:r>
        <w:t xml:space="preserve">19.1.1      -INF       .        1.000      .         </w:t>
      </w:r>
    </w:p>
    <w:p w:rsidR="0062748B" w:rsidRDefault="0062748B" w:rsidP="0062748B">
      <w:r>
        <w:t xml:space="preserve">19.1.2      -INF       .        1.000      .         </w:t>
      </w:r>
    </w:p>
    <w:p w:rsidR="0062748B" w:rsidRDefault="0062748B" w:rsidP="0062748B">
      <w:r>
        <w:t xml:space="preserve">19.1.3      -INF       .        1.000      .         </w:t>
      </w:r>
    </w:p>
    <w:p w:rsidR="0062748B" w:rsidRDefault="0062748B" w:rsidP="0062748B">
      <w:r>
        <w:t xml:space="preserve">19.1.4      -INF       .        1.000      .         </w:t>
      </w:r>
    </w:p>
    <w:p w:rsidR="0062748B" w:rsidRDefault="0062748B" w:rsidP="0062748B">
      <w:r>
        <w:t xml:space="preserve">19.1.5      -INF       .        1.000      .         </w:t>
      </w:r>
    </w:p>
    <w:p w:rsidR="0062748B" w:rsidRDefault="0062748B" w:rsidP="0062748B">
      <w:r>
        <w:t xml:space="preserve">19.1.6      -INF       .        1.000      .         </w:t>
      </w:r>
    </w:p>
    <w:p w:rsidR="0062748B" w:rsidRDefault="0062748B" w:rsidP="0062748B">
      <w:r>
        <w:t xml:space="preserve">19.1.7      -INF       .        1.000      .         </w:t>
      </w:r>
    </w:p>
    <w:p w:rsidR="0062748B" w:rsidRDefault="0062748B" w:rsidP="0062748B">
      <w:r>
        <w:t xml:space="preserve">19.1.8      -INF       .        1.000      .         </w:t>
      </w:r>
    </w:p>
    <w:p w:rsidR="0062748B" w:rsidRDefault="0062748B" w:rsidP="0062748B">
      <w:r>
        <w:t xml:space="preserve">19.1.9      -INF       .        1.000      .         </w:t>
      </w:r>
    </w:p>
    <w:p w:rsidR="0062748B" w:rsidRDefault="0062748B" w:rsidP="0062748B">
      <w:r>
        <w:t xml:space="preserve">19.1.10     -INF       .        1.000      .         </w:t>
      </w:r>
    </w:p>
    <w:p w:rsidR="0062748B" w:rsidRDefault="0062748B" w:rsidP="0062748B">
      <w:r>
        <w:t xml:space="preserve">19.1.11     -INF       .        1.000      .         </w:t>
      </w:r>
    </w:p>
    <w:p w:rsidR="0062748B" w:rsidRDefault="0062748B" w:rsidP="0062748B">
      <w:r>
        <w:t xml:space="preserve">19.1.12     -INF       .        1.000      .         </w:t>
      </w:r>
    </w:p>
    <w:p w:rsidR="0062748B" w:rsidRDefault="0062748B" w:rsidP="0062748B">
      <w:r>
        <w:t xml:space="preserve">19.1.13     -INF       .        1.000      .         </w:t>
      </w:r>
    </w:p>
    <w:p w:rsidR="0062748B" w:rsidRDefault="0062748B" w:rsidP="0062748B">
      <w:r>
        <w:t xml:space="preserve">19.1.14     -INF       .        1.000      .         </w:t>
      </w:r>
    </w:p>
    <w:p w:rsidR="0062748B" w:rsidRDefault="0062748B" w:rsidP="0062748B">
      <w:r>
        <w:t xml:space="preserve">19.1.15     -INF       .        1.000      .         </w:t>
      </w:r>
    </w:p>
    <w:p w:rsidR="0062748B" w:rsidRDefault="0062748B" w:rsidP="0062748B">
      <w:r>
        <w:lastRenderedPageBreak/>
        <w:t xml:space="preserve">19.1.16     -INF       .        1.000      .         </w:t>
      </w:r>
    </w:p>
    <w:p w:rsidR="0062748B" w:rsidRDefault="0062748B" w:rsidP="0062748B">
      <w:r>
        <w:t xml:space="preserve">19.1.17     -INF       .        1.000      .         </w:t>
      </w:r>
    </w:p>
    <w:p w:rsidR="0062748B" w:rsidRDefault="0062748B" w:rsidP="0062748B">
      <w:r>
        <w:t xml:space="preserve">19.1.18     -INF       .        1.000      .         </w:t>
      </w:r>
    </w:p>
    <w:p w:rsidR="0062748B" w:rsidRDefault="0062748B" w:rsidP="0062748B">
      <w:r>
        <w:t xml:space="preserve">19.1.19     -INF       .        1.000      .         </w:t>
      </w:r>
    </w:p>
    <w:p w:rsidR="0062748B" w:rsidRDefault="0062748B" w:rsidP="0062748B">
      <w:r>
        <w:t xml:space="preserve">19.1.20     -INF       .        1.000      .         </w:t>
      </w:r>
    </w:p>
    <w:p w:rsidR="0062748B" w:rsidRDefault="0062748B" w:rsidP="0062748B">
      <w:r>
        <w:t xml:space="preserve">19.1.21     -INF       .        1.000      .         </w:t>
      </w:r>
    </w:p>
    <w:p w:rsidR="0062748B" w:rsidRDefault="0062748B" w:rsidP="0062748B">
      <w:r>
        <w:t xml:space="preserve">19.1.22     -INF       .        1.000      .         </w:t>
      </w:r>
    </w:p>
    <w:p w:rsidR="0062748B" w:rsidRDefault="0062748B" w:rsidP="0062748B">
      <w:r>
        <w:t xml:space="preserve">19.1.23     -INF       .        1.000      .         </w:t>
      </w:r>
    </w:p>
    <w:p w:rsidR="0062748B" w:rsidRDefault="0062748B" w:rsidP="0062748B">
      <w:r>
        <w:t xml:space="preserve">19.1.24     -INF       .        1.000      .         </w:t>
      </w:r>
    </w:p>
    <w:p w:rsidR="0062748B" w:rsidRDefault="0062748B" w:rsidP="0062748B">
      <w:r>
        <w:t xml:space="preserve">19.1.25     -INF       .        1.000      .         </w:t>
      </w:r>
    </w:p>
    <w:p w:rsidR="0062748B" w:rsidRDefault="0062748B" w:rsidP="0062748B">
      <w:r>
        <w:t xml:space="preserve">19.1.26     -INF       .        1.000      .         </w:t>
      </w:r>
    </w:p>
    <w:p w:rsidR="0062748B" w:rsidRDefault="0062748B" w:rsidP="0062748B">
      <w:r>
        <w:t xml:space="preserve">19.1.27     -INF       .        1.000      .         </w:t>
      </w:r>
    </w:p>
    <w:p w:rsidR="0062748B" w:rsidRDefault="0062748B" w:rsidP="0062748B">
      <w:r>
        <w:t xml:space="preserve">19.1.28     -INF       .        1.000      .         </w:t>
      </w:r>
    </w:p>
    <w:p w:rsidR="0062748B" w:rsidRDefault="0062748B" w:rsidP="0062748B">
      <w:r>
        <w:t xml:space="preserve">19.1.29     -INF       .        1.000      .         </w:t>
      </w:r>
    </w:p>
    <w:p w:rsidR="0062748B" w:rsidRDefault="0062748B" w:rsidP="0062748B">
      <w:r>
        <w:t xml:space="preserve">20.1.1      -INF       .        1.000      .         </w:t>
      </w:r>
    </w:p>
    <w:p w:rsidR="0062748B" w:rsidRDefault="0062748B" w:rsidP="0062748B">
      <w:r>
        <w:t xml:space="preserve">20.1.2      -INF       .        1.000      .         </w:t>
      </w:r>
    </w:p>
    <w:p w:rsidR="0062748B" w:rsidRDefault="0062748B" w:rsidP="0062748B">
      <w:r>
        <w:t xml:space="preserve">20.1.3      -INF       .        1.000      .         </w:t>
      </w:r>
    </w:p>
    <w:p w:rsidR="0062748B" w:rsidRDefault="0062748B" w:rsidP="0062748B">
      <w:r>
        <w:t xml:space="preserve">20.1.4      -INF       .        1.000      .         </w:t>
      </w:r>
    </w:p>
    <w:p w:rsidR="0062748B" w:rsidRDefault="0062748B" w:rsidP="0062748B">
      <w:r>
        <w:t xml:space="preserve">20.1.5      -INF       .        1.000      .         </w:t>
      </w:r>
    </w:p>
    <w:p w:rsidR="0062748B" w:rsidRDefault="0062748B" w:rsidP="0062748B">
      <w:r>
        <w:t xml:space="preserve">20.1.6      -INF       .        1.000      .         </w:t>
      </w:r>
    </w:p>
    <w:p w:rsidR="0062748B" w:rsidRDefault="0062748B" w:rsidP="0062748B">
      <w:r>
        <w:t xml:space="preserve">20.1.7      -INF       .        1.000      .         </w:t>
      </w:r>
    </w:p>
    <w:p w:rsidR="0062748B" w:rsidRDefault="0062748B" w:rsidP="0062748B">
      <w:r>
        <w:t xml:space="preserve">20.1.8      -INF       .        1.000      .         </w:t>
      </w:r>
    </w:p>
    <w:p w:rsidR="0062748B" w:rsidRDefault="0062748B" w:rsidP="0062748B">
      <w:r>
        <w:t xml:space="preserve">20.1.9      -INF       .        1.000      .         </w:t>
      </w:r>
    </w:p>
    <w:p w:rsidR="0062748B" w:rsidRDefault="0062748B" w:rsidP="0062748B">
      <w:r>
        <w:t xml:space="preserve">20.1.10     -INF       .        1.000      .         </w:t>
      </w:r>
    </w:p>
    <w:p w:rsidR="0062748B" w:rsidRDefault="0062748B" w:rsidP="0062748B">
      <w:r>
        <w:t xml:space="preserve">20.1.11     -INF       .        1.000      .         </w:t>
      </w:r>
    </w:p>
    <w:p w:rsidR="0062748B" w:rsidRDefault="0062748B" w:rsidP="0062748B">
      <w:r>
        <w:lastRenderedPageBreak/>
        <w:t xml:space="preserve">20.1.12     -INF       .        1.000      .         </w:t>
      </w:r>
    </w:p>
    <w:p w:rsidR="0062748B" w:rsidRDefault="0062748B" w:rsidP="0062748B">
      <w:r>
        <w:t xml:space="preserve">20.1.13     -INF       .        1.000      .         </w:t>
      </w:r>
    </w:p>
    <w:p w:rsidR="0062748B" w:rsidRDefault="0062748B" w:rsidP="0062748B">
      <w:r>
        <w:t xml:space="preserve">20.1.14     -INF       .        1.000      .         </w:t>
      </w:r>
    </w:p>
    <w:p w:rsidR="0062748B" w:rsidRDefault="0062748B" w:rsidP="0062748B">
      <w:r>
        <w:t xml:space="preserve">20.1.15     -INF       .        1.000      .         </w:t>
      </w:r>
    </w:p>
    <w:p w:rsidR="0062748B" w:rsidRDefault="0062748B" w:rsidP="0062748B">
      <w:r>
        <w:t xml:space="preserve">20.1.16     -INF       .        1.000      .         </w:t>
      </w:r>
    </w:p>
    <w:p w:rsidR="0062748B" w:rsidRDefault="0062748B" w:rsidP="0062748B">
      <w:r>
        <w:t xml:space="preserve">20.1.17     -INF       .        1.000      .         </w:t>
      </w:r>
    </w:p>
    <w:p w:rsidR="0062748B" w:rsidRDefault="0062748B" w:rsidP="0062748B">
      <w:r>
        <w:t xml:space="preserve">20.1.18     -INF       .        1.000      .         </w:t>
      </w:r>
    </w:p>
    <w:p w:rsidR="0062748B" w:rsidRDefault="0062748B" w:rsidP="0062748B">
      <w:r>
        <w:t xml:space="preserve">20.1.19     -INF       .        1.000      .         </w:t>
      </w:r>
    </w:p>
    <w:p w:rsidR="0062748B" w:rsidRDefault="0062748B" w:rsidP="0062748B">
      <w:r>
        <w:t xml:space="preserve">20.1.20     -INF       .        1.000      .         </w:t>
      </w:r>
    </w:p>
    <w:p w:rsidR="0062748B" w:rsidRDefault="0062748B" w:rsidP="0062748B">
      <w:r>
        <w:t xml:space="preserve">20.1.21     -INF       .        1.000      .         </w:t>
      </w:r>
    </w:p>
    <w:p w:rsidR="0062748B" w:rsidRDefault="0062748B" w:rsidP="0062748B">
      <w:r>
        <w:t xml:space="preserve">20.1.22     -INF       .        1.000      .         </w:t>
      </w:r>
    </w:p>
    <w:p w:rsidR="0062748B" w:rsidRDefault="0062748B" w:rsidP="0062748B">
      <w:r>
        <w:t xml:space="preserve">20.1.23     -INF       .        1.000      .         </w:t>
      </w:r>
    </w:p>
    <w:p w:rsidR="0062748B" w:rsidRDefault="0062748B" w:rsidP="0062748B">
      <w:r>
        <w:t xml:space="preserve">20.1.24     -INF       .        1.000      .         </w:t>
      </w:r>
    </w:p>
    <w:p w:rsidR="0062748B" w:rsidRDefault="0062748B" w:rsidP="0062748B">
      <w:r>
        <w:t xml:space="preserve">20.1.25     -INF       .        1.000      .         </w:t>
      </w:r>
    </w:p>
    <w:p w:rsidR="0062748B" w:rsidRDefault="0062748B" w:rsidP="0062748B">
      <w:r>
        <w:t xml:space="preserve">20.1.26     -INF       .        1.000      .         </w:t>
      </w:r>
    </w:p>
    <w:p w:rsidR="0062748B" w:rsidRDefault="0062748B" w:rsidP="0062748B">
      <w:r>
        <w:t xml:space="preserve">20.1.27     -INF       .        1.000      .         </w:t>
      </w:r>
    </w:p>
    <w:p w:rsidR="0062748B" w:rsidRDefault="0062748B" w:rsidP="0062748B">
      <w:r>
        <w:t xml:space="preserve">20.1.28     -INF       .        1.000      .         </w:t>
      </w:r>
    </w:p>
    <w:p w:rsidR="0062748B" w:rsidRDefault="0062748B" w:rsidP="0062748B">
      <w:r>
        <w:t xml:space="preserve">20.1.29     -INF       .        1.000      .         </w:t>
      </w:r>
    </w:p>
    <w:p w:rsidR="0062748B" w:rsidRDefault="0062748B" w:rsidP="0062748B">
      <w:r>
        <w:t xml:space="preserve">21.1.1      -INF       .        1.000      .         </w:t>
      </w:r>
    </w:p>
    <w:p w:rsidR="0062748B" w:rsidRDefault="0062748B" w:rsidP="0062748B">
      <w:r>
        <w:t xml:space="preserve">21.1.2      -INF       .        1.000      .         </w:t>
      </w:r>
    </w:p>
    <w:p w:rsidR="0062748B" w:rsidRDefault="0062748B" w:rsidP="0062748B">
      <w:r>
        <w:t xml:space="preserve">21.1.3      -INF       .        1.000      .         </w:t>
      </w:r>
    </w:p>
    <w:p w:rsidR="0062748B" w:rsidRDefault="0062748B" w:rsidP="0062748B">
      <w:r>
        <w:t xml:space="preserve">21.1.4      -INF       .        1.000      .         </w:t>
      </w:r>
    </w:p>
    <w:p w:rsidR="0062748B" w:rsidRDefault="0062748B" w:rsidP="0062748B">
      <w:r>
        <w:t xml:space="preserve">21.1.5      -INF       .        1.000      .         </w:t>
      </w:r>
    </w:p>
    <w:p w:rsidR="0062748B" w:rsidRDefault="0062748B" w:rsidP="0062748B">
      <w:r>
        <w:t xml:space="preserve">21.1.6      -INF       .        1.000      .         </w:t>
      </w:r>
    </w:p>
    <w:p w:rsidR="0062748B" w:rsidRDefault="0062748B" w:rsidP="0062748B">
      <w:r>
        <w:t xml:space="preserve">21.1.7      -INF       .        1.000      .         </w:t>
      </w:r>
    </w:p>
    <w:p w:rsidR="0062748B" w:rsidRDefault="0062748B" w:rsidP="0062748B">
      <w:r>
        <w:lastRenderedPageBreak/>
        <w:t xml:space="preserve">21.1.8      -INF       .        1.000      .         </w:t>
      </w:r>
    </w:p>
    <w:p w:rsidR="0062748B" w:rsidRDefault="0062748B" w:rsidP="0062748B">
      <w:r>
        <w:t xml:space="preserve">21.1.9      -INF       .        1.000      .         </w:t>
      </w:r>
    </w:p>
    <w:p w:rsidR="0062748B" w:rsidRDefault="0062748B" w:rsidP="0062748B">
      <w:r>
        <w:t xml:space="preserve">21.1.10     -INF       .        1.000      .         </w:t>
      </w:r>
    </w:p>
    <w:p w:rsidR="0062748B" w:rsidRDefault="0062748B" w:rsidP="0062748B">
      <w:r>
        <w:t xml:space="preserve">21.1.11     -INF       .        1.000      .         </w:t>
      </w:r>
    </w:p>
    <w:p w:rsidR="0062748B" w:rsidRDefault="0062748B" w:rsidP="0062748B">
      <w:r>
        <w:t xml:space="preserve">21.1.12     -INF       .        1.000      .         </w:t>
      </w:r>
    </w:p>
    <w:p w:rsidR="0062748B" w:rsidRDefault="0062748B" w:rsidP="0062748B">
      <w:r>
        <w:t xml:space="preserve">21.1.13     -INF       .        1.000      .         </w:t>
      </w:r>
    </w:p>
    <w:p w:rsidR="0062748B" w:rsidRDefault="0062748B" w:rsidP="0062748B">
      <w:r>
        <w:t xml:space="preserve">21.1.14     -INF       .        1.000      .         </w:t>
      </w:r>
    </w:p>
    <w:p w:rsidR="0062748B" w:rsidRDefault="0062748B" w:rsidP="0062748B">
      <w:r>
        <w:t xml:space="preserve">21.1.15     -INF       .        1.000      .         </w:t>
      </w:r>
    </w:p>
    <w:p w:rsidR="0062748B" w:rsidRDefault="0062748B" w:rsidP="0062748B">
      <w:r>
        <w:t xml:space="preserve">21.1.16     -INF       .        1.000      .         </w:t>
      </w:r>
    </w:p>
    <w:p w:rsidR="0062748B" w:rsidRDefault="0062748B" w:rsidP="0062748B">
      <w:r>
        <w:t xml:space="preserve">21.1.17     -INF       .        1.000      .         </w:t>
      </w:r>
    </w:p>
    <w:p w:rsidR="0062748B" w:rsidRDefault="0062748B" w:rsidP="0062748B">
      <w:r>
        <w:t xml:space="preserve">21.1.18     -INF       .        1.000      .         </w:t>
      </w:r>
    </w:p>
    <w:p w:rsidR="0062748B" w:rsidRDefault="0062748B" w:rsidP="0062748B">
      <w:r>
        <w:t xml:space="preserve">21.1.19     -INF       .        1.000      .         </w:t>
      </w:r>
    </w:p>
    <w:p w:rsidR="0062748B" w:rsidRDefault="0062748B" w:rsidP="0062748B">
      <w:r>
        <w:t xml:space="preserve">21.1.20     -INF       .        1.000      .         </w:t>
      </w:r>
    </w:p>
    <w:p w:rsidR="0062748B" w:rsidRDefault="0062748B" w:rsidP="0062748B">
      <w:r>
        <w:t xml:space="preserve">21.1.21     -INF       .        1.000      .         </w:t>
      </w:r>
    </w:p>
    <w:p w:rsidR="0062748B" w:rsidRDefault="0062748B" w:rsidP="0062748B">
      <w:r>
        <w:t xml:space="preserve">21.1.22     -INF       .        1.000      .         </w:t>
      </w:r>
    </w:p>
    <w:p w:rsidR="0062748B" w:rsidRDefault="0062748B" w:rsidP="0062748B">
      <w:r>
        <w:t xml:space="preserve">21.1.23     -INF       .        1.000      .         </w:t>
      </w:r>
    </w:p>
    <w:p w:rsidR="0062748B" w:rsidRDefault="0062748B" w:rsidP="0062748B">
      <w:r>
        <w:t xml:space="preserve">21.1.24     -INF       .        1.000      .         </w:t>
      </w:r>
    </w:p>
    <w:p w:rsidR="0062748B" w:rsidRDefault="0062748B" w:rsidP="0062748B">
      <w:r>
        <w:t xml:space="preserve">21.1.25     -INF       .        1.000      .         </w:t>
      </w:r>
    </w:p>
    <w:p w:rsidR="0062748B" w:rsidRDefault="0062748B" w:rsidP="0062748B">
      <w:r>
        <w:t xml:space="preserve">21.1.26     -INF       .        1.000      .         </w:t>
      </w:r>
    </w:p>
    <w:p w:rsidR="0062748B" w:rsidRDefault="0062748B" w:rsidP="0062748B">
      <w:r>
        <w:t xml:space="preserve">21.1.27     -INF       .        1.000      .         </w:t>
      </w:r>
    </w:p>
    <w:p w:rsidR="0062748B" w:rsidRDefault="0062748B" w:rsidP="0062748B">
      <w:r>
        <w:t xml:space="preserve">21.1.28     -INF       .        1.000      .         </w:t>
      </w:r>
    </w:p>
    <w:p w:rsidR="0062748B" w:rsidRDefault="0062748B" w:rsidP="0062748B">
      <w:r>
        <w:t xml:space="preserve">21.1.29     -INF       .        1.000      .         </w:t>
      </w:r>
    </w:p>
    <w:p w:rsidR="0062748B" w:rsidRDefault="0062748B" w:rsidP="0062748B">
      <w:r>
        <w:t xml:space="preserve">22.1.1      -INF       .        1.000      .         </w:t>
      </w:r>
    </w:p>
    <w:p w:rsidR="0062748B" w:rsidRDefault="0062748B" w:rsidP="0062748B">
      <w:r>
        <w:t xml:space="preserve">22.1.2      -INF       .        1.000      .         </w:t>
      </w:r>
    </w:p>
    <w:p w:rsidR="0062748B" w:rsidRDefault="0062748B" w:rsidP="0062748B">
      <w:r>
        <w:t xml:space="preserve">22.1.3      -INF       .        1.000      .         </w:t>
      </w:r>
    </w:p>
    <w:p w:rsidR="0062748B" w:rsidRDefault="0062748B" w:rsidP="0062748B">
      <w:r>
        <w:lastRenderedPageBreak/>
        <w:t xml:space="preserve">22.1.4      -INF       .        1.000      .         </w:t>
      </w:r>
    </w:p>
    <w:p w:rsidR="0062748B" w:rsidRDefault="0062748B" w:rsidP="0062748B">
      <w:r>
        <w:t xml:space="preserve">22.1.5      -INF       .        1.000      .         </w:t>
      </w:r>
    </w:p>
    <w:p w:rsidR="0062748B" w:rsidRDefault="0062748B" w:rsidP="0062748B">
      <w:r>
        <w:t xml:space="preserve">22.1.6      -INF       .        1.000      .         </w:t>
      </w:r>
    </w:p>
    <w:p w:rsidR="0062748B" w:rsidRDefault="0062748B" w:rsidP="0062748B">
      <w:r>
        <w:t xml:space="preserve">22.1.7      -INF       .        1.000      .         </w:t>
      </w:r>
    </w:p>
    <w:p w:rsidR="0062748B" w:rsidRDefault="0062748B" w:rsidP="0062748B">
      <w:r>
        <w:t xml:space="preserve">22.1.8      -INF       .        1.000      .         </w:t>
      </w:r>
    </w:p>
    <w:p w:rsidR="0062748B" w:rsidRDefault="0062748B" w:rsidP="0062748B">
      <w:r>
        <w:t xml:space="preserve">22.1.9      -INF       .        1.000      .         </w:t>
      </w:r>
    </w:p>
    <w:p w:rsidR="0062748B" w:rsidRDefault="0062748B" w:rsidP="0062748B">
      <w:r>
        <w:t xml:space="preserve">22.1.10     -INF       .        1.000      .         </w:t>
      </w:r>
    </w:p>
    <w:p w:rsidR="0062748B" w:rsidRDefault="0062748B" w:rsidP="0062748B">
      <w:r>
        <w:t xml:space="preserve">22.1.11     -INF       .        1.000      .         </w:t>
      </w:r>
    </w:p>
    <w:p w:rsidR="0062748B" w:rsidRDefault="0062748B" w:rsidP="0062748B">
      <w:r>
        <w:t xml:space="preserve">22.1.12     -INF       .        1.000      .         </w:t>
      </w:r>
    </w:p>
    <w:p w:rsidR="0062748B" w:rsidRDefault="0062748B" w:rsidP="0062748B">
      <w:r>
        <w:t xml:space="preserve">22.1.13     -INF       .        1.000      .         </w:t>
      </w:r>
    </w:p>
    <w:p w:rsidR="0062748B" w:rsidRDefault="0062748B" w:rsidP="0062748B">
      <w:r>
        <w:t xml:space="preserve">22.1.14     -INF       .        1.000      .         </w:t>
      </w:r>
    </w:p>
    <w:p w:rsidR="0062748B" w:rsidRDefault="0062748B" w:rsidP="0062748B">
      <w:r>
        <w:t xml:space="preserve">22.1.15     -INF       .        1.000      .         </w:t>
      </w:r>
    </w:p>
    <w:p w:rsidR="0062748B" w:rsidRDefault="0062748B" w:rsidP="0062748B">
      <w:r>
        <w:t xml:space="preserve">22.1.16     -INF       .        1.000      .         </w:t>
      </w:r>
    </w:p>
    <w:p w:rsidR="0062748B" w:rsidRDefault="0062748B" w:rsidP="0062748B">
      <w:r>
        <w:t xml:space="preserve">22.1.17     -INF       .        1.000      .         </w:t>
      </w:r>
    </w:p>
    <w:p w:rsidR="0062748B" w:rsidRDefault="0062748B" w:rsidP="0062748B">
      <w:r>
        <w:t xml:space="preserve">22.1.18     -INF       .        1.000      .         </w:t>
      </w:r>
    </w:p>
    <w:p w:rsidR="0062748B" w:rsidRDefault="0062748B" w:rsidP="0062748B">
      <w:r>
        <w:t xml:space="preserve">22.1.19     -INF       .        1.000      .         </w:t>
      </w:r>
    </w:p>
    <w:p w:rsidR="0062748B" w:rsidRDefault="0062748B" w:rsidP="0062748B">
      <w:r>
        <w:t xml:space="preserve">22.1.20     -INF       .        1.000      .         </w:t>
      </w:r>
    </w:p>
    <w:p w:rsidR="0062748B" w:rsidRDefault="0062748B" w:rsidP="0062748B">
      <w:r>
        <w:t xml:space="preserve">22.1.21     -INF       .        1.000      .         </w:t>
      </w:r>
    </w:p>
    <w:p w:rsidR="0062748B" w:rsidRDefault="0062748B" w:rsidP="0062748B">
      <w:r>
        <w:t xml:space="preserve">22.1.22     -INF       .        1.000      .         </w:t>
      </w:r>
    </w:p>
    <w:p w:rsidR="0062748B" w:rsidRDefault="0062748B" w:rsidP="0062748B">
      <w:r>
        <w:t xml:space="preserve">22.1.23     -INF       .        1.000      .         </w:t>
      </w:r>
    </w:p>
    <w:p w:rsidR="0062748B" w:rsidRDefault="0062748B" w:rsidP="0062748B">
      <w:r>
        <w:t xml:space="preserve">22.1.24     -INF       .        1.000      .         </w:t>
      </w:r>
    </w:p>
    <w:p w:rsidR="0062748B" w:rsidRDefault="0062748B" w:rsidP="0062748B">
      <w:r>
        <w:t xml:space="preserve">22.1.25     -INF       .        1.000      .         </w:t>
      </w:r>
    </w:p>
    <w:p w:rsidR="0062748B" w:rsidRDefault="0062748B" w:rsidP="0062748B">
      <w:r>
        <w:t xml:space="preserve">22.1.26     -INF       .        1.000      .         </w:t>
      </w:r>
    </w:p>
    <w:p w:rsidR="0062748B" w:rsidRDefault="0062748B" w:rsidP="0062748B">
      <w:r>
        <w:t xml:space="preserve">22.1.27     -INF       .        1.000      .         </w:t>
      </w:r>
    </w:p>
    <w:p w:rsidR="0062748B" w:rsidRDefault="0062748B" w:rsidP="0062748B">
      <w:r>
        <w:t xml:space="preserve">22.1.28     -INF       .        1.000      .         </w:t>
      </w:r>
    </w:p>
    <w:p w:rsidR="0062748B" w:rsidRDefault="0062748B" w:rsidP="0062748B">
      <w:r>
        <w:lastRenderedPageBreak/>
        <w:t xml:space="preserve">22.1.29     -INF       .        1.000      .         </w:t>
      </w:r>
    </w:p>
    <w:p w:rsidR="0062748B" w:rsidRDefault="0062748B" w:rsidP="0062748B">
      <w:r>
        <w:t xml:space="preserve">23.1.1      -INF       .        1.000      .         </w:t>
      </w:r>
    </w:p>
    <w:p w:rsidR="0062748B" w:rsidRDefault="0062748B" w:rsidP="0062748B">
      <w:r>
        <w:t xml:space="preserve">23.1.2      -INF       .        1.000      .         </w:t>
      </w:r>
    </w:p>
    <w:p w:rsidR="0062748B" w:rsidRDefault="0062748B" w:rsidP="0062748B">
      <w:r>
        <w:t xml:space="preserve">23.1.3      -INF       .        1.000      .         </w:t>
      </w:r>
    </w:p>
    <w:p w:rsidR="0062748B" w:rsidRDefault="0062748B" w:rsidP="0062748B">
      <w:r>
        <w:t xml:space="preserve">23.1.4      -INF       .        1.000      .         </w:t>
      </w:r>
    </w:p>
    <w:p w:rsidR="0062748B" w:rsidRDefault="0062748B" w:rsidP="0062748B">
      <w:r>
        <w:t xml:space="preserve">23.1.5      -INF       .        1.000      .         </w:t>
      </w:r>
    </w:p>
    <w:p w:rsidR="0062748B" w:rsidRDefault="0062748B" w:rsidP="0062748B">
      <w:r>
        <w:t xml:space="preserve">23.1.6      -INF       .        1.000      .         </w:t>
      </w:r>
    </w:p>
    <w:p w:rsidR="0062748B" w:rsidRDefault="0062748B" w:rsidP="0062748B">
      <w:r>
        <w:t xml:space="preserve">23.1.7      -INF       .        1.000      .         </w:t>
      </w:r>
    </w:p>
    <w:p w:rsidR="0062748B" w:rsidRDefault="0062748B" w:rsidP="0062748B">
      <w:r>
        <w:t xml:space="preserve">23.1.8      -INF       .        1.000      .         </w:t>
      </w:r>
    </w:p>
    <w:p w:rsidR="0062748B" w:rsidRDefault="0062748B" w:rsidP="0062748B">
      <w:r>
        <w:t xml:space="preserve">23.1.9      -INF       .        1.000      .         </w:t>
      </w:r>
    </w:p>
    <w:p w:rsidR="0062748B" w:rsidRDefault="0062748B" w:rsidP="0062748B">
      <w:r>
        <w:t xml:space="preserve">23.1.10     -INF       .        1.000      .         </w:t>
      </w:r>
    </w:p>
    <w:p w:rsidR="0062748B" w:rsidRDefault="0062748B" w:rsidP="0062748B">
      <w:r>
        <w:t xml:space="preserve">23.1.11     -INF       .        1.000      .         </w:t>
      </w:r>
    </w:p>
    <w:p w:rsidR="0062748B" w:rsidRDefault="0062748B" w:rsidP="0062748B">
      <w:r>
        <w:t xml:space="preserve">23.1.12     -INF       .        1.000      .         </w:t>
      </w:r>
    </w:p>
    <w:p w:rsidR="0062748B" w:rsidRDefault="0062748B" w:rsidP="0062748B">
      <w:r>
        <w:t xml:space="preserve">23.1.13     -INF       .        1.000      .         </w:t>
      </w:r>
    </w:p>
    <w:p w:rsidR="0062748B" w:rsidRDefault="0062748B" w:rsidP="0062748B">
      <w:r>
        <w:t xml:space="preserve">23.1.14     -INF       .        1.000      .         </w:t>
      </w:r>
    </w:p>
    <w:p w:rsidR="0062748B" w:rsidRDefault="0062748B" w:rsidP="0062748B">
      <w:r>
        <w:t xml:space="preserve">23.1.15     -INF       .        1.000      .         </w:t>
      </w:r>
    </w:p>
    <w:p w:rsidR="0062748B" w:rsidRDefault="0062748B" w:rsidP="0062748B">
      <w:r>
        <w:t xml:space="preserve">23.1.16     -INF       .        1.000      .         </w:t>
      </w:r>
    </w:p>
    <w:p w:rsidR="0062748B" w:rsidRDefault="0062748B" w:rsidP="0062748B">
      <w:r>
        <w:t xml:space="preserve">23.1.17     -INF       .        1.000      .         </w:t>
      </w:r>
    </w:p>
    <w:p w:rsidR="0062748B" w:rsidRDefault="0062748B" w:rsidP="0062748B">
      <w:r>
        <w:t xml:space="preserve">23.1.18     -INF       .        1.000      .         </w:t>
      </w:r>
    </w:p>
    <w:p w:rsidR="0062748B" w:rsidRDefault="0062748B" w:rsidP="0062748B">
      <w:r>
        <w:t xml:space="preserve">23.1.19     -INF       .        1.000      .         </w:t>
      </w:r>
    </w:p>
    <w:p w:rsidR="0062748B" w:rsidRDefault="0062748B" w:rsidP="0062748B">
      <w:r>
        <w:t xml:space="preserve">23.1.20     -INF       .        1.000      .         </w:t>
      </w:r>
    </w:p>
    <w:p w:rsidR="0062748B" w:rsidRDefault="0062748B" w:rsidP="0062748B">
      <w:r>
        <w:t xml:space="preserve">23.1.21     -INF       .        1.000      .         </w:t>
      </w:r>
    </w:p>
    <w:p w:rsidR="0062748B" w:rsidRDefault="0062748B" w:rsidP="0062748B">
      <w:r>
        <w:t xml:space="preserve">23.1.22     -INF       .        1.000      .         </w:t>
      </w:r>
    </w:p>
    <w:p w:rsidR="0062748B" w:rsidRDefault="0062748B" w:rsidP="0062748B">
      <w:r>
        <w:t xml:space="preserve">23.1.23     -INF       .        1.000      .         </w:t>
      </w:r>
    </w:p>
    <w:p w:rsidR="0062748B" w:rsidRDefault="0062748B" w:rsidP="0062748B">
      <w:r>
        <w:t xml:space="preserve">23.1.24     -INF       .        1.000      .         </w:t>
      </w:r>
    </w:p>
    <w:p w:rsidR="0062748B" w:rsidRDefault="0062748B" w:rsidP="0062748B">
      <w:r>
        <w:lastRenderedPageBreak/>
        <w:t xml:space="preserve">23.1.25     -INF       .        1.000      .         </w:t>
      </w:r>
    </w:p>
    <w:p w:rsidR="0062748B" w:rsidRDefault="0062748B" w:rsidP="0062748B">
      <w:r>
        <w:t xml:space="preserve">23.1.26     -INF       .        1.000      .         </w:t>
      </w:r>
    </w:p>
    <w:p w:rsidR="0062748B" w:rsidRDefault="0062748B" w:rsidP="0062748B">
      <w:r>
        <w:t xml:space="preserve">23.1.27     -INF       .        1.000      .         </w:t>
      </w:r>
    </w:p>
    <w:p w:rsidR="0062748B" w:rsidRDefault="0062748B" w:rsidP="0062748B">
      <w:r>
        <w:t xml:space="preserve">23.1.28     -INF       .        1.000      .         </w:t>
      </w:r>
    </w:p>
    <w:p w:rsidR="0062748B" w:rsidRDefault="0062748B" w:rsidP="0062748B">
      <w:r>
        <w:t xml:space="preserve">23.1.29     -INF       .        1.000      .         </w:t>
      </w:r>
    </w:p>
    <w:p w:rsidR="0062748B" w:rsidRDefault="0062748B" w:rsidP="0062748B">
      <w:r>
        <w:t xml:space="preserve">24.1.1      -INF       .        1.000      .         </w:t>
      </w:r>
    </w:p>
    <w:p w:rsidR="0062748B" w:rsidRDefault="0062748B" w:rsidP="0062748B">
      <w:r>
        <w:t xml:space="preserve">24.1.2      -INF       .        1.000      .         </w:t>
      </w:r>
    </w:p>
    <w:p w:rsidR="0062748B" w:rsidRDefault="0062748B" w:rsidP="0062748B">
      <w:r>
        <w:t xml:space="preserve">24.1.3      -INF       .        1.000      .         </w:t>
      </w:r>
    </w:p>
    <w:p w:rsidR="0062748B" w:rsidRDefault="0062748B" w:rsidP="0062748B">
      <w:r>
        <w:t xml:space="preserve">24.1.4      -INF       .        1.000      .         </w:t>
      </w:r>
    </w:p>
    <w:p w:rsidR="0062748B" w:rsidRDefault="0062748B" w:rsidP="0062748B">
      <w:r>
        <w:t xml:space="preserve">24.1.5      -INF       .        1.000      .         </w:t>
      </w:r>
    </w:p>
    <w:p w:rsidR="0062748B" w:rsidRDefault="0062748B" w:rsidP="0062748B">
      <w:r>
        <w:t xml:space="preserve">24.1.6      -INF       .        1.000      .         </w:t>
      </w:r>
    </w:p>
    <w:p w:rsidR="0062748B" w:rsidRDefault="0062748B" w:rsidP="0062748B">
      <w:r>
        <w:t xml:space="preserve">24.1.7      -INF       .        1.000      .         </w:t>
      </w:r>
    </w:p>
    <w:p w:rsidR="0062748B" w:rsidRDefault="0062748B" w:rsidP="0062748B">
      <w:r>
        <w:t xml:space="preserve">24.1.8      -INF       .        1.000      .         </w:t>
      </w:r>
    </w:p>
    <w:p w:rsidR="0062748B" w:rsidRDefault="0062748B" w:rsidP="0062748B">
      <w:r>
        <w:t xml:space="preserve">24.1.9      -INF       .        1.000      .         </w:t>
      </w:r>
    </w:p>
    <w:p w:rsidR="0062748B" w:rsidRDefault="0062748B" w:rsidP="0062748B">
      <w:r>
        <w:t xml:space="preserve">24.1.10     -INF       .        1.000      .         </w:t>
      </w:r>
    </w:p>
    <w:p w:rsidR="0062748B" w:rsidRDefault="0062748B" w:rsidP="0062748B">
      <w:r>
        <w:t xml:space="preserve">24.1.11     -INF       .        1.000      .         </w:t>
      </w:r>
    </w:p>
    <w:p w:rsidR="0062748B" w:rsidRDefault="0062748B" w:rsidP="0062748B">
      <w:r>
        <w:t xml:space="preserve">24.1.12     -INF       .        1.000      .         </w:t>
      </w:r>
    </w:p>
    <w:p w:rsidR="0062748B" w:rsidRDefault="0062748B" w:rsidP="0062748B">
      <w:r>
        <w:t xml:space="preserve">24.1.13     -INF       .        1.000      .         </w:t>
      </w:r>
    </w:p>
    <w:p w:rsidR="0062748B" w:rsidRDefault="0062748B" w:rsidP="0062748B">
      <w:r>
        <w:t xml:space="preserve">24.1.14     -INF       .        1.000      .         </w:t>
      </w:r>
    </w:p>
    <w:p w:rsidR="0062748B" w:rsidRDefault="0062748B" w:rsidP="0062748B">
      <w:r>
        <w:t xml:space="preserve">24.1.15     -INF       .        1.000      .         </w:t>
      </w:r>
    </w:p>
    <w:p w:rsidR="0062748B" w:rsidRDefault="0062748B" w:rsidP="0062748B">
      <w:r>
        <w:t xml:space="preserve">24.1.16     -INF       .        1.000      .         </w:t>
      </w:r>
    </w:p>
    <w:p w:rsidR="0062748B" w:rsidRDefault="0062748B" w:rsidP="0062748B">
      <w:r>
        <w:t xml:space="preserve">24.1.17     -INF       .        1.000      .         </w:t>
      </w:r>
    </w:p>
    <w:p w:rsidR="0062748B" w:rsidRDefault="0062748B" w:rsidP="0062748B">
      <w:r>
        <w:t xml:space="preserve">24.1.18     -INF       .        1.000      .         </w:t>
      </w:r>
    </w:p>
    <w:p w:rsidR="0062748B" w:rsidRDefault="0062748B" w:rsidP="0062748B">
      <w:r>
        <w:t xml:space="preserve">24.1.19     -INF       .        1.000      .         </w:t>
      </w:r>
    </w:p>
    <w:p w:rsidR="0062748B" w:rsidRDefault="0062748B" w:rsidP="0062748B">
      <w:r>
        <w:t xml:space="preserve">24.1.20     -INF       .        1.000      .         </w:t>
      </w:r>
    </w:p>
    <w:p w:rsidR="0062748B" w:rsidRDefault="0062748B" w:rsidP="0062748B">
      <w:r>
        <w:lastRenderedPageBreak/>
        <w:t xml:space="preserve">24.1.21     -INF       .        1.000      .         </w:t>
      </w:r>
    </w:p>
    <w:p w:rsidR="0062748B" w:rsidRDefault="0062748B" w:rsidP="0062748B">
      <w:r>
        <w:t xml:space="preserve">24.1.22     -INF       .        1.000      .         </w:t>
      </w:r>
    </w:p>
    <w:p w:rsidR="0062748B" w:rsidRDefault="0062748B" w:rsidP="0062748B">
      <w:r>
        <w:t xml:space="preserve">24.1.23     -INF       .        1.000      .         </w:t>
      </w:r>
    </w:p>
    <w:p w:rsidR="0062748B" w:rsidRDefault="0062748B" w:rsidP="0062748B">
      <w:r>
        <w:t xml:space="preserve">24.1.24     -INF       .        1.000      .         </w:t>
      </w:r>
    </w:p>
    <w:p w:rsidR="0062748B" w:rsidRDefault="0062748B" w:rsidP="0062748B">
      <w:r>
        <w:t xml:space="preserve">24.1.25     -INF       .        1.000      .         </w:t>
      </w:r>
    </w:p>
    <w:p w:rsidR="0062748B" w:rsidRDefault="0062748B" w:rsidP="0062748B">
      <w:r>
        <w:t xml:space="preserve">24.1.26     -INF       .        1.000      .         </w:t>
      </w:r>
    </w:p>
    <w:p w:rsidR="0062748B" w:rsidRDefault="0062748B" w:rsidP="0062748B">
      <w:r>
        <w:t xml:space="preserve">24.1.27     -INF       .        1.000      .         </w:t>
      </w:r>
    </w:p>
    <w:p w:rsidR="0062748B" w:rsidRDefault="0062748B" w:rsidP="0062748B">
      <w:r>
        <w:t xml:space="preserve">24.1.28     -INF       .        1.000      .         </w:t>
      </w:r>
    </w:p>
    <w:p w:rsidR="0062748B" w:rsidRDefault="0062748B" w:rsidP="0062748B">
      <w:r>
        <w:t xml:space="preserve">24.1.29     -INF       .        1.000      .         </w:t>
      </w:r>
    </w:p>
    <w:p w:rsidR="0062748B" w:rsidRDefault="0062748B" w:rsidP="0062748B">
      <w:r>
        <w:t xml:space="preserve">25.1.1      -INF       .        1.000      .         </w:t>
      </w:r>
    </w:p>
    <w:p w:rsidR="0062748B" w:rsidRDefault="0062748B" w:rsidP="0062748B">
      <w:r>
        <w:t xml:space="preserve">25.1.2      -INF       .        1.000      .         </w:t>
      </w:r>
    </w:p>
    <w:p w:rsidR="0062748B" w:rsidRDefault="0062748B" w:rsidP="0062748B">
      <w:r>
        <w:t xml:space="preserve">25.1.3      -INF       .        1.000      .         </w:t>
      </w:r>
    </w:p>
    <w:p w:rsidR="0062748B" w:rsidRDefault="0062748B" w:rsidP="0062748B">
      <w:r>
        <w:t xml:space="preserve">25.1.4      -INF       .        1.000      .         </w:t>
      </w:r>
    </w:p>
    <w:p w:rsidR="0062748B" w:rsidRDefault="0062748B" w:rsidP="0062748B">
      <w:r>
        <w:t xml:space="preserve">25.1.5      -INF       .        1.000      .         </w:t>
      </w:r>
    </w:p>
    <w:p w:rsidR="0062748B" w:rsidRDefault="0062748B" w:rsidP="0062748B">
      <w:r>
        <w:t xml:space="preserve">25.1.6      -INF       .        1.000      .         </w:t>
      </w:r>
    </w:p>
    <w:p w:rsidR="0062748B" w:rsidRDefault="0062748B" w:rsidP="0062748B">
      <w:r>
        <w:t xml:space="preserve">25.1.7      -INF       .        1.000      .         </w:t>
      </w:r>
    </w:p>
    <w:p w:rsidR="0062748B" w:rsidRDefault="0062748B" w:rsidP="0062748B">
      <w:r>
        <w:t xml:space="preserve">25.1.8      -INF       .        1.000      .         </w:t>
      </w:r>
    </w:p>
    <w:p w:rsidR="0062748B" w:rsidRDefault="0062748B" w:rsidP="0062748B">
      <w:r>
        <w:t xml:space="preserve">25.1.9      -INF       .        1.000      .         </w:t>
      </w:r>
    </w:p>
    <w:p w:rsidR="0062748B" w:rsidRDefault="0062748B" w:rsidP="0062748B">
      <w:r>
        <w:t xml:space="preserve">25.1.10     -INF       .        1.000      .         </w:t>
      </w:r>
    </w:p>
    <w:p w:rsidR="0062748B" w:rsidRDefault="0062748B" w:rsidP="0062748B">
      <w:r>
        <w:t xml:space="preserve">25.1.11     -INF       .        1.000      .         </w:t>
      </w:r>
    </w:p>
    <w:p w:rsidR="0062748B" w:rsidRDefault="0062748B" w:rsidP="0062748B">
      <w:r>
        <w:t xml:space="preserve">25.1.12     -INF       .        1.000      .         </w:t>
      </w:r>
    </w:p>
    <w:p w:rsidR="0062748B" w:rsidRDefault="0062748B" w:rsidP="0062748B">
      <w:r>
        <w:t xml:space="preserve">25.1.13     -INF       .        1.000      .         </w:t>
      </w:r>
    </w:p>
    <w:p w:rsidR="0062748B" w:rsidRDefault="0062748B" w:rsidP="0062748B">
      <w:r>
        <w:t xml:space="preserve">25.1.14     -INF       .        1.000      .         </w:t>
      </w:r>
    </w:p>
    <w:p w:rsidR="0062748B" w:rsidRDefault="0062748B" w:rsidP="0062748B">
      <w:r>
        <w:t xml:space="preserve">25.1.15     -INF       .        1.000      .         </w:t>
      </w:r>
    </w:p>
    <w:p w:rsidR="0062748B" w:rsidRDefault="0062748B" w:rsidP="0062748B">
      <w:r>
        <w:t xml:space="preserve">25.1.16     -INF       .        1.000      .         </w:t>
      </w:r>
    </w:p>
    <w:p w:rsidR="0062748B" w:rsidRDefault="0062748B" w:rsidP="0062748B">
      <w:r>
        <w:lastRenderedPageBreak/>
        <w:t xml:space="preserve">25.1.17     -INF       .        1.000      .         </w:t>
      </w:r>
    </w:p>
    <w:p w:rsidR="0062748B" w:rsidRDefault="0062748B" w:rsidP="0062748B">
      <w:r>
        <w:t xml:space="preserve">25.1.18     -INF       .        1.000      .         </w:t>
      </w:r>
    </w:p>
    <w:p w:rsidR="0062748B" w:rsidRDefault="0062748B" w:rsidP="0062748B">
      <w:r>
        <w:t xml:space="preserve">25.1.19     -INF       .        1.000      .         </w:t>
      </w:r>
    </w:p>
    <w:p w:rsidR="0062748B" w:rsidRDefault="0062748B" w:rsidP="0062748B">
      <w:r>
        <w:t xml:space="preserve">25.1.20     -INF       .        1.000      .         </w:t>
      </w:r>
    </w:p>
    <w:p w:rsidR="0062748B" w:rsidRDefault="0062748B" w:rsidP="0062748B">
      <w:r>
        <w:t xml:space="preserve">25.1.21     -INF       .        1.000      .         </w:t>
      </w:r>
    </w:p>
    <w:p w:rsidR="0062748B" w:rsidRDefault="0062748B" w:rsidP="0062748B">
      <w:r>
        <w:t xml:space="preserve">25.1.22     -INF       .        1.000      .         </w:t>
      </w:r>
    </w:p>
    <w:p w:rsidR="0062748B" w:rsidRDefault="0062748B" w:rsidP="0062748B">
      <w:r>
        <w:t xml:space="preserve">25.1.23     -INF       .        1.000      .         </w:t>
      </w:r>
    </w:p>
    <w:p w:rsidR="0062748B" w:rsidRDefault="0062748B" w:rsidP="0062748B">
      <w:r>
        <w:t xml:space="preserve">25.1.24     -INF       .        1.000      .         </w:t>
      </w:r>
    </w:p>
    <w:p w:rsidR="0062748B" w:rsidRDefault="0062748B" w:rsidP="0062748B">
      <w:r>
        <w:t xml:space="preserve">25.1.25     -INF       .        1.000      .         </w:t>
      </w:r>
    </w:p>
    <w:p w:rsidR="0062748B" w:rsidRDefault="0062748B" w:rsidP="0062748B">
      <w:r>
        <w:t xml:space="preserve">25.1.26     -INF       .        1.000      .         </w:t>
      </w:r>
    </w:p>
    <w:p w:rsidR="0062748B" w:rsidRDefault="0062748B" w:rsidP="0062748B">
      <w:r>
        <w:t xml:space="preserve">25.1.27     -INF       .        1.000      .         </w:t>
      </w:r>
    </w:p>
    <w:p w:rsidR="0062748B" w:rsidRDefault="0062748B" w:rsidP="0062748B">
      <w:r>
        <w:t xml:space="preserve">25.1.28     -INF       .        1.000      .         </w:t>
      </w:r>
    </w:p>
    <w:p w:rsidR="0062748B" w:rsidRDefault="0062748B" w:rsidP="0062748B">
      <w:r>
        <w:t xml:space="preserve">25.1.29     -INF       .        1.000      .         </w:t>
      </w:r>
    </w:p>
    <w:p w:rsidR="0062748B" w:rsidRDefault="0062748B" w:rsidP="0062748B">
      <w:r>
        <w:t xml:space="preserve">26.1.1      -INF       .        1.000      .         </w:t>
      </w:r>
    </w:p>
    <w:p w:rsidR="0062748B" w:rsidRDefault="0062748B" w:rsidP="0062748B">
      <w:r>
        <w:t xml:space="preserve">26.1.2      -INF       .        1.000      .         </w:t>
      </w:r>
    </w:p>
    <w:p w:rsidR="0062748B" w:rsidRDefault="0062748B" w:rsidP="0062748B">
      <w:r>
        <w:t xml:space="preserve">26.1.3      -INF       .        1.000      .         </w:t>
      </w:r>
    </w:p>
    <w:p w:rsidR="0062748B" w:rsidRDefault="0062748B" w:rsidP="0062748B">
      <w:r>
        <w:t xml:space="preserve">26.1.4      -INF       .        1.000      .         </w:t>
      </w:r>
    </w:p>
    <w:p w:rsidR="0062748B" w:rsidRDefault="0062748B" w:rsidP="0062748B">
      <w:r>
        <w:t xml:space="preserve">26.1.5      -INF       .        1.000      .         </w:t>
      </w:r>
    </w:p>
    <w:p w:rsidR="0062748B" w:rsidRDefault="0062748B" w:rsidP="0062748B">
      <w:r>
        <w:t xml:space="preserve">26.1.6      -INF       .        1.000      .         </w:t>
      </w:r>
    </w:p>
    <w:p w:rsidR="0062748B" w:rsidRDefault="0062748B" w:rsidP="0062748B">
      <w:r>
        <w:t xml:space="preserve">26.1.7      -INF       .        1.000      .         </w:t>
      </w:r>
    </w:p>
    <w:p w:rsidR="0062748B" w:rsidRDefault="0062748B" w:rsidP="0062748B">
      <w:r>
        <w:t xml:space="preserve">26.1.8      -INF       .        1.000      .         </w:t>
      </w:r>
    </w:p>
    <w:p w:rsidR="0062748B" w:rsidRDefault="0062748B" w:rsidP="0062748B">
      <w:r>
        <w:t xml:space="preserve">26.1.9      -INF       .        1.000      .         </w:t>
      </w:r>
    </w:p>
    <w:p w:rsidR="0062748B" w:rsidRDefault="0062748B" w:rsidP="0062748B">
      <w:r>
        <w:t xml:space="preserve">26.1.10     -INF       .        1.000      .         </w:t>
      </w:r>
    </w:p>
    <w:p w:rsidR="0062748B" w:rsidRDefault="0062748B" w:rsidP="0062748B">
      <w:r>
        <w:t xml:space="preserve">26.1.11     -INF       .        1.000      .         </w:t>
      </w:r>
    </w:p>
    <w:p w:rsidR="0062748B" w:rsidRDefault="0062748B" w:rsidP="0062748B">
      <w:r>
        <w:t xml:space="preserve">26.1.12     -INF       .        1.000      .         </w:t>
      </w:r>
    </w:p>
    <w:p w:rsidR="0062748B" w:rsidRDefault="0062748B" w:rsidP="0062748B">
      <w:r>
        <w:lastRenderedPageBreak/>
        <w:t xml:space="preserve">26.1.13     -INF       .        1.000      .         </w:t>
      </w:r>
    </w:p>
    <w:p w:rsidR="0062748B" w:rsidRDefault="0062748B" w:rsidP="0062748B">
      <w:r>
        <w:t xml:space="preserve">26.1.14     -INF       .        1.000      .         </w:t>
      </w:r>
    </w:p>
    <w:p w:rsidR="0062748B" w:rsidRDefault="0062748B" w:rsidP="0062748B">
      <w:r>
        <w:t xml:space="preserve">26.1.15     -INF       .        1.000      .         </w:t>
      </w:r>
    </w:p>
    <w:p w:rsidR="0062748B" w:rsidRDefault="0062748B" w:rsidP="0062748B">
      <w:r>
        <w:t xml:space="preserve">26.1.16     -INF       .        1.000      .         </w:t>
      </w:r>
    </w:p>
    <w:p w:rsidR="0062748B" w:rsidRDefault="0062748B" w:rsidP="0062748B">
      <w:r>
        <w:t xml:space="preserve">26.1.17     -INF       .        1.000      .         </w:t>
      </w:r>
    </w:p>
    <w:p w:rsidR="0062748B" w:rsidRDefault="0062748B" w:rsidP="0062748B">
      <w:r>
        <w:t xml:space="preserve">26.1.18     -INF       .        1.000      .         </w:t>
      </w:r>
    </w:p>
    <w:p w:rsidR="0062748B" w:rsidRDefault="0062748B" w:rsidP="0062748B">
      <w:r>
        <w:t xml:space="preserve">26.1.19     -INF       .        1.000      .         </w:t>
      </w:r>
    </w:p>
    <w:p w:rsidR="0062748B" w:rsidRDefault="0062748B" w:rsidP="0062748B">
      <w:r>
        <w:t xml:space="preserve">26.1.20     -INF       .        1.000      .         </w:t>
      </w:r>
    </w:p>
    <w:p w:rsidR="0062748B" w:rsidRDefault="0062748B" w:rsidP="0062748B">
      <w:r>
        <w:t xml:space="preserve">26.1.21     -INF       .        1.000      .         </w:t>
      </w:r>
    </w:p>
    <w:p w:rsidR="0062748B" w:rsidRDefault="0062748B" w:rsidP="0062748B">
      <w:r>
        <w:t xml:space="preserve">26.1.22     -INF       .        1.000      .         </w:t>
      </w:r>
    </w:p>
    <w:p w:rsidR="0062748B" w:rsidRDefault="0062748B" w:rsidP="0062748B">
      <w:r>
        <w:t xml:space="preserve">26.1.23     -INF       .        1.000      .         </w:t>
      </w:r>
    </w:p>
    <w:p w:rsidR="0062748B" w:rsidRDefault="0062748B" w:rsidP="0062748B">
      <w:r>
        <w:t xml:space="preserve">26.1.24     -INF       .        1.000      .         </w:t>
      </w:r>
    </w:p>
    <w:p w:rsidR="0062748B" w:rsidRDefault="0062748B" w:rsidP="0062748B">
      <w:r>
        <w:t xml:space="preserve">26.1.25     -INF       .        1.000      .         </w:t>
      </w:r>
    </w:p>
    <w:p w:rsidR="0062748B" w:rsidRDefault="0062748B" w:rsidP="0062748B">
      <w:r>
        <w:t xml:space="preserve">26.1.26     -INF       .        1.000      .         </w:t>
      </w:r>
    </w:p>
    <w:p w:rsidR="0062748B" w:rsidRDefault="0062748B" w:rsidP="0062748B">
      <w:r>
        <w:t xml:space="preserve">26.1.27     -INF       .        1.000      .         </w:t>
      </w:r>
    </w:p>
    <w:p w:rsidR="0062748B" w:rsidRDefault="0062748B" w:rsidP="0062748B">
      <w:r>
        <w:t xml:space="preserve">26.1.28     -INF       .        1.000      .         </w:t>
      </w:r>
    </w:p>
    <w:p w:rsidR="0062748B" w:rsidRDefault="0062748B" w:rsidP="0062748B">
      <w:r>
        <w:t xml:space="preserve">26.1.29     -INF       .        1.000      .         </w:t>
      </w:r>
    </w:p>
    <w:p w:rsidR="0062748B" w:rsidRDefault="0062748B" w:rsidP="0062748B">
      <w:r>
        <w:t xml:space="preserve">27.1.1      -INF       .        1.000      .         </w:t>
      </w:r>
    </w:p>
    <w:p w:rsidR="0062748B" w:rsidRDefault="0062748B" w:rsidP="0062748B">
      <w:r>
        <w:t xml:space="preserve">27.1.2      -INF       .        1.000      .         </w:t>
      </w:r>
    </w:p>
    <w:p w:rsidR="0062748B" w:rsidRDefault="0062748B" w:rsidP="0062748B">
      <w:r>
        <w:t xml:space="preserve">27.1.3      -INF       .        1.000      .         </w:t>
      </w:r>
    </w:p>
    <w:p w:rsidR="0062748B" w:rsidRDefault="0062748B" w:rsidP="0062748B">
      <w:r>
        <w:t xml:space="preserve">27.1.4      -INF       .        1.000      .         </w:t>
      </w:r>
    </w:p>
    <w:p w:rsidR="0062748B" w:rsidRDefault="0062748B" w:rsidP="0062748B">
      <w:r>
        <w:t xml:space="preserve">27.1.5      -INF       .        1.000      .         </w:t>
      </w:r>
    </w:p>
    <w:p w:rsidR="0062748B" w:rsidRDefault="0062748B" w:rsidP="0062748B">
      <w:r>
        <w:t xml:space="preserve">27.1.6      -INF       .        1.000      .         </w:t>
      </w:r>
    </w:p>
    <w:p w:rsidR="0062748B" w:rsidRDefault="0062748B" w:rsidP="0062748B">
      <w:r>
        <w:t xml:space="preserve">27.1.7      -INF       .        1.000      .         </w:t>
      </w:r>
    </w:p>
    <w:p w:rsidR="0062748B" w:rsidRDefault="0062748B" w:rsidP="0062748B">
      <w:r>
        <w:t xml:space="preserve">27.1.8      -INF       .        1.000      .         </w:t>
      </w:r>
    </w:p>
    <w:p w:rsidR="0062748B" w:rsidRDefault="0062748B" w:rsidP="0062748B">
      <w:r>
        <w:lastRenderedPageBreak/>
        <w:t xml:space="preserve">27.1.9      -INF       .        1.000      .         </w:t>
      </w:r>
    </w:p>
    <w:p w:rsidR="0062748B" w:rsidRDefault="0062748B" w:rsidP="0062748B">
      <w:r>
        <w:t xml:space="preserve">27.1.10     -INF       .        1.000      .         </w:t>
      </w:r>
    </w:p>
    <w:p w:rsidR="0062748B" w:rsidRDefault="0062748B" w:rsidP="0062748B">
      <w:r>
        <w:t xml:space="preserve">27.1.11     -INF       .        1.000      .         </w:t>
      </w:r>
    </w:p>
    <w:p w:rsidR="0062748B" w:rsidRDefault="0062748B" w:rsidP="0062748B">
      <w:r>
        <w:t xml:space="preserve">27.1.12     -INF       .        1.000      .         </w:t>
      </w:r>
    </w:p>
    <w:p w:rsidR="0062748B" w:rsidRDefault="0062748B" w:rsidP="0062748B">
      <w:r>
        <w:t xml:space="preserve">27.1.13     -INF       .        1.000      .         </w:t>
      </w:r>
    </w:p>
    <w:p w:rsidR="0062748B" w:rsidRDefault="0062748B" w:rsidP="0062748B">
      <w:r>
        <w:t xml:space="preserve">27.1.14     -INF       .        1.000      .         </w:t>
      </w:r>
    </w:p>
    <w:p w:rsidR="0062748B" w:rsidRDefault="0062748B" w:rsidP="0062748B">
      <w:r>
        <w:t xml:space="preserve">27.1.15     -INF       .        1.000      .         </w:t>
      </w:r>
    </w:p>
    <w:p w:rsidR="0062748B" w:rsidRDefault="0062748B" w:rsidP="0062748B">
      <w:r>
        <w:t xml:space="preserve">27.1.16     -INF       .        1.000      .         </w:t>
      </w:r>
    </w:p>
    <w:p w:rsidR="0062748B" w:rsidRDefault="0062748B" w:rsidP="0062748B">
      <w:r>
        <w:t xml:space="preserve">27.1.17     -INF       .        1.000      .         </w:t>
      </w:r>
    </w:p>
    <w:p w:rsidR="0062748B" w:rsidRDefault="0062748B" w:rsidP="0062748B">
      <w:r>
        <w:t xml:space="preserve">27.1.18     -INF       .        1.000      .         </w:t>
      </w:r>
    </w:p>
    <w:p w:rsidR="0062748B" w:rsidRDefault="0062748B" w:rsidP="0062748B">
      <w:r>
        <w:t xml:space="preserve">27.1.19     -INF       .        1.000      .         </w:t>
      </w:r>
    </w:p>
    <w:p w:rsidR="0062748B" w:rsidRDefault="0062748B" w:rsidP="0062748B">
      <w:r>
        <w:t xml:space="preserve">27.1.20     -INF       .        1.000      .         </w:t>
      </w:r>
    </w:p>
    <w:p w:rsidR="0062748B" w:rsidRDefault="0062748B" w:rsidP="0062748B">
      <w:r>
        <w:t xml:space="preserve">27.1.21     -INF       .        1.000      .         </w:t>
      </w:r>
    </w:p>
    <w:p w:rsidR="0062748B" w:rsidRDefault="0062748B" w:rsidP="0062748B">
      <w:r>
        <w:t xml:space="preserve">27.1.22     -INF       .        1.000      .         </w:t>
      </w:r>
    </w:p>
    <w:p w:rsidR="0062748B" w:rsidRDefault="0062748B" w:rsidP="0062748B">
      <w:r>
        <w:t xml:space="preserve">27.1.23     -INF       .        1.000      .         </w:t>
      </w:r>
    </w:p>
    <w:p w:rsidR="0062748B" w:rsidRDefault="0062748B" w:rsidP="0062748B">
      <w:r>
        <w:t xml:space="preserve">27.1.24     -INF       .        1.000      .         </w:t>
      </w:r>
    </w:p>
    <w:p w:rsidR="0062748B" w:rsidRDefault="0062748B" w:rsidP="0062748B">
      <w:r>
        <w:t xml:space="preserve">27.1.25     -INF       .        1.000      .         </w:t>
      </w:r>
    </w:p>
    <w:p w:rsidR="0062748B" w:rsidRDefault="0062748B" w:rsidP="0062748B">
      <w:r>
        <w:t xml:space="preserve">27.1.26     -INF       .        1.000      .         </w:t>
      </w:r>
    </w:p>
    <w:p w:rsidR="0062748B" w:rsidRDefault="0062748B" w:rsidP="0062748B">
      <w:r>
        <w:t xml:space="preserve">27.1.27     -INF       .        1.000      .         </w:t>
      </w:r>
    </w:p>
    <w:p w:rsidR="0062748B" w:rsidRDefault="0062748B" w:rsidP="0062748B">
      <w:r>
        <w:t xml:space="preserve">27.1.28     -INF       .        1.000      .         </w:t>
      </w:r>
    </w:p>
    <w:p w:rsidR="0062748B" w:rsidRDefault="0062748B" w:rsidP="0062748B">
      <w:r>
        <w:t xml:space="preserve">27.1.29     -INF       .        1.000      .         </w:t>
      </w:r>
    </w:p>
    <w:p w:rsidR="0062748B" w:rsidRDefault="0062748B" w:rsidP="0062748B">
      <w:r>
        <w:t xml:space="preserve">28.1.1      -INF       .        1.000      .         </w:t>
      </w:r>
    </w:p>
    <w:p w:rsidR="0062748B" w:rsidRDefault="0062748B" w:rsidP="0062748B">
      <w:r>
        <w:t xml:space="preserve">28.1.2      -INF       .        1.000      .         </w:t>
      </w:r>
    </w:p>
    <w:p w:rsidR="0062748B" w:rsidRDefault="0062748B" w:rsidP="0062748B">
      <w:r>
        <w:t xml:space="preserve">28.1.3      -INF       .        1.000      .         </w:t>
      </w:r>
    </w:p>
    <w:p w:rsidR="0062748B" w:rsidRDefault="0062748B" w:rsidP="0062748B">
      <w:r>
        <w:t xml:space="preserve">28.1.4      -INF       .        1.000      .         </w:t>
      </w:r>
    </w:p>
    <w:p w:rsidR="0062748B" w:rsidRDefault="0062748B" w:rsidP="0062748B">
      <w:r>
        <w:lastRenderedPageBreak/>
        <w:t xml:space="preserve">28.1.5      -INF       .        1.000      .         </w:t>
      </w:r>
    </w:p>
    <w:p w:rsidR="0062748B" w:rsidRDefault="0062748B" w:rsidP="0062748B">
      <w:r>
        <w:t xml:space="preserve">28.1.6      -INF       .        1.000      .         </w:t>
      </w:r>
    </w:p>
    <w:p w:rsidR="0062748B" w:rsidRDefault="0062748B" w:rsidP="0062748B">
      <w:r>
        <w:t xml:space="preserve">28.1.7      -INF       .        1.000      .         </w:t>
      </w:r>
    </w:p>
    <w:p w:rsidR="0062748B" w:rsidRDefault="0062748B" w:rsidP="0062748B">
      <w:r>
        <w:t xml:space="preserve">28.1.8      -INF       .        1.000      .         </w:t>
      </w:r>
    </w:p>
    <w:p w:rsidR="0062748B" w:rsidRDefault="0062748B" w:rsidP="0062748B">
      <w:r>
        <w:t xml:space="preserve">28.1.9      -INF       .        1.000      .         </w:t>
      </w:r>
    </w:p>
    <w:p w:rsidR="0062748B" w:rsidRDefault="0062748B" w:rsidP="0062748B">
      <w:r>
        <w:t xml:space="preserve">28.1.10     -INF       .        1.000      .         </w:t>
      </w:r>
    </w:p>
    <w:p w:rsidR="0062748B" w:rsidRDefault="0062748B" w:rsidP="0062748B">
      <w:r>
        <w:t xml:space="preserve">28.1.11     -INF       .        1.000      .         </w:t>
      </w:r>
    </w:p>
    <w:p w:rsidR="0062748B" w:rsidRDefault="0062748B" w:rsidP="0062748B">
      <w:r>
        <w:t xml:space="preserve">28.1.12     -INF       .        1.000      .         </w:t>
      </w:r>
    </w:p>
    <w:p w:rsidR="0062748B" w:rsidRDefault="0062748B" w:rsidP="0062748B">
      <w:r>
        <w:t xml:space="preserve">28.1.13     -INF       .        1.000      .         </w:t>
      </w:r>
    </w:p>
    <w:p w:rsidR="0062748B" w:rsidRDefault="0062748B" w:rsidP="0062748B">
      <w:r>
        <w:t xml:space="preserve">28.1.14     -INF       .        1.000      .         </w:t>
      </w:r>
    </w:p>
    <w:p w:rsidR="0062748B" w:rsidRDefault="0062748B" w:rsidP="0062748B">
      <w:r>
        <w:t xml:space="preserve">28.1.15     -INF       .        1.000      .         </w:t>
      </w:r>
    </w:p>
    <w:p w:rsidR="0062748B" w:rsidRDefault="0062748B" w:rsidP="0062748B">
      <w:r>
        <w:t xml:space="preserve">28.1.16     -INF       .        1.000      .         </w:t>
      </w:r>
    </w:p>
    <w:p w:rsidR="0062748B" w:rsidRDefault="0062748B" w:rsidP="0062748B">
      <w:r>
        <w:t xml:space="preserve">28.1.17     -INF       .        1.000      .         </w:t>
      </w:r>
    </w:p>
    <w:p w:rsidR="0062748B" w:rsidRDefault="0062748B" w:rsidP="0062748B">
      <w:r>
        <w:t xml:space="preserve">28.1.18     -INF       .        1.000      .         </w:t>
      </w:r>
    </w:p>
    <w:p w:rsidR="0062748B" w:rsidRDefault="0062748B" w:rsidP="0062748B">
      <w:r>
        <w:t xml:space="preserve">28.1.19     -INF       .        1.000      .         </w:t>
      </w:r>
    </w:p>
    <w:p w:rsidR="0062748B" w:rsidRDefault="0062748B" w:rsidP="0062748B">
      <w:r>
        <w:t xml:space="preserve">28.1.20     -INF       .        1.000      .         </w:t>
      </w:r>
    </w:p>
    <w:p w:rsidR="0062748B" w:rsidRDefault="0062748B" w:rsidP="0062748B">
      <w:r>
        <w:t xml:space="preserve">28.1.21     -INF       .        1.000      .         </w:t>
      </w:r>
    </w:p>
    <w:p w:rsidR="0062748B" w:rsidRDefault="0062748B" w:rsidP="0062748B">
      <w:r>
        <w:t xml:space="preserve">28.1.22     -INF       .        1.000      .         </w:t>
      </w:r>
    </w:p>
    <w:p w:rsidR="0062748B" w:rsidRDefault="0062748B" w:rsidP="0062748B">
      <w:r>
        <w:t xml:space="preserve">28.1.23     -INF       .        1.000      .         </w:t>
      </w:r>
    </w:p>
    <w:p w:rsidR="0062748B" w:rsidRDefault="0062748B" w:rsidP="0062748B">
      <w:r>
        <w:t xml:space="preserve">28.1.24     -INF       .        1.000      .         </w:t>
      </w:r>
    </w:p>
    <w:p w:rsidR="0062748B" w:rsidRDefault="0062748B" w:rsidP="0062748B">
      <w:r>
        <w:t xml:space="preserve">28.1.25     -INF       .        1.000      .         </w:t>
      </w:r>
    </w:p>
    <w:p w:rsidR="0062748B" w:rsidRDefault="0062748B" w:rsidP="0062748B">
      <w:r>
        <w:t xml:space="preserve">28.1.26     -INF       .        1.000      .         </w:t>
      </w:r>
    </w:p>
    <w:p w:rsidR="0062748B" w:rsidRDefault="0062748B" w:rsidP="0062748B">
      <w:r>
        <w:t xml:space="preserve">28.1.27     -INF       .        1.000      .         </w:t>
      </w:r>
    </w:p>
    <w:p w:rsidR="0062748B" w:rsidRDefault="0062748B" w:rsidP="0062748B">
      <w:r>
        <w:t xml:space="preserve">28.1.28     -INF       .        1.000      .         </w:t>
      </w:r>
    </w:p>
    <w:p w:rsidR="0062748B" w:rsidRDefault="0062748B" w:rsidP="0062748B">
      <w:r>
        <w:t xml:space="preserve">28.1.29     -INF       .        1.000      .         </w:t>
      </w:r>
    </w:p>
    <w:p w:rsidR="0062748B" w:rsidRDefault="0062748B" w:rsidP="0062748B">
      <w:r>
        <w:lastRenderedPageBreak/>
        <w:t xml:space="preserve">29.1.1      -INF       .        1.000      .         </w:t>
      </w:r>
    </w:p>
    <w:p w:rsidR="0062748B" w:rsidRDefault="0062748B" w:rsidP="0062748B">
      <w:r>
        <w:t xml:space="preserve">29.1.2      -INF       .        1.000      .         </w:t>
      </w:r>
    </w:p>
    <w:p w:rsidR="0062748B" w:rsidRDefault="0062748B" w:rsidP="0062748B">
      <w:r>
        <w:t xml:space="preserve">29.1.3      -INF       .        1.000      .         </w:t>
      </w:r>
    </w:p>
    <w:p w:rsidR="0062748B" w:rsidRDefault="0062748B" w:rsidP="0062748B">
      <w:r>
        <w:t xml:space="preserve">29.1.4      -INF       .        1.000      .         </w:t>
      </w:r>
    </w:p>
    <w:p w:rsidR="0062748B" w:rsidRDefault="0062748B" w:rsidP="0062748B">
      <w:r>
        <w:t xml:space="preserve">29.1.5      -INF       .        1.000      .         </w:t>
      </w:r>
    </w:p>
    <w:p w:rsidR="0062748B" w:rsidRDefault="0062748B" w:rsidP="0062748B">
      <w:r>
        <w:t xml:space="preserve">29.1.6      -INF       .        1.000      .         </w:t>
      </w:r>
    </w:p>
    <w:p w:rsidR="0062748B" w:rsidRDefault="0062748B" w:rsidP="0062748B">
      <w:r>
        <w:t xml:space="preserve">29.1.7      -INF       .        1.000      .         </w:t>
      </w:r>
    </w:p>
    <w:p w:rsidR="0062748B" w:rsidRDefault="0062748B" w:rsidP="0062748B">
      <w:r>
        <w:t xml:space="preserve">29.1.8      -INF       .        1.000      .         </w:t>
      </w:r>
    </w:p>
    <w:p w:rsidR="0062748B" w:rsidRDefault="0062748B" w:rsidP="0062748B">
      <w:r>
        <w:t xml:space="preserve">29.1.9      -INF       .        1.000      .         </w:t>
      </w:r>
    </w:p>
    <w:p w:rsidR="0062748B" w:rsidRDefault="0062748B" w:rsidP="0062748B">
      <w:r>
        <w:t xml:space="preserve">29.1.10     -INF       .        1.000      .         </w:t>
      </w:r>
    </w:p>
    <w:p w:rsidR="0062748B" w:rsidRDefault="0062748B" w:rsidP="0062748B">
      <w:r>
        <w:t xml:space="preserve">29.1.11     -INF       .        1.000      .         </w:t>
      </w:r>
    </w:p>
    <w:p w:rsidR="0062748B" w:rsidRDefault="0062748B" w:rsidP="0062748B">
      <w:r>
        <w:t xml:space="preserve">29.1.12     -INF       .        1.000      .         </w:t>
      </w:r>
    </w:p>
    <w:p w:rsidR="0062748B" w:rsidRDefault="0062748B" w:rsidP="0062748B">
      <w:r>
        <w:t xml:space="preserve">29.1.13     -INF       .        1.000      .         </w:t>
      </w:r>
    </w:p>
    <w:p w:rsidR="0062748B" w:rsidRDefault="0062748B" w:rsidP="0062748B">
      <w:r>
        <w:t xml:space="preserve">29.1.14     -INF       .        1.000      .         </w:t>
      </w:r>
    </w:p>
    <w:p w:rsidR="0062748B" w:rsidRDefault="0062748B" w:rsidP="0062748B">
      <w:r>
        <w:t xml:space="preserve">29.1.15     -INF       .        1.000      .         </w:t>
      </w:r>
    </w:p>
    <w:p w:rsidR="0062748B" w:rsidRDefault="0062748B" w:rsidP="0062748B">
      <w:r>
        <w:t xml:space="preserve">29.1.16     -INF       .        1.000      .         </w:t>
      </w:r>
    </w:p>
    <w:p w:rsidR="0062748B" w:rsidRDefault="0062748B" w:rsidP="0062748B">
      <w:r>
        <w:t xml:space="preserve">29.1.17     -INF       .        1.000      .         </w:t>
      </w:r>
    </w:p>
    <w:p w:rsidR="0062748B" w:rsidRDefault="0062748B" w:rsidP="0062748B">
      <w:r>
        <w:t xml:space="preserve">29.1.18     -INF       .        1.000      .         </w:t>
      </w:r>
    </w:p>
    <w:p w:rsidR="0062748B" w:rsidRDefault="0062748B" w:rsidP="0062748B">
      <w:r>
        <w:t xml:space="preserve">29.1.19     -INF       .        1.000      .         </w:t>
      </w:r>
    </w:p>
    <w:p w:rsidR="0062748B" w:rsidRDefault="0062748B" w:rsidP="0062748B">
      <w:r>
        <w:t xml:space="preserve">29.1.20     -INF       .        1.000      .         </w:t>
      </w:r>
    </w:p>
    <w:p w:rsidR="0062748B" w:rsidRDefault="0062748B" w:rsidP="0062748B">
      <w:r>
        <w:t xml:space="preserve">29.1.21     -INF       .        1.000      .         </w:t>
      </w:r>
    </w:p>
    <w:p w:rsidR="0062748B" w:rsidRDefault="0062748B" w:rsidP="0062748B">
      <w:r>
        <w:t xml:space="preserve">29.1.22     -INF       .        1.000      .         </w:t>
      </w:r>
    </w:p>
    <w:p w:rsidR="0062748B" w:rsidRDefault="0062748B" w:rsidP="0062748B">
      <w:r>
        <w:t xml:space="preserve">29.1.23     -INF       .        1.000      .         </w:t>
      </w:r>
    </w:p>
    <w:p w:rsidR="0062748B" w:rsidRDefault="0062748B" w:rsidP="0062748B">
      <w:r>
        <w:t xml:space="preserve">29.1.24     -INF       .        1.000      .         </w:t>
      </w:r>
    </w:p>
    <w:p w:rsidR="0062748B" w:rsidRDefault="0062748B" w:rsidP="0062748B">
      <w:r>
        <w:t xml:space="preserve">29.1.25     -INF       .        1.000      .         </w:t>
      </w:r>
    </w:p>
    <w:p w:rsidR="0062748B" w:rsidRDefault="0062748B" w:rsidP="0062748B">
      <w:r>
        <w:lastRenderedPageBreak/>
        <w:t xml:space="preserve">29.1.26     -INF       .        1.000      .         </w:t>
      </w:r>
    </w:p>
    <w:p w:rsidR="0062748B" w:rsidRDefault="0062748B" w:rsidP="0062748B">
      <w:r>
        <w:t xml:space="preserve">29.1.27     -INF       .        1.000      .         </w:t>
      </w:r>
    </w:p>
    <w:p w:rsidR="0062748B" w:rsidRDefault="0062748B" w:rsidP="0062748B">
      <w:r>
        <w:t xml:space="preserve">29.1.28     -INF       .        1.000      .         </w:t>
      </w:r>
    </w:p>
    <w:p w:rsidR="0062748B" w:rsidRDefault="0062748B" w:rsidP="0062748B">
      <w:r>
        <w:t xml:space="preserve">29.1.29     -INF       .        1.000      .         </w:t>
      </w:r>
    </w:p>
    <w:p w:rsidR="0062748B" w:rsidRDefault="0062748B" w:rsidP="0062748B"/>
    <w:p w:rsidR="0062748B" w:rsidRDefault="0062748B" w:rsidP="0062748B">
      <w:r>
        <w:t>---- VAR pi  simplex variable (one in number)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 .         .        +INF       EPS       </w:t>
      </w:r>
    </w:p>
    <w:p w:rsidR="0062748B" w:rsidRDefault="0062748B" w:rsidP="0062748B">
      <w:r>
        <w:t xml:space="preserve">1 .1.2       .         .        +INF       EPS       </w:t>
      </w:r>
    </w:p>
    <w:p w:rsidR="0062748B" w:rsidRDefault="0062748B" w:rsidP="0062748B">
      <w:r>
        <w:t xml:space="preserve">1 .1.3       .         .        +INF       EPS       </w:t>
      </w:r>
    </w:p>
    <w:p w:rsidR="0062748B" w:rsidRDefault="0062748B" w:rsidP="0062748B">
      <w:r>
        <w:t xml:space="preserve">1 .1.4       .         .        +INF       EPS       </w:t>
      </w:r>
    </w:p>
    <w:p w:rsidR="0062748B" w:rsidRDefault="0062748B" w:rsidP="0062748B">
      <w:r>
        <w:t xml:space="preserve">1 .1.5       .         .        +INF       EPS       </w:t>
      </w:r>
    </w:p>
    <w:p w:rsidR="0062748B" w:rsidRDefault="0062748B" w:rsidP="0062748B">
      <w:r>
        <w:t xml:space="preserve">1 .1.6       .         .        +INF       EPS       </w:t>
      </w:r>
    </w:p>
    <w:p w:rsidR="0062748B" w:rsidRDefault="0062748B" w:rsidP="0062748B">
      <w:r>
        <w:t xml:space="preserve">1 .1.7       .         .        +INF       EPS       </w:t>
      </w:r>
    </w:p>
    <w:p w:rsidR="0062748B" w:rsidRDefault="0062748B" w:rsidP="0062748B">
      <w:r>
        <w:t xml:space="preserve">1 .1.8       .         .        +INF       EPS       </w:t>
      </w:r>
    </w:p>
    <w:p w:rsidR="0062748B" w:rsidRDefault="0062748B" w:rsidP="0062748B">
      <w:r>
        <w:t xml:space="preserve">1 .1.9       .         .        +INF       EPS       </w:t>
      </w:r>
    </w:p>
    <w:p w:rsidR="0062748B" w:rsidRDefault="0062748B" w:rsidP="0062748B">
      <w:r>
        <w:t xml:space="preserve">1 .1.10      .         .        +INF       EPS       </w:t>
      </w:r>
    </w:p>
    <w:p w:rsidR="0062748B" w:rsidRDefault="0062748B" w:rsidP="0062748B">
      <w:r>
        <w:t xml:space="preserve">1 .1.11      .         .        +INF       EPS       </w:t>
      </w:r>
    </w:p>
    <w:p w:rsidR="0062748B" w:rsidRDefault="0062748B" w:rsidP="0062748B">
      <w:r>
        <w:t xml:space="preserve">1 .1.12      .         .        +INF       EPS       </w:t>
      </w:r>
    </w:p>
    <w:p w:rsidR="0062748B" w:rsidRDefault="0062748B" w:rsidP="0062748B">
      <w:r>
        <w:t xml:space="preserve">1 .1.13      .         .        +INF       EPS       </w:t>
      </w:r>
    </w:p>
    <w:p w:rsidR="0062748B" w:rsidRDefault="0062748B" w:rsidP="0062748B">
      <w:r>
        <w:t xml:space="preserve">1 .1.14      .         .        +INF       EPS       </w:t>
      </w:r>
    </w:p>
    <w:p w:rsidR="0062748B" w:rsidRDefault="0062748B" w:rsidP="0062748B">
      <w:r>
        <w:t xml:space="preserve">1 .1.15      .         .        +INF       EPS       </w:t>
      </w:r>
    </w:p>
    <w:p w:rsidR="0062748B" w:rsidRDefault="0062748B" w:rsidP="0062748B">
      <w:r>
        <w:t xml:space="preserve">1 .1.16      .         .        +INF       EPS       </w:t>
      </w:r>
    </w:p>
    <w:p w:rsidR="0062748B" w:rsidRDefault="0062748B" w:rsidP="0062748B">
      <w:r>
        <w:lastRenderedPageBreak/>
        <w:t xml:space="preserve">1 .1.17      .         .        +INF       EPS       </w:t>
      </w:r>
    </w:p>
    <w:p w:rsidR="0062748B" w:rsidRDefault="0062748B" w:rsidP="0062748B">
      <w:r>
        <w:t xml:space="preserve">1 .1.18      .         .        +INF       EPS       </w:t>
      </w:r>
    </w:p>
    <w:p w:rsidR="0062748B" w:rsidRDefault="0062748B" w:rsidP="0062748B">
      <w:r>
        <w:t xml:space="preserve">1 .1.19      .         .        +INF       EPS       </w:t>
      </w:r>
    </w:p>
    <w:p w:rsidR="0062748B" w:rsidRDefault="0062748B" w:rsidP="0062748B">
      <w:r>
        <w:t xml:space="preserve">1 .1.20      .         .        +INF       EPS       </w:t>
      </w:r>
    </w:p>
    <w:p w:rsidR="0062748B" w:rsidRDefault="0062748B" w:rsidP="0062748B">
      <w:r>
        <w:t xml:space="preserve">1 .1.21      .         .        +INF       EPS       </w:t>
      </w:r>
    </w:p>
    <w:p w:rsidR="0062748B" w:rsidRDefault="0062748B" w:rsidP="0062748B">
      <w:r>
        <w:t xml:space="preserve">1 .1.22      .         .        +INF       EPS       </w:t>
      </w:r>
    </w:p>
    <w:p w:rsidR="0062748B" w:rsidRDefault="0062748B" w:rsidP="0062748B">
      <w:r>
        <w:t xml:space="preserve">1 .1.23      .         .        +INF       EPS       </w:t>
      </w:r>
    </w:p>
    <w:p w:rsidR="0062748B" w:rsidRDefault="0062748B" w:rsidP="0062748B">
      <w:r>
        <w:t xml:space="preserve">1 .1.24      .         .        +INF       EPS       </w:t>
      </w:r>
    </w:p>
    <w:p w:rsidR="0062748B" w:rsidRDefault="0062748B" w:rsidP="0062748B">
      <w:r>
        <w:t xml:space="preserve">1 .1.25      .         .        +INF       EPS       </w:t>
      </w:r>
    </w:p>
    <w:p w:rsidR="0062748B" w:rsidRDefault="0062748B" w:rsidP="0062748B">
      <w:r>
        <w:t xml:space="preserve">1 .1.26      .         .        +INF       EPS       </w:t>
      </w:r>
    </w:p>
    <w:p w:rsidR="0062748B" w:rsidRDefault="0062748B" w:rsidP="0062748B">
      <w:r>
        <w:t xml:space="preserve">1 .1.27      .         .        +INF       EPS       </w:t>
      </w:r>
    </w:p>
    <w:p w:rsidR="0062748B" w:rsidRDefault="0062748B" w:rsidP="0062748B">
      <w:r>
        <w:t xml:space="preserve">1 .1.28      .         .        +INF       EPS       </w:t>
      </w:r>
    </w:p>
    <w:p w:rsidR="0062748B" w:rsidRDefault="0062748B" w:rsidP="0062748B">
      <w:r>
        <w:t xml:space="preserve">1 .1.29      .         .        +INF       EPS       </w:t>
      </w:r>
    </w:p>
    <w:p w:rsidR="0062748B" w:rsidRDefault="0062748B" w:rsidP="0062748B">
      <w:r>
        <w:t xml:space="preserve">2 .1.1       .         .        +INF       EPS       </w:t>
      </w:r>
    </w:p>
    <w:p w:rsidR="0062748B" w:rsidRDefault="0062748B" w:rsidP="0062748B">
      <w:r>
        <w:t xml:space="preserve">2 .1.2       .         .        +INF       EPS       </w:t>
      </w:r>
    </w:p>
    <w:p w:rsidR="0062748B" w:rsidRDefault="0062748B" w:rsidP="0062748B">
      <w:r>
        <w:t xml:space="preserve">2 .1.3       .         .        +INF       EPS       </w:t>
      </w:r>
    </w:p>
    <w:p w:rsidR="0062748B" w:rsidRDefault="0062748B" w:rsidP="0062748B">
      <w:r>
        <w:t xml:space="preserve">2 .1.4       .         .        +INF       EPS       </w:t>
      </w:r>
    </w:p>
    <w:p w:rsidR="0062748B" w:rsidRDefault="0062748B" w:rsidP="0062748B">
      <w:r>
        <w:t xml:space="preserve">2 .1.5       .         .        +INF       EPS       </w:t>
      </w:r>
    </w:p>
    <w:p w:rsidR="0062748B" w:rsidRDefault="0062748B" w:rsidP="0062748B">
      <w:r>
        <w:t xml:space="preserve">2 .1.6       .         .        +INF       EPS       </w:t>
      </w:r>
    </w:p>
    <w:p w:rsidR="0062748B" w:rsidRDefault="0062748B" w:rsidP="0062748B">
      <w:r>
        <w:t xml:space="preserve">2 .1.7       .         .        +INF       EPS       </w:t>
      </w:r>
    </w:p>
    <w:p w:rsidR="0062748B" w:rsidRDefault="0062748B" w:rsidP="0062748B">
      <w:r>
        <w:t xml:space="preserve">2 .1.8       .         .        +INF       EPS       </w:t>
      </w:r>
    </w:p>
    <w:p w:rsidR="0062748B" w:rsidRDefault="0062748B" w:rsidP="0062748B">
      <w:r>
        <w:t xml:space="preserve">2 .1.9       .         .        +INF       EPS       </w:t>
      </w:r>
    </w:p>
    <w:p w:rsidR="0062748B" w:rsidRDefault="0062748B" w:rsidP="0062748B">
      <w:r>
        <w:t xml:space="preserve">2 .1.10      .         .        +INF       EPS       </w:t>
      </w:r>
    </w:p>
    <w:p w:rsidR="0062748B" w:rsidRDefault="0062748B" w:rsidP="0062748B">
      <w:r>
        <w:t xml:space="preserve">2 .1.11      .         .        +INF       EPS       </w:t>
      </w:r>
    </w:p>
    <w:p w:rsidR="0062748B" w:rsidRDefault="0062748B" w:rsidP="0062748B">
      <w:r>
        <w:t xml:space="preserve">2 .1.12      .         .        +INF       EPS       </w:t>
      </w:r>
    </w:p>
    <w:p w:rsidR="0062748B" w:rsidRDefault="0062748B" w:rsidP="0062748B">
      <w:r>
        <w:lastRenderedPageBreak/>
        <w:t xml:space="preserve">2 .1.13      .         .        +INF       EPS       </w:t>
      </w:r>
    </w:p>
    <w:p w:rsidR="0062748B" w:rsidRDefault="0062748B" w:rsidP="0062748B">
      <w:r>
        <w:t xml:space="preserve">2 .1.14      .         .        +INF       EPS       </w:t>
      </w:r>
    </w:p>
    <w:p w:rsidR="0062748B" w:rsidRDefault="0062748B" w:rsidP="0062748B">
      <w:r>
        <w:t xml:space="preserve">2 .1.15      .         .        +INF       EPS       </w:t>
      </w:r>
    </w:p>
    <w:p w:rsidR="0062748B" w:rsidRDefault="0062748B" w:rsidP="0062748B">
      <w:r>
        <w:t xml:space="preserve">2 .1.16      .         .        +INF       EPS       </w:t>
      </w:r>
    </w:p>
    <w:p w:rsidR="0062748B" w:rsidRDefault="0062748B" w:rsidP="0062748B">
      <w:r>
        <w:t xml:space="preserve">2 .1.17      .         .        +INF       EPS       </w:t>
      </w:r>
    </w:p>
    <w:p w:rsidR="0062748B" w:rsidRDefault="0062748B" w:rsidP="0062748B">
      <w:r>
        <w:t xml:space="preserve">2 .1.18      .         .        +INF       EPS       </w:t>
      </w:r>
    </w:p>
    <w:p w:rsidR="0062748B" w:rsidRDefault="0062748B" w:rsidP="0062748B">
      <w:r>
        <w:t xml:space="preserve">2 .1.19      .         .        +INF       EPS       </w:t>
      </w:r>
    </w:p>
    <w:p w:rsidR="0062748B" w:rsidRDefault="0062748B" w:rsidP="0062748B">
      <w:r>
        <w:t xml:space="preserve">2 .1.20      .         .        +INF       EPS       </w:t>
      </w:r>
    </w:p>
    <w:p w:rsidR="0062748B" w:rsidRDefault="0062748B" w:rsidP="0062748B">
      <w:r>
        <w:t xml:space="preserve">2 .1.21      .         .        +INF       EPS       </w:t>
      </w:r>
    </w:p>
    <w:p w:rsidR="0062748B" w:rsidRDefault="0062748B" w:rsidP="0062748B">
      <w:r>
        <w:t xml:space="preserve">2 .1.22      .         .        +INF       EPS       </w:t>
      </w:r>
    </w:p>
    <w:p w:rsidR="0062748B" w:rsidRDefault="0062748B" w:rsidP="0062748B">
      <w:r>
        <w:t xml:space="preserve">2 .1.23      .         .        +INF       EPS       </w:t>
      </w:r>
    </w:p>
    <w:p w:rsidR="0062748B" w:rsidRDefault="0062748B" w:rsidP="0062748B">
      <w:r>
        <w:t xml:space="preserve">2 .1.24      .         .        +INF       EPS       </w:t>
      </w:r>
    </w:p>
    <w:p w:rsidR="0062748B" w:rsidRDefault="0062748B" w:rsidP="0062748B">
      <w:r>
        <w:t xml:space="preserve">2 .1.25      .         .        +INF       EPS       </w:t>
      </w:r>
    </w:p>
    <w:p w:rsidR="0062748B" w:rsidRDefault="0062748B" w:rsidP="0062748B">
      <w:r>
        <w:t xml:space="preserve">2 .1.26      .         .        +INF       EPS       </w:t>
      </w:r>
    </w:p>
    <w:p w:rsidR="0062748B" w:rsidRDefault="0062748B" w:rsidP="0062748B">
      <w:r>
        <w:t xml:space="preserve">2 .1.27      .         .        +INF       EPS       </w:t>
      </w:r>
    </w:p>
    <w:p w:rsidR="0062748B" w:rsidRDefault="0062748B" w:rsidP="0062748B">
      <w:r>
        <w:t xml:space="preserve">2 .1.28      .         .        +INF       EPS       </w:t>
      </w:r>
    </w:p>
    <w:p w:rsidR="0062748B" w:rsidRDefault="0062748B" w:rsidP="0062748B">
      <w:r>
        <w:t xml:space="preserve">2 .1.29      .         .        +INF       EPS       </w:t>
      </w:r>
    </w:p>
    <w:p w:rsidR="0062748B" w:rsidRDefault="0062748B" w:rsidP="0062748B">
      <w:r>
        <w:t xml:space="preserve">3 .1.1       .         .        +INF       EPS       </w:t>
      </w:r>
    </w:p>
    <w:p w:rsidR="0062748B" w:rsidRDefault="0062748B" w:rsidP="0062748B">
      <w:r>
        <w:t xml:space="preserve">3 .1.2       .         .        +INF       EPS       </w:t>
      </w:r>
    </w:p>
    <w:p w:rsidR="0062748B" w:rsidRDefault="0062748B" w:rsidP="0062748B">
      <w:r>
        <w:t xml:space="preserve">3 .1.3       .         .        +INF       EPS       </w:t>
      </w:r>
    </w:p>
    <w:p w:rsidR="0062748B" w:rsidRDefault="0062748B" w:rsidP="0062748B">
      <w:r>
        <w:t xml:space="preserve">3 .1.4       .         .        +INF       EPS       </w:t>
      </w:r>
    </w:p>
    <w:p w:rsidR="0062748B" w:rsidRDefault="0062748B" w:rsidP="0062748B">
      <w:r>
        <w:t xml:space="preserve">3 .1.5       .         .        +INF       EPS       </w:t>
      </w:r>
    </w:p>
    <w:p w:rsidR="0062748B" w:rsidRDefault="0062748B" w:rsidP="0062748B">
      <w:r>
        <w:t xml:space="preserve">3 .1.6       .         .        +INF       EPS       </w:t>
      </w:r>
    </w:p>
    <w:p w:rsidR="0062748B" w:rsidRDefault="0062748B" w:rsidP="0062748B">
      <w:r>
        <w:t xml:space="preserve">3 .1.7       .         .        +INF       EPS       </w:t>
      </w:r>
    </w:p>
    <w:p w:rsidR="0062748B" w:rsidRDefault="0062748B" w:rsidP="0062748B">
      <w:r>
        <w:t xml:space="preserve">3 .1.8       .         .        +INF       EPS       </w:t>
      </w:r>
    </w:p>
    <w:p w:rsidR="0062748B" w:rsidRDefault="0062748B" w:rsidP="0062748B">
      <w:r>
        <w:lastRenderedPageBreak/>
        <w:t xml:space="preserve">3 .1.9       .         .        +INF       EPS       </w:t>
      </w:r>
    </w:p>
    <w:p w:rsidR="0062748B" w:rsidRDefault="0062748B" w:rsidP="0062748B">
      <w:r>
        <w:t xml:space="preserve">3 .1.10      .         .        +INF       EPS       </w:t>
      </w:r>
    </w:p>
    <w:p w:rsidR="0062748B" w:rsidRDefault="0062748B" w:rsidP="0062748B">
      <w:r>
        <w:t xml:space="preserve">3 .1.11      .         .        +INF       EPS       </w:t>
      </w:r>
    </w:p>
    <w:p w:rsidR="0062748B" w:rsidRDefault="0062748B" w:rsidP="0062748B">
      <w:r>
        <w:t xml:space="preserve">3 .1.12      .         .        +INF       EPS       </w:t>
      </w:r>
    </w:p>
    <w:p w:rsidR="0062748B" w:rsidRDefault="0062748B" w:rsidP="0062748B">
      <w:r>
        <w:t xml:space="preserve">3 .1.13      .         .        +INF       EPS       </w:t>
      </w:r>
    </w:p>
    <w:p w:rsidR="0062748B" w:rsidRDefault="0062748B" w:rsidP="0062748B">
      <w:r>
        <w:t xml:space="preserve">3 .1.14      .         .        +INF       EPS       </w:t>
      </w:r>
    </w:p>
    <w:p w:rsidR="0062748B" w:rsidRDefault="0062748B" w:rsidP="0062748B">
      <w:r>
        <w:t xml:space="preserve">3 .1.15      .         .        +INF       EPS       </w:t>
      </w:r>
    </w:p>
    <w:p w:rsidR="0062748B" w:rsidRDefault="0062748B" w:rsidP="0062748B">
      <w:r>
        <w:t xml:space="preserve">3 .1.16      .         .        +INF       EPS       </w:t>
      </w:r>
    </w:p>
    <w:p w:rsidR="0062748B" w:rsidRDefault="0062748B" w:rsidP="0062748B">
      <w:r>
        <w:t xml:space="preserve">3 .1.17      .         .        +INF       EPS       </w:t>
      </w:r>
    </w:p>
    <w:p w:rsidR="0062748B" w:rsidRDefault="0062748B" w:rsidP="0062748B">
      <w:r>
        <w:t xml:space="preserve">3 .1.18      .         .        +INF       EPS       </w:t>
      </w:r>
    </w:p>
    <w:p w:rsidR="0062748B" w:rsidRDefault="0062748B" w:rsidP="0062748B">
      <w:r>
        <w:t xml:space="preserve">3 .1.19      .         .        +INF       EPS       </w:t>
      </w:r>
    </w:p>
    <w:p w:rsidR="0062748B" w:rsidRDefault="0062748B" w:rsidP="0062748B">
      <w:r>
        <w:t xml:space="preserve">3 .1.20      .         .        +INF       EPS       </w:t>
      </w:r>
    </w:p>
    <w:p w:rsidR="0062748B" w:rsidRDefault="0062748B" w:rsidP="0062748B">
      <w:r>
        <w:t xml:space="preserve">3 .1.21      .         .        +INF       EPS       </w:t>
      </w:r>
    </w:p>
    <w:p w:rsidR="0062748B" w:rsidRDefault="0062748B" w:rsidP="0062748B">
      <w:r>
        <w:t xml:space="preserve">3 .1.22      .         .        +INF       EPS       </w:t>
      </w:r>
    </w:p>
    <w:p w:rsidR="0062748B" w:rsidRDefault="0062748B" w:rsidP="0062748B">
      <w:r>
        <w:t xml:space="preserve">3 .1.23      .         .        +INF       EPS       </w:t>
      </w:r>
    </w:p>
    <w:p w:rsidR="0062748B" w:rsidRDefault="0062748B" w:rsidP="0062748B">
      <w:r>
        <w:t xml:space="preserve">3 .1.24      .         .        +INF       EPS       </w:t>
      </w:r>
    </w:p>
    <w:p w:rsidR="0062748B" w:rsidRDefault="0062748B" w:rsidP="0062748B">
      <w:r>
        <w:t xml:space="preserve">3 .1.25      .         .        +INF       EPS       </w:t>
      </w:r>
    </w:p>
    <w:p w:rsidR="0062748B" w:rsidRDefault="0062748B" w:rsidP="0062748B">
      <w:r>
        <w:t xml:space="preserve">3 .1.26      .         .        +INF       EPS       </w:t>
      </w:r>
    </w:p>
    <w:p w:rsidR="0062748B" w:rsidRDefault="0062748B" w:rsidP="0062748B">
      <w:r>
        <w:t xml:space="preserve">3 .1.27      .         .        +INF       EPS       </w:t>
      </w:r>
    </w:p>
    <w:p w:rsidR="0062748B" w:rsidRDefault="0062748B" w:rsidP="0062748B">
      <w:r>
        <w:t xml:space="preserve">3 .1.28      .         .        +INF       EPS       </w:t>
      </w:r>
    </w:p>
    <w:p w:rsidR="0062748B" w:rsidRDefault="0062748B" w:rsidP="0062748B">
      <w:r>
        <w:t xml:space="preserve">3 .1.29      .         .        +INF       EPS       </w:t>
      </w:r>
    </w:p>
    <w:p w:rsidR="0062748B" w:rsidRDefault="0062748B" w:rsidP="0062748B">
      <w:r>
        <w:t xml:space="preserve">4 .1.1       .         .        +INF       EPS       </w:t>
      </w:r>
    </w:p>
    <w:p w:rsidR="0062748B" w:rsidRDefault="0062748B" w:rsidP="0062748B">
      <w:r>
        <w:t xml:space="preserve">4 .1.2       .         .        +INF       EPS       </w:t>
      </w:r>
    </w:p>
    <w:p w:rsidR="0062748B" w:rsidRDefault="0062748B" w:rsidP="0062748B">
      <w:r>
        <w:t xml:space="preserve">4 .1.3       .         .        +INF       EPS       </w:t>
      </w:r>
    </w:p>
    <w:p w:rsidR="0062748B" w:rsidRDefault="0062748B" w:rsidP="0062748B">
      <w:r>
        <w:t xml:space="preserve">4 .1.4       .         .        +INF       EPS       </w:t>
      </w:r>
    </w:p>
    <w:p w:rsidR="0062748B" w:rsidRDefault="0062748B" w:rsidP="0062748B">
      <w:r>
        <w:lastRenderedPageBreak/>
        <w:t xml:space="preserve">4 .1.5       .         .        +INF       EPS       </w:t>
      </w:r>
    </w:p>
    <w:p w:rsidR="0062748B" w:rsidRDefault="0062748B" w:rsidP="0062748B">
      <w:r>
        <w:t xml:space="preserve">4 .1.6       .         .        +INF       EPS       </w:t>
      </w:r>
    </w:p>
    <w:p w:rsidR="0062748B" w:rsidRDefault="0062748B" w:rsidP="0062748B">
      <w:r>
        <w:t xml:space="preserve">4 .1.7       .         .        +INF       EPS       </w:t>
      </w:r>
    </w:p>
    <w:p w:rsidR="0062748B" w:rsidRDefault="0062748B" w:rsidP="0062748B">
      <w:r>
        <w:t xml:space="preserve">4 .1.8       .         .        +INF       EPS       </w:t>
      </w:r>
    </w:p>
    <w:p w:rsidR="0062748B" w:rsidRDefault="0062748B" w:rsidP="0062748B">
      <w:r>
        <w:t xml:space="preserve">4 .1.9       .         .        +INF       EPS       </w:t>
      </w:r>
    </w:p>
    <w:p w:rsidR="0062748B" w:rsidRDefault="0062748B" w:rsidP="0062748B">
      <w:r>
        <w:t xml:space="preserve">4 .1.10      .         .        +INF       EPS       </w:t>
      </w:r>
    </w:p>
    <w:p w:rsidR="0062748B" w:rsidRDefault="0062748B" w:rsidP="0062748B">
      <w:r>
        <w:t xml:space="preserve">4 .1.11      .         .        +INF       EPS       </w:t>
      </w:r>
    </w:p>
    <w:p w:rsidR="0062748B" w:rsidRDefault="0062748B" w:rsidP="0062748B">
      <w:r>
        <w:t xml:space="preserve">4 .1.12      .         .        +INF       EPS       </w:t>
      </w:r>
    </w:p>
    <w:p w:rsidR="0062748B" w:rsidRDefault="0062748B" w:rsidP="0062748B">
      <w:r>
        <w:t xml:space="preserve">4 .1.13      .         .        +INF       EPS       </w:t>
      </w:r>
    </w:p>
    <w:p w:rsidR="0062748B" w:rsidRDefault="0062748B" w:rsidP="0062748B">
      <w:r>
        <w:t xml:space="preserve">4 .1.14      .         .        +INF       EPS       </w:t>
      </w:r>
    </w:p>
    <w:p w:rsidR="0062748B" w:rsidRDefault="0062748B" w:rsidP="0062748B">
      <w:r>
        <w:t xml:space="preserve">4 .1.15      .         .        +INF       EPS       </w:t>
      </w:r>
    </w:p>
    <w:p w:rsidR="0062748B" w:rsidRDefault="0062748B" w:rsidP="0062748B">
      <w:r>
        <w:t xml:space="preserve">4 .1.16      .         .        +INF       EPS       </w:t>
      </w:r>
    </w:p>
    <w:p w:rsidR="0062748B" w:rsidRDefault="0062748B" w:rsidP="0062748B">
      <w:r>
        <w:t xml:space="preserve">4 .1.17      .         .        +INF       EPS       </w:t>
      </w:r>
    </w:p>
    <w:p w:rsidR="0062748B" w:rsidRDefault="0062748B" w:rsidP="0062748B">
      <w:r>
        <w:t xml:space="preserve">4 .1.18      .         .        +INF       EPS       </w:t>
      </w:r>
    </w:p>
    <w:p w:rsidR="0062748B" w:rsidRDefault="0062748B" w:rsidP="0062748B">
      <w:r>
        <w:t xml:space="preserve">4 .1.19      .         .        +INF       EPS       </w:t>
      </w:r>
    </w:p>
    <w:p w:rsidR="0062748B" w:rsidRDefault="0062748B" w:rsidP="0062748B">
      <w:r>
        <w:t xml:space="preserve">4 .1.20      .         .        +INF       EPS       </w:t>
      </w:r>
    </w:p>
    <w:p w:rsidR="0062748B" w:rsidRDefault="0062748B" w:rsidP="0062748B">
      <w:r>
        <w:t xml:space="preserve">4 .1.21      .         .        +INF       EPS       </w:t>
      </w:r>
    </w:p>
    <w:p w:rsidR="0062748B" w:rsidRDefault="0062748B" w:rsidP="0062748B">
      <w:r>
        <w:t xml:space="preserve">4 .1.22      .         .        +INF       EPS       </w:t>
      </w:r>
    </w:p>
    <w:p w:rsidR="0062748B" w:rsidRDefault="0062748B" w:rsidP="0062748B">
      <w:r>
        <w:t xml:space="preserve">4 .1.23      .         .        +INF       EPS       </w:t>
      </w:r>
    </w:p>
    <w:p w:rsidR="0062748B" w:rsidRDefault="0062748B" w:rsidP="0062748B">
      <w:r>
        <w:t xml:space="preserve">4 .1.24      .         .        +INF       EPS       </w:t>
      </w:r>
    </w:p>
    <w:p w:rsidR="0062748B" w:rsidRDefault="0062748B" w:rsidP="0062748B">
      <w:r>
        <w:t xml:space="preserve">4 .1.25      .         .        +INF       EPS       </w:t>
      </w:r>
    </w:p>
    <w:p w:rsidR="0062748B" w:rsidRDefault="0062748B" w:rsidP="0062748B">
      <w:r>
        <w:t xml:space="preserve">4 .1.26      .         .        +INF       EPS       </w:t>
      </w:r>
    </w:p>
    <w:p w:rsidR="0062748B" w:rsidRDefault="0062748B" w:rsidP="0062748B">
      <w:r>
        <w:t xml:space="preserve">4 .1.27      .         .        +INF       EPS       </w:t>
      </w:r>
    </w:p>
    <w:p w:rsidR="0062748B" w:rsidRDefault="0062748B" w:rsidP="0062748B">
      <w:r>
        <w:t xml:space="preserve">4 .1.28      .         .        +INF       EPS       </w:t>
      </w:r>
    </w:p>
    <w:p w:rsidR="0062748B" w:rsidRDefault="0062748B" w:rsidP="0062748B">
      <w:r>
        <w:t xml:space="preserve">4 .1.29      .         .        +INF       EPS       </w:t>
      </w:r>
    </w:p>
    <w:p w:rsidR="0062748B" w:rsidRDefault="0062748B" w:rsidP="0062748B">
      <w:r>
        <w:lastRenderedPageBreak/>
        <w:t xml:space="preserve">5 .1.1       .         .        +INF       EPS       </w:t>
      </w:r>
    </w:p>
    <w:p w:rsidR="0062748B" w:rsidRDefault="0062748B" w:rsidP="0062748B">
      <w:r>
        <w:t xml:space="preserve">5 .1.2       .         .        +INF       EPS       </w:t>
      </w:r>
    </w:p>
    <w:p w:rsidR="0062748B" w:rsidRDefault="0062748B" w:rsidP="0062748B">
      <w:r>
        <w:t xml:space="preserve">5 .1.3       .         .        +INF       EPS       </w:t>
      </w:r>
    </w:p>
    <w:p w:rsidR="0062748B" w:rsidRDefault="0062748B" w:rsidP="0062748B">
      <w:r>
        <w:t xml:space="preserve">5 .1.4       .         .        +INF       EPS       </w:t>
      </w:r>
    </w:p>
    <w:p w:rsidR="0062748B" w:rsidRDefault="0062748B" w:rsidP="0062748B">
      <w:r>
        <w:t xml:space="preserve">5 .1.5       .         .        +INF       EPS       </w:t>
      </w:r>
    </w:p>
    <w:p w:rsidR="0062748B" w:rsidRDefault="0062748B" w:rsidP="0062748B">
      <w:r>
        <w:t xml:space="preserve">5 .1.6       .         .        +INF       EPS       </w:t>
      </w:r>
    </w:p>
    <w:p w:rsidR="0062748B" w:rsidRDefault="0062748B" w:rsidP="0062748B">
      <w:r>
        <w:t xml:space="preserve">5 .1.7       .         .        +INF       EPS       </w:t>
      </w:r>
    </w:p>
    <w:p w:rsidR="0062748B" w:rsidRDefault="0062748B" w:rsidP="0062748B">
      <w:r>
        <w:t xml:space="preserve">5 .1.8       .         .        +INF       EPS       </w:t>
      </w:r>
    </w:p>
    <w:p w:rsidR="0062748B" w:rsidRDefault="0062748B" w:rsidP="0062748B">
      <w:r>
        <w:t xml:space="preserve">5 .1.9       .         .        +INF       EPS       </w:t>
      </w:r>
    </w:p>
    <w:p w:rsidR="0062748B" w:rsidRDefault="0062748B" w:rsidP="0062748B">
      <w:r>
        <w:t xml:space="preserve">5 .1.10      .         .        +INF       EPS       </w:t>
      </w:r>
    </w:p>
    <w:p w:rsidR="0062748B" w:rsidRDefault="0062748B" w:rsidP="0062748B">
      <w:r>
        <w:t xml:space="preserve">5 .1.11      .         .        +INF       EPS       </w:t>
      </w:r>
    </w:p>
    <w:p w:rsidR="0062748B" w:rsidRDefault="0062748B" w:rsidP="0062748B">
      <w:r>
        <w:t xml:space="preserve">5 .1.12      .         .        +INF       EPS       </w:t>
      </w:r>
    </w:p>
    <w:p w:rsidR="0062748B" w:rsidRDefault="0062748B" w:rsidP="0062748B">
      <w:r>
        <w:t xml:space="preserve">5 .1.13      .         .        +INF       EPS       </w:t>
      </w:r>
    </w:p>
    <w:p w:rsidR="0062748B" w:rsidRDefault="0062748B" w:rsidP="0062748B">
      <w:r>
        <w:t xml:space="preserve">5 .1.14      .         .        +INF       EPS       </w:t>
      </w:r>
    </w:p>
    <w:p w:rsidR="0062748B" w:rsidRDefault="0062748B" w:rsidP="0062748B">
      <w:r>
        <w:t xml:space="preserve">5 .1.15      .         .        +INF       EPS       </w:t>
      </w:r>
    </w:p>
    <w:p w:rsidR="0062748B" w:rsidRDefault="0062748B" w:rsidP="0062748B">
      <w:r>
        <w:t xml:space="preserve">5 .1.16      .         .        +INF       EPS       </w:t>
      </w:r>
    </w:p>
    <w:p w:rsidR="0062748B" w:rsidRDefault="0062748B" w:rsidP="0062748B">
      <w:r>
        <w:t xml:space="preserve">5 .1.17      .         .        +INF       EPS       </w:t>
      </w:r>
    </w:p>
    <w:p w:rsidR="0062748B" w:rsidRDefault="0062748B" w:rsidP="0062748B">
      <w:r>
        <w:t xml:space="preserve">5 .1.18      .         .        +INF       EPS       </w:t>
      </w:r>
    </w:p>
    <w:p w:rsidR="0062748B" w:rsidRDefault="0062748B" w:rsidP="0062748B">
      <w:r>
        <w:t xml:space="preserve">5 .1.19      .         .        +INF       EPS       </w:t>
      </w:r>
    </w:p>
    <w:p w:rsidR="0062748B" w:rsidRDefault="0062748B" w:rsidP="0062748B">
      <w:r>
        <w:t xml:space="preserve">5 .1.20      .         .        +INF       EPS       </w:t>
      </w:r>
    </w:p>
    <w:p w:rsidR="0062748B" w:rsidRDefault="0062748B" w:rsidP="0062748B">
      <w:r>
        <w:t xml:space="preserve">5 .1.21      .         .        +INF       EPS       </w:t>
      </w:r>
    </w:p>
    <w:p w:rsidR="0062748B" w:rsidRDefault="0062748B" w:rsidP="0062748B">
      <w:r>
        <w:t xml:space="preserve">5 .1.22      .         .        +INF       EPS       </w:t>
      </w:r>
    </w:p>
    <w:p w:rsidR="0062748B" w:rsidRDefault="0062748B" w:rsidP="0062748B">
      <w:r>
        <w:t xml:space="preserve">5 .1.23      .         .        +INF       EPS       </w:t>
      </w:r>
    </w:p>
    <w:p w:rsidR="0062748B" w:rsidRDefault="0062748B" w:rsidP="0062748B">
      <w:r>
        <w:t xml:space="preserve">5 .1.24      .         .        +INF       EPS       </w:t>
      </w:r>
    </w:p>
    <w:p w:rsidR="0062748B" w:rsidRDefault="0062748B" w:rsidP="0062748B">
      <w:r>
        <w:t xml:space="preserve">5 .1.25      .         .        +INF       EPS       </w:t>
      </w:r>
    </w:p>
    <w:p w:rsidR="0062748B" w:rsidRDefault="0062748B" w:rsidP="0062748B">
      <w:r>
        <w:lastRenderedPageBreak/>
        <w:t xml:space="preserve">5 .1.26      .         .        +INF       EPS       </w:t>
      </w:r>
    </w:p>
    <w:p w:rsidR="0062748B" w:rsidRDefault="0062748B" w:rsidP="0062748B">
      <w:r>
        <w:t xml:space="preserve">5 .1.27      .         .        +INF       EPS       </w:t>
      </w:r>
    </w:p>
    <w:p w:rsidR="0062748B" w:rsidRDefault="0062748B" w:rsidP="0062748B">
      <w:r>
        <w:t xml:space="preserve">5 .1.28      .         .        +INF       EPS       </w:t>
      </w:r>
    </w:p>
    <w:p w:rsidR="0062748B" w:rsidRDefault="0062748B" w:rsidP="0062748B">
      <w:r>
        <w:t xml:space="preserve">5 .1.29      .         .        +INF       EPS       </w:t>
      </w:r>
    </w:p>
    <w:p w:rsidR="0062748B" w:rsidRDefault="0062748B" w:rsidP="0062748B">
      <w:r>
        <w:t xml:space="preserve">6 .1.1       .         .        +INF       EPS       </w:t>
      </w:r>
    </w:p>
    <w:p w:rsidR="0062748B" w:rsidRDefault="0062748B" w:rsidP="0062748B">
      <w:r>
        <w:t xml:space="preserve">6 .1.2       .         .        +INF       EPS       </w:t>
      </w:r>
    </w:p>
    <w:p w:rsidR="0062748B" w:rsidRDefault="0062748B" w:rsidP="0062748B">
      <w:r>
        <w:t xml:space="preserve">6 .1.3       .         .        +INF       EPS       </w:t>
      </w:r>
    </w:p>
    <w:p w:rsidR="0062748B" w:rsidRDefault="0062748B" w:rsidP="0062748B">
      <w:r>
        <w:t xml:space="preserve">6 .1.4       .         .        +INF       EPS       </w:t>
      </w:r>
    </w:p>
    <w:p w:rsidR="0062748B" w:rsidRDefault="0062748B" w:rsidP="0062748B">
      <w:r>
        <w:t xml:space="preserve">6 .1.5       .         .        +INF       EPS       </w:t>
      </w:r>
    </w:p>
    <w:p w:rsidR="0062748B" w:rsidRDefault="0062748B" w:rsidP="0062748B">
      <w:r>
        <w:t xml:space="preserve">6 .1.6       .         .        +INF       EPS       </w:t>
      </w:r>
    </w:p>
    <w:p w:rsidR="0062748B" w:rsidRDefault="0062748B" w:rsidP="0062748B">
      <w:r>
        <w:t xml:space="preserve">6 .1.7       .         .        +INF       EPS       </w:t>
      </w:r>
    </w:p>
    <w:p w:rsidR="0062748B" w:rsidRDefault="0062748B" w:rsidP="0062748B">
      <w:r>
        <w:t xml:space="preserve">6 .1.8       .         .        +INF       EPS       </w:t>
      </w:r>
    </w:p>
    <w:p w:rsidR="0062748B" w:rsidRDefault="0062748B" w:rsidP="0062748B">
      <w:r>
        <w:t xml:space="preserve">6 .1.9       .         .        +INF       EPS       </w:t>
      </w:r>
    </w:p>
    <w:p w:rsidR="0062748B" w:rsidRDefault="0062748B" w:rsidP="0062748B">
      <w:r>
        <w:t xml:space="preserve">6 .1.10      .         .        +INF       EPS       </w:t>
      </w:r>
    </w:p>
    <w:p w:rsidR="0062748B" w:rsidRDefault="0062748B" w:rsidP="0062748B">
      <w:r>
        <w:t xml:space="preserve">6 .1.11      .         .        +INF       EPS       </w:t>
      </w:r>
    </w:p>
    <w:p w:rsidR="0062748B" w:rsidRDefault="0062748B" w:rsidP="0062748B">
      <w:r>
        <w:t xml:space="preserve">6 .1.12      .         .        +INF       EPS       </w:t>
      </w:r>
    </w:p>
    <w:p w:rsidR="0062748B" w:rsidRDefault="0062748B" w:rsidP="0062748B">
      <w:r>
        <w:t xml:space="preserve">6 .1.13      .         .        +INF       EPS       </w:t>
      </w:r>
    </w:p>
    <w:p w:rsidR="0062748B" w:rsidRDefault="0062748B" w:rsidP="0062748B">
      <w:r>
        <w:t xml:space="preserve">6 .1.14      .         .        +INF       EPS       </w:t>
      </w:r>
    </w:p>
    <w:p w:rsidR="0062748B" w:rsidRDefault="0062748B" w:rsidP="0062748B">
      <w:r>
        <w:t xml:space="preserve">6 .1.15      .         .        +INF       EPS       </w:t>
      </w:r>
    </w:p>
    <w:p w:rsidR="0062748B" w:rsidRDefault="0062748B" w:rsidP="0062748B">
      <w:r>
        <w:t xml:space="preserve">6 .1.16      .         .        +INF       EPS       </w:t>
      </w:r>
    </w:p>
    <w:p w:rsidR="0062748B" w:rsidRDefault="0062748B" w:rsidP="0062748B">
      <w:r>
        <w:t xml:space="preserve">6 .1.17      .         .        +INF       EPS       </w:t>
      </w:r>
    </w:p>
    <w:p w:rsidR="0062748B" w:rsidRDefault="0062748B" w:rsidP="0062748B">
      <w:r>
        <w:t xml:space="preserve">6 .1.18      .         .        +INF       EPS       </w:t>
      </w:r>
    </w:p>
    <w:p w:rsidR="0062748B" w:rsidRDefault="0062748B" w:rsidP="0062748B">
      <w:r>
        <w:t xml:space="preserve">6 .1.19      .         .        +INF       EPS       </w:t>
      </w:r>
    </w:p>
    <w:p w:rsidR="0062748B" w:rsidRDefault="0062748B" w:rsidP="0062748B">
      <w:r>
        <w:t xml:space="preserve">6 .1.20      .         .        +INF       EPS       </w:t>
      </w:r>
    </w:p>
    <w:p w:rsidR="0062748B" w:rsidRDefault="0062748B" w:rsidP="0062748B">
      <w:r>
        <w:t xml:space="preserve">6 .1.21      .         .        +INF       EPS       </w:t>
      </w:r>
    </w:p>
    <w:p w:rsidR="0062748B" w:rsidRDefault="0062748B" w:rsidP="0062748B">
      <w:r>
        <w:lastRenderedPageBreak/>
        <w:t xml:space="preserve">6 .1.22      .         .        +INF       EPS       </w:t>
      </w:r>
    </w:p>
    <w:p w:rsidR="0062748B" w:rsidRDefault="0062748B" w:rsidP="0062748B">
      <w:r>
        <w:t xml:space="preserve">6 .1.23      .         .        +INF       EPS       </w:t>
      </w:r>
    </w:p>
    <w:p w:rsidR="0062748B" w:rsidRDefault="0062748B" w:rsidP="0062748B">
      <w:r>
        <w:t xml:space="preserve">6 .1.24      .         .        +INF       EPS       </w:t>
      </w:r>
    </w:p>
    <w:p w:rsidR="0062748B" w:rsidRDefault="0062748B" w:rsidP="0062748B">
      <w:r>
        <w:t xml:space="preserve">6 .1.25      .         .        +INF       EPS       </w:t>
      </w:r>
    </w:p>
    <w:p w:rsidR="0062748B" w:rsidRDefault="0062748B" w:rsidP="0062748B">
      <w:r>
        <w:t xml:space="preserve">6 .1.26      .         .        +INF       EPS       </w:t>
      </w:r>
    </w:p>
    <w:p w:rsidR="0062748B" w:rsidRDefault="0062748B" w:rsidP="0062748B">
      <w:r>
        <w:t xml:space="preserve">6 .1.27      .         .        +INF       EPS       </w:t>
      </w:r>
    </w:p>
    <w:p w:rsidR="0062748B" w:rsidRDefault="0062748B" w:rsidP="0062748B">
      <w:r>
        <w:t xml:space="preserve">6 .1.28      .         .        +INF       EPS       </w:t>
      </w:r>
    </w:p>
    <w:p w:rsidR="0062748B" w:rsidRDefault="0062748B" w:rsidP="0062748B">
      <w:r>
        <w:t xml:space="preserve">6 .1.29      .         .        +INF       EPS       </w:t>
      </w:r>
    </w:p>
    <w:p w:rsidR="0062748B" w:rsidRDefault="0062748B" w:rsidP="0062748B">
      <w:r>
        <w:t xml:space="preserve">7 .1.1       .         .        +INF       EPS       </w:t>
      </w:r>
    </w:p>
    <w:p w:rsidR="0062748B" w:rsidRDefault="0062748B" w:rsidP="0062748B">
      <w:r>
        <w:t xml:space="preserve">7 .1.2       .         .        +INF       EPS       </w:t>
      </w:r>
    </w:p>
    <w:p w:rsidR="0062748B" w:rsidRDefault="0062748B" w:rsidP="0062748B">
      <w:r>
        <w:t xml:space="preserve">7 .1.3       .         .        +INF       EPS       </w:t>
      </w:r>
    </w:p>
    <w:p w:rsidR="0062748B" w:rsidRDefault="0062748B" w:rsidP="0062748B">
      <w:r>
        <w:t xml:space="preserve">7 .1.4       .         .        +INF       EPS       </w:t>
      </w:r>
    </w:p>
    <w:p w:rsidR="0062748B" w:rsidRDefault="0062748B" w:rsidP="0062748B">
      <w:r>
        <w:t xml:space="preserve">7 .1.5       .         .        +INF       EPS       </w:t>
      </w:r>
    </w:p>
    <w:p w:rsidR="0062748B" w:rsidRDefault="0062748B" w:rsidP="0062748B">
      <w:r>
        <w:t xml:space="preserve">7 .1.6       .         .        +INF       EPS       </w:t>
      </w:r>
    </w:p>
    <w:p w:rsidR="0062748B" w:rsidRDefault="0062748B" w:rsidP="0062748B">
      <w:r>
        <w:t xml:space="preserve">7 .1.7       .         .        +INF       EPS       </w:t>
      </w:r>
    </w:p>
    <w:p w:rsidR="0062748B" w:rsidRDefault="0062748B" w:rsidP="0062748B">
      <w:r>
        <w:t xml:space="preserve">7 .1.8       .         .        +INF       EPS       </w:t>
      </w:r>
    </w:p>
    <w:p w:rsidR="0062748B" w:rsidRDefault="0062748B" w:rsidP="0062748B">
      <w:r>
        <w:t xml:space="preserve">7 .1.9       .         .        +INF       EPS       </w:t>
      </w:r>
    </w:p>
    <w:p w:rsidR="0062748B" w:rsidRDefault="0062748B" w:rsidP="0062748B">
      <w:r>
        <w:t xml:space="preserve">7 .1.10      .         .        +INF       EPS       </w:t>
      </w:r>
    </w:p>
    <w:p w:rsidR="0062748B" w:rsidRDefault="0062748B" w:rsidP="0062748B">
      <w:r>
        <w:t xml:space="preserve">7 .1.11      .         .        +INF       EPS       </w:t>
      </w:r>
    </w:p>
    <w:p w:rsidR="0062748B" w:rsidRDefault="0062748B" w:rsidP="0062748B">
      <w:r>
        <w:t xml:space="preserve">7 .1.12      .         .        +INF       EPS       </w:t>
      </w:r>
    </w:p>
    <w:p w:rsidR="0062748B" w:rsidRDefault="0062748B" w:rsidP="0062748B">
      <w:r>
        <w:t xml:space="preserve">7 .1.13      .         .        +INF       EPS       </w:t>
      </w:r>
    </w:p>
    <w:p w:rsidR="0062748B" w:rsidRDefault="0062748B" w:rsidP="0062748B">
      <w:r>
        <w:t xml:space="preserve">7 .1.14      .         .        +INF       EPS       </w:t>
      </w:r>
    </w:p>
    <w:p w:rsidR="0062748B" w:rsidRDefault="0062748B" w:rsidP="0062748B">
      <w:r>
        <w:t xml:space="preserve">7 .1.15      .         .        +INF       EPS       </w:t>
      </w:r>
    </w:p>
    <w:p w:rsidR="0062748B" w:rsidRDefault="0062748B" w:rsidP="0062748B">
      <w:r>
        <w:t xml:space="preserve">7 .1.16      .         .        +INF       EPS       </w:t>
      </w:r>
    </w:p>
    <w:p w:rsidR="0062748B" w:rsidRDefault="0062748B" w:rsidP="0062748B">
      <w:r>
        <w:t xml:space="preserve">7 .1.17      .         .        +INF       EPS       </w:t>
      </w:r>
    </w:p>
    <w:p w:rsidR="0062748B" w:rsidRDefault="0062748B" w:rsidP="0062748B">
      <w:r>
        <w:lastRenderedPageBreak/>
        <w:t xml:space="preserve">7 .1.18      .         .        +INF       EPS       </w:t>
      </w:r>
    </w:p>
    <w:p w:rsidR="0062748B" w:rsidRDefault="0062748B" w:rsidP="0062748B">
      <w:r>
        <w:t xml:space="preserve">7 .1.19      .         .        +INF       EPS       </w:t>
      </w:r>
    </w:p>
    <w:p w:rsidR="0062748B" w:rsidRDefault="0062748B" w:rsidP="0062748B">
      <w:r>
        <w:t xml:space="preserve">7 .1.20      .         .        +INF       EPS       </w:t>
      </w:r>
    </w:p>
    <w:p w:rsidR="0062748B" w:rsidRDefault="0062748B" w:rsidP="0062748B">
      <w:r>
        <w:t xml:space="preserve">7 .1.21      .         .        +INF       EPS       </w:t>
      </w:r>
    </w:p>
    <w:p w:rsidR="0062748B" w:rsidRDefault="0062748B" w:rsidP="0062748B">
      <w:r>
        <w:t xml:space="preserve">7 .1.22      .         .        +INF       EPS       </w:t>
      </w:r>
    </w:p>
    <w:p w:rsidR="0062748B" w:rsidRDefault="0062748B" w:rsidP="0062748B">
      <w:r>
        <w:t xml:space="preserve">7 .1.23      .         .        +INF       EPS       </w:t>
      </w:r>
    </w:p>
    <w:p w:rsidR="0062748B" w:rsidRDefault="0062748B" w:rsidP="0062748B">
      <w:r>
        <w:t xml:space="preserve">7 .1.24      .         .        +INF       EPS       </w:t>
      </w:r>
    </w:p>
    <w:p w:rsidR="0062748B" w:rsidRDefault="0062748B" w:rsidP="0062748B">
      <w:r>
        <w:t xml:space="preserve">7 .1.25      .         .        +INF       EPS       </w:t>
      </w:r>
    </w:p>
    <w:p w:rsidR="0062748B" w:rsidRDefault="0062748B" w:rsidP="0062748B">
      <w:r>
        <w:t xml:space="preserve">7 .1.26      .         .        +INF       EPS       </w:t>
      </w:r>
    </w:p>
    <w:p w:rsidR="0062748B" w:rsidRDefault="0062748B" w:rsidP="0062748B">
      <w:r>
        <w:t xml:space="preserve">7 .1.27      .         .        +INF       EPS       </w:t>
      </w:r>
    </w:p>
    <w:p w:rsidR="0062748B" w:rsidRDefault="0062748B" w:rsidP="0062748B">
      <w:r>
        <w:t xml:space="preserve">7 .1.28      .         .        +INF       EPS       </w:t>
      </w:r>
    </w:p>
    <w:p w:rsidR="0062748B" w:rsidRDefault="0062748B" w:rsidP="0062748B">
      <w:r>
        <w:t xml:space="preserve">7 .1.29      .         .        +INF       EPS       </w:t>
      </w:r>
    </w:p>
    <w:p w:rsidR="0062748B" w:rsidRDefault="0062748B" w:rsidP="0062748B">
      <w:r>
        <w:t xml:space="preserve">8 .1.1       .         .        +INF       EPS       </w:t>
      </w:r>
    </w:p>
    <w:p w:rsidR="0062748B" w:rsidRDefault="0062748B" w:rsidP="0062748B">
      <w:r>
        <w:t xml:space="preserve">8 .1.2       .         .        +INF       EPS       </w:t>
      </w:r>
    </w:p>
    <w:p w:rsidR="0062748B" w:rsidRDefault="0062748B" w:rsidP="0062748B">
      <w:r>
        <w:t xml:space="preserve">8 .1.3       .         .        +INF       EPS       </w:t>
      </w:r>
    </w:p>
    <w:p w:rsidR="0062748B" w:rsidRDefault="0062748B" w:rsidP="0062748B">
      <w:r>
        <w:t xml:space="preserve">8 .1.4       .         .        +INF       EPS       </w:t>
      </w:r>
    </w:p>
    <w:p w:rsidR="0062748B" w:rsidRDefault="0062748B" w:rsidP="0062748B">
      <w:r>
        <w:t xml:space="preserve">8 .1.5       .         .        +INF       EPS       </w:t>
      </w:r>
    </w:p>
    <w:p w:rsidR="0062748B" w:rsidRDefault="0062748B" w:rsidP="0062748B">
      <w:r>
        <w:t xml:space="preserve">8 .1.6       .         .        +INF       EPS       </w:t>
      </w:r>
    </w:p>
    <w:p w:rsidR="0062748B" w:rsidRDefault="0062748B" w:rsidP="0062748B">
      <w:r>
        <w:t xml:space="preserve">8 .1.7       .         .        +INF       EPS       </w:t>
      </w:r>
    </w:p>
    <w:p w:rsidR="0062748B" w:rsidRDefault="0062748B" w:rsidP="0062748B">
      <w:r>
        <w:t xml:space="preserve">8 .1.8       .         .        +INF       EPS       </w:t>
      </w:r>
    </w:p>
    <w:p w:rsidR="0062748B" w:rsidRDefault="0062748B" w:rsidP="0062748B">
      <w:r>
        <w:t xml:space="preserve">8 .1.9       .         .        +INF       EPS       </w:t>
      </w:r>
    </w:p>
    <w:p w:rsidR="0062748B" w:rsidRDefault="0062748B" w:rsidP="0062748B">
      <w:r>
        <w:t xml:space="preserve">8 .1.10      .         .        +INF       EPS       </w:t>
      </w:r>
    </w:p>
    <w:p w:rsidR="0062748B" w:rsidRDefault="0062748B" w:rsidP="0062748B">
      <w:r>
        <w:t xml:space="preserve">8 .1.11      .         .        +INF       EPS       </w:t>
      </w:r>
    </w:p>
    <w:p w:rsidR="0062748B" w:rsidRDefault="0062748B" w:rsidP="0062748B">
      <w:r>
        <w:t xml:space="preserve">8 .1.12      .         .        +INF       EPS       </w:t>
      </w:r>
    </w:p>
    <w:p w:rsidR="0062748B" w:rsidRDefault="0062748B" w:rsidP="0062748B">
      <w:r>
        <w:t xml:space="preserve">8 .1.13      .         .        +INF       EPS       </w:t>
      </w:r>
    </w:p>
    <w:p w:rsidR="0062748B" w:rsidRDefault="0062748B" w:rsidP="0062748B">
      <w:r>
        <w:lastRenderedPageBreak/>
        <w:t xml:space="preserve">8 .1.14      .         .        +INF       EPS       </w:t>
      </w:r>
    </w:p>
    <w:p w:rsidR="0062748B" w:rsidRDefault="0062748B" w:rsidP="0062748B">
      <w:r>
        <w:t xml:space="preserve">8 .1.15      .         .        +INF       EPS       </w:t>
      </w:r>
    </w:p>
    <w:p w:rsidR="0062748B" w:rsidRDefault="0062748B" w:rsidP="0062748B">
      <w:r>
        <w:t xml:space="preserve">8 .1.16      .         .        +INF       EPS       </w:t>
      </w:r>
    </w:p>
    <w:p w:rsidR="0062748B" w:rsidRDefault="0062748B" w:rsidP="0062748B">
      <w:r>
        <w:t xml:space="preserve">8 .1.17      .         .        +INF       EPS       </w:t>
      </w:r>
    </w:p>
    <w:p w:rsidR="0062748B" w:rsidRDefault="0062748B" w:rsidP="0062748B">
      <w:r>
        <w:t xml:space="preserve">8 .1.18      .         .        +INF       EPS       </w:t>
      </w:r>
    </w:p>
    <w:p w:rsidR="0062748B" w:rsidRDefault="0062748B" w:rsidP="0062748B">
      <w:r>
        <w:t xml:space="preserve">8 .1.19      .         .        +INF       EPS       </w:t>
      </w:r>
    </w:p>
    <w:p w:rsidR="0062748B" w:rsidRDefault="0062748B" w:rsidP="0062748B">
      <w:r>
        <w:t xml:space="preserve">8 .1.20      .         .        +INF       EPS       </w:t>
      </w:r>
    </w:p>
    <w:p w:rsidR="0062748B" w:rsidRDefault="0062748B" w:rsidP="0062748B">
      <w:r>
        <w:t xml:space="preserve">8 .1.21      .         .        +INF       EPS       </w:t>
      </w:r>
    </w:p>
    <w:p w:rsidR="0062748B" w:rsidRDefault="0062748B" w:rsidP="0062748B">
      <w:r>
        <w:t xml:space="preserve">8 .1.22      .         .        +INF       EPS       </w:t>
      </w:r>
    </w:p>
    <w:p w:rsidR="0062748B" w:rsidRDefault="0062748B" w:rsidP="0062748B">
      <w:r>
        <w:t xml:space="preserve">8 .1.23      .         .        +INF       EPS       </w:t>
      </w:r>
    </w:p>
    <w:p w:rsidR="0062748B" w:rsidRDefault="0062748B" w:rsidP="0062748B">
      <w:r>
        <w:t xml:space="preserve">8 .1.24      .         .        +INF       EPS       </w:t>
      </w:r>
    </w:p>
    <w:p w:rsidR="0062748B" w:rsidRDefault="0062748B" w:rsidP="0062748B">
      <w:r>
        <w:t xml:space="preserve">8 .1.25      .         .        +INF       EPS       </w:t>
      </w:r>
    </w:p>
    <w:p w:rsidR="0062748B" w:rsidRDefault="0062748B" w:rsidP="0062748B">
      <w:r>
        <w:t xml:space="preserve">8 .1.26      .         .        +INF       EPS       </w:t>
      </w:r>
    </w:p>
    <w:p w:rsidR="0062748B" w:rsidRDefault="0062748B" w:rsidP="0062748B">
      <w:r>
        <w:t xml:space="preserve">8 .1.27      .         .        +INF       EPS       </w:t>
      </w:r>
    </w:p>
    <w:p w:rsidR="0062748B" w:rsidRDefault="0062748B" w:rsidP="0062748B">
      <w:r>
        <w:t xml:space="preserve">8 .1.28      .         .        +INF       EPS       </w:t>
      </w:r>
    </w:p>
    <w:p w:rsidR="0062748B" w:rsidRDefault="0062748B" w:rsidP="0062748B">
      <w:r>
        <w:t xml:space="preserve">8 .1.29      .         .        +INF       EPS       </w:t>
      </w:r>
    </w:p>
    <w:p w:rsidR="0062748B" w:rsidRDefault="0062748B" w:rsidP="0062748B">
      <w:r>
        <w:t xml:space="preserve">9 .1.1       .         .        +INF       EPS       </w:t>
      </w:r>
    </w:p>
    <w:p w:rsidR="0062748B" w:rsidRDefault="0062748B" w:rsidP="0062748B">
      <w:r>
        <w:t xml:space="preserve">9 .1.2       .         .        +INF       EPS       </w:t>
      </w:r>
    </w:p>
    <w:p w:rsidR="0062748B" w:rsidRDefault="0062748B" w:rsidP="0062748B">
      <w:r>
        <w:t xml:space="preserve">9 .1.3       .         .        +INF       EPS       </w:t>
      </w:r>
    </w:p>
    <w:p w:rsidR="0062748B" w:rsidRDefault="0062748B" w:rsidP="0062748B">
      <w:r>
        <w:t xml:space="preserve">9 .1.4       .         .        +INF       EPS       </w:t>
      </w:r>
    </w:p>
    <w:p w:rsidR="0062748B" w:rsidRDefault="0062748B" w:rsidP="0062748B">
      <w:r>
        <w:t xml:space="preserve">9 .1.5       .         .        +INF       EPS       </w:t>
      </w:r>
    </w:p>
    <w:p w:rsidR="0062748B" w:rsidRDefault="0062748B" w:rsidP="0062748B">
      <w:r>
        <w:t xml:space="preserve">9 .1.6       .         .        +INF       EPS       </w:t>
      </w:r>
    </w:p>
    <w:p w:rsidR="0062748B" w:rsidRDefault="0062748B" w:rsidP="0062748B">
      <w:r>
        <w:t xml:space="preserve">9 .1.7       .         .        +INF       EPS       </w:t>
      </w:r>
    </w:p>
    <w:p w:rsidR="0062748B" w:rsidRDefault="0062748B" w:rsidP="0062748B">
      <w:r>
        <w:t xml:space="preserve">9 .1.8       .         .        +INF       EPS       </w:t>
      </w:r>
    </w:p>
    <w:p w:rsidR="0062748B" w:rsidRDefault="0062748B" w:rsidP="0062748B">
      <w:r>
        <w:t xml:space="preserve">9 .1.9       .         .        +INF       EPS       </w:t>
      </w:r>
    </w:p>
    <w:p w:rsidR="0062748B" w:rsidRDefault="0062748B" w:rsidP="0062748B">
      <w:r>
        <w:lastRenderedPageBreak/>
        <w:t xml:space="preserve">9 .1.10      .         .        +INF       EPS       </w:t>
      </w:r>
    </w:p>
    <w:p w:rsidR="0062748B" w:rsidRDefault="0062748B" w:rsidP="0062748B">
      <w:r>
        <w:t xml:space="preserve">9 .1.11      .         .        +INF       EPS       </w:t>
      </w:r>
    </w:p>
    <w:p w:rsidR="0062748B" w:rsidRDefault="0062748B" w:rsidP="0062748B">
      <w:r>
        <w:t xml:space="preserve">9 .1.12      .         .        +INF       EPS       </w:t>
      </w:r>
    </w:p>
    <w:p w:rsidR="0062748B" w:rsidRDefault="0062748B" w:rsidP="0062748B">
      <w:r>
        <w:t xml:space="preserve">9 .1.13      .         .        +INF       EPS       </w:t>
      </w:r>
    </w:p>
    <w:p w:rsidR="0062748B" w:rsidRDefault="0062748B" w:rsidP="0062748B">
      <w:r>
        <w:t xml:space="preserve">9 .1.14      .         .        +INF       EPS       </w:t>
      </w:r>
    </w:p>
    <w:p w:rsidR="0062748B" w:rsidRDefault="0062748B" w:rsidP="0062748B">
      <w:r>
        <w:t xml:space="preserve">9 .1.15      .         .        +INF       EPS       </w:t>
      </w:r>
    </w:p>
    <w:p w:rsidR="0062748B" w:rsidRDefault="0062748B" w:rsidP="0062748B">
      <w:r>
        <w:t xml:space="preserve">9 .1.16      .         .        +INF       EPS       </w:t>
      </w:r>
    </w:p>
    <w:p w:rsidR="0062748B" w:rsidRDefault="0062748B" w:rsidP="0062748B">
      <w:r>
        <w:t xml:space="preserve">9 .1.17      .         .        +INF       EPS       </w:t>
      </w:r>
    </w:p>
    <w:p w:rsidR="0062748B" w:rsidRDefault="0062748B" w:rsidP="0062748B">
      <w:r>
        <w:t xml:space="preserve">9 .1.18      .         .        +INF       EPS       </w:t>
      </w:r>
    </w:p>
    <w:p w:rsidR="0062748B" w:rsidRDefault="0062748B" w:rsidP="0062748B">
      <w:r>
        <w:t xml:space="preserve">9 .1.19      .         .        +INF       EPS       </w:t>
      </w:r>
    </w:p>
    <w:p w:rsidR="0062748B" w:rsidRDefault="0062748B" w:rsidP="0062748B">
      <w:r>
        <w:t xml:space="preserve">9 .1.20      .         .        +INF       EPS       </w:t>
      </w:r>
    </w:p>
    <w:p w:rsidR="0062748B" w:rsidRDefault="0062748B" w:rsidP="0062748B">
      <w:r>
        <w:t xml:space="preserve">9 .1.21      .         .        +INF       EPS       </w:t>
      </w:r>
    </w:p>
    <w:p w:rsidR="0062748B" w:rsidRDefault="0062748B" w:rsidP="0062748B">
      <w:r>
        <w:t xml:space="preserve">9 .1.22      .         .        +INF       EPS       </w:t>
      </w:r>
    </w:p>
    <w:p w:rsidR="0062748B" w:rsidRDefault="0062748B" w:rsidP="0062748B">
      <w:r>
        <w:t xml:space="preserve">9 .1.23      .         .        +INF       EPS       </w:t>
      </w:r>
    </w:p>
    <w:p w:rsidR="0062748B" w:rsidRDefault="0062748B" w:rsidP="0062748B">
      <w:r>
        <w:t xml:space="preserve">9 .1.24      .         .        +INF       EPS       </w:t>
      </w:r>
    </w:p>
    <w:p w:rsidR="0062748B" w:rsidRDefault="0062748B" w:rsidP="0062748B">
      <w:r>
        <w:t xml:space="preserve">9 .1.25      .         .        +INF       EPS       </w:t>
      </w:r>
    </w:p>
    <w:p w:rsidR="0062748B" w:rsidRDefault="0062748B" w:rsidP="0062748B">
      <w:r>
        <w:t xml:space="preserve">9 .1.26      .         .        +INF       EPS       </w:t>
      </w:r>
    </w:p>
    <w:p w:rsidR="0062748B" w:rsidRDefault="0062748B" w:rsidP="0062748B">
      <w:r>
        <w:t xml:space="preserve">9 .1.27      .         .        +INF       EPS       </w:t>
      </w:r>
    </w:p>
    <w:p w:rsidR="0062748B" w:rsidRDefault="0062748B" w:rsidP="0062748B">
      <w:r>
        <w:t xml:space="preserve">9 .1.28      .         .        +INF       EPS       </w:t>
      </w:r>
    </w:p>
    <w:p w:rsidR="0062748B" w:rsidRDefault="0062748B" w:rsidP="0062748B">
      <w:r>
        <w:t xml:space="preserve">9 .1.29      .         .        +INF       EPS       </w:t>
      </w:r>
    </w:p>
    <w:p w:rsidR="0062748B" w:rsidRDefault="0062748B" w:rsidP="0062748B">
      <w:r>
        <w:t xml:space="preserve">10.1.1       .         .        +INF       EPS       </w:t>
      </w:r>
    </w:p>
    <w:p w:rsidR="0062748B" w:rsidRDefault="0062748B" w:rsidP="0062748B">
      <w:r>
        <w:t xml:space="preserve">10.1.2       .         .        +INF       EPS       </w:t>
      </w:r>
    </w:p>
    <w:p w:rsidR="0062748B" w:rsidRDefault="0062748B" w:rsidP="0062748B">
      <w:r>
        <w:t xml:space="preserve">10.1.3       .         .        +INF       EPS       </w:t>
      </w:r>
    </w:p>
    <w:p w:rsidR="0062748B" w:rsidRDefault="0062748B" w:rsidP="0062748B">
      <w:r>
        <w:t xml:space="preserve">10.1.4       .         .        +INF       EPS       </w:t>
      </w:r>
    </w:p>
    <w:p w:rsidR="0062748B" w:rsidRDefault="0062748B" w:rsidP="0062748B">
      <w:r>
        <w:t xml:space="preserve">10.1.5       .         .        +INF       EPS       </w:t>
      </w:r>
    </w:p>
    <w:p w:rsidR="0062748B" w:rsidRDefault="0062748B" w:rsidP="0062748B">
      <w:r>
        <w:lastRenderedPageBreak/>
        <w:t xml:space="preserve">10.1.6       .         .        +INF       EPS       </w:t>
      </w:r>
    </w:p>
    <w:p w:rsidR="0062748B" w:rsidRDefault="0062748B" w:rsidP="0062748B">
      <w:r>
        <w:t xml:space="preserve">10.1.7       .         .        +INF       EPS       </w:t>
      </w:r>
    </w:p>
    <w:p w:rsidR="0062748B" w:rsidRDefault="0062748B" w:rsidP="0062748B">
      <w:r>
        <w:t xml:space="preserve">10.1.8       .         .        +INF       EPS       </w:t>
      </w:r>
    </w:p>
    <w:p w:rsidR="0062748B" w:rsidRDefault="0062748B" w:rsidP="0062748B">
      <w:r>
        <w:t xml:space="preserve">10.1.9       .         .        +INF       EPS       </w:t>
      </w:r>
    </w:p>
    <w:p w:rsidR="0062748B" w:rsidRDefault="0062748B" w:rsidP="0062748B">
      <w:r>
        <w:t xml:space="preserve">10.1.10      .         .        +INF       EPS       </w:t>
      </w:r>
    </w:p>
    <w:p w:rsidR="0062748B" w:rsidRDefault="0062748B" w:rsidP="0062748B">
      <w:r>
        <w:t xml:space="preserve">10.1.11      .         .        +INF       EPS       </w:t>
      </w:r>
    </w:p>
    <w:p w:rsidR="0062748B" w:rsidRDefault="0062748B" w:rsidP="0062748B">
      <w:r>
        <w:t xml:space="preserve">10.1.12      .         .        +INF       EPS       </w:t>
      </w:r>
    </w:p>
    <w:p w:rsidR="0062748B" w:rsidRDefault="0062748B" w:rsidP="0062748B">
      <w:r>
        <w:t xml:space="preserve">10.1.13      .         .        +INF       EPS       </w:t>
      </w:r>
    </w:p>
    <w:p w:rsidR="0062748B" w:rsidRDefault="0062748B" w:rsidP="0062748B">
      <w:r>
        <w:t xml:space="preserve">10.1.14      .         .        +INF       EPS       </w:t>
      </w:r>
    </w:p>
    <w:p w:rsidR="0062748B" w:rsidRDefault="0062748B" w:rsidP="0062748B">
      <w:r>
        <w:t xml:space="preserve">10.1.15      .         .        +INF       EPS       </w:t>
      </w:r>
    </w:p>
    <w:p w:rsidR="0062748B" w:rsidRDefault="0062748B" w:rsidP="0062748B">
      <w:r>
        <w:t xml:space="preserve">10.1.16      .         .        +INF       EPS       </w:t>
      </w:r>
    </w:p>
    <w:p w:rsidR="0062748B" w:rsidRDefault="0062748B" w:rsidP="0062748B">
      <w:r>
        <w:t xml:space="preserve">10.1.17      .         .        +INF       EPS       </w:t>
      </w:r>
    </w:p>
    <w:p w:rsidR="0062748B" w:rsidRDefault="0062748B" w:rsidP="0062748B">
      <w:r>
        <w:t xml:space="preserve">10.1.18      .         .        +INF       EPS       </w:t>
      </w:r>
    </w:p>
    <w:p w:rsidR="0062748B" w:rsidRDefault="0062748B" w:rsidP="0062748B">
      <w:r>
        <w:t xml:space="preserve">10.1.19      .         .        +INF       EPS       </w:t>
      </w:r>
    </w:p>
    <w:p w:rsidR="0062748B" w:rsidRDefault="0062748B" w:rsidP="0062748B">
      <w:r>
        <w:t xml:space="preserve">10.1.20      .         .        +INF       EPS       </w:t>
      </w:r>
    </w:p>
    <w:p w:rsidR="0062748B" w:rsidRDefault="0062748B" w:rsidP="0062748B">
      <w:r>
        <w:t xml:space="preserve">10.1.21      .         .        +INF       EPS       </w:t>
      </w:r>
    </w:p>
    <w:p w:rsidR="0062748B" w:rsidRDefault="0062748B" w:rsidP="0062748B">
      <w:r>
        <w:t xml:space="preserve">10.1.22      .         .        +INF       EPS       </w:t>
      </w:r>
    </w:p>
    <w:p w:rsidR="0062748B" w:rsidRDefault="0062748B" w:rsidP="0062748B">
      <w:r>
        <w:t xml:space="preserve">10.1.23      .         .        +INF       EPS       </w:t>
      </w:r>
    </w:p>
    <w:p w:rsidR="0062748B" w:rsidRDefault="0062748B" w:rsidP="0062748B">
      <w:r>
        <w:t xml:space="preserve">10.1.24      .         .        +INF       EPS       </w:t>
      </w:r>
    </w:p>
    <w:p w:rsidR="0062748B" w:rsidRDefault="0062748B" w:rsidP="0062748B">
      <w:r>
        <w:t xml:space="preserve">10.1.25      .         .        +INF       EPS       </w:t>
      </w:r>
    </w:p>
    <w:p w:rsidR="0062748B" w:rsidRDefault="0062748B" w:rsidP="0062748B">
      <w:r>
        <w:t xml:space="preserve">10.1.26      .         .        +INF       EPS       </w:t>
      </w:r>
    </w:p>
    <w:p w:rsidR="0062748B" w:rsidRDefault="0062748B" w:rsidP="0062748B">
      <w:r>
        <w:t xml:space="preserve">10.1.27      .         .        +INF       EPS       </w:t>
      </w:r>
    </w:p>
    <w:p w:rsidR="0062748B" w:rsidRDefault="0062748B" w:rsidP="0062748B">
      <w:r>
        <w:t xml:space="preserve">10.1.28      .         .        +INF       EPS       </w:t>
      </w:r>
    </w:p>
    <w:p w:rsidR="0062748B" w:rsidRDefault="0062748B" w:rsidP="0062748B">
      <w:r>
        <w:t xml:space="preserve">10.1.29      .         .        +INF       EPS       </w:t>
      </w:r>
    </w:p>
    <w:p w:rsidR="0062748B" w:rsidRDefault="0062748B" w:rsidP="0062748B">
      <w:r>
        <w:t xml:space="preserve">11.1.1       .         .        +INF       EPS       </w:t>
      </w:r>
    </w:p>
    <w:p w:rsidR="0062748B" w:rsidRDefault="0062748B" w:rsidP="0062748B">
      <w:r>
        <w:lastRenderedPageBreak/>
        <w:t xml:space="preserve">11.1.2       .         .        +INF       EPS       </w:t>
      </w:r>
    </w:p>
    <w:p w:rsidR="0062748B" w:rsidRDefault="0062748B" w:rsidP="0062748B">
      <w:r>
        <w:t xml:space="preserve">11.1.3       .         .        +INF       EPS       </w:t>
      </w:r>
    </w:p>
    <w:p w:rsidR="0062748B" w:rsidRDefault="0062748B" w:rsidP="0062748B">
      <w:r>
        <w:t xml:space="preserve">11.1.4       .         .        +INF       EPS       </w:t>
      </w:r>
    </w:p>
    <w:p w:rsidR="0062748B" w:rsidRDefault="0062748B" w:rsidP="0062748B">
      <w:r>
        <w:t xml:space="preserve">11.1.5       .         .        +INF       EPS       </w:t>
      </w:r>
    </w:p>
    <w:p w:rsidR="0062748B" w:rsidRDefault="0062748B" w:rsidP="0062748B">
      <w:r>
        <w:t xml:space="preserve">11.1.6       .         .        +INF       EPS       </w:t>
      </w:r>
    </w:p>
    <w:p w:rsidR="0062748B" w:rsidRDefault="0062748B" w:rsidP="0062748B">
      <w:r>
        <w:t xml:space="preserve">11.1.7       .         .        +INF       EPS       </w:t>
      </w:r>
    </w:p>
    <w:p w:rsidR="0062748B" w:rsidRDefault="0062748B" w:rsidP="0062748B">
      <w:r>
        <w:t xml:space="preserve">11.1.8       .         .        +INF       EPS       </w:t>
      </w:r>
    </w:p>
    <w:p w:rsidR="0062748B" w:rsidRDefault="0062748B" w:rsidP="0062748B">
      <w:r>
        <w:t xml:space="preserve">11.1.9       .         .        +INF       EPS       </w:t>
      </w:r>
    </w:p>
    <w:p w:rsidR="0062748B" w:rsidRDefault="0062748B" w:rsidP="0062748B">
      <w:r>
        <w:t xml:space="preserve">11.1.10      .         .        +INF       EPS       </w:t>
      </w:r>
    </w:p>
    <w:p w:rsidR="0062748B" w:rsidRDefault="0062748B" w:rsidP="0062748B">
      <w:r>
        <w:t xml:space="preserve">11.1.11      .         .        +INF       EPS       </w:t>
      </w:r>
    </w:p>
    <w:p w:rsidR="0062748B" w:rsidRDefault="0062748B" w:rsidP="0062748B">
      <w:r>
        <w:t xml:space="preserve">11.1.12      .         .        +INF       EPS       </w:t>
      </w:r>
    </w:p>
    <w:p w:rsidR="0062748B" w:rsidRDefault="0062748B" w:rsidP="0062748B">
      <w:r>
        <w:t xml:space="preserve">11.1.13      .         .        +INF       EPS       </w:t>
      </w:r>
    </w:p>
    <w:p w:rsidR="0062748B" w:rsidRDefault="0062748B" w:rsidP="0062748B">
      <w:r>
        <w:t xml:space="preserve">11.1.14      .         .        +INF       EPS       </w:t>
      </w:r>
    </w:p>
    <w:p w:rsidR="0062748B" w:rsidRDefault="0062748B" w:rsidP="0062748B">
      <w:r>
        <w:t xml:space="preserve">11.1.15      .         .        +INF       EPS       </w:t>
      </w:r>
    </w:p>
    <w:p w:rsidR="0062748B" w:rsidRDefault="0062748B" w:rsidP="0062748B">
      <w:r>
        <w:t xml:space="preserve">11.1.16      .         .        +INF       EPS       </w:t>
      </w:r>
    </w:p>
    <w:p w:rsidR="0062748B" w:rsidRDefault="0062748B" w:rsidP="0062748B">
      <w:r>
        <w:t xml:space="preserve">11.1.17      .         .        +INF       EPS       </w:t>
      </w:r>
    </w:p>
    <w:p w:rsidR="0062748B" w:rsidRDefault="0062748B" w:rsidP="0062748B">
      <w:r>
        <w:t xml:space="preserve">11.1.18      .         .        +INF       EPS       </w:t>
      </w:r>
    </w:p>
    <w:p w:rsidR="0062748B" w:rsidRDefault="0062748B" w:rsidP="0062748B">
      <w:r>
        <w:t xml:space="preserve">11.1.19      .         .        +INF       EPS       </w:t>
      </w:r>
    </w:p>
    <w:p w:rsidR="0062748B" w:rsidRDefault="0062748B" w:rsidP="0062748B">
      <w:r>
        <w:t xml:space="preserve">11.1.20      .         .        +INF       EPS       </w:t>
      </w:r>
    </w:p>
    <w:p w:rsidR="0062748B" w:rsidRDefault="0062748B" w:rsidP="0062748B">
      <w:r>
        <w:t xml:space="preserve">11.1.21      .         .        +INF       EPS       </w:t>
      </w:r>
    </w:p>
    <w:p w:rsidR="0062748B" w:rsidRDefault="0062748B" w:rsidP="0062748B">
      <w:r>
        <w:t xml:space="preserve">11.1.22      .         .        +INF       EPS       </w:t>
      </w:r>
    </w:p>
    <w:p w:rsidR="0062748B" w:rsidRDefault="0062748B" w:rsidP="0062748B">
      <w:r>
        <w:t xml:space="preserve">11.1.23      .         .        +INF       EPS       </w:t>
      </w:r>
    </w:p>
    <w:p w:rsidR="0062748B" w:rsidRDefault="0062748B" w:rsidP="0062748B">
      <w:r>
        <w:t xml:space="preserve">11.1.24      .         .        +INF       EPS       </w:t>
      </w:r>
    </w:p>
    <w:p w:rsidR="0062748B" w:rsidRDefault="0062748B" w:rsidP="0062748B">
      <w:r>
        <w:t xml:space="preserve">11.1.25      .         .        +INF       EPS       </w:t>
      </w:r>
    </w:p>
    <w:p w:rsidR="0062748B" w:rsidRDefault="0062748B" w:rsidP="0062748B">
      <w:r>
        <w:t xml:space="preserve">11.1.26      .         .        +INF       EPS       </w:t>
      </w:r>
    </w:p>
    <w:p w:rsidR="0062748B" w:rsidRDefault="0062748B" w:rsidP="0062748B">
      <w:r>
        <w:lastRenderedPageBreak/>
        <w:t xml:space="preserve">11.1.27      .         .        +INF       EPS       </w:t>
      </w:r>
    </w:p>
    <w:p w:rsidR="0062748B" w:rsidRDefault="0062748B" w:rsidP="0062748B">
      <w:r>
        <w:t xml:space="preserve">11.1.28      .         .        +INF       EPS       </w:t>
      </w:r>
    </w:p>
    <w:p w:rsidR="0062748B" w:rsidRDefault="0062748B" w:rsidP="0062748B">
      <w:r>
        <w:t xml:space="preserve">11.1.29      .         .        +INF       EPS       </w:t>
      </w:r>
    </w:p>
    <w:p w:rsidR="0062748B" w:rsidRDefault="0062748B" w:rsidP="0062748B">
      <w:r>
        <w:t xml:space="preserve">12.1.1       .         .        +INF       EPS       </w:t>
      </w:r>
    </w:p>
    <w:p w:rsidR="0062748B" w:rsidRDefault="0062748B" w:rsidP="0062748B">
      <w:r>
        <w:t xml:space="preserve">12.1.2       .         .        +INF       EPS       </w:t>
      </w:r>
    </w:p>
    <w:p w:rsidR="0062748B" w:rsidRDefault="0062748B" w:rsidP="0062748B">
      <w:r>
        <w:t xml:space="preserve">12.1.3       .         .        +INF       EPS       </w:t>
      </w:r>
    </w:p>
    <w:p w:rsidR="0062748B" w:rsidRDefault="0062748B" w:rsidP="0062748B">
      <w:r>
        <w:t xml:space="preserve">12.1.4       .         .        +INF       EPS       </w:t>
      </w:r>
    </w:p>
    <w:p w:rsidR="0062748B" w:rsidRDefault="0062748B" w:rsidP="0062748B">
      <w:r>
        <w:t xml:space="preserve">12.1.5       .         .        +INF       EPS       </w:t>
      </w:r>
    </w:p>
    <w:p w:rsidR="0062748B" w:rsidRDefault="0062748B" w:rsidP="0062748B">
      <w:r>
        <w:t xml:space="preserve">12.1.6       .         .        +INF       EPS       </w:t>
      </w:r>
    </w:p>
    <w:p w:rsidR="0062748B" w:rsidRDefault="0062748B" w:rsidP="0062748B">
      <w:r>
        <w:t xml:space="preserve">12.1.7       .         .        +INF       EPS       </w:t>
      </w:r>
    </w:p>
    <w:p w:rsidR="0062748B" w:rsidRDefault="0062748B" w:rsidP="0062748B">
      <w:r>
        <w:t xml:space="preserve">12.1.8       .         .        +INF       EPS       </w:t>
      </w:r>
    </w:p>
    <w:p w:rsidR="0062748B" w:rsidRDefault="0062748B" w:rsidP="0062748B">
      <w:r>
        <w:t xml:space="preserve">12.1.9       .         .        +INF       EPS       </w:t>
      </w:r>
    </w:p>
    <w:p w:rsidR="0062748B" w:rsidRDefault="0062748B" w:rsidP="0062748B">
      <w:r>
        <w:t xml:space="preserve">12.1.10      .         .        +INF       EPS       </w:t>
      </w:r>
    </w:p>
    <w:p w:rsidR="0062748B" w:rsidRDefault="0062748B" w:rsidP="0062748B">
      <w:r>
        <w:t xml:space="preserve">12.1.11      .         .        +INF       EPS       </w:t>
      </w:r>
    </w:p>
    <w:p w:rsidR="0062748B" w:rsidRDefault="0062748B" w:rsidP="0062748B">
      <w:r>
        <w:t xml:space="preserve">12.1.12      .         .        +INF       EPS       </w:t>
      </w:r>
    </w:p>
    <w:p w:rsidR="0062748B" w:rsidRDefault="0062748B" w:rsidP="0062748B">
      <w:r>
        <w:t xml:space="preserve">12.1.13      .         .        +INF       EPS       </w:t>
      </w:r>
    </w:p>
    <w:p w:rsidR="0062748B" w:rsidRDefault="0062748B" w:rsidP="0062748B">
      <w:r>
        <w:t xml:space="preserve">12.1.14      .         .        +INF       EPS       </w:t>
      </w:r>
    </w:p>
    <w:p w:rsidR="0062748B" w:rsidRDefault="0062748B" w:rsidP="0062748B">
      <w:r>
        <w:t xml:space="preserve">12.1.15      .         .        +INF       EPS       </w:t>
      </w:r>
    </w:p>
    <w:p w:rsidR="0062748B" w:rsidRDefault="0062748B" w:rsidP="0062748B">
      <w:r>
        <w:t xml:space="preserve">12.1.16      .         .        +INF       EPS       </w:t>
      </w:r>
    </w:p>
    <w:p w:rsidR="0062748B" w:rsidRDefault="0062748B" w:rsidP="0062748B">
      <w:r>
        <w:t xml:space="preserve">12.1.17      .         .        +INF       EPS       </w:t>
      </w:r>
    </w:p>
    <w:p w:rsidR="0062748B" w:rsidRDefault="0062748B" w:rsidP="0062748B">
      <w:r>
        <w:t xml:space="preserve">12.1.18      .         .        +INF       EPS       </w:t>
      </w:r>
    </w:p>
    <w:p w:rsidR="0062748B" w:rsidRDefault="0062748B" w:rsidP="0062748B">
      <w:r>
        <w:t xml:space="preserve">12.1.19      .         .        +INF       EPS       </w:t>
      </w:r>
    </w:p>
    <w:p w:rsidR="0062748B" w:rsidRDefault="0062748B" w:rsidP="0062748B">
      <w:r>
        <w:t xml:space="preserve">12.1.20      .         .        +INF       EPS       </w:t>
      </w:r>
    </w:p>
    <w:p w:rsidR="0062748B" w:rsidRDefault="0062748B" w:rsidP="0062748B">
      <w:r>
        <w:t xml:space="preserve">12.1.21      .         .        +INF       EPS       </w:t>
      </w:r>
    </w:p>
    <w:p w:rsidR="0062748B" w:rsidRDefault="0062748B" w:rsidP="0062748B">
      <w:r>
        <w:t xml:space="preserve">12.1.22      .         .        +INF       EPS       </w:t>
      </w:r>
    </w:p>
    <w:p w:rsidR="0062748B" w:rsidRDefault="0062748B" w:rsidP="0062748B">
      <w:r>
        <w:lastRenderedPageBreak/>
        <w:t xml:space="preserve">12.1.23      .         .        +INF       EPS       </w:t>
      </w:r>
    </w:p>
    <w:p w:rsidR="0062748B" w:rsidRDefault="0062748B" w:rsidP="0062748B">
      <w:r>
        <w:t xml:space="preserve">12.1.24      .         .        +INF       EPS       </w:t>
      </w:r>
    </w:p>
    <w:p w:rsidR="0062748B" w:rsidRDefault="0062748B" w:rsidP="0062748B">
      <w:r>
        <w:t xml:space="preserve">12.1.25      .         .        +INF       EPS       </w:t>
      </w:r>
    </w:p>
    <w:p w:rsidR="0062748B" w:rsidRDefault="0062748B" w:rsidP="0062748B">
      <w:r>
        <w:t xml:space="preserve">12.1.26      .         .        +INF       EPS       </w:t>
      </w:r>
    </w:p>
    <w:p w:rsidR="0062748B" w:rsidRDefault="0062748B" w:rsidP="0062748B">
      <w:r>
        <w:t xml:space="preserve">12.1.27      .         .        +INF       EPS       </w:t>
      </w:r>
    </w:p>
    <w:p w:rsidR="0062748B" w:rsidRDefault="0062748B" w:rsidP="0062748B">
      <w:r>
        <w:t xml:space="preserve">12.1.28      .         .        +INF       EPS       </w:t>
      </w:r>
    </w:p>
    <w:p w:rsidR="0062748B" w:rsidRDefault="0062748B" w:rsidP="0062748B">
      <w:r>
        <w:t xml:space="preserve">12.1.29      .         .        +INF       EPS       </w:t>
      </w:r>
    </w:p>
    <w:p w:rsidR="0062748B" w:rsidRDefault="0062748B" w:rsidP="0062748B">
      <w:r>
        <w:t xml:space="preserve">13.1.1       .         .        +INF       EPS       </w:t>
      </w:r>
    </w:p>
    <w:p w:rsidR="0062748B" w:rsidRDefault="0062748B" w:rsidP="0062748B">
      <w:r>
        <w:t xml:space="preserve">13.1.2       .         .        +INF       EPS       </w:t>
      </w:r>
    </w:p>
    <w:p w:rsidR="0062748B" w:rsidRDefault="0062748B" w:rsidP="0062748B">
      <w:r>
        <w:t xml:space="preserve">13.1.3       .         .        +INF       EPS       </w:t>
      </w:r>
    </w:p>
    <w:p w:rsidR="0062748B" w:rsidRDefault="0062748B" w:rsidP="0062748B">
      <w:r>
        <w:t xml:space="preserve">13.1.4       .         .        +INF       EPS       </w:t>
      </w:r>
    </w:p>
    <w:p w:rsidR="0062748B" w:rsidRDefault="0062748B" w:rsidP="0062748B">
      <w:r>
        <w:t xml:space="preserve">13.1.5       .         .        +INF       EPS       </w:t>
      </w:r>
    </w:p>
    <w:p w:rsidR="0062748B" w:rsidRDefault="0062748B" w:rsidP="0062748B">
      <w:r>
        <w:t xml:space="preserve">13.1.6       .         .        +INF       EPS       </w:t>
      </w:r>
    </w:p>
    <w:p w:rsidR="0062748B" w:rsidRDefault="0062748B" w:rsidP="0062748B">
      <w:r>
        <w:t xml:space="preserve">13.1.7       .         .        +INF       EPS       </w:t>
      </w:r>
    </w:p>
    <w:p w:rsidR="0062748B" w:rsidRDefault="0062748B" w:rsidP="0062748B">
      <w:r>
        <w:t xml:space="preserve">13.1.8       .         .        +INF       EPS       </w:t>
      </w:r>
    </w:p>
    <w:p w:rsidR="0062748B" w:rsidRDefault="0062748B" w:rsidP="0062748B">
      <w:r>
        <w:t xml:space="preserve">13.1.9       .         .        +INF       EPS       </w:t>
      </w:r>
    </w:p>
    <w:p w:rsidR="0062748B" w:rsidRDefault="0062748B" w:rsidP="0062748B">
      <w:r>
        <w:t xml:space="preserve">13.1.10      .         .        +INF       EPS       </w:t>
      </w:r>
    </w:p>
    <w:p w:rsidR="0062748B" w:rsidRDefault="0062748B" w:rsidP="0062748B">
      <w:r>
        <w:t xml:space="preserve">13.1.11      .         .        +INF       EPS       </w:t>
      </w:r>
    </w:p>
    <w:p w:rsidR="0062748B" w:rsidRDefault="0062748B" w:rsidP="0062748B">
      <w:r>
        <w:t xml:space="preserve">13.1.12      .         .        +INF       EPS       </w:t>
      </w:r>
    </w:p>
    <w:p w:rsidR="0062748B" w:rsidRDefault="0062748B" w:rsidP="0062748B">
      <w:r>
        <w:t xml:space="preserve">13.1.13      .         .        +INF       EPS       </w:t>
      </w:r>
    </w:p>
    <w:p w:rsidR="0062748B" w:rsidRDefault="0062748B" w:rsidP="0062748B">
      <w:r>
        <w:t xml:space="preserve">13.1.14      .         .        +INF       EPS       </w:t>
      </w:r>
    </w:p>
    <w:p w:rsidR="0062748B" w:rsidRDefault="0062748B" w:rsidP="0062748B">
      <w:r>
        <w:t xml:space="preserve">13.1.15      .         .        +INF       EPS       </w:t>
      </w:r>
    </w:p>
    <w:p w:rsidR="0062748B" w:rsidRDefault="0062748B" w:rsidP="0062748B">
      <w:r>
        <w:t xml:space="preserve">13.1.16      .         .        +INF       EPS       </w:t>
      </w:r>
    </w:p>
    <w:p w:rsidR="0062748B" w:rsidRDefault="0062748B" w:rsidP="0062748B">
      <w:r>
        <w:t xml:space="preserve">13.1.17      .         .        +INF       EPS       </w:t>
      </w:r>
    </w:p>
    <w:p w:rsidR="0062748B" w:rsidRDefault="0062748B" w:rsidP="0062748B">
      <w:r>
        <w:t xml:space="preserve">13.1.18      .         .        +INF       EPS       </w:t>
      </w:r>
    </w:p>
    <w:p w:rsidR="0062748B" w:rsidRDefault="0062748B" w:rsidP="0062748B">
      <w:r>
        <w:lastRenderedPageBreak/>
        <w:t xml:space="preserve">13.1.19      .         .        +INF       EPS       </w:t>
      </w:r>
    </w:p>
    <w:p w:rsidR="0062748B" w:rsidRDefault="0062748B" w:rsidP="0062748B">
      <w:r>
        <w:t xml:space="preserve">13.1.20      .         .        +INF       EPS       </w:t>
      </w:r>
    </w:p>
    <w:p w:rsidR="0062748B" w:rsidRDefault="0062748B" w:rsidP="0062748B">
      <w:r>
        <w:t xml:space="preserve">13.1.21      .         .        +INF       EPS       </w:t>
      </w:r>
    </w:p>
    <w:p w:rsidR="0062748B" w:rsidRDefault="0062748B" w:rsidP="0062748B">
      <w:r>
        <w:t xml:space="preserve">13.1.22      .         .        +INF       EPS       </w:t>
      </w:r>
    </w:p>
    <w:p w:rsidR="0062748B" w:rsidRDefault="0062748B" w:rsidP="0062748B">
      <w:r>
        <w:t xml:space="preserve">13.1.23      .         .        +INF       EPS       </w:t>
      </w:r>
    </w:p>
    <w:p w:rsidR="0062748B" w:rsidRDefault="0062748B" w:rsidP="0062748B">
      <w:r>
        <w:t xml:space="preserve">13.1.24      .         .        +INF       EPS       </w:t>
      </w:r>
    </w:p>
    <w:p w:rsidR="0062748B" w:rsidRDefault="0062748B" w:rsidP="0062748B">
      <w:r>
        <w:t xml:space="preserve">13.1.25      .         .        +INF       EPS       </w:t>
      </w:r>
    </w:p>
    <w:p w:rsidR="0062748B" w:rsidRDefault="0062748B" w:rsidP="0062748B">
      <w:r>
        <w:t xml:space="preserve">13.1.26      .         .        +INF       EPS       </w:t>
      </w:r>
    </w:p>
    <w:p w:rsidR="0062748B" w:rsidRDefault="0062748B" w:rsidP="0062748B">
      <w:r>
        <w:t xml:space="preserve">13.1.27      .         .        +INF       EPS       </w:t>
      </w:r>
    </w:p>
    <w:p w:rsidR="0062748B" w:rsidRDefault="0062748B" w:rsidP="0062748B">
      <w:r>
        <w:t xml:space="preserve">13.1.28      .         .        +INF       EPS       </w:t>
      </w:r>
    </w:p>
    <w:p w:rsidR="0062748B" w:rsidRDefault="0062748B" w:rsidP="0062748B">
      <w:r>
        <w:t xml:space="preserve">13.1.29      .         .        +INF       EPS       </w:t>
      </w:r>
    </w:p>
    <w:p w:rsidR="0062748B" w:rsidRDefault="0062748B" w:rsidP="0062748B">
      <w:r>
        <w:t xml:space="preserve">14.1.1       .         .        +INF       EPS       </w:t>
      </w:r>
    </w:p>
    <w:p w:rsidR="0062748B" w:rsidRDefault="0062748B" w:rsidP="0062748B">
      <w:r>
        <w:t xml:space="preserve">14.1.2       .         .        +INF       EPS       </w:t>
      </w:r>
    </w:p>
    <w:p w:rsidR="0062748B" w:rsidRDefault="0062748B" w:rsidP="0062748B">
      <w:r>
        <w:t xml:space="preserve">14.1.3       .         .        +INF       EPS       </w:t>
      </w:r>
    </w:p>
    <w:p w:rsidR="0062748B" w:rsidRDefault="0062748B" w:rsidP="0062748B">
      <w:r>
        <w:t xml:space="preserve">14.1.4       .         .        +INF       EPS       </w:t>
      </w:r>
    </w:p>
    <w:p w:rsidR="0062748B" w:rsidRDefault="0062748B" w:rsidP="0062748B">
      <w:r>
        <w:t xml:space="preserve">14.1.5       .         .        +INF       EPS       </w:t>
      </w:r>
    </w:p>
    <w:p w:rsidR="0062748B" w:rsidRDefault="0062748B" w:rsidP="0062748B">
      <w:r>
        <w:t xml:space="preserve">14.1.6       .         .        +INF       EPS       </w:t>
      </w:r>
    </w:p>
    <w:p w:rsidR="0062748B" w:rsidRDefault="0062748B" w:rsidP="0062748B">
      <w:r>
        <w:t xml:space="preserve">14.1.7       .         .        +INF       EPS       </w:t>
      </w:r>
    </w:p>
    <w:p w:rsidR="0062748B" w:rsidRDefault="0062748B" w:rsidP="0062748B">
      <w:r>
        <w:t xml:space="preserve">14.1.8       .         .        +INF       EPS       </w:t>
      </w:r>
    </w:p>
    <w:p w:rsidR="0062748B" w:rsidRDefault="0062748B" w:rsidP="0062748B">
      <w:r>
        <w:t xml:space="preserve">14.1.9       .         .        +INF       EPS       </w:t>
      </w:r>
    </w:p>
    <w:p w:rsidR="0062748B" w:rsidRDefault="0062748B" w:rsidP="0062748B">
      <w:r>
        <w:t xml:space="preserve">14.1.10      .         .        +INF       EPS       </w:t>
      </w:r>
    </w:p>
    <w:p w:rsidR="0062748B" w:rsidRDefault="0062748B" w:rsidP="0062748B">
      <w:r>
        <w:t xml:space="preserve">14.1.11      .         .        +INF       EPS       </w:t>
      </w:r>
    </w:p>
    <w:p w:rsidR="0062748B" w:rsidRDefault="0062748B" w:rsidP="0062748B">
      <w:r>
        <w:t xml:space="preserve">14.1.12      .         .        +INF       EPS       </w:t>
      </w:r>
    </w:p>
    <w:p w:rsidR="0062748B" w:rsidRDefault="0062748B" w:rsidP="0062748B">
      <w:r>
        <w:t xml:space="preserve">14.1.13      .         .        +INF       EPS       </w:t>
      </w:r>
    </w:p>
    <w:p w:rsidR="0062748B" w:rsidRDefault="0062748B" w:rsidP="0062748B">
      <w:r>
        <w:t xml:space="preserve">14.1.14      .         .        +INF       EPS       </w:t>
      </w:r>
    </w:p>
    <w:p w:rsidR="0062748B" w:rsidRDefault="0062748B" w:rsidP="0062748B">
      <w:r>
        <w:lastRenderedPageBreak/>
        <w:t xml:space="preserve">14.1.15      .         .        +INF       EPS       </w:t>
      </w:r>
    </w:p>
    <w:p w:rsidR="0062748B" w:rsidRDefault="0062748B" w:rsidP="0062748B">
      <w:r>
        <w:t xml:space="preserve">14.1.16      .         .        +INF       EPS       </w:t>
      </w:r>
    </w:p>
    <w:p w:rsidR="0062748B" w:rsidRDefault="0062748B" w:rsidP="0062748B">
      <w:r>
        <w:t xml:space="preserve">14.1.17      .         .        +INF       EPS       </w:t>
      </w:r>
    </w:p>
    <w:p w:rsidR="0062748B" w:rsidRDefault="0062748B" w:rsidP="0062748B">
      <w:r>
        <w:t xml:space="preserve">14.1.18      .         .        +INF       EPS       </w:t>
      </w:r>
    </w:p>
    <w:p w:rsidR="0062748B" w:rsidRDefault="0062748B" w:rsidP="0062748B">
      <w:r>
        <w:t xml:space="preserve">14.1.19      .         .        +INF       EPS       </w:t>
      </w:r>
    </w:p>
    <w:p w:rsidR="0062748B" w:rsidRDefault="0062748B" w:rsidP="0062748B">
      <w:r>
        <w:t xml:space="preserve">14.1.20      .         .        +INF       EPS       </w:t>
      </w:r>
    </w:p>
    <w:p w:rsidR="0062748B" w:rsidRDefault="0062748B" w:rsidP="0062748B">
      <w:r>
        <w:t xml:space="preserve">14.1.21      .         .        +INF       EPS       </w:t>
      </w:r>
    </w:p>
    <w:p w:rsidR="0062748B" w:rsidRDefault="0062748B" w:rsidP="0062748B">
      <w:r>
        <w:t xml:space="preserve">14.1.22      .         .        +INF       EPS       </w:t>
      </w:r>
    </w:p>
    <w:p w:rsidR="0062748B" w:rsidRDefault="0062748B" w:rsidP="0062748B">
      <w:r>
        <w:t xml:space="preserve">14.1.23      .         .        +INF       EPS       </w:t>
      </w:r>
    </w:p>
    <w:p w:rsidR="0062748B" w:rsidRDefault="0062748B" w:rsidP="0062748B">
      <w:r>
        <w:t xml:space="preserve">14.1.24      .         .        +INF       EPS       </w:t>
      </w:r>
    </w:p>
    <w:p w:rsidR="0062748B" w:rsidRDefault="0062748B" w:rsidP="0062748B">
      <w:r>
        <w:t xml:space="preserve">14.1.25      .         .        +INF       EPS       </w:t>
      </w:r>
    </w:p>
    <w:p w:rsidR="0062748B" w:rsidRDefault="0062748B" w:rsidP="0062748B">
      <w:r>
        <w:t xml:space="preserve">14.1.26      .         .        +INF       EPS       </w:t>
      </w:r>
    </w:p>
    <w:p w:rsidR="0062748B" w:rsidRDefault="0062748B" w:rsidP="0062748B">
      <w:r>
        <w:t xml:space="preserve">14.1.27      .         .        +INF       EPS       </w:t>
      </w:r>
    </w:p>
    <w:p w:rsidR="0062748B" w:rsidRDefault="0062748B" w:rsidP="0062748B">
      <w:r>
        <w:t xml:space="preserve">14.1.28      .         .        +INF       EPS       </w:t>
      </w:r>
    </w:p>
    <w:p w:rsidR="0062748B" w:rsidRDefault="0062748B" w:rsidP="0062748B">
      <w:r>
        <w:t xml:space="preserve">14.1.29      .         .        +INF       EPS       </w:t>
      </w:r>
    </w:p>
    <w:p w:rsidR="0062748B" w:rsidRDefault="0062748B" w:rsidP="0062748B">
      <w:r>
        <w:t xml:space="preserve">15.1.1       .         .        +INF       EPS       </w:t>
      </w:r>
    </w:p>
    <w:p w:rsidR="0062748B" w:rsidRDefault="0062748B" w:rsidP="0062748B">
      <w:r>
        <w:t xml:space="preserve">15.1.2       .         .        +INF       EPS       </w:t>
      </w:r>
    </w:p>
    <w:p w:rsidR="0062748B" w:rsidRDefault="0062748B" w:rsidP="0062748B">
      <w:r>
        <w:t xml:space="preserve">15.1.3       .         .        +INF       EPS       </w:t>
      </w:r>
    </w:p>
    <w:p w:rsidR="0062748B" w:rsidRDefault="0062748B" w:rsidP="0062748B">
      <w:r>
        <w:t xml:space="preserve">15.1.4       .         .        +INF       EPS       </w:t>
      </w:r>
    </w:p>
    <w:p w:rsidR="0062748B" w:rsidRDefault="0062748B" w:rsidP="0062748B">
      <w:r>
        <w:t xml:space="preserve">15.1.5       .         .        +INF       EPS       </w:t>
      </w:r>
    </w:p>
    <w:p w:rsidR="0062748B" w:rsidRDefault="0062748B" w:rsidP="0062748B">
      <w:r>
        <w:t xml:space="preserve">15.1.6       .         .        +INF       EPS       </w:t>
      </w:r>
    </w:p>
    <w:p w:rsidR="0062748B" w:rsidRDefault="0062748B" w:rsidP="0062748B">
      <w:r>
        <w:t xml:space="preserve">15.1.7       .         .        +INF       EPS       </w:t>
      </w:r>
    </w:p>
    <w:p w:rsidR="0062748B" w:rsidRDefault="0062748B" w:rsidP="0062748B">
      <w:r>
        <w:t xml:space="preserve">15.1.8       .         .        +INF       EPS       </w:t>
      </w:r>
    </w:p>
    <w:p w:rsidR="0062748B" w:rsidRDefault="0062748B" w:rsidP="0062748B">
      <w:r>
        <w:t xml:space="preserve">15.1.9       .         .        +INF       EPS       </w:t>
      </w:r>
    </w:p>
    <w:p w:rsidR="0062748B" w:rsidRDefault="0062748B" w:rsidP="0062748B">
      <w:r>
        <w:t xml:space="preserve">15.1.10      .         .        +INF       EPS       </w:t>
      </w:r>
    </w:p>
    <w:p w:rsidR="0062748B" w:rsidRDefault="0062748B" w:rsidP="0062748B">
      <w:r>
        <w:lastRenderedPageBreak/>
        <w:t xml:space="preserve">15.1.11      .         .        +INF       EPS       </w:t>
      </w:r>
    </w:p>
    <w:p w:rsidR="0062748B" w:rsidRDefault="0062748B" w:rsidP="0062748B">
      <w:r>
        <w:t xml:space="preserve">15.1.12      .         .        +INF       EPS       </w:t>
      </w:r>
    </w:p>
    <w:p w:rsidR="0062748B" w:rsidRDefault="0062748B" w:rsidP="0062748B">
      <w:r>
        <w:t xml:space="preserve">15.1.13      .         .        +INF       EPS       </w:t>
      </w:r>
    </w:p>
    <w:p w:rsidR="0062748B" w:rsidRDefault="0062748B" w:rsidP="0062748B">
      <w:r>
        <w:t xml:space="preserve">15.1.14      .         .        +INF       EPS       </w:t>
      </w:r>
    </w:p>
    <w:p w:rsidR="0062748B" w:rsidRDefault="0062748B" w:rsidP="0062748B">
      <w:r>
        <w:t xml:space="preserve">15.1.15      .         .        +INF       EPS       </w:t>
      </w:r>
    </w:p>
    <w:p w:rsidR="0062748B" w:rsidRDefault="0062748B" w:rsidP="0062748B">
      <w:r>
        <w:t xml:space="preserve">15.1.16      .         .        +INF       EPS       </w:t>
      </w:r>
    </w:p>
    <w:p w:rsidR="0062748B" w:rsidRDefault="0062748B" w:rsidP="0062748B">
      <w:r>
        <w:t xml:space="preserve">15.1.17      .         .        +INF       EPS       </w:t>
      </w:r>
    </w:p>
    <w:p w:rsidR="0062748B" w:rsidRDefault="0062748B" w:rsidP="0062748B">
      <w:r>
        <w:t xml:space="preserve">15.1.18      .         .        +INF       EPS       </w:t>
      </w:r>
    </w:p>
    <w:p w:rsidR="0062748B" w:rsidRDefault="0062748B" w:rsidP="0062748B">
      <w:r>
        <w:t xml:space="preserve">15.1.19      .         .        +INF       EPS       </w:t>
      </w:r>
    </w:p>
    <w:p w:rsidR="0062748B" w:rsidRDefault="0062748B" w:rsidP="0062748B">
      <w:r>
        <w:t xml:space="preserve">15.1.20      .         .        +INF       EPS       </w:t>
      </w:r>
    </w:p>
    <w:p w:rsidR="0062748B" w:rsidRDefault="0062748B" w:rsidP="0062748B">
      <w:r>
        <w:t xml:space="preserve">15.1.21      .         .        +INF       EPS       </w:t>
      </w:r>
    </w:p>
    <w:p w:rsidR="0062748B" w:rsidRDefault="0062748B" w:rsidP="0062748B">
      <w:r>
        <w:t xml:space="preserve">15.1.22      .         .        +INF       EPS       </w:t>
      </w:r>
    </w:p>
    <w:p w:rsidR="0062748B" w:rsidRDefault="0062748B" w:rsidP="0062748B">
      <w:r>
        <w:t xml:space="preserve">15.1.23      .         .        +INF       EPS       </w:t>
      </w:r>
    </w:p>
    <w:p w:rsidR="0062748B" w:rsidRDefault="0062748B" w:rsidP="0062748B">
      <w:r>
        <w:t xml:space="preserve">15.1.24      .         .        +INF       EPS       </w:t>
      </w:r>
    </w:p>
    <w:p w:rsidR="0062748B" w:rsidRDefault="0062748B" w:rsidP="0062748B">
      <w:r>
        <w:t xml:space="preserve">15.1.25      .         .        +INF       EPS       </w:t>
      </w:r>
    </w:p>
    <w:p w:rsidR="0062748B" w:rsidRDefault="0062748B" w:rsidP="0062748B">
      <w:r>
        <w:t xml:space="preserve">15.1.26      .         .        +INF       EPS       </w:t>
      </w:r>
    </w:p>
    <w:p w:rsidR="0062748B" w:rsidRDefault="0062748B" w:rsidP="0062748B">
      <w:r>
        <w:t xml:space="preserve">15.1.27      .         .        +INF       EPS       </w:t>
      </w:r>
    </w:p>
    <w:p w:rsidR="0062748B" w:rsidRDefault="0062748B" w:rsidP="0062748B">
      <w:r>
        <w:t xml:space="preserve">15.1.28      .         .        +INF       EPS       </w:t>
      </w:r>
    </w:p>
    <w:p w:rsidR="0062748B" w:rsidRDefault="0062748B" w:rsidP="0062748B">
      <w:r>
        <w:t xml:space="preserve">15.1.29      .         .        +INF       EPS       </w:t>
      </w:r>
    </w:p>
    <w:p w:rsidR="0062748B" w:rsidRDefault="0062748B" w:rsidP="0062748B">
      <w:r>
        <w:t xml:space="preserve">16.1.1       .         .        +INF       EPS       </w:t>
      </w:r>
    </w:p>
    <w:p w:rsidR="0062748B" w:rsidRDefault="0062748B" w:rsidP="0062748B">
      <w:r>
        <w:t xml:space="preserve">16.1.2       .         .        +INF       EPS       </w:t>
      </w:r>
    </w:p>
    <w:p w:rsidR="0062748B" w:rsidRDefault="0062748B" w:rsidP="0062748B">
      <w:r>
        <w:t xml:space="preserve">16.1.3       .         .        +INF       EPS       </w:t>
      </w:r>
    </w:p>
    <w:p w:rsidR="0062748B" w:rsidRDefault="0062748B" w:rsidP="0062748B">
      <w:r>
        <w:t xml:space="preserve">16.1.4       .         .        +INF       EPS       </w:t>
      </w:r>
    </w:p>
    <w:p w:rsidR="0062748B" w:rsidRDefault="0062748B" w:rsidP="0062748B">
      <w:r>
        <w:t xml:space="preserve">16.1.5       .         .        +INF       EPS       </w:t>
      </w:r>
    </w:p>
    <w:p w:rsidR="0062748B" w:rsidRDefault="0062748B" w:rsidP="0062748B">
      <w:r>
        <w:t xml:space="preserve">16.1.6       .         .        +INF       EPS       </w:t>
      </w:r>
    </w:p>
    <w:p w:rsidR="0062748B" w:rsidRDefault="0062748B" w:rsidP="0062748B">
      <w:r>
        <w:lastRenderedPageBreak/>
        <w:t xml:space="preserve">16.1.7       .         .        +INF       EPS       </w:t>
      </w:r>
    </w:p>
    <w:p w:rsidR="0062748B" w:rsidRDefault="0062748B" w:rsidP="0062748B">
      <w:r>
        <w:t xml:space="preserve">16.1.8       .         .        +INF       EPS       </w:t>
      </w:r>
    </w:p>
    <w:p w:rsidR="0062748B" w:rsidRDefault="0062748B" w:rsidP="0062748B">
      <w:r>
        <w:t xml:space="preserve">16.1.9       .         .        +INF       EPS       </w:t>
      </w:r>
    </w:p>
    <w:p w:rsidR="0062748B" w:rsidRDefault="0062748B" w:rsidP="0062748B">
      <w:r>
        <w:t xml:space="preserve">16.1.10      .         .        +INF       EPS       </w:t>
      </w:r>
    </w:p>
    <w:p w:rsidR="0062748B" w:rsidRDefault="0062748B" w:rsidP="0062748B">
      <w:r>
        <w:t xml:space="preserve">16.1.11      .         .        +INF       EPS       </w:t>
      </w:r>
    </w:p>
    <w:p w:rsidR="0062748B" w:rsidRDefault="0062748B" w:rsidP="0062748B">
      <w:r>
        <w:t xml:space="preserve">16.1.12      .         .        +INF       EPS       </w:t>
      </w:r>
    </w:p>
    <w:p w:rsidR="0062748B" w:rsidRDefault="0062748B" w:rsidP="0062748B">
      <w:r>
        <w:t xml:space="preserve">16.1.13      .         .        +INF       EPS       </w:t>
      </w:r>
    </w:p>
    <w:p w:rsidR="0062748B" w:rsidRDefault="0062748B" w:rsidP="0062748B">
      <w:r>
        <w:t xml:space="preserve">16.1.14      .         .        +INF       EPS       </w:t>
      </w:r>
    </w:p>
    <w:p w:rsidR="0062748B" w:rsidRDefault="0062748B" w:rsidP="0062748B">
      <w:r>
        <w:t xml:space="preserve">16.1.15      .         .        +INF       EPS       </w:t>
      </w:r>
    </w:p>
    <w:p w:rsidR="0062748B" w:rsidRDefault="0062748B" w:rsidP="0062748B">
      <w:r>
        <w:t xml:space="preserve">16.1.16      .         .        +INF       EPS       </w:t>
      </w:r>
    </w:p>
    <w:p w:rsidR="0062748B" w:rsidRDefault="0062748B" w:rsidP="0062748B">
      <w:r>
        <w:t xml:space="preserve">16.1.17      .         .        +INF       EPS       </w:t>
      </w:r>
    </w:p>
    <w:p w:rsidR="0062748B" w:rsidRDefault="0062748B" w:rsidP="0062748B">
      <w:r>
        <w:t xml:space="preserve">16.1.18      .         .        +INF       EPS       </w:t>
      </w:r>
    </w:p>
    <w:p w:rsidR="0062748B" w:rsidRDefault="0062748B" w:rsidP="0062748B">
      <w:r>
        <w:t xml:space="preserve">16.1.19      .         .        +INF       EPS       </w:t>
      </w:r>
    </w:p>
    <w:p w:rsidR="0062748B" w:rsidRDefault="0062748B" w:rsidP="0062748B">
      <w:r>
        <w:t xml:space="preserve">16.1.20      .         .        +INF       EPS       </w:t>
      </w:r>
    </w:p>
    <w:p w:rsidR="0062748B" w:rsidRDefault="0062748B" w:rsidP="0062748B">
      <w:r>
        <w:t xml:space="preserve">16.1.21      .         .        +INF       EPS       </w:t>
      </w:r>
    </w:p>
    <w:p w:rsidR="0062748B" w:rsidRDefault="0062748B" w:rsidP="0062748B">
      <w:r>
        <w:t xml:space="preserve">16.1.22      .         .        +INF       EPS       </w:t>
      </w:r>
    </w:p>
    <w:p w:rsidR="0062748B" w:rsidRDefault="0062748B" w:rsidP="0062748B">
      <w:r>
        <w:t xml:space="preserve">16.1.23      .         .        +INF       EPS       </w:t>
      </w:r>
    </w:p>
    <w:p w:rsidR="0062748B" w:rsidRDefault="0062748B" w:rsidP="0062748B">
      <w:r>
        <w:t xml:space="preserve">16.1.24      .         .        +INF       EPS       </w:t>
      </w:r>
    </w:p>
    <w:p w:rsidR="0062748B" w:rsidRDefault="0062748B" w:rsidP="0062748B">
      <w:r>
        <w:t xml:space="preserve">16.1.25      .         .        +INF       EPS       </w:t>
      </w:r>
    </w:p>
    <w:p w:rsidR="0062748B" w:rsidRDefault="0062748B" w:rsidP="0062748B">
      <w:r>
        <w:t xml:space="preserve">16.1.26      .         .        +INF       EPS       </w:t>
      </w:r>
    </w:p>
    <w:p w:rsidR="0062748B" w:rsidRDefault="0062748B" w:rsidP="0062748B">
      <w:r>
        <w:t xml:space="preserve">16.1.27      .         .        +INF       EPS       </w:t>
      </w:r>
    </w:p>
    <w:p w:rsidR="0062748B" w:rsidRDefault="0062748B" w:rsidP="0062748B">
      <w:r>
        <w:t xml:space="preserve">16.1.28      .         .        +INF       EPS       </w:t>
      </w:r>
    </w:p>
    <w:p w:rsidR="0062748B" w:rsidRDefault="0062748B" w:rsidP="0062748B">
      <w:r>
        <w:t xml:space="preserve">16.1.29      .         .        +INF       EPS       </w:t>
      </w:r>
    </w:p>
    <w:p w:rsidR="0062748B" w:rsidRDefault="0062748B" w:rsidP="0062748B">
      <w:r>
        <w:t xml:space="preserve">17.1.1       .         .        +INF       EPS       </w:t>
      </w:r>
    </w:p>
    <w:p w:rsidR="0062748B" w:rsidRDefault="0062748B" w:rsidP="0062748B">
      <w:r>
        <w:t xml:space="preserve">17.1.2       .         .        +INF       EPS       </w:t>
      </w:r>
    </w:p>
    <w:p w:rsidR="0062748B" w:rsidRDefault="0062748B" w:rsidP="0062748B">
      <w:r>
        <w:lastRenderedPageBreak/>
        <w:t xml:space="preserve">17.1.3       .         .        +INF       EPS       </w:t>
      </w:r>
    </w:p>
    <w:p w:rsidR="0062748B" w:rsidRDefault="0062748B" w:rsidP="0062748B">
      <w:r>
        <w:t xml:space="preserve">17.1.4       .         .        +INF       EPS       </w:t>
      </w:r>
    </w:p>
    <w:p w:rsidR="0062748B" w:rsidRDefault="0062748B" w:rsidP="0062748B">
      <w:r>
        <w:t xml:space="preserve">17.1.5       .         .        +INF       EPS       </w:t>
      </w:r>
    </w:p>
    <w:p w:rsidR="0062748B" w:rsidRDefault="0062748B" w:rsidP="0062748B">
      <w:r>
        <w:t xml:space="preserve">17.1.6       .         .        +INF       EPS       </w:t>
      </w:r>
    </w:p>
    <w:p w:rsidR="0062748B" w:rsidRDefault="0062748B" w:rsidP="0062748B">
      <w:r>
        <w:t xml:space="preserve">17.1.7       .         .        +INF       EPS       </w:t>
      </w:r>
    </w:p>
    <w:p w:rsidR="0062748B" w:rsidRDefault="0062748B" w:rsidP="0062748B">
      <w:r>
        <w:t xml:space="preserve">17.1.8       .         .        +INF       EPS       </w:t>
      </w:r>
    </w:p>
    <w:p w:rsidR="0062748B" w:rsidRDefault="0062748B" w:rsidP="0062748B">
      <w:r>
        <w:t xml:space="preserve">17.1.9       .         .        +INF       EPS       </w:t>
      </w:r>
    </w:p>
    <w:p w:rsidR="0062748B" w:rsidRDefault="0062748B" w:rsidP="0062748B">
      <w:r>
        <w:t xml:space="preserve">17.1.10      .         .        +INF       EPS       </w:t>
      </w:r>
    </w:p>
    <w:p w:rsidR="0062748B" w:rsidRDefault="0062748B" w:rsidP="0062748B">
      <w:r>
        <w:t xml:space="preserve">17.1.11      .         .        +INF       EPS       </w:t>
      </w:r>
    </w:p>
    <w:p w:rsidR="0062748B" w:rsidRDefault="0062748B" w:rsidP="0062748B">
      <w:r>
        <w:t xml:space="preserve">17.1.12      .         .        +INF       EPS       </w:t>
      </w:r>
    </w:p>
    <w:p w:rsidR="0062748B" w:rsidRDefault="0062748B" w:rsidP="0062748B">
      <w:r>
        <w:t xml:space="preserve">17.1.13      .         .        +INF       EPS       </w:t>
      </w:r>
    </w:p>
    <w:p w:rsidR="0062748B" w:rsidRDefault="0062748B" w:rsidP="0062748B">
      <w:r>
        <w:t xml:space="preserve">17.1.14      .         .        +INF       EPS       </w:t>
      </w:r>
    </w:p>
    <w:p w:rsidR="0062748B" w:rsidRDefault="0062748B" w:rsidP="0062748B">
      <w:r>
        <w:t xml:space="preserve">17.1.15      .         .        +INF       EPS       </w:t>
      </w:r>
    </w:p>
    <w:p w:rsidR="0062748B" w:rsidRDefault="0062748B" w:rsidP="0062748B">
      <w:r>
        <w:t xml:space="preserve">17.1.16      .         .        +INF       EPS       </w:t>
      </w:r>
    </w:p>
    <w:p w:rsidR="0062748B" w:rsidRDefault="0062748B" w:rsidP="0062748B">
      <w:r>
        <w:t xml:space="preserve">17.1.17      .         .        +INF       EPS       </w:t>
      </w:r>
    </w:p>
    <w:p w:rsidR="0062748B" w:rsidRDefault="0062748B" w:rsidP="0062748B">
      <w:r>
        <w:t xml:space="preserve">17.1.18      .         .        +INF       EPS       </w:t>
      </w:r>
    </w:p>
    <w:p w:rsidR="0062748B" w:rsidRDefault="0062748B" w:rsidP="0062748B">
      <w:r>
        <w:t xml:space="preserve">17.1.19      .         .        +INF       EPS       </w:t>
      </w:r>
    </w:p>
    <w:p w:rsidR="0062748B" w:rsidRDefault="0062748B" w:rsidP="0062748B">
      <w:r>
        <w:t xml:space="preserve">17.1.20      .         .        +INF       EPS       </w:t>
      </w:r>
    </w:p>
    <w:p w:rsidR="0062748B" w:rsidRDefault="0062748B" w:rsidP="0062748B">
      <w:r>
        <w:t xml:space="preserve">17.1.21      .         .        +INF       EPS       </w:t>
      </w:r>
    </w:p>
    <w:p w:rsidR="0062748B" w:rsidRDefault="0062748B" w:rsidP="0062748B">
      <w:r>
        <w:t xml:space="preserve">17.1.22      .         .        +INF       EPS       </w:t>
      </w:r>
    </w:p>
    <w:p w:rsidR="0062748B" w:rsidRDefault="0062748B" w:rsidP="0062748B">
      <w:r>
        <w:t xml:space="preserve">17.1.23      .         .        +INF       EPS       </w:t>
      </w:r>
    </w:p>
    <w:p w:rsidR="0062748B" w:rsidRDefault="0062748B" w:rsidP="0062748B">
      <w:r>
        <w:t xml:space="preserve">17.1.24      .         .        +INF       EPS       </w:t>
      </w:r>
    </w:p>
    <w:p w:rsidR="0062748B" w:rsidRDefault="0062748B" w:rsidP="0062748B">
      <w:r>
        <w:t xml:space="preserve">17.1.25      .         .        +INF       EPS       </w:t>
      </w:r>
    </w:p>
    <w:p w:rsidR="0062748B" w:rsidRDefault="0062748B" w:rsidP="0062748B">
      <w:r>
        <w:t xml:space="preserve">17.1.26      .         .        +INF       EPS       </w:t>
      </w:r>
    </w:p>
    <w:p w:rsidR="0062748B" w:rsidRDefault="0062748B" w:rsidP="0062748B">
      <w:r>
        <w:t xml:space="preserve">17.1.27      .         .        +INF       EPS       </w:t>
      </w:r>
    </w:p>
    <w:p w:rsidR="0062748B" w:rsidRDefault="0062748B" w:rsidP="0062748B">
      <w:r>
        <w:lastRenderedPageBreak/>
        <w:t xml:space="preserve">17.1.28      .         .        +INF       EPS       </w:t>
      </w:r>
    </w:p>
    <w:p w:rsidR="0062748B" w:rsidRDefault="0062748B" w:rsidP="0062748B">
      <w:r>
        <w:t xml:space="preserve">17.1.29      .         .        +INF       EPS       </w:t>
      </w:r>
    </w:p>
    <w:p w:rsidR="0062748B" w:rsidRDefault="0062748B" w:rsidP="0062748B">
      <w:r>
        <w:t xml:space="preserve">18.1.1       .         .        +INF       EPS       </w:t>
      </w:r>
    </w:p>
    <w:p w:rsidR="0062748B" w:rsidRDefault="0062748B" w:rsidP="0062748B">
      <w:r>
        <w:t xml:space="preserve">18.1.2       .         .        +INF       EPS       </w:t>
      </w:r>
    </w:p>
    <w:p w:rsidR="0062748B" w:rsidRDefault="0062748B" w:rsidP="0062748B">
      <w:r>
        <w:t xml:space="preserve">18.1.3       .         .        +INF       EPS       </w:t>
      </w:r>
    </w:p>
    <w:p w:rsidR="0062748B" w:rsidRDefault="0062748B" w:rsidP="0062748B">
      <w:r>
        <w:t xml:space="preserve">18.1.4       .         .        +INF       EPS       </w:t>
      </w:r>
    </w:p>
    <w:p w:rsidR="0062748B" w:rsidRDefault="0062748B" w:rsidP="0062748B">
      <w:r>
        <w:t xml:space="preserve">18.1.5       .         .        +INF       EPS       </w:t>
      </w:r>
    </w:p>
    <w:p w:rsidR="0062748B" w:rsidRDefault="0062748B" w:rsidP="0062748B">
      <w:r>
        <w:t xml:space="preserve">18.1.6       .         .        +INF       EPS       </w:t>
      </w:r>
    </w:p>
    <w:p w:rsidR="0062748B" w:rsidRDefault="0062748B" w:rsidP="0062748B">
      <w:r>
        <w:t xml:space="preserve">18.1.7       .         .        +INF       EPS       </w:t>
      </w:r>
    </w:p>
    <w:p w:rsidR="0062748B" w:rsidRDefault="0062748B" w:rsidP="0062748B">
      <w:r>
        <w:t xml:space="preserve">18.1.8       .         .        +INF       EPS       </w:t>
      </w:r>
    </w:p>
    <w:p w:rsidR="0062748B" w:rsidRDefault="0062748B" w:rsidP="0062748B">
      <w:r>
        <w:t xml:space="preserve">18.1.9       .         .        +INF       EPS       </w:t>
      </w:r>
    </w:p>
    <w:p w:rsidR="0062748B" w:rsidRDefault="0062748B" w:rsidP="0062748B">
      <w:r>
        <w:t xml:space="preserve">18.1.10      .         .        +INF       EPS       </w:t>
      </w:r>
    </w:p>
    <w:p w:rsidR="0062748B" w:rsidRDefault="0062748B" w:rsidP="0062748B">
      <w:r>
        <w:t xml:space="preserve">18.1.11      .         .        +INF       EPS       </w:t>
      </w:r>
    </w:p>
    <w:p w:rsidR="0062748B" w:rsidRDefault="0062748B" w:rsidP="0062748B">
      <w:r>
        <w:t xml:space="preserve">18.1.12      .         .        +INF       EPS       </w:t>
      </w:r>
    </w:p>
    <w:p w:rsidR="0062748B" w:rsidRDefault="0062748B" w:rsidP="0062748B">
      <w:r>
        <w:t xml:space="preserve">18.1.13      .         .        +INF       EPS       </w:t>
      </w:r>
    </w:p>
    <w:p w:rsidR="0062748B" w:rsidRDefault="0062748B" w:rsidP="0062748B">
      <w:r>
        <w:t xml:space="preserve">18.1.14      .         .        +INF       EPS       </w:t>
      </w:r>
    </w:p>
    <w:p w:rsidR="0062748B" w:rsidRDefault="0062748B" w:rsidP="0062748B">
      <w:r>
        <w:t xml:space="preserve">18.1.15      .         .        +INF       EPS       </w:t>
      </w:r>
    </w:p>
    <w:p w:rsidR="0062748B" w:rsidRDefault="0062748B" w:rsidP="0062748B">
      <w:r>
        <w:t xml:space="preserve">18.1.16      .         .        +INF       EPS       </w:t>
      </w:r>
    </w:p>
    <w:p w:rsidR="0062748B" w:rsidRDefault="0062748B" w:rsidP="0062748B">
      <w:r>
        <w:t xml:space="preserve">18.1.17      .         .        +INF       EPS       </w:t>
      </w:r>
    </w:p>
    <w:p w:rsidR="0062748B" w:rsidRDefault="0062748B" w:rsidP="0062748B">
      <w:r>
        <w:t xml:space="preserve">18.1.18      .         .        +INF       EPS       </w:t>
      </w:r>
    </w:p>
    <w:p w:rsidR="0062748B" w:rsidRDefault="0062748B" w:rsidP="0062748B">
      <w:r>
        <w:t xml:space="preserve">18.1.19      .         .        +INF       EPS       </w:t>
      </w:r>
    </w:p>
    <w:p w:rsidR="0062748B" w:rsidRDefault="0062748B" w:rsidP="0062748B">
      <w:r>
        <w:t xml:space="preserve">18.1.20      .         .        +INF       EPS       </w:t>
      </w:r>
    </w:p>
    <w:p w:rsidR="0062748B" w:rsidRDefault="0062748B" w:rsidP="0062748B">
      <w:r>
        <w:t xml:space="preserve">18.1.21      .         .        +INF       EPS       </w:t>
      </w:r>
    </w:p>
    <w:p w:rsidR="0062748B" w:rsidRDefault="0062748B" w:rsidP="0062748B">
      <w:r>
        <w:t xml:space="preserve">18.1.22      .         .        +INF       EPS       </w:t>
      </w:r>
    </w:p>
    <w:p w:rsidR="0062748B" w:rsidRDefault="0062748B" w:rsidP="0062748B">
      <w:r>
        <w:t xml:space="preserve">18.1.23      .         .        +INF       EPS       </w:t>
      </w:r>
    </w:p>
    <w:p w:rsidR="0062748B" w:rsidRDefault="0062748B" w:rsidP="0062748B">
      <w:r>
        <w:lastRenderedPageBreak/>
        <w:t xml:space="preserve">18.1.24      .         .        +INF       EPS       </w:t>
      </w:r>
    </w:p>
    <w:p w:rsidR="0062748B" w:rsidRDefault="0062748B" w:rsidP="0062748B">
      <w:r>
        <w:t xml:space="preserve">18.1.25      .         .        +INF       EPS       </w:t>
      </w:r>
    </w:p>
    <w:p w:rsidR="0062748B" w:rsidRDefault="0062748B" w:rsidP="0062748B">
      <w:r>
        <w:t xml:space="preserve">18.1.26      .         .        +INF       EPS       </w:t>
      </w:r>
    </w:p>
    <w:p w:rsidR="0062748B" w:rsidRDefault="0062748B" w:rsidP="0062748B">
      <w:r>
        <w:t xml:space="preserve">18.1.27      .         .        +INF       EPS       </w:t>
      </w:r>
    </w:p>
    <w:p w:rsidR="0062748B" w:rsidRDefault="0062748B" w:rsidP="0062748B">
      <w:r>
        <w:t xml:space="preserve">18.1.28      .         .        +INF       EPS       </w:t>
      </w:r>
    </w:p>
    <w:p w:rsidR="0062748B" w:rsidRDefault="0062748B" w:rsidP="0062748B">
      <w:r>
        <w:t xml:space="preserve">18.1.29      .         .        +INF       EPS       </w:t>
      </w:r>
    </w:p>
    <w:p w:rsidR="0062748B" w:rsidRDefault="0062748B" w:rsidP="0062748B">
      <w:r>
        <w:t xml:space="preserve">19.1.1       .         .        +INF       EPS       </w:t>
      </w:r>
    </w:p>
    <w:p w:rsidR="0062748B" w:rsidRDefault="0062748B" w:rsidP="0062748B">
      <w:r>
        <w:t xml:space="preserve">19.1.2       .         .        +INF       EPS       </w:t>
      </w:r>
    </w:p>
    <w:p w:rsidR="0062748B" w:rsidRDefault="0062748B" w:rsidP="0062748B">
      <w:r>
        <w:t xml:space="preserve">19.1.3       .         .        +INF       EPS       </w:t>
      </w:r>
    </w:p>
    <w:p w:rsidR="0062748B" w:rsidRDefault="0062748B" w:rsidP="0062748B">
      <w:r>
        <w:t xml:space="preserve">19.1.4       .         .        +INF       EPS       </w:t>
      </w:r>
    </w:p>
    <w:p w:rsidR="0062748B" w:rsidRDefault="0062748B" w:rsidP="0062748B">
      <w:r>
        <w:t xml:space="preserve">19.1.5       .         .        +INF       EPS       </w:t>
      </w:r>
    </w:p>
    <w:p w:rsidR="0062748B" w:rsidRDefault="0062748B" w:rsidP="0062748B">
      <w:r>
        <w:t xml:space="preserve">19.1.6       .         .        +INF       EPS       </w:t>
      </w:r>
    </w:p>
    <w:p w:rsidR="0062748B" w:rsidRDefault="0062748B" w:rsidP="0062748B">
      <w:r>
        <w:t xml:space="preserve">19.1.7       .         .        +INF       EPS       </w:t>
      </w:r>
    </w:p>
    <w:p w:rsidR="0062748B" w:rsidRDefault="0062748B" w:rsidP="0062748B">
      <w:r>
        <w:t xml:space="preserve">19.1.8       .         .        +INF       EPS       </w:t>
      </w:r>
    </w:p>
    <w:p w:rsidR="0062748B" w:rsidRDefault="0062748B" w:rsidP="0062748B">
      <w:r>
        <w:t xml:space="preserve">19.1.9       .         .        +INF       EPS       </w:t>
      </w:r>
    </w:p>
    <w:p w:rsidR="0062748B" w:rsidRDefault="0062748B" w:rsidP="0062748B">
      <w:r>
        <w:t xml:space="preserve">19.1.10      .         .        +INF       EPS       </w:t>
      </w:r>
    </w:p>
    <w:p w:rsidR="0062748B" w:rsidRDefault="0062748B" w:rsidP="0062748B">
      <w:r>
        <w:t xml:space="preserve">19.1.11      .         .        +INF       EPS       </w:t>
      </w:r>
    </w:p>
    <w:p w:rsidR="0062748B" w:rsidRDefault="0062748B" w:rsidP="0062748B">
      <w:r>
        <w:t xml:space="preserve">19.1.12      .         .        +INF       EPS       </w:t>
      </w:r>
    </w:p>
    <w:p w:rsidR="0062748B" w:rsidRDefault="0062748B" w:rsidP="0062748B">
      <w:r>
        <w:t xml:space="preserve">19.1.13      .         .        +INF       EPS       </w:t>
      </w:r>
    </w:p>
    <w:p w:rsidR="0062748B" w:rsidRDefault="0062748B" w:rsidP="0062748B">
      <w:r>
        <w:t xml:space="preserve">19.1.14      .         .        +INF       EPS       </w:t>
      </w:r>
    </w:p>
    <w:p w:rsidR="0062748B" w:rsidRDefault="0062748B" w:rsidP="0062748B">
      <w:r>
        <w:t xml:space="preserve">19.1.15      .         .        +INF       EPS       </w:t>
      </w:r>
    </w:p>
    <w:p w:rsidR="0062748B" w:rsidRDefault="0062748B" w:rsidP="0062748B">
      <w:r>
        <w:t xml:space="preserve">19.1.16      .         .        +INF       EPS       </w:t>
      </w:r>
    </w:p>
    <w:p w:rsidR="0062748B" w:rsidRDefault="0062748B" w:rsidP="0062748B">
      <w:r>
        <w:t xml:space="preserve">19.1.17      .         .        +INF       EPS       </w:t>
      </w:r>
    </w:p>
    <w:p w:rsidR="0062748B" w:rsidRDefault="0062748B" w:rsidP="0062748B">
      <w:r>
        <w:t xml:space="preserve">19.1.18      .         .        +INF       EPS       </w:t>
      </w:r>
    </w:p>
    <w:p w:rsidR="0062748B" w:rsidRDefault="0062748B" w:rsidP="0062748B">
      <w:r>
        <w:t xml:space="preserve">19.1.19      .         .        +INF       EPS       </w:t>
      </w:r>
    </w:p>
    <w:p w:rsidR="0062748B" w:rsidRDefault="0062748B" w:rsidP="0062748B">
      <w:r>
        <w:lastRenderedPageBreak/>
        <w:t xml:space="preserve">19.1.20      .         .        +INF       EPS       </w:t>
      </w:r>
    </w:p>
    <w:p w:rsidR="0062748B" w:rsidRDefault="0062748B" w:rsidP="0062748B">
      <w:r>
        <w:t xml:space="preserve">19.1.21      .         .        +INF       EPS       </w:t>
      </w:r>
    </w:p>
    <w:p w:rsidR="0062748B" w:rsidRDefault="0062748B" w:rsidP="0062748B">
      <w:r>
        <w:t xml:space="preserve">19.1.22      .         .        +INF       EPS       </w:t>
      </w:r>
    </w:p>
    <w:p w:rsidR="0062748B" w:rsidRDefault="0062748B" w:rsidP="0062748B">
      <w:r>
        <w:t xml:space="preserve">19.1.23      .         .        +INF       EPS       </w:t>
      </w:r>
    </w:p>
    <w:p w:rsidR="0062748B" w:rsidRDefault="0062748B" w:rsidP="0062748B">
      <w:r>
        <w:t xml:space="preserve">19.1.24      .         .        +INF       EPS       </w:t>
      </w:r>
    </w:p>
    <w:p w:rsidR="0062748B" w:rsidRDefault="0062748B" w:rsidP="0062748B">
      <w:r>
        <w:t xml:space="preserve">19.1.25      .         .        +INF       EPS       </w:t>
      </w:r>
    </w:p>
    <w:p w:rsidR="0062748B" w:rsidRDefault="0062748B" w:rsidP="0062748B">
      <w:r>
        <w:t xml:space="preserve">19.1.26      .         .        +INF       EPS       </w:t>
      </w:r>
    </w:p>
    <w:p w:rsidR="0062748B" w:rsidRDefault="0062748B" w:rsidP="0062748B">
      <w:r>
        <w:t xml:space="preserve">19.1.27      .         .        +INF       EPS       </w:t>
      </w:r>
    </w:p>
    <w:p w:rsidR="0062748B" w:rsidRDefault="0062748B" w:rsidP="0062748B">
      <w:r>
        <w:t xml:space="preserve">19.1.28      .         .        +INF       EPS       </w:t>
      </w:r>
    </w:p>
    <w:p w:rsidR="0062748B" w:rsidRDefault="0062748B" w:rsidP="0062748B">
      <w:r>
        <w:t xml:space="preserve">19.1.29      .         .        +INF       EPS       </w:t>
      </w:r>
    </w:p>
    <w:p w:rsidR="0062748B" w:rsidRDefault="0062748B" w:rsidP="0062748B">
      <w:r>
        <w:t xml:space="preserve">20.1.1       .         .        +INF       EPS       </w:t>
      </w:r>
    </w:p>
    <w:p w:rsidR="0062748B" w:rsidRDefault="0062748B" w:rsidP="0062748B">
      <w:r>
        <w:t xml:space="preserve">20.1.2       .         .        +INF       EPS       </w:t>
      </w:r>
    </w:p>
    <w:p w:rsidR="0062748B" w:rsidRDefault="0062748B" w:rsidP="0062748B">
      <w:r>
        <w:t xml:space="preserve">20.1.3       .         .        +INF       EPS       </w:t>
      </w:r>
    </w:p>
    <w:p w:rsidR="0062748B" w:rsidRDefault="0062748B" w:rsidP="0062748B">
      <w:r>
        <w:t xml:space="preserve">20.1.4       .         .        +INF       EPS       </w:t>
      </w:r>
    </w:p>
    <w:p w:rsidR="0062748B" w:rsidRDefault="0062748B" w:rsidP="0062748B">
      <w:r>
        <w:t xml:space="preserve">20.1.5       .         .        +INF       EPS       </w:t>
      </w:r>
    </w:p>
    <w:p w:rsidR="0062748B" w:rsidRDefault="0062748B" w:rsidP="0062748B">
      <w:r>
        <w:t xml:space="preserve">20.1.6       .         .        +INF       EPS       </w:t>
      </w:r>
    </w:p>
    <w:p w:rsidR="0062748B" w:rsidRDefault="0062748B" w:rsidP="0062748B">
      <w:r>
        <w:t xml:space="preserve">20.1.7       .         .        +INF       EPS       </w:t>
      </w:r>
    </w:p>
    <w:p w:rsidR="0062748B" w:rsidRDefault="0062748B" w:rsidP="0062748B">
      <w:r>
        <w:t xml:space="preserve">20.1.8       .         .        +INF       EPS       </w:t>
      </w:r>
    </w:p>
    <w:p w:rsidR="0062748B" w:rsidRDefault="0062748B" w:rsidP="0062748B">
      <w:r>
        <w:t xml:space="preserve">20.1.9       .         .        +INF       EPS       </w:t>
      </w:r>
    </w:p>
    <w:p w:rsidR="0062748B" w:rsidRDefault="0062748B" w:rsidP="0062748B">
      <w:r>
        <w:t xml:space="preserve">20.1.10      .         .        +INF       EPS       </w:t>
      </w:r>
    </w:p>
    <w:p w:rsidR="0062748B" w:rsidRDefault="0062748B" w:rsidP="0062748B">
      <w:r>
        <w:t xml:space="preserve">20.1.11      .         .        +INF       EPS       </w:t>
      </w:r>
    </w:p>
    <w:p w:rsidR="0062748B" w:rsidRDefault="0062748B" w:rsidP="0062748B">
      <w:r>
        <w:t xml:space="preserve">20.1.12      .         .        +INF       EPS       </w:t>
      </w:r>
    </w:p>
    <w:p w:rsidR="0062748B" w:rsidRDefault="0062748B" w:rsidP="0062748B">
      <w:r>
        <w:t xml:space="preserve">20.1.13      .         .        +INF       EPS       </w:t>
      </w:r>
    </w:p>
    <w:p w:rsidR="0062748B" w:rsidRDefault="0062748B" w:rsidP="0062748B">
      <w:r>
        <w:t xml:space="preserve">20.1.14      .         .        +INF       EPS       </w:t>
      </w:r>
    </w:p>
    <w:p w:rsidR="0062748B" w:rsidRDefault="0062748B" w:rsidP="0062748B">
      <w:r>
        <w:t xml:space="preserve">20.1.15      .         .        +INF       EPS       </w:t>
      </w:r>
    </w:p>
    <w:p w:rsidR="0062748B" w:rsidRDefault="0062748B" w:rsidP="0062748B">
      <w:r>
        <w:lastRenderedPageBreak/>
        <w:t xml:space="preserve">20.1.16      .         .        +INF       EPS       </w:t>
      </w:r>
    </w:p>
    <w:p w:rsidR="0062748B" w:rsidRDefault="0062748B" w:rsidP="0062748B">
      <w:r>
        <w:t xml:space="preserve">20.1.17      .         .        +INF       EPS       </w:t>
      </w:r>
    </w:p>
    <w:p w:rsidR="0062748B" w:rsidRDefault="0062748B" w:rsidP="0062748B">
      <w:r>
        <w:t xml:space="preserve">20.1.18      .         .        +INF       EPS       </w:t>
      </w:r>
    </w:p>
    <w:p w:rsidR="0062748B" w:rsidRDefault="0062748B" w:rsidP="0062748B">
      <w:r>
        <w:t xml:space="preserve">20.1.19      .         .        +INF       EPS       </w:t>
      </w:r>
    </w:p>
    <w:p w:rsidR="0062748B" w:rsidRDefault="0062748B" w:rsidP="0062748B">
      <w:r>
        <w:t xml:space="preserve">20.1.20      .         .        +INF       EPS       </w:t>
      </w:r>
    </w:p>
    <w:p w:rsidR="0062748B" w:rsidRDefault="0062748B" w:rsidP="0062748B">
      <w:r>
        <w:t xml:space="preserve">20.1.21      .         .        +INF       EPS       </w:t>
      </w:r>
    </w:p>
    <w:p w:rsidR="0062748B" w:rsidRDefault="0062748B" w:rsidP="0062748B">
      <w:r>
        <w:t xml:space="preserve">20.1.22      .         .        +INF       EPS       </w:t>
      </w:r>
    </w:p>
    <w:p w:rsidR="0062748B" w:rsidRDefault="0062748B" w:rsidP="0062748B">
      <w:r>
        <w:t xml:space="preserve">20.1.23      .         .        +INF       EPS       </w:t>
      </w:r>
    </w:p>
    <w:p w:rsidR="0062748B" w:rsidRDefault="0062748B" w:rsidP="0062748B">
      <w:r>
        <w:t xml:space="preserve">20.1.24      .         .        +INF       EPS       </w:t>
      </w:r>
    </w:p>
    <w:p w:rsidR="0062748B" w:rsidRDefault="0062748B" w:rsidP="0062748B">
      <w:r>
        <w:t xml:space="preserve">20.1.25      .         .        +INF       EPS       </w:t>
      </w:r>
    </w:p>
    <w:p w:rsidR="0062748B" w:rsidRDefault="0062748B" w:rsidP="0062748B">
      <w:r>
        <w:t xml:space="preserve">20.1.26      .         .        +INF       EPS       </w:t>
      </w:r>
    </w:p>
    <w:p w:rsidR="0062748B" w:rsidRDefault="0062748B" w:rsidP="0062748B">
      <w:r>
        <w:t xml:space="preserve">20.1.27      .         .        +INF       EPS       </w:t>
      </w:r>
    </w:p>
    <w:p w:rsidR="0062748B" w:rsidRDefault="0062748B" w:rsidP="0062748B">
      <w:r>
        <w:t xml:space="preserve">20.1.28      .         .        +INF       EPS       </w:t>
      </w:r>
    </w:p>
    <w:p w:rsidR="0062748B" w:rsidRDefault="0062748B" w:rsidP="0062748B">
      <w:r>
        <w:t xml:space="preserve">20.1.29      .         .        +INF       EPS       </w:t>
      </w:r>
    </w:p>
    <w:p w:rsidR="0062748B" w:rsidRDefault="0062748B" w:rsidP="0062748B">
      <w:r>
        <w:t xml:space="preserve">21.1.1       .         .        +INF       EPS       </w:t>
      </w:r>
    </w:p>
    <w:p w:rsidR="0062748B" w:rsidRDefault="0062748B" w:rsidP="0062748B">
      <w:r>
        <w:t xml:space="preserve">21.1.2       .         .        +INF       EPS       </w:t>
      </w:r>
    </w:p>
    <w:p w:rsidR="0062748B" w:rsidRDefault="0062748B" w:rsidP="0062748B">
      <w:r>
        <w:t xml:space="preserve">21.1.3       .         .        +INF       EPS       </w:t>
      </w:r>
    </w:p>
    <w:p w:rsidR="0062748B" w:rsidRDefault="0062748B" w:rsidP="0062748B">
      <w:r>
        <w:t xml:space="preserve">21.1.4       .         .        +INF       EPS       </w:t>
      </w:r>
    </w:p>
    <w:p w:rsidR="0062748B" w:rsidRDefault="0062748B" w:rsidP="0062748B">
      <w:r>
        <w:t xml:space="preserve">21.1.5       .         .        +INF       EPS       </w:t>
      </w:r>
    </w:p>
    <w:p w:rsidR="0062748B" w:rsidRDefault="0062748B" w:rsidP="0062748B">
      <w:r>
        <w:t xml:space="preserve">21.1.6       .         .        +INF       EPS       </w:t>
      </w:r>
    </w:p>
    <w:p w:rsidR="0062748B" w:rsidRDefault="0062748B" w:rsidP="0062748B">
      <w:r>
        <w:t xml:space="preserve">21.1.7       .         .        +INF       EPS       </w:t>
      </w:r>
    </w:p>
    <w:p w:rsidR="0062748B" w:rsidRDefault="0062748B" w:rsidP="0062748B">
      <w:r>
        <w:t xml:space="preserve">21.1.8       .         .        +INF       EPS       </w:t>
      </w:r>
    </w:p>
    <w:p w:rsidR="0062748B" w:rsidRDefault="0062748B" w:rsidP="0062748B">
      <w:r>
        <w:t xml:space="preserve">21.1.9       .         .        +INF       EPS       </w:t>
      </w:r>
    </w:p>
    <w:p w:rsidR="0062748B" w:rsidRDefault="0062748B" w:rsidP="0062748B">
      <w:r>
        <w:t xml:space="preserve">21.1.10      .         .        +INF       EPS       </w:t>
      </w:r>
    </w:p>
    <w:p w:rsidR="0062748B" w:rsidRDefault="0062748B" w:rsidP="0062748B">
      <w:r>
        <w:t xml:space="preserve">21.1.11      .         .        +INF       EPS       </w:t>
      </w:r>
    </w:p>
    <w:p w:rsidR="0062748B" w:rsidRDefault="0062748B" w:rsidP="0062748B">
      <w:r>
        <w:lastRenderedPageBreak/>
        <w:t xml:space="preserve">21.1.12      .         .        +INF       EPS       </w:t>
      </w:r>
    </w:p>
    <w:p w:rsidR="0062748B" w:rsidRDefault="0062748B" w:rsidP="0062748B">
      <w:r>
        <w:t xml:space="preserve">21.1.13      .         .        +INF       EPS       </w:t>
      </w:r>
    </w:p>
    <w:p w:rsidR="0062748B" w:rsidRDefault="0062748B" w:rsidP="0062748B">
      <w:r>
        <w:t xml:space="preserve">21.1.14      .         .        +INF       EPS       </w:t>
      </w:r>
    </w:p>
    <w:p w:rsidR="0062748B" w:rsidRDefault="0062748B" w:rsidP="0062748B">
      <w:r>
        <w:t xml:space="preserve">21.1.15      .         .        +INF       EPS       </w:t>
      </w:r>
    </w:p>
    <w:p w:rsidR="0062748B" w:rsidRDefault="0062748B" w:rsidP="0062748B">
      <w:r>
        <w:t xml:space="preserve">21.1.16      .         .        +INF       EPS       </w:t>
      </w:r>
    </w:p>
    <w:p w:rsidR="0062748B" w:rsidRDefault="0062748B" w:rsidP="0062748B">
      <w:r>
        <w:t xml:space="preserve">21.1.17      .         .        +INF       EPS       </w:t>
      </w:r>
    </w:p>
    <w:p w:rsidR="0062748B" w:rsidRDefault="0062748B" w:rsidP="0062748B">
      <w:r>
        <w:t xml:space="preserve">21.1.18      .         .        +INF       EPS       </w:t>
      </w:r>
    </w:p>
    <w:p w:rsidR="0062748B" w:rsidRDefault="0062748B" w:rsidP="0062748B">
      <w:r>
        <w:t xml:space="preserve">21.1.19      .         .        +INF       EPS       </w:t>
      </w:r>
    </w:p>
    <w:p w:rsidR="0062748B" w:rsidRDefault="0062748B" w:rsidP="0062748B">
      <w:r>
        <w:t xml:space="preserve">21.1.20      .         .        +INF       EPS       </w:t>
      </w:r>
    </w:p>
    <w:p w:rsidR="0062748B" w:rsidRDefault="0062748B" w:rsidP="0062748B">
      <w:r>
        <w:t xml:space="preserve">21.1.21      .         .        +INF       EPS       </w:t>
      </w:r>
    </w:p>
    <w:p w:rsidR="0062748B" w:rsidRDefault="0062748B" w:rsidP="0062748B">
      <w:r>
        <w:t xml:space="preserve">21.1.22      .         .        +INF       EPS       </w:t>
      </w:r>
    </w:p>
    <w:p w:rsidR="0062748B" w:rsidRDefault="0062748B" w:rsidP="0062748B">
      <w:r>
        <w:t xml:space="preserve">21.1.23      .         .        +INF       EPS       </w:t>
      </w:r>
    </w:p>
    <w:p w:rsidR="0062748B" w:rsidRDefault="0062748B" w:rsidP="0062748B">
      <w:r>
        <w:t xml:space="preserve">21.1.24      .         .        +INF       EPS       </w:t>
      </w:r>
    </w:p>
    <w:p w:rsidR="0062748B" w:rsidRDefault="0062748B" w:rsidP="0062748B">
      <w:r>
        <w:t xml:space="preserve">21.1.25      .         .        +INF       EPS       </w:t>
      </w:r>
    </w:p>
    <w:p w:rsidR="0062748B" w:rsidRDefault="0062748B" w:rsidP="0062748B">
      <w:r>
        <w:t xml:space="preserve">21.1.26      .         .        +INF       EPS       </w:t>
      </w:r>
    </w:p>
    <w:p w:rsidR="0062748B" w:rsidRDefault="0062748B" w:rsidP="0062748B">
      <w:r>
        <w:t xml:space="preserve">21.1.27      .         .        +INF       EPS       </w:t>
      </w:r>
    </w:p>
    <w:p w:rsidR="0062748B" w:rsidRDefault="0062748B" w:rsidP="0062748B">
      <w:r>
        <w:t xml:space="preserve">21.1.28      .         .        +INF       EPS       </w:t>
      </w:r>
    </w:p>
    <w:p w:rsidR="0062748B" w:rsidRDefault="0062748B" w:rsidP="0062748B">
      <w:r>
        <w:t xml:space="preserve">21.1.29      .         .        +INF       EPS       </w:t>
      </w:r>
    </w:p>
    <w:p w:rsidR="0062748B" w:rsidRDefault="0062748B" w:rsidP="0062748B">
      <w:r>
        <w:t xml:space="preserve">22.1.1       .         .        +INF       EPS       </w:t>
      </w:r>
    </w:p>
    <w:p w:rsidR="0062748B" w:rsidRDefault="0062748B" w:rsidP="0062748B">
      <w:r>
        <w:t xml:space="preserve">22.1.2       .         .        +INF       EPS       </w:t>
      </w:r>
    </w:p>
    <w:p w:rsidR="0062748B" w:rsidRDefault="0062748B" w:rsidP="0062748B">
      <w:r>
        <w:t xml:space="preserve">22.1.3       .         .        +INF       EPS       </w:t>
      </w:r>
    </w:p>
    <w:p w:rsidR="0062748B" w:rsidRDefault="0062748B" w:rsidP="0062748B">
      <w:r>
        <w:t xml:space="preserve">22.1.4       .         .        +INF       EPS       </w:t>
      </w:r>
    </w:p>
    <w:p w:rsidR="0062748B" w:rsidRDefault="0062748B" w:rsidP="0062748B">
      <w:r>
        <w:t xml:space="preserve">22.1.5       .         .        +INF       EPS       </w:t>
      </w:r>
    </w:p>
    <w:p w:rsidR="0062748B" w:rsidRDefault="0062748B" w:rsidP="0062748B">
      <w:r>
        <w:t xml:space="preserve">22.1.6       .         .        +INF       EPS       </w:t>
      </w:r>
    </w:p>
    <w:p w:rsidR="0062748B" w:rsidRDefault="0062748B" w:rsidP="0062748B">
      <w:r>
        <w:t xml:space="preserve">22.1.7       .         .        +INF       EPS       </w:t>
      </w:r>
    </w:p>
    <w:p w:rsidR="0062748B" w:rsidRDefault="0062748B" w:rsidP="0062748B">
      <w:r>
        <w:lastRenderedPageBreak/>
        <w:t xml:space="preserve">22.1.8       .         .        +INF       EPS       </w:t>
      </w:r>
    </w:p>
    <w:p w:rsidR="0062748B" w:rsidRDefault="0062748B" w:rsidP="0062748B">
      <w:r>
        <w:t xml:space="preserve">22.1.9       .         .        +INF       EPS       </w:t>
      </w:r>
    </w:p>
    <w:p w:rsidR="0062748B" w:rsidRDefault="0062748B" w:rsidP="0062748B">
      <w:r>
        <w:t xml:space="preserve">22.1.10      .         .        +INF       EPS       </w:t>
      </w:r>
    </w:p>
    <w:p w:rsidR="0062748B" w:rsidRDefault="0062748B" w:rsidP="0062748B">
      <w:r>
        <w:t xml:space="preserve">22.1.11      .         .        +INF       EPS       </w:t>
      </w:r>
    </w:p>
    <w:p w:rsidR="0062748B" w:rsidRDefault="0062748B" w:rsidP="0062748B">
      <w:r>
        <w:t xml:space="preserve">22.1.12      .         .        +INF       EPS       </w:t>
      </w:r>
    </w:p>
    <w:p w:rsidR="0062748B" w:rsidRDefault="0062748B" w:rsidP="0062748B">
      <w:r>
        <w:t xml:space="preserve">22.1.13      .         .        +INF       EPS       </w:t>
      </w:r>
    </w:p>
    <w:p w:rsidR="0062748B" w:rsidRDefault="0062748B" w:rsidP="0062748B">
      <w:r>
        <w:t xml:space="preserve">22.1.14      .         .        +INF       EPS       </w:t>
      </w:r>
    </w:p>
    <w:p w:rsidR="0062748B" w:rsidRDefault="0062748B" w:rsidP="0062748B">
      <w:r>
        <w:t xml:space="preserve">22.1.15      .         .        +INF       EPS       </w:t>
      </w:r>
    </w:p>
    <w:p w:rsidR="0062748B" w:rsidRDefault="0062748B" w:rsidP="0062748B">
      <w:r>
        <w:t xml:space="preserve">22.1.16      .         .        +INF       EPS       </w:t>
      </w:r>
    </w:p>
    <w:p w:rsidR="0062748B" w:rsidRDefault="0062748B" w:rsidP="0062748B">
      <w:r>
        <w:t xml:space="preserve">22.1.17      .         .        +INF       EPS       </w:t>
      </w:r>
    </w:p>
    <w:p w:rsidR="0062748B" w:rsidRDefault="0062748B" w:rsidP="0062748B">
      <w:r>
        <w:t xml:space="preserve">22.1.18      .         .        +INF       EPS       </w:t>
      </w:r>
    </w:p>
    <w:p w:rsidR="0062748B" w:rsidRDefault="0062748B" w:rsidP="0062748B">
      <w:r>
        <w:t xml:space="preserve">22.1.19      .         .        +INF       EPS       </w:t>
      </w:r>
    </w:p>
    <w:p w:rsidR="0062748B" w:rsidRDefault="0062748B" w:rsidP="0062748B">
      <w:r>
        <w:t xml:space="preserve">22.1.20      .         .        +INF       EPS       </w:t>
      </w:r>
    </w:p>
    <w:p w:rsidR="0062748B" w:rsidRDefault="0062748B" w:rsidP="0062748B">
      <w:r>
        <w:t xml:space="preserve">22.1.21      .         .        +INF       EPS       </w:t>
      </w:r>
    </w:p>
    <w:p w:rsidR="0062748B" w:rsidRDefault="0062748B" w:rsidP="0062748B">
      <w:r>
        <w:t xml:space="preserve">22.1.22      .         .        +INF       EPS       </w:t>
      </w:r>
    </w:p>
    <w:p w:rsidR="0062748B" w:rsidRDefault="0062748B" w:rsidP="0062748B">
      <w:r>
        <w:t xml:space="preserve">22.1.23      .         .        +INF       EPS       </w:t>
      </w:r>
    </w:p>
    <w:p w:rsidR="0062748B" w:rsidRDefault="0062748B" w:rsidP="0062748B">
      <w:r>
        <w:t xml:space="preserve">22.1.24      .         .        +INF       EPS       </w:t>
      </w:r>
    </w:p>
    <w:p w:rsidR="0062748B" w:rsidRDefault="0062748B" w:rsidP="0062748B">
      <w:r>
        <w:t xml:space="preserve">22.1.25      .         .        +INF       EPS       </w:t>
      </w:r>
    </w:p>
    <w:p w:rsidR="0062748B" w:rsidRDefault="0062748B" w:rsidP="0062748B">
      <w:r>
        <w:t xml:space="preserve">22.1.26      .         .        +INF       EPS       </w:t>
      </w:r>
    </w:p>
    <w:p w:rsidR="0062748B" w:rsidRDefault="0062748B" w:rsidP="0062748B">
      <w:r>
        <w:t xml:space="preserve">22.1.27      .         .        +INF       EPS       </w:t>
      </w:r>
    </w:p>
    <w:p w:rsidR="0062748B" w:rsidRDefault="0062748B" w:rsidP="0062748B">
      <w:r>
        <w:t xml:space="preserve">22.1.28      .         .        +INF       EPS       </w:t>
      </w:r>
    </w:p>
    <w:p w:rsidR="0062748B" w:rsidRDefault="0062748B" w:rsidP="0062748B">
      <w:r>
        <w:t xml:space="preserve">22.1.29      .         .        +INF       EPS       </w:t>
      </w:r>
    </w:p>
    <w:p w:rsidR="0062748B" w:rsidRDefault="0062748B" w:rsidP="0062748B">
      <w:r>
        <w:t xml:space="preserve">23.1.1       .         .        +INF       EPS       </w:t>
      </w:r>
    </w:p>
    <w:p w:rsidR="0062748B" w:rsidRDefault="0062748B" w:rsidP="0062748B">
      <w:r>
        <w:t xml:space="preserve">23.1.2       .         .        +INF       EPS       </w:t>
      </w:r>
    </w:p>
    <w:p w:rsidR="0062748B" w:rsidRDefault="0062748B" w:rsidP="0062748B">
      <w:r>
        <w:t xml:space="preserve">23.1.3       .         .        +INF       EPS       </w:t>
      </w:r>
    </w:p>
    <w:p w:rsidR="0062748B" w:rsidRDefault="0062748B" w:rsidP="0062748B">
      <w:r>
        <w:lastRenderedPageBreak/>
        <w:t xml:space="preserve">23.1.4       .         .        +INF       EPS       </w:t>
      </w:r>
    </w:p>
    <w:p w:rsidR="0062748B" w:rsidRDefault="0062748B" w:rsidP="0062748B">
      <w:r>
        <w:t xml:space="preserve">23.1.5       .         .        +INF       EPS       </w:t>
      </w:r>
    </w:p>
    <w:p w:rsidR="0062748B" w:rsidRDefault="0062748B" w:rsidP="0062748B">
      <w:r>
        <w:t xml:space="preserve">23.1.6       .         .        +INF       EPS       </w:t>
      </w:r>
    </w:p>
    <w:p w:rsidR="0062748B" w:rsidRDefault="0062748B" w:rsidP="0062748B">
      <w:r>
        <w:t xml:space="preserve">23.1.7       .         .        +INF       EPS       </w:t>
      </w:r>
    </w:p>
    <w:p w:rsidR="0062748B" w:rsidRDefault="0062748B" w:rsidP="0062748B">
      <w:r>
        <w:t xml:space="preserve">23.1.8       .         .        +INF       EPS       </w:t>
      </w:r>
    </w:p>
    <w:p w:rsidR="0062748B" w:rsidRDefault="0062748B" w:rsidP="0062748B">
      <w:r>
        <w:t xml:space="preserve">23.1.9       .         .        +INF       EPS       </w:t>
      </w:r>
    </w:p>
    <w:p w:rsidR="0062748B" w:rsidRDefault="0062748B" w:rsidP="0062748B">
      <w:r>
        <w:t xml:space="preserve">23.1.10      .         .        +INF       EPS       </w:t>
      </w:r>
    </w:p>
    <w:p w:rsidR="0062748B" w:rsidRDefault="0062748B" w:rsidP="0062748B">
      <w:r>
        <w:t xml:space="preserve">23.1.11      .         .        +INF       EPS       </w:t>
      </w:r>
    </w:p>
    <w:p w:rsidR="0062748B" w:rsidRDefault="0062748B" w:rsidP="0062748B">
      <w:r>
        <w:t xml:space="preserve">23.1.12      .         .        +INF       EPS       </w:t>
      </w:r>
    </w:p>
    <w:p w:rsidR="0062748B" w:rsidRDefault="0062748B" w:rsidP="0062748B">
      <w:r>
        <w:t xml:space="preserve">23.1.13      .         .        +INF       EPS       </w:t>
      </w:r>
    </w:p>
    <w:p w:rsidR="0062748B" w:rsidRDefault="0062748B" w:rsidP="0062748B">
      <w:r>
        <w:t xml:space="preserve">23.1.14      .         .        +INF       EPS       </w:t>
      </w:r>
    </w:p>
    <w:p w:rsidR="0062748B" w:rsidRDefault="0062748B" w:rsidP="0062748B">
      <w:r>
        <w:t xml:space="preserve">23.1.15      .         .        +INF       EPS       </w:t>
      </w:r>
    </w:p>
    <w:p w:rsidR="0062748B" w:rsidRDefault="0062748B" w:rsidP="0062748B">
      <w:r>
        <w:t xml:space="preserve">23.1.16      .         .        +INF       EPS       </w:t>
      </w:r>
    </w:p>
    <w:p w:rsidR="0062748B" w:rsidRDefault="0062748B" w:rsidP="0062748B">
      <w:r>
        <w:t xml:space="preserve">23.1.17      .         .        +INF       EPS       </w:t>
      </w:r>
    </w:p>
    <w:p w:rsidR="0062748B" w:rsidRDefault="0062748B" w:rsidP="0062748B">
      <w:r>
        <w:t xml:space="preserve">23.1.18      .         .        +INF       EPS       </w:t>
      </w:r>
    </w:p>
    <w:p w:rsidR="0062748B" w:rsidRDefault="0062748B" w:rsidP="0062748B">
      <w:r>
        <w:t xml:space="preserve">23.1.19      .         .        +INF       EPS       </w:t>
      </w:r>
    </w:p>
    <w:p w:rsidR="0062748B" w:rsidRDefault="0062748B" w:rsidP="0062748B">
      <w:r>
        <w:t xml:space="preserve">23.1.20      .         .        +INF       EPS       </w:t>
      </w:r>
    </w:p>
    <w:p w:rsidR="0062748B" w:rsidRDefault="0062748B" w:rsidP="0062748B">
      <w:r>
        <w:t xml:space="preserve">23.1.21      .         .        +INF       EPS       </w:t>
      </w:r>
    </w:p>
    <w:p w:rsidR="0062748B" w:rsidRDefault="0062748B" w:rsidP="0062748B">
      <w:r>
        <w:t xml:space="preserve">23.1.22      .         .        +INF       EPS       </w:t>
      </w:r>
    </w:p>
    <w:p w:rsidR="0062748B" w:rsidRDefault="0062748B" w:rsidP="0062748B">
      <w:r>
        <w:t xml:space="preserve">23.1.23      .         .        +INF       EPS       </w:t>
      </w:r>
    </w:p>
    <w:p w:rsidR="0062748B" w:rsidRDefault="0062748B" w:rsidP="0062748B">
      <w:r>
        <w:t xml:space="preserve">23.1.24      .         .        +INF       EPS       </w:t>
      </w:r>
    </w:p>
    <w:p w:rsidR="0062748B" w:rsidRDefault="0062748B" w:rsidP="0062748B">
      <w:r>
        <w:t xml:space="preserve">23.1.25      .         .        +INF       EPS       </w:t>
      </w:r>
    </w:p>
    <w:p w:rsidR="0062748B" w:rsidRDefault="0062748B" w:rsidP="0062748B">
      <w:r>
        <w:t xml:space="preserve">23.1.26      .         .        +INF       EPS       </w:t>
      </w:r>
    </w:p>
    <w:p w:rsidR="0062748B" w:rsidRDefault="0062748B" w:rsidP="0062748B">
      <w:r>
        <w:t xml:space="preserve">23.1.27      .         .        +INF       EPS       </w:t>
      </w:r>
    </w:p>
    <w:p w:rsidR="0062748B" w:rsidRDefault="0062748B" w:rsidP="0062748B">
      <w:r>
        <w:t xml:space="preserve">23.1.28      .         .        +INF       EPS       </w:t>
      </w:r>
    </w:p>
    <w:p w:rsidR="0062748B" w:rsidRDefault="0062748B" w:rsidP="0062748B">
      <w:r>
        <w:lastRenderedPageBreak/>
        <w:t xml:space="preserve">23.1.29      .         .        +INF       EPS       </w:t>
      </w:r>
    </w:p>
    <w:p w:rsidR="0062748B" w:rsidRDefault="0062748B" w:rsidP="0062748B">
      <w:r>
        <w:t xml:space="preserve">24.1.1       .         .        +INF       EPS       </w:t>
      </w:r>
    </w:p>
    <w:p w:rsidR="0062748B" w:rsidRDefault="0062748B" w:rsidP="0062748B">
      <w:r>
        <w:t xml:space="preserve">24.1.2       .         .        +INF       EPS       </w:t>
      </w:r>
    </w:p>
    <w:p w:rsidR="0062748B" w:rsidRDefault="0062748B" w:rsidP="0062748B">
      <w:r>
        <w:t xml:space="preserve">24.1.3       .         .        +INF       EPS       </w:t>
      </w:r>
    </w:p>
    <w:p w:rsidR="0062748B" w:rsidRDefault="0062748B" w:rsidP="0062748B">
      <w:r>
        <w:t xml:space="preserve">24.1.4       .         .        +INF       EPS       </w:t>
      </w:r>
    </w:p>
    <w:p w:rsidR="0062748B" w:rsidRDefault="0062748B" w:rsidP="0062748B">
      <w:r>
        <w:t xml:space="preserve">24.1.5       .         .        +INF       EPS       </w:t>
      </w:r>
    </w:p>
    <w:p w:rsidR="0062748B" w:rsidRDefault="0062748B" w:rsidP="0062748B">
      <w:r>
        <w:t xml:space="preserve">24.1.6       .         .        +INF       EPS       </w:t>
      </w:r>
    </w:p>
    <w:p w:rsidR="0062748B" w:rsidRDefault="0062748B" w:rsidP="0062748B">
      <w:r>
        <w:t xml:space="preserve">24.1.7       .         .        +INF       EPS       </w:t>
      </w:r>
    </w:p>
    <w:p w:rsidR="0062748B" w:rsidRDefault="0062748B" w:rsidP="0062748B">
      <w:r>
        <w:t xml:space="preserve">24.1.8       .         .        +INF       EPS       </w:t>
      </w:r>
    </w:p>
    <w:p w:rsidR="0062748B" w:rsidRDefault="0062748B" w:rsidP="0062748B">
      <w:r>
        <w:t xml:space="preserve">24.1.9       .         .        +INF       EPS       </w:t>
      </w:r>
    </w:p>
    <w:p w:rsidR="0062748B" w:rsidRDefault="0062748B" w:rsidP="0062748B">
      <w:r>
        <w:t xml:space="preserve">24.1.10      .         .        +INF       EPS       </w:t>
      </w:r>
    </w:p>
    <w:p w:rsidR="0062748B" w:rsidRDefault="0062748B" w:rsidP="0062748B">
      <w:r>
        <w:t xml:space="preserve">24.1.11      .         .        +INF       EPS       </w:t>
      </w:r>
    </w:p>
    <w:p w:rsidR="0062748B" w:rsidRDefault="0062748B" w:rsidP="0062748B">
      <w:r>
        <w:t xml:space="preserve">24.1.12      .         .        +INF       EPS       </w:t>
      </w:r>
    </w:p>
    <w:p w:rsidR="0062748B" w:rsidRDefault="0062748B" w:rsidP="0062748B">
      <w:r>
        <w:t xml:space="preserve">24.1.13      .         .        +INF       EPS       </w:t>
      </w:r>
    </w:p>
    <w:p w:rsidR="0062748B" w:rsidRDefault="0062748B" w:rsidP="0062748B">
      <w:r>
        <w:t xml:space="preserve">24.1.14      .         .        +INF       EPS       </w:t>
      </w:r>
    </w:p>
    <w:p w:rsidR="0062748B" w:rsidRDefault="0062748B" w:rsidP="0062748B">
      <w:r>
        <w:t xml:space="preserve">24.1.15      .         .        +INF       EPS       </w:t>
      </w:r>
    </w:p>
    <w:p w:rsidR="0062748B" w:rsidRDefault="0062748B" w:rsidP="0062748B">
      <w:r>
        <w:t xml:space="preserve">24.1.16      .         .        +INF       EPS       </w:t>
      </w:r>
    </w:p>
    <w:p w:rsidR="0062748B" w:rsidRDefault="0062748B" w:rsidP="0062748B">
      <w:r>
        <w:t xml:space="preserve">24.1.17      .         .        +INF       EPS       </w:t>
      </w:r>
    </w:p>
    <w:p w:rsidR="0062748B" w:rsidRDefault="0062748B" w:rsidP="0062748B">
      <w:r>
        <w:t xml:space="preserve">24.1.18      .         .        +INF       EPS       </w:t>
      </w:r>
    </w:p>
    <w:p w:rsidR="0062748B" w:rsidRDefault="0062748B" w:rsidP="0062748B">
      <w:r>
        <w:t xml:space="preserve">24.1.19      .         .        +INF       EPS       </w:t>
      </w:r>
    </w:p>
    <w:p w:rsidR="0062748B" w:rsidRDefault="0062748B" w:rsidP="0062748B">
      <w:r>
        <w:t xml:space="preserve">24.1.20      .         .        +INF       EPS       </w:t>
      </w:r>
    </w:p>
    <w:p w:rsidR="0062748B" w:rsidRDefault="0062748B" w:rsidP="0062748B">
      <w:r>
        <w:t xml:space="preserve">24.1.21      .         .        +INF       EPS       </w:t>
      </w:r>
    </w:p>
    <w:p w:rsidR="0062748B" w:rsidRDefault="0062748B" w:rsidP="0062748B">
      <w:r>
        <w:t xml:space="preserve">24.1.22      .         .        +INF       EPS       </w:t>
      </w:r>
    </w:p>
    <w:p w:rsidR="0062748B" w:rsidRDefault="0062748B" w:rsidP="0062748B">
      <w:r>
        <w:t xml:space="preserve">24.1.23      .         .        +INF       EPS       </w:t>
      </w:r>
    </w:p>
    <w:p w:rsidR="0062748B" w:rsidRDefault="0062748B" w:rsidP="0062748B">
      <w:r>
        <w:t xml:space="preserve">24.1.24      .         .        +INF       EPS       </w:t>
      </w:r>
    </w:p>
    <w:p w:rsidR="0062748B" w:rsidRDefault="0062748B" w:rsidP="0062748B">
      <w:r>
        <w:lastRenderedPageBreak/>
        <w:t xml:space="preserve">24.1.25      .         .        +INF       EPS       </w:t>
      </w:r>
    </w:p>
    <w:p w:rsidR="0062748B" w:rsidRDefault="0062748B" w:rsidP="0062748B">
      <w:r>
        <w:t xml:space="preserve">24.1.26      .         .        +INF       EPS       </w:t>
      </w:r>
    </w:p>
    <w:p w:rsidR="0062748B" w:rsidRDefault="0062748B" w:rsidP="0062748B">
      <w:r>
        <w:t xml:space="preserve">24.1.27      .         .        +INF       EPS       </w:t>
      </w:r>
    </w:p>
    <w:p w:rsidR="0062748B" w:rsidRDefault="0062748B" w:rsidP="0062748B">
      <w:r>
        <w:t xml:space="preserve">24.1.28      .         .        +INF       EPS       </w:t>
      </w:r>
    </w:p>
    <w:p w:rsidR="0062748B" w:rsidRDefault="0062748B" w:rsidP="0062748B">
      <w:r>
        <w:t xml:space="preserve">24.1.29      .         .        +INF       EPS       </w:t>
      </w:r>
    </w:p>
    <w:p w:rsidR="0062748B" w:rsidRDefault="0062748B" w:rsidP="0062748B">
      <w:r>
        <w:t xml:space="preserve">25.1.1       .         .        +INF       EPS       </w:t>
      </w:r>
    </w:p>
    <w:p w:rsidR="0062748B" w:rsidRDefault="0062748B" w:rsidP="0062748B">
      <w:r>
        <w:t xml:space="preserve">25.1.2       .         .        +INF       EPS       </w:t>
      </w:r>
    </w:p>
    <w:p w:rsidR="0062748B" w:rsidRDefault="0062748B" w:rsidP="0062748B">
      <w:r>
        <w:t xml:space="preserve">25.1.3       .         .        +INF       EPS       </w:t>
      </w:r>
    </w:p>
    <w:p w:rsidR="0062748B" w:rsidRDefault="0062748B" w:rsidP="0062748B">
      <w:r>
        <w:t xml:space="preserve">25.1.4       .         .        +INF       EPS       </w:t>
      </w:r>
    </w:p>
    <w:p w:rsidR="0062748B" w:rsidRDefault="0062748B" w:rsidP="0062748B">
      <w:r>
        <w:t xml:space="preserve">25.1.5       .         .        +INF       EPS       </w:t>
      </w:r>
    </w:p>
    <w:p w:rsidR="0062748B" w:rsidRDefault="0062748B" w:rsidP="0062748B">
      <w:r>
        <w:t xml:space="preserve">25.1.6       .         .        +INF       EPS       </w:t>
      </w:r>
    </w:p>
    <w:p w:rsidR="0062748B" w:rsidRDefault="0062748B" w:rsidP="0062748B">
      <w:r>
        <w:t xml:space="preserve">25.1.7       .         .        +INF       EPS       </w:t>
      </w:r>
    </w:p>
    <w:p w:rsidR="0062748B" w:rsidRDefault="0062748B" w:rsidP="0062748B">
      <w:r>
        <w:t xml:space="preserve">25.1.8       .         .        +INF       EPS       </w:t>
      </w:r>
    </w:p>
    <w:p w:rsidR="0062748B" w:rsidRDefault="0062748B" w:rsidP="0062748B">
      <w:r>
        <w:t xml:space="preserve">25.1.9       .         .        +INF       EPS       </w:t>
      </w:r>
    </w:p>
    <w:p w:rsidR="0062748B" w:rsidRDefault="0062748B" w:rsidP="0062748B">
      <w:r>
        <w:t xml:space="preserve">25.1.10      .         .        +INF       EPS       </w:t>
      </w:r>
    </w:p>
    <w:p w:rsidR="0062748B" w:rsidRDefault="0062748B" w:rsidP="0062748B">
      <w:r>
        <w:t xml:space="preserve">25.1.11      .         .        +INF       EPS       </w:t>
      </w:r>
    </w:p>
    <w:p w:rsidR="0062748B" w:rsidRDefault="0062748B" w:rsidP="0062748B">
      <w:r>
        <w:t xml:space="preserve">25.1.12      .         .        +INF       EPS       </w:t>
      </w:r>
    </w:p>
    <w:p w:rsidR="0062748B" w:rsidRDefault="0062748B" w:rsidP="0062748B">
      <w:r>
        <w:t xml:space="preserve">25.1.13      .         .        +INF       EPS       </w:t>
      </w:r>
    </w:p>
    <w:p w:rsidR="0062748B" w:rsidRDefault="0062748B" w:rsidP="0062748B">
      <w:r>
        <w:t xml:space="preserve">25.1.14      .         .        +INF       EPS       </w:t>
      </w:r>
    </w:p>
    <w:p w:rsidR="0062748B" w:rsidRDefault="0062748B" w:rsidP="0062748B">
      <w:r>
        <w:t xml:space="preserve">25.1.15      .         .        +INF       EPS       </w:t>
      </w:r>
    </w:p>
    <w:p w:rsidR="0062748B" w:rsidRDefault="0062748B" w:rsidP="0062748B">
      <w:r>
        <w:t xml:space="preserve">25.1.16      .         .        +INF       EPS       </w:t>
      </w:r>
    </w:p>
    <w:p w:rsidR="0062748B" w:rsidRDefault="0062748B" w:rsidP="0062748B">
      <w:r>
        <w:t xml:space="preserve">25.1.17      .         .        +INF       EPS       </w:t>
      </w:r>
    </w:p>
    <w:p w:rsidR="0062748B" w:rsidRDefault="0062748B" w:rsidP="0062748B">
      <w:r>
        <w:t xml:space="preserve">25.1.18      .         .        +INF       EPS       </w:t>
      </w:r>
    </w:p>
    <w:p w:rsidR="0062748B" w:rsidRDefault="0062748B" w:rsidP="0062748B">
      <w:r>
        <w:t xml:space="preserve">25.1.19      .         .        +INF       EPS       </w:t>
      </w:r>
    </w:p>
    <w:p w:rsidR="0062748B" w:rsidRDefault="0062748B" w:rsidP="0062748B">
      <w:r>
        <w:t xml:space="preserve">25.1.20      .         .        +INF       EPS       </w:t>
      </w:r>
    </w:p>
    <w:p w:rsidR="0062748B" w:rsidRDefault="0062748B" w:rsidP="0062748B">
      <w:r>
        <w:lastRenderedPageBreak/>
        <w:t xml:space="preserve">25.1.21      .         .        +INF       EPS       </w:t>
      </w:r>
    </w:p>
    <w:p w:rsidR="0062748B" w:rsidRDefault="0062748B" w:rsidP="0062748B">
      <w:r>
        <w:t xml:space="preserve">25.1.22      .         .        +INF       EPS       </w:t>
      </w:r>
    </w:p>
    <w:p w:rsidR="0062748B" w:rsidRDefault="0062748B" w:rsidP="0062748B">
      <w:r>
        <w:t xml:space="preserve">25.1.23      .         .        +INF       EPS       </w:t>
      </w:r>
    </w:p>
    <w:p w:rsidR="0062748B" w:rsidRDefault="0062748B" w:rsidP="0062748B">
      <w:r>
        <w:t xml:space="preserve">25.1.24      .         .        +INF       EPS       </w:t>
      </w:r>
    </w:p>
    <w:p w:rsidR="0062748B" w:rsidRDefault="0062748B" w:rsidP="0062748B">
      <w:r>
        <w:t xml:space="preserve">25.1.25      .         .        +INF       EPS       </w:t>
      </w:r>
    </w:p>
    <w:p w:rsidR="0062748B" w:rsidRDefault="0062748B" w:rsidP="0062748B">
      <w:r>
        <w:t xml:space="preserve">25.1.26      .         .        +INF       EPS       </w:t>
      </w:r>
    </w:p>
    <w:p w:rsidR="0062748B" w:rsidRDefault="0062748B" w:rsidP="0062748B">
      <w:r>
        <w:t xml:space="preserve">25.1.27      .         .        +INF       EPS       </w:t>
      </w:r>
    </w:p>
    <w:p w:rsidR="0062748B" w:rsidRDefault="0062748B" w:rsidP="0062748B">
      <w:r>
        <w:t xml:space="preserve">25.1.28      .         .        +INF       EPS       </w:t>
      </w:r>
    </w:p>
    <w:p w:rsidR="0062748B" w:rsidRDefault="0062748B" w:rsidP="0062748B">
      <w:r>
        <w:t xml:space="preserve">25.1.29      .         .        +INF       EPS       </w:t>
      </w:r>
    </w:p>
    <w:p w:rsidR="0062748B" w:rsidRDefault="0062748B" w:rsidP="0062748B">
      <w:r>
        <w:t xml:space="preserve">26.1.1       .         .        +INF       EPS       </w:t>
      </w:r>
    </w:p>
    <w:p w:rsidR="0062748B" w:rsidRDefault="0062748B" w:rsidP="0062748B">
      <w:r>
        <w:t xml:space="preserve">26.1.2       .         .        +INF       EPS       </w:t>
      </w:r>
    </w:p>
    <w:p w:rsidR="0062748B" w:rsidRDefault="0062748B" w:rsidP="0062748B">
      <w:r>
        <w:t xml:space="preserve">26.1.3       .         .        +INF       EPS       </w:t>
      </w:r>
    </w:p>
    <w:p w:rsidR="0062748B" w:rsidRDefault="0062748B" w:rsidP="0062748B">
      <w:r>
        <w:t xml:space="preserve">26.1.4       .         .        +INF       EPS       </w:t>
      </w:r>
    </w:p>
    <w:p w:rsidR="0062748B" w:rsidRDefault="0062748B" w:rsidP="0062748B">
      <w:r>
        <w:t xml:space="preserve">26.1.5       .         .        +INF       EPS       </w:t>
      </w:r>
    </w:p>
    <w:p w:rsidR="0062748B" w:rsidRDefault="0062748B" w:rsidP="0062748B">
      <w:r>
        <w:t xml:space="preserve">26.1.6       .         .        +INF       EPS       </w:t>
      </w:r>
    </w:p>
    <w:p w:rsidR="0062748B" w:rsidRDefault="0062748B" w:rsidP="0062748B">
      <w:r>
        <w:t xml:space="preserve">26.1.7       .         .        +INF       EPS       </w:t>
      </w:r>
    </w:p>
    <w:p w:rsidR="0062748B" w:rsidRDefault="0062748B" w:rsidP="0062748B">
      <w:r>
        <w:t xml:space="preserve">26.1.8       .         .        +INF       EPS       </w:t>
      </w:r>
    </w:p>
    <w:p w:rsidR="0062748B" w:rsidRDefault="0062748B" w:rsidP="0062748B">
      <w:r>
        <w:t xml:space="preserve">26.1.9       .         .        +INF       EPS       </w:t>
      </w:r>
    </w:p>
    <w:p w:rsidR="0062748B" w:rsidRDefault="0062748B" w:rsidP="0062748B">
      <w:r>
        <w:t xml:space="preserve">26.1.10      .         .        +INF       EPS       </w:t>
      </w:r>
    </w:p>
    <w:p w:rsidR="0062748B" w:rsidRDefault="0062748B" w:rsidP="0062748B">
      <w:r>
        <w:t xml:space="preserve">26.1.11      .         .        +INF       EPS       </w:t>
      </w:r>
    </w:p>
    <w:p w:rsidR="0062748B" w:rsidRDefault="0062748B" w:rsidP="0062748B">
      <w:r>
        <w:t xml:space="preserve">26.1.12      .         .        +INF       EPS       </w:t>
      </w:r>
    </w:p>
    <w:p w:rsidR="0062748B" w:rsidRDefault="0062748B" w:rsidP="0062748B">
      <w:r>
        <w:t xml:space="preserve">26.1.13      .         .        +INF       EPS       </w:t>
      </w:r>
    </w:p>
    <w:p w:rsidR="0062748B" w:rsidRDefault="0062748B" w:rsidP="0062748B">
      <w:r>
        <w:t xml:space="preserve">26.1.14      .         .        +INF       EPS       </w:t>
      </w:r>
    </w:p>
    <w:p w:rsidR="0062748B" w:rsidRDefault="0062748B" w:rsidP="0062748B">
      <w:r>
        <w:t xml:space="preserve">26.1.15      .         .        +INF       EPS       </w:t>
      </w:r>
    </w:p>
    <w:p w:rsidR="0062748B" w:rsidRDefault="0062748B" w:rsidP="0062748B">
      <w:r>
        <w:t xml:space="preserve">26.1.16      .         .        +INF       EPS       </w:t>
      </w:r>
    </w:p>
    <w:p w:rsidR="0062748B" w:rsidRDefault="0062748B" w:rsidP="0062748B">
      <w:r>
        <w:lastRenderedPageBreak/>
        <w:t xml:space="preserve">26.1.17      .         .        +INF       EPS       </w:t>
      </w:r>
    </w:p>
    <w:p w:rsidR="0062748B" w:rsidRDefault="0062748B" w:rsidP="0062748B">
      <w:r>
        <w:t xml:space="preserve">26.1.18      .         .        +INF       EPS       </w:t>
      </w:r>
    </w:p>
    <w:p w:rsidR="0062748B" w:rsidRDefault="0062748B" w:rsidP="0062748B">
      <w:r>
        <w:t xml:space="preserve">26.1.19      .         .        +INF       EPS       </w:t>
      </w:r>
    </w:p>
    <w:p w:rsidR="0062748B" w:rsidRDefault="0062748B" w:rsidP="0062748B">
      <w:r>
        <w:t xml:space="preserve">26.1.20      .         .        +INF       EPS       </w:t>
      </w:r>
    </w:p>
    <w:p w:rsidR="0062748B" w:rsidRDefault="0062748B" w:rsidP="0062748B">
      <w:r>
        <w:t xml:space="preserve">26.1.21      .         .        +INF       EPS       </w:t>
      </w:r>
    </w:p>
    <w:p w:rsidR="0062748B" w:rsidRDefault="0062748B" w:rsidP="0062748B">
      <w:r>
        <w:t xml:space="preserve">26.1.22      .         .        +INF       EPS       </w:t>
      </w:r>
    </w:p>
    <w:p w:rsidR="0062748B" w:rsidRDefault="0062748B" w:rsidP="0062748B">
      <w:r>
        <w:t xml:space="preserve">26.1.23      .         .        +INF       EPS       </w:t>
      </w:r>
    </w:p>
    <w:p w:rsidR="0062748B" w:rsidRDefault="0062748B" w:rsidP="0062748B">
      <w:r>
        <w:t xml:space="preserve">26.1.24      .         .        +INF       EPS       </w:t>
      </w:r>
    </w:p>
    <w:p w:rsidR="0062748B" w:rsidRDefault="0062748B" w:rsidP="0062748B">
      <w:r>
        <w:t xml:space="preserve">26.1.25      .         .        +INF       EPS       </w:t>
      </w:r>
    </w:p>
    <w:p w:rsidR="0062748B" w:rsidRDefault="0062748B" w:rsidP="0062748B">
      <w:r>
        <w:t xml:space="preserve">26.1.26      .         .        +INF       EPS       </w:t>
      </w:r>
    </w:p>
    <w:p w:rsidR="0062748B" w:rsidRDefault="0062748B" w:rsidP="0062748B">
      <w:r>
        <w:t xml:space="preserve">26.1.27      .         .        +INF       EPS       </w:t>
      </w:r>
    </w:p>
    <w:p w:rsidR="0062748B" w:rsidRDefault="0062748B" w:rsidP="0062748B">
      <w:r>
        <w:t xml:space="preserve">26.1.28      .         .        +INF       EPS       </w:t>
      </w:r>
    </w:p>
    <w:p w:rsidR="0062748B" w:rsidRDefault="0062748B" w:rsidP="0062748B">
      <w:r>
        <w:t xml:space="preserve">26.1.29      .         .        +INF       EPS       </w:t>
      </w:r>
    </w:p>
    <w:p w:rsidR="0062748B" w:rsidRDefault="0062748B" w:rsidP="0062748B">
      <w:r>
        <w:t xml:space="preserve">27.1.1       .         .        +INF       EPS       </w:t>
      </w:r>
    </w:p>
    <w:p w:rsidR="0062748B" w:rsidRDefault="0062748B" w:rsidP="0062748B">
      <w:r>
        <w:t xml:space="preserve">27.1.2       .         .        +INF       EPS       </w:t>
      </w:r>
    </w:p>
    <w:p w:rsidR="0062748B" w:rsidRDefault="0062748B" w:rsidP="0062748B">
      <w:r>
        <w:t xml:space="preserve">27.1.3       .         .        +INF       EPS       </w:t>
      </w:r>
    </w:p>
    <w:p w:rsidR="0062748B" w:rsidRDefault="0062748B" w:rsidP="0062748B">
      <w:r>
        <w:t xml:space="preserve">27.1.4       .         .        +INF       EPS       </w:t>
      </w:r>
    </w:p>
    <w:p w:rsidR="0062748B" w:rsidRDefault="0062748B" w:rsidP="0062748B">
      <w:r>
        <w:t xml:space="preserve">27.1.5       .         .        +INF       EPS       </w:t>
      </w:r>
    </w:p>
    <w:p w:rsidR="0062748B" w:rsidRDefault="0062748B" w:rsidP="0062748B">
      <w:r>
        <w:t xml:space="preserve">27.1.6       .         .        +INF       EPS       </w:t>
      </w:r>
    </w:p>
    <w:p w:rsidR="0062748B" w:rsidRDefault="0062748B" w:rsidP="0062748B">
      <w:r>
        <w:t xml:space="preserve">27.1.7       .         .        +INF       EPS       </w:t>
      </w:r>
    </w:p>
    <w:p w:rsidR="0062748B" w:rsidRDefault="0062748B" w:rsidP="0062748B">
      <w:r>
        <w:t xml:space="preserve">27.1.8       .         .        +INF       EPS       </w:t>
      </w:r>
    </w:p>
    <w:p w:rsidR="0062748B" w:rsidRDefault="0062748B" w:rsidP="0062748B">
      <w:r>
        <w:t xml:space="preserve">27.1.9       .         .        +INF       EPS       </w:t>
      </w:r>
    </w:p>
    <w:p w:rsidR="0062748B" w:rsidRDefault="0062748B" w:rsidP="0062748B">
      <w:r>
        <w:t xml:space="preserve">27.1.10      .         .        +INF       EPS       </w:t>
      </w:r>
    </w:p>
    <w:p w:rsidR="0062748B" w:rsidRDefault="0062748B" w:rsidP="0062748B">
      <w:r>
        <w:t xml:space="preserve">27.1.11      .         .        +INF       EPS       </w:t>
      </w:r>
    </w:p>
    <w:p w:rsidR="0062748B" w:rsidRDefault="0062748B" w:rsidP="0062748B">
      <w:r>
        <w:t xml:space="preserve">27.1.12      .         .        +INF       EPS       </w:t>
      </w:r>
    </w:p>
    <w:p w:rsidR="0062748B" w:rsidRDefault="0062748B" w:rsidP="0062748B">
      <w:r>
        <w:lastRenderedPageBreak/>
        <w:t xml:space="preserve">27.1.13      .         .        +INF       EPS       </w:t>
      </w:r>
    </w:p>
    <w:p w:rsidR="0062748B" w:rsidRDefault="0062748B" w:rsidP="0062748B">
      <w:r>
        <w:t xml:space="preserve">27.1.14      .         .        +INF       EPS       </w:t>
      </w:r>
    </w:p>
    <w:p w:rsidR="0062748B" w:rsidRDefault="0062748B" w:rsidP="0062748B">
      <w:r>
        <w:t xml:space="preserve">27.1.15      .         .        +INF       EPS       </w:t>
      </w:r>
    </w:p>
    <w:p w:rsidR="0062748B" w:rsidRDefault="0062748B" w:rsidP="0062748B">
      <w:r>
        <w:t xml:space="preserve">27.1.16      .         .        +INF       EPS       </w:t>
      </w:r>
    </w:p>
    <w:p w:rsidR="0062748B" w:rsidRDefault="0062748B" w:rsidP="0062748B">
      <w:r>
        <w:t xml:space="preserve">27.1.17      .         .        +INF       EPS       </w:t>
      </w:r>
    </w:p>
    <w:p w:rsidR="0062748B" w:rsidRDefault="0062748B" w:rsidP="0062748B">
      <w:r>
        <w:t xml:space="preserve">27.1.18      .         .        +INF       EPS       </w:t>
      </w:r>
    </w:p>
    <w:p w:rsidR="0062748B" w:rsidRDefault="0062748B" w:rsidP="0062748B">
      <w:r>
        <w:t xml:space="preserve">27.1.19      .         .        +INF       EPS       </w:t>
      </w:r>
    </w:p>
    <w:p w:rsidR="0062748B" w:rsidRDefault="0062748B" w:rsidP="0062748B">
      <w:r>
        <w:t xml:space="preserve">27.1.20      .         .        +INF       EPS       </w:t>
      </w:r>
    </w:p>
    <w:p w:rsidR="0062748B" w:rsidRDefault="0062748B" w:rsidP="0062748B">
      <w:r>
        <w:t xml:space="preserve">27.1.21      .         .        +INF       EPS       </w:t>
      </w:r>
    </w:p>
    <w:p w:rsidR="0062748B" w:rsidRDefault="0062748B" w:rsidP="0062748B">
      <w:r>
        <w:t xml:space="preserve">27.1.22      .         .        +INF       EPS       </w:t>
      </w:r>
    </w:p>
    <w:p w:rsidR="0062748B" w:rsidRDefault="0062748B" w:rsidP="0062748B">
      <w:r>
        <w:t xml:space="preserve">27.1.23      .         .        +INF       EPS       </w:t>
      </w:r>
    </w:p>
    <w:p w:rsidR="0062748B" w:rsidRDefault="0062748B" w:rsidP="0062748B">
      <w:r>
        <w:t xml:space="preserve">27.1.24      .         .        +INF       EPS       </w:t>
      </w:r>
    </w:p>
    <w:p w:rsidR="0062748B" w:rsidRDefault="0062748B" w:rsidP="0062748B">
      <w:r>
        <w:t xml:space="preserve">27.1.25      .         .        +INF       EPS       </w:t>
      </w:r>
    </w:p>
    <w:p w:rsidR="0062748B" w:rsidRDefault="0062748B" w:rsidP="0062748B">
      <w:r>
        <w:t xml:space="preserve">27.1.26      .         .        +INF       EPS       </w:t>
      </w:r>
    </w:p>
    <w:p w:rsidR="0062748B" w:rsidRDefault="0062748B" w:rsidP="0062748B">
      <w:r>
        <w:t xml:space="preserve">27.1.27      .         .        +INF       EPS       </w:t>
      </w:r>
    </w:p>
    <w:p w:rsidR="0062748B" w:rsidRDefault="0062748B" w:rsidP="0062748B">
      <w:r>
        <w:t xml:space="preserve">27.1.28      .         .        +INF       EPS       </w:t>
      </w:r>
    </w:p>
    <w:p w:rsidR="0062748B" w:rsidRDefault="0062748B" w:rsidP="0062748B">
      <w:r>
        <w:t xml:space="preserve">27.1.29      .         .        +INF       EPS       </w:t>
      </w:r>
    </w:p>
    <w:p w:rsidR="0062748B" w:rsidRDefault="0062748B" w:rsidP="0062748B">
      <w:r>
        <w:t xml:space="preserve">28.1.1       .         .        +INF       EPS       </w:t>
      </w:r>
    </w:p>
    <w:p w:rsidR="0062748B" w:rsidRDefault="0062748B" w:rsidP="0062748B">
      <w:r>
        <w:t xml:space="preserve">28.1.2       .         .        +INF       EPS       </w:t>
      </w:r>
    </w:p>
    <w:p w:rsidR="0062748B" w:rsidRDefault="0062748B" w:rsidP="0062748B">
      <w:r>
        <w:t xml:space="preserve">28.1.3       .         .        +INF       EPS       </w:t>
      </w:r>
    </w:p>
    <w:p w:rsidR="0062748B" w:rsidRDefault="0062748B" w:rsidP="0062748B">
      <w:r>
        <w:t xml:space="preserve">28.1.4       .         .        +INF       EPS       </w:t>
      </w:r>
    </w:p>
    <w:p w:rsidR="0062748B" w:rsidRDefault="0062748B" w:rsidP="0062748B">
      <w:r>
        <w:t xml:space="preserve">28.1.5       .         .        +INF       EPS       </w:t>
      </w:r>
    </w:p>
    <w:p w:rsidR="0062748B" w:rsidRDefault="0062748B" w:rsidP="0062748B">
      <w:r>
        <w:t xml:space="preserve">28.1.6       .         .        +INF       EPS       </w:t>
      </w:r>
    </w:p>
    <w:p w:rsidR="0062748B" w:rsidRDefault="0062748B" w:rsidP="0062748B">
      <w:r>
        <w:t xml:space="preserve">28.1.7       .         .        +INF       EPS       </w:t>
      </w:r>
    </w:p>
    <w:p w:rsidR="0062748B" w:rsidRDefault="0062748B" w:rsidP="0062748B">
      <w:r>
        <w:t xml:space="preserve">28.1.8       .         .        +INF       EPS       </w:t>
      </w:r>
    </w:p>
    <w:p w:rsidR="0062748B" w:rsidRDefault="0062748B" w:rsidP="0062748B">
      <w:r>
        <w:lastRenderedPageBreak/>
        <w:t xml:space="preserve">28.1.9       .         .        +INF       EPS       </w:t>
      </w:r>
    </w:p>
    <w:p w:rsidR="0062748B" w:rsidRDefault="0062748B" w:rsidP="0062748B">
      <w:r>
        <w:t xml:space="preserve">28.1.10      .         .        +INF       EPS       </w:t>
      </w:r>
    </w:p>
    <w:p w:rsidR="0062748B" w:rsidRDefault="0062748B" w:rsidP="0062748B">
      <w:r>
        <w:t xml:space="preserve">28.1.11      .         .        +INF       EPS       </w:t>
      </w:r>
    </w:p>
    <w:p w:rsidR="0062748B" w:rsidRDefault="0062748B" w:rsidP="0062748B">
      <w:r>
        <w:t xml:space="preserve">28.1.12      .         .        +INF       EPS       </w:t>
      </w:r>
    </w:p>
    <w:p w:rsidR="0062748B" w:rsidRDefault="0062748B" w:rsidP="0062748B">
      <w:r>
        <w:t xml:space="preserve">28.1.13      .         .        +INF       EPS       </w:t>
      </w:r>
    </w:p>
    <w:p w:rsidR="0062748B" w:rsidRDefault="0062748B" w:rsidP="0062748B">
      <w:r>
        <w:t xml:space="preserve">28.1.14      .         .        +INF       EPS       </w:t>
      </w:r>
    </w:p>
    <w:p w:rsidR="0062748B" w:rsidRDefault="0062748B" w:rsidP="0062748B">
      <w:r>
        <w:t xml:space="preserve">28.1.15      .         .        +INF       EPS       </w:t>
      </w:r>
    </w:p>
    <w:p w:rsidR="0062748B" w:rsidRDefault="0062748B" w:rsidP="0062748B">
      <w:r>
        <w:t xml:space="preserve">28.1.16      .         .        +INF       EPS       </w:t>
      </w:r>
    </w:p>
    <w:p w:rsidR="0062748B" w:rsidRDefault="0062748B" w:rsidP="0062748B">
      <w:r>
        <w:t xml:space="preserve">28.1.17      .         .        +INF       EPS       </w:t>
      </w:r>
    </w:p>
    <w:p w:rsidR="0062748B" w:rsidRDefault="0062748B" w:rsidP="0062748B">
      <w:r>
        <w:t xml:space="preserve">28.1.18      .         .        +INF       EPS       </w:t>
      </w:r>
    </w:p>
    <w:p w:rsidR="0062748B" w:rsidRDefault="0062748B" w:rsidP="0062748B">
      <w:r>
        <w:t xml:space="preserve">28.1.19      .         .        +INF       EPS       </w:t>
      </w:r>
    </w:p>
    <w:p w:rsidR="0062748B" w:rsidRDefault="0062748B" w:rsidP="0062748B">
      <w:r>
        <w:t xml:space="preserve">28.1.20      .         .        +INF       EPS       </w:t>
      </w:r>
    </w:p>
    <w:p w:rsidR="0062748B" w:rsidRDefault="0062748B" w:rsidP="0062748B">
      <w:r>
        <w:t xml:space="preserve">28.1.21      .         .        +INF       EPS       </w:t>
      </w:r>
    </w:p>
    <w:p w:rsidR="0062748B" w:rsidRDefault="0062748B" w:rsidP="0062748B">
      <w:r>
        <w:t xml:space="preserve">28.1.22      .         .        +INF       EPS       </w:t>
      </w:r>
    </w:p>
    <w:p w:rsidR="0062748B" w:rsidRDefault="0062748B" w:rsidP="0062748B">
      <w:r>
        <w:t xml:space="preserve">28.1.23      .         .        +INF       EPS       </w:t>
      </w:r>
    </w:p>
    <w:p w:rsidR="0062748B" w:rsidRDefault="0062748B" w:rsidP="0062748B">
      <w:r>
        <w:t xml:space="preserve">28.1.24      .         .        +INF       EPS       </w:t>
      </w:r>
    </w:p>
    <w:p w:rsidR="0062748B" w:rsidRDefault="0062748B" w:rsidP="0062748B">
      <w:r>
        <w:t xml:space="preserve">28.1.25      .         .        +INF       EPS       </w:t>
      </w:r>
    </w:p>
    <w:p w:rsidR="0062748B" w:rsidRDefault="0062748B" w:rsidP="0062748B">
      <w:r>
        <w:t xml:space="preserve">28.1.26      .         .        +INF       EPS       </w:t>
      </w:r>
    </w:p>
    <w:p w:rsidR="0062748B" w:rsidRDefault="0062748B" w:rsidP="0062748B">
      <w:r>
        <w:t xml:space="preserve">28.1.27      .         .        +INF       EPS       </w:t>
      </w:r>
    </w:p>
    <w:p w:rsidR="0062748B" w:rsidRDefault="0062748B" w:rsidP="0062748B">
      <w:r>
        <w:t xml:space="preserve">28.1.28      .         .        +INF       EPS       </w:t>
      </w:r>
    </w:p>
    <w:p w:rsidR="0062748B" w:rsidRDefault="0062748B" w:rsidP="0062748B">
      <w:r>
        <w:t xml:space="preserve">28.1.29      .         .        +INF       EPS       </w:t>
      </w:r>
    </w:p>
    <w:p w:rsidR="0062748B" w:rsidRDefault="0062748B" w:rsidP="0062748B">
      <w:r>
        <w:t xml:space="preserve">29.1.1       .         .        +INF       EPS       </w:t>
      </w:r>
    </w:p>
    <w:p w:rsidR="0062748B" w:rsidRDefault="0062748B" w:rsidP="0062748B">
      <w:r>
        <w:t xml:space="preserve">29.1.2       .         .        +INF       EPS       </w:t>
      </w:r>
    </w:p>
    <w:p w:rsidR="0062748B" w:rsidRDefault="0062748B" w:rsidP="0062748B">
      <w:r>
        <w:t xml:space="preserve">29.1.3       .         .        +INF       EPS       </w:t>
      </w:r>
    </w:p>
    <w:p w:rsidR="0062748B" w:rsidRDefault="0062748B" w:rsidP="0062748B">
      <w:r>
        <w:t xml:space="preserve">29.1.4       .         .        +INF       EPS       </w:t>
      </w:r>
    </w:p>
    <w:p w:rsidR="0062748B" w:rsidRDefault="0062748B" w:rsidP="0062748B">
      <w:r>
        <w:lastRenderedPageBreak/>
        <w:t xml:space="preserve">29.1.5       .         .        +INF       EPS       </w:t>
      </w:r>
    </w:p>
    <w:p w:rsidR="0062748B" w:rsidRDefault="0062748B" w:rsidP="0062748B">
      <w:r>
        <w:t xml:space="preserve">29.1.6       .         .        +INF       EPS       </w:t>
      </w:r>
    </w:p>
    <w:p w:rsidR="0062748B" w:rsidRDefault="0062748B" w:rsidP="0062748B">
      <w:r>
        <w:t xml:space="preserve">29.1.7       .         .        +INF       EPS       </w:t>
      </w:r>
    </w:p>
    <w:p w:rsidR="0062748B" w:rsidRDefault="0062748B" w:rsidP="0062748B">
      <w:r>
        <w:t xml:space="preserve">29.1.8       .         .        +INF       EPS       </w:t>
      </w:r>
    </w:p>
    <w:p w:rsidR="0062748B" w:rsidRDefault="0062748B" w:rsidP="0062748B">
      <w:r>
        <w:t xml:space="preserve">29.1.9       .         .        +INF       EPS       </w:t>
      </w:r>
    </w:p>
    <w:p w:rsidR="0062748B" w:rsidRDefault="0062748B" w:rsidP="0062748B">
      <w:r>
        <w:t xml:space="preserve">29.1.10      .         .        +INF       EPS       </w:t>
      </w:r>
    </w:p>
    <w:p w:rsidR="0062748B" w:rsidRDefault="0062748B" w:rsidP="0062748B">
      <w:r>
        <w:t xml:space="preserve">29.1.11      .         .        +INF       EPS       </w:t>
      </w:r>
    </w:p>
    <w:p w:rsidR="0062748B" w:rsidRDefault="0062748B" w:rsidP="0062748B">
      <w:r>
        <w:t xml:space="preserve">29.1.12      .         .        +INF       EPS       </w:t>
      </w:r>
    </w:p>
    <w:p w:rsidR="0062748B" w:rsidRDefault="0062748B" w:rsidP="0062748B">
      <w:r>
        <w:t xml:space="preserve">29.1.13      .         .        +INF       EPS       </w:t>
      </w:r>
    </w:p>
    <w:p w:rsidR="0062748B" w:rsidRDefault="0062748B" w:rsidP="0062748B">
      <w:r>
        <w:t xml:space="preserve">29.1.14      .         .        +INF       EPS       </w:t>
      </w:r>
    </w:p>
    <w:p w:rsidR="0062748B" w:rsidRDefault="0062748B" w:rsidP="0062748B">
      <w:r>
        <w:t xml:space="preserve">29.1.15      .         .        +INF       EPS       </w:t>
      </w:r>
    </w:p>
    <w:p w:rsidR="0062748B" w:rsidRDefault="0062748B" w:rsidP="0062748B">
      <w:r>
        <w:t xml:space="preserve">29.1.16      .         .        +INF       EPS       </w:t>
      </w:r>
    </w:p>
    <w:p w:rsidR="0062748B" w:rsidRDefault="0062748B" w:rsidP="0062748B">
      <w:r>
        <w:t xml:space="preserve">29.1.17      .         .        +INF       EPS       </w:t>
      </w:r>
    </w:p>
    <w:p w:rsidR="0062748B" w:rsidRDefault="0062748B" w:rsidP="0062748B">
      <w:r>
        <w:t xml:space="preserve">29.1.18      .         .        +INF       EPS       </w:t>
      </w:r>
    </w:p>
    <w:p w:rsidR="0062748B" w:rsidRDefault="0062748B" w:rsidP="0062748B">
      <w:r>
        <w:t xml:space="preserve">29.1.19      .         .        +INF       EPS       </w:t>
      </w:r>
    </w:p>
    <w:p w:rsidR="0062748B" w:rsidRDefault="0062748B" w:rsidP="0062748B">
      <w:r>
        <w:t xml:space="preserve">29.1.20      .         .        +INF       EPS       </w:t>
      </w:r>
    </w:p>
    <w:p w:rsidR="0062748B" w:rsidRDefault="0062748B" w:rsidP="0062748B">
      <w:r>
        <w:t xml:space="preserve">29.1.21      .         .        +INF       EPS       </w:t>
      </w:r>
    </w:p>
    <w:p w:rsidR="0062748B" w:rsidRDefault="0062748B" w:rsidP="0062748B">
      <w:r>
        <w:t xml:space="preserve">29.1.22      .         .        +INF       EPS       </w:t>
      </w:r>
    </w:p>
    <w:p w:rsidR="0062748B" w:rsidRDefault="0062748B" w:rsidP="0062748B">
      <w:r>
        <w:t xml:space="preserve">29.1.23      .         .        +INF       EPS       </w:t>
      </w:r>
    </w:p>
    <w:p w:rsidR="0062748B" w:rsidRDefault="0062748B" w:rsidP="0062748B">
      <w:r>
        <w:t xml:space="preserve">29.1.24      .         .        +INF       EPS       </w:t>
      </w:r>
    </w:p>
    <w:p w:rsidR="0062748B" w:rsidRDefault="0062748B" w:rsidP="0062748B">
      <w:r>
        <w:t xml:space="preserve">29.1.25      .         .        +INF       EPS       </w:t>
      </w:r>
    </w:p>
    <w:p w:rsidR="0062748B" w:rsidRDefault="0062748B" w:rsidP="0062748B">
      <w:r>
        <w:t xml:space="preserve">29.1.26      .         .        +INF       EPS       </w:t>
      </w:r>
    </w:p>
    <w:p w:rsidR="0062748B" w:rsidRDefault="0062748B" w:rsidP="0062748B">
      <w:r>
        <w:t xml:space="preserve">29.1.27      .         .        +INF       EPS       </w:t>
      </w:r>
    </w:p>
    <w:p w:rsidR="0062748B" w:rsidRDefault="0062748B" w:rsidP="0062748B">
      <w:r>
        <w:t xml:space="preserve">29.1.28      .         .        +INF       EPS       </w:t>
      </w:r>
    </w:p>
    <w:p w:rsidR="0062748B" w:rsidRDefault="0062748B" w:rsidP="0062748B">
      <w:r>
        <w:t xml:space="preserve">29.1.29      .         .        +INF       EPS       </w:t>
      </w:r>
    </w:p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VAR OptObject~     -INF       .        +INF       .         </w:t>
      </w:r>
    </w:p>
    <w:p w:rsidR="0062748B" w:rsidRDefault="0062748B" w:rsidP="0062748B"/>
    <w:p w:rsidR="0062748B" w:rsidRDefault="0062748B" w:rsidP="0062748B">
      <w:r>
        <w:t xml:space="preserve">  OptObjective  Objective function for the Optimality problem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**** REPORT SUMMARY :        0     NONOPT</w:t>
      </w:r>
    </w:p>
    <w:p w:rsidR="0062748B" w:rsidRDefault="0062748B" w:rsidP="0062748B">
      <w:r>
        <w:t xml:space="preserve">                             0 INFEASIBLE</w:t>
      </w:r>
    </w:p>
    <w:p w:rsidR="0062748B" w:rsidRDefault="0062748B" w:rsidP="0062748B">
      <w:r>
        <w:t xml:space="preserve">                             0  UNBOUNDED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72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OptObj  =E=  Objective function for the optimality problem</w:t>
      </w:r>
    </w:p>
    <w:p w:rsidR="0062748B" w:rsidRDefault="0062748B" w:rsidP="0062748B"/>
    <w:p w:rsidR="0062748B" w:rsidRDefault="0062748B" w:rsidP="0062748B">
      <w:r>
        <w:t>OptObj..  OptObjective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Optconst1  =L=  Constraint for the optimality problem</w:t>
      </w:r>
    </w:p>
    <w:p w:rsidR="0062748B" w:rsidRDefault="0062748B" w:rsidP="0062748B"/>
    <w:p w:rsidR="0062748B" w:rsidRDefault="0062748B" w:rsidP="0062748B">
      <w:r>
        <w:t>Optconst1(1,1,1)..  pi(1,1,1)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Optconst1(1,1,2)..  pi(1,1,2)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Optconst1(1,1,3)..  pi(1,1,3)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73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pi  simplex variable (one in number)</w:t>
      </w:r>
    </w:p>
    <w:p w:rsidR="0062748B" w:rsidRDefault="0062748B" w:rsidP="0062748B"/>
    <w:p w:rsidR="0062748B" w:rsidRDefault="0062748B" w:rsidP="0062748B">
      <w:r>
        <w:t>pi(1,1,1)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Optconst1(1,1,1)</w:t>
      </w:r>
    </w:p>
    <w:p w:rsidR="0062748B" w:rsidRDefault="0062748B" w:rsidP="0062748B"/>
    <w:p w:rsidR="0062748B" w:rsidRDefault="0062748B" w:rsidP="0062748B">
      <w:r>
        <w:t>pi(1,1,2)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Optconst1(1,1,2)</w:t>
      </w:r>
    </w:p>
    <w:p w:rsidR="0062748B" w:rsidRDefault="0062748B" w:rsidP="0062748B"/>
    <w:p w:rsidR="0062748B" w:rsidRDefault="0062748B" w:rsidP="0062748B">
      <w:r>
        <w:t>pi(1,1,3)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Optconst1(1,1,3)</w:t>
      </w:r>
    </w:p>
    <w:p w:rsidR="0062748B" w:rsidRDefault="0062748B" w:rsidP="0062748B"/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t>---- OptObjective  Objective function for the Optimality problem</w:t>
      </w:r>
    </w:p>
    <w:p w:rsidR="0062748B" w:rsidRDefault="0062748B" w:rsidP="0062748B"/>
    <w:p w:rsidR="0062748B" w:rsidRDefault="0062748B" w:rsidP="0062748B">
      <w:r>
        <w:t>OptObjective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lastRenderedPageBreak/>
        <w:t xml:space="preserve">        1       OptObj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74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7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 2     SINGLE EQUATIONS          842</w:t>
      </w:r>
    </w:p>
    <w:p w:rsidR="0062748B" w:rsidRDefault="0062748B" w:rsidP="0062748B">
      <w:r>
        <w:t>BLOCKS OF VARIABLES           2     SINGLE VARIABLES          842</w:t>
      </w:r>
    </w:p>
    <w:p w:rsidR="0062748B" w:rsidRDefault="0062748B" w:rsidP="0062748B">
      <w:r>
        <w:t>NON ZERO ELEMENTS           842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0.032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0.047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7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75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Optimality          OBJECTIVE  OptObjective</w:t>
      </w:r>
    </w:p>
    <w:p w:rsidR="0062748B" w:rsidRDefault="0062748B" w:rsidP="0062748B">
      <w:r>
        <w:t xml:space="preserve">     TYPE    LP                  DIRECTION  MAXIMIZE</w:t>
      </w:r>
    </w:p>
    <w:p w:rsidR="0062748B" w:rsidRDefault="0062748B" w:rsidP="0062748B">
      <w:r>
        <w:t xml:space="preserve">     SOLVER  CPLEX               FROM LINE  936</w:t>
      </w:r>
    </w:p>
    <w:p w:rsidR="0062748B" w:rsidRDefault="0062748B" w:rsidP="0062748B"/>
    <w:p w:rsidR="0062748B" w:rsidRDefault="0062748B" w:rsidP="0062748B">
      <w:r>
        <w:t xml:space="preserve">**** SOLVER STATUS     1 Normal Completion         </w:t>
      </w:r>
    </w:p>
    <w:p w:rsidR="0062748B" w:rsidRDefault="0062748B" w:rsidP="0062748B">
      <w:r>
        <w:t xml:space="preserve">**** MODEL STATUS      1 Optimal                   </w:t>
      </w:r>
    </w:p>
    <w:p w:rsidR="0062748B" w:rsidRDefault="0062748B" w:rsidP="0062748B">
      <w:r>
        <w:t>**** OBJECTIVE VALUE                0.0000</w:t>
      </w:r>
    </w:p>
    <w:p w:rsidR="0062748B" w:rsidRDefault="0062748B" w:rsidP="0062748B"/>
    <w:p w:rsidR="0062748B" w:rsidRDefault="0062748B" w:rsidP="0062748B">
      <w:r>
        <w:t xml:space="preserve"> RESOURCE USAGE, LIMIT          0.016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/>
    <w:p w:rsidR="0062748B" w:rsidRDefault="0062748B" w:rsidP="0062748B">
      <w:r>
        <w:t xml:space="preserve">IBM ILOG CPLEX   24.1.3 r41464 Released Jul 26, 2013 WEI x86_64/MS Windows    </w:t>
      </w:r>
    </w:p>
    <w:p w:rsidR="0062748B" w:rsidRDefault="0062748B" w:rsidP="0062748B">
      <w:r>
        <w:t>--- GAMS/Cplex licensed for continuous and discrete problems.</w:t>
      </w:r>
    </w:p>
    <w:p w:rsidR="0062748B" w:rsidRDefault="0062748B" w:rsidP="0062748B">
      <w:r>
        <w:t>Cplex 12.5.1.0</w:t>
      </w:r>
    </w:p>
    <w:p w:rsidR="0062748B" w:rsidRDefault="0062748B" w:rsidP="0062748B"/>
    <w:p w:rsidR="0062748B" w:rsidRDefault="0062748B" w:rsidP="0062748B">
      <w:r>
        <w:t>LP status(1): optimal</w:t>
      </w:r>
    </w:p>
    <w:p w:rsidR="0062748B" w:rsidRDefault="0062748B" w:rsidP="0062748B">
      <w:r>
        <w:t>Cplex Time: 0.00sec (det. 0.46 ticks)</w:t>
      </w:r>
    </w:p>
    <w:p w:rsidR="0062748B" w:rsidRDefault="0062748B" w:rsidP="0062748B">
      <w:r>
        <w:t>Optimal solution found.</w:t>
      </w:r>
    </w:p>
    <w:p w:rsidR="0062748B" w:rsidRDefault="0062748B" w:rsidP="0062748B">
      <w:r>
        <w:lastRenderedPageBreak/>
        <w:t>Objective :           0.000000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EQU OptObj          .         .         .        1.000      </w:t>
      </w:r>
    </w:p>
    <w:p w:rsidR="0062748B" w:rsidRDefault="0062748B" w:rsidP="0062748B"/>
    <w:p w:rsidR="0062748B" w:rsidRDefault="0062748B" w:rsidP="0062748B">
      <w:r>
        <w:t xml:space="preserve">  OptObj  Objective function for the optimality problem</w:t>
      </w:r>
    </w:p>
    <w:p w:rsidR="0062748B" w:rsidRDefault="0062748B" w:rsidP="0062748B"/>
    <w:p w:rsidR="0062748B" w:rsidRDefault="0062748B" w:rsidP="0062748B">
      <w:r>
        <w:t>---- EQU Optconst1  Constraint for the optimality problem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-INF       .        1.000      .         </w:t>
      </w:r>
    </w:p>
    <w:p w:rsidR="0062748B" w:rsidRDefault="0062748B" w:rsidP="0062748B">
      <w:r>
        <w:t xml:space="preserve">1 .1.2      -INF       .        1.000      .         </w:t>
      </w:r>
    </w:p>
    <w:p w:rsidR="0062748B" w:rsidRDefault="0062748B" w:rsidP="0062748B">
      <w:r>
        <w:t xml:space="preserve">1 .1.3      -INF       .        1.000      .         </w:t>
      </w:r>
    </w:p>
    <w:p w:rsidR="0062748B" w:rsidRDefault="0062748B" w:rsidP="0062748B">
      <w:r>
        <w:t xml:space="preserve">1 .1.4      -INF       .        1.000      .         </w:t>
      </w:r>
    </w:p>
    <w:p w:rsidR="0062748B" w:rsidRDefault="0062748B" w:rsidP="0062748B">
      <w:r>
        <w:t xml:space="preserve">1 .1.5      -INF       .        1.000      .         </w:t>
      </w:r>
    </w:p>
    <w:p w:rsidR="0062748B" w:rsidRDefault="0062748B" w:rsidP="0062748B">
      <w:r>
        <w:t xml:space="preserve">1 .1.6      -INF       .        1.000      .         </w:t>
      </w:r>
    </w:p>
    <w:p w:rsidR="0062748B" w:rsidRDefault="0062748B" w:rsidP="0062748B">
      <w:r>
        <w:t xml:space="preserve">1 .1.7      -INF       .        1.000      .         </w:t>
      </w:r>
    </w:p>
    <w:p w:rsidR="0062748B" w:rsidRDefault="0062748B" w:rsidP="0062748B">
      <w:r>
        <w:t xml:space="preserve">1 .1.8      -INF       .        1.000      .         </w:t>
      </w:r>
    </w:p>
    <w:p w:rsidR="0062748B" w:rsidRDefault="0062748B" w:rsidP="0062748B">
      <w:r>
        <w:t xml:space="preserve">1 .1.9      -INF       .        1.000      .         </w:t>
      </w:r>
    </w:p>
    <w:p w:rsidR="0062748B" w:rsidRDefault="0062748B" w:rsidP="0062748B">
      <w:r>
        <w:t xml:space="preserve">1 .1.10     -INF       .        1.000      .         </w:t>
      </w:r>
    </w:p>
    <w:p w:rsidR="0062748B" w:rsidRDefault="0062748B" w:rsidP="0062748B">
      <w:r>
        <w:t xml:space="preserve">1 .1.11     -INF       .        1.000      .         </w:t>
      </w:r>
    </w:p>
    <w:p w:rsidR="0062748B" w:rsidRDefault="0062748B" w:rsidP="0062748B">
      <w:r>
        <w:t xml:space="preserve">1 .1.12     -INF       .        1.000      .         </w:t>
      </w:r>
    </w:p>
    <w:p w:rsidR="0062748B" w:rsidRDefault="0062748B" w:rsidP="0062748B">
      <w:r>
        <w:lastRenderedPageBreak/>
        <w:t xml:space="preserve">1 .1.13     -INF       .        1.000      .         </w:t>
      </w:r>
    </w:p>
    <w:p w:rsidR="0062748B" w:rsidRDefault="0062748B" w:rsidP="0062748B">
      <w:r>
        <w:t xml:space="preserve">1 .1.14     -INF       .        1.000      .         </w:t>
      </w:r>
    </w:p>
    <w:p w:rsidR="0062748B" w:rsidRDefault="0062748B" w:rsidP="0062748B">
      <w:r>
        <w:t xml:space="preserve">1 .1.15     -INF       .        1.000      .         </w:t>
      </w:r>
    </w:p>
    <w:p w:rsidR="0062748B" w:rsidRDefault="0062748B" w:rsidP="0062748B">
      <w:r>
        <w:t xml:space="preserve">1 .1.16     -INF       .        1.000      .         </w:t>
      </w:r>
    </w:p>
    <w:p w:rsidR="0062748B" w:rsidRDefault="0062748B" w:rsidP="0062748B">
      <w:r>
        <w:t xml:space="preserve">1 .1.17     -INF       .        1.000      .         </w:t>
      </w:r>
    </w:p>
    <w:p w:rsidR="0062748B" w:rsidRDefault="0062748B" w:rsidP="0062748B">
      <w:r>
        <w:t xml:space="preserve">1 .1.18     -INF       .        1.000      .         </w:t>
      </w:r>
    </w:p>
    <w:p w:rsidR="0062748B" w:rsidRDefault="0062748B" w:rsidP="0062748B">
      <w:r>
        <w:t xml:space="preserve">1 .1.19     -INF       .        1.000      .         </w:t>
      </w:r>
    </w:p>
    <w:p w:rsidR="0062748B" w:rsidRDefault="0062748B" w:rsidP="0062748B">
      <w:r>
        <w:t xml:space="preserve">1 .1.20     -INF       .        1.000      .         </w:t>
      </w:r>
    </w:p>
    <w:p w:rsidR="0062748B" w:rsidRDefault="0062748B" w:rsidP="0062748B">
      <w:r>
        <w:t xml:space="preserve">1 .1.21     -INF       .        1.000      .         </w:t>
      </w:r>
    </w:p>
    <w:p w:rsidR="0062748B" w:rsidRDefault="0062748B" w:rsidP="0062748B">
      <w:r>
        <w:t xml:space="preserve">1 .1.22     -INF       .        1.000      .         </w:t>
      </w:r>
    </w:p>
    <w:p w:rsidR="0062748B" w:rsidRDefault="0062748B" w:rsidP="0062748B">
      <w:r>
        <w:t xml:space="preserve">1 .1.23     -INF       .        1.000      .         </w:t>
      </w:r>
    </w:p>
    <w:p w:rsidR="0062748B" w:rsidRDefault="0062748B" w:rsidP="0062748B">
      <w:r>
        <w:t xml:space="preserve">1 .1.24     -INF       .        1.000      .         </w:t>
      </w:r>
    </w:p>
    <w:p w:rsidR="0062748B" w:rsidRDefault="0062748B" w:rsidP="0062748B">
      <w:r>
        <w:t xml:space="preserve">1 .1.25     -INF       .        1.000      .         </w:t>
      </w:r>
    </w:p>
    <w:p w:rsidR="0062748B" w:rsidRDefault="0062748B" w:rsidP="0062748B">
      <w:r>
        <w:t xml:space="preserve">1 .1.26     -INF       .        1.000      .         </w:t>
      </w:r>
    </w:p>
    <w:p w:rsidR="0062748B" w:rsidRDefault="0062748B" w:rsidP="0062748B">
      <w:r>
        <w:t xml:space="preserve">1 .1.27     -INF       .        1.000      .         </w:t>
      </w:r>
    </w:p>
    <w:p w:rsidR="0062748B" w:rsidRDefault="0062748B" w:rsidP="0062748B">
      <w:r>
        <w:t xml:space="preserve">1 .1.28     -INF       .        1.000      .         </w:t>
      </w:r>
    </w:p>
    <w:p w:rsidR="0062748B" w:rsidRDefault="0062748B" w:rsidP="0062748B">
      <w:r>
        <w:t xml:space="preserve">1 .1.29     -INF       .        1.000      .         </w:t>
      </w:r>
    </w:p>
    <w:p w:rsidR="0062748B" w:rsidRDefault="0062748B" w:rsidP="0062748B">
      <w:r>
        <w:t xml:space="preserve">2 .1.1      -INF       .        1.000      .         </w:t>
      </w:r>
    </w:p>
    <w:p w:rsidR="0062748B" w:rsidRDefault="0062748B" w:rsidP="0062748B">
      <w:r>
        <w:t xml:space="preserve">2 .1.2      -INF       .        1.000      .         </w:t>
      </w:r>
    </w:p>
    <w:p w:rsidR="0062748B" w:rsidRDefault="0062748B" w:rsidP="0062748B">
      <w:r>
        <w:t xml:space="preserve">2 .1.3      -INF       .        1.000      .         </w:t>
      </w:r>
    </w:p>
    <w:p w:rsidR="0062748B" w:rsidRDefault="0062748B" w:rsidP="0062748B">
      <w:r>
        <w:t xml:space="preserve">2 .1.4      -INF       .        1.000      .         </w:t>
      </w:r>
    </w:p>
    <w:p w:rsidR="0062748B" w:rsidRDefault="0062748B" w:rsidP="0062748B">
      <w:r>
        <w:t xml:space="preserve">2 .1.5      -INF       .        1.000      .         </w:t>
      </w:r>
    </w:p>
    <w:p w:rsidR="0062748B" w:rsidRDefault="0062748B" w:rsidP="0062748B">
      <w:r>
        <w:t xml:space="preserve">2 .1.6      -INF       .        1.000      .         </w:t>
      </w:r>
    </w:p>
    <w:p w:rsidR="0062748B" w:rsidRDefault="0062748B" w:rsidP="0062748B">
      <w:r>
        <w:t xml:space="preserve">2 .1.7      -INF       .        1.000      .         </w:t>
      </w:r>
    </w:p>
    <w:p w:rsidR="0062748B" w:rsidRDefault="0062748B" w:rsidP="0062748B">
      <w:r>
        <w:t xml:space="preserve">2 .1.8      -INF       .        1.000      .         </w:t>
      </w:r>
    </w:p>
    <w:p w:rsidR="0062748B" w:rsidRDefault="0062748B" w:rsidP="0062748B">
      <w:r>
        <w:lastRenderedPageBreak/>
        <w:t xml:space="preserve">2 .1.9      -INF       .        1.000      .         </w:t>
      </w:r>
    </w:p>
    <w:p w:rsidR="0062748B" w:rsidRDefault="0062748B" w:rsidP="0062748B">
      <w:r>
        <w:t xml:space="preserve">2 .1.10     -INF       .        1.000      .         </w:t>
      </w:r>
    </w:p>
    <w:p w:rsidR="0062748B" w:rsidRDefault="0062748B" w:rsidP="0062748B">
      <w:r>
        <w:t xml:space="preserve">2 .1.11     -INF       .        1.000      .         </w:t>
      </w:r>
    </w:p>
    <w:p w:rsidR="0062748B" w:rsidRDefault="0062748B" w:rsidP="0062748B">
      <w:r>
        <w:t xml:space="preserve">2 .1.12     -INF       .        1.000      .         </w:t>
      </w:r>
    </w:p>
    <w:p w:rsidR="0062748B" w:rsidRDefault="0062748B" w:rsidP="0062748B">
      <w:r>
        <w:t xml:space="preserve">2 .1.13     -INF       .        1.000      .         </w:t>
      </w:r>
    </w:p>
    <w:p w:rsidR="0062748B" w:rsidRDefault="0062748B" w:rsidP="0062748B">
      <w:r>
        <w:t xml:space="preserve">2 .1.14     -INF       .        1.000      .         </w:t>
      </w:r>
    </w:p>
    <w:p w:rsidR="0062748B" w:rsidRDefault="0062748B" w:rsidP="0062748B">
      <w:r>
        <w:t xml:space="preserve">2 .1.15     -INF       .        1.000      .         </w:t>
      </w:r>
    </w:p>
    <w:p w:rsidR="0062748B" w:rsidRDefault="0062748B" w:rsidP="0062748B">
      <w:r>
        <w:t xml:space="preserve">2 .1.16     -INF       .        1.000      .         </w:t>
      </w:r>
    </w:p>
    <w:p w:rsidR="0062748B" w:rsidRDefault="0062748B" w:rsidP="0062748B">
      <w:r>
        <w:t xml:space="preserve">2 .1.17     -INF       .        1.000      .         </w:t>
      </w:r>
    </w:p>
    <w:p w:rsidR="0062748B" w:rsidRDefault="0062748B" w:rsidP="0062748B">
      <w:r>
        <w:t xml:space="preserve">2 .1.18     -INF       .        1.000      .         </w:t>
      </w:r>
    </w:p>
    <w:p w:rsidR="0062748B" w:rsidRDefault="0062748B" w:rsidP="0062748B">
      <w:r>
        <w:t xml:space="preserve">2 .1.19     -INF       .        1.000      .         </w:t>
      </w:r>
    </w:p>
    <w:p w:rsidR="0062748B" w:rsidRDefault="0062748B" w:rsidP="0062748B">
      <w:r>
        <w:t xml:space="preserve">2 .1.20     -INF       .        1.000      .         </w:t>
      </w:r>
    </w:p>
    <w:p w:rsidR="0062748B" w:rsidRDefault="0062748B" w:rsidP="0062748B">
      <w:r>
        <w:t xml:space="preserve">2 .1.21     -INF       .        1.000      .         </w:t>
      </w:r>
    </w:p>
    <w:p w:rsidR="0062748B" w:rsidRDefault="0062748B" w:rsidP="0062748B">
      <w:r>
        <w:t xml:space="preserve">2 .1.22     -INF       .        1.000      .         </w:t>
      </w:r>
    </w:p>
    <w:p w:rsidR="0062748B" w:rsidRDefault="0062748B" w:rsidP="0062748B">
      <w:r>
        <w:t xml:space="preserve">2 .1.23     -INF       .        1.000      .         </w:t>
      </w:r>
    </w:p>
    <w:p w:rsidR="0062748B" w:rsidRDefault="0062748B" w:rsidP="0062748B">
      <w:r>
        <w:t xml:space="preserve">2 .1.24     -INF       .        1.000      .         </w:t>
      </w:r>
    </w:p>
    <w:p w:rsidR="0062748B" w:rsidRDefault="0062748B" w:rsidP="0062748B">
      <w:r>
        <w:t xml:space="preserve">2 .1.25     -INF       .        1.000      .         </w:t>
      </w:r>
    </w:p>
    <w:p w:rsidR="0062748B" w:rsidRDefault="0062748B" w:rsidP="0062748B">
      <w:r>
        <w:t xml:space="preserve">2 .1.26     -INF       .        1.000      .         </w:t>
      </w:r>
    </w:p>
    <w:p w:rsidR="0062748B" w:rsidRDefault="0062748B" w:rsidP="0062748B">
      <w:r>
        <w:t xml:space="preserve">2 .1.27     -INF       .        1.000      .         </w:t>
      </w:r>
    </w:p>
    <w:p w:rsidR="0062748B" w:rsidRDefault="0062748B" w:rsidP="0062748B">
      <w:r>
        <w:t xml:space="preserve">2 .1.28     -INF       .        1.000      .         </w:t>
      </w:r>
    </w:p>
    <w:p w:rsidR="0062748B" w:rsidRDefault="0062748B" w:rsidP="0062748B">
      <w:r>
        <w:t xml:space="preserve">2 .1.29     -INF       .        1.000      .         </w:t>
      </w:r>
    </w:p>
    <w:p w:rsidR="0062748B" w:rsidRDefault="0062748B" w:rsidP="0062748B">
      <w:r>
        <w:t xml:space="preserve">3 .1.1      -INF       .        1.000      .         </w:t>
      </w:r>
    </w:p>
    <w:p w:rsidR="0062748B" w:rsidRDefault="0062748B" w:rsidP="0062748B">
      <w:r>
        <w:t xml:space="preserve">3 .1.2      -INF       .        1.000      .         </w:t>
      </w:r>
    </w:p>
    <w:p w:rsidR="0062748B" w:rsidRDefault="0062748B" w:rsidP="0062748B">
      <w:r>
        <w:t xml:space="preserve">3 .1.3      -INF       .        1.000      .         </w:t>
      </w:r>
    </w:p>
    <w:p w:rsidR="0062748B" w:rsidRDefault="0062748B" w:rsidP="0062748B">
      <w:r>
        <w:t xml:space="preserve">3 .1.4      -INF       .        1.000      .         </w:t>
      </w:r>
    </w:p>
    <w:p w:rsidR="0062748B" w:rsidRDefault="0062748B" w:rsidP="0062748B">
      <w:r>
        <w:lastRenderedPageBreak/>
        <w:t xml:space="preserve">3 .1.5      -INF       .        1.000      .         </w:t>
      </w:r>
    </w:p>
    <w:p w:rsidR="0062748B" w:rsidRDefault="0062748B" w:rsidP="0062748B">
      <w:r>
        <w:t xml:space="preserve">3 .1.6      -INF       .        1.000      .         </w:t>
      </w:r>
    </w:p>
    <w:p w:rsidR="0062748B" w:rsidRDefault="0062748B" w:rsidP="0062748B">
      <w:r>
        <w:t xml:space="preserve">3 .1.7      -INF       .        1.000      .         </w:t>
      </w:r>
    </w:p>
    <w:p w:rsidR="0062748B" w:rsidRDefault="0062748B" w:rsidP="0062748B">
      <w:r>
        <w:t xml:space="preserve">3 .1.8      -INF       .        1.000      .         </w:t>
      </w:r>
    </w:p>
    <w:p w:rsidR="0062748B" w:rsidRDefault="0062748B" w:rsidP="0062748B">
      <w:r>
        <w:t xml:space="preserve">3 .1.9      -INF       .        1.000      .         </w:t>
      </w:r>
    </w:p>
    <w:p w:rsidR="0062748B" w:rsidRDefault="0062748B" w:rsidP="0062748B">
      <w:r>
        <w:t xml:space="preserve">3 .1.10     -INF       .        1.000      .         </w:t>
      </w:r>
    </w:p>
    <w:p w:rsidR="0062748B" w:rsidRDefault="0062748B" w:rsidP="0062748B">
      <w:r>
        <w:t xml:space="preserve">3 .1.11     -INF       .        1.000      .         </w:t>
      </w:r>
    </w:p>
    <w:p w:rsidR="0062748B" w:rsidRDefault="0062748B" w:rsidP="0062748B">
      <w:r>
        <w:t xml:space="preserve">3 .1.12     -INF       .        1.000      .         </w:t>
      </w:r>
    </w:p>
    <w:p w:rsidR="0062748B" w:rsidRDefault="0062748B" w:rsidP="0062748B">
      <w:r>
        <w:t xml:space="preserve">3 .1.13     -INF       .        1.000      .         </w:t>
      </w:r>
    </w:p>
    <w:p w:rsidR="0062748B" w:rsidRDefault="0062748B" w:rsidP="0062748B">
      <w:r>
        <w:t xml:space="preserve">3 .1.14     -INF       .        1.000      .         </w:t>
      </w:r>
    </w:p>
    <w:p w:rsidR="0062748B" w:rsidRDefault="0062748B" w:rsidP="0062748B">
      <w:r>
        <w:t xml:space="preserve">3 .1.15     -INF       .        1.000      .         </w:t>
      </w:r>
    </w:p>
    <w:p w:rsidR="0062748B" w:rsidRDefault="0062748B" w:rsidP="0062748B">
      <w:r>
        <w:t xml:space="preserve">3 .1.16     -INF       .        1.000      .         </w:t>
      </w:r>
    </w:p>
    <w:p w:rsidR="0062748B" w:rsidRDefault="0062748B" w:rsidP="0062748B">
      <w:r>
        <w:t xml:space="preserve">3 .1.17     -INF       .        1.000      .         </w:t>
      </w:r>
    </w:p>
    <w:p w:rsidR="0062748B" w:rsidRDefault="0062748B" w:rsidP="0062748B">
      <w:r>
        <w:t xml:space="preserve">3 .1.18     -INF       .        1.000      .         </w:t>
      </w:r>
    </w:p>
    <w:p w:rsidR="0062748B" w:rsidRDefault="0062748B" w:rsidP="0062748B">
      <w:r>
        <w:t xml:space="preserve">3 .1.19     -INF       .        1.000      .         </w:t>
      </w:r>
    </w:p>
    <w:p w:rsidR="0062748B" w:rsidRDefault="0062748B" w:rsidP="0062748B">
      <w:r>
        <w:t xml:space="preserve">3 .1.20     -INF       .        1.000      .         </w:t>
      </w:r>
    </w:p>
    <w:p w:rsidR="0062748B" w:rsidRDefault="0062748B" w:rsidP="0062748B">
      <w:r>
        <w:t xml:space="preserve">3 .1.21     -INF       .        1.000      .         </w:t>
      </w:r>
    </w:p>
    <w:p w:rsidR="0062748B" w:rsidRDefault="0062748B" w:rsidP="0062748B">
      <w:r>
        <w:t xml:space="preserve">3 .1.22     -INF       .        1.000      .         </w:t>
      </w:r>
    </w:p>
    <w:p w:rsidR="0062748B" w:rsidRDefault="0062748B" w:rsidP="0062748B">
      <w:r>
        <w:t xml:space="preserve">3 .1.23     -INF       .        1.000      .         </w:t>
      </w:r>
    </w:p>
    <w:p w:rsidR="0062748B" w:rsidRDefault="0062748B" w:rsidP="0062748B">
      <w:r>
        <w:t xml:space="preserve">3 .1.24     -INF       .        1.000      .         </w:t>
      </w:r>
    </w:p>
    <w:p w:rsidR="0062748B" w:rsidRDefault="0062748B" w:rsidP="0062748B">
      <w:r>
        <w:t xml:space="preserve">3 .1.25     -INF       .        1.000      .         </w:t>
      </w:r>
    </w:p>
    <w:p w:rsidR="0062748B" w:rsidRDefault="0062748B" w:rsidP="0062748B">
      <w:r>
        <w:t xml:space="preserve">3 .1.26     -INF       .        1.000      .         </w:t>
      </w:r>
    </w:p>
    <w:p w:rsidR="0062748B" w:rsidRDefault="0062748B" w:rsidP="0062748B">
      <w:r>
        <w:t xml:space="preserve">3 .1.27     -INF       .        1.000      .         </w:t>
      </w:r>
    </w:p>
    <w:p w:rsidR="0062748B" w:rsidRDefault="0062748B" w:rsidP="0062748B">
      <w:r>
        <w:t xml:space="preserve">3 .1.28     -INF       .        1.000      .         </w:t>
      </w:r>
    </w:p>
    <w:p w:rsidR="0062748B" w:rsidRDefault="0062748B" w:rsidP="0062748B">
      <w:r>
        <w:t xml:space="preserve">3 .1.29     -INF       .        1.000      .         </w:t>
      </w:r>
    </w:p>
    <w:p w:rsidR="0062748B" w:rsidRDefault="0062748B" w:rsidP="0062748B">
      <w:r>
        <w:lastRenderedPageBreak/>
        <w:t xml:space="preserve">4 .1.1      -INF       .        1.000      .         </w:t>
      </w:r>
    </w:p>
    <w:p w:rsidR="0062748B" w:rsidRDefault="0062748B" w:rsidP="0062748B">
      <w:r>
        <w:t xml:space="preserve">4 .1.2      -INF       .        1.000      .         </w:t>
      </w:r>
    </w:p>
    <w:p w:rsidR="0062748B" w:rsidRDefault="0062748B" w:rsidP="0062748B">
      <w:r>
        <w:t xml:space="preserve">4 .1.3      -INF       .        1.000      .         </w:t>
      </w:r>
    </w:p>
    <w:p w:rsidR="0062748B" w:rsidRDefault="0062748B" w:rsidP="0062748B">
      <w:r>
        <w:t xml:space="preserve">4 .1.4      -INF       .        1.000      .         </w:t>
      </w:r>
    </w:p>
    <w:p w:rsidR="0062748B" w:rsidRDefault="0062748B" w:rsidP="0062748B">
      <w:r>
        <w:t xml:space="preserve">4 .1.5      -INF       .        1.000      .         </w:t>
      </w:r>
    </w:p>
    <w:p w:rsidR="0062748B" w:rsidRDefault="0062748B" w:rsidP="0062748B">
      <w:r>
        <w:t xml:space="preserve">4 .1.6      -INF       .        1.000      .         </w:t>
      </w:r>
    </w:p>
    <w:p w:rsidR="0062748B" w:rsidRDefault="0062748B" w:rsidP="0062748B">
      <w:r>
        <w:t xml:space="preserve">4 .1.7      -INF       .        1.000      .         </w:t>
      </w:r>
    </w:p>
    <w:p w:rsidR="0062748B" w:rsidRDefault="0062748B" w:rsidP="0062748B">
      <w:r>
        <w:t xml:space="preserve">4 .1.8      -INF       .        1.000      .         </w:t>
      </w:r>
    </w:p>
    <w:p w:rsidR="0062748B" w:rsidRDefault="0062748B" w:rsidP="0062748B">
      <w:r>
        <w:t xml:space="preserve">4 .1.9      -INF       .        1.000      .         </w:t>
      </w:r>
    </w:p>
    <w:p w:rsidR="0062748B" w:rsidRDefault="0062748B" w:rsidP="0062748B">
      <w:r>
        <w:t xml:space="preserve">4 .1.10     -INF       .        1.000      .         </w:t>
      </w:r>
    </w:p>
    <w:p w:rsidR="0062748B" w:rsidRDefault="0062748B" w:rsidP="0062748B">
      <w:r>
        <w:t xml:space="preserve">4 .1.11     -INF       .        1.000      .         </w:t>
      </w:r>
    </w:p>
    <w:p w:rsidR="0062748B" w:rsidRDefault="0062748B" w:rsidP="0062748B">
      <w:r>
        <w:t xml:space="preserve">4 .1.12     -INF       .        1.000      .         </w:t>
      </w:r>
    </w:p>
    <w:p w:rsidR="0062748B" w:rsidRDefault="0062748B" w:rsidP="0062748B">
      <w:r>
        <w:t xml:space="preserve">4 .1.13     -INF       .        1.000      .         </w:t>
      </w:r>
    </w:p>
    <w:p w:rsidR="0062748B" w:rsidRDefault="0062748B" w:rsidP="0062748B">
      <w:r>
        <w:t xml:space="preserve">4 .1.14     -INF       .        1.000      .         </w:t>
      </w:r>
    </w:p>
    <w:p w:rsidR="0062748B" w:rsidRDefault="0062748B" w:rsidP="0062748B">
      <w:r>
        <w:t xml:space="preserve">4 .1.15     -INF       .        1.000      .         </w:t>
      </w:r>
    </w:p>
    <w:p w:rsidR="0062748B" w:rsidRDefault="0062748B" w:rsidP="0062748B">
      <w:r>
        <w:t xml:space="preserve">4 .1.16     -INF       .        1.000      .         </w:t>
      </w:r>
    </w:p>
    <w:p w:rsidR="0062748B" w:rsidRDefault="0062748B" w:rsidP="0062748B">
      <w:r>
        <w:t xml:space="preserve">4 .1.17     -INF       .        1.000      .         </w:t>
      </w:r>
    </w:p>
    <w:p w:rsidR="0062748B" w:rsidRDefault="0062748B" w:rsidP="0062748B">
      <w:r>
        <w:t xml:space="preserve">4 .1.18     -INF       .        1.000      .         </w:t>
      </w:r>
    </w:p>
    <w:p w:rsidR="0062748B" w:rsidRDefault="0062748B" w:rsidP="0062748B">
      <w:r>
        <w:t xml:space="preserve">4 .1.19     -INF       .        1.000      .         </w:t>
      </w:r>
    </w:p>
    <w:p w:rsidR="0062748B" w:rsidRDefault="0062748B" w:rsidP="0062748B">
      <w:r>
        <w:t xml:space="preserve">4 .1.20     -INF       .        1.000      .         </w:t>
      </w:r>
    </w:p>
    <w:p w:rsidR="0062748B" w:rsidRDefault="0062748B" w:rsidP="0062748B">
      <w:r>
        <w:t xml:space="preserve">4 .1.21     -INF       .        1.000      .         </w:t>
      </w:r>
    </w:p>
    <w:p w:rsidR="0062748B" w:rsidRDefault="0062748B" w:rsidP="0062748B">
      <w:r>
        <w:t xml:space="preserve">4 .1.22     -INF       .        1.000      .         </w:t>
      </w:r>
    </w:p>
    <w:p w:rsidR="0062748B" w:rsidRDefault="0062748B" w:rsidP="0062748B">
      <w:r>
        <w:t xml:space="preserve">4 .1.23     -INF       .        1.000      .         </w:t>
      </w:r>
    </w:p>
    <w:p w:rsidR="0062748B" w:rsidRDefault="0062748B" w:rsidP="0062748B">
      <w:r>
        <w:t xml:space="preserve">4 .1.24     -INF       .        1.000      .         </w:t>
      </w:r>
    </w:p>
    <w:p w:rsidR="0062748B" w:rsidRDefault="0062748B" w:rsidP="0062748B">
      <w:r>
        <w:t xml:space="preserve">4 .1.25     -INF       .        1.000      .         </w:t>
      </w:r>
    </w:p>
    <w:p w:rsidR="0062748B" w:rsidRDefault="0062748B" w:rsidP="0062748B">
      <w:r>
        <w:lastRenderedPageBreak/>
        <w:t xml:space="preserve">4 .1.26     -INF       .        1.000      .         </w:t>
      </w:r>
    </w:p>
    <w:p w:rsidR="0062748B" w:rsidRDefault="0062748B" w:rsidP="0062748B">
      <w:r>
        <w:t xml:space="preserve">4 .1.27     -INF       .        1.000      .         </w:t>
      </w:r>
    </w:p>
    <w:p w:rsidR="0062748B" w:rsidRDefault="0062748B" w:rsidP="0062748B">
      <w:r>
        <w:t xml:space="preserve">4 .1.28     -INF       .        1.000      .         </w:t>
      </w:r>
    </w:p>
    <w:p w:rsidR="0062748B" w:rsidRDefault="0062748B" w:rsidP="0062748B">
      <w:r>
        <w:t xml:space="preserve">4 .1.29     -INF       .        1.000      .         </w:t>
      </w:r>
    </w:p>
    <w:p w:rsidR="0062748B" w:rsidRDefault="0062748B" w:rsidP="0062748B">
      <w:r>
        <w:t xml:space="preserve">5 .1.1      -INF       .        1.000      .         </w:t>
      </w:r>
    </w:p>
    <w:p w:rsidR="0062748B" w:rsidRDefault="0062748B" w:rsidP="0062748B">
      <w:r>
        <w:t xml:space="preserve">5 .1.2      -INF       .        1.000      .         </w:t>
      </w:r>
    </w:p>
    <w:p w:rsidR="0062748B" w:rsidRDefault="0062748B" w:rsidP="0062748B">
      <w:r>
        <w:t xml:space="preserve">5 .1.3      -INF       .        1.000      .         </w:t>
      </w:r>
    </w:p>
    <w:p w:rsidR="0062748B" w:rsidRDefault="0062748B" w:rsidP="0062748B">
      <w:r>
        <w:t xml:space="preserve">5 .1.4      -INF       .        1.000      .         </w:t>
      </w:r>
    </w:p>
    <w:p w:rsidR="0062748B" w:rsidRDefault="0062748B" w:rsidP="0062748B">
      <w:r>
        <w:t xml:space="preserve">5 .1.5      -INF       .        1.000      .         </w:t>
      </w:r>
    </w:p>
    <w:p w:rsidR="0062748B" w:rsidRDefault="0062748B" w:rsidP="0062748B">
      <w:r>
        <w:t xml:space="preserve">5 .1.6      -INF       .        1.000      .         </w:t>
      </w:r>
    </w:p>
    <w:p w:rsidR="0062748B" w:rsidRDefault="0062748B" w:rsidP="0062748B">
      <w:r>
        <w:t xml:space="preserve">5 .1.7      -INF       .        1.000      .         </w:t>
      </w:r>
    </w:p>
    <w:p w:rsidR="0062748B" w:rsidRDefault="0062748B" w:rsidP="0062748B">
      <w:r>
        <w:t xml:space="preserve">5 .1.8      -INF       .        1.000      .         </w:t>
      </w:r>
    </w:p>
    <w:p w:rsidR="0062748B" w:rsidRDefault="0062748B" w:rsidP="0062748B">
      <w:r>
        <w:t xml:space="preserve">5 .1.9      -INF       .        1.000      .         </w:t>
      </w:r>
    </w:p>
    <w:p w:rsidR="0062748B" w:rsidRDefault="0062748B" w:rsidP="0062748B">
      <w:r>
        <w:t xml:space="preserve">5 .1.10     -INF       .        1.000      .         </w:t>
      </w:r>
    </w:p>
    <w:p w:rsidR="0062748B" w:rsidRDefault="0062748B" w:rsidP="0062748B">
      <w:r>
        <w:t xml:space="preserve">5 .1.11     -INF       .        1.000      .         </w:t>
      </w:r>
    </w:p>
    <w:p w:rsidR="0062748B" w:rsidRDefault="0062748B" w:rsidP="0062748B">
      <w:r>
        <w:t xml:space="preserve">5 .1.12     -INF       .        1.000      .         </w:t>
      </w:r>
    </w:p>
    <w:p w:rsidR="0062748B" w:rsidRDefault="0062748B" w:rsidP="0062748B">
      <w:r>
        <w:t xml:space="preserve">5 .1.13     -INF       .        1.000      .         </w:t>
      </w:r>
    </w:p>
    <w:p w:rsidR="0062748B" w:rsidRDefault="0062748B" w:rsidP="0062748B">
      <w:r>
        <w:t xml:space="preserve">5 .1.14     -INF       .        1.000      .         </w:t>
      </w:r>
    </w:p>
    <w:p w:rsidR="0062748B" w:rsidRDefault="0062748B" w:rsidP="0062748B">
      <w:r>
        <w:t xml:space="preserve">5 .1.15     -INF       .        1.000      .         </w:t>
      </w:r>
    </w:p>
    <w:p w:rsidR="0062748B" w:rsidRDefault="0062748B" w:rsidP="0062748B">
      <w:r>
        <w:t xml:space="preserve">5 .1.16     -INF       .        1.000      .         </w:t>
      </w:r>
    </w:p>
    <w:p w:rsidR="0062748B" w:rsidRDefault="0062748B" w:rsidP="0062748B">
      <w:r>
        <w:t xml:space="preserve">5 .1.17     -INF       .        1.000      .         </w:t>
      </w:r>
    </w:p>
    <w:p w:rsidR="0062748B" w:rsidRDefault="0062748B" w:rsidP="0062748B">
      <w:r>
        <w:t xml:space="preserve">5 .1.18     -INF       .        1.000      .         </w:t>
      </w:r>
    </w:p>
    <w:p w:rsidR="0062748B" w:rsidRDefault="0062748B" w:rsidP="0062748B">
      <w:r>
        <w:t xml:space="preserve">5 .1.19     -INF       .        1.000      .         </w:t>
      </w:r>
    </w:p>
    <w:p w:rsidR="0062748B" w:rsidRDefault="0062748B" w:rsidP="0062748B">
      <w:r>
        <w:t xml:space="preserve">5 .1.20     -INF       .        1.000      .         </w:t>
      </w:r>
    </w:p>
    <w:p w:rsidR="0062748B" w:rsidRDefault="0062748B" w:rsidP="0062748B">
      <w:r>
        <w:t xml:space="preserve">5 .1.21     -INF       .        1.000      .         </w:t>
      </w:r>
    </w:p>
    <w:p w:rsidR="0062748B" w:rsidRDefault="0062748B" w:rsidP="0062748B">
      <w:r>
        <w:lastRenderedPageBreak/>
        <w:t xml:space="preserve">5 .1.22     -INF       .        1.000      .         </w:t>
      </w:r>
    </w:p>
    <w:p w:rsidR="0062748B" w:rsidRDefault="0062748B" w:rsidP="0062748B">
      <w:r>
        <w:t xml:space="preserve">5 .1.23     -INF       .        1.000      .         </w:t>
      </w:r>
    </w:p>
    <w:p w:rsidR="0062748B" w:rsidRDefault="0062748B" w:rsidP="0062748B">
      <w:r>
        <w:t xml:space="preserve">5 .1.24     -INF       .        1.000      .         </w:t>
      </w:r>
    </w:p>
    <w:p w:rsidR="0062748B" w:rsidRDefault="0062748B" w:rsidP="0062748B">
      <w:r>
        <w:t xml:space="preserve">5 .1.25     -INF       .        1.000      .         </w:t>
      </w:r>
    </w:p>
    <w:p w:rsidR="0062748B" w:rsidRDefault="0062748B" w:rsidP="0062748B">
      <w:r>
        <w:t xml:space="preserve">5 .1.26     -INF       .        1.000      .         </w:t>
      </w:r>
    </w:p>
    <w:p w:rsidR="0062748B" w:rsidRDefault="0062748B" w:rsidP="0062748B">
      <w:r>
        <w:t xml:space="preserve">5 .1.27     -INF       .        1.000      .         </w:t>
      </w:r>
    </w:p>
    <w:p w:rsidR="0062748B" w:rsidRDefault="0062748B" w:rsidP="0062748B">
      <w:r>
        <w:t xml:space="preserve">5 .1.28     -INF       .        1.000      .         </w:t>
      </w:r>
    </w:p>
    <w:p w:rsidR="0062748B" w:rsidRDefault="0062748B" w:rsidP="0062748B">
      <w:r>
        <w:t xml:space="preserve">5 .1.29     -INF       .        1.000      .         </w:t>
      </w:r>
    </w:p>
    <w:p w:rsidR="0062748B" w:rsidRDefault="0062748B" w:rsidP="0062748B">
      <w:r>
        <w:t xml:space="preserve">6 .1.1      -INF       .        1.000      .         </w:t>
      </w:r>
    </w:p>
    <w:p w:rsidR="0062748B" w:rsidRDefault="0062748B" w:rsidP="0062748B">
      <w:r>
        <w:t xml:space="preserve">6 .1.2      -INF       .        1.000      .         </w:t>
      </w:r>
    </w:p>
    <w:p w:rsidR="0062748B" w:rsidRDefault="0062748B" w:rsidP="0062748B">
      <w:r>
        <w:t xml:space="preserve">6 .1.3      -INF       .        1.000      .         </w:t>
      </w:r>
    </w:p>
    <w:p w:rsidR="0062748B" w:rsidRDefault="0062748B" w:rsidP="0062748B">
      <w:r>
        <w:t xml:space="preserve">6 .1.4      -INF       .        1.000      .         </w:t>
      </w:r>
    </w:p>
    <w:p w:rsidR="0062748B" w:rsidRDefault="0062748B" w:rsidP="0062748B">
      <w:r>
        <w:t xml:space="preserve">6 .1.5      -INF       .        1.000      .         </w:t>
      </w:r>
    </w:p>
    <w:p w:rsidR="0062748B" w:rsidRDefault="0062748B" w:rsidP="0062748B">
      <w:r>
        <w:t xml:space="preserve">6 .1.6      -INF       .        1.000      .         </w:t>
      </w:r>
    </w:p>
    <w:p w:rsidR="0062748B" w:rsidRDefault="0062748B" w:rsidP="0062748B">
      <w:r>
        <w:t xml:space="preserve">6 .1.7      -INF       .        1.000      .         </w:t>
      </w:r>
    </w:p>
    <w:p w:rsidR="0062748B" w:rsidRDefault="0062748B" w:rsidP="0062748B">
      <w:r>
        <w:t xml:space="preserve">6 .1.8      -INF       .        1.000      .         </w:t>
      </w:r>
    </w:p>
    <w:p w:rsidR="0062748B" w:rsidRDefault="0062748B" w:rsidP="0062748B">
      <w:r>
        <w:t xml:space="preserve">6 .1.9      -INF       .        1.000      .         </w:t>
      </w:r>
    </w:p>
    <w:p w:rsidR="0062748B" w:rsidRDefault="0062748B" w:rsidP="0062748B">
      <w:r>
        <w:t xml:space="preserve">6 .1.10     -INF       .        1.000      .         </w:t>
      </w:r>
    </w:p>
    <w:p w:rsidR="0062748B" w:rsidRDefault="0062748B" w:rsidP="0062748B">
      <w:r>
        <w:t xml:space="preserve">6 .1.11     -INF       .        1.000      .         </w:t>
      </w:r>
    </w:p>
    <w:p w:rsidR="0062748B" w:rsidRDefault="0062748B" w:rsidP="0062748B">
      <w:r>
        <w:t xml:space="preserve">6 .1.12     -INF       .        1.000      .         </w:t>
      </w:r>
    </w:p>
    <w:p w:rsidR="0062748B" w:rsidRDefault="0062748B" w:rsidP="0062748B">
      <w:r>
        <w:t xml:space="preserve">6 .1.13     -INF       .        1.000      .         </w:t>
      </w:r>
    </w:p>
    <w:p w:rsidR="0062748B" w:rsidRDefault="0062748B" w:rsidP="0062748B">
      <w:r>
        <w:t xml:space="preserve">6 .1.14     -INF       .        1.000      .         </w:t>
      </w:r>
    </w:p>
    <w:p w:rsidR="0062748B" w:rsidRDefault="0062748B" w:rsidP="0062748B">
      <w:r>
        <w:t xml:space="preserve">6 .1.15     -INF       .        1.000      .         </w:t>
      </w:r>
    </w:p>
    <w:p w:rsidR="0062748B" w:rsidRDefault="0062748B" w:rsidP="0062748B">
      <w:r>
        <w:t xml:space="preserve">6 .1.16     -INF       .        1.000      .         </w:t>
      </w:r>
    </w:p>
    <w:p w:rsidR="0062748B" w:rsidRDefault="0062748B" w:rsidP="0062748B">
      <w:r>
        <w:t xml:space="preserve">6 .1.17     -INF       .        1.000      .         </w:t>
      </w:r>
    </w:p>
    <w:p w:rsidR="0062748B" w:rsidRDefault="0062748B" w:rsidP="0062748B">
      <w:r>
        <w:lastRenderedPageBreak/>
        <w:t xml:space="preserve">6 .1.18     -INF       .        1.000      .         </w:t>
      </w:r>
    </w:p>
    <w:p w:rsidR="0062748B" w:rsidRDefault="0062748B" w:rsidP="0062748B">
      <w:r>
        <w:t xml:space="preserve">6 .1.19     -INF       .        1.000      .         </w:t>
      </w:r>
    </w:p>
    <w:p w:rsidR="0062748B" w:rsidRDefault="0062748B" w:rsidP="0062748B">
      <w:r>
        <w:t xml:space="preserve">6 .1.20     -INF       .        1.000      .         </w:t>
      </w:r>
    </w:p>
    <w:p w:rsidR="0062748B" w:rsidRDefault="0062748B" w:rsidP="0062748B">
      <w:r>
        <w:t xml:space="preserve">6 .1.21     -INF       .        1.000      .         </w:t>
      </w:r>
    </w:p>
    <w:p w:rsidR="0062748B" w:rsidRDefault="0062748B" w:rsidP="0062748B">
      <w:r>
        <w:t xml:space="preserve">6 .1.22     -INF       .        1.000      .         </w:t>
      </w:r>
    </w:p>
    <w:p w:rsidR="0062748B" w:rsidRDefault="0062748B" w:rsidP="0062748B">
      <w:r>
        <w:t xml:space="preserve">6 .1.23     -INF       .        1.000      .         </w:t>
      </w:r>
    </w:p>
    <w:p w:rsidR="0062748B" w:rsidRDefault="0062748B" w:rsidP="0062748B">
      <w:r>
        <w:t xml:space="preserve">6 .1.24     -INF       .        1.000      .         </w:t>
      </w:r>
    </w:p>
    <w:p w:rsidR="0062748B" w:rsidRDefault="0062748B" w:rsidP="0062748B">
      <w:r>
        <w:t xml:space="preserve">6 .1.25     -INF       .        1.000      .         </w:t>
      </w:r>
    </w:p>
    <w:p w:rsidR="0062748B" w:rsidRDefault="0062748B" w:rsidP="0062748B">
      <w:r>
        <w:t xml:space="preserve">6 .1.26     -INF       .        1.000      .         </w:t>
      </w:r>
    </w:p>
    <w:p w:rsidR="0062748B" w:rsidRDefault="0062748B" w:rsidP="0062748B">
      <w:r>
        <w:t xml:space="preserve">6 .1.27     -INF       .        1.000      .         </w:t>
      </w:r>
    </w:p>
    <w:p w:rsidR="0062748B" w:rsidRDefault="0062748B" w:rsidP="0062748B">
      <w:r>
        <w:t xml:space="preserve">6 .1.28     -INF       .        1.000      .         </w:t>
      </w:r>
    </w:p>
    <w:p w:rsidR="0062748B" w:rsidRDefault="0062748B" w:rsidP="0062748B">
      <w:r>
        <w:t xml:space="preserve">6 .1.29     -INF       .        1.000      .         </w:t>
      </w:r>
    </w:p>
    <w:p w:rsidR="0062748B" w:rsidRDefault="0062748B" w:rsidP="0062748B">
      <w:r>
        <w:t xml:space="preserve">7 .1.1      -INF       .        1.000      .         </w:t>
      </w:r>
    </w:p>
    <w:p w:rsidR="0062748B" w:rsidRDefault="0062748B" w:rsidP="0062748B">
      <w:r>
        <w:t xml:space="preserve">7 .1.2      -INF       .        1.000      .         </w:t>
      </w:r>
    </w:p>
    <w:p w:rsidR="0062748B" w:rsidRDefault="0062748B" w:rsidP="0062748B">
      <w:r>
        <w:t xml:space="preserve">7 .1.3      -INF       .        1.000      .         </w:t>
      </w:r>
    </w:p>
    <w:p w:rsidR="0062748B" w:rsidRDefault="0062748B" w:rsidP="0062748B">
      <w:r>
        <w:t xml:space="preserve">7 .1.4      -INF       .        1.000      .         </w:t>
      </w:r>
    </w:p>
    <w:p w:rsidR="0062748B" w:rsidRDefault="0062748B" w:rsidP="0062748B">
      <w:r>
        <w:t xml:space="preserve">7 .1.5      -INF       .        1.000      .         </w:t>
      </w:r>
    </w:p>
    <w:p w:rsidR="0062748B" w:rsidRDefault="0062748B" w:rsidP="0062748B">
      <w:r>
        <w:t xml:space="preserve">7 .1.6      -INF       .        1.000      .         </w:t>
      </w:r>
    </w:p>
    <w:p w:rsidR="0062748B" w:rsidRDefault="0062748B" w:rsidP="0062748B">
      <w:r>
        <w:t xml:space="preserve">7 .1.7      -INF       .        1.000      .         </w:t>
      </w:r>
    </w:p>
    <w:p w:rsidR="0062748B" w:rsidRDefault="0062748B" w:rsidP="0062748B">
      <w:r>
        <w:t xml:space="preserve">7 .1.8      -INF       .        1.000      .         </w:t>
      </w:r>
    </w:p>
    <w:p w:rsidR="0062748B" w:rsidRDefault="0062748B" w:rsidP="0062748B">
      <w:r>
        <w:t xml:space="preserve">7 .1.9      -INF       .        1.000      .         </w:t>
      </w:r>
    </w:p>
    <w:p w:rsidR="0062748B" w:rsidRDefault="0062748B" w:rsidP="0062748B">
      <w:r>
        <w:t xml:space="preserve">7 .1.10     -INF       .        1.000      .         </w:t>
      </w:r>
    </w:p>
    <w:p w:rsidR="0062748B" w:rsidRDefault="0062748B" w:rsidP="0062748B">
      <w:r>
        <w:t xml:space="preserve">7 .1.11     -INF       .        1.000      .         </w:t>
      </w:r>
    </w:p>
    <w:p w:rsidR="0062748B" w:rsidRDefault="0062748B" w:rsidP="0062748B">
      <w:r>
        <w:t xml:space="preserve">7 .1.12     -INF       .        1.000      .         </w:t>
      </w:r>
    </w:p>
    <w:p w:rsidR="0062748B" w:rsidRDefault="0062748B" w:rsidP="0062748B">
      <w:r>
        <w:t xml:space="preserve">7 .1.13     -INF       .        1.000      .         </w:t>
      </w:r>
    </w:p>
    <w:p w:rsidR="0062748B" w:rsidRDefault="0062748B" w:rsidP="0062748B">
      <w:r>
        <w:lastRenderedPageBreak/>
        <w:t xml:space="preserve">7 .1.14     -INF       .        1.000      .         </w:t>
      </w:r>
    </w:p>
    <w:p w:rsidR="0062748B" w:rsidRDefault="0062748B" w:rsidP="0062748B">
      <w:r>
        <w:t xml:space="preserve">7 .1.15     -INF       .        1.000      .         </w:t>
      </w:r>
    </w:p>
    <w:p w:rsidR="0062748B" w:rsidRDefault="0062748B" w:rsidP="0062748B">
      <w:r>
        <w:t xml:space="preserve">7 .1.16     -INF       .        1.000      .         </w:t>
      </w:r>
    </w:p>
    <w:p w:rsidR="0062748B" w:rsidRDefault="0062748B" w:rsidP="0062748B">
      <w:r>
        <w:t xml:space="preserve">7 .1.17     -INF       .        1.000      .         </w:t>
      </w:r>
    </w:p>
    <w:p w:rsidR="0062748B" w:rsidRDefault="0062748B" w:rsidP="0062748B">
      <w:r>
        <w:t xml:space="preserve">7 .1.18     -INF       .        1.000      .         </w:t>
      </w:r>
    </w:p>
    <w:p w:rsidR="0062748B" w:rsidRDefault="0062748B" w:rsidP="0062748B">
      <w:r>
        <w:t xml:space="preserve">7 .1.19     -INF       .        1.000      .         </w:t>
      </w:r>
    </w:p>
    <w:p w:rsidR="0062748B" w:rsidRDefault="0062748B" w:rsidP="0062748B">
      <w:r>
        <w:t xml:space="preserve">7 .1.20     -INF       .        1.000      .         </w:t>
      </w:r>
    </w:p>
    <w:p w:rsidR="0062748B" w:rsidRDefault="0062748B" w:rsidP="0062748B">
      <w:r>
        <w:t xml:space="preserve">7 .1.21     -INF       .        1.000      .         </w:t>
      </w:r>
    </w:p>
    <w:p w:rsidR="0062748B" w:rsidRDefault="0062748B" w:rsidP="0062748B">
      <w:r>
        <w:t xml:space="preserve">7 .1.22     -INF       .        1.000      .         </w:t>
      </w:r>
    </w:p>
    <w:p w:rsidR="0062748B" w:rsidRDefault="0062748B" w:rsidP="0062748B">
      <w:r>
        <w:t xml:space="preserve">7 .1.23     -INF       .        1.000      .         </w:t>
      </w:r>
    </w:p>
    <w:p w:rsidR="0062748B" w:rsidRDefault="0062748B" w:rsidP="0062748B">
      <w:r>
        <w:t xml:space="preserve">7 .1.24     -INF       .        1.000      .         </w:t>
      </w:r>
    </w:p>
    <w:p w:rsidR="0062748B" w:rsidRDefault="0062748B" w:rsidP="0062748B">
      <w:r>
        <w:t xml:space="preserve">7 .1.25     -INF       .        1.000      .         </w:t>
      </w:r>
    </w:p>
    <w:p w:rsidR="0062748B" w:rsidRDefault="0062748B" w:rsidP="0062748B">
      <w:r>
        <w:t xml:space="preserve">7 .1.26     -INF       .        1.000      .         </w:t>
      </w:r>
    </w:p>
    <w:p w:rsidR="0062748B" w:rsidRDefault="0062748B" w:rsidP="0062748B">
      <w:r>
        <w:t xml:space="preserve">7 .1.27     -INF       .        1.000      .         </w:t>
      </w:r>
    </w:p>
    <w:p w:rsidR="0062748B" w:rsidRDefault="0062748B" w:rsidP="0062748B">
      <w:r>
        <w:t xml:space="preserve">7 .1.28     -INF       .        1.000      .         </w:t>
      </w:r>
    </w:p>
    <w:p w:rsidR="0062748B" w:rsidRDefault="0062748B" w:rsidP="0062748B">
      <w:r>
        <w:t xml:space="preserve">7 .1.29     -INF       .        1.000      .         </w:t>
      </w:r>
    </w:p>
    <w:p w:rsidR="0062748B" w:rsidRDefault="0062748B" w:rsidP="0062748B">
      <w:r>
        <w:t xml:space="preserve">8 .1.1      -INF       .        1.000      .         </w:t>
      </w:r>
    </w:p>
    <w:p w:rsidR="0062748B" w:rsidRDefault="0062748B" w:rsidP="0062748B">
      <w:r>
        <w:t xml:space="preserve">8 .1.2      -INF       .        1.000      .         </w:t>
      </w:r>
    </w:p>
    <w:p w:rsidR="0062748B" w:rsidRDefault="0062748B" w:rsidP="0062748B">
      <w:r>
        <w:t xml:space="preserve">8 .1.3      -INF       .        1.000      .         </w:t>
      </w:r>
    </w:p>
    <w:p w:rsidR="0062748B" w:rsidRDefault="0062748B" w:rsidP="0062748B">
      <w:r>
        <w:t xml:space="preserve">8 .1.4      -INF       .        1.000      .         </w:t>
      </w:r>
    </w:p>
    <w:p w:rsidR="0062748B" w:rsidRDefault="0062748B" w:rsidP="0062748B">
      <w:r>
        <w:t xml:space="preserve">8 .1.5      -INF       .        1.000      .         </w:t>
      </w:r>
    </w:p>
    <w:p w:rsidR="0062748B" w:rsidRDefault="0062748B" w:rsidP="0062748B">
      <w:r>
        <w:t xml:space="preserve">8 .1.6      -INF       .        1.000      .         </w:t>
      </w:r>
    </w:p>
    <w:p w:rsidR="0062748B" w:rsidRDefault="0062748B" w:rsidP="0062748B">
      <w:r>
        <w:t xml:space="preserve">8 .1.7      -INF       .        1.000      .         </w:t>
      </w:r>
    </w:p>
    <w:p w:rsidR="0062748B" w:rsidRDefault="0062748B" w:rsidP="0062748B">
      <w:r>
        <w:t xml:space="preserve">8 .1.8      -INF       .        1.000      .         </w:t>
      </w:r>
    </w:p>
    <w:p w:rsidR="0062748B" w:rsidRDefault="0062748B" w:rsidP="0062748B">
      <w:r>
        <w:t xml:space="preserve">8 .1.9      -INF       .        1.000      .         </w:t>
      </w:r>
    </w:p>
    <w:p w:rsidR="0062748B" w:rsidRDefault="0062748B" w:rsidP="0062748B">
      <w:r>
        <w:lastRenderedPageBreak/>
        <w:t xml:space="preserve">8 .1.10     -INF       .        1.000      .         </w:t>
      </w:r>
    </w:p>
    <w:p w:rsidR="0062748B" w:rsidRDefault="0062748B" w:rsidP="0062748B">
      <w:r>
        <w:t xml:space="preserve">8 .1.11     -INF       .        1.000      .         </w:t>
      </w:r>
    </w:p>
    <w:p w:rsidR="0062748B" w:rsidRDefault="0062748B" w:rsidP="0062748B">
      <w:r>
        <w:t xml:space="preserve">8 .1.12     -INF       .        1.000      .         </w:t>
      </w:r>
    </w:p>
    <w:p w:rsidR="0062748B" w:rsidRDefault="0062748B" w:rsidP="0062748B">
      <w:r>
        <w:t xml:space="preserve">8 .1.13     -INF       .        1.000      .         </w:t>
      </w:r>
    </w:p>
    <w:p w:rsidR="0062748B" w:rsidRDefault="0062748B" w:rsidP="0062748B">
      <w:r>
        <w:t xml:space="preserve">8 .1.14     -INF       .        1.000      .         </w:t>
      </w:r>
    </w:p>
    <w:p w:rsidR="0062748B" w:rsidRDefault="0062748B" w:rsidP="0062748B">
      <w:r>
        <w:t xml:space="preserve">8 .1.15     -INF       .        1.000      .         </w:t>
      </w:r>
    </w:p>
    <w:p w:rsidR="0062748B" w:rsidRDefault="0062748B" w:rsidP="0062748B">
      <w:r>
        <w:t xml:space="preserve">8 .1.16     -INF       .        1.000      .         </w:t>
      </w:r>
    </w:p>
    <w:p w:rsidR="0062748B" w:rsidRDefault="0062748B" w:rsidP="0062748B">
      <w:r>
        <w:t xml:space="preserve">8 .1.17     -INF       .        1.000      .         </w:t>
      </w:r>
    </w:p>
    <w:p w:rsidR="0062748B" w:rsidRDefault="0062748B" w:rsidP="0062748B">
      <w:r>
        <w:t xml:space="preserve">8 .1.18     -INF       .        1.000      .         </w:t>
      </w:r>
    </w:p>
    <w:p w:rsidR="0062748B" w:rsidRDefault="0062748B" w:rsidP="0062748B">
      <w:r>
        <w:t xml:space="preserve">8 .1.19     -INF       .        1.000      .         </w:t>
      </w:r>
    </w:p>
    <w:p w:rsidR="0062748B" w:rsidRDefault="0062748B" w:rsidP="0062748B">
      <w:r>
        <w:t xml:space="preserve">8 .1.20     -INF       .        1.000      .         </w:t>
      </w:r>
    </w:p>
    <w:p w:rsidR="0062748B" w:rsidRDefault="0062748B" w:rsidP="0062748B">
      <w:r>
        <w:t xml:space="preserve">8 .1.21     -INF       .        1.000      .         </w:t>
      </w:r>
    </w:p>
    <w:p w:rsidR="0062748B" w:rsidRDefault="0062748B" w:rsidP="0062748B">
      <w:r>
        <w:t xml:space="preserve">8 .1.22     -INF       .        1.000      .         </w:t>
      </w:r>
    </w:p>
    <w:p w:rsidR="0062748B" w:rsidRDefault="0062748B" w:rsidP="0062748B">
      <w:r>
        <w:t xml:space="preserve">8 .1.23     -INF       .        1.000      .         </w:t>
      </w:r>
    </w:p>
    <w:p w:rsidR="0062748B" w:rsidRDefault="0062748B" w:rsidP="0062748B">
      <w:r>
        <w:t xml:space="preserve">8 .1.24     -INF       .        1.000      .         </w:t>
      </w:r>
    </w:p>
    <w:p w:rsidR="0062748B" w:rsidRDefault="0062748B" w:rsidP="0062748B">
      <w:r>
        <w:t xml:space="preserve">8 .1.25     -INF       .        1.000      .         </w:t>
      </w:r>
    </w:p>
    <w:p w:rsidR="0062748B" w:rsidRDefault="0062748B" w:rsidP="0062748B">
      <w:r>
        <w:t xml:space="preserve">8 .1.26     -INF       .        1.000      .         </w:t>
      </w:r>
    </w:p>
    <w:p w:rsidR="0062748B" w:rsidRDefault="0062748B" w:rsidP="0062748B">
      <w:r>
        <w:t xml:space="preserve">8 .1.27     -INF       .        1.000      .         </w:t>
      </w:r>
    </w:p>
    <w:p w:rsidR="0062748B" w:rsidRDefault="0062748B" w:rsidP="0062748B">
      <w:r>
        <w:t xml:space="preserve">8 .1.28     -INF       .        1.000      .         </w:t>
      </w:r>
    </w:p>
    <w:p w:rsidR="0062748B" w:rsidRDefault="0062748B" w:rsidP="0062748B">
      <w:r>
        <w:t xml:space="preserve">8 .1.29     -INF       .        1.000      .         </w:t>
      </w:r>
    </w:p>
    <w:p w:rsidR="0062748B" w:rsidRDefault="0062748B" w:rsidP="0062748B">
      <w:r>
        <w:t xml:space="preserve">9 .1.1      -INF       .        1.000      .         </w:t>
      </w:r>
    </w:p>
    <w:p w:rsidR="0062748B" w:rsidRDefault="0062748B" w:rsidP="0062748B">
      <w:r>
        <w:t xml:space="preserve">9 .1.2      -INF       .        1.000      .         </w:t>
      </w:r>
    </w:p>
    <w:p w:rsidR="0062748B" w:rsidRDefault="0062748B" w:rsidP="0062748B">
      <w:r>
        <w:t xml:space="preserve">9 .1.3      -INF       .        1.000      .         </w:t>
      </w:r>
    </w:p>
    <w:p w:rsidR="0062748B" w:rsidRDefault="0062748B" w:rsidP="0062748B">
      <w:r>
        <w:t xml:space="preserve">9 .1.4      -INF       .        1.000      .         </w:t>
      </w:r>
    </w:p>
    <w:p w:rsidR="0062748B" w:rsidRDefault="0062748B" w:rsidP="0062748B">
      <w:r>
        <w:t xml:space="preserve">9 .1.5      -INF       .        1.000      .         </w:t>
      </w:r>
    </w:p>
    <w:p w:rsidR="0062748B" w:rsidRDefault="0062748B" w:rsidP="0062748B">
      <w:r>
        <w:lastRenderedPageBreak/>
        <w:t xml:space="preserve">9 .1.6      -INF       .        1.000      .         </w:t>
      </w:r>
    </w:p>
    <w:p w:rsidR="0062748B" w:rsidRDefault="0062748B" w:rsidP="0062748B">
      <w:r>
        <w:t xml:space="preserve">9 .1.7      -INF       .        1.000      .         </w:t>
      </w:r>
    </w:p>
    <w:p w:rsidR="0062748B" w:rsidRDefault="0062748B" w:rsidP="0062748B">
      <w:r>
        <w:t xml:space="preserve">9 .1.8      -INF       .        1.000      .         </w:t>
      </w:r>
    </w:p>
    <w:p w:rsidR="0062748B" w:rsidRDefault="0062748B" w:rsidP="0062748B">
      <w:r>
        <w:t xml:space="preserve">9 .1.9      -INF       .        1.000      .         </w:t>
      </w:r>
    </w:p>
    <w:p w:rsidR="0062748B" w:rsidRDefault="0062748B" w:rsidP="0062748B">
      <w:r>
        <w:t xml:space="preserve">9 .1.10     -INF       .        1.000      .         </w:t>
      </w:r>
    </w:p>
    <w:p w:rsidR="0062748B" w:rsidRDefault="0062748B" w:rsidP="0062748B">
      <w:r>
        <w:t xml:space="preserve">9 .1.11     -INF       .        1.000      .         </w:t>
      </w:r>
    </w:p>
    <w:p w:rsidR="0062748B" w:rsidRDefault="0062748B" w:rsidP="0062748B">
      <w:r>
        <w:t xml:space="preserve">9 .1.12     -INF       .        1.000      .         </w:t>
      </w:r>
    </w:p>
    <w:p w:rsidR="0062748B" w:rsidRDefault="0062748B" w:rsidP="0062748B">
      <w:r>
        <w:t xml:space="preserve">9 .1.13     -INF       .        1.000      .         </w:t>
      </w:r>
    </w:p>
    <w:p w:rsidR="0062748B" w:rsidRDefault="0062748B" w:rsidP="0062748B">
      <w:r>
        <w:t xml:space="preserve">9 .1.14     -INF       .        1.000      .         </w:t>
      </w:r>
    </w:p>
    <w:p w:rsidR="0062748B" w:rsidRDefault="0062748B" w:rsidP="0062748B">
      <w:r>
        <w:t xml:space="preserve">9 .1.15     -INF       .        1.000      .         </w:t>
      </w:r>
    </w:p>
    <w:p w:rsidR="0062748B" w:rsidRDefault="0062748B" w:rsidP="0062748B">
      <w:r>
        <w:t xml:space="preserve">9 .1.16     -INF       .        1.000      .         </w:t>
      </w:r>
    </w:p>
    <w:p w:rsidR="0062748B" w:rsidRDefault="0062748B" w:rsidP="0062748B">
      <w:r>
        <w:t xml:space="preserve">9 .1.17     -INF       .        1.000      .         </w:t>
      </w:r>
    </w:p>
    <w:p w:rsidR="0062748B" w:rsidRDefault="0062748B" w:rsidP="0062748B">
      <w:r>
        <w:t xml:space="preserve">9 .1.18     -INF       .        1.000      .         </w:t>
      </w:r>
    </w:p>
    <w:p w:rsidR="0062748B" w:rsidRDefault="0062748B" w:rsidP="0062748B">
      <w:r>
        <w:t xml:space="preserve">9 .1.19     -INF       .        1.000      .         </w:t>
      </w:r>
    </w:p>
    <w:p w:rsidR="0062748B" w:rsidRDefault="0062748B" w:rsidP="0062748B">
      <w:r>
        <w:t xml:space="preserve">9 .1.20     -INF       .        1.000      .         </w:t>
      </w:r>
    </w:p>
    <w:p w:rsidR="0062748B" w:rsidRDefault="0062748B" w:rsidP="0062748B">
      <w:r>
        <w:t xml:space="preserve">9 .1.21     -INF       .        1.000      .         </w:t>
      </w:r>
    </w:p>
    <w:p w:rsidR="0062748B" w:rsidRDefault="0062748B" w:rsidP="0062748B">
      <w:r>
        <w:t xml:space="preserve">9 .1.22     -INF       .        1.000      .         </w:t>
      </w:r>
    </w:p>
    <w:p w:rsidR="0062748B" w:rsidRDefault="0062748B" w:rsidP="0062748B">
      <w:r>
        <w:t xml:space="preserve">9 .1.23     -INF       .        1.000      .         </w:t>
      </w:r>
    </w:p>
    <w:p w:rsidR="0062748B" w:rsidRDefault="0062748B" w:rsidP="0062748B">
      <w:r>
        <w:t xml:space="preserve">9 .1.24     -INF       .        1.000      .         </w:t>
      </w:r>
    </w:p>
    <w:p w:rsidR="0062748B" w:rsidRDefault="0062748B" w:rsidP="0062748B">
      <w:r>
        <w:t xml:space="preserve">9 .1.25     -INF       .        1.000      .         </w:t>
      </w:r>
    </w:p>
    <w:p w:rsidR="0062748B" w:rsidRDefault="0062748B" w:rsidP="0062748B">
      <w:r>
        <w:t xml:space="preserve">9 .1.26     -INF       .        1.000      .         </w:t>
      </w:r>
    </w:p>
    <w:p w:rsidR="0062748B" w:rsidRDefault="0062748B" w:rsidP="0062748B">
      <w:r>
        <w:t xml:space="preserve">9 .1.27     -INF       .        1.000      .         </w:t>
      </w:r>
    </w:p>
    <w:p w:rsidR="0062748B" w:rsidRDefault="0062748B" w:rsidP="0062748B">
      <w:r>
        <w:t xml:space="preserve">9 .1.28     -INF       .        1.000      .         </w:t>
      </w:r>
    </w:p>
    <w:p w:rsidR="0062748B" w:rsidRDefault="0062748B" w:rsidP="0062748B">
      <w:r>
        <w:t xml:space="preserve">9 .1.29     -INF       .        1.000      .         </w:t>
      </w:r>
    </w:p>
    <w:p w:rsidR="0062748B" w:rsidRDefault="0062748B" w:rsidP="0062748B">
      <w:r>
        <w:t xml:space="preserve">10.1.1      -INF       .        1.000      .         </w:t>
      </w:r>
    </w:p>
    <w:p w:rsidR="0062748B" w:rsidRDefault="0062748B" w:rsidP="0062748B">
      <w:r>
        <w:lastRenderedPageBreak/>
        <w:t xml:space="preserve">10.1.2      -INF       .        1.000      .         </w:t>
      </w:r>
    </w:p>
    <w:p w:rsidR="0062748B" w:rsidRDefault="0062748B" w:rsidP="0062748B">
      <w:r>
        <w:t xml:space="preserve">10.1.3      -INF       .        1.000      .         </w:t>
      </w:r>
    </w:p>
    <w:p w:rsidR="0062748B" w:rsidRDefault="0062748B" w:rsidP="0062748B">
      <w:r>
        <w:t xml:space="preserve">10.1.4      -INF       .        1.000      .         </w:t>
      </w:r>
    </w:p>
    <w:p w:rsidR="0062748B" w:rsidRDefault="0062748B" w:rsidP="0062748B">
      <w:r>
        <w:t xml:space="preserve">10.1.5      -INF       .        1.000      .         </w:t>
      </w:r>
    </w:p>
    <w:p w:rsidR="0062748B" w:rsidRDefault="0062748B" w:rsidP="0062748B">
      <w:r>
        <w:t xml:space="preserve">10.1.6      -INF       .        1.000      .         </w:t>
      </w:r>
    </w:p>
    <w:p w:rsidR="0062748B" w:rsidRDefault="0062748B" w:rsidP="0062748B">
      <w:r>
        <w:t xml:space="preserve">10.1.7      -INF       .        1.000      .         </w:t>
      </w:r>
    </w:p>
    <w:p w:rsidR="0062748B" w:rsidRDefault="0062748B" w:rsidP="0062748B">
      <w:r>
        <w:t xml:space="preserve">10.1.8      -INF       .        1.000      .         </w:t>
      </w:r>
    </w:p>
    <w:p w:rsidR="0062748B" w:rsidRDefault="0062748B" w:rsidP="0062748B">
      <w:r>
        <w:t xml:space="preserve">10.1.9      -INF       .        1.000      .         </w:t>
      </w:r>
    </w:p>
    <w:p w:rsidR="0062748B" w:rsidRDefault="0062748B" w:rsidP="0062748B">
      <w:r>
        <w:t xml:space="preserve">10.1.10     -INF       .        1.000      .         </w:t>
      </w:r>
    </w:p>
    <w:p w:rsidR="0062748B" w:rsidRDefault="0062748B" w:rsidP="0062748B">
      <w:r>
        <w:t xml:space="preserve">10.1.11     -INF       .        1.000      .         </w:t>
      </w:r>
    </w:p>
    <w:p w:rsidR="0062748B" w:rsidRDefault="0062748B" w:rsidP="0062748B">
      <w:r>
        <w:t xml:space="preserve">10.1.12     -INF       .        1.000      .         </w:t>
      </w:r>
    </w:p>
    <w:p w:rsidR="0062748B" w:rsidRDefault="0062748B" w:rsidP="0062748B">
      <w:r>
        <w:t xml:space="preserve">10.1.13     -INF       .        1.000      .         </w:t>
      </w:r>
    </w:p>
    <w:p w:rsidR="0062748B" w:rsidRDefault="0062748B" w:rsidP="0062748B">
      <w:r>
        <w:t xml:space="preserve">10.1.14     -INF       .        1.000      .         </w:t>
      </w:r>
    </w:p>
    <w:p w:rsidR="0062748B" w:rsidRDefault="0062748B" w:rsidP="0062748B">
      <w:r>
        <w:t xml:space="preserve">10.1.15     -INF       .        1.000      .         </w:t>
      </w:r>
    </w:p>
    <w:p w:rsidR="0062748B" w:rsidRDefault="0062748B" w:rsidP="0062748B">
      <w:r>
        <w:t xml:space="preserve">10.1.16     -INF       .        1.000      .         </w:t>
      </w:r>
    </w:p>
    <w:p w:rsidR="0062748B" w:rsidRDefault="0062748B" w:rsidP="0062748B">
      <w:r>
        <w:t xml:space="preserve">10.1.17     -INF       .        1.000      .         </w:t>
      </w:r>
    </w:p>
    <w:p w:rsidR="0062748B" w:rsidRDefault="0062748B" w:rsidP="0062748B">
      <w:r>
        <w:t xml:space="preserve">10.1.18     -INF       .        1.000      .         </w:t>
      </w:r>
    </w:p>
    <w:p w:rsidR="0062748B" w:rsidRDefault="0062748B" w:rsidP="0062748B">
      <w:r>
        <w:t xml:space="preserve">10.1.19     -INF       .        1.000      .         </w:t>
      </w:r>
    </w:p>
    <w:p w:rsidR="0062748B" w:rsidRDefault="0062748B" w:rsidP="0062748B">
      <w:r>
        <w:t xml:space="preserve">10.1.20     -INF       .        1.000      .         </w:t>
      </w:r>
    </w:p>
    <w:p w:rsidR="0062748B" w:rsidRDefault="0062748B" w:rsidP="0062748B">
      <w:r>
        <w:t xml:space="preserve">10.1.21     -INF       .        1.000      .         </w:t>
      </w:r>
    </w:p>
    <w:p w:rsidR="0062748B" w:rsidRDefault="0062748B" w:rsidP="0062748B">
      <w:r>
        <w:t xml:space="preserve">10.1.22     -INF       .        1.000      .         </w:t>
      </w:r>
    </w:p>
    <w:p w:rsidR="0062748B" w:rsidRDefault="0062748B" w:rsidP="0062748B">
      <w:r>
        <w:t xml:space="preserve">10.1.23     -INF       .        1.000      .         </w:t>
      </w:r>
    </w:p>
    <w:p w:rsidR="0062748B" w:rsidRDefault="0062748B" w:rsidP="0062748B">
      <w:r>
        <w:t xml:space="preserve">10.1.24     -INF       .        1.000      .         </w:t>
      </w:r>
    </w:p>
    <w:p w:rsidR="0062748B" w:rsidRDefault="0062748B" w:rsidP="0062748B">
      <w:r>
        <w:t xml:space="preserve">10.1.25     -INF       .        1.000      .         </w:t>
      </w:r>
    </w:p>
    <w:p w:rsidR="0062748B" w:rsidRDefault="0062748B" w:rsidP="0062748B">
      <w:r>
        <w:t xml:space="preserve">10.1.26     -INF       .        1.000      .         </w:t>
      </w:r>
    </w:p>
    <w:p w:rsidR="0062748B" w:rsidRDefault="0062748B" w:rsidP="0062748B">
      <w:r>
        <w:lastRenderedPageBreak/>
        <w:t xml:space="preserve">10.1.27     -INF       .        1.000      .         </w:t>
      </w:r>
    </w:p>
    <w:p w:rsidR="0062748B" w:rsidRDefault="0062748B" w:rsidP="0062748B">
      <w:r>
        <w:t xml:space="preserve">10.1.28     -INF       .        1.000      .         </w:t>
      </w:r>
    </w:p>
    <w:p w:rsidR="0062748B" w:rsidRDefault="0062748B" w:rsidP="0062748B">
      <w:r>
        <w:t xml:space="preserve">10.1.29     -INF       .        1.000      .         </w:t>
      </w:r>
    </w:p>
    <w:p w:rsidR="0062748B" w:rsidRDefault="0062748B" w:rsidP="0062748B">
      <w:r>
        <w:t xml:space="preserve">11.1.1      -INF       .        1.000      .         </w:t>
      </w:r>
    </w:p>
    <w:p w:rsidR="0062748B" w:rsidRDefault="0062748B" w:rsidP="0062748B">
      <w:r>
        <w:t xml:space="preserve">11.1.2      -INF       .        1.000      .         </w:t>
      </w:r>
    </w:p>
    <w:p w:rsidR="0062748B" w:rsidRDefault="0062748B" w:rsidP="0062748B">
      <w:r>
        <w:t xml:space="preserve">11.1.3      -INF       .        1.000      .         </w:t>
      </w:r>
    </w:p>
    <w:p w:rsidR="0062748B" w:rsidRDefault="0062748B" w:rsidP="0062748B">
      <w:r>
        <w:t xml:space="preserve">11.1.4      -INF       .        1.000      .         </w:t>
      </w:r>
    </w:p>
    <w:p w:rsidR="0062748B" w:rsidRDefault="0062748B" w:rsidP="0062748B">
      <w:r>
        <w:t xml:space="preserve">11.1.5      -INF       .        1.000      .         </w:t>
      </w:r>
    </w:p>
    <w:p w:rsidR="0062748B" w:rsidRDefault="0062748B" w:rsidP="0062748B">
      <w:r>
        <w:t xml:space="preserve">11.1.6      -INF       .        1.000      .         </w:t>
      </w:r>
    </w:p>
    <w:p w:rsidR="0062748B" w:rsidRDefault="0062748B" w:rsidP="0062748B">
      <w:r>
        <w:t xml:space="preserve">11.1.7      -INF       .        1.000      .         </w:t>
      </w:r>
    </w:p>
    <w:p w:rsidR="0062748B" w:rsidRDefault="0062748B" w:rsidP="0062748B">
      <w:r>
        <w:t xml:space="preserve">11.1.8      -INF       .        1.000      .         </w:t>
      </w:r>
    </w:p>
    <w:p w:rsidR="0062748B" w:rsidRDefault="0062748B" w:rsidP="0062748B">
      <w:r>
        <w:t xml:space="preserve">11.1.9      -INF       .        1.000      .         </w:t>
      </w:r>
    </w:p>
    <w:p w:rsidR="0062748B" w:rsidRDefault="0062748B" w:rsidP="0062748B">
      <w:r>
        <w:t xml:space="preserve">11.1.10     -INF       .        1.000      .         </w:t>
      </w:r>
    </w:p>
    <w:p w:rsidR="0062748B" w:rsidRDefault="0062748B" w:rsidP="0062748B">
      <w:r>
        <w:t xml:space="preserve">11.1.11     -INF       .        1.000      .         </w:t>
      </w:r>
    </w:p>
    <w:p w:rsidR="0062748B" w:rsidRDefault="0062748B" w:rsidP="0062748B">
      <w:r>
        <w:t xml:space="preserve">11.1.12     -INF       .        1.000      .         </w:t>
      </w:r>
    </w:p>
    <w:p w:rsidR="0062748B" w:rsidRDefault="0062748B" w:rsidP="0062748B">
      <w:r>
        <w:t xml:space="preserve">11.1.13     -INF       .        1.000      .         </w:t>
      </w:r>
    </w:p>
    <w:p w:rsidR="0062748B" w:rsidRDefault="0062748B" w:rsidP="0062748B">
      <w:r>
        <w:t xml:space="preserve">11.1.14     -INF       .        1.000      .         </w:t>
      </w:r>
    </w:p>
    <w:p w:rsidR="0062748B" w:rsidRDefault="0062748B" w:rsidP="0062748B">
      <w:r>
        <w:t xml:space="preserve">11.1.15     -INF       .        1.000      .         </w:t>
      </w:r>
    </w:p>
    <w:p w:rsidR="0062748B" w:rsidRDefault="0062748B" w:rsidP="0062748B">
      <w:r>
        <w:t xml:space="preserve">11.1.16     -INF       .        1.000      .         </w:t>
      </w:r>
    </w:p>
    <w:p w:rsidR="0062748B" w:rsidRDefault="0062748B" w:rsidP="0062748B">
      <w:r>
        <w:t xml:space="preserve">11.1.17     -INF       .        1.000      .         </w:t>
      </w:r>
    </w:p>
    <w:p w:rsidR="0062748B" w:rsidRDefault="0062748B" w:rsidP="0062748B">
      <w:r>
        <w:t xml:space="preserve">11.1.18     -INF       .        1.000      .         </w:t>
      </w:r>
    </w:p>
    <w:p w:rsidR="0062748B" w:rsidRDefault="0062748B" w:rsidP="0062748B">
      <w:r>
        <w:t xml:space="preserve">11.1.19     -INF       .        1.000      .         </w:t>
      </w:r>
    </w:p>
    <w:p w:rsidR="0062748B" w:rsidRDefault="0062748B" w:rsidP="0062748B">
      <w:r>
        <w:t xml:space="preserve">11.1.20     -INF       .        1.000      .         </w:t>
      </w:r>
    </w:p>
    <w:p w:rsidR="0062748B" w:rsidRDefault="0062748B" w:rsidP="0062748B">
      <w:r>
        <w:t xml:space="preserve">11.1.21     -INF       .        1.000      .         </w:t>
      </w:r>
    </w:p>
    <w:p w:rsidR="0062748B" w:rsidRDefault="0062748B" w:rsidP="0062748B">
      <w:r>
        <w:t xml:space="preserve">11.1.22     -INF       .        1.000      .         </w:t>
      </w:r>
    </w:p>
    <w:p w:rsidR="0062748B" w:rsidRDefault="0062748B" w:rsidP="0062748B">
      <w:r>
        <w:lastRenderedPageBreak/>
        <w:t xml:space="preserve">11.1.23     -INF       .        1.000      .         </w:t>
      </w:r>
    </w:p>
    <w:p w:rsidR="0062748B" w:rsidRDefault="0062748B" w:rsidP="0062748B">
      <w:r>
        <w:t xml:space="preserve">11.1.24     -INF       .        1.000      .         </w:t>
      </w:r>
    </w:p>
    <w:p w:rsidR="0062748B" w:rsidRDefault="0062748B" w:rsidP="0062748B">
      <w:r>
        <w:t xml:space="preserve">11.1.25     -INF       .        1.000      .         </w:t>
      </w:r>
    </w:p>
    <w:p w:rsidR="0062748B" w:rsidRDefault="0062748B" w:rsidP="0062748B">
      <w:r>
        <w:t xml:space="preserve">11.1.26     -INF       .        1.000      .         </w:t>
      </w:r>
    </w:p>
    <w:p w:rsidR="0062748B" w:rsidRDefault="0062748B" w:rsidP="0062748B">
      <w:r>
        <w:t xml:space="preserve">11.1.27     -INF       .        1.000      .         </w:t>
      </w:r>
    </w:p>
    <w:p w:rsidR="0062748B" w:rsidRDefault="0062748B" w:rsidP="0062748B">
      <w:r>
        <w:t xml:space="preserve">11.1.28     -INF       .        1.000      .         </w:t>
      </w:r>
    </w:p>
    <w:p w:rsidR="0062748B" w:rsidRDefault="0062748B" w:rsidP="0062748B">
      <w:r>
        <w:t xml:space="preserve">11.1.29     -INF       .        1.000      .         </w:t>
      </w:r>
    </w:p>
    <w:p w:rsidR="0062748B" w:rsidRDefault="0062748B" w:rsidP="0062748B">
      <w:r>
        <w:t xml:space="preserve">12.1.1      -INF       .        1.000      .         </w:t>
      </w:r>
    </w:p>
    <w:p w:rsidR="0062748B" w:rsidRDefault="0062748B" w:rsidP="0062748B">
      <w:r>
        <w:t xml:space="preserve">12.1.2      -INF       .        1.000      .         </w:t>
      </w:r>
    </w:p>
    <w:p w:rsidR="0062748B" w:rsidRDefault="0062748B" w:rsidP="0062748B">
      <w:r>
        <w:t xml:space="preserve">12.1.3      -INF       .        1.000      .         </w:t>
      </w:r>
    </w:p>
    <w:p w:rsidR="0062748B" w:rsidRDefault="0062748B" w:rsidP="0062748B">
      <w:r>
        <w:t xml:space="preserve">12.1.4      -INF       .        1.000      .         </w:t>
      </w:r>
    </w:p>
    <w:p w:rsidR="0062748B" w:rsidRDefault="0062748B" w:rsidP="0062748B">
      <w:r>
        <w:t xml:space="preserve">12.1.5      -INF       .        1.000      .         </w:t>
      </w:r>
    </w:p>
    <w:p w:rsidR="0062748B" w:rsidRDefault="0062748B" w:rsidP="0062748B">
      <w:r>
        <w:t xml:space="preserve">12.1.6      -INF       .        1.000      .         </w:t>
      </w:r>
    </w:p>
    <w:p w:rsidR="0062748B" w:rsidRDefault="0062748B" w:rsidP="0062748B">
      <w:r>
        <w:t xml:space="preserve">12.1.7      -INF       .        1.000      .         </w:t>
      </w:r>
    </w:p>
    <w:p w:rsidR="0062748B" w:rsidRDefault="0062748B" w:rsidP="0062748B">
      <w:r>
        <w:t xml:space="preserve">12.1.8      -INF       .        1.000      .         </w:t>
      </w:r>
    </w:p>
    <w:p w:rsidR="0062748B" w:rsidRDefault="0062748B" w:rsidP="0062748B">
      <w:r>
        <w:t xml:space="preserve">12.1.9      -INF       .        1.000      .         </w:t>
      </w:r>
    </w:p>
    <w:p w:rsidR="0062748B" w:rsidRDefault="0062748B" w:rsidP="0062748B">
      <w:r>
        <w:t xml:space="preserve">12.1.10     -INF       .        1.000      .         </w:t>
      </w:r>
    </w:p>
    <w:p w:rsidR="0062748B" w:rsidRDefault="0062748B" w:rsidP="0062748B">
      <w:r>
        <w:t xml:space="preserve">12.1.11     -INF       .        1.000      .         </w:t>
      </w:r>
    </w:p>
    <w:p w:rsidR="0062748B" w:rsidRDefault="0062748B" w:rsidP="0062748B">
      <w:r>
        <w:t xml:space="preserve">12.1.12     -INF       .        1.000      .         </w:t>
      </w:r>
    </w:p>
    <w:p w:rsidR="0062748B" w:rsidRDefault="0062748B" w:rsidP="0062748B">
      <w:r>
        <w:t xml:space="preserve">12.1.13     -INF       .        1.000      .         </w:t>
      </w:r>
    </w:p>
    <w:p w:rsidR="0062748B" w:rsidRDefault="0062748B" w:rsidP="0062748B">
      <w:r>
        <w:t xml:space="preserve">12.1.14     -INF       .        1.000      .         </w:t>
      </w:r>
    </w:p>
    <w:p w:rsidR="0062748B" w:rsidRDefault="0062748B" w:rsidP="0062748B">
      <w:r>
        <w:t xml:space="preserve">12.1.15     -INF       .        1.000      .         </w:t>
      </w:r>
    </w:p>
    <w:p w:rsidR="0062748B" w:rsidRDefault="0062748B" w:rsidP="0062748B">
      <w:r>
        <w:t xml:space="preserve">12.1.16     -INF       .        1.000      .         </w:t>
      </w:r>
    </w:p>
    <w:p w:rsidR="0062748B" w:rsidRDefault="0062748B" w:rsidP="0062748B">
      <w:r>
        <w:t xml:space="preserve">12.1.17     -INF       .        1.000      .         </w:t>
      </w:r>
    </w:p>
    <w:p w:rsidR="0062748B" w:rsidRDefault="0062748B" w:rsidP="0062748B">
      <w:r>
        <w:t xml:space="preserve">12.1.18     -INF       .        1.000      .         </w:t>
      </w:r>
    </w:p>
    <w:p w:rsidR="0062748B" w:rsidRDefault="0062748B" w:rsidP="0062748B">
      <w:r>
        <w:lastRenderedPageBreak/>
        <w:t xml:space="preserve">12.1.19     -INF       .        1.000      .         </w:t>
      </w:r>
    </w:p>
    <w:p w:rsidR="0062748B" w:rsidRDefault="0062748B" w:rsidP="0062748B">
      <w:r>
        <w:t xml:space="preserve">12.1.20     -INF       .        1.000      .         </w:t>
      </w:r>
    </w:p>
    <w:p w:rsidR="0062748B" w:rsidRDefault="0062748B" w:rsidP="0062748B">
      <w:r>
        <w:t xml:space="preserve">12.1.21     -INF       .        1.000      .         </w:t>
      </w:r>
    </w:p>
    <w:p w:rsidR="0062748B" w:rsidRDefault="0062748B" w:rsidP="0062748B">
      <w:r>
        <w:t xml:space="preserve">12.1.22     -INF       .        1.000      .         </w:t>
      </w:r>
    </w:p>
    <w:p w:rsidR="0062748B" w:rsidRDefault="0062748B" w:rsidP="0062748B">
      <w:r>
        <w:t xml:space="preserve">12.1.23     -INF       .        1.000      .         </w:t>
      </w:r>
    </w:p>
    <w:p w:rsidR="0062748B" w:rsidRDefault="0062748B" w:rsidP="0062748B">
      <w:r>
        <w:t xml:space="preserve">12.1.24     -INF       .        1.000      .         </w:t>
      </w:r>
    </w:p>
    <w:p w:rsidR="0062748B" w:rsidRDefault="0062748B" w:rsidP="0062748B">
      <w:r>
        <w:t xml:space="preserve">12.1.25     -INF       .        1.000      .         </w:t>
      </w:r>
    </w:p>
    <w:p w:rsidR="0062748B" w:rsidRDefault="0062748B" w:rsidP="0062748B">
      <w:r>
        <w:t xml:space="preserve">12.1.26     -INF       .        1.000      .         </w:t>
      </w:r>
    </w:p>
    <w:p w:rsidR="0062748B" w:rsidRDefault="0062748B" w:rsidP="0062748B">
      <w:r>
        <w:t xml:space="preserve">12.1.27     -INF       .        1.000      .         </w:t>
      </w:r>
    </w:p>
    <w:p w:rsidR="0062748B" w:rsidRDefault="0062748B" w:rsidP="0062748B">
      <w:r>
        <w:t xml:space="preserve">12.1.28     -INF       .        1.000      .         </w:t>
      </w:r>
    </w:p>
    <w:p w:rsidR="0062748B" w:rsidRDefault="0062748B" w:rsidP="0062748B">
      <w:r>
        <w:t xml:space="preserve">12.1.29     -INF       .        1.000      .         </w:t>
      </w:r>
    </w:p>
    <w:p w:rsidR="0062748B" w:rsidRDefault="0062748B" w:rsidP="0062748B">
      <w:r>
        <w:t xml:space="preserve">13.1.1      -INF       .        1.000      .         </w:t>
      </w:r>
    </w:p>
    <w:p w:rsidR="0062748B" w:rsidRDefault="0062748B" w:rsidP="0062748B">
      <w:r>
        <w:t xml:space="preserve">13.1.2      -INF       .        1.000      .         </w:t>
      </w:r>
    </w:p>
    <w:p w:rsidR="0062748B" w:rsidRDefault="0062748B" w:rsidP="0062748B">
      <w:r>
        <w:t xml:space="preserve">13.1.3      -INF       .        1.000      .         </w:t>
      </w:r>
    </w:p>
    <w:p w:rsidR="0062748B" w:rsidRDefault="0062748B" w:rsidP="0062748B">
      <w:r>
        <w:t xml:space="preserve">13.1.4      -INF       .        1.000      .         </w:t>
      </w:r>
    </w:p>
    <w:p w:rsidR="0062748B" w:rsidRDefault="0062748B" w:rsidP="0062748B">
      <w:r>
        <w:t xml:space="preserve">13.1.5      -INF       .        1.000      .         </w:t>
      </w:r>
    </w:p>
    <w:p w:rsidR="0062748B" w:rsidRDefault="0062748B" w:rsidP="0062748B">
      <w:r>
        <w:t xml:space="preserve">13.1.6      -INF       .        1.000      .         </w:t>
      </w:r>
    </w:p>
    <w:p w:rsidR="0062748B" w:rsidRDefault="0062748B" w:rsidP="0062748B">
      <w:r>
        <w:t xml:space="preserve">13.1.7      -INF       .        1.000      .         </w:t>
      </w:r>
    </w:p>
    <w:p w:rsidR="0062748B" w:rsidRDefault="0062748B" w:rsidP="0062748B">
      <w:r>
        <w:t xml:space="preserve">13.1.8      -INF       .        1.000      .         </w:t>
      </w:r>
    </w:p>
    <w:p w:rsidR="0062748B" w:rsidRDefault="0062748B" w:rsidP="0062748B">
      <w:r>
        <w:t xml:space="preserve">13.1.9      -INF       .        1.000      .         </w:t>
      </w:r>
    </w:p>
    <w:p w:rsidR="0062748B" w:rsidRDefault="0062748B" w:rsidP="0062748B">
      <w:r>
        <w:t xml:space="preserve">13.1.10     -INF       .        1.000      .         </w:t>
      </w:r>
    </w:p>
    <w:p w:rsidR="0062748B" w:rsidRDefault="0062748B" w:rsidP="0062748B">
      <w:r>
        <w:t xml:space="preserve">13.1.11     -INF       .        1.000      .         </w:t>
      </w:r>
    </w:p>
    <w:p w:rsidR="0062748B" w:rsidRDefault="0062748B" w:rsidP="0062748B">
      <w:r>
        <w:t xml:space="preserve">13.1.12     -INF       .        1.000      .         </w:t>
      </w:r>
    </w:p>
    <w:p w:rsidR="0062748B" w:rsidRDefault="0062748B" w:rsidP="0062748B">
      <w:r>
        <w:t xml:space="preserve">13.1.13     -INF       .        1.000      .         </w:t>
      </w:r>
    </w:p>
    <w:p w:rsidR="0062748B" w:rsidRDefault="0062748B" w:rsidP="0062748B">
      <w:r>
        <w:t xml:space="preserve">13.1.14     -INF       .        1.000      .         </w:t>
      </w:r>
    </w:p>
    <w:p w:rsidR="0062748B" w:rsidRDefault="0062748B" w:rsidP="0062748B">
      <w:r>
        <w:lastRenderedPageBreak/>
        <w:t xml:space="preserve">13.1.15     -INF       .        1.000      .         </w:t>
      </w:r>
    </w:p>
    <w:p w:rsidR="0062748B" w:rsidRDefault="0062748B" w:rsidP="0062748B">
      <w:r>
        <w:t xml:space="preserve">13.1.16     -INF       .        1.000      .         </w:t>
      </w:r>
    </w:p>
    <w:p w:rsidR="0062748B" w:rsidRDefault="0062748B" w:rsidP="0062748B">
      <w:r>
        <w:t xml:space="preserve">13.1.17     -INF       .        1.000      .         </w:t>
      </w:r>
    </w:p>
    <w:p w:rsidR="0062748B" w:rsidRDefault="0062748B" w:rsidP="0062748B">
      <w:r>
        <w:t xml:space="preserve">13.1.18     -INF       .        1.000      .         </w:t>
      </w:r>
    </w:p>
    <w:p w:rsidR="0062748B" w:rsidRDefault="0062748B" w:rsidP="0062748B">
      <w:r>
        <w:t xml:space="preserve">13.1.19     -INF       .        1.000      .         </w:t>
      </w:r>
    </w:p>
    <w:p w:rsidR="0062748B" w:rsidRDefault="0062748B" w:rsidP="0062748B">
      <w:r>
        <w:t xml:space="preserve">13.1.20     -INF       .        1.000      .         </w:t>
      </w:r>
    </w:p>
    <w:p w:rsidR="0062748B" w:rsidRDefault="0062748B" w:rsidP="0062748B">
      <w:r>
        <w:t xml:space="preserve">13.1.21     -INF       .        1.000      .         </w:t>
      </w:r>
    </w:p>
    <w:p w:rsidR="0062748B" w:rsidRDefault="0062748B" w:rsidP="0062748B">
      <w:r>
        <w:t xml:space="preserve">13.1.22     -INF       .        1.000      .         </w:t>
      </w:r>
    </w:p>
    <w:p w:rsidR="0062748B" w:rsidRDefault="0062748B" w:rsidP="0062748B">
      <w:r>
        <w:t xml:space="preserve">13.1.23     -INF       .        1.000      .         </w:t>
      </w:r>
    </w:p>
    <w:p w:rsidR="0062748B" w:rsidRDefault="0062748B" w:rsidP="0062748B">
      <w:r>
        <w:t xml:space="preserve">13.1.24     -INF       .        1.000      .         </w:t>
      </w:r>
    </w:p>
    <w:p w:rsidR="0062748B" w:rsidRDefault="0062748B" w:rsidP="0062748B">
      <w:r>
        <w:t xml:space="preserve">13.1.25     -INF       .        1.000      .         </w:t>
      </w:r>
    </w:p>
    <w:p w:rsidR="0062748B" w:rsidRDefault="0062748B" w:rsidP="0062748B">
      <w:r>
        <w:t xml:space="preserve">13.1.26     -INF       .        1.000      .         </w:t>
      </w:r>
    </w:p>
    <w:p w:rsidR="0062748B" w:rsidRDefault="0062748B" w:rsidP="0062748B">
      <w:r>
        <w:t xml:space="preserve">13.1.27     -INF       .        1.000      .         </w:t>
      </w:r>
    </w:p>
    <w:p w:rsidR="0062748B" w:rsidRDefault="0062748B" w:rsidP="0062748B">
      <w:r>
        <w:t xml:space="preserve">13.1.28     -INF       .        1.000      .         </w:t>
      </w:r>
    </w:p>
    <w:p w:rsidR="0062748B" w:rsidRDefault="0062748B" w:rsidP="0062748B">
      <w:r>
        <w:t xml:space="preserve">13.1.29     -INF       .        1.000      .         </w:t>
      </w:r>
    </w:p>
    <w:p w:rsidR="0062748B" w:rsidRDefault="0062748B" w:rsidP="0062748B">
      <w:r>
        <w:t xml:space="preserve">14.1.1      -INF       .        1.000      .         </w:t>
      </w:r>
    </w:p>
    <w:p w:rsidR="0062748B" w:rsidRDefault="0062748B" w:rsidP="0062748B">
      <w:r>
        <w:t xml:space="preserve">14.1.2      -INF       .        1.000      .         </w:t>
      </w:r>
    </w:p>
    <w:p w:rsidR="0062748B" w:rsidRDefault="0062748B" w:rsidP="0062748B">
      <w:r>
        <w:t xml:space="preserve">14.1.3      -INF       .        1.000      .         </w:t>
      </w:r>
    </w:p>
    <w:p w:rsidR="0062748B" w:rsidRDefault="0062748B" w:rsidP="0062748B">
      <w:r>
        <w:t xml:space="preserve">14.1.4      -INF       .        1.000      .         </w:t>
      </w:r>
    </w:p>
    <w:p w:rsidR="0062748B" w:rsidRDefault="0062748B" w:rsidP="0062748B">
      <w:r>
        <w:t xml:space="preserve">14.1.5      -INF       .        1.000      .         </w:t>
      </w:r>
    </w:p>
    <w:p w:rsidR="0062748B" w:rsidRDefault="0062748B" w:rsidP="0062748B">
      <w:r>
        <w:t xml:space="preserve">14.1.6      -INF       .        1.000      .         </w:t>
      </w:r>
    </w:p>
    <w:p w:rsidR="0062748B" w:rsidRDefault="0062748B" w:rsidP="0062748B">
      <w:r>
        <w:t xml:space="preserve">14.1.7      -INF       .        1.000      .         </w:t>
      </w:r>
    </w:p>
    <w:p w:rsidR="0062748B" w:rsidRDefault="0062748B" w:rsidP="0062748B">
      <w:r>
        <w:t xml:space="preserve">14.1.8      -INF       .        1.000      .         </w:t>
      </w:r>
    </w:p>
    <w:p w:rsidR="0062748B" w:rsidRDefault="0062748B" w:rsidP="0062748B">
      <w:r>
        <w:t xml:space="preserve">14.1.9      -INF       .        1.000      .         </w:t>
      </w:r>
    </w:p>
    <w:p w:rsidR="0062748B" w:rsidRDefault="0062748B" w:rsidP="0062748B">
      <w:r>
        <w:t xml:space="preserve">14.1.10     -INF       .        1.000      .         </w:t>
      </w:r>
    </w:p>
    <w:p w:rsidR="0062748B" w:rsidRDefault="0062748B" w:rsidP="0062748B">
      <w:r>
        <w:lastRenderedPageBreak/>
        <w:t xml:space="preserve">14.1.11     -INF       .        1.000      .         </w:t>
      </w:r>
    </w:p>
    <w:p w:rsidR="0062748B" w:rsidRDefault="0062748B" w:rsidP="0062748B">
      <w:r>
        <w:t xml:space="preserve">14.1.12     -INF       .        1.000      .         </w:t>
      </w:r>
    </w:p>
    <w:p w:rsidR="0062748B" w:rsidRDefault="0062748B" w:rsidP="0062748B">
      <w:r>
        <w:t xml:space="preserve">14.1.13     -INF       .        1.000      .         </w:t>
      </w:r>
    </w:p>
    <w:p w:rsidR="0062748B" w:rsidRDefault="0062748B" w:rsidP="0062748B">
      <w:r>
        <w:t xml:space="preserve">14.1.14     -INF       .        1.000      .         </w:t>
      </w:r>
    </w:p>
    <w:p w:rsidR="0062748B" w:rsidRDefault="0062748B" w:rsidP="0062748B">
      <w:r>
        <w:t xml:space="preserve">14.1.15     -INF       .        1.000      .         </w:t>
      </w:r>
    </w:p>
    <w:p w:rsidR="0062748B" w:rsidRDefault="0062748B" w:rsidP="0062748B">
      <w:r>
        <w:t xml:space="preserve">14.1.16     -INF       .        1.000      .         </w:t>
      </w:r>
    </w:p>
    <w:p w:rsidR="0062748B" w:rsidRDefault="0062748B" w:rsidP="0062748B">
      <w:r>
        <w:t xml:space="preserve">14.1.17     -INF       .        1.000      .         </w:t>
      </w:r>
    </w:p>
    <w:p w:rsidR="0062748B" w:rsidRDefault="0062748B" w:rsidP="0062748B">
      <w:r>
        <w:t xml:space="preserve">14.1.18     -INF       .        1.000      .         </w:t>
      </w:r>
    </w:p>
    <w:p w:rsidR="0062748B" w:rsidRDefault="0062748B" w:rsidP="0062748B">
      <w:r>
        <w:t xml:space="preserve">14.1.19     -INF       .        1.000      .         </w:t>
      </w:r>
    </w:p>
    <w:p w:rsidR="0062748B" w:rsidRDefault="0062748B" w:rsidP="0062748B">
      <w:r>
        <w:t xml:space="preserve">14.1.20     -INF       .        1.000      .         </w:t>
      </w:r>
    </w:p>
    <w:p w:rsidR="0062748B" w:rsidRDefault="0062748B" w:rsidP="0062748B">
      <w:r>
        <w:t xml:space="preserve">14.1.21     -INF       .        1.000      .         </w:t>
      </w:r>
    </w:p>
    <w:p w:rsidR="0062748B" w:rsidRDefault="0062748B" w:rsidP="0062748B">
      <w:r>
        <w:t xml:space="preserve">14.1.22     -INF       .        1.000      .         </w:t>
      </w:r>
    </w:p>
    <w:p w:rsidR="0062748B" w:rsidRDefault="0062748B" w:rsidP="0062748B">
      <w:r>
        <w:t xml:space="preserve">14.1.23     -INF       .        1.000      .         </w:t>
      </w:r>
    </w:p>
    <w:p w:rsidR="0062748B" w:rsidRDefault="0062748B" w:rsidP="0062748B">
      <w:r>
        <w:t xml:space="preserve">14.1.24     -INF       .        1.000      .         </w:t>
      </w:r>
    </w:p>
    <w:p w:rsidR="0062748B" w:rsidRDefault="0062748B" w:rsidP="0062748B">
      <w:r>
        <w:t xml:space="preserve">14.1.25     -INF       .        1.000      .         </w:t>
      </w:r>
    </w:p>
    <w:p w:rsidR="0062748B" w:rsidRDefault="0062748B" w:rsidP="0062748B">
      <w:r>
        <w:t xml:space="preserve">14.1.26     -INF       .        1.000      .         </w:t>
      </w:r>
    </w:p>
    <w:p w:rsidR="0062748B" w:rsidRDefault="0062748B" w:rsidP="0062748B">
      <w:r>
        <w:t xml:space="preserve">14.1.27     -INF       .        1.000      .         </w:t>
      </w:r>
    </w:p>
    <w:p w:rsidR="0062748B" w:rsidRDefault="0062748B" w:rsidP="0062748B">
      <w:r>
        <w:t xml:space="preserve">14.1.28     -INF       .        1.000      .         </w:t>
      </w:r>
    </w:p>
    <w:p w:rsidR="0062748B" w:rsidRDefault="0062748B" w:rsidP="0062748B">
      <w:r>
        <w:t xml:space="preserve">14.1.29     -INF       .        1.000      .         </w:t>
      </w:r>
    </w:p>
    <w:p w:rsidR="0062748B" w:rsidRDefault="0062748B" w:rsidP="0062748B">
      <w:r>
        <w:t xml:space="preserve">15.1.1      -INF       .        1.000      .         </w:t>
      </w:r>
    </w:p>
    <w:p w:rsidR="0062748B" w:rsidRDefault="0062748B" w:rsidP="0062748B">
      <w:r>
        <w:t xml:space="preserve">15.1.2      -INF       .        1.000      .         </w:t>
      </w:r>
    </w:p>
    <w:p w:rsidR="0062748B" w:rsidRDefault="0062748B" w:rsidP="0062748B">
      <w:r>
        <w:t xml:space="preserve">15.1.3      -INF       .        1.000      .         </w:t>
      </w:r>
    </w:p>
    <w:p w:rsidR="0062748B" w:rsidRDefault="0062748B" w:rsidP="0062748B">
      <w:r>
        <w:t xml:space="preserve">15.1.4      -INF       .        1.000      .         </w:t>
      </w:r>
    </w:p>
    <w:p w:rsidR="0062748B" w:rsidRDefault="0062748B" w:rsidP="0062748B">
      <w:r>
        <w:t xml:space="preserve">15.1.5      -INF       .        1.000      .         </w:t>
      </w:r>
    </w:p>
    <w:p w:rsidR="0062748B" w:rsidRDefault="0062748B" w:rsidP="0062748B">
      <w:r>
        <w:t xml:space="preserve">15.1.6      -INF       .        1.000      .         </w:t>
      </w:r>
    </w:p>
    <w:p w:rsidR="0062748B" w:rsidRDefault="0062748B" w:rsidP="0062748B">
      <w:r>
        <w:lastRenderedPageBreak/>
        <w:t xml:space="preserve">15.1.7      -INF       .        1.000      .         </w:t>
      </w:r>
    </w:p>
    <w:p w:rsidR="0062748B" w:rsidRDefault="0062748B" w:rsidP="0062748B">
      <w:r>
        <w:t xml:space="preserve">15.1.8      -INF       .        1.000      .         </w:t>
      </w:r>
    </w:p>
    <w:p w:rsidR="0062748B" w:rsidRDefault="0062748B" w:rsidP="0062748B">
      <w:r>
        <w:t xml:space="preserve">15.1.9      -INF       .        1.000      .         </w:t>
      </w:r>
    </w:p>
    <w:p w:rsidR="0062748B" w:rsidRDefault="0062748B" w:rsidP="0062748B">
      <w:r>
        <w:t xml:space="preserve">15.1.10     -INF       .        1.000      .         </w:t>
      </w:r>
    </w:p>
    <w:p w:rsidR="0062748B" w:rsidRDefault="0062748B" w:rsidP="0062748B">
      <w:r>
        <w:t xml:space="preserve">15.1.11     -INF       .        1.000      .         </w:t>
      </w:r>
    </w:p>
    <w:p w:rsidR="0062748B" w:rsidRDefault="0062748B" w:rsidP="0062748B">
      <w:r>
        <w:t xml:space="preserve">15.1.12     -INF       .        1.000      .         </w:t>
      </w:r>
    </w:p>
    <w:p w:rsidR="0062748B" w:rsidRDefault="0062748B" w:rsidP="0062748B">
      <w:r>
        <w:t xml:space="preserve">15.1.13     -INF       .        1.000      .         </w:t>
      </w:r>
    </w:p>
    <w:p w:rsidR="0062748B" w:rsidRDefault="0062748B" w:rsidP="0062748B">
      <w:r>
        <w:t xml:space="preserve">15.1.14     -INF       .        1.000      .         </w:t>
      </w:r>
    </w:p>
    <w:p w:rsidR="0062748B" w:rsidRDefault="0062748B" w:rsidP="0062748B">
      <w:r>
        <w:t xml:space="preserve">15.1.15     -INF       .        1.000      .         </w:t>
      </w:r>
    </w:p>
    <w:p w:rsidR="0062748B" w:rsidRDefault="0062748B" w:rsidP="0062748B">
      <w:r>
        <w:t xml:space="preserve">15.1.16     -INF       .        1.000      .         </w:t>
      </w:r>
    </w:p>
    <w:p w:rsidR="0062748B" w:rsidRDefault="0062748B" w:rsidP="0062748B">
      <w:r>
        <w:t xml:space="preserve">15.1.17     -INF       .        1.000      .         </w:t>
      </w:r>
    </w:p>
    <w:p w:rsidR="0062748B" w:rsidRDefault="0062748B" w:rsidP="0062748B">
      <w:r>
        <w:t xml:space="preserve">15.1.18     -INF       .        1.000      .         </w:t>
      </w:r>
    </w:p>
    <w:p w:rsidR="0062748B" w:rsidRDefault="0062748B" w:rsidP="0062748B">
      <w:r>
        <w:t xml:space="preserve">15.1.19     -INF       .        1.000      .         </w:t>
      </w:r>
    </w:p>
    <w:p w:rsidR="0062748B" w:rsidRDefault="0062748B" w:rsidP="0062748B">
      <w:r>
        <w:t xml:space="preserve">15.1.20     -INF       .        1.000      .         </w:t>
      </w:r>
    </w:p>
    <w:p w:rsidR="0062748B" w:rsidRDefault="0062748B" w:rsidP="0062748B">
      <w:r>
        <w:t xml:space="preserve">15.1.21     -INF       .        1.000      .         </w:t>
      </w:r>
    </w:p>
    <w:p w:rsidR="0062748B" w:rsidRDefault="0062748B" w:rsidP="0062748B">
      <w:r>
        <w:t xml:space="preserve">15.1.22     -INF       .        1.000      .         </w:t>
      </w:r>
    </w:p>
    <w:p w:rsidR="0062748B" w:rsidRDefault="0062748B" w:rsidP="0062748B">
      <w:r>
        <w:t xml:space="preserve">15.1.23     -INF       .        1.000      .         </w:t>
      </w:r>
    </w:p>
    <w:p w:rsidR="0062748B" w:rsidRDefault="0062748B" w:rsidP="0062748B">
      <w:r>
        <w:t xml:space="preserve">15.1.24     -INF       .        1.000      .         </w:t>
      </w:r>
    </w:p>
    <w:p w:rsidR="0062748B" w:rsidRDefault="0062748B" w:rsidP="0062748B">
      <w:r>
        <w:t xml:space="preserve">15.1.25     -INF       .        1.000      .         </w:t>
      </w:r>
    </w:p>
    <w:p w:rsidR="0062748B" w:rsidRDefault="0062748B" w:rsidP="0062748B">
      <w:r>
        <w:t xml:space="preserve">15.1.26     -INF       .        1.000      .         </w:t>
      </w:r>
    </w:p>
    <w:p w:rsidR="0062748B" w:rsidRDefault="0062748B" w:rsidP="0062748B">
      <w:r>
        <w:t xml:space="preserve">15.1.27     -INF       .        1.000      .         </w:t>
      </w:r>
    </w:p>
    <w:p w:rsidR="0062748B" w:rsidRDefault="0062748B" w:rsidP="0062748B">
      <w:r>
        <w:t xml:space="preserve">15.1.28     -INF       .        1.000      .         </w:t>
      </w:r>
    </w:p>
    <w:p w:rsidR="0062748B" w:rsidRDefault="0062748B" w:rsidP="0062748B">
      <w:r>
        <w:t xml:space="preserve">15.1.29     -INF       .        1.000      .         </w:t>
      </w:r>
    </w:p>
    <w:p w:rsidR="0062748B" w:rsidRDefault="0062748B" w:rsidP="0062748B">
      <w:r>
        <w:t xml:space="preserve">16.1.1      -INF       .        1.000      .         </w:t>
      </w:r>
    </w:p>
    <w:p w:rsidR="0062748B" w:rsidRDefault="0062748B" w:rsidP="0062748B">
      <w:r>
        <w:t xml:space="preserve">16.1.2      -INF       .        1.000      .         </w:t>
      </w:r>
    </w:p>
    <w:p w:rsidR="0062748B" w:rsidRDefault="0062748B" w:rsidP="0062748B">
      <w:r>
        <w:lastRenderedPageBreak/>
        <w:t xml:space="preserve">16.1.3      -INF       .        1.000      .         </w:t>
      </w:r>
    </w:p>
    <w:p w:rsidR="0062748B" w:rsidRDefault="0062748B" w:rsidP="0062748B">
      <w:r>
        <w:t xml:space="preserve">16.1.4      -INF       .        1.000      .         </w:t>
      </w:r>
    </w:p>
    <w:p w:rsidR="0062748B" w:rsidRDefault="0062748B" w:rsidP="0062748B">
      <w:r>
        <w:t xml:space="preserve">16.1.5      -INF       .        1.000      .         </w:t>
      </w:r>
    </w:p>
    <w:p w:rsidR="0062748B" w:rsidRDefault="0062748B" w:rsidP="0062748B">
      <w:r>
        <w:t xml:space="preserve">16.1.6      -INF       .        1.000      .         </w:t>
      </w:r>
    </w:p>
    <w:p w:rsidR="0062748B" w:rsidRDefault="0062748B" w:rsidP="0062748B">
      <w:r>
        <w:t xml:space="preserve">16.1.7      -INF       .        1.000      .         </w:t>
      </w:r>
    </w:p>
    <w:p w:rsidR="0062748B" w:rsidRDefault="0062748B" w:rsidP="0062748B">
      <w:r>
        <w:t xml:space="preserve">16.1.8      -INF       .        1.000      .         </w:t>
      </w:r>
    </w:p>
    <w:p w:rsidR="0062748B" w:rsidRDefault="0062748B" w:rsidP="0062748B">
      <w:r>
        <w:t xml:space="preserve">16.1.9      -INF       .        1.000      .         </w:t>
      </w:r>
    </w:p>
    <w:p w:rsidR="0062748B" w:rsidRDefault="0062748B" w:rsidP="0062748B">
      <w:r>
        <w:t xml:space="preserve">16.1.10     -INF       .        1.000      .         </w:t>
      </w:r>
    </w:p>
    <w:p w:rsidR="0062748B" w:rsidRDefault="0062748B" w:rsidP="0062748B">
      <w:r>
        <w:t xml:space="preserve">16.1.11     -INF       .        1.000      .         </w:t>
      </w:r>
    </w:p>
    <w:p w:rsidR="0062748B" w:rsidRDefault="0062748B" w:rsidP="0062748B">
      <w:r>
        <w:t xml:space="preserve">16.1.12     -INF       .        1.000      .         </w:t>
      </w:r>
    </w:p>
    <w:p w:rsidR="0062748B" w:rsidRDefault="0062748B" w:rsidP="0062748B">
      <w:r>
        <w:t xml:space="preserve">16.1.13     -INF       .        1.000      .         </w:t>
      </w:r>
    </w:p>
    <w:p w:rsidR="0062748B" w:rsidRDefault="0062748B" w:rsidP="0062748B">
      <w:r>
        <w:t xml:space="preserve">16.1.14     -INF       .        1.000      .         </w:t>
      </w:r>
    </w:p>
    <w:p w:rsidR="0062748B" w:rsidRDefault="0062748B" w:rsidP="0062748B">
      <w:r>
        <w:t xml:space="preserve">16.1.15     -INF       .        1.000      .         </w:t>
      </w:r>
    </w:p>
    <w:p w:rsidR="0062748B" w:rsidRDefault="0062748B" w:rsidP="0062748B">
      <w:r>
        <w:t xml:space="preserve">16.1.16     -INF       .        1.000      .         </w:t>
      </w:r>
    </w:p>
    <w:p w:rsidR="0062748B" w:rsidRDefault="0062748B" w:rsidP="0062748B">
      <w:r>
        <w:t xml:space="preserve">16.1.17     -INF       .        1.000      .         </w:t>
      </w:r>
    </w:p>
    <w:p w:rsidR="0062748B" w:rsidRDefault="0062748B" w:rsidP="0062748B">
      <w:r>
        <w:t xml:space="preserve">16.1.18     -INF       .        1.000      .         </w:t>
      </w:r>
    </w:p>
    <w:p w:rsidR="0062748B" w:rsidRDefault="0062748B" w:rsidP="0062748B">
      <w:r>
        <w:t xml:space="preserve">16.1.19     -INF       .        1.000      .         </w:t>
      </w:r>
    </w:p>
    <w:p w:rsidR="0062748B" w:rsidRDefault="0062748B" w:rsidP="0062748B">
      <w:r>
        <w:t xml:space="preserve">16.1.20     -INF       .        1.000      .         </w:t>
      </w:r>
    </w:p>
    <w:p w:rsidR="0062748B" w:rsidRDefault="0062748B" w:rsidP="0062748B">
      <w:r>
        <w:t xml:space="preserve">16.1.21     -INF       .        1.000      .         </w:t>
      </w:r>
    </w:p>
    <w:p w:rsidR="0062748B" w:rsidRDefault="0062748B" w:rsidP="0062748B">
      <w:r>
        <w:t xml:space="preserve">16.1.22     -INF       .        1.000      .         </w:t>
      </w:r>
    </w:p>
    <w:p w:rsidR="0062748B" w:rsidRDefault="0062748B" w:rsidP="0062748B">
      <w:r>
        <w:t xml:space="preserve">16.1.23     -INF       .        1.000      .         </w:t>
      </w:r>
    </w:p>
    <w:p w:rsidR="0062748B" w:rsidRDefault="0062748B" w:rsidP="0062748B">
      <w:r>
        <w:t xml:space="preserve">16.1.24     -INF       .        1.000      .         </w:t>
      </w:r>
    </w:p>
    <w:p w:rsidR="0062748B" w:rsidRDefault="0062748B" w:rsidP="0062748B">
      <w:r>
        <w:t xml:space="preserve">16.1.25     -INF       .        1.000      .         </w:t>
      </w:r>
    </w:p>
    <w:p w:rsidR="0062748B" w:rsidRDefault="0062748B" w:rsidP="0062748B">
      <w:r>
        <w:t xml:space="preserve">16.1.26     -INF       .        1.000      .         </w:t>
      </w:r>
    </w:p>
    <w:p w:rsidR="0062748B" w:rsidRDefault="0062748B" w:rsidP="0062748B">
      <w:r>
        <w:t xml:space="preserve">16.1.27     -INF       .        1.000      .         </w:t>
      </w:r>
    </w:p>
    <w:p w:rsidR="0062748B" w:rsidRDefault="0062748B" w:rsidP="0062748B">
      <w:r>
        <w:lastRenderedPageBreak/>
        <w:t xml:space="preserve">16.1.28     -INF       .        1.000      .         </w:t>
      </w:r>
    </w:p>
    <w:p w:rsidR="0062748B" w:rsidRDefault="0062748B" w:rsidP="0062748B">
      <w:r>
        <w:t xml:space="preserve">16.1.29     -INF       .        1.000      .         </w:t>
      </w:r>
    </w:p>
    <w:p w:rsidR="0062748B" w:rsidRDefault="0062748B" w:rsidP="0062748B">
      <w:r>
        <w:t xml:space="preserve">17.1.1      -INF       .        1.000      .         </w:t>
      </w:r>
    </w:p>
    <w:p w:rsidR="0062748B" w:rsidRDefault="0062748B" w:rsidP="0062748B">
      <w:r>
        <w:t xml:space="preserve">17.1.2      -INF       .        1.000      .         </w:t>
      </w:r>
    </w:p>
    <w:p w:rsidR="0062748B" w:rsidRDefault="0062748B" w:rsidP="0062748B">
      <w:r>
        <w:t xml:space="preserve">17.1.3      -INF       .        1.000      .         </w:t>
      </w:r>
    </w:p>
    <w:p w:rsidR="0062748B" w:rsidRDefault="0062748B" w:rsidP="0062748B">
      <w:r>
        <w:t xml:space="preserve">17.1.4      -INF       .        1.000      .         </w:t>
      </w:r>
    </w:p>
    <w:p w:rsidR="0062748B" w:rsidRDefault="0062748B" w:rsidP="0062748B">
      <w:r>
        <w:t xml:space="preserve">17.1.5      -INF       .        1.000      .         </w:t>
      </w:r>
    </w:p>
    <w:p w:rsidR="0062748B" w:rsidRDefault="0062748B" w:rsidP="0062748B">
      <w:r>
        <w:t xml:space="preserve">17.1.6      -INF       .        1.000      .         </w:t>
      </w:r>
    </w:p>
    <w:p w:rsidR="0062748B" w:rsidRDefault="0062748B" w:rsidP="0062748B">
      <w:r>
        <w:t xml:space="preserve">17.1.7      -INF       .        1.000      .         </w:t>
      </w:r>
    </w:p>
    <w:p w:rsidR="0062748B" w:rsidRDefault="0062748B" w:rsidP="0062748B">
      <w:r>
        <w:t xml:space="preserve">17.1.8      -INF       .        1.000      .         </w:t>
      </w:r>
    </w:p>
    <w:p w:rsidR="0062748B" w:rsidRDefault="0062748B" w:rsidP="0062748B">
      <w:r>
        <w:t xml:space="preserve">17.1.9      -INF       .        1.000      .         </w:t>
      </w:r>
    </w:p>
    <w:p w:rsidR="0062748B" w:rsidRDefault="0062748B" w:rsidP="0062748B">
      <w:r>
        <w:t xml:space="preserve">17.1.10     -INF       .        1.000      .         </w:t>
      </w:r>
    </w:p>
    <w:p w:rsidR="0062748B" w:rsidRDefault="0062748B" w:rsidP="0062748B">
      <w:r>
        <w:t xml:space="preserve">17.1.11     -INF       .        1.000      .         </w:t>
      </w:r>
    </w:p>
    <w:p w:rsidR="0062748B" w:rsidRDefault="0062748B" w:rsidP="0062748B">
      <w:r>
        <w:t xml:space="preserve">17.1.12     -INF       .        1.000      .         </w:t>
      </w:r>
    </w:p>
    <w:p w:rsidR="0062748B" w:rsidRDefault="0062748B" w:rsidP="0062748B">
      <w:r>
        <w:t xml:space="preserve">17.1.13     -INF       .        1.000      .         </w:t>
      </w:r>
    </w:p>
    <w:p w:rsidR="0062748B" w:rsidRDefault="0062748B" w:rsidP="0062748B">
      <w:r>
        <w:t xml:space="preserve">17.1.14     -INF       .        1.000      .         </w:t>
      </w:r>
    </w:p>
    <w:p w:rsidR="0062748B" w:rsidRDefault="0062748B" w:rsidP="0062748B">
      <w:r>
        <w:t xml:space="preserve">17.1.15     -INF       .        1.000      .         </w:t>
      </w:r>
    </w:p>
    <w:p w:rsidR="0062748B" w:rsidRDefault="0062748B" w:rsidP="0062748B">
      <w:r>
        <w:t xml:space="preserve">17.1.16     -INF       .        1.000      .         </w:t>
      </w:r>
    </w:p>
    <w:p w:rsidR="0062748B" w:rsidRDefault="0062748B" w:rsidP="0062748B">
      <w:r>
        <w:t xml:space="preserve">17.1.17     -INF       .        1.000      .         </w:t>
      </w:r>
    </w:p>
    <w:p w:rsidR="0062748B" w:rsidRDefault="0062748B" w:rsidP="0062748B">
      <w:r>
        <w:t xml:space="preserve">17.1.18     -INF       .        1.000      .         </w:t>
      </w:r>
    </w:p>
    <w:p w:rsidR="0062748B" w:rsidRDefault="0062748B" w:rsidP="0062748B">
      <w:r>
        <w:t xml:space="preserve">17.1.19     -INF       .        1.000      .         </w:t>
      </w:r>
    </w:p>
    <w:p w:rsidR="0062748B" w:rsidRDefault="0062748B" w:rsidP="0062748B">
      <w:r>
        <w:t xml:space="preserve">17.1.20     -INF       .        1.000      .         </w:t>
      </w:r>
    </w:p>
    <w:p w:rsidR="0062748B" w:rsidRDefault="0062748B" w:rsidP="0062748B">
      <w:r>
        <w:t xml:space="preserve">17.1.21     -INF       .        1.000      .         </w:t>
      </w:r>
    </w:p>
    <w:p w:rsidR="0062748B" w:rsidRDefault="0062748B" w:rsidP="0062748B">
      <w:r>
        <w:t xml:space="preserve">17.1.22     -INF       .        1.000      .         </w:t>
      </w:r>
    </w:p>
    <w:p w:rsidR="0062748B" w:rsidRDefault="0062748B" w:rsidP="0062748B">
      <w:r>
        <w:t xml:space="preserve">17.1.23     -INF       .        1.000      .         </w:t>
      </w:r>
    </w:p>
    <w:p w:rsidR="0062748B" w:rsidRDefault="0062748B" w:rsidP="0062748B">
      <w:r>
        <w:lastRenderedPageBreak/>
        <w:t xml:space="preserve">17.1.24     -INF       .        1.000      .         </w:t>
      </w:r>
    </w:p>
    <w:p w:rsidR="0062748B" w:rsidRDefault="0062748B" w:rsidP="0062748B">
      <w:r>
        <w:t xml:space="preserve">17.1.25     -INF       .        1.000      .         </w:t>
      </w:r>
    </w:p>
    <w:p w:rsidR="0062748B" w:rsidRDefault="0062748B" w:rsidP="0062748B">
      <w:r>
        <w:t xml:space="preserve">17.1.26     -INF       .        1.000      .         </w:t>
      </w:r>
    </w:p>
    <w:p w:rsidR="0062748B" w:rsidRDefault="0062748B" w:rsidP="0062748B">
      <w:r>
        <w:t xml:space="preserve">17.1.27     -INF       .        1.000      .         </w:t>
      </w:r>
    </w:p>
    <w:p w:rsidR="0062748B" w:rsidRDefault="0062748B" w:rsidP="0062748B">
      <w:r>
        <w:t xml:space="preserve">17.1.28     -INF       .        1.000      .         </w:t>
      </w:r>
    </w:p>
    <w:p w:rsidR="0062748B" w:rsidRDefault="0062748B" w:rsidP="0062748B">
      <w:r>
        <w:t xml:space="preserve">17.1.29     -INF       .        1.000      .         </w:t>
      </w:r>
    </w:p>
    <w:p w:rsidR="0062748B" w:rsidRDefault="0062748B" w:rsidP="0062748B">
      <w:r>
        <w:t xml:space="preserve">18.1.1      -INF       .        1.000      .         </w:t>
      </w:r>
    </w:p>
    <w:p w:rsidR="0062748B" w:rsidRDefault="0062748B" w:rsidP="0062748B">
      <w:r>
        <w:t xml:space="preserve">18.1.2      -INF       .        1.000      .         </w:t>
      </w:r>
    </w:p>
    <w:p w:rsidR="0062748B" w:rsidRDefault="0062748B" w:rsidP="0062748B">
      <w:r>
        <w:t xml:space="preserve">18.1.3      -INF       .        1.000      .         </w:t>
      </w:r>
    </w:p>
    <w:p w:rsidR="0062748B" w:rsidRDefault="0062748B" w:rsidP="0062748B">
      <w:r>
        <w:t xml:space="preserve">18.1.4      -INF       .        1.000      .         </w:t>
      </w:r>
    </w:p>
    <w:p w:rsidR="0062748B" w:rsidRDefault="0062748B" w:rsidP="0062748B">
      <w:r>
        <w:t xml:space="preserve">18.1.5      -INF       .        1.000      .         </w:t>
      </w:r>
    </w:p>
    <w:p w:rsidR="0062748B" w:rsidRDefault="0062748B" w:rsidP="0062748B">
      <w:r>
        <w:t xml:space="preserve">18.1.6      -INF       .        1.000      .         </w:t>
      </w:r>
    </w:p>
    <w:p w:rsidR="0062748B" w:rsidRDefault="0062748B" w:rsidP="0062748B">
      <w:r>
        <w:t xml:space="preserve">18.1.7      -INF       .        1.000      .         </w:t>
      </w:r>
    </w:p>
    <w:p w:rsidR="0062748B" w:rsidRDefault="0062748B" w:rsidP="0062748B">
      <w:r>
        <w:t xml:space="preserve">18.1.8      -INF       .        1.000      .         </w:t>
      </w:r>
    </w:p>
    <w:p w:rsidR="0062748B" w:rsidRDefault="0062748B" w:rsidP="0062748B">
      <w:r>
        <w:t xml:space="preserve">18.1.9      -INF       .        1.000      .         </w:t>
      </w:r>
    </w:p>
    <w:p w:rsidR="0062748B" w:rsidRDefault="0062748B" w:rsidP="0062748B">
      <w:r>
        <w:t xml:space="preserve">18.1.10     -INF       .        1.000      .         </w:t>
      </w:r>
    </w:p>
    <w:p w:rsidR="0062748B" w:rsidRDefault="0062748B" w:rsidP="0062748B">
      <w:r>
        <w:t xml:space="preserve">18.1.11     -INF       .        1.000      .         </w:t>
      </w:r>
    </w:p>
    <w:p w:rsidR="0062748B" w:rsidRDefault="0062748B" w:rsidP="0062748B">
      <w:r>
        <w:t xml:space="preserve">18.1.12     -INF       .        1.000      .         </w:t>
      </w:r>
    </w:p>
    <w:p w:rsidR="0062748B" w:rsidRDefault="0062748B" w:rsidP="0062748B">
      <w:r>
        <w:t xml:space="preserve">18.1.13     -INF       .        1.000      .         </w:t>
      </w:r>
    </w:p>
    <w:p w:rsidR="0062748B" w:rsidRDefault="0062748B" w:rsidP="0062748B">
      <w:r>
        <w:t xml:space="preserve">18.1.14     -INF       .        1.000      .         </w:t>
      </w:r>
    </w:p>
    <w:p w:rsidR="0062748B" w:rsidRDefault="0062748B" w:rsidP="0062748B">
      <w:r>
        <w:t xml:space="preserve">18.1.15     -INF       .        1.000      .         </w:t>
      </w:r>
    </w:p>
    <w:p w:rsidR="0062748B" w:rsidRDefault="0062748B" w:rsidP="0062748B">
      <w:r>
        <w:t xml:space="preserve">18.1.16     -INF       .        1.000      .         </w:t>
      </w:r>
    </w:p>
    <w:p w:rsidR="0062748B" w:rsidRDefault="0062748B" w:rsidP="0062748B">
      <w:r>
        <w:t xml:space="preserve">18.1.17     -INF       .        1.000      .         </w:t>
      </w:r>
    </w:p>
    <w:p w:rsidR="0062748B" w:rsidRDefault="0062748B" w:rsidP="0062748B">
      <w:r>
        <w:t xml:space="preserve">18.1.18     -INF       .        1.000      .         </w:t>
      </w:r>
    </w:p>
    <w:p w:rsidR="0062748B" w:rsidRDefault="0062748B" w:rsidP="0062748B">
      <w:r>
        <w:t xml:space="preserve">18.1.19     -INF       .        1.000      .         </w:t>
      </w:r>
    </w:p>
    <w:p w:rsidR="0062748B" w:rsidRDefault="0062748B" w:rsidP="0062748B">
      <w:r>
        <w:lastRenderedPageBreak/>
        <w:t xml:space="preserve">18.1.20     -INF       .        1.000      .         </w:t>
      </w:r>
    </w:p>
    <w:p w:rsidR="0062748B" w:rsidRDefault="0062748B" w:rsidP="0062748B">
      <w:r>
        <w:t xml:space="preserve">18.1.21     -INF       .        1.000      .         </w:t>
      </w:r>
    </w:p>
    <w:p w:rsidR="0062748B" w:rsidRDefault="0062748B" w:rsidP="0062748B">
      <w:r>
        <w:t xml:space="preserve">18.1.22     -INF       .        1.000      .         </w:t>
      </w:r>
    </w:p>
    <w:p w:rsidR="0062748B" w:rsidRDefault="0062748B" w:rsidP="0062748B">
      <w:r>
        <w:t xml:space="preserve">18.1.23     -INF       .        1.000      .         </w:t>
      </w:r>
    </w:p>
    <w:p w:rsidR="0062748B" w:rsidRDefault="0062748B" w:rsidP="0062748B">
      <w:r>
        <w:t xml:space="preserve">18.1.24     -INF       .        1.000      .         </w:t>
      </w:r>
    </w:p>
    <w:p w:rsidR="0062748B" w:rsidRDefault="0062748B" w:rsidP="0062748B">
      <w:r>
        <w:t xml:space="preserve">18.1.25     -INF       .        1.000      .         </w:t>
      </w:r>
    </w:p>
    <w:p w:rsidR="0062748B" w:rsidRDefault="0062748B" w:rsidP="0062748B">
      <w:r>
        <w:t xml:space="preserve">18.1.26     -INF       .        1.000      .         </w:t>
      </w:r>
    </w:p>
    <w:p w:rsidR="0062748B" w:rsidRDefault="0062748B" w:rsidP="0062748B">
      <w:r>
        <w:t xml:space="preserve">18.1.27     -INF       .        1.000      .         </w:t>
      </w:r>
    </w:p>
    <w:p w:rsidR="0062748B" w:rsidRDefault="0062748B" w:rsidP="0062748B">
      <w:r>
        <w:t xml:space="preserve">18.1.28     -INF       .        1.000      .         </w:t>
      </w:r>
    </w:p>
    <w:p w:rsidR="0062748B" w:rsidRDefault="0062748B" w:rsidP="0062748B">
      <w:r>
        <w:t xml:space="preserve">18.1.29     -INF       .        1.000      .         </w:t>
      </w:r>
    </w:p>
    <w:p w:rsidR="0062748B" w:rsidRDefault="0062748B" w:rsidP="0062748B">
      <w:r>
        <w:t xml:space="preserve">19.1.1      -INF       .        1.000      .         </w:t>
      </w:r>
    </w:p>
    <w:p w:rsidR="0062748B" w:rsidRDefault="0062748B" w:rsidP="0062748B">
      <w:r>
        <w:t xml:space="preserve">19.1.2      -INF       .        1.000      .         </w:t>
      </w:r>
    </w:p>
    <w:p w:rsidR="0062748B" w:rsidRDefault="0062748B" w:rsidP="0062748B">
      <w:r>
        <w:t xml:space="preserve">19.1.3      -INF       .        1.000      .         </w:t>
      </w:r>
    </w:p>
    <w:p w:rsidR="0062748B" w:rsidRDefault="0062748B" w:rsidP="0062748B">
      <w:r>
        <w:t xml:space="preserve">19.1.4      -INF       .        1.000      .         </w:t>
      </w:r>
    </w:p>
    <w:p w:rsidR="0062748B" w:rsidRDefault="0062748B" w:rsidP="0062748B">
      <w:r>
        <w:t xml:space="preserve">19.1.5      -INF       .        1.000      .         </w:t>
      </w:r>
    </w:p>
    <w:p w:rsidR="0062748B" w:rsidRDefault="0062748B" w:rsidP="0062748B">
      <w:r>
        <w:t xml:space="preserve">19.1.6      -INF       .        1.000      .         </w:t>
      </w:r>
    </w:p>
    <w:p w:rsidR="0062748B" w:rsidRDefault="0062748B" w:rsidP="0062748B">
      <w:r>
        <w:t xml:space="preserve">19.1.7      -INF       .        1.000      .         </w:t>
      </w:r>
    </w:p>
    <w:p w:rsidR="0062748B" w:rsidRDefault="0062748B" w:rsidP="0062748B">
      <w:r>
        <w:t xml:space="preserve">19.1.8      -INF       .        1.000      .         </w:t>
      </w:r>
    </w:p>
    <w:p w:rsidR="0062748B" w:rsidRDefault="0062748B" w:rsidP="0062748B">
      <w:r>
        <w:t xml:space="preserve">19.1.9      -INF       .        1.000      .         </w:t>
      </w:r>
    </w:p>
    <w:p w:rsidR="0062748B" w:rsidRDefault="0062748B" w:rsidP="0062748B">
      <w:r>
        <w:t xml:space="preserve">19.1.10     -INF       .        1.000      .         </w:t>
      </w:r>
    </w:p>
    <w:p w:rsidR="0062748B" w:rsidRDefault="0062748B" w:rsidP="0062748B">
      <w:r>
        <w:t xml:space="preserve">19.1.11     -INF       .        1.000      .         </w:t>
      </w:r>
    </w:p>
    <w:p w:rsidR="0062748B" w:rsidRDefault="0062748B" w:rsidP="0062748B">
      <w:r>
        <w:t xml:space="preserve">19.1.12     -INF       .        1.000      .         </w:t>
      </w:r>
    </w:p>
    <w:p w:rsidR="0062748B" w:rsidRDefault="0062748B" w:rsidP="0062748B">
      <w:r>
        <w:t xml:space="preserve">19.1.13     -INF       .        1.000      .         </w:t>
      </w:r>
    </w:p>
    <w:p w:rsidR="0062748B" w:rsidRDefault="0062748B" w:rsidP="0062748B">
      <w:r>
        <w:t xml:space="preserve">19.1.14     -INF       .        1.000      .         </w:t>
      </w:r>
    </w:p>
    <w:p w:rsidR="0062748B" w:rsidRDefault="0062748B" w:rsidP="0062748B">
      <w:r>
        <w:t xml:space="preserve">19.1.15     -INF       .        1.000      .         </w:t>
      </w:r>
    </w:p>
    <w:p w:rsidR="0062748B" w:rsidRDefault="0062748B" w:rsidP="0062748B">
      <w:r>
        <w:lastRenderedPageBreak/>
        <w:t xml:space="preserve">19.1.16     -INF       .        1.000      .         </w:t>
      </w:r>
    </w:p>
    <w:p w:rsidR="0062748B" w:rsidRDefault="0062748B" w:rsidP="0062748B">
      <w:r>
        <w:t xml:space="preserve">19.1.17     -INF       .        1.000      .         </w:t>
      </w:r>
    </w:p>
    <w:p w:rsidR="0062748B" w:rsidRDefault="0062748B" w:rsidP="0062748B">
      <w:r>
        <w:t xml:space="preserve">19.1.18     -INF       .        1.000      .         </w:t>
      </w:r>
    </w:p>
    <w:p w:rsidR="0062748B" w:rsidRDefault="0062748B" w:rsidP="0062748B">
      <w:r>
        <w:t xml:space="preserve">19.1.19     -INF       .        1.000      .         </w:t>
      </w:r>
    </w:p>
    <w:p w:rsidR="0062748B" w:rsidRDefault="0062748B" w:rsidP="0062748B">
      <w:r>
        <w:t xml:space="preserve">19.1.20     -INF       .        1.000      .         </w:t>
      </w:r>
    </w:p>
    <w:p w:rsidR="0062748B" w:rsidRDefault="0062748B" w:rsidP="0062748B">
      <w:r>
        <w:t xml:space="preserve">19.1.21     -INF       .        1.000      .         </w:t>
      </w:r>
    </w:p>
    <w:p w:rsidR="0062748B" w:rsidRDefault="0062748B" w:rsidP="0062748B">
      <w:r>
        <w:t xml:space="preserve">19.1.22     -INF       .        1.000      .         </w:t>
      </w:r>
    </w:p>
    <w:p w:rsidR="0062748B" w:rsidRDefault="0062748B" w:rsidP="0062748B">
      <w:r>
        <w:t xml:space="preserve">19.1.23     -INF       .        1.000      .         </w:t>
      </w:r>
    </w:p>
    <w:p w:rsidR="0062748B" w:rsidRDefault="0062748B" w:rsidP="0062748B">
      <w:r>
        <w:t xml:space="preserve">19.1.24     -INF       .        1.000      .         </w:t>
      </w:r>
    </w:p>
    <w:p w:rsidR="0062748B" w:rsidRDefault="0062748B" w:rsidP="0062748B">
      <w:r>
        <w:t xml:space="preserve">19.1.25     -INF       .        1.000      .         </w:t>
      </w:r>
    </w:p>
    <w:p w:rsidR="0062748B" w:rsidRDefault="0062748B" w:rsidP="0062748B">
      <w:r>
        <w:t xml:space="preserve">19.1.26     -INF       .        1.000      .         </w:t>
      </w:r>
    </w:p>
    <w:p w:rsidR="0062748B" w:rsidRDefault="0062748B" w:rsidP="0062748B">
      <w:r>
        <w:t xml:space="preserve">19.1.27     -INF       .        1.000      .         </w:t>
      </w:r>
    </w:p>
    <w:p w:rsidR="0062748B" w:rsidRDefault="0062748B" w:rsidP="0062748B">
      <w:r>
        <w:t xml:space="preserve">19.1.28     -INF       .        1.000      .         </w:t>
      </w:r>
    </w:p>
    <w:p w:rsidR="0062748B" w:rsidRDefault="0062748B" w:rsidP="0062748B">
      <w:r>
        <w:t xml:space="preserve">19.1.29     -INF       .        1.000      .         </w:t>
      </w:r>
    </w:p>
    <w:p w:rsidR="0062748B" w:rsidRDefault="0062748B" w:rsidP="0062748B">
      <w:r>
        <w:t xml:space="preserve">20.1.1      -INF       .        1.000      .         </w:t>
      </w:r>
    </w:p>
    <w:p w:rsidR="0062748B" w:rsidRDefault="0062748B" w:rsidP="0062748B">
      <w:r>
        <w:t xml:space="preserve">20.1.2      -INF       .        1.000      .         </w:t>
      </w:r>
    </w:p>
    <w:p w:rsidR="0062748B" w:rsidRDefault="0062748B" w:rsidP="0062748B">
      <w:r>
        <w:t xml:space="preserve">20.1.3      -INF       .        1.000      .         </w:t>
      </w:r>
    </w:p>
    <w:p w:rsidR="0062748B" w:rsidRDefault="0062748B" w:rsidP="0062748B">
      <w:r>
        <w:t xml:space="preserve">20.1.4      -INF       .        1.000      .         </w:t>
      </w:r>
    </w:p>
    <w:p w:rsidR="0062748B" w:rsidRDefault="0062748B" w:rsidP="0062748B">
      <w:r>
        <w:t xml:space="preserve">20.1.5      -INF       .        1.000      .         </w:t>
      </w:r>
    </w:p>
    <w:p w:rsidR="0062748B" w:rsidRDefault="0062748B" w:rsidP="0062748B">
      <w:r>
        <w:t xml:space="preserve">20.1.6      -INF       .        1.000      .         </w:t>
      </w:r>
    </w:p>
    <w:p w:rsidR="0062748B" w:rsidRDefault="0062748B" w:rsidP="0062748B">
      <w:r>
        <w:t xml:space="preserve">20.1.7      -INF       .        1.000      .         </w:t>
      </w:r>
    </w:p>
    <w:p w:rsidR="0062748B" w:rsidRDefault="0062748B" w:rsidP="0062748B">
      <w:r>
        <w:t xml:space="preserve">20.1.8      -INF       .        1.000      .         </w:t>
      </w:r>
    </w:p>
    <w:p w:rsidR="0062748B" w:rsidRDefault="0062748B" w:rsidP="0062748B">
      <w:r>
        <w:t xml:space="preserve">20.1.9      -INF       .        1.000      .         </w:t>
      </w:r>
    </w:p>
    <w:p w:rsidR="0062748B" w:rsidRDefault="0062748B" w:rsidP="0062748B">
      <w:r>
        <w:t xml:space="preserve">20.1.10     -INF       .        1.000      .         </w:t>
      </w:r>
    </w:p>
    <w:p w:rsidR="0062748B" w:rsidRDefault="0062748B" w:rsidP="0062748B">
      <w:r>
        <w:t xml:space="preserve">20.1.11     -INF       .        1.000      .         </w:t>
      </w:r>
    </w:p>
    <w:p w:rsidR="0062748B" w:rsidRDefault="0062748B" w:rsidP="0062748B">
      <w:r>
        <w:lastRenderedPageBreak/>
        <w:t xml:space="preserve">20.1.12     -INF       .        1.000      .         </w:t>
      </w:r>
    </w:p>
    <w:p w:rsidR="0062748B" w:rsidRDefault="0062748B" w:rsidP="0062748B">
      <w:r>
        <w:t xml:space="preserve">20.1.13     -INF       .        1.000      .         </w:t>
      </w:r>
    </w:p>
    <w:p w:rsidR="0062748B" w:rsidRDefault="0062748B" w:rsidP="0062748B">
      <w:r>
        <w:t xml:space="preserve">20.1.14     -INF       .        1.000      .         </w:t>
      </w:r>
    </w:p>
    <w:p w:rsidR="0062748B" w:rsidRDefault="0062748B" w:rsidP="0062748B">
      <w:r>
        <w:t xml:space="preserve">20.1.15     -INF       .        1.000      .         </w:t>
      </w:r>
    </w:p>
    <w:p w:rsidR="0062748B" w:rsidRDefault="0062748B" w:rsidP="0062748B">
      <w:r>
        <w:t xml:space="preserve">20.1.16     -INF       .        1.000      .         </w:t>
      </w:r>
    </w:p>
    <w:p w:rsidR="0062748B" w:rsidRDefault="0062748B" w:rsidP="0062748B">
      <w:r>
        <w:t xml:space="preserve">20.1.17     -INF       .        1.000      .         </w:t>
      </w:r>
    </w:p>
    <w:p w:rsidR="0062748B" w:rsidRDefault="0062748B" w:rsidP="0062748B">
      <w:r>
        <w:t xml:space="preserve">20.1.18     -INF       .        1.000      .         </w:t>
      </w:r>
    </w:p>
    <w:p w:rsidR="0062748B" w:rsidRDefault="0062748B" w:rsidP="0062748B">
      <w:r>
        <w:t xml:space="preserve">20.1.19     -INF       .        1.000      .         </w:t>
      </w:r>
    </w:p>
    <w:p w:rsidR="0062748B" w:rsidRDefault="0062748B" w:rsidP="0062748B">
      <w:r>
        <w:t xml:space="preserve">20.1.20     -INF       .        1.000      .         </w:t>
      </w:r>
    </w:p>
    <w:p w:rsidR="0062748B" w:rsidRDefault="0062748B" w:rsidP="0062748B">
      <w:r>
        <w:t xml:space="preserve">20.1.21     -INF       .        1.000      .         </w:t>
      </w:r>
    </w:p>
    <w:p w:rsidR="0062748B" w:rsidRDefault="0062748B" w:rsidP="0062748B">
      <w:r>
        <w:t xml:space="preserve">20.1.22     -INF       .        1.000      .         </w:t>
      </w:r>
    </w:p>
    <w:p w:rsidR="0062748B" w:rsidRDefault="0062748B" w:rsidP="0062748B">
      <w:r>
        <w:t xml:space="preserve">20.1.23     -INF       .        1.000      .         </w:t>
      </w:r>
    </w:p>
    <w:p w:rsidR="0062748B" w:rsidRDefault="0062748B" w:rsidP="0062748B">
      <w:r>
        <w:t xml:space="preserve">20.1.24     -INF       .        1.000      .         </w:t>
      </w:r>
    </w:p>
    <w:p w:rsidR="0062748B" w:rsidRDefault="0062748B" w:rsidP="0062748B">
      <w:r>
        <w:t xml:space="preserve">20.1.25     -INF       .        1.000      .         </w:t>
      </w:r>
    </w:p>
    <w:p w:rsidR="0062748B" w:rsidRDefault="0062748B" w:rsidP="0062748B">
      <w:r>
        <w:t xml:space="preserve">20.1.26     -INF       .        1.000      .         </w:t>
      </w:r>
    </w:p>
    <w:p w:rsidR="0062748B" w:rsidRDefault="0062748B" w:rsidP="0062748B">
      <w:r>
        <w:t xml:space="preserve">20.1.27     -INF       .        1.000      .         </w:t>
      </w:r>
    </w:p>
    <w:p w:rsidR="0062748B" w:rsidRDefault="0062748B" w:rsidP="0062748B">
      <w:r>
        <w:t xml:space="preserve">20.1.28     -INF       .        1.000      .         </w:t>
      </w:r>
    </w:p>
    <w:p w:rsidR="0062748B" w:rsidRDefault="0062748B" w:rsidP="0062748B">
      <w:r>
        <w:t xml:space="preserve">20.1.29     -INF       .        1.000      .         </w:t>
      </w:r>
    </w:p>
    <w:p w:rsidR="0062748B" w:rsidRDefault="0062748B" w:rsidP="0062748B">
      <w:r>
        <w:t xml:space="preserve">21.1.1      -INF       .        1.000      .         </w:t>
      </w:r>
    </w:p>
    <w:p w:rsidR="0062748B" w:rsidRDefault="0062748B" w:rsidP="0062748B">
      <w:r>
        <w:t xml:space="preserve">21.1.2      -INF       .        1.000      .         </w:t>
      </w:r>
    </w:p>
    <w:p w:rsidR="0062748B" w:rsidRDefault="0062748B" w:rsidP="0062748B">
      <w:r>
        <w:t xml:space="preserve">21.1.3      -INF       .        1.000      .         </w:t>
      </w:r>
    </w:p>
    <w:p w:rsidR="0062748B" w:rsidRDefault="0062748B" w:rsidP="0062748B">
      <w:r>
        <w:t xml:space="preserve">21.1.4      -INF       .        1.000      .         </w:t>
      </w:r>
    </w:p>
    <w:p w:rsidR="0062748B" w:rsidRDefault="0062748B" w:rsidP="0062748B">
      <w:r>
        <w:t xml:space="preserve">21.1.5      -INF       .        1.000      .         </w:t>
      </w:r>
    </w:p>
    <w:p w:rsidR="0062748B" w:rsidRDefault="0062748B" w:rsidP="0062748B">
      <w:r>
        <w:t xml:space="preserve">21.1.6      -INF       .        1.000      .         </w:t>
      </w:r>
    </w:p>
    <w:p w:rsidR="0062748B" w:rsidRDefault="0062748B" w:rsidP="0062748B">
      <w:r>
        <w:t xml:space="preserve">21.1.7      -INF       .        1.000      .         </w:t>
      </w:r>
    </w:p>
    <w:p w:rsidR="0062748B" w:rsidRDefault="0062748B" w:rsidP="0062748B">
      <w:r>
        <w:lastRenderedPageBreak/>
        <w:t xml:space="preserve">21.1.8      -INF       .        1.000      .         </w:t>
      </w:r>
    </w:p>
    <w:p w:rsidR="0062748B" w:rsidRDefault="0062748B" w:rsidP="0062748B">
      <w:r>
        <w:t xml:space="preserve">21.1.9      -INF       .        1.000      .         </w:t>
      </w:r>
    </w:p>
    <w:p w:rsidR="0062748B" w:rsidRDefault="0062748B" w:rsidP="0062748B">
      <w:r>
        <w:t xml:space="preserve">21.1.10     -INF       .        1.000      .         </w:t>
      </w:r>
    </w:p>
    <w:p w:rsidR="0062748B" w:rsidRDefault="0062748B" w:rsidP="0062748B">
      <w:r>
        <w:t xml:space="preserve">21.1.11     -INF       .        1.000      .         </w:t>
      </w:r>
    </w:p>
    <w:p w:rsidR="0062748B" w:rsidRDefault="0062748B" w:rsidP="0062748B">
      <w:r>
        <w:t xml:space="preserve">21.1.12     -INF       .        1.000      .         </w:t>
      </w:r>
    </w:p>
    <w:p w:rsidR="0062748B" w:rsidRDefault="0062748B" w:rsidP="0062748B">
      <w:r>
        <w:t xml:space="preserve">21.1.13     -INF       .        1.000      .         </w:t>
      </w:r>
    </w:p>
    <w:p w:rsidR="0062748B" w:rsidRDefault="0062748B" w:rsidP="0062748B">
      <w:r>
        <w:t xml:space="preserve">21.1.14     -INF       .        1.000      .         </w:t>
      </w:r>
    </w:p>
    <w:p w:rsidR="0062748B" w:rsidRDefault="0062748B" w:rsidP="0062748B">
      <w:r>
        <w:t xml:space="preserve">21.1.15     -INF       .        1.000      .         </w:t>
      </w:r>
    </w:p>
    <w:p w:rsidR="0062748B" w:rsidRDefault="0062748B" w:rsidP="0062748B">
      <w:r>
        <w:t xml:space="preserve">21.1.16     -INF       .        1.000      .         </w:t>
      </w:r>
    </w:p>
    <w:p w:rsidR="0062748B" w:rsidRDefault="0062748B" w:rsidP="0062748B">
      <w:r>
        <w:t xml:space="preserve">21.1.17     -INF       .        1.000      .         </w:t>
      </w:r>
    </w:p>
    <w:p w:rsidR="0062748B" w:rsidRDefault="0062748B" w:rsidP="0062748B">
      <w:r>
        <w:t xml:space="preserve">21.1.18     -INF       .        1.000      .         </w:t>
      </w:r>
    </w:p>
    <w:p w:rsidR="0062748B" w:rsidRDefault="0062748B" w:rsidP="0062748B">
      <w:r>
        <w:t xml:space="preserve">21.1.19     -INF       .        1.000      .         </w:t>
      </w:r>
    </w:p>
    <w:p w:rsidR="0062748B" w:rsidRDefault="0062748B" w:rsidP="0062748B">
      <w:r>
        <w:t xml:space="preserve">21.1.20     -INF       .        1.000      .         </w:t>
      </w:r>
    </w:p>
    <w:p w:rsidR="0062748B" w:rsidRDefault="0062748B" w:rsidP="0062748B">
      <w:r>
        <w:t xml:space="preserve">21.1.21     -INF       .        1.000      .         </w:t>
      </w:r>
    </w:p>
    <w:p w:rsidR="0062748B" w:rsidRDefault="0062748B" w:rsidP="0062748B">
      <w:r>
        <w:t xml:space="preserve">21.1.22     -INF       .        1.000      .         </w:t>
      </w:r>
    </w:p>
    <w:p w:rsidR="0062748B" w:rsidRDefault="0062748B" w:rsidP="0062748B">
      <w:r>
        <w:t xml:space="preserve">21.1.23     -INF       .        1.000      .         </w:t>
      </w:r>
    </w:p>
    <w:p w:rsidR="0062748B" w:rsidRDefault="0062748B" w:rsidP="0062748B">
      <w:r>
        <w:t xml:space="preserve">21.1.24     -INF       .        1.000      .         </w:t>
      </w:r>
    </w:p>
    <w:p w:rsidR="0062748B" w:rsidRDefault="0062748B" w:rsidP="0062748B">
      <w:r>
        <w:t xml:space="preserve">21.1.25     -INF       .        1.000      .         </w:t>
      </w:r>
    </w:p>
    <w:p w:rsidR="0062748B" w:rsidRDefault="0062748B" w:rsidP="0062748B">
      <w:r>
        <w:t xml:space="preserve">21.1.26     -INF       .        1.000      .         </w:t>
      </w:r>
    </w:p>
    <w:p w:rsidR="0062748B" w:rsidRDefault="0062748B" w:rsidP="0062748B">
      <w:r>
        <w:t xml:space="preserve">21.1.27     -INF       .        1.000      .         </w:t>
      </w:r>
    </w:p>
    <w:p w:rsidR="0062748B" w:rsidRDefault="0062748B" w:rsidP="0062748B">
      <w:r>
        <w:t xml:space="preserve">21.1.28     -INF       .        1.000      .         </w:t>
      </w:r>
    </w:p>
    <w:p w:rsidR="0062748B" w:rsidRDefault="0062748B" w:rsidP="0062748B">
      <w:r>
        <w:t xml:space="preserve">21.1.29     -INF       .        1.000      .         </w:t>
      </w:r>
    </w:p>
    <w:p w:rsidR="0062748B" w:rsidRDefault="0062748B" w:rsidP="0062748B">
      <w:r>
        <w:t xml:space="preserve">22.1.1      -INF       .        1.000      .         </w:t>
      </w:r>
    </w:p>
    <w:p w:rsidR="0062748B" w:rsidRDefault="0062748B" w:rsidP="0062748B">
      <w:r>
        <w:t xml:space="preserve">22.1.2      -INF       .        1.000      .         </w:t>
      </w:r>
    </w:p>
    <w:p w:rsidR="0062748B" w:rsidRDefault="0062748B" w:rsidP="0062748B">
      <w:r>
        <w:t xml:space="preserve">22.1.3      -INF       .        1.000      .         </w:t>
      </w:r>
    </w:p>
    <w:p w:rsidR="0062748B" w:rsidRDefault="0062748B" w:rsidP="0062748B">
      <w:r>
        <w:lastRenderedPageBreak/>
        <w:t xml:space="preserve">22.1.4      -INF       .        1.000      .         </w:t>
      </w:r>
    </w:p>
    <w:p w:rsidR="0062748B" w:rsidRDefault="0062748B" w:rsidP="0062748B">
      <w:r>
        <w:t xml:space="preserve">22.1.5      -INF       .        1.000      .         </w:t>
      </w:r>
    </w:p>
    <w:p w:rsidR="0062748B" w:rsidRDefault="0062748B" w:rsidP="0062748B">
      <w:r>
        <w:t xml:space="preserve">22.1.6      -INF       .        1.000      .         </w:t>
      </w:r>
    </w:p>
    <w:p w:rsidR="0062748B" w:rsidRDefault="0062748B" w:rsidP="0062748B">
      <w:r>
        <w:t xml:space="preserve">22.1.7      -INF       .        1.000      .         </w:t>
      </w:r>
    </w:p>
    <w:p w:rsidR="0062748B" w:rsidRDefault="0062748B" w:rsidP="0062748B">
      <w:r>
        <w:t xml:space="preserve">22.1.8      -INF       .        1.000      .         </w:t>
      </w:r>
    </w:p>
    <w:p w:rsidR="0062748B" w:rsidRDefault="0062748B" w:rsidP="0062748B">
      <w:r>
        <w:t xml:space="preserve">22.1.9      -INF       .        1.000      .         </w:t>
      </w:r>
    </w:p>
    <w:p w:rsidR="0062748B" w:rsidRDefault="0062748B" w:rsidP="0062748B">
      <w:r>
        <w:t xml:space="preserve">22.1.10     -INF       .        1.000      .         </w:t>
      </w:r>
    </w:p>
    <w:p w:rsidR="0062748B" w:rsidRDefault="0062748B" w:rsidP="0062748B">
      <w:r>
        <w:t xml:space="preserve">22.1.11     -INF       .        1.000      .         </w:t>
      </w:r>
    </w:p>
    <w:p w:rsidR="0062748B" w:rsidRDefault="0062748B" w:rsidP="0062748B">
      <w:r>
        <w:t xml:space="preserve">22.1.12     -INF       .        1.000      .         </w:t>
      </w:r>
    </w:p>
    <w:p w:rsidR="0062748B" w:rsidRDefault="0062748B" w:rsidP="0062748B">
      <w:r>
        <w:t xml:space="preserve">22.1.13     -INF       .        1.000      .         </w:t>
      </w:r>
    </w:p>
    <w:p w:rsidR="0062748B" w:rsidRDefault="0062748B" w:rsidP="0062748B">
      <w:r>
        <w:t xml:space="preserve">22.1.14     -INF       .        1.000      .         </w:t>
      </w:r>
    </w:p>
    <w:p w:rsidR="0062748B" w:rsidRDefault="0062748B" w:rsidP="0062748B">
      <w:r>
        <w:t xml:space="preserve">22.1.15     -INF       .        1.000      .         </w:t>
      </w:r>
    </w:p>
    <w:p w:rsidR="0062748B" w:rsidRDefault="0062748B" w:rsidP="0062748B">
      <w:r>
        <w:t xml:space="preserve">22.1.16     -INF       .        1.000      .         </w:t>
      </w:r>
    </w:p>
    <w:p w:rsidR="0062748B" w:rsidRDefault="0062748B" w:rsidP="0062748B">
      <w:r>
        <w:t xml:space="preserve">22.1.17     -INF       .        1.000      .         </w:t>
      </w:r>
    </w:p>
    <w:p w:rsidR="0062748B" w:rsidRDefault="0062748B" w:rsidP="0062748B">
      <w:r>
        <w:t xml:space="preserve">22.1.18     -INF       .        1.000      .         </w:t>
      </w:r>
    </w:p>
    <w:p w:rsidR="0062748B" w:rsidRDefault="0062748B" w:rsidP="0062748B">
      <w:r>
        <w:t xml:space="preserve">22.1.19     -INF       .        1.000      .         </w:t>
      </w:r>
    </w:p>
    <w:p w:rsidR="0062748B" w:rsidRDefault="0062748B" w:rsidP="0062748B">
      <w:r>
        <w:t xml:space="preserve">22.1.20     -INF       .        1.000      .         </w:t>
      </w:r>
    </w:p>
    <w:p w:rsidR="0062748B" w:rsidRDefault="0062748B" w:rsidP="0062748B">
      <w:r>
        <w:t xml:space="preserve">22.1.21     -INF       .        1.000      .         </w:t>
      </w:r>
    </w:p>
    <w:p w:rsidR="0062748B" w:rsidRDefault="0062748B" w:rsidP="0062748B">
      <w:r>
        <w:t xml:space="preserve">22.1.22     -INF       .        1.000      .         </w:t>
      </w:r>
    </w:p>
    <w:p w:rsidR="0062748B" w:rsidRDefault="0062748B" w:rsidP="0062748B">
      <w:r>
        <w:t xml:space="preserve">22.1.23     -INF       .        1.000      .         </w:t>
      </w:r>
    </w:p>
    <w:p w:rsidR="0062748B" w:rsidRDefault="0062748B" w:rsidP="0062748B">
      <w:r>
        <w:t xml:space="preserve">22.1.24     -INF       .        1.000      .         </w:t>
      </w:r>
    </w:p>
    <w:p w:rsidR="0062748B" w:rsidRDefault="0062748B" w:rsidP="0062748B">
      <w:r>
        <w:t xml:space="preserve">22.1.25     -INF       .        1.000      .         </w:t>
      </w:r>
    </w:p>
    <w:p w:rsidR="0062748B" w:rsidRDefault="0062748B" w:rsidP="0062748B">
      <w:r>
        <w:t xml:space="preserve">22.1.26     -INF       .        1.000      .         </w:t>
      </w:r>
    </w:p>
    <w:p w:rsidR="0062748B" w:rsidRDefault="0062748B" w:rsidP="0062748B">
      <w:r>
        <w:t xml:space="preserve">22.1.27     -INF       .        1.000      .         </w:t>
      </w:r>
    </w:p>
    <w:p w:rsidR="0062748B" w:rsidRDefault="0062748B" w:rsidP="0062748B">
      <w:r>
        <w:t xml:space="preserve">22.1.28     -INF       .        1.000      .         </w:t>
      </w:r>
    </w:p>
    <w:p w:rsidR="0062748B" w:rsidRDefault="0062748B" w:rsidP="0062748B">
      <w:r>
        <w:lastRenderedPageBreak/>
        <w:t xml:space="preserve">22.1.29     -INF       .        1.000      .         </w:t>
      </w:r>
    </w:p>
    <w:p w:rsidR="0062748B" w:rsidRDefault="0062748B" w:rsidP="0062748B">
      <w:r>
        <w:t xml:space="preserve">23.1.1      -INF       .        1.000      .         </w:t>
      </w:r>
    </w:p>
    <w:p w:rsidR="0062748B" w:rsidRDefault="0062748B" w:rsidP="0062748B">
      <w:r>
        <w:t xml:space="preserve">23.1.2      -INF       .        1.000      .         </w:t>
      </w:r>
    </w:p>
    <w:p w:rsidR="0062748B" w:rsidRDefault="0062748B" w:rsidP="0062748B">
      <w:r>
        <w:t xml:space="preserve">23.1.3      -INF       .        1.000      .         </w:t>
      </w:r>
    </w:p>
    <w:p w:rsidR="0062748B" w:rsidRDefault="0062748B" w:rsidP="0062748B">
      <w:r>
        <w:t xml:space="preserve">23.1.4      -INF       .        1.000      .         </w:t>
      </w:r>
    </w:p>
    <w:p w:rsidR="0062748B" w:rsidRDefault="0062748B" w:rsidP="0062748B">
      <w:r>
        <w:t xml:space="preserve">23.1.5      -INF       .        1.000      .         </w:t>
      </w:r>
    </w:p>
    <w:p w:rsidR="0062748B" w:rsidRDefault="0062748B" w:rsidP="0062748B">
      <w:r>
        <w:t xml:space="preserve">23.1.6      -INF       .        1.000      .         </w:t>
      </w:r>
    </w:p>
    <w:p w:rsidR="0062748B" w:rsidRDefault="0062748B" w:rsidP="0062748B">
      <w:r>
        <w:t xml:space="preserve">23.1.7      -INF       .        1.000      .         </w:t>
      </w:r>
    </w:p>
    <w:p w:rsidR="0062748B" w:rsidRDefault="0062748B" w:rsidP="0062748B">
      <w:r>
        <w:t xml:space="preserve">23.1.8      -INF       .        1.000      .         </w:t>
      </w:r>
    </w:p>
    <w:p w:rsidR="0062748B" w:rsidRDefault="0062748B" w:rsidP="0062748B">
      <w:r>
        <w:t xml:space="preserve">23.1.9      -INF       .        1.000      .         </w:t>
      </w:r>
    </w:p>
    <w:p w:rsidR="0062748B" w:rsidRDefault="0062748B" w:rsidP="0062748B">
      <w:r>
        <w:t xml:space="preserve">23.1.10     -INF       .        1.000      .         </w:t>
      </w:r>
    </w:p>
    <w:p w:rsidR="0062748B" w:rsidRDefault="0062748B" w:rsidP="0062748B">
      <w:r>
        <w:t xml:space="preserve">23.1.11     -INF       .        1.000      .         </w:t>
      </w:r>
    </w:p>
    <w:p w:rsidR="0062748B" w:rsidRDefault="0062748B" w:rsidP="0062748B">
      <w:r>
        <w:t xml:space="preserve">23.1.12     -INF       .        1.000      .         </w:t>
      </w:r>
    </w:p>
    <w:p w:rsidR="0062748B" w:rsidRDefault="0062748B" w:rsidP="0062748B">
      <w:r>
        <w:t xml:space="preserve">23.1.13     -INF       .        1.000      .         </w:t>
      </w:r>
    </w:p>
    <w:p w:rsidR="0062748B" w:rsidRDefault="0062748B" w:rsidP="0062748B">
      <w:r>
        <w:t xml:space="preserve">23.1.14     -INF       .        1.000      .         </w:t>
      </w:r>
    </w:p>
    <w:p w:rsidR="0062748B" w:rsidRDefault="0062748B" w:rsidP="0062748B">
      <w:r>
        <w:t xml:space="preserve">23.1.15     -INF       .        1.000      .         </w:t>
      </w:r>
    </w:p>
    <w:p w:rsidR="0062748B" w:rsidRDefault="0062748B" w:rsidP="0062748B">
      <w:r>
        <w:t xml:space="preserve">23.1.16     -INF       .        1.000      .         </w:t>
      </w:r>
    </w:p>
    <w:p w:rsidR="0062748B" w:rsidRDefault="0062748B" w:rsidP="0062748B">
      <w:r>
        <w:t xml:space="preserve">23.1.17     -INF       .        1.000      .         </w:t>
      </w:r>
    </w:p>
    <w:p w:rsidR="0062748B" w:rsidRDefault="0062748B" w:rsidP="0062748B">
      <w:r>
        <w:t xml:space="preserve">23.1.18     -INF       .        1.000      .         </w:t>
      </w:r>
    </w:p>
    <w:p w:rsidR="0062748B" w:rsidRDefault="0062748B" w:rsidP="0062748B">
      <w:r>
        <w:t xml:space="preserve">23.1.19     -INF       .        1.000      .         </w:t>
      </w:r>
    </w:p>
    <w:p w:rsidR="0062748B" w:rsidRDefault="0062748B" w:rsidP="0062748B">
      <w:r>
        <w:t xml:space="preserve">23.1.20     -INF       .        1.000      .         </w:t>
      </w:r>
    </w:p>
    <w:p w:rsidR="0062748B" w:rsidRDefault="0062748B" w:rsidP="0062748B">
      <w:r>
        <w:t xml:space="preserve">23.1.21     -INF       .        1.000      .         </w:t>
      </w:r>
    </w:p>
    <w:p w:rsidR="0062748B" w:rsidRDefault="0062748B" w:rsidP="0062748B">
      <w:r>
        <w:t xml:space="preserve">23.1.22     -INF       .        1.000      .         </w:t>
      </w:r>
    </w:p>
    <w:p w:rsidR="0062748B" w:rsidRDefault="0062748B" w:rsidP="0062748B">
      <w:r>
        <w:t xml:space="preserve">23.1.23     -INF       .        1.000      .         </w:t>
      </w:r>
    </w:p>
    <w:p w:rsidR="0062748B" w:rsidRDefault="0062748B" w:rsidP="0062748B">
      <w:r>
        <w:t xml:space="preserve">23.1.24     -INF       .        1.000      .         </w:t>
      </w:r>
    </w:p>
    <w:p w:rsidR="0062748B" w:rsidRDefault="0062748B" w:rsidP="0062748B">
      <w:r>
        <w:lastRenderedPageBreak/>
        <w:t xml:space="preserve">23.1.25     -INF       .        1.000      .         </w:t>
      </w:r>
    </w:p>
    <w:p w:rsidR="0062748B" w:rsidRDefault="0062748B" w:rsidP="0062748B">
      <w:r>
        <w:t xml:space="preserve">23.1.26     -INF       .        1.000      .         </w:t>
      </w:r>
    </w:p>
    <w:p w:rsidR="0062748B" w:rsidRDefault="0062748B" w:rsidP="0062748B">
      <w:r>
        <w:t xml:space="preserve">23.1.27     -INF       .        1.000      .         </w:t>
      </w:r>
    </w:p>
    <w:p w:rsidR="0062748B" w:rsidRDefault="0062748B" w:rsidP="0062748B">
      <w:r>
        <w:t xml:space="preserve">23.1.28     -INF       .        1.000      .         </w:t>
      </w:r>
    </w:p>
    <w:p w:rsidR="0062748B" w:rsidRDefault="0062748B" w:rsidP="0062748B">
      <w:r>
        <w:t xml:space="preserve">23.1.29     -INF       .        1.000      .         </w:t>
      </w:r>
    </w:p>
    <w:p w:rsidR="0062748B" w:rsidRDefault="0062748B" w:rsidP="0062748B">
      <w:r>
        <w:t xml:space="preserve">24.1.1      -INF       .        1.000      .         </w:t>
      </w:r>
    </w:p>
    <w:p w:rsidR="0062748B" w:rsidRDefault="0062748B" w:rsidP="0062748B">
      <w:r>
        <w:t xml:space="preserve">24.1.2      -INF       .        1.000      .         </w:t>
      </w:r>
    </w:p>
    <w:p w:rsidR="0062748B" w:rsidRDefault="0062748B" w:rsidP="0062748B">
      <w:r>
        <w:t xml:space="preserve">24.1.3      -INF       .        1.000      .         </w:t>
      </w:r>
    </w:p>
    <w:p w:rsidR="0062748B" w:rsidRDefault="0062748B" w:rsidP="0062748B">
      <w:r>
        <w:t xml:space="preserve">24.1.4      -INF       .        1.000      .         </w:t>
      </w:r>
    </w:p>
    <w:p w:rsidR="0062748B" w:rsidRDefault="0062748B" w:rsidP="0062748B">
      <w:r>
        <w:t xml:space="preserve">24.1.5      -INF       .        1.000      .         </w:t>
      </w:r>
    </w:p>
    <w:p w:rsidR="0062748B" w:rsidRDefault="0062748B" w:rsidP="0062748B">
      <w:r>
        <w:t xml:space="preserve">24.1.6      -INF       .        1.000      .         </w:t>
      </w:r>
    </w:p>
    <w:p w:rsidR="0062748B" w:rsidRDefault="0062748B" w:rsidP="0062748B">
      <w:r>
        <w:t xml:space="preserve">24.1.7      -INF       .        1.000      .         </w:t>
      </w:r>
    </w:p>
    <w:p w:rsidR="0062748B" w:rsidRDefault="0062748B" w:rsidP="0062748B">
      <w:r>
        <w:t xml:space="preserve">24.1.8      -INF       .        1.000      .         </w:t>
      </w:r>
    </w:p>
    <w:p w:rsidR="0062748B" w:rsidRDefault="0062748B" w:rsidP="0062748B">
      <w:r>
        <w:t xml:space="preserve">24.1.9      -INF       .        1.000      .         </w:t>
      </w:r>
    </w:p>
    <w:p w:rsidR="0062748B" w:rsidRDefault="0062748B" w:rsidP="0062748B">
      <w:r>
        <w:t xml:space="preserve">24.1.10     -INF       .        1.000      .         </w:t>
      </w:r>
    </w:p>
    <w:p w:rsidR="0062748B" w:rsidRDefault="0062748B" w:rsidP="0062748B">
      <w:r>
        <w:t xml:space="preserve">24.1.11     -INF       .        1.000      .         </w:t>
      </w:r>
    </w:p>
    <w:p w:rsidR="0062748B" w:rsidRDefault="0062748B" w:rsidP="0062748B">
      <w:r>
        <w:t xml:space="preserve">24.1.12     -INF       .        1.000      .         </w:t>
      </w:r>
    </w:p>
    <w:p w:rsidR="0062748B" w:rsidRDefault="0062748B" w:rsidP="0062748B">
      <w:r>
        <w:t xml:space="preserve">24.1.13     -INF       .        1.000      .         </w:t>
      </w:r>
    </w:p>
    <w:p w:rsidR="0062748B" w:rsidRDefault="0062748B" w:rsidP="0062748B">
      <w:r>
        <w:t xml:space="preserve">24.1.14     -INF       .        1.000      .         </w:t>
      </w:r>
    </w:p>
    <w:p w:rsidR="0062748B" w:rsidRDefault="0062748B" w:rsidP="0062748B">
      <w:r>
        <w:t xml:space="preserve">24.1.15     -INF       .        1.000      .         </w:t>
      </w:r>
    </w:p>
    <w:p w:rsidR="0062748B" w:rsidRDefault="0062748B" w:rsidP="0062748B">
      <w:r>
        <w:t xml:space="preserve">24.1.16     -INF       .        1.000      .         </w:t>
      </w:r>
    </w:p>
    <w:p w:rsidR="0062748B" w:rsidRDefault="0062748B" w:rsidP="0062748B">
      <w:r>
        <w:t xml:space="preserve">24.1.17     -INF       .        1.000      .         </w:t>
      </w:r>
    </w:p>
    <w:p w:rsidR="0062748B" w:rsidRDefault="0062748B" w:rsidP="0062748B">
      <w:r>
        <w:t xml:space="preserve">24.1.18     -INF       .        1.000      .         </w:t>
      </w:r>
    </w:p>
    <w:p w:rsidR="0062748B" w:rsidRDefault="0062748B" w:rsidP="0062748B">
      <w:r>
        <w:t xml:space="preserve">24.1.19     -INF       .        1.000      .         </w:t>
      </w:r>
    </w:p>
    <w:p w:rsidR="0062748B" w:rsidRDefault="0062748B" w:rsidP="0062748B">
      <w:r>
        <w:t xml:space="preserve">24.1.20     -INF       .        1.000      .         </w:t>
      </w:r>
    </w:p>
    <w:p w:rsidR="0062748B" w:rsidRDefault="0062748B" w:rsidP="0062748B">
      <w:r>
        <w:lastRenderedPageBreak/>
        <w:t xml:space="preserve">24.1.21     -INF       .        1.000      .         </w:t>
      </w:r>
    </w:p>
    <w:p w:rsidR="0062748B" w:rsidRDefault="0062748B" w:rsidP="0062748B">
      <w:r>
        <w:t xml:space="preserve">24.1.22     -INF       .        1.000      .         </w:t>
      </w:r>
    </w:p>
    <w:p w:rsidR="0062748B" w:rsidRDefault="0062748B" w:rsidP="0062748B">
      <w:r>
        <w:t xml:space="preserve">24.1.23     -INF       .        1.000      .         </w:t>
      </w:r>
    </w:p>
    <w:p w:rsidR="0062748B" w:rsidRDefault="0062748B" w:rsidP="0062748B">
      <w:r>
        <w:t xml:space="preserve">24.1.24     -INF       .        1.000      .         </w:t>
      </w:r>
    </w:p>
    <w:p w:rsidR="0062748B" w:rsidRDefault="0062748B" w:rsidP="0062748B">
      <w:r>
        <w:t xml:space="preserve">24.1.25     -INF       .        1.000      .         </w:t>
      </w:r>
    </w:p>
    <w:p w:rsidR="0062748B" w:rsidRDefault="0062748B" w:rsidP="0062748B">
      <w:r>
        <w:t xml:space="preserve">24.1.26     -INF       .        1.000      .         </w:t>
      </w:r>
    </w:p>
    <w:p w:rsidR="0062748B" w:rsidRDefault="0062748B" w:rsidP="0062748B">
      <w:r>
        <w:t xml:space="preserve">24.1.27     -INF       .        1.000      .         </w:t>
      </w:r>
    </w:p>
    <w:p w:rsidR="0062748B" w:rsidRDefault="0062748B" w:rsidP="0062748B">
      <w:r>
        <w:t xml:space="preserve">24.1.28     -INF       .        1.000      .         </w:t>
      </w:r>
    </w:p>
    <w:p w:rsidR="0062748B" w:rsidRDefault="0062748B" w:rsidP="0062748B">
      <w:r>
        <w:t xml:space="preserve">24.1.29     -INF       .        1.000      .         </w:t>
      </w:r>
    </w:p>
    <w:p w:rsidR="0062748B" w:rsidRDefault="0062748B" w:rsidP="0062748B">
      <w:r>
        <w:t xml:space="preserve">25.1.1      -INF       .        1.000      .         </w:t>
      </w:r>
    </w:p>
    <w:p w:rsidR="0062748B" w:rsidRDefault="0062748B" w:rsidP="0062748B">
      <w:r>
        <w:t xml:space="preserve">25.1.2      -INF       .        1.000      .         </w:t>
      </w:r>
    </w:p>
    <w:p w:rsidR="0062748B" w:rsidRDefault="0062748B" w:rsidP="0062748B">
      <w:r>
        <w:t xml:space="preserve">25.1.3      -INF       .        1.000      .         </w:t>
      </w:r>
    </w:p>
    <w:p w:rsidR="0062748B" w:rsidRDefault="0062748B" w:rsidP="0062748B">
      <w:r>
        <w:t xml:space="preserve">25.1.4      -INF       .        1.000      .         </w:t>
      </w:r>
    </w:p>
    <w:p w:rsidR="0062748B" w:rsidRDefault="0062748B" w:rsidP="0062748B">
      <w:r>
        <w:t xml:space="preserve">25.1.5      -INF       .        1.000      .         </w:t>
      </w:r>
    </w:p>
    <w:p w:rsidR="0062748B" w:rsidRDefault="0062748B" w:rsidP="0062748B">
      <w:r>
        <w:t xml:space="preserve">25.1.6      -INF       .        1.000      .         </w:t>
      </w:r>
    </w:p>
    <w:p w:rsidR="0062748B" w:rsidRDefault="0062748B" w:rsidP="0062748B">
      <w:r>
        <w:t xml:space="preserve">25.1.7      -INF       .        1.000      .         </w:t>
      </w:r>
    </w:p>
    <w:p w:rsidR="0062748B" w:rsidRDefault="0062748B" w:rsidP="0062748B">
      <w:r>
        <w:t xml:space="preserve">25.1.8      -INF       .        1.000      .         </w:t>
      </w:r>
    </w:p>
    <w:p w:rsidR="0062748B" w:rsidRDefault="0062748B" w:rsidP="0062748B">
      <w:r>
        <w:t xml:space="preserve">25.1.9      -INF       .        1.000      .         </w:t>
      </w:r>
    </w:p>
    <w:p w:rsidR="0062748B" w:rsidRDefault="0062748B" w:rsidP="0062748B">
      <w:r>
        <w:t xml:space="preserve">25.1.10     -INF       .        1.000      .         </w:t>
      </w:r>
    </w:p>
    <w:p w:rsidR="0062748B" w:rsidRDefault="0062748B" w:rsidP="0062748B">
      <w:r>
        <w:t xml:space="preserve">25.1.11     -INF       .        1.000      .         </w:t>
      </w:r>
    </w:p>
    <w:p w:rsidR="0062748B" w:rsidRDefault="0062748B" w:rsidP="0062748B">
      <w:r>
        <w:t xml:space="preserve">25.1.12     -INF       .        1.000      .         </w:t>
      </w:r>
    </w:p>
    <w:p w:rsidR="0062748B" w:rsidRDefault="0062748B" w:rsidP="0062748B">
      <w:r>
        <w:t xml:space="preserve">25.1.13     -INF       .        1.000      .         </w:t>
      </w:r>
    </w:p>
    <w:p w:rsidR="0062748B" w:rsidRDefault="0062748B" w:rsidP="0062748B">
      <w:r>
        <w:t xml:space="preserve">25.1.14     -INF       .        1.000      .         </w:t>
      </w:r>
    </w:p>
    <w:p w:rsidR="0062748B" w:rsidRDefault="0062748B" w:rsidP="0062748B">
      <w:r>
        <w:t xml:space="preserve">25.1.15     -INF       .        1.000      .         </w:t>
      </w:r>
    </w:p>
    <w:p w:rsidR="0062748B" w:rsidRDefault="0062748B" w:rsidP="0062748B">
      <w:r>
        <w:t xml:space="preserve">25.1.16     -INF       .        1.000      .         </w:t>
      </w:r>
    </w:p>
    <w:p w:rsidR="0062748B" w:rsidRDefault="0062748B" w:rsidP="0062748B">
      <w:r>
        <w:lastRenderedPageBreak/>
        <w:t xml:space="preserve">25.1.17     -INF       .        1.000      .         </w:t>
      </w:r>
    </w:p>
    <w:p w:rsidR="0062748B" w:rsidRDefault="0062748B" w:rsidP="0062748B">
      <w:r>
        <w:t xml:space="preserve">25.1.18     -INF       .        1.000      .         </w:t>
      </w:r>
    </w:p>
    <w:p w:rsidR="0062748B" w:rsidRDefault="0062748B" w:rsidP="0062748B">
      <w:r>
        <w:t xml:space="preserve">25.1.19     -INF       .        1.000      .         </w:t>
      </w:r>
    </w:p>
    <w:p w:rsidR="0062748B" w:rsidRDefault="0062748B" w:rsidP="0062748B">
      <w:r>
        <w:t xml:space="preserve">25.1.20     -INF       .        1.000      .         </w:t>
      </w:r>
    </w:p>
    <w:p w:rsidR="0062748B" w:rsidRDefault="0062748B" w:rsidP="0062748B">
      <w:r>
        <w:t xml:space="preserve">25.1.21     -INF       .        1.000      .         </w:t>
      </w:r>
    </w:p>
    <w:p w:rsidR="0062748B" w:rsidRDefault="0062748B" w:rsidP="0062748B">
      <w:r>
        <w:t xml:space="preserve">25.1.22     -INF       .        1.000      .         </w:t>
      </w:r>
    </w:p>
    <w:p w:rsidR="0062748B" w:rsidRDefault="0062748B" w:rsidP="0062748B">
      <w:r>
        <w:t xml:space="preserve">25.1.23     -INF       .        1.000      .         </w:t>
      </w:r>
    </w:p>
    <w:p w:rsidR="0062748B" w:rsidRDefault="0062748B" w:rsidP="0062748B">
      <w:r>
        <w:t xml:space="preserve">25.1.24     -INF       .        1.000      .         </w:t>
      </w:r>
    </w:p>
    <w:p w:rsidR="0062748B" w:rsidRDefault="0062748B" w:rsidP="0062748B">
      <w:r>
        <w:t xml:space="preserve">25.1.25     -INF       .        1.000      .         </w:t>
      </w:r>
    </w:p>
    <w:p w:rsidR="0062748B" w:rsidRDefault="0062748B" w:rsidP="0062748B">
      <w:r>
        <w:t xml:space="preserve">25.1.26     -INF       .        1.000      .         </w:t>
      </w:r>
    </w:p>
    <w:p w:rsidR="0062748B" w:rsidRDefault="0062748B" w:rsidP="0062748B">
      <w:r>
        <w:t xml:space="preserve">25.1.27     -INF       .        1.000      .         </w:t>
      </w:r>
    </w:p>
    <w:p w:rsidR="0062748B" w:rsidRDefault="0062748B" w:rsidP="0062748B">
      <w:r>
        <w:t xml:space="preserve">25.1.28     -INF       .        1.000      .         </w:t>
      </w:r>
    </w:p>
    <w:p w:rsidR="0062748B" w:rsidRDefault="0062748B" w:rsidP="0062748B">
      <w:r>
        <w:t xml:space="preserve">25.1.29     -INF       .        1.000      .         </w:t>
      </w:r>
    </w:p>
    <w:p w:rsidR="0062748B" w:rsidRDefault="0062748B" w:rsidP="0062748B">
      <w:r>
        <w:t xml:space="preserve">26.1.1      -INF       .        1.000      .         </w:t>
      </w:r>
    </w:p>
    <w:p w:rsidR="0062748B" w:rsidRDefault="0062748B" w:rsidP="0062748B">
      <w:r>
        <w:t xml:space="preserve">26.1.2      -INF       .        1.000      .         </w:t>
      </w:r>
    </w:p>
    <w:p w:rsidR="0062748B" w:rsidRDefault="0062748B" w:rsidP="0062748B">
      <w:r>
        <w:t xml:space="preserve">26.1.3      -INF       .        1.000      .         </w:t>
      </w:r>
    </w:p>
    <w:p w:rsidR="0062748B" w:rsidRDefault="0062748B" w:rsidP="0062748B">
      <w:r>
        <w:t xml:space="preserve">26.1.4      -INF       .        1.000      .         </w:t>
      </w:r>
    </w:p>
    <w:p w:rsidR="0062748B" w:rsidRDefault="0062748B" w:rsidP="0062748B">
      <w:r>
        <w:t xml:space="preserve">26.1.5      -INF       .        1.000      .         </w:t>
      </w:r>
    </w:p>
    <w:p w:rsidR="0062748B" w:rsidRDefault="0062748B" w:rsidP="0062748B">
      <w:r>
        <w:t xml:space="preserve">26.1.6      -INF       .        1.000      .         </w:t>
      </w:r>
    </w:p>
    <w:p w:rsidR="0062748B" w:rsidRDefault="0062748B" w:rsidP="0062748B">
      <w:r>
        <w:t xml:space="preserve">26.1.7      -INF       .        1.000      .         </w:t>
      </w:r>
    </w:p>
    <w:p w:rsidR="0062748B" w:rsidRDefault="0062748B" w:rsidP="0062748B">
      <w:r>
        <w:t xml:space="preserve">26.1.8      -INF       .        1.000      .         </w:t>
      </w:r>
    </w:p>
    <w:p w:rsidR="0062748B" w:rsidRDefault="0062748B" w:rsidP="0062748B">
      <w:r>
        <w:t xml:space="preserve">26.1.9      -INF       .        1.000      .         </w:t>
      </w:r>
    </w:p>
    <w:p w:rsidR="0062748B" w:rsidRDefault="0062748B" w:rsidP="0062748B">
      <w:r>
        <w:t xml:space="preserve">26.1.10     -INF       .        1.000      .         </w:t>
      </w:r>
    </w:p>
    <w:p w:rsidR="0062748B" w:rsidRDefault="0062748B" w:rsidP="0062748B">
      <w:r>
        <w:t xml:space="preserve">26.1.11     -INF       .        1.000      .         </w:t>
      </w:r>
    </w:p>
    <w:p w:rsidR="0062748B" w:rsidRDefault="0062748B" w:rsidP="0062748B">
      <w:r>
        <w:t xml:space="preserve">26.1.12     -INF       .        1.000      .         </w:t>
      </w:r>
    </w:p>
    <w:p w:rsidR="0062748B" w:rsidRDefault="0062748B" w:rsidP="0062748B">
      <w:r>
        <w:lastRenderedPageBreak/>
        <w:t xml:space="preserve">26.1.13     -INF       .        1.000      .         </w:t>
      </w:r>
    </w:p>
    <w:p w:rsidR="0062748B" w:rsidRDefault="0062748B" w:rsidP="0062748B">
      <w:r>
        <w:t xml:space="preserve">26.1.14     -INF       .        1.000      .         </w:t>
      </w:r>
    </w:p>
    <w:p w:rsidR="0062748B" w:rsidRDefault="0062748B" w:rsidP="0062748B">
      <w:r>
        <w:t xml:space="preserve">26.1.15     -INF       .        1.000      .         </w:t>
      </w:r>
    </w:p>
    <w:p w:rsidR="0062748B" w:rsidRDefault="0062748B" w:rsidP="0062748B">
      <w:r>
        <w:t xml:space="preserve">26.1.16     -INF       .        1.000      .         </w:t>
      </w:r>
    </w:p>
    <w:p w:rsidR="0062748B" w:rsidRDefault="0062748B" w:rsidP="0062748B">
      <w:r>
        <w:t xml:space="preserve">26.1.17     -INF       .        1.000      .         </w:t>
      </w:r>
    </w:p>
    <w:p w:rsidR="0062748B" w:rsidRDefault="0062748B" w:rsidP="0062748B">
      <w:r>
        <w:t xml:space="preserve">26.1.18     -INF       .        1.000      .         </w:t>
      </w:r>
    </w:p>
    <w:p w:rsidR="0062748B" w:rsidRDefault="0062748B" w:rsidP="0062748B">
      <w:r>
        <w:t xml:space="preserve">26.1.19     -INF       .        1.000      .         </w:t>
      </w:r>
    </w:p>
    <w:p w:rsidR="0062748B" w:rsidRDefault="0062748B" w:rsidP="0062748B">
      <w:r>
        <w:t xml:space="preserve">26.1.20     -INF       .        1.000      .         </w:t>
      </w:r>
    </w:p>
    <w:p w:rsidR="0062748B" w:rsidRDefault="0062748B" w:rsidP="0062748B">
      <w:r>
        <w:t xml:space="preserve">26.1.21     -INF       .        1.000      .         </w:t>
      </w:r>
    </w:p>
    <w:p w:rsidR="0062748B" w:rsidRDefault="0062748B" w:rsidP="0062748B">
      <w:r>
        <w:t xml:space="preserve">26.1.22     -INF       .        1.000      .         </w:t>
      </w:r>
    </w:p>
    <w:p w:rsidR="0062748B" w:rsidRDefault="0062748B" w:rsidP="0062748B">
      <w:r>
        <w:t xml:space="preserve">26.1.23     -INF       .        1.000      .         </w:t>
      </w:r>
    </w:p>
    <w:p w:rsidR="0062748B" w:rsidRDefault="0062748B" w:rsidP="0062748B">
      <w:r>
        <w:t xml:space="preserve">26.1.24     -INF       .        1.000      .         </w:t>
      </w:r>
    </w:p>
    <w:p w:rsidR="0062748B" w:rsidRDefault="0062748B" w:rsidP="0062748B">
      <w:r>
        <w:t xml:space="preserve">26.1.25     -INF       .        1.000      .         </w:t>
      </w:r>
    </w:p>
    <w:p w:rsidR="0062748B" w:rsidRDefault="0062748B" w:rsidP="0062748B">
      <w:r>
        <w:t xml:space="preserve">26.1.26     -INF       .        1.000      .         </w:t>
      </w:r>
    </w:p>
    <w:p w:rsidR="0062748B" w:rsidRDefault="0062748B" w:rsidP="0062748B">
      <w:r>
        <w:t xml:space="preserve">26.1.27     -INF       .        1.000      .         </w:t>
      </w:r>
    </w:p>
    <w:p w:rsidR="0062748B" w:rsidRDefault="0062748B" w:rsidP="0062748B">
      <w:r>
        <w:t xml:space="preserve">26.1.28     -INF       .        1.000      .         </w:t>
      </w:r>
    </w:p>
    <w:p w:rsidR="0062748B" w:rsidRDefault="0062748B" w:rsidP="0062748B">
      <w:r>
        <w:t xml:space="preserve">26.1.29     -INF       .        1.000      .         </w:t>
      </w:r>
    </w:p>
    <w:p w:rsidR="0062748B" w:rsidRDefault="0062748B" w:rsidP="0062748B">
      <w:r>
        <w:t xml:space="preserve">27.1.1      -INF       .        1.000      .         </w:t>
      </w:r>
    </w:p>
    <w:p w:rsidR="0062748B" w:rsidRDefault="0062748B" w:rsidP="0062748B">
      <w:r>
        <w:t xml:space="preserve">27.1.2      -INF       .        1.000      .         </w:t>
      </w:r>
    </w:p>
    <w:p w:rsidR="0062748B" w:rsidRDefault="0062748B" w:rsidP="0062748B">
      <w:r>
        <w:t xml:space="preserve">27.1.3      -INF       .        1.000      .         </w:t>
      </w:r>
    </w:p>
    <w:p w:rsidR="0062748B" w:rsidRDefault="0062748B" w:rsidP="0062748B">
      <w:r>
        <w:t xml:space="preserve">27.1.4      -INF       .        1.000      .         </w:t>
      </w:r>
    </w:p>
    <w:p w:rsidR="0062748B" w:rsidRDefault="0062748B" w:rsidP="0062748B">
      <w:r>
        <w:t xml:space="preserve">27.1.5      -INF       .        1.000      .         </w:t>
      </w:r>
    </w:p>
    <w:p w:rsidR="0062748B" w:rsidRDefault="0062748B" w:rsidP="0062748B">
      <w:r>
        <w:t xml:space="preserve">27.1.6      -INF       .        1.000      .         </w:t>
      </w:r>
    </w:p>
    <w:p w:rsidR="0062748B" w:rsidRDefault="0062748B" w:rsidP="0062748B">
      <w:r>
        <w:t xml:space="preserve">27.1.7      -INF       .        1.000      .         </w:t>
      </w:r>
    </w:p>
    <w:p w:rsidR="0062748B" w:rsidRDefault="0062748B" w:rsidP="0062748B">
      <w:r>
        <w:t xml:space="preserve">27.1.8      -INF       .        1.000      .         </w:t>
      </w:r>
    </w:p>
    <w:p w:rsidR="0062748B" w:rsidRDefault="0062748B" w:rsidP="0062748B">
      <w:r>
        <w:lastRenderedPageBreak/>
        <w:t xml:space="preserve">27.1.9      -INF       .        1.000      .         </w:t>
      </w:r>
    </w:p>
    <w:p w:rsidR="0062748B" w:rsidRDefault="0062748B" w:rsidP="0062748B">
      <w:r>
        <w:t xml:space="preserve">27.1.10     -INF       .        1.000      .         </w:t>
      </w:r>
    </w:p>
    <w:p w:rsidR="0062748B" w:rsidRDefault="0062748B" w:rsidP="0062748B">
      <w:r>
        <w:t xml:space="preserve">27.1.11     -INF       .        1.000      .         </w:t>
      </w:r>
    </w:p>
    <w:p w:rsidR="0062748B" w:rsidRDefault="0062748B" w:rsidP="0062748B">
      <w:r>
        <w:t xml:space="preserve">27.1.12     -INF       .        1.000      .         </w:t>
      </w:r>
    </w:p>
    <w:p w:rsidR="0062748B" w:rsidRDefault="0062748B" w:rsidP="0062748B">
      <w:r>
        <w:t xml:space="preserve">27.1.13     -INF       .        1.000      .         </w:t>
      </w:r>
    </w:p>
    <w:p w:rsidR="0062748B" w:rsidRDefault="0062748B" w:rsidP="0062748B">
      <w:r>
        <w:t xml:space="preserve">27.1.14     -INF       .        1.000      .         </w:t>
      </w:r>
    </w:p>
    <w:p w:rsidR="0062748B" w:rsidRDefault="0062748B" w:rsidP="0062748B">
      <w:r>
        <w:t xml:space="preserve">27.1.15     -INF       .        1.000      .         </w:t>
      </w:r>
    </w:p>
    <w:p w:rsidR="0062748B" w:rsidRDefault="0062748B" w:rsidP="0062748B">
      <w:r>
        <w:t xml:space="preserve">27.1.16     -INF       .        1.000      .         </w:t>
      </w:r>
    </w:p>
    <w:p w:rsidR="0062748B" w:rsidRDefault="0062748B" w:rsidP="0062748B">
      <w:r>
        <w:t xml:space="preserve">27.1.17     -INF       .        1.000      .         </w:t>
      </w:r>
    </w:p>
    <w:p w:rsidR="0062748B" w:rsidRDefault="0062748B" w:rsidP="0062748B">
      <w:r>
        <w:t xml:space="preserve">27.1.18     -INF       .        1.000      .         </w:t>
      </w:r>
    </w:p>
    <w:p w:rsidR="0062748B" w:rsidRDefault="0062748B" w:rsidP="0062748B">
      <w:r>
        <w:t xml:space="preserve">27.1.19     -INF       .        1.000      .         </w:t>
      </w:r>
    </w:p>
    <w:p w:rsidR="0062748B" w:rsidRDefault="0062748B" w:rsidP="0062748B">
      <w:r>
        <w:t xml:space="preserve">27.1.20     -INF       .        1.000      .         </w:t>
      </w:r>
    </w:p>
    <w:p w:rsidR="0062748B" w:rsidRDefault="0062748B" w:rsidP="0062748B">
      <w:r>
        <w:t xml:space="preserve">27.1.21     -INF       .        1.000      .         </w:t>
      </w:r>
    </w:p>
    <w:p w:rsidR="0062748B" w:rsidRDefault="0062748B" w:rsidP="0062748B">
      <w:r>
        <w:t xml:space="preserve">27.1.22     -INF       .        1.000      .         </w:t>
      </w:r>
    </w:p>
    <w:p w:rsidR="0062748B" w:rsidRDefault="0062748B" w:rsidP="0062748B">
      <w:r>
        <w:t xml:space="preserve">27.1.23     -INF       .        1.000      .         </w:t>
      </w:r>
    </w:p>
    <w:p w:rsidR="0062748B" w:rsidRDefault="0062748B" w:rsidP="0062748B">
      <w:r>
        <w:t xml:space="preserve">27.1.24     -INF       .        1.000      .         </w:t>
      </w:r>
    </w:p>
    <w:p w:rsidR="0062748B" w:rsidRDefault="0062748B" w:rsidP="0062748B">
      <w:r>
        <w:t xml:space="preserve">27.1.25     -INF       .        1.000      .         </w:t>
      </w:r>
    </w:p>
    <w:p w:rsidR="0062748B" w:rsidRDefault="0062748B" w:rsidP="0062748B">
      <w:r>
        <w:t xml:space="preserve">27.1.26     -INF       .        1.000      .         </w:t>
      </w:r>
    </w:p>
    <w:p w:rsidR="0062748B" w:rsidRDefault="0062748B" w:rsidP="0062748B">
      <w:r>
        <w:t xml:space="preserve">27.1.27     -INF       .        1.000      .         </w:t>
      </w:r>
    </w:p>
    <w:p w:rsidR="0062748B" w:rsidRDefault="0062748B" w:rsidP="0062748B">
      <w:r>
        <w:t xml:space="preserve">27.1.28     -INF       .        1.000      .         </w:t>
      </w:r>
    </w:p>
    <w:p w:rsidR="0062748B" w:rsidRDefault="0062748B" w:rsidP="0062748B">
      <w:r>
        <w:t xml:space="preserve">27.1.29     -INF       .        1.000      .         </w:t>
      </w:r>
    </w:p>
    <w:p w:rsidR="0062748B" w:rsidRDefault="0062748B" w:rsidP="0062748B">
      <w:r>
        <w:t xml:space="preserve">28.1.1      -INF       .        1.000      .         </w:t>
      </w:r>
    </w:p>
    <w:p w:rsidR="0062748B" w:rsidRDefault="0062748B" w:rsidP="0062748B">
      <w:r>
        <w:t xml:space="preserve">28.1.2      -INF       .        1.000      .         </w:t>
      </w:r>
    </w:p>
    <w:p w:rsidR="0062748B" w:rsidRDefault="0062748B" w:rsidP="0062748B">
      <w:r>
        <w:t xml:space="preserve">28.1.3      -INF       .        1.000      .         </w:t>
      </w:r>
    </w:p>
    <w:p w:rsidR="0062748B" w:rsidRDefault="0062748B" w:rsidP="0062748B">
      <w:r>
        <w:t xml:space="preserve">28.1.4      -INF       .        1.000      .         </w:t>
      </w:r>
    </w:p>
    <w:p w:rsidR="0062748B" w:rsidRDefault="0062748B" w:rsidP="0062748B">
      <w:r>
        <w:lastRenderedPageBreak/>
        <w:t xml:space="preserve">28.1.5      -INF       .        1.000      .         </w:t>
      </w:r>
    </w:p>
    <w:p w:rsidR="0062748B" w:rsidRDefault="0062748B" w:rsidP="0062748B">
      <w:r>
        <w:t xml:space="preserve">28.1.6      -INF       .        1.000      .         </w:t>
      </w:r>
    </w:p>
    <w:p w:rsidR="0062748B" w:rsidRDefault="0062748B" w:rsidP="0062748B">
      <w:r>
        <w:t xml:space="preserve">28.1.7      -INF       .        1.000      .         </w:t>
      </w:r>
    </w:p>
    <w:p w:rsidR="0062748B" w:rsidRDefault="0062748B" w:rsidP="0062748B">
      <w:r>
        <w:t xml:space="preserve">28.1.8      -INF       .        1.000      .         </w:t>
      </w:r>
    </w:p>
    <w:p w:rsidR="0062748B" w:rsidRDefault="0062748B" w:rsidP="0062748B">
      <w:r>
        <w:t xml:space="preserve">28.1.9      -INF       .        1.000      .         </w:t>
      </w:r>
    </w:p>
    <w:p w:rsidR="0062748B" w:rsidRDefault="0062748B" w:rsidP="0062748B">
      <w:r>
        <w:t xml:space="preserve">28.1.10     -INF       .        1.000      .         </w:t>
      </w:r>
    </w:p>
    <w:p w:rsidR="0062748B" w:rsidRDefault="0062748B" w:rsidP="0062748B">
      <w:r>
        <w:t xml:space="preserve">28.1.11     -INF       .        1.000      .         </w:t>
      </w:r>
    </w:p>
    <w:p w:rsidR="0062748B" w:rsidRDefault="0062748B" w:rsidP="0062748B">
      <w:r>
        <w:t xml:space="preserve">28.1.12     -INF       .        1.000      .         </w:t>
      </w:r>
    </w:p>
    <w:p w:rsidR="0062748B" w:rsidRDefault="0062748B" w:rsidP="0062748B">
      <w:r>
        <w:t xml:space="preserve">28.1.13     -INF       .        1.000      .         </w:t>
      </w:r>
    </w:p>
    <w:p w:rsidR="0062748B" w:rsidRDefault="0062748B" w:rsidP="0062748B">
      <w:r>
        <w:t xml:space="preserve">28.1.14     -INF       .        1.000      .         </w:t>
      </w:r>
    </w:p>
    <w:p w:rsidR="0062748B" w:rsidRDefault="0062748B" w:rsidP="0062748B">
      <w:r>
        <w:t xml:space="preserve">28.1.15     -INF       .        1.000      .         </w:t>
      </w:r>
    </w:p>
    <w:p w:rsidR="0062748B" w:rsidRDefault="0062748B" w:rsidP="0062748B">
      <w:r>
        <w:t xml:space="preserve">28.1.16     -INF       .        1.000      .         </w:t>
      </w:r>
    </w:p>
    <w:p w:rsidR="0062748B" w:rsidRDefault="0062748B" w:rsidP="0062748B">
      <w:r>
        <w:t xml:space="preserve">28.1.17     -INF       .        1.000      .         </w:t>
      </w:r>
    </w:p>
    <w:p w:rsidR="0062748B" w:rsidRDefault="0062748B" w:rsidP="0062748B">
      <w:r>
        <w:t xml:space="preserve">28.1.18     -INF       .        1.000      .         </w:t>
      </w:r>
    </w:p>
    <w:p w:rsidR="0062748B" w:rsidRDefault="0062748B" w:rsidP="0062748B">
      <w:r>
        <w:t xml:space="preserve">28.1.19     -INF       .        1.000      .         </w:t>
      </w:r>
    </w:p>
    <w:p w:rsidR="0062748B" w:rsidRDefault="0062748B" w:rsidP="0062748B">
      <w:r>
        <w:t xml:space="preserve">28.1.20     -INF       .        1.000      .         </w:t>
      </w:r>
    </w:p>
    <w:p w:rsidR="0062748B" w:rsidRDefault="0062748B" w:rsidP="0062748B">
      <w:r>
        <w:t xml:space="preserve">28.1.21     -INF       .        1.000      .         </w:t>
      </w:r>
    </w:p>
    <w:p w:rsidR="0062748B" w:rsidRDefault="0062748B" w:rsidP="0062748B">
      <w:r>
        <w:t xml:space="preserve">28.1.22     -INF       .        1.000      .         </w:t>
      </w:r>
    </w:p>
    <w:p w:rsidR="0062748B" w:rsidRDefault="0062748B" w:rsidP="0062748B">
      <w:r>
        <w:t xml:space="preserve">28.1.23     -INF       .        1.000      .         </w:t>
      </w:r>
    </w:p>
    <w:p w:rsidR="0062748B" w:rsidRDefault="0062748B" w:rsidP="0062748B">
      <w:r>
        <w:t xml:space="preserve">28.1.24     -INF       .        1.000      .         </w:t>
      </w:r>
    </w:p>
    <w:p w:rsidR="0062748B" w:rsidRDefault="0062748B" w:rsidP="0062748B">
      <w:r>
        <w:t xml:space="preserve">28.1.25     -INF       .        1.000      .         </w:t>
      </w:r>
    </w:p>
    <w:p w:rsidR="0062748B" w:rsidRDefault="0062748B" w:rsidP="0062748B">
      <w:r>
        <w:t xml:space="preserve">28.1.26     -INF       .        1.000      .         </w:t>
      </w:r>
    </w:p>
    <w:p w:rsidR="0062748B" w:rsidRDefault="0062748B" w:rsidP="0062748B">
      <w:r>
        <w:t xml:space="preserve">28.1.27     -INF       .        1.000      .         </w:t>
      </w:r>
    </w:p>
    <w:p w:rsidR="0062748B" w:rsidRDefault="0062748B" w:rsidP="0062748B">
      <w:r>
        <w:t xml:space="preserve">28.1.28     -INF       .        1.000      .         </w:t>
      </w:r>
    </w:p>
    <w:p w:rsidR="0062748B" w:rsidRDefault="0062748B" w:rsidP="0062748B">
      <w:r>
        <w:t xml:space="preserve">28.1.29     -INF       .        1.000      .         </w:t>
      </w:r>
    </w:p>
    <w:p w:rsidR="0062748B" w:rsidRDefault="0062748B" w:rsidP="0062748B">
      <w:r>
        <w:lastRenderedPageBreak/>
        <w:t xml:space="preserve">29.1.1      -INF       .        1.000      .         </w:t>
      </w:r>
    </w:p>
    <w:p w:rsidR="0062748B" w:rsidRDefault="0062748B" w:rsidP="0062748B">
      <w:r>
        <w:t xml:space="preserve">29.1.2      -INF       .        1.000      .         </w:t>
      </w:r>
    </w:p>
    <w:p w:rsidR="0062748B" w:rsidRDefault="0062748B" w:rsidP="0062748B">
      <w:r>
        <w:t xml:space="preserve">29.1.3      -INF       .        1.000      .         </w:t>
      </w:r>
    </w:p>
    <w:p w:rsidR="0062748B" w:rsidRDefault="0062748B" w:rsidP="0062748B">
      <w:r>
        <w:t xml:space="preserve">29.1.4      -INF       .        1.000      .         </w:t>
      </w:r>
    </w:p>
    <w:p w:rsidR="0062748B" w:rsidRDefault="0062748B" w:rsidP="0062748B">
      <w:r>
        <w:t xml:space="preserve">29.1.5      -INF       .        1.000      .         </w:t>
      </w:r>
    </w:p>
    <w:p w:rsidR="0062748B" w:rsidRDefault="0062748B" w:rsidP="0062748B">
      <w:r>
        <w:t xml:space="preserve">29.1.6      -INF       .        1.000      .         </w:t>
      </w:r>
    </w:p>
    <w:p w:rsidR="0062748B" w:rsidRDefault="0062748B" w:rsidP="0062748B">
      <w:r>
        <w:t xml:space="preserve">29.1.7      -INF       .        1.000      .         </w:t>
      </w:r>
    </w:p>
    <w:p w:rsidR="0062748B" w:rsidRDefault="0062748B" w:rsidP="0062748B">
      <w:r>
        <w:t xml:space="preserve">29.1.8      -INF       .        1.000      .         </w:t>
      </w:r>
    </w:p>
    <w:p w:rsidR="0062748B" w:rsidRDefault="0062748B" w:rsidP="0062748B">
      <w:r>
        <w:t xml:space="preserve">29.1.9      -INF       .        1.000      .         </w:t>
      </w:r>
    </w:p>
    <w:p w:rsidR="0062748B" w:rsidRDefault="0062748B" w:rsidP="0062748B">
      <w:r>
        <w:t xml:space="preserve">29.1.10     -INF       .        1.000      .         </w:t>
      </w:r>
    </w:p>
    <w:p w:rsidR="0062748B" w:rsidRDefault="0062748B" w:rsidP="0062748B">
      <w:r>
        <w:t xml:space="preserve">29.1.11     -INF       .        1.000      .         </w:t>
      </w:r>
    </w:p>
    <w:p w:rsidR="0062748B" w:rsidRDefault="0062748B" w:rsidP="0062748B">
      <w:r>
        <w:t xml:space="preserve">29.1.12     -INF       .        1.000      .         </w:t>
      </w:r>
    </w:p>
    <w:p w:rsidR="0062748B" w:rsidRDefault="0062748B" w:rsidP="0062748B">
      <w:r>
        <w:t xml:space="preserve">29.1.13     -INF       .        1.000      .         </w:t>
      </w:r>
    </w:p>
    <w:p w:rsidR="0062748B" w:rsidRDefault="0062748B" w:rsidP="0062748B">
      <w:r>
        <w:t xml:space="preserve">29.1.14     -INF       .        1.000      .         </w:t>
      </w:r>
    </w:p>
    <w:p w:rsidR="0062748B" w:rsidRDefault="0062748B" w:rsidP="0062748B">
      <w:r>
        <w:t xml:space="preserve">29.1.15     -INF       .        1.000      .         </w:t>
      </w:r>
    </w:p>
    <w:p w:rsidR="0062748B" w:rsidRDefault="0062748B" w:rsidP="0062748B">
      <w:r>
        <w:t xml:space="preserve">29.1.16     -INF       .        1.000      .         </w:t>
      </w:r>
    </w:p>
    <w:p w:rsidR="0062748B" w:rsidRDefault="0062748B" w:rsidP="0062748B">
      <w:r>
        <w:t xml:space="preserve">29.1.17     -INF       .        1.000      .         </w:t>
      </w:r>
    </w:p>
    <w:p w:rsidR="0062748B" w:rsidRDefault="0062748B" w:rsidP="0062748B">
      <w:r>
        <w:t xml:space="preserve">29.1.18     -INF       .        1.000      .         </w:t>
      </w:r>
    </w:p>
    <w:p w:rsidR="0062748B" w:rsidRDefault="0062748B" w:rsidP="0062748B">
      <w:r>
        <w:t xml:space="preserve">29.1.19     -INF       .        1.000      .         </w:t>
      </w:r>
    </w:p>
    <w:p w:rsidR="0062748B" w:rsidRDefault="0062748B" w:rsidP="0062748B">
      <w:r>
        <w:t xml:space="preserve">29.1.20     -INF       .        1.000      .         </w:t>
      </w:r>
    </w:p>
    <w:p w:rsidR="0062748B" w:rsidRDefault="0062748B" w:rsidP="0062748B">
      <w:r>
        <w:t xml:space="preserve">29.1.21     -INF       .        1.000      .         </w:t>
      </w:r>
    </w:p>
    <w:p w:rsidR="0062748B" w:rsidRDefault="0062748B" w:rsidP="0062748B">
      <w:r>
        <w:t xml:space="preserve">29.1.22     -INF       .        1.000      .         </w:t>
      </w:r>
    </w:p>
    <w:p w:rsidR="0062748B" w:rsidRDefault="0062748B" w:rsidP="0062748B">
      <w:r>
        <w:t xml:space="preserve">29.1.23     -INF       .        1.000      .         </w:t>
      </w:r>
    </w:p>
    <w:p w:rsidR="0062748B" w:rsidRDefault="0062748B" w:rsidP="0062748B">
      <w:r>
        <w:t xml:space="preserve">29.1.24     -INF       .        1.000      .         </w:t>
      </w:r>
    </w:p>
    <w:p w:rsidR="0062748B" w:rsidRDefault="0062748B" w:rsidP="0062748B">
      <w:r>
        <w:t xml:space="preserve">29.1.25     -INF       .        1.000      .         </w:t>
      </w:r>
    </w:p>
    <w:p w:rsidR="0062748B" w:rsidRDefault="0062748B" w:rsidP="0062748B">
      <w:r>
        <w:lastRenderedPageBreak/>
        <w:t xml:space="preserve">29.1.26     -INF       .        1.000      .         </w:t>
      </w:r>
    </w:p>
    <w:p w:rsidR="0062748B" w:rsidRDefault="0062748B" w:rsidP="0062748B">
      <w:r>
        <w:t xml:space="preserve">29.1.27     -INF       .        1.000      .         </w:t>
      </w:r>
    </w:p>
    <w:p w:rsidR="0062748B" w:rsidRDefault="0062748B" w:rsidP="0062748B">
      <w:r>
        <w:t xml:space="preserve">29.1.28     -INF       .        1.000      .         </w:t>
      </w:r>
    </w:p>
    <w:p w:rsidR="0062748B" w:rsidRDefault="0062748B" w:rsidP="0062748B">
      <w:r>
        <w:t xml:space="preserve">29.1.29     -INF       .        1.000      .         </w:t>
      </w:r>
    </w:p>
    <w:p w:rsidR="0062748B" w:rsidRDefault="0062748B" w:rsidP="0062748B"/>
    <w:p w:rsidR="0062748B" w:rsidRDefault="0062748B" w:rsidP="0062748B">
      <w:r>
        <w:t>---- VAR pi  simplex variable (one in number)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 .         .        +INF       EPS       </w:t>
      </w:r>
    </w:p>
    <w:p w:rsidR="0062748B" w:rsidRDefault="0062748B" w:rsidP="0062748B">
      <w:r>
        <w:t xml:space="preserve">1 .1.2       .         .        +INF       EPS       </w:t>
      </w:r>
    </w:p>
    <w:p w:rsidR="0062748B" w:rsidRDefault="0062748B" w:rsidP="0062748B">
      <w:r>
        <w:t xml:space="preserve">1 .1.3       .         .        +INF       EPS       </w:t>
      </w:r>
    </w:p>
    <w:p w:rsidR="0062748B" w:rsidRDefault="0062748B" w:rsidP="0062748B">
      <w:r>
        <w:t xml:space="preserve">1 .1.4       .         .        +INF       EPS       </w:t>
      </w:r>
    </w:p>
    <w:p w:rsidR="0062748B" w:rsidRDefault="0062748B" w:rsidP="0062748B">
      <w:r>
        <w:t xml:space="preserve">1 .1.5       .         .        +INF       EPS       </w:t>
      </w:r>
    </w:p>
    <w:p w:rsidR="0062748B" w:rsidRDefault="0062748B" w:rsidP="0062748B">
      <w:r>
        <w:t xml:space="preserve">1 .1.6       .         .        +INF       EPS       </w:t>
      </w:r>
    </w:p>
    <w:p w:rsidR="0062748B" w:rsidRDefault="0062748B" w:rsidP="0062748B">
      <w:r>
        <w:t xml:space="preserve">1 .1.7       .         .        +INF       EPS       </w:t>
      </w:r>
    </w:p>
    <w:p w:rsidR="0062748B" w:rsidRDefault="0062748B" w:rsidP="0062748B">
      <w:r>
        <w:t xml:space="preserve">1 .1.8       .         .        +INF       EPS       </w:t>
      </w:r>
    </w:p>
    <w:p w:rsidR="0062748B" w:rsidRDefault="0062748B" w:rsidP="0062748B">
      <w:r>
        <w:t xml:space="preserve">1 .1.9       .         .        +INF       EPS       </w:t>
      </w:r>
    </w:p>
    <w:p w:rsidR="0062748B" w:rsidRDefault="0062748B" w:rsidP="0062748B">
      <w:r>
        <w:t xml:space="preserve">1 .1.10      .         .        +INF       EPS       </w:t>
      </w:r>
    </w:p>
    <w:p w:rsidR="0062748B" w:rsidRDefault="0062748B" w:rsidP="0062748B">
      <w:r>
        <w:t xml:space="preserve">1 .1.11      .         .        +INF       EPS       </w:t>
      </w:r>
    </w:p>
    <w:p w:rsidR="0062748B" w:rsidRDefault="0062748B" w:rsidP="0062748B">
      <w:r>
        <w:t xml:space="preserve">1 .1.12      .         .        +INF       EPS       </w:t>
      </w:r>
    </w:p>
    <w:p w:rsidR="0062748B" w:rsidRDefault="0062748B" w:rsidP="0062748B">
      <w:r>
        <w:t xml:space="preserve">1 .1.13      .         .        +INF       EPS       </w:t>
      </w:r>
    </w:p>
    <w:p w:rsidR="0062748B" w:rsidRDefault="0062748B" w:rsidP="0062748B">
      <w:r>
        <w:t xml:space="preserve">1 .1.14      .         .        +INF       EPS       </w:t>
      </w:r>
    </w:p>
    <w:p w:rsidR="0062748B" w:rsidRDefault="0062748B" w:rsidP="0062748B">
      <w:r>
        <w:t xml:space="preserve">1 .1.15      .         .        +INF       EPS       </w:t>
      </w:r>
    </w:p>
    <w:p w:rsidR="0062748B" w:rsidRDefault="0062748B" w:rsidP="0062748B">
      <w:r>
        <w:t xml:space="preserve">1 .1.16      .         .        +INF       EPS       </w:t>
      </w:r>
    </w:p>
    <w:p w:rsidR="0062748B" w:rsidRDefault="0062748B" w:rsidP="0062748B">
      <w:r>
        <w:lastRenderedPageBreak/>
        <w:t xml:space="preserve">1 .1.17      .         .        +INF       EPS       </w:t>
      </w:r>
    </w:p>
    <w:p w:rsidR="0062748B" w:rsidRDefault="0062748B" w:rsidP="0062748B">
      <w:r>
        <w:t xml:space="preserve">1 .1.18      .         .        +INF       EPS       </w:t>
      </w:r>
    </w:p>
    <w:p w:rsidR="0062748B" w:rsidRDefault="0062748B" w:rsidP="0062748B">
      <w:r>
        <w:t xml:space="preserve">1 .1.19      .         .        +INF       EPS       </w:t>
      </w:r>
    </w:p>
    <w:p w:rsidR="0062748B" w:rsidRDefault="0062748B" w:rsidP="0062748B">
      <w:r>
        <w:t xml:space="preserve">1 .1.20      .         .        +INF       EPS       </w:t>
      </w:r>
    </w:p>
    <w:p w:rsidR="0062748B" w:rsidRDefault="0062748B" w:rsidP="0062748B">
      <w:r>
        <w:t xml:space="preserve">1 .1.21      .         .        +INF       EPS       </w:t>
      </w:r>
    </w:p>
    <w:p w:rsidR="0062748B" w:rsidRDefault="0062748B" w:rsidP="0062748B">
      <w:r>
        <w:t xml:space="preserve">1 .1.22      .         .        +INF       EPS       </w:t>
      </w:r>
    </w:p>
    <w:p w:rsidR="0062748B" w:rsidRDefault="0062748B" w:rsidP="0062748B">
      <w:r>
        <w:t xml:space="preserve">1 .1.23      .         .        +INF       EPS       </w:t>
      </w:r>
    </w:p>
    <w:p w:rsidR="0062748B" w:rsidRDefault="0062748B" w:rsidP="0062748B">
      <w:r>
        <w:t xml:space="preserve">1 .1.24      .         .        +INF       EPS       </w:t>
      </w:r>
    </w:p>
    <w:p w:rsidR="0062748B" w:rsidRDefault="0062748B" w:rsidP="0062748B">
      <w:r>
        <w:t xml:space="preserve">1 .1.25      .         .        +INF       EPS       </w:t>
      </w:r>
    </w:p>
    <w:p w:rsidR="0062748B" w:rsidRDefault="0062748B" w:rsidP="0062748B">
      <w:r>
        <w:t xml:space="preserve">1 .1.26      .         .        +INF       EPS       </w:t>
      </w:r>
    </w:p>
    <w:p w:rsidR="0062748B" w:rsidRDefault="0062748B" w:rsidP="0062748B">
      <w:r>
        <w:t xml:space="preserve">1 .1.27      .         .        +INF       EPS       </w:t>
      </w:r>
    </w:p>
    <w:p w:rsidR="0062748B" w:rsidRDefault="0062748B" w:rsidP="0062748B">
      <w:r>
        <w:t xml:space="preserve">1 .1.28      .         .        +INF       EPS       </w:t>
      </w:r>
    </w:p>
    <w:p w:rsidR="0062748B" w:rsidRDefault="0062748B" w:rsidP="0062748B">
      <w:r>
        <w:t xml:space="preserve">1 .1.29      .         .        +INF       EPS       </w:t>
      </w:r>
    </w:p>
    <w:p w:rsidR="0062748B" w:rsidRDefault="0062748B" w:rsidP="0062748B">
      <w:r>
        <w:t xml:space="preserve">2 .1.1       .         .        +INF       EPS       </w:t>
      </w:r>
    </w:p>
    <w:p w:rsidR="0062748B" w:rsidRDefault="0062748B" w:rsidP="0062748B">
      <w:r>
        <w:t xml:space="preserve">2 .1.2       .         .        +INF       EPS       </w:t>
      </w:r>
    </w:p>
    <w:p w:rsidR="0062748B" w:rsidRDefault="0062748B" w:rsidP="0062748B">
      <w:r>
        <w:t xml:space="preserve">2 .1.3       .         .        +INF       EPS       </w:t>
      </w:r>
    </w:p>
    <w:p w:rsidR="0062748B" w:rsidRDefault="0062748B" w:rsidP="0062748B">
      <w:r>
        <w:t xml:space="preserve">2 .1.4       .         .        +INF       EPS       </w:t>
      </w:r>
    </w:p>
    <w:p w:rsidR="0062748B" w:rsidRDefault="0062748B" w:rsidP="0062748B">
      <w:r>
        <w:t xml:space="preserve">2 .1.5       .         .        +INF       EPS       </w:t>
      </w:r>
    </w:p>
    <w:p w:rsidR="0062748B" w:rsidRDefault="0062748B" w:rsidP="0062748B">
      <w:r>
        <w:t xml:space="preserve">2 .1.6       .         .        +INF       EPS       </w:t>
      </w:r>
    </w:p>
    <w:p w:rsidR="0062748B" w:rsidRDefault="0062748B" w:rsidP="0062748B">
      <w:r>
        <w:t xml:space="preserve">2 .1.7       .         .        +INF       EPS       </w:t>
      </w:r>
    </w:p>
    <w:p w:rsidR="0062748B" w:rsidRDefault="0062748B" w:rsidP="0062748B">
      <w:r>
        <w:t xml:space="preserve">2 .1.8       .         .        +INF       EPS       </w:t>
      </w:r>
    </w:p>
    <w:p w:rsidR="0062748B" w:rsidRDefault="0062748B" w:rsidP="0062748B">
      <w:r>
        <w:t xml:space="preserve">2 .1.9       .         .        +INF       EPS       </w:t>
      </w:r>
    </w:p>
    <w:p w:rsidR="0062748B" w:rsidRDefault="0062748B" w:rsidP="0062748B">
      <w:r>
        <w:t xml:space="preserve">2 .1.10      .         .        +INF       EPS       </w:t>
      </w:r>
    </w:p>
    <w:p w:rsidR="0062748B" w:rsidRDefault="0062748B" w:rsidP="0062748B">
      <w:r>
        <w:t xml:space="preserve">2 .1.11      .         .        +INF       EPS       </w:t>
      </w:r>
    </w:p>
    <w:p w:rsidR="0062748B" w:rsidRDefault="0062748B" w:rsidP="0062748B">
      <w:r>
        <w:t xml:space="preserve">2 .1.12      .         .        +INF       EPS       </w:t>
      </w:r>
    </w:p>
    <w:p w:rsidR="0062748B" w:rsidRDefault="0062748B" w:rsidP="0062748B">
      <w:r>
        <w:lastRenderedPageBreak/>
        <w:t xml:space="preserve">2 .1.13      .         .        +INF       EPS       </w:t>
      </w:r>
    </w:p>
    <w:p w:rsidR="0062748B" w:rsidRDefault="0062748B" w:rsidP="0062748B">
      <w:r>
        <w:t xml:space="preserve">2 .1.14      .         .        +INF       EPS       </w:t>
      </w:r>
    </w:p>
    <w:p w:rsidR="0062748B" w:rsidRDefault="0062748B" w:rsidP="0062748B">
      <w:r>
        <w:t xml:space="preserve">2 .1.15      .         .        +INF       EPS       </w:t>
      </w:r>
    </w:p>
    <w:p w:rsidR="0062748B" w:rsidRDefault="0062748B" w:rsidP="0062748B">
      <w:r>
        <w:t xml:space="preserve">2 .1.16      .         .        +INF       EPS       </w:t>
      </w:r>
    </w:p>
    <w:p w:rsidR="0062748B" w:rsidRDefault="0062748B" w:rsidP="0062748B">
      <w:r>
        <w:t xml:space="preserve">2 .1.17      .         .        +INF       EPS       </w:t>
      </w:r>
    </w:p>
    <w:p w:rsidR="0062748B" w:rsidRDefault="0062748B" w:rsidP="0062748B">
      <w:r>
        <w:t xml:space="preserve">2 .1.18      .         .        +INF       EPS       </w:t>
      </w:r>
    </w:p>
    <w:p w:rsidR="0062748B" w:rsidRDefault="0062748B" w:rsidP="0062748B">
      <w:r>
        <w:t xml:space="preserve">2 .1.19      .         .        +INF       EPS       </w:t>
      </w:r>
    </w:p>
    <w:p w:rsidR="0062748B" w:rsidRDefault="0062748B" w:rsidP="0062748B">
      <w:r>
        <w:t xml:space="preserve">2 .1.20      .         .        +INF       EPS       </w:t>
      </w:r>
    </w:p>
    <w:p w:rsidR="0062748B" w:rsidRDefault="0062748B" w:rsidP="0062748B">
      <w:r>
        <w:t xml:space="preserve">2 .1.21      .         .        +INF       EPS       </w:t>
      </w:r>
    </w:p>
    <w:p w:rsidR="0062748B" w:rsidRDefault="0062748B" w:rsidP="0062748B">
      <w:r>
        <w:t xml:space="preserve">2 .1.22      .         .        +INF       EPS       </w:t>
      </w:r>
    </w:p>
    <w:p w:rsidR="0062748B" w:rsidRDefault="0062748B" w:rsidP="0062748B">
      <w:r>
        <w:t xml:space="preserve">2 .1.23      .         .        +INF       EPS       </w:t>
      </w:r>
    </w:p>
    <w:p w:rsidR="0062748B" w:rsidRDefault="0062748B" w:rsidP="0062748B">
      <w:r>
        <w:t xml:space="preserve">2 .1.24      .         .        +INF       EPS       </w:t>
      </w:r>
    </w:p>
    <w:p w:rsidR="0062748B" w:rsidRDefault="0062748B" w:rsidP="0062748B">
      <w:r>
        <w:t xml:space="preserve">2 .1.25      .         .        +INF       EPS       </w:t>
      </w:r>
    </w:p>
    <w:p w:rsidR="0062748B" w:rsidRDefault="0062748B" w:rsidP="0062748B">
      <w:r>
        <w:t xml:space="preserve">2 .1.26      .         .        +INF       EPS       </w:t>
      </w:r>
    </w:p>
    <w:p w:rsidR="0062748B" w:rsidRDefault="0062748B" w:rsidP="0062748B">
      <w:r>
        <w:t xml:space="preserve">2 .1.27      .         .        +INF       EPS       </w:t>
      </w:r>
    </w:p>
    <w:p w:rsidR="0062748B" w:rsidRDefault="0062748B" w:rsidP="0062748B">
      <w:r>
        <w:t xml:space="preserve">2 .1.28      .         .        +INF       EPS       </w:t>
      </w:r>
    </w:p>
    <w:p w:rsidR="0062748B" w:rsidRDefault="0062748B" w:rsidP="0062748B">
      <w:r>
        <w:t xml:space="preserve">2 .1.29      .         .        +INF       EPS       </w:t>
      </w:r>
    </w:p>
    <w:p w:rsidR="0062748B" w:rsidRDefault="0062748B" w:rsidP="0062748B">
      <w:r>
        <w:t xml:space="preserve">3 .1.1       .         .        +INF       EPS       </w:t>
      </w:r>
    </w:p>
    <w:p w:rsidR="0062748B" w:rsidRDefault="0062748B" w:rsidP="0062748B">
      <w:r>
        <w:t xml:space="preserve">3 .1.2       .         .        +INF       EPS       </w:t>
      </w:r>
    </w:p>
    <w:p w:rsidR="0062748B" w:rsidRDefault="0062748B" w:rsidP="0062748B">
      <w:r>
        <w:t xml:space="preserve">3 .1.3       .         .        +INF       EPS       </w:t>
      </w:r>
    </w:p>
    <w:p w:rsidR="0062748B" w:rsidRDefault="0062748B" w:rsidP="0062748B">
      <w:r>
        <w:t xml:space="preserve">3 .1.4       .         .        +INF       EPS       </w:t>
      </w:r>
    </w:p>
    <w:p w:rsidR="0062748B" w:rsidRDefault="0062748B" w:rsidP="0062748B">
      <w:r>
        <w:t xml:space="preserve">3 .1.5       .         .        +INF       EPS       </w:t>
      </w:r>
    </w:p>
    <w:p w:rsidR="0062748B" w:rsidRDefault="0062748B" w:rsidP="0062748B">
      <w:r>
        <w:t xml:space="preserve">3 .1.6       .         .        +INF       EPS       </w:t>
      </w:r>
    </w:p>
    <w:p w:rsidR="0062748B" w:rsidRDefault="0062748B" w:rsidP="0062748B">
      <w:r>
        <w:t xml:space="preserve">3 .1.7       .         .        +INF       EPS       </w:t>
      </w:r>
    </w:p>
    <w:p w:rsidR="0062748B" w:rsidRDefault="0062748B" w:rsidP="0062748B">
      <w:r>
        <w:t xml:space="preserve">3 .1.8       .         .        +INF       EPS       </w:t>
      </w:r>
    </w:p>
    <w:p w:rsidR="0062748B" w:rsidRDefault="0062748B" w:rsidP="0062748B">
      <w:r>
        <w:lastRenderedPageBreak/>
        <w:t xml:space="preserve">3 .1.9       .         .        +INF       EPS       </w:t>
      </w:r>
    </w:p>
    <w:p w:rsidR="0062748B" w:rsidRDefault="0062748B" w:rsidP="0062748B">
      <w:r>
        <w:t xml:space="preserve">3 .1.10      .         .        +INF       EPS       </w:t>
      </w:r>
    </w:p>
    <w:p w:rsidR="0062748B" w:rsidRDefault="0062748B" w:rsidP="0062748B">
      <w:r>
        <w:t xml:space="preserve">3 .1.11      .         .        +INF       EPS       </w:t>
      </w:r>
    </w:p>
    <w:p w:rsidR="0062748B" w:rsidRDefault="0062748B" w:rsidP="0062748B">
      <w:r>
        <w:t xml:space="preserve">3 .1.12      .         .        +INF       EPS       </w:t>
      </w:r>
    </w:p>
    <w:p w:rsidR="0062748B" w:rsidRDefault="0062748B" w:rsidP="0062748B">
      <w:r>
        <w:t xml:space="preserve">3 .1.13      .         .        +INF       EPS       </w:t>
      </w:r>
    </w:p>
    <w:p w:rsidR="0062748B" w:rsidRDefault="0062748B" w:rsidP="0062748B">
      <w:r>
        <w:t xml:space="preserve">3 .1.14      .         .        +INF       EPS       </w:t>
      </w:r>
    </w:p>
    <w:p w:rsidR="0062748B" w:rsidRDefault="0062748B" w:rsidP="0062748B">
      <w:r>
        <w:t xml:space="preserve">3 .1.15      .         .        +INF       EPS       </w:t>
      </w:r>
    </w:p>
    <w:p w:rsidR="0062748B" w:rsidRDefault="0062748B" w:rsidP="0062748B">
      <w:r>
        <w:t xml:space="preserve">3 .1.16      .         .        +INF       EPS       </w:t>
      </w:r>
    </w:p>
    <w:p w:rsidR="0062748B" w:rsidRDefault="0062748B" w:rsidP="0062748B">
      <w:r>
        <w:t xml:space="preserve">3 .1.17      .         .        +INF       EPS       </w:t>
      </w:r>
    </w:p>
    <w:p w:rsidR="0062748B" w:rsidRDefault="0062748B" w:rsidP="0062748B">
      <w:r>
        <w:t xml:space="preserve">3 .1.18      .         .        +INF       EPS       </w:t>
      </w:r>
    </w:p>
    <w:p w:rsidR="0062748B" w:rsidRDefault="0062748B" w:rsidP="0062748B">
      <w:r>
        <w:t xml:space="preserve">3 .1.19      .         .        +INF       EPS       </w:t>
      </w:r>
    </w:p>
    <w:p w:rsidR="0062748B" w:rsidRDefault="0062748B" w:rsidP="0062748B">
      <w:r>
        <w:t xml:space="preserve">3 .1.20      .         .        +INF       EPS       </w:t>
      </w:r>
    </w:p>
    <w:p w:rsidR="0062748B" w:rsidRDefault="0062748B" w:rsidP="0062748B">
      <w:r>
        <w:t xml:space="preserve">3 .1.21      .         .        +INF       EPS       </w:t>
      </w:r>
    </w:p>
    <w:p w:rsidR="0062748B" w:rsidRDefault="0062748B" w:rsidP="0062748B">
      <w:r>
        <w:t xml:space="preserve">3 .1.22      .         .        +INF       EPS       </w:t>
      </w:r>
    </w:p>
    <w:p w:rsidR="0062748B" w:rsidRDefault="0062748B" w:rsidP="0062748B">
      <w:r>
        <w:t xml:space="preserve">3 .1.23      .         .        +INF       EPS       </w:t>
      </w:r>
    </w:p>
    <w:p w:rsidR="0062748B" w:rsidRDefault="0062748B" w:rsidP="0062748B">
      <w:r>
        <w:t xml:space="preserve">3 .1.24      .         .        +INF       EPS       </w:t>
      </w:r>
    </w:p>
    <w:p w:rsidR="0062748B" w:rsidRDefault="0062748B" w:rsidP="0062748B">
      <w:r>
        <w:t xml:space="preserve">3 .1.25      .         .        +INF       EPS       </w:t>
      </w:r>
    </w:p>
    <w:p w:rsidR="0062748B" w:rsidRDefault="0062748B" w:rsidP="0062748B">
      <w:r>
        <w:t xml:space="preserve">3 .1.26      .         .        +INF       EPS       </w:t>
      </w:r>
    </w:p>
    <w:p w:rsidR="0062748B" w:rsidRDefault="0062748B" w:rsidP="0062748B">
      <w:r>
        <w:t xml:space="preserve">3 .1.27      .         .        +INF       EPS       </w:t>
      </w:r>
    </w:p>
    <w:p w:rsidR="0062748B" w:rsidRDefault="0062748B" w:rsidP="0062748B">
      <w:r>
        <w:t xml:space="preserve">3 .1.28      .         .        +INF       EPS       </w:t>
      </w:r>
    </w:p>
    <w:p w:rsidR="0062748B" w:rsidRDefault="0062748B" w:rsidP="0062748B">
      <w:r>
        <w:t xml:space="preserve">3 .1.29      .         .        +INF       EPS       </w:t>
      </w:r>
    </w:p>
    <w:p w:rsidR="0062748B" w:rsidRDefault="0062748B" w:rsidP="0062748B">
      <w:r>
        <w:t xml:space="preserve">4 .1.1       .         .        +INF       EPS       </w:t>
      </w:r>
    </w:p>
    <w:p w:rsidR="0062748B" w:rsidRDefault="0062748B" w:rsidP="0062748B">
      <w:r>
        <w:t xml:space="preserve">4 .1.2       .         .        +INF       EPS       </w:t>
      </w:r>
    </w:p>
    <w:p w:rsidR="0062748B" w:rsidRDefault="0062748B" w:rsidP="0062748B">
      <w:r>
        <w:t xml:space="preserve">4 .1.3       .         .        +INF       EPS       </w:t>
      </w:r>
    </w:p>
    <w:p w:rsidR="0062748B" w:rsidRDefault="0062748B" w:rsidP="0062748B">
      <w:r>
        <w:t xml:space="preserve">4 .1.4       .         .        +INF       EPS       </w:t>
      </w:r>
    </w:p>
    <w:p w:rsidR="0062748B" w:rsidRDefault="0062748B" w:rsidP="0062748B">
      <w:r>
        <w:lastRenderedPageBreak/>
        <w:t xml:space="preserve">4 .1.5       .         .        +INF       EPS       </w:t>
      </w:r>
    </w:p>
    <w:p w:rsidR="0062748B" w:rsidRDefault="0062748B" w:rsidP="0062748B">
      <w:r>
        <w:t xml:space="preserve">4 .1.6       .         .        +INF       EPS       </w:t>
      </w:r>
    </w:p>
    <w:p w:rsidR="0062748B" w:rsidRDefault="0062748B" w:rsidP="0062748B">
      <w:r>
        <w:t xml:space="preserve">4 .1.7       .         .        +INF       EPS       </w:t>
      </w:r>
    </w:p>
    <w:p w:rsidR="0062748B" w:rsidRDefault="0062748B" w:rsidP="0062748B">
      <w:r>
        <w:t xml:space="preserve">4 .1.8       .         .        +INF       EPS       </w:t>
      </w:r>
    </w:p>
    <w:p w:rsidR="0062748B" w:rsidRDefault="0062748B" w:rsidP="0062748B">
      <w:r>
        <w:t xml:space="preserve">4 .1.9       .         .        +INF       EPS       </w:t>
      </w:r>
    </w:p>
    <w:p w:rsidR="0062748B" w:rsidRDefault="0062748B" w:rsidP="0062748B">
      <w:r>
        <w:t xml:space="preserve">4 .1.10      .         .        +INF       EPS       </w:t>
      </w:r>
    </w:p>
    <w:p w:rsidR="0062748B" w:rsidRDefault="0062748B" w:rsidP="0062748B">
      <w:r>
        <w:t xml:space="preserve">4 .1.11      .         .        +INF       EPS       </w:t>
      </w:r>
    </w:p>
    <w:p w:rsidR="0062748B" w:rsidRDefault="0062748B" w:rsidP="0062748B">
      <w:r>
        <w:t xml:space="preserve">4 .1.12      .         .        +INF       EPS       </w:t>
      </w:r>
    </w:p>
    <w:p w:rsidR="0062748B" w:rsidRDefault="0062748B" w:rsidP="0062748B">
      <w:r>
        <w:t xml:space="preserve">4 .1.13      .         .        +INF       EPS       </w:t>
      </w:r>
    </w:p>
    <w:p w:rsidR="0062748B" w:rsidRDefault="0062748B" w:rsidP="0062748B">
      <w:r>
        <w:t xml:space="preserve">4 .1.14      .         .        +INF       EPS       </w:t>
      </w:r>
    </w:p>
    <w:p w:rsidR="0062748B" w:rsidRDefault="0062748B" w:rsidP="0062748B">
      <w:r>
        <w:t xml:space="preserve">4 .1.15      .         .        +INF       EPS       </w:t>
      </w:r>
    </w:p>
    <w:p w:rsidR="0062748B" w:rsidRDefault="0062748B" w:rsidP="0062748B">
      <w:r>
        <w:t xml:space="preserve">4 .1.16      .         .        +INF       EPS       </w:t>
      </w:r>
    </w:p>
    <w:p w:rsidR="0062748B" w:rsidRDefault="0062748B" w:rsidP="0062748B">
      <w:r>
        <w:t xml:space="preserve">4 .1.17      .         .        +INF       EPS       </w:t>
      </w:r>
    </w:p>
    <w:p w:rsidR="0062748B" w:rsidRDefault="0062748B" w:rsidP="0062748B">
      <w:r>
        <w:t xml:space="preserve">4 .1.18      .         .        +INF       EPS       </w:t>
      </w:r>
    </w:p>
    <w:p w:rsidR="0062748B" w:rsidRDefault="0062748B" w:rsidP="0062748B">
      <w:r>
        <w:t xml:space="preserve">4 .1.19      .         .        +INF       EPS       </w:t>
      </w:r>
    </w:p>
    <w:p w:rsidR="0062748B" w:rsidRDefault="0062748B" w:rsidP="0062748B">
      <w:r>
        <w:t xml:space="preserve">4 .1.20      .         .        +INF       EPS       </w:t>
      </w:r>
    </w:p>
    <w:p w:rsidR="0062748B" w:rsidRDefault="0062748B" w:rsidP="0062748B">
      <w:r>
        <w:t xml:space="preserve">4 .1.21      .         .        +INF       EPS       </w:t>
      </w:r>
    </w:p>
    <w:p w:rsidR="0062748B" w:rsidRDefault="0062748B" w:rsidP="0062748B">
      <w:r>
        <w:t xml:space="preserve">4 .1.22      .         .        +INF       EPS       </w:t>
      </w:r>
    </w:p>
    <w:p w:rsidR="0062748B" w:rsidRDefault="0062748B" w:rsidP="0062748B">
      <w:r>
        <w:t xml:space="preserve">4 .1.23      .         .        +INF       EPS       </w:t>
      </w:r>
    </w:p>
    <w:p w:rsidR="0062748B" w:rsidRDefault="0062748B" w:rsidP="0062748B">
      <w:r>
        <w:t xml:space="preserve">4 .1.24      .         .        +INF       EPS       </w:t>
      </w:r>
    </w:p>
    <w:p w:rsidR="0062748B" w:rsidRDefault="0062748B" w:rsidP="0062748B">
      <w:r>
        <w:t xml:space="preserve">4 .1.25      .         .        +INF       EPS       </w:t>
      </w:r>
    </w:p>
    <w:p w:rsidR="0062748B" w:rsidRDefault="0062748B" w:rsidP="0062748B">
      <w:r>
        <w:t xml:space="preserve">4 .1.26      .         .        +INF       EPS       </w:t>
      </w:r>
    </w:p>
    <w:p w:rsidR="0062748B" w:rsidRDefault="0062748B" w:rsidP="0062748B">
      <w:r>
        <w:t xml:space="preserve">4 .1.27      .         .        +INF       EPS       </w:t>
      </w:r>
    </w:p>
    <w:p w:rsidR="0062748B" w:rsidRDefault="0062748B" w:rsidP="0062748B">
      <w:r>
        <w:t xml:space="preserve">4 .1.28      .         .        +INF       EPS       </w:t>
      </w:r>
    </w:p>
    <w:p w:rsidR="0062748B" w:rsidRDefault="0062748B" w:rsidP="0062748B">
      <w:r>
        <w:t xml:space="preserve">4 .1.29      .         .        +INF       EPS       </w:t>
      </w:r>
    </w:p>
    <w:p w:rsidR="0062748B" w:rsidRDefault="0062748B" w:rsidP="0062748B">
      <w:r>
        <w:lastRenderedPageBreak/>
        <w:t xml:space="preserve">5 .1.1       .         .        +INF       EPS       </w:t>
      </w:r>
    </w:p>
    <w:p w:rsidR="0062748B" w:rsidRDefault="0062748B" w:rsidP="0062748B">
      <w:r>
        <w:t xml:space="preserve">5 .1.2       .         .        +INF       EPS       </w:t>
      </w:r>
    </w:p>
    <w:p w:rsidR="0062748B" w:rsidRDefault="0062748B" w:rsidP="0062748B">
      <w:r>
        <w:t xml:space="preserve">5 .1.3       .         .        +INF       EPS       </w:t>
      </w:r>
    </w:p>
    <w:p w:rsidR="0062748B" w:rsidRDefault="0062748B" w:rsidP="0062748B">
      <w:r>
        <w:t xml:space="preserve">5 .1.4       .         .        +INF       EPS       </w:t>
      </w:r>
    </w:p>
    <w:p w:rsidR="0062748B" w:rsidRDefault="0062748B" w:rsidP="0062748B">
      <w:r>
        <w:t xml:space="preserve">5 .1.5       .         .        +INF       EPS       </w:t>
      </w:r>
    </w:p>
    <w:p w:rsidR="0062748B" w:rsidRDefault="0062748B" w:rsidP="0062748B">
      <w:r>
        <w:t xml:space="preserve">5 .1.6       .         .        +INF       EPS       </w:t>
      </w:r>
    </w:p>
    <w:p w:rsidR="0062748B" w:rsidRDefault="0062748B" w:rsidP="0062748B">
      <w:r>
        <w:t xml:space="preserve">5 .1.7       .         .        +INF       EPS       </w:t>
      </w:r>
    </w:p>
    <w:p w:rsidR="0062748B" w:rsidRDefault="0062748B" w:rsidP="0062748B">
      <w:r>
        <w:t xml:space="preserve">5 .1.8       .         .        +INF       EPS       </w:t>
      </w:r>
    </w:p>
    <w:p w:rsidR="0062748B" w:rsidRDefault="0062748B" w:rsidP="0062748B">
      <w:r>
        <w:t xml:space="preserve">5 .1.9       .         .        +INF       EPS       </w:t>
      </w:r>
    </w:p>
    <w:p w:rsidR="0062748B" w:rsidRDefault="0062748B" w:rsidP="0062748B">
      <w:r>
        <w:t xml:space="preserve">5 .1.10      .         .        +INF       EPS       </w:t>
      </w:r>
    </w:p>
    <w:p w:rsidR="0062748B" w:rsidRDefault="0062748B" w:rsidP="0062748B">
      <w:r>
        <w:t xml:space="preserve">5 .1.11      .         .        +INF       EPS       </w:t>
      </w:r>
    </w:p>
    <w:p w:rsidR="0062748B" w:rsidRDefault="0062748B" w:rsidP="0062748B">
      <w:r>
        <w:t xml:space="preserve">5 .1.12      .         .        +INF       EPS       </w:t>
      </w:r>
    </w:p>
    <w:p w:rsidR="0062748B" w:rsidRDefault="0062748B" w:rsidP="0062748B">
      <w:r>
        <w:t xml:space="preserve">5 .1.13      .         .        +INF       EPS       </w:t>
      </w:r>
    </w:p>
    <w:p w:rsidR="0062748B" w:rsidRDefault="0062748B" w:rsidP="0062748B">
      <w:r>
        <w:t xml:space="preserve">5 .1.14      .         .        +INF       EPS       </w:t>
      </w:r>
    </w:p>
    <w:p w:rsidR="0062748B" w:rsidRDefault="0062748B" w:rsidP="0062748B">
      <w:r>
        <w:t xml:space="preserve">5 .1.15      .         .        +INF       EPS       </w:t>
      </w:r>
    </w:p>
    <w:p w:rsidR="0062748B" w:rsidRDefault="0062748B" w:rsidP="0062748B">
      <w:r>
        <w:t xml:space="preserve">5 .1.16      .         .        +INF       EPS       </w:t>
      </w:r>
    </w:p>
    <w:p w:rsidR="0062748B" w:rsidRDefault="0062748B" w:rsidP="0062748B">
      <w:r>
        <w:t xml:space="preserve">5 .1.17      .         .        +INF       EPS       </w:t>
      </w:r>
    </w:p>
    <w:p w:rsidR="0062748B" w:rsidRDefault="0062748B" w:rsidP="0062748B">
      <w:r>
        <w:t xml:space="preserve">5 .1.18      .         .        +INF       EPS       </w:t>
      </w:r>
    </w:p>
    <w:p w:rsidR="0062748B" w:rsidRDefault="0062748B" w:rsidP="0062748B">
      <w:r>
        <w:t xml:space="preserve">5 .1.19      .         .        +INF       EPS       </w:t>
      </w:r>
    </w:p>
    <w:p w:rsidR="0062748B" w:rsidRDefault="0062748B" w:rsidP="0062748B">
      <w:r>
        <w:t xml:space="preserve">5 .1.20      .         .        +INF       EPS       </w:t>
      </w:r>
    </w:p>
    <w:p w:rsidR="0062748B" w:rsidRDefault="0062748B" w:rsidP="0062748B">
      <w:r>
        <w:t xml:space="preserve">5 .1.21      .         .        +INF       EPS       </w:t>
      </w:r>
    </w:p>
    <w:p w:rsidR="0062748B" w:rsidRDefault="0062748B" w:rsidP="0062748B">
      <w:r>
        <w:t xml:space="preserve">5 .1.22      .         .        +INF       EPS       </w:t>
      </w:r>
    </w:p>
    <w:p w:rsidR="0062748B" w:rsidRDefault="0062748B" w:rsidP="0062748B">
      <w:r>
        <w:t xml:space="preserve">5 .1.23      .         .        +INF       EPS       </w:t>
      </w:r>
    </w:p>
    <w:p w:rsidR="0062748B" w:rsidRDefault="0062748B" w:rsidP="0062748B">
      <w:r>
        <w:t xml:space="preserve">5 .1.24      .         .        +INF       EPS       </w:t>
      </w:r>
    </w:p>
    <w:p w:rsidR="0062748B" w:rsidRDefault="0062748B" w:rsidP="0062748B">
      <w:r>
        <w:t xml:space="preserve">5 .1.25      .         .        +INF       EPS       </w:t>
      </w:r>
    </w:p>
    <w:p w:rsidR="0062748B" w:rsidRDefault="0062748B" w:rsidP="0062748B">
      <w:r>
        <w:lastRenderedPageBreak/>
        <w:t xml:space="preserve">5 .1.26      .         .        +INF       EPS       </w:t>
      </w:r>
    </w:p>
    <w:p w:rsidR="0062748B" w:rsidRDefault="0062748B" w:rsidP="0062748B">
      <w:r>
        <w:t xml:space="preserve">5 .1.27      .         .        +INF       EPS       </w:t>
      </w:r>
    </w:p>
    <w:p w:rsidR="0062748B" w:rsidRDefault="0062748B" w:rsidP="0062748B">
      <w:r>
        <w:t xml:space="preserve">5 .1.28      .         .        +INF       EPS       </w:t>
      </w:r>
    </w:p>
    <w:p w:rsidR="0062748B" w:rsidRDefault="0062748B" w:rsidP="0062748B">
      <w:r>
        <w:t xml:space="preserve">5 .1.29      .         .        +INF       EPS       </w:t>
      </w:r>
    </w:p>
    <w:p w:rsidR="0062748B" w:rsidRDefault="0062748B" w:rsidP="0062748B">
      <w:r>
        <w:t xml:space="preserve">6 .1.1       .         .        +INF       EPS       </w:t>
      </w:r>
    </w:p>
    <w:p w:rsidR="0062748B" w:rsidRDefault="0062748B" w:rsidP="0062748B">
      <w:r>
        <w:t xml:space="preserve">6 .1.2       .         .        +INF       EPS       </w:t>
      </w:r>
    </w:p>
    <w:p w:rsidR="0062748B" w:rsidRDefault="0062748B" w:rsidP="0062748B">
      <w:r>
        <w:t xml:space="preserve">6 .1.3       .         .        +INF       EPS       </w:t>
      </w:r>
    </w:p>
    <w:p w:rsidR="0062748B" w:rsidRDefault="0062748B" w:rsidP="0062748B">
      <w:r>
        <w:t xml:space="preserve">6 .1.4       .         .        +INF       EPS       </w:t>
      </w:r>
    </w:p>
    <w:p w:rsidR="0062748B" w:rsidRDefault="0062748B" w:rsidP="0062748B">
      <w:r>
        <w:t xml:space="preserve">6 .1.5       .         .        +INF       EPS       </w:t>
      </w:r>
    </w:p>
    <w:p w:rsidR="0062748B" w:rsidRDefault="0062748B" w:rsidP="0062748B">
      <w:r>
        <w:t xml:space="preserve">6 .1.6       .         .        +INF       EPS       </w:t>
      </w:r>
    </w:p>
    <w:p w:rsidR="0062748B" w:rsidRDefault="0062748B" w:rsidP="0062748B">
      <w:r>
        <w:t xml:space="preserve">6 .1.7       .         .        +INF       EPS       </w:t>
      </w:r>
    </w:p>
    <w:p w:rsidR="0062748B" w:rsidRDefault="0062748B" w:rsidP="0062748B">
      <w:r>
        <w:t xml:space="preserve">6 .1.8       .         .        +INF       EPS       </w:t>
      </w:r>
    </w:p>
    <w:p w:rsidR="0062748B" w:rsidRDefault="0062748B" w:rsidP="0062748B">
      <w:r>
        <w:t xml:space="preserve">6 .1.9       .         .        +INF       EPS       </w:t>
      </w:r>
    </w:p>
    <w:p w:rsidR="0062748B" w:rsidRDefault="0062748B" w:rsidP="0062748B">
      <w:r>
        <w:t xml:space="preserve">6 .1.10      .         .        +INF       EPS       </w:t>
      </w:r>
    </w:p>
    <w:p w:rsidR="0062748B" w:rsidRDefault="0062748B" w:rsidP="0062748B">
      <w:r>
        <w:t xml:space="preserve">6 .1.11      .         .        +INF       EPS       </w:t>
      </w:r>
    </w:p>
    <w:p w:rsidR="0062748B" w:rsidRDefault="0062748B" w:rsidP="0062748B">
      <w:r>
        <w:t xml:space="preserve">6 .1.12      .         .        +INF       EPS       </w:t>
      </w:r>
    </w:p>
    <w:p w:rsidR="0062748B" w:rsidRDefault="0062748B" w:rsidP="0062748B">
      <w:r>
        <w:t xml:space="preserve">6 .1.13      .         .        +INF       EPS       </w:t>
      </w:r>
    </w:p>
    <w:p w:rsidR="0062748B" w:rsidRDefault="0062748B" w:rsidP="0062748B">
      <w:r>
        <w:t xml:space="preserve">6 .1.14      .         .        +INF       EPS       </w:t>
      </w:r>
    </w:p>
    <w:p w:rsidR="0062748B" w:rsidRDefault="0062748B" w:rsidP="0062748B">
      <w:r>
        <w:t xml:space="preserve">6 .1.15      .         .        +INF       EPS       </w:t>
      </w:r>
    </w:p>
    <w:p w:rsidR="0062748B" w:rsidRDefault="0062748B" w:rsidP="0062748B">
      <w:r>
        <w:t xml:space="preserve">6 .1.16      .         .        +INF       EPS       </w:t>
      </w:r>
    </w:p>
    <w:p w:rsidR="0062748B" w:rsidRDefault="0062748B" w:rsidP="0062748B">
      <w:r>
        <w:t xml:space="preserve">6 .1.17      .         .        +INF       EPS       </w:t>
      </w:r>
    </w:p>
    <w:p w:rsidR="0062748B" w:rsidRDefault="0062748B" w:rsidP="0062748B">
      <w:r>
        <w:t xml:space="preserve">6 .1.18      .         .        +INF       EPS       </w:t>
      </w:r>
    </w:p>
    <w:p w:rsidR="0062748B" w:rsidRDefault="0062748B" w:rsidP="0062748B">
      <w:r>
        <w:t xml:space="preserve">6 .1.19      .         .        +INF       EPS       </w:t>
      </w:r>
    </w:p>
    <w:p w:rsidR="0062748B" w:rsidRDefault="0062748B" w:rsidP="0062748B">
      <w:r>
        <w:t xml:space="preserve">6 .1.20      .         .        +INF       EPS       </w:t>
      </w:r>
    </w:p>
    <w:p w:rsidR="0062748B" w:rsidRDefault="0062748B" w:rsidP="0062748B">
      <w:r>
        <w:t xml:space="preserve">6 .1.21      .         .        +INF       EPS       </w:t>
      </w:r>
    </w:p>
    <w:p w:rsidR="0062748B" w:rsidRDefault="0062748B" w:rsidP="0062748B">
      <w:r>
        <w:lastRenderedPageBreak/>
        <w:t xml:space="preserve">6 .1.22      .         .        +INF       EPS       </w:t>
      </w:r>
    </w:p>
    <w:p w:rsidR="0062748B" w:rsidRDefault="0062748B" w:rsidP="0062748B">
      <w:r>
        <w:t xml:space="preserve">6 .1.23      .         .        +INF       EPS       </w:t>
      </w:r>
    </w:p>
    <w:p w:rsidR="0062748B" w:rsidRDefault="0062748B" w:rsidP="0062748B">
      <w:r>
        <w:t xml:space="preserve">6 .1.24      .         .        +INF       EPS       </w:t>
      </w:r>
    </w:p>
    <w:p w:rsidR="0062748B" w:rsidRDefault="0062748B" w:rsidP="0062748B">
      <w:r>
        <w:t xml:space="preserve">6 .1.25      .         .        +INF       EPS       </w:t>
      </w:r>
    </w:p>
    <w:p w:rsidR="0062748B" w:rsidRDefault="0062748B" w:rsidP="0062748B">
      <w:r>
        <w:t xml:space="preserve">6 .1.26      .         .        +INF       EPS       </w:t>
      </w:r>
    </w:p>
    <w:p w:rsidR="0062748B" w:rsidRDefault="0062748B" w:rsidP="0062748B">
      <w:r>
        <w:t xml:space="preserve">6 .1.27      .         .        +INF       EPS       </w:t>
      </w:r>
    </w:p>
    <w:p w:rsidR="0062748B" w:rsidRDefault="0062748B" w:rsidP="0062748B">
      <w:r>
        <w:t xml:space="preserve">6 .1.28      .         .        +INF       EPS       </w:t>
      </w:r>
    </w:p>
    <w:p w:rsidR="0062748B" w:rsidRDefault="0062748B" w:rsidP="0062748B">
      <w:r>
        <w:t xml:space="preserve">6 .1.29      .         .        +INF       EPS       </w:t>
      </w:r>
    </w:p>
    <w:p w:rsidR="0062748B" w:rsidRDefault="0062748B" w:rsidP="0062748B">
      <w:r>
        <w:t xml:space="preserve">7 .1.1       .         .        +INF       EPS       </w:t>
      </w:r>
    </w:p>
    <w:p w:rsidR="0062748B" w:rsidRDefault="0062748B" w:rsidP="0062748B">
      <w:r>
        <w:t xml:space="preserve">7 .1.2       .         .        +INF       EPS       </w:t>
      </w:r>
    </w:p>
    <w:p w:rsidR="0062748B" w:rsidRDefault="0062748B" w:rsidP="0062748B">
      <w:r>
        <w:t xml:space="preserve">7 .1.3       .         .        +INF       EPS       </w:t>
      </w:r>
    </w:p>
    <w:p w:rsidR="0062748B" w:rsidRDefault="0062748B" w:rsidP="0062748B">
      <w:r>
        <w:t xml:space="preserve">7 .1.4       .         .        +INF       EPS       </w:t>
      </w:r>
    </w:p>
    <w:p w:rsidR="0062748B" w:rsidRDefault="0062748B" w:rsidP="0062748B">
      <w:r>
        <w:t xml:space="preserve">7 .1.5       .         .        +INF       EPS       </w:t>
      </w:r>
    </w:p>
    <w:p w:rsidR="0062748B" w:rsidRDefault="0062748B" w:rsidP="0062748B">
      <w:r>
        <w:t xml:space="preserve">7 .1.6       .         .        +INF       EPS       </w:t>
      </w:r>
    </w:p>
    <w:p w:rsidR="0062748B" w:rsidRDefault="0062748B" w:rsidP="0062748B">
      <w:r>
        <w:t xml:space="preserve">7 .1.7       .         .        +INF       EPS       </w:t>
      </w:r>
    </w:p>
    <w:p w:rsidR="0062748B" w:rsidRDefault="0062748B" w:rsidP="0062748B">
      <w:r>
        <w:t xml:space="preserve">7 .1.8       .         .        +INF       EPS       </w:t>
      </w:r>
    </w:p>
    <w:p w:rsidR="0062748B" w:rsidRDefault="0062748B" w:rsidP="0062748B">
      <w:r>
        <w:t xml:space="preserve">7 .1.9       .         .        +INF       EPS       </w:t>
      </w:r>
    </w:p>
    <w:p w:rsidR="0062748B" w:rsidRDefault="0062748B" w:rsidP="0062748B">
      <w:r>
        <w:t xml:space="preserve">7 .1.10      .         .        +INF       EPS       </w:t>
      </w:r>
    </w:p>
    <w:p w:rsidR="0062748B" w:rsidRDefault="0062748B" w:rsidP="0062748B">
      <w:r>
        <w:t xml:space="preserve">7 .1.11      .         .        +INF       EPS       </w:t>
      </w:r>
    </w:p>
    <w:p w:rsidR="0062748B" w:rsidRDefault="0062748B" w:rsidP="0062748B">
      <w:r>
        <w:t xml:space="preserve">7 .1.12      .         .        +INF       EPS       </w:t>
      </w:r>
    </w:p>
    <w:p w:rsidR="0062748B" w:rsidRDefault="0062748B" w:rsidP="0062748B">
      <w:r>
        <w:t xml:space="preserve">7 .1.13      .         .        +INF       EPS       </w:t>
      </w:r>
    </w:p>
    <w:p w:rsidR="0062748B" w:rsidRDefault="0062748B" w:rsidP="0062748B">
      <w:r>
        <w:t xml:space="preserve">7 .1.14      .         .        +INF       EPS       </w:t>
      </w:r>
    </w:p>
    <w:p w:rsidR="0062748B" w:rsidRDefault="0062748B" w:rsidP="0062748B">
      <w:r>
        <w:t xml:space="preserve">7 .1.15      .         .        +INF       EPS       </w:t>
      </w:r>
    </w:p>
    <w:p w:rsidR="0062748B" w:rsidRDefault="0062748B" w:rsidP="0062748B">
      <w:r>
        <w:t xml:space="preserve">7 .1.16      .         .        +INF       EPS       </w:t>
      </w:r>
    </w:p>
    <w:p w:rsidR="0062748B" w:rsidRDefault="0062748B" w:rsidP="0062748B">
      <w:r>
        <w:t xml:space="preserve">7 .1.17      .         .        +INF       EPS       </w:t>
      </w:r>
    </w:p>
    <w:p w:rsidR="0062748B" w:rsidRDefault="0062748B" w:rsidP="0062748B">
      <w:r>
        <w:lastRenderedPageBreak/>
        <w:t xml:space="preserve">7 .1.18      .         .        +INF       EPS       </w:t>
      </w:r>
    </w:p>
    <w:p w:rsidR="0062748B" w:rsidRDefault="0062748B" w:rsidP="0062748B">
      <w:r>
        <w:t xml:space="preserve">7 .1.19      .         .        +INF       EPS       </w:t>
      </w:r>
    </w:p>
    <w:p w:rsidR="0062748B" w:rsidRDefault="0062748B" w:rsidP="0062748B">
      <w:r>
        <w:t xml:space="preserve">7 .1.20      .         .        +INF       EPS       </w:t>
      </w:r>
    </w:p>
    <w:p w:rsidR="0062748B" w:rsidRDefault="0062748B" w:rsidP="0062748B">
      <w:r>
        <w:t xml:space="preserve">7 .1.21      .         .        +INF       EPS       </w:t>
      </w:r>
    </w:p>
    <w:p w:rsidR="0062748B" w:rsidRDefault="0062748B" w:rsidP="0062748B">
      <w:r>
        <w:t xml:space="preserve">7 .1.22      .         .        +INF       EPS       </w:t>
      </w:r>
    </w:p>
    <w:p w:rsidR="0062748B" w:rsidRDefault="0062748B" w:rsidP="0062748B">
      <w:r>
        <w:t xml:space="preserve">7 .1.23      .         .        +INF       EPS       </w:t>
      </w:r>
    </w:p>
    <w:p w:rsidR="0062748B" w:rsidRDefault="0062748B" w:rsidP="0062748B">
      <w:r>
        <w:t xml:space="preserve">7 .1.24      .         .        +INF       EPS       </w:t>
      </w:r>
    </w:p>
    <w:p w:rsidR="0062748B" w:rsidRDefault="0062748B" w:rsidP="0062748B">
      <w:r>
        <w:t xml:space="preserve">7 .1.25      .         .        +INF       EPS       </w:t>
      </w:r>
    </w:p>
    <w:p w:rsidR="0062748B" w:rsidRDefault="0062748B" w:rsidP="0062748B">
      <w:r>
        <w:t xml:space="preserve">7 .1.26      .         .        +INF       EPS       </w:t>
      </w:r>
    </w:p>
    <w:p w:rsidR="0062748B" w:rsidRDefault="0062748B" w:rsidP="0062748B">
      <w:r>
        <w:t xml:space="preserve">7 .1.27      .         .        +INF       EPS       </w:t>
      </w:r>
    </w:p>
    <w:p w:rsidR="0062748B" w:rsidRDefault="0062748B" w:rsidP="0062748B">
      <w:r>
        <w:t xml:space="preserve">7 .1.28      .         .        +INF       EPS       </w:t>
      </w:r>
    </w:p>
    <w:p w:rsidR="0062748B" w:rsidRDefault="0062748B" w:rsidP="0062748B">
      <w:r>
        <w:t xml:space="preserve">7 .1.29      .         .        +INF       EPS       </w:t>
      </w:r>
    </w:p>
    <w:p w:rsidR="0062748B" w:rsidRDefault="0062748B" w:rsidP="0062748B">
      <w:r>
        <w:t xml:space="preserve">8 .1.1       .         .        +INF       EPS       </w:t>
      </w:r>
    </w:p>
    <w:p w:rsidR="0062748B" w:rsidRDefault="0062748B" w:rsidP="0062748B">
      <w:r>
        <w:t xml:space="preserve">8 .1.2       .         .        +INF       EPS       </w:t>
      </w:r>
    </w:p>
    <w:p w:rsidR="0062748B" w:rsidRDefault="0062748B" w:rsidP="0062748B">
      <w:r>
        <w:t xml:space="preserve">8 .1.3       .         .        +INF       EPS       </w:t>
      </w:r>
    </w:p>
    <w:p w:rsidR="0062748B" w:rsidRDefault="0062748B" w:rsidP="0062748B">
      <w:r>
        <w:t xml:space="preserve">8 .1.4       .         .        +INF       EPS       </w:t>
      </w:r>
    </w:p>
    <w:p w:rsidR="0062748B" w:rsidRDefault="0062748B" w:rsidP="0062748B">
      <w:r>
        <w:t xml:space="preserve">8 .1.5       .         .        +INF       EPS       </w:t>
      </w:r>
    </w:p>
    <w:p w:rsidR="0062748B" w:rsidRDefault="0062748B" w:rsidP="0062748B">
      <w:r>
        <w:t xml:space="preserve">8 .1.6       .         .        +INF       EPS       </w:t>
      </w:r>
    </w:p>
    <w:p w:rsidR="0062748B" w:rsidRDefault="0062748B" w:rsidP="0062748B">
      <w:r>
        <w:t xml:space="preserve">8 .1.7       .         .        +INF       EPS       </w:t>
      </w:r>
    </w:p>
    <w:p w:rsidR="0062748B" w:rsidRDefault="0062748B" w:rsidP="0062748B">
      <w:r>
        <w:t xml:space="preserve">8 .1.8       .         .        +INF       EPS       </w:t>
      </w:r>
    </w:p>
    <w:p w:rsidR="0062748B" w:rsidRDefault="0062748B" w:rsidP="0062748B">
      <w:r>
        <w:t xml:space="preserve">8 .1.9       .         .        +INF       EPS       </w:t>
      </w:r>
    </w:p>
    <w:p w:rsidR="0062748B" w:rsidRDefault="0062748B" w:rsidP="0062748B">
      <w:r>
        <w:t xml:space="preserve">8 .1.10      .         .        +INF       EPS       </w:t>
      </w:r>
    </w:p>
    <w:p w:rsidR="0062748B" w:rsidRDefault="0062748B" w:rsidP="0062748B">
      <w:r>
        <w:t xml:space="preserve">8 .1.11      .         .        +INF       EPS       </w:t>
      </w:r>
    </w:p>
    <w:p w:rsidR="0062748B" w:rsidRDefault="0062748B" w:rsidP="0062748B">
      <w:r>
        <w:t xml:space="preserve">8 .1.12      .         .        +INF       EPS       </w:t>
      </w:r>
    </w:p>
    <w:p w:rsidR="0062748B" w:rsidRDefault="0062748B" w:rsidP="0062748B">
      <w:r>
        <w:t xml:space="preserve">8 .1.13      .         .        +INF       EPS       </w:t>
      </w:r>
    </w:p>
    <w:p w:rsidR="0062748B" w:rsidRDefault="0062748B" w:rsidP="0062748B">
      <w:r>
        <w:lastRenderedPageBreak/>
        <w:t xml:space="preserve">8 .1.14      .         .        +INF       EPS       </w:t>
      </w:r>
    </w:p>
    <w:p w:rsidR="0062748B" w:rsidRDefault="0062748B" w:rsidP="0062748B">
      <w:r>
        <w:t xml:space="preserve">8 .1.15      .         .        +INF       EPS       </w:t>
      </w:r>
    </w:p>
    <w:p w:rsidR="0062748B" w:rsidRDefault="0062748B" w:rsidP="0062748B">
      <w:r>
        <w:t xml:space="preserve">8 .1.16      .         .        +INF       EPS       </w:t>
      </w:r>
    </w:p>
    <w:p w:rsidR="0062748B" w:rsidRDefault="0062748B" w:rsidP="0062748B">
      <w:r>
        <w:t xml:space="preserve">8 .1.17      .         .        +INF       EPS       </w:t>
      </w:r>
    </w:p>
    <w:p w:rsidR="0062748B" w:rsidRDefault="0062748B" w:rsidP="0062748B">
      <w:r>
        <w:t xml:space="preserve">8 .1.18      .         .        +INF       EPS       </w:t>
      </w:r>
    </w:p>
    <w:p w:rsidR="0062748B" w:rsidRDefault="0062748B" w:rsidP="0062748B">
      <w:r>
        <w:t xml:space="preserve">8 .1.19      .         .        +INF       EPS       </w:t>
      </w:r>
    </w:p>
    <w:p w:rsidR="0062748B" w:rsidRDefault="0062748B" w:rsidP="0062748B">
      <w:r>
        <w:t xml:space="preserve">8 .1.20      .         .        +INF       EPS       </w:t>
      </w:r>
    </w:p>
    <w:p w:rsidR="0062748B" w:rsidRDefault="0062748B" w:rsidP="0062748B">
      <w:r>
        <w:t xml:space="preserve">8 .1.21      .         .        +INF       EPS       </w:t>
      </w:r>
    </w:p>
    <w:p w:rsidR="0062748B" w:rsidRDefault="0062748B" w:rsidP="0062748B">
      <w:r>
        <w:t xml:space="preserve">8 .1.22      .         .        +INF       EPS       </w:t>
      </w:r>
    </w:p>
    <w:p w:rsidR="0062748B" w:rsidRDefault="0062748B" w:rsidP="0062748B">
      <w:r>
        <w:t xml:space="preserve">8 .1.23      .         .        +INF       EPS       </w:t>
      </w:r>
    </w:p>
    <w:p w:rsidR="0062748B" w:rsidRDefault="0062748B" w:rsidP="0062748B">
      <w:r>
        <w:t xml:space="preserve">8 .1.24      .         .        +INF       EPS       </w:t>
      </w:r>
    </w:p>
    <w:p w:rsidR="0062748B" w:rsidRDefault="0062748B" w:rsidP="0062748B">
      <w:r>
        <w:t xml:space="preserve">8 .1.25      .         .        +INF       EPS       </w:t>
      </w:r>
    </w:p>
    <w:p w:rsidR="0062748B" w:rsidRDefault="0062748B" w:rsidP="0062748B">
      <w:r>
        <w:t xml:space="preserve">8 .1.26      .         .        +INF       EPS       </w:t>
      </w:r>
    </w:p>
    <w:p w:rsidR="0062748B" w:rsidRDefault="0062748B" w:rsidP="0062748B">
      <w:r>
        <w:t xml:space="preserve">8 .1.27      .         .        +INF       EPS       </w:t>
      </w:r>
    </w:p>
    <w:p w:rsidR="0062748B" w:rsidRDefault="0062748B" w:rsidP="0062748B">
      <w:r>
        <w:t xml:space="preserve">8 .1.28      .         .        +INF       EPS       </w:t>
      </w:r>
    </w:p>
    <w:p w:rsidR="0062748B" w:rsidRDefault="0062748B" w:rsidP="0062748B">
      <w:r>
        <w:t xml:space="preserve">8 .1.29      .         .        +INF       EPS       </w:t>
      </w:r>
    </w:p>
    <w:p w:rsidR="0062748B" w:rsidRDefault="0062748B" w:rsidP="0062748B">
      <w:r>
        <w:t xml:space="preserve">9 .1.1       .         .        +INF       EPS       </w:t>
      </w:r>
    </w:p>
    <w:p w:rsidR="0062748B" w:rsidRDefault="0062748B" w:rsidP="0062748B">
      <w:r>
        <w:t xml:space="preserve">9 .1.2       .         .        +INF       EPS       </w:t>
      </w:r>
    </w:p>
    <w:p w:rsidR="0062748B" w:rsidRDefault="0062748B" w:rsidP="0062748B">
      <w:r>
        <w:t xml:space="preserve">9 .1.3       .         .        +INF       EPS       </w:t>
      </w:r>
    </w:p>
    <w:p w:rsidR="0062748B" w:rsidRDefault="0062748B" w:rsidP="0062748B">
      <w:r>
        <w:t xml:space="preserve">9 .1.4       .         .        +INF       EPS       </w:t>
      </w:r>
    </w:p>
    <w:p w:rsidR="0062748B" w:rsidRDefault="0062748B" w:rsidP="0062748B">
      <w:r>
        <w:t xml:space="preserve">9 .1.5       .         .        +INF       EPS       </w:t>
      </w:r>
    </w:p>
    <w:p w:rsidR="0062748B" w:rsidRDefault="0062748B" w:rsidP="0062748B">
      <w:r>
        <w:t xml:space="preserve">9 .1.6       .         .        +INF       EPS       </w:t>
      </w:r>
    </w:p>
    <w:p w:rsidR="0062748B" w:rsidRDefault="0062748B" w:rsidP="0062748B">
      <w:r>
        <w:t xml:space="preserve">9 .1.7       .         .        +INF       EPS       </w:t>
      </w:r>
    </w:p>
    <w:p w:rsidR="0062748B" w:rsidRDefault="0062748B" w:rsidP="0062748B">
      <w:r>
        <w:t xml:space="preserve">9 .1.8       .         .        +INF       EPS       </w:t>
      </w:r>
    </w:p>
    <w:p w:rsidR="0062748B" w:rsidRDefault="0062748B" w:rsidP="0062748B">
      <w:r>
        <w:t xml:space="preserve">9 .1.9       .         .        +INF       EPS       </w:t>
      </w:r>
    </w:p>
    <w:p w:rsidR="0062748B" w:rsidRDefault="0062748B" w:rsidP="0062748B">
      <w:r>
        <w:lastRenderedPageBreak/>
        <w:t xml:space="preserve">9 .1.10      .         .        +INF       EPS       </w:t>
      </w:r>
    </w:p>
    <w:p w:rsidR="0062748B" w:rsidRDefault="0062748B" w:rsidP="0062748B">
      <w:r>
        <w:t xml:space="preserve">9 .1.11      .         .        +INF       EPS       </w:t>
      </w:r>
    </w:p>
    <w:p w:rsidR="0062748B" w:rsidRDefault="0062748B" w:rsidP="0062748B">
      <w:r>
        <w:t xml:space="preserve">9 .1.12      .         .        +INF       EPS       </w:t>
      </w:r>
    </w:p>
    <w:p w:rsidR="0062748B" w:rsidRDefault="0062748B" w:rsidP="0062748B">
      <w:r>
        <w:t xml:space="preserve">9 .1.13      .         .        +INF       EPS       </w:t>
      </w:r>
    </w:p>
    <w:p w:rsidR="0062748B" w:rsidRDefault="0062748B" w:rsidP="0062748B">
      <w:r>
        <w:t xml:space="preserve">9 .1.14      .         .        +INF       EPS       </w:t>
      </w:r>
    </w:p>
    <w:p w:rsidR="0062748B" w:rsidRDefault="0062748B" w:rsidP="0062748B">
      <w:r>
        <w:t xml:space="preserve">9 .1.15      .         .        +INF       EPS       </w:t>
      </w:r>
    </w:p>
    <w:p w:rsidR="0062748B" w:rsidRDefault="0062748B" w:rsidP="0062748B">
      <w:r>
        <w:t xml:space="preserve">9 .1.16      .         .        +INF       EPS       </w:t>
      </w:r>
    </w:p>
    <w:p w:rsidR="0062748B" w:rsidRDefault="0062748B" w:rsidP="0062748B">
      <w:r>
        <w:t xml:space="preserve">9 .1.17      .         .        +INF       EPS       </w:t>
      </w:r>
    </w:p>
    <w:p w:rsidR="0062748B" w:rsidRDefault="0062748B" w:rsidP="0062748B">
      <w:r>
        <w:t xml:space="preserve">9 .1.18      .         .        +INF       EPS       </w:t>
      </w:r>
    </w:p>
    <w:p w:rsidR="0062748B" w:rsidRDefault="0062748B" w:rsidP="0062748B">
      <w:r>
        <w:t xml:space="preserve">9 .1.19      .         .        +INF       EPS       </w:t>
      </w:r>
    </w:p>
    <w:p w:rsidR="0062748B" w:rsidRDefault="0062748B" w:rsidP="0062748B">
      <w:r>
        <w:t xml:space="preserve">9 .1.20      .         .        +INF       EPS       </w:t>
      </w:r>
    </w:p>
    <w:p w:rsidR="0062748B" w:rsidRDefault="0062748B" w:rsidP="0062748B">
      <w:r>
        <w:t xml:space="preserve">9 .1.21      .         .        +INF       EPS       </w:t>
      </w:r>
    </w:p>
    <w:p w:rsidR="0062748B" w:rsidRDefault="0062748B" w:rsidP="0062748B">
      <w:r>
        <w:t xml:space="preserve">9 .1.22      .         .        +INF       EPS       </w:t>
      </w:r>
    </w:p>
    <w:p w:rsidR="0062748B" w:rsidRDefault="0062748B" w:rsidP="0062748B">
      <w:r>
        <w:t xml:space="preserve">9 .1.23      .         .        +INF       EPS       </w:t>
      </w:r>
    </w:p>
    <w:p w:rsidR="0062748B" w:rsidRDefault="0062748B" w:rsidP="0062748B">
      <w:r>
        <w:t xml:space="preserve">9 .1.24      .         .        +INF       EPS       </w:t>
      </w:r>
    </w:p>
    <w:p w:rsidR="0062748B" w:rsidRDefault="0062748B" w:rsidP="0062748B">
      <w:r>
        <w:t xml:space="preserve">9 .1.25      .         .        +INF       EPS       </w:t>
      </w:r>
    </w:p>
    <w:p w:rsidR="0062748B" w:rsidRDefault="0062748B" w:rsidP="0062748B">
      <w:r>
        <w:t xml:space="preserve">9 .1.26      .         .        +INF       EPS       </w:t>
      </w:r>
    </w:p>
    <w:p w:rsidR="0062748B" w:rsidRDefault="0062748B" w:rsidP="0062748B">
      <w:r>
        <w:t xml:space="preserve">9 .1.27      .         .        +INF       EPS       </w:t>
      </w:r>
    </w:p>
    <w:p w:rsidR="0062748B" w:rsidRDefault="0062748B" w:rsidP="0062748B">
      <w:r>
        <w:t xml:space="preserve">9 .1.28      .         .        +INF       EPS       </w:t>
      </w:r>
    </w:p>
    <w:p w:rsidR="0062748B" w:rsidRDefault="0062748B" w:rsidP="0062748B">
      <w:r>
        <w:t xml:space="preserve">9 .1.29      .         .        +INF       EPS       </w:t>
      </w:r>
    </w:p>
    <w:p w:rsidR="0062748B" w:rsidRDefault="0062748B" w:rsidP="0062748B">
      <w:r>
        <w:t xml:space="preserve">10.1.1       .         .        +INF       EPS       </w:t>
      </w:r>
    </w:p>
    <w:p w:rsidR="0062748B" w:rsidRDefault="0062748B" w:rsidP="0062748B">
      <w:r>
        <w:t xml:space="preserve">10.1.2       .         .        +INF       EPS       </w:t>
      </w:r>
    </w:p>
    <w:p w:rsidR="0062748B" w:rsidRDefault="0062748B" w:rsidP="0062748B">
      <w:r>
        <w:t xml:space="preserve">10.1.3       .         .        +INF       EPS       </w:t>
      </w:r>
    </w:p>
    <w:p w:rsidR="0062748B" w:rsidRDefault="0062748B" w:rsidP="0062748B">
      <w:r>
        <w:t xml:space="preserve">10.1.4       .         .        +INF       EPS       </w:t>
      </w:r>
    </w:p>
    <w:p w:rsidR="0062748B" w:rsidRDefault="0062748B" w:rsidP="0062748B">
      <w:r>
        <w:t xml:space="preserve">10.1.5       .         .        +INF       EPS       </w:t>
      </w:r>
    </w:p>
    <w:p w:rsidR="0062748B" w:rsidRDefault="0062748B" w:rsidP="0062748B">
      <w:r>
        <w:lastRenderedPageBreak/>
        <w:t xml:space="preserve">10.1.6       .         .        +INF       EPS       </w:t>
      </w:r>
    </w:p>
    <w:p w:rsidR="0062748B" w:rsidRDefault="0062748B" w:rsidP="0062748B">
      <w:r>
        <w:t xml:space="preserve">10.1.7       .         .        +INF       EPS       </w:t>
      </w:r>
    </w:p>
    <w:p w:rsidR="0062748B" w:rsidRDefault="0062748B" w:rsidP="0062748B">
      <w:r>
        <w:t xml:space="preserve">10.1.8       .         .        +INF       EPS       </w:t>
      </w:r>
    </w:p>
    <w:p w:rsidR="0062748B" w:rsidRDefault="0062748B" w:rsidP="0062748B">
      <w:r>
        <w:t xml:space="preserve">10.1.9       .         .        +INF       EPS       </w:t>
      </w:r>
    </w:p>
    <w:p w:rsidR="0062748B" w:rsidRDefault="0062748B" w:rsidP="0062748B">
      <w:r>
        <w:t xml:space="preserve">10.1.10      .         .        +INF       EPS       </w:t>
      </w:r>
    </w:p>
    <w:p w:rsidR="0062748B" w:rsidRDefault="0062748B" w:rsidP="0062748B">
      <w:r>
        <w:t xml:space="preserve">10.1.11      .         .        +INF       EPS       </w:t>
      </w:r>
    </w:p>
    <w:p w:rsidR="0062748B" w:rsidRDefault="0062748B" w:rsidP="0062748B">
      <w:r>
        <w:t xml:space="preserve">10.1.12      .         .        +INF       EPS       </w:t>
      </w:r>
    </w:p>
    <w:p w:rsidR="0062748B" w:rsidRDefault="0062748B" w:rsidP="0062748B">
      <w:r>
        <w:t xml:space="preserve">10.1.13      .         .        +INF       EPS       </w:t>
      </w:r>
    </w:p>
    <w:p w:rsidR="0062748B" w:rsidRDefault="0062748B" w:rsidP="0062748B">
      <w:r>
        <w:t xml:space="preserve">10.1.14      .         .        +INF       EPS       </w:t>
      </w:r>
    </w:p>
    <w:p w:rsidR="0062748B" w:rsidRDefault="0062748B" w:rsidP="0062748B">
      <w:r>
        <w:t xml:space="preserve">10.1.15      .         .        +INF       EPS       </w:t>
      </w:r>
    </w:p>
    <w:p w:rsidR="0062748B" w:rsidRDefault="0062748B" w:rsidP="0062748B">
      <w:r>
        <w:t xml:space="preserve">10.1.16      .         .        +INF       EPS       </w:t>
      </w:r>
    </w:p>
    <w:p w:rsidR="0062748B" w:rsidRDefault="0062748B" w:rsidP="0062748B">
      <w:r>
        <w:t xml:space="preserve">10.1.17      .         .        +INF       EPS       </w:t>
      </w:r>
    </w:p>
    <w:p w:rsidR="0062748B" w:rsidRDefault="0062748B" w:rsidP="0062748B">
      <w:r>
        <w:t xml:space="preserve">10.1.18      .         .        +INF       EPS       </w:t>
      </w:r>
    </w:p>
    <w:p w:rsidR="0062748B" w:rsidRDefault="0062748B" w:rsidP="0062748B">
      <w:r>
        <w:t xml:space="preserve">10.1.19      .         .        +INF       EPS       </w:t>
      </w:r>
    </w:p>
    <w:p w:rsidR="0062748B" w:rsidRDefault="0062748B" w:rsidP="0062748B">
      <w:r>
        <w:t xml:space="preserve">10.1.20      .         .        +INF       EPS       </w:t>
      </w:r>
    </w:p>
    <w:p w:rsidR="0062748B" w:rsidRDefault="0062748B" w:rsidP="0062748B">
      <w:r>
        <w:t xml:space="preserve">10.1.21      .         .        +INF       EPS       </w:t>
      </w:r>
    </w:p>
    <w:p w:rsidR="0062748B" w:rsidRDefault="0062748B" w:rsidP="0062748B">
      <w:r>
        <w:t xml:space="preserve">10.1.22      .         .        +INF       EPS       </w:t>
      </w:r>
    </w:p>
    <w:p w:rsidR="0062748B" w:rsidRDefault="0062748B" w:rsidP="0062748B">
      <w:r>
        <w:t xml:space="preserve">10.1.23      .         .        +INF       EPS       </w:t>
      </w:r>
    </w:p>
    <w:p w:rsidR="0062748B" w:rsidRDefault="0062748B" w:rsidP="0062748B">
      <w:r>
        <w:t xml:space="preserve">10.1.24      .         .        +INF       EPS       </w:t>
      </w:r>
    </w:p>
    <w:p w:rsidR="0062748B" w:rsidRDefault="0062748B" w:rsidP="0062748B">
      <w:r>
        <w:t xml:space="preserve">10.1.25      .         .        +INF       EPS       </w:t>
      </w:r>
    </w:p>
    <w:p w:rsidR="0062748B" w:rsidRDefault="0062748B" w:rsidP="0062748B">
      <w:r>
        <w:t xml:space="preserve">10.1.26      .         .        +INF       EPS       </w:t>
      </w:r>
    </w:p>
    <w:p w:rsidR="0062748B" w:rsidRDefault="0062748B" w:rsidP="0062748B">
      <w:r>
        <w:t xml:space="preserve">10.1.27      .         .        +INF       EPS       </w:t>
      </w:r>
    </w:p>
    <w:p w:rsidR="0062748B" w:rsidRDefault="0062748B" w:rsidP="0062748B">
      <w:r>
        <w:t xml:space="preserve">10.1.28      .         .        +INF       EPS       </w:t>
      </w:r>
    </w:p>
    <w:p w:rsidR="0062748B" w:rsidRDefault="0062748B" w:rsidP="0062748B">
      <w:r>
        <w:t xml:space="preserve">10.1.29      .         .        +INF       EPS       </w:t>
      </w:r>
    </w:p>
    <w:p w:rsidR="0062748B" w:rsidRDefault="0062748B" w:rsidP="0062748B">
      <w:r>
        <w:t xml:space="preserve">11.1.1       .         .        +INF       EPS       </w:t>
      </w:r>
    </w:p>
    <w:p w:rsidR="0062748B" w:rsidRDefault="0062748B" w:rsidP="0062748B">
      <w:r>
        <w:lastRenderedPageBreak/>
        <w:t xml:space="preserve">11.1.2       .         .        +INF       EPS       </w:t>
      </w:r>
    </w:p>
    <w:p w:rsidR="0062748B" w:rsidRDefault="0062748B" w:rsidP="0062748B">
      <w:r>
        <w:t xml:space="preserve">11.1.3       .         .        +INF       EPS       </w:t>
      </w:r>
    </w:p>
    <w:p w:rsidR="0062748B" w:rsidRDefault="0062748B" w:rsidP="0062748B">
      <w:r>
        <w:t xml:space="preserve">11.1.4       .         .        +INF       EPS       </w:t>
      </w:r>
    </w:p>
    <w:p w:rsidR="0062748B" w:rsidRDefault="0062748B" w:rsidP="0062748B">
      <w:r>
        <w:t xml:space="preserve">11.1.5       .         .        +INF       EPS       </w:t>
      </w:r>
    </w:p>
    <w:p w:rsidR="0062748B" w:rsidRDefault="0062748B" w:rsidP="0062748B">
      <w:r>
        <w:t xml:space="preserve">11.1.6       .         .        +INF       EPS       </w:t>
      </w:r>
    </w:p>
    <w:p w:rsidR="0062748B" w:rsidRDefault="0062748B" w:rsidP="0062748B">
      <w:r>
        <w:t xml:space="preserve">11.1.7       .         .        +INF       EPS       </w:t>
      </w:r>
    </w:p>
    <w:p w:rsidR="0062748B" w:rsidRDefault="0062748B" w:rsidP="0062748B">
      <w:r>
        <w:t xml:space="preserve">11.1.8       .         .        +INF       EPS       </w:t>
      </w:r>
    </w:p>
    <w:p w:rsidR="0062748B" w:rsidRDefault="0062748B" w:rsidP="0062748B">
      <w:r>
        <w:t xml:space="preserve">11.1.9       .         .        +INF       EPS       </w:t>
      </w:r>
    </w:p>
    <w:p w:rsidR="0062748B" w:rsidRDefault="0062748B" w:rsidP="0062748B">
      <w:r>
        <w:t xml:space="preserve">11.1.10      .         .        +INF       EPS       </w:t>
      </w:r>
    </w:p>
    <w:p w:rsidR="0062748B" w:rsidRDefault="0062748B" w:rsidP="0062748B">
      <w:r>
        <w:t xml:space="preserve">11.1.11      .         .        +INF       EPS       </w:t>
      </w:r>
    </w:p>
    <w:p w:rsidR="0062748B" w:rsidRDefault="0062748B" w:rsidP="0062748B">
      <w:r>
        <w:t xml:space="preserve">11.1.12      .         .        +INF       EPS       </w:t>
      </w:r>
    </w:p>
    <w:p w:rsidR="0062748B" w:rsidRDefault="0062748B" w:rsidP="0062748B">
      <w:r>
        <w:t xml:space="preserve">11.1.13      .         .        +INF       EPS       </w:t>
      </w:r>
    </w:p>
    <w:p w:rsidR="0062748B" w:rsidRDefault="0062748B" w:rsidP="0062748B">
      <w:r>
        <w:t xml:space="preserve">11.1.14      .         .        +INF       EPS       </w:t>
      </w:r>
    </w:p>
    <w:p w:rsidR="0062748B" w:rsidRDefault="0062748B" w:rsidP="0062748B">
      <w:r>
        <w:t xml:space="preserve">11.1.15      .         .        +INF       EPS       </w:t>
      </w:r>
    </w:p>
    <w:p w:rsidR="0062748B" w:rsidRDefault="0062748B" w:rsidP="0062748B">
      <w:r>
        <w:t xml:space="preserve">11.1.16      .         .        +INF       EPS       </w:t>
      </w:r>
    </w:p>
    <w:p w:rsidR="0062748B" w:rsidRDefault="0062748B" w:rsidP="0062748B">
      <w:r>
        <w:t xml:space="preserve">11.1.17      .         .        +INF       EPS       </w:t>
      </w:r>
    </w:p>
    <w:p w:rsidR="0062748B" w:rsidRDefault="0062748B" w:rsidP="0062748B">
      <w:r>
        <w:t xml:space="preserve">11.1.18      .         .        +INF       EPS       </w:t>
      </w:r>
    </w:p>
    <w:p w:rsidR="0062748B" w:rsidRDefault="0062748B" w:rsidP="0062748B">
      <w:r>
        <w:t xml:space="preserve">11.1.19      .         .        +INF       EPS       </w:t>
      </w:r>
    </w:p>
    <w:p w:rsidR="0062748B" w:rsidRDefault="0062748B" w:rsidP="0062748B">
      <w:r>
        <w:t xml:space="preserve">11.1.20      .         .        +INF       EPS       </w:t>
      </w:r>
    </w:p>
    <w:p w:rsidR="0062748B" w:rsidRDefault="0062748B" w:rsidP="0062748B">
      <w:r>
        <w:t xml:space="preserve">11.1.21      .         .        +INF       EPS       </w:t>
      </w:r>
    </w:p>
    <w:p w:rsidR="0062748B" w:rsidRDefault="0062748B" w:rsidP="0062748B">
      <w:r>
        <w:t xml:space="preserve">11.1.22      .         .        +INF       EPS       </w:t>
      </w:r>
    </w:p>
    <w:p w:rsidR="0062748B" w:rsidRDefault="0062748B" w:rsidP="0062748B">
      <w:r>
        <w:t xml:space="preserve">11.1.23      .         .        +INF       EPS       </w:t>
      </w:r>
    </w:p>
    <w:p w:rsidR="0062748B" w:rsidRDefault="0062748B" w:rsidP="0062748B">
      <w:r>
        <w:t xml:space="preserve">11.1.24      .         .        +INF       EPS       </w:t>
      </w:r>
    </w:p>
    <w:p w:rsidR="0062748B" w:rsidRDefault="0062748B" w:rsidP="0062748B">
      <w:r>
        <w:t xml:space="preserve">11.1.25      .         .        +INF       EPS       </w:t>
      </w:r>
    </w:p>
    <w:p w:rsidR="0062748B" w:rsidRDefault="0062748B" w:rsidP="0062748B">
      <w:r>
        <w:t xml:space="preserve">11.1.26      .         .        +INF       EPS       </w:t>
      </w:r>
    </w:p>
    <w:p w:rsidR="0062748B" w:rsidRDefault="0062748B" w:rsidP="0062748B">
      <w:r>
        <w:lastRenderedPageBreak/>
        <w:t xml:space="preserve">11.1.27      .         .        +INF       EPS       </w:t>
      </w:r>
    </w:p>
    <w:p w:rsidR="0062748B" w:rsidRDefault="0062748B" w:rsidP="0062748B">
      <w:r>
        <w:t xml:space="preserve">11.1.28      .         .        +INF       EPS       </w:t>
      </w:r>
    </w:p>
    <w:p w:rsidR="0062748B" w:rsidRDefault="0062748B" w:rsidP="0062748B">
      <w:r>
        <w:t xml:space="preserve">11.1.29      .         .        +INF       EPS       </w:t>
      </w:r>
    </w:p>
    <w:p w:rsidR="0062748B" w:rsidRDefault="0062748B" w:rsidP="0062748B">
      <w:r>
        <w:t xml:space="preserve">12.1.1       .         .        +INF       EPS       </w:t>
      </w:r>
    </w:p>
    <w:p w:rsidR="0062748B" w:rsidRDefault="0062748B" w:rsidP="0062748B">
      <w:r>
        <w:t xml:space="preserve">12.1.2       .         .        +INF       EPS       </w:t>
      </w:r>
    </w:p>
    <w:p w:rsidR="0062748B" w:rsidRDefault="0062748B" w:rsidP="0062748B">
      <w:r>
        <w:t xml:space="preserve">12.1.3       .         .        +INF       EPS       </w:t>
      </w:r>
    </w:p>
    <w:p w:rsidR="0062748B" w:rsidRDefault="0062748B" w:rsidP="0062748B">
      <w:r>
        <w:t xml:space="preserve">12.1.4       .         .        +INF       EPS       </w:t>
      </w:r>
    </w:p>
    <w:p w:rsidR="0062748B" w:rsidRDefault="0062748B" w:rsidP="0062748B">
      <w:r>
        <w:t xml:space="preserve">12.1.5       .         .        +INF       EPS       </w:t>
      </w:r>
    </w:p>
    <w:p w:rsidR="0062748B" w:rsidRDefault="0062748B" w:rsidP="0062748B">
      <w:r>
        <w:t xml:space="preserve">12.1.6       .         .        +INF       EPS       </w:t>
      </w:r>
    </w:p>
    <w:p w:rsidR="0062748B" w:rsidRDefault="0062748B" w:rsidP="0062748B">
      <w:r>
        <w:t xml:space="preserve">12.1.7       .         .        +INF       EPS       </w:t>
      </w:r>
    </w:p>
    <w:p w:rsidR="0062748B" w:rsidRDefault="0062748B" w:rsidP="0062748B">
      <w:r>
        <w:t xml:space="preserve">12.1.8       .         .        +INF       EPS       </w:t>
      </w:r>
    </w:p>
    <w:p w:rsidR="0062748B" w:rsidRDefault="0062748B" w:rsidP="0062748B">
      <w:r>
        <w:t xml:space="preserve">12.1.9       .         .        +INF       EPS       </w:t>
      </w:r>
    </w:p>
    <w:p w:rsidR="0062748B" w:rsidRDefault="0062748B" w:rsidP="0062748B">
      <w:r>
        <w:t xml:space="preserve">12.1.10      .         .        +INF       EPS       </w:t>
      </w:r>
    </w:p>
    <w:p w:rsidR="0062748B" w:rsidRDefault="0062748B" w:rsidP="0062748B">
      <w:r>
        <w:t xml:space="preserve">12.1.11      .         .        +INF       EPS       </w:t>
      </w:r>
    </w:p>
    <w:p w:rsidR="0062748B" w:rsidRDefault="0062748B" w:rsidP="0062748B">
      <w:r>
        <w:t xml:space="preserve">12.1.12      .         .        +INF       EPS       </w:t>
      </w:r>
    </w:p>
    <w:p w:rsidR="0062748B" w:rsidRDefault="0062748B" w:rsidP="0062748B">
      <w:r>
        <w:t xml:space="preserve">12.1.13      .         .        +INF       EPS       </w:t>
      </w:r>
    </w:p>
    <w:p w:rsidR="0062748B" w:rsidRDefault="0062748B" w:rsidP="0062748B">
      <w:r>
        <w:t xml:space="preserve">12.1.14      .         .        +INF       EPS       </w:t>
      </w:r>
    </w:p>
    <w:p w:rsidR="0062748B" w:rsidRDefault="0062748B" w:rsidP="0062748B">
      <w:r>
        <w:t xml:space="preserve">12.1.15      .         .        +INF       EPS       </w:t>
      </w:r>
    </w:p>
    <w:p w:rsidR="0062748B" w:rsidRDefault="0062748B" w:rsidP="0062748B">
      <w:r>
        <w:t xml:space="preserve">12.1.16      .         .        +INF       EPS       </w:t>
      </w:r>
    </w:p>
    <w:p w:rsidR="0062748B" w:rsidRDefault="0062748B" w:rsidP="0062748B">
      <w:r>
        <w:t xml:space="preserve">12.1.17      .         .        +INF       EPS       </w:t>
      </w:r>
    </w:p>
    <w:p w:rsidR="0062748B" w:rsidRDefault="0062748B" w:rsidP="0062748B">
      <w:r>
        <w:t xml:space="preserve">12.1.18      .         .        +INF       EPS       </w:t>
      </w:r>
    </w:p>
    <w:p w:rsidR="0062748B" w:rsidRDefault="0062748B" w:rsidP="0062748B">
      <w:r>
        <w:t xml:space="preserve">12.1.19      .         .        +INF       EPS       </w:t>
      </w:r>
    </w:p>
    <w:p w:rsidR="0062748B" w:rsidRDefault="0062748B" w:rsidP="0062748B">
      <w:r>
        <w:t xml:space="preserve">12.1.20      .         .        +INF       EPS       </w:t>
      </w:r>
    </w:p>
    <w:p w:rsidR="0062748B" w:rsidRDefault="0062748B" w:rsidP="0062748B">
      <w:r>
        <w:t xml:space="preserve">12.1.21      .         .        +INF       EPS       </w:t>
      </w:r>
    </w:p>
    <w:p w:rsidR="0062748B" w:rsidRDefault="0062748B" w:rsidP="0062748B">
      <w:r>
        <w:t xml:space="preserve">12.1.22      .         .        +INF       EPS       </w:t>
      </w:r>
    </w:p>
    <w:p w:rsidR="0062748B" w:rsidRDefault="0062748B" w:rsidP="0062748B">
      <w:r>
        <w:lastRenderedPageBreak/>
        <w:t xml:space="preserve">12.1.23      .         .        +INF       EPS       </w:t>
      </w:r>
    </w:p>
    <w:p w:rsidR="0062748B" w:rsidRDefault="0062748B" w:rsidP="0062748B">
      <w:r>
        <w:t xml:space="preserve">12.1.24      .         .        +INF       EPS       </w:t>
      </w:r>
    </w:p>
    <w:p w:rsidR="0062748B" w:rsidRDefault="0062748B" w:rsidP="0062748B">
      <w:r>
        <w:t xml:space="preserve">12.1.25      .         .        +INF       EPS       </w:t>
      </w:r>
    </w:p>
    <w:p w:rsidR="0062748B" w:rsidRDefault="0062748B" w:rsidP="0062748B">
      <w:r>
        <w:t xml:space="preserve">12.1.26      .         .        +INF       EPS       </w:t>
      </w:r>
    </w:p>
    <w:p w:rsidR="0062748B" w:rsidRDefault="0062748B" w:rsidP="0062748B">
      <w:r>
        <w:t xml:space="preserve">12.1.27      .         .        +INF       EPS       </w:t>
      </w:r>
    </w:p>
    <w:p w:rsidR="0062748B" w:rsidRDefault="0062748B" w:rsidP="0062748B">
      <w:r>
        <w:t xml:space="preserve">12.1.28      .         .        +INF       EPS       </w:t>
      </w:r>
    </w:p>
    <w:p w:rsidR="0062748B" w:rsidRDefault="0062748B" w:rsidP="0062748B">
      <w:r>
        <w:t xml:space="preserve">12.1.29      .         .        +INF       EPS       </w:t>
      </w:r>
    </w:p>
    <w:p w:rsidR="0062748B" w:rsidRDefault="0062748B" w:rsidP="0062748B">
      <w:r>
        <w:t xml:space="preserve">13.1.1       .         .        +INF       EPS       </w:t>
      </w:r>
    </w:p>
    <w:p w:rsidR="0062748B" w:rsidRDefault="0062748B" w:rsidP="0062748B">
      <w:r>
        <w:t xml:space="preserve">13.1.2       .         .        +INF       EPS       </w:t>
      </w:r>
    </w:p>
    <w:p w:rsidR="0062748B" w:rsidRDefault="0062748B" w:rsidP="0062748B">
      <w:r>
        <w:t xml:space="preserve">13.1.3       .         .        +INF       EPS       </w:t>
      </w:r>
    </w:p>
    <w:p w:rsidR="0062748B" w:rsidRDefault="0062748B" w:rsidP="0062748B">
      <w:r>
        <w:t xml:space="preserve">13.1.4       .         .        +INF       EPS       </w:t>
      </w:r>
    </w:p>
    <w:p w:rsidR="0062748B" w:rsidRDefault="0062748B" w:rsidP="0062748B">
      <w:r>
        <w:t xml:space="preserve">13.1.5       .         .        +INF       EPS       </w:t>
      </w:r>
    </w:p>
    <w:p w:rsidR="0062748B" w:rsidRDefault="0062748B" w:rsidP="0062748B">
      <w:r>
        <w:t xml:space="preserve">13.1.6       .         .        +INF       EPS       </w:t>
      </w:r>
    </w:p>
    <w:p w:rsidR="0062748B" w:rsidRDefault="0062748B" w:rsidP="0062748B">
      <w:r>
        <w:t xml:space="preserve">13.1.7       .         .        +INF       EPS       </w:t>
      </w:r>
    </w:p>
    <w:p w:rsidR="0062748B" w:rsidRDefault="0062748B" w:rsidP="0062748B">
      <w:r>
        <w:t xml:space="preserve">13.1.8       .         .        +INF       EPS       </w:t>
      </w:r>
    </w:p>
    <w:p w:rsidR="0062748B" w:rsidRDefault="0062748B" w:rsidP="0062748B">
      <w:r>
        <w:t xml:space="preserve">13.1.9       .         .        +INF       EPS       </w:t>
      </w:r>
    </w:p>
    <w:p w:rsidR="0062748B" w:rsidRDefault="0062748B" w:rsidP="0062748B">
      <w:r>
        <w:t xml:space="preserve">13.1.10      .         .        +INF       EPS       </w:t>
      </w:r>
    </w:p>
    <w:p w:rsidR="0062748B" w:rsidRDefault="0062748B" w:rsidP="0062748B">
      <w:r>
        <w:t xml:space="preserve">13.1.11      .         .        +INF       EPS       </w:t>
      </w:r>
    </w:p>
    <w:p w:rsidR="0062748B" w:rsidRDefault="0062748B" w:rsidP="0062748B">
      <w:r>
        <w:t xml:space="preserve">13.1.12      .         .        +INF       EPS       </w:t>
      </w:r>
    </w:p>
    <w:p w:rsidR="0062748B" w:rsidRDefault="0062748B" w:rsidP="0062748B">
      <w:r>
        <w:t xml:space="preserve">13.1.13      .         .        +INF       EPS       </w:t>
      </w:r>
    </w:p>
    <w:p w:rsidR="0062748B" w:rsidRDefault="0062748B" w:rsidP="0062748B">
      <w:r>
        <w:t xml:space="preserve">13.1.14      .         .        +INF       EPS       </w:t>
      </w:r>
    </w:p>
    <w:p w:rsidR="0062748B" w:rsidRDefault="0062748B" w:rsidP="0062748B">
      <w:r>
        <w:t xml:space="preserve">13.1.15      .         .        +INF       EPS       </w:t>
      </w:r>
    </w:p>
    <w:p w:rsidR="0062748B" w:rsidRDefault="0062748B" w:rsidP="0062748B">
      <w:r>
        <w:t xml:space="preserve">13.1.16      .         .        +INF       EPS       </w:t>
      </w:r>
    </w:p>
    <w:p w:rsidR="0062748B" w:rsidRDefault="0062748B" w:rsidP="0062748B">
      <w:r>
        <w:t xml:space="preserve">13.1.17      .         .        +INF       EPS       </w:t>
      </w:r>
    </w:p>
    <w:p w:rsidR="0062748B" w:rsidRDefault="0062748B" w:rsidP="0062748B">
      <w:r>
        <w:t xml:space="preserve">13.1.18      .         .        +INF       EPS       </w:t>
      </w:r>
    </w:p>
    <w:p w:rsidR="0062748B" w:rsidRDefault="0062748B" w:rsidP="0062748B">
      <w:r>
        <w:lastRenderedPageBreak/>
        <w:t xml:space="preserve">13.1.19      .         .        +INF       EPS       </w:t>
      </w:r>
    </w:p>
    <w:p w:rsidR="0062748B" w:rsidRDefault="0062748B" w:rsidP="0062748B">
      <w:r>
        <w:t xml:space="preserve">13.1.20      .         .        +INF       EPS       </w:t>
      </w:r>
    </w:p>
    <w:p w:rsidR="0062748B" w:rsidRDefault="0062748B" w:rsidP="0062748B">
      <w:r>
        <w:t xml:space="preserve">13.1.21      .         .        +INF       EPS       </w:t>
      </w:r>
    </w:p>
    <w:p w:rsidR="0062748B" w:rsidRDefault="0062748B" w:rsidP="0062748B">
      <w:r>
        <w:t xml:space="preserve">13.1.22      .         .        +INF       EPS       </w:t>
      </w:r>
    </w:p>
    <w:p w:rsidR="0062748B" w:rsidRDefault="0062748B" w:rsidP="0062748B">
      <w:r>
        <w:t xml:space="preserve">13.1.23      .         .        +INF       EPS       </w:t>
      </w:r>
    </w:p>
    <w:p w:rsidR="0062748B" w:rsidRDefault="0062748B" w:rsidP="0062748B">
      <w:r>
        <w:t xml:space="preserve">13.1.24      .         .        +INF       EPS       </w:t>
      </w:r>
    </w:p>
    <w:p w:rsidR="0062748B" w:rsidRDefault="0062748B" w:rsidP="0062748B">
      <w:r>
        <w:t xml:space="preserve">13.1.25      .         .        +INF       EPS       </w:t>
      </w:r>
    </w:p>
    <w:p w:rsidR="0062748B" w:rsidRDefault="0062748B" w:rsidP="0062748B">
      <w:r>
        <w:t xml:space="preserve">13.1.26      .         .        +INF       EPS       </w:t>
      </w:r>
    </w:p>
    <w:p w:rsidR="0062748B" w:rsidRDefault="0062748B" w:rsidP="0062748B">
      <w:r>
        <w:t xml:space="preserve">13.1.27      .         .        +INF       EPS       </w:t>
      </w:r>
    </w:p>
    <w:p w:rsidR="0062748B" w:rsidRDefault="0062748B" w:rsidP="0062748B">
      <w:r>
        <w:t xml:space="preserve">13.1.28      .         .        +INF       EPS       </w:t>
      </w:r>
    </w:p>
    <w:p w:rsidR="0062748B" w:rsidRDefault="0062748B" w:rsidP="0062748B">
      <w:r>
        <w:t xml:space="preserve">13.1.29      .         .        +INF       EPS       </w:t>
      </w:r>
    </w:p>
    <w:p w:rsidR="0062748B" w:rsidRDefault="0062748B" w:rsidP="0062748B">
      <w:r>
        <w:t xml:space="preserve">14.1.1       .         .        +INF       EPS       </w:t>
      </w:r>
    </w:p>
    <w:p w:rsidR="0062748B" w:rsidRDefault="0062748B" w:rsidP="0062748B">
      <w:r>
        <w:t xml:space="preserve">14.1.2       .         .        +INF       EPS       </w:t>
      </w:r>
    </w:p>
    <w:p w:rsidR="0062748B" w:rsidRDefault="0062748B" w:rsidP="0062748B">
      <w:r>
        <w:t xml:space="preserve">14.1.3       .         .        +INF       EPS       </w:t>
      </w:r>
    </w:p>
    <w:p w:rsidR="0062748B" w:rsidRDefault="0062748B" w:rsidP="0062748B">
      <w:r>
        <w:t xml:space="preserve">14.1.4       .         .        +INF       EPS       </w:t>
      </w:r>
    </w:p>
    <w:p w:rsidR="0062748B" w:rsidRDefault="0062748B" w:rsidP="0062748B">
      <w:r>
        <w:t xml:space="preserve">14.1.5       .         .        +INF       EPS       </w:t>
      </w:r>
    </w:p>
    <w:p w:rsidR="0062748B" w:rsidRDefault="0062748B" w:rsidP="0062748B">
      <w:r>
        <w:t xml:space="preserve">14.1.6       .         .        +INF       EPS       </w:t>
      </w:r>
    </w:p>
    <w:p w:rsidR="0062748B" w:rsidRDefault="0062748B" w:rsidP="0062748B">
      <w:r>
        <w:t xml:space="preserve">14.1.7       .         .        +INF       EPS       </w:t>
      </w:r>
    </w:p>
    <w:p w:rsidR="0062748B" w:rsidRDefault="0062748B" w:rsidP="0062748B">
      <w:r>
        <w:t xml:space="preserve">14.1.8       .         .        +INF       EPS       </w:t>
      </w:r>
    </w:p>
    <w:p w:rsidR="0062748B" w:rsidRDefault="0062748B" w:rsidP="0062748B">
      <w:r>
        <w:t xml:space="preserve">14.1.9       .         .        +INF       EPS       </w:t>
      </w:r>
    </w:p>
    <w:p w:rsidR="0062748B" w:rsidRDefault="0062748B" w:rsidP="0062748B">
      <w:r>
        <w:t xml:space="preserve">14.1.10      .         .        +INF       EPS       </w:t>
      </w:r>
    </w:p>
    <w:p w:rsidR="0062748B" w:rsidRDefault="0062748B" w:rsidP="0062748B">
      <w:r>
        <w:t xml:space="preserve">14.1.11      .         .        +INF       EPS       </w:t>
      </w:r>
    </w:p>
    <w:p w:rsidR="0062748B" w:rsidRDefault="0062748B" w:rsidP="0062748B">
      <w:r>
        <w:t xml:space="preserve">14.1.12      .         .        +INF       EPS       </w:t>
      </w:r>
    </w:p>
    <w:p w:rsidR="0062748B" w:rsidRDefault="0062748B" w:rsidP="0062748B">
      <w:r>
        <w:t xml:space="preserve">14.1.13      .         .        +INF       EPS       </w:t>
      </w:r>
    </w:p>
    <w:p w:rsidR="0062748B" w:rsidRDefault="0062748B" w:rsidP="0062748B">
      <w:r>
        <w:t xml:space="preserve">14.1.14      .         .        +INF       EPS       </w:t>
      </w:r>
    </w:p>
    <w:p w:rsidR="0062748B" w:rsidRDefault="0062748B" w:rsidP="0062748B">
      <w:r>
        <w:lastRenderedPageBreak/>
        <w:t xml:space="preserve">14.1.15      .         .        +INF       EPS       </w:t>
      </w:r>
    </w:p>
    <w:p w:rsidR="0062748B" w:rsidRDefault="0062748B" w:rsidP="0062748B">
      <w:r>
        <w:t xml:space="preserve">14.1.16      .         .        +INF       EPS       </w:t>
      </w:r>
    </w:p>
    <w:p w:rsidR="0062748B" w:rsidRDefault="0062748B" w:rsidP="0062748B">
      <w:r>
        <w:t xml:space="preserve">14.1.17      .         .        +INF       EPS       </w:t>
      </w:r>
    </w:p>
    <w:p w:rsidR="0062748B" w:rsidRDefault="0062748B" w:rsidP="0062748B">
      <w:r>
        <w:t xml:space="preserve">14.1.18      .         .        +INF       EPS       </w:t>
      </w:r>
    </w:p>
    <w:p w:rsidR="0062748B" w:rsidRDefault="0062748B" w:rsidP="0062748B">
      <w:r>
        <w:t xml:space="preserve">14.1.19      .         .        +INF       EPS       </w:t>
      </w:r>
    </w:p>
    <w:p w:rsidR="0062748B" w:rsidRDefault="0062748B" w:rsidP="0062748B">
      <w:r>
        <w:t xml:space="preserve">14.1.20      .         .        +INF       EPS       </w:t>
      </w:r>
    </w:p>
    <w:p w:rsidR="0062748B" w:rsidRDefault="0062748B" w:rsidP="0062748B">
      <w:r>
        <w:t xml:space="preserve">14.1.21      .         .        +INF       EPS       </w:t>
      </w:r>
    </w:p>
    <w:p w:rsidR="0062748B" w:rsidRDefault="0062748B" w:rsidP="0062748B">
      <w:r>
        <w:t xml:space="preserve">14.1.22      .         .        +INF       EPS       </w:t>
      </w:r>
    </w:p>
    <w:p w:rsidR="0062748B" w:rsidRDefault="0062748B" w:rsidP="0062748B">
      <w:r>
        <w:t xml:space="preserve">14.1.23      .         .        +INF       EPS       </w:t>
      </w:r>
    </w:p>
    <w:p w:rsidR="0062748B" w:rsidRDefault="0062748B" w:rsidP="0062748B">
      <w:r>
        <w:t xml:space="preserve">14.1.24      .         .        +INF       EPS       </w:t>
      </w:r>
    </w:p>
    <w:p w:rsidR="0062748B" w:rsidRDefault="0062748B" w:rsidP="0062748B">
      <w:r>
        <w:t xml:space="preserve">14.1.25      .         .        +INF       EPS       </w:t>
      </w:r>
    </w:p>
    <w:p w:rsidR="0062748B" w:rsidRDefault="0062748B" w:rsidP="0062748B">
      <w:r>
        <w:t xml:space="preserve">14.1.26      .         .        +INF       EPS       </w:t>
      </w:r>
    </w:p>
    <w:p w:rsidR="0062748B" w:rsidRDefault="0062748B" w:rsidP="0062748B">
      <w:r>
        <w:t xml:space="preserve">14.1.27      .         .        +INF       EPS       </w:t>
      </w:r>
    </w:p>
    <w:p w:rsidR="0062748B" w:rsidRDefault="0062748B" w:rsidP="0062748B">
      <w:r>
        <w:t xml:space="preserve">14.1.28      .         .        +INF       EPS       </w:t>
      </w:r>
    </w:p>
    <w:p w:rsidR="0062748B" w:rsidRDefault="0062748B" w:rsidP="0062748B">
      <w:r>
        <w:t xml:space="preserve">14.1.29      .         .        +INF       EPS       </w:t>
      </w:r>
    </w:p>
    <w:p w:rsidR="0062748B" w:rsidRDefault="0062748B" w:rsidP="0062748B">
      <w:r>
        <w:t xml:space="preserve">15.1.1       .         .        +INF       EPS       </w:t>
      </w:r>
    </w:p>
    <w:p w:rsidR="0062748B" w:rsidRDefault="0062748B" w:rsidP="0062748B">
      <w:r>
        <w:t xml:space="preserve">15.1.2       .         .        +INF       EPS       </w:t>
      </w:r>
    </w:p>
    <w:p w:rsidR="0062748B" w:rsidRDefault="0062748B" w:rsidP="0062748B">
      <w:r>
        <w:t xml:space="preserve">15.1.3       .         .        +INF       EPS       </w:t>
      </w:r>
    </w:p>
    <w:p w:rsidR="0062748B" w:rsidRDefault="0062748B" w:rsidP="0062748B">
      <w:r>
        <w:t xml:space="preserve">15.1.4       .         .        +INF       EPS       </w:t>
      </w:r>
    </w:p>
    <w:p w:rsidR="0062748B" w:rsidRDefault="0062748B" w:rsidP="0062748B">
      <w:r>
        <w:t xml:space="preserve">15.1.5       .         .        +INF       EPS       </w:t>
      </w:r>
    </w:p>
    <w:p w:rsidR="0062748B" w:rsidRDefault="0062748B" w:rsidP="0062748B">
      <w:r>
        <w:t xml:space="preserve">15.1.6       .         .        +INF       EPS       </w:t>
      </w:r>
    </w:p>
    <w:p w:rsidR="0062748B" w:rsidRDefault="0062748B" w:rsidP="0062748B">
      <w:r>
        <w:t xml:space="preserve">15.1.7       .         .        +INF       EPS       </w:t>
      </w:r>
    </w:p>
    <w:p w:rsidR="0062748B" w:rsidRDefault="0062748B" w:rsidP="0062748B">
      <w:r>
        <w:t xml:space="preserve">15.1.8       .         .        +INF       EPS       </w:t>
      </w:r>
    </w:p>
    <w:p w:rsidR="0062748B" w:rsidRDefault="0062748B" w:rsidP="0062748B">
      <w:r>
        <w:t xml:space="preserve">15.1.9       .         .        +INF       EPS       </w:t>
      </w:r>
    </w:p>
    <w:p w:rsidR="0062748B" w:rsidRDefault="0062748B" w:rsidP="0062748B">
      <w:r>
        <w:t xml:space="preserve">15.1.10      .         .        +INF       EPS       </w:t>
      </w:r>
    </w:p>
    <w:p w:rsidR="0062748B" w:rsidRDefault="0062748B" w:rsidP="0062748B">
      <w:r>
        <w:lastRenderedPageBreak/>
        <w:t xml:space="preserve">15.1.11      .         .        +INF       EPS       </w:t>
      </w:r>
    </w:p>
    <w:p w:rsidR="0062748B" w:rsidRDefault="0062748B" w:rsidP="0062748B">
      <w:r>
        <w:t xml:space="preserve">15.1.12      .         .        +INF       EPS       </w:t>
      </w:r>
    </w:p>
    <w:p w:rsidR="0062748B" w:rsidRDefault="0062748B" w:rsidP="0062748B">
      <w:r>
        <w:t xml:space="preserve">15.1.13      .         .        +INF       EPS       </w:t>
      </w:r>
    </w:p>
    <w:p w:rsidR="0062748B" w:rsidRDefault="0062748B" w:rsidP="0062748B">
      <w:r>
        <w:t xml:space="preserve">15.1.14      .         .        +INF       EPS       </w:t>
      </w:r>
    </w:p>
    <w:p w:rsidR="0062748B" w:rsidRDefault="0062748B" w:rsidP="0062748B">
      <w:r>
        <w:t xml:space="preserve">15.1.15      .         .        +INF       EPS       </w:t>
      </w:r>
    </w:p>
    <w:p w:rsidR="0062748B" w:rsidRDefault="0062748B" w:rsidP="0062748B">
      <w:r>
        <w:t xml:space="preserve">15.1.16      .         .        +INF       EPS       </w:t>
      </w:r>
    </w:p>
    <w:p w:rsidR="0062748B" w:rsidRDefault="0062748B" w:rsidP="0062748B">
      <w:r>
        <w:t xml:space="preserve">15.1.17      .         .        +INF       EPS       </w:t>
      </w:r>
    </w:p>
    <w:p w:rsidR="0062748B" w:rsidRDefault="0062748B" w:rsidP="0062748B">
      <w:r>
        <w:t xml:space="preserve">15.1.18      .         .        +INF       EPS       </w:t>
      </w:r>
    </w:p>
    <w:p w:rsidR="0062748B" w:rsidRDefault="0062748B" w:rsidP="0062748B">
      <w:r>
        <w:t xml:space="preserve">15.1.19      .         .        +INF       EPS       </w:t>
      </w:r>
    </w:p>
    <w:p w:rsidR="0062748B" w:rsidRDefault="0062748B" w:rsidP="0062748B">
      <w:r>
        <w:t xml:space="preserve">15.1.20      .         .        +INF       EPS       </w:t>
      </w:r>
    </w:p>
    <w:p w:rsidR="0062748B" w:rsidRDefault="0062748B" w:rsidP="0062748B">
      <w:r>
        <w:t xml:space="preserve">15.1.21      .         .        +INF       EPS       </w:t>
      </w:r>
    </w:p>
    <w:p w:rsidR="0062748B" w:rsidRDefault="0062748B" w:rsidP="0062748B">
      <w:r>
        <w:t xml:space="preserve">15.1.22      .         .        +INF       EPS       </w:t>
      </w:r>
    </w:p>
    <w:p w:rsidR="0062748B" w:rsidRDefault="0062748B" w:rsidP="0062748B">
      <w:r>
        <w:t xml:space="preserve">15.1.23      .         .        +INF       EPS       </w:t>
      </w:r>
    </w:p>
    <w:p w:rsidR="0062748B" w:rsidRDefault="0062748B" w:rsidP="0062748B">
      <w:r>
        <w:t xml:space="preserve">15.1.24      .         .        +INF       EPS       </w:t>
      </w:r>
    </w:p>
    <w:p w:rsidR="0062748B" w:rsidRDefault="0062748B" w:rsidP="0062748B">
      <w:r>
        <w:t xml:space="preserve">15.1.25      .         .        +INF       EPS       </w:t>
      </w:r>
    </w:p>
    <w:p w:rsidR="0062748B" w:rsidRDefault="0062748B" w:rsidP="0062748B">
      <w:r>
        <w:t xml:space="preserve">15.1.26      .         .        +INF       EPS       </w:t>
      </w:r>
    </w:p>
    <w:p w:rsidR="0062748B" w:rsidRDefault="0062748B" w:rsidP="0062748B">
      <w:r>
        <w:t xml:space="preserve">15.1.27      .         .        +INF       EPS       </w:t>
      </w:r>
    </w:p>
    <w:p w:rsidR="0062748B" w:rsidRDefault="0062748B" w:rsidP="0062748B">
      <w:r>
        <w:t xml:space="preserve">15.1.28      .         .        +INF       EPS       </w:t>
      </w:r>
    </w:p>
    <w:p w:rsidR="0062748B" w:rsidRDefault="0062748B" w:rsidP="0062748B">
      <w:r>
        <w:t xml:space="preserve">15.1.29      .         .        +INF       EPS       </w:t>
      </w:r>
    </w:p>
    <w:p w:rsidR="0062748B" w:rsidRDefault="0062748B" w:rsidP="0062748B">
      <w:r>
        <w:t xml:space="preserve">16.1.1       .         .        +INF       EPS       </w:t>
      </w:r>
    </w:p>
    <w:p w:rsidR="0062748B" w:rsidRDefault="0062748B" w:rsidP="0062748B">
      <w:r>
        <w:t xml:space="preserve">16.1.2       .         .        +INF       EPS       </w:t>
      </w:r>
    </w:p>
    <w:p w:rsidR="0062748B" w:rsidRDefault="0062748B" w:rsidP="0062748B">
      <w:r>
        <w:t xml:space="preserve">16.1.3       .         .        +INF       EPS       </w:t>
      </w:r>
    </w:p>
    <w:p w:rsidR="0062748B" w:rsidRDefault="0062748B" w:rsidP="0062748B">
      <w:r>
        <w:t xml:space="preserve">16.1.4       .         .        +INF       EPS       </w:t>
      </w:r>
    </w:p>
    <w:p w:rsidR="0062748B" w:rsidRDefault="0062748B" w:rsidP="0062748B">
      <w:r>
        <w:t xml:space="preserve">16.1.5       .         .        +INF       EPS       </w:t>
      </w:r>
    </w:p>
    <w:p w:rsidR="0062748B" w:rsidRDefault="0062748B" w:rsidP="0062748B">
      <w:r>
        <w:t xml:space="preserve">16.1.6       .         .        +INF       EPS       </w:t>
      </w:r>
    </w:p>
    <w:p w:rsidR="0062748B" w:rsidRDefault="0062748B" w:rsidP="0062748B">
      <w:r>
        <w:lastRenderedPageBreak/>
        <w:t xml:space="preserve">16.1.7       .         .        +INF       EPS       </w:t>
      </w:r>
    </w:p>
    <w:p w:rsidR="0062748B" w:rsidRDefault="0062748B" w:rsidP="0062748B">
      <w:r>
        <w:t xml:space="preserve">16.1.8       .         .        +INF       EPS       </w:t>
      </w:r>
    </w:p>
    <w:p w:rsidR="0062748B" w:rsidRDefault="0062748B" w:rsidP="0062748B">
      <w:r>
        <w:t xml:space="preserve">16.1.9       .         .        +INF       EPS       </w:t>
      </w:r>
    </w:p>
    <w:p w:rsidR="0062748B" w:rsidRDefault="0062748B" w:rsidP="0062748B">
      <w:r>
        <w:t xml:space="preserve">16.1.10      .         .        +INF       EPS       </w:t>
      </w:r>
    </w:p>
    <w:p w:rsidR="0062748B" w:rsidRDefault="0062748B" w:rsidP="0062748B">
      <w:r>
        <w:t xml:space="preserve">16.1.11      .         .        +INF       EPS       </w:t>
      </w:r>
    </w:p>
    <w:p w:rsidR="0062748B" w:rsidRDefault="0062748B" w:rsidP="0062748B">
      <w:r>
        <w:t xml:space="preserve">16.1.12      .         .        +INF       EPS       </w:t>
      </w:r>
    </w:p>
    <w:p w:rsidR="0062748B" w:rsidRDefault="0062748B" w:rsidP="0062748B">
      <w:r>
        <w:t xml:space="preserve">16.1.13      .         .        +INF       EPS       </w:t>
      </w:r>
    </w:p>
    <w:p w:rsidR="0062748B" w:rsidRDefault="0062748B" w:rsidP="0062748B">
      <w:r>
        <w:t xml:space="preserve">16.1.14      .         .        +INF       EPS       </w:t>
      </w:r>
    </w:p>
    <w:p w:rsidR="0062748B" w:rsidRDefault="0062748B" w:rsidP="0062748B">
      <w:r>
        <w:t xml:space="preserve">16.1.15      .         .        +INF       EPS       </w:t>
      </w:r>
    </w:p>
    <w:p w:rsidR="0062748B" w:rsidRDefault="0062748B" w:rsidP="0062748B">
      <w:r>
        <w:t xml:space="preserve">16.1.16      .         .        +INF       EPS       </w:t>
      </w:r>
    </w:p>
    <w:p w:rsidR="0062748B" w:rsidRDefault="0062748B" w:rsidP="0062748B">
      <w:r>
        <w:t xml:space="preserve">16.1.17      .         .        +INF       EPS       </w:t>
      </w:r>
    </w:p>
    <w:p w:rsidR="0062748B" w:rsidRDefault="0062748B" w:rsidP="0062748B">
      <w:r>
        <w:t xml:space="preserve">16.1.18      .         .        +INF       EPS       </w:t>
      </w:r>
    </w:p>
    <w:p w:rsidR="0062748B" w:rsidRDefault="0062748B" w:rsidP="0062748B">
      <w:r>
        <w:t xml:space="preserve">16.1.19      .         .        +INF       EPS       </w:t>
      </w:r>
    </w:p>
    <w:p w:rsidR="0062748B" w:rsidRDefault="0062748B" w:rsidP="0062748B">
      <w:r>
        <w:t xml:space="preserve">16.1.20      .         .        +INF       EPS       </w:t>
      </w:r>
    </w:p>
    <w:p w:rsidR="0062748B" w:rsidRDefault="0062748B" w:rsidP="0062748B">
      <w:r>
        <w:t xml:space="preserve">16.1.21      .         .        +INF       EPS       </w:t>
      </w:r>
    </w:p>
    <w:p w:rsidR="0062748B" w:rsidRDefault="0062748B" w:rsidP="0062748B">
      <w:r>
        <w:t xml:space="preserve">16.1.22      .         .        +INF       EPS       </w:t>
      </w:r>
    </w:p>
    <w:p w:rsidR="0062748B" w:rsidRDefault="0062748B" w:rsidP="0062748B">
      <w:r>
        <w:t xml:space="preserve">16.1.23      .         .        +INF       EPS       </w:t>
      </w:r>
    </w:p>
    <w:p w:rsidR="0062748B" w:rsidRDefault="0062748B" w:rsidP="0062748B">
      <w:r>
        <w:t xml:space="preserve">16.1.24      .         .        +INF       EPS       </w:t>
      </w:r>
    </w:p>
    <w:p w:rsidR="0062748B" w:rsidRDefault="0062748B" w:rsidP="0062748B">
      <w:r>
        <w:t xml:space="preserve">16.1.25      .         .        +INF       EPS       </w:t>
      </w:r>
    </w:p>
    <w:p w:rsidR="0062748B" w:rsidRDefault="0062748B" w:rsidP="0062748B">
      <w:r>
        <w:t xml:space="preserve">16.1.26      .         .        +INF       EPS       </w:t>
      </w:r>
    </w:p>
    <w:p w:rsidR="0062748B" w:rsidRDefault="0062748B" w:rsidP="0062748B">
      <w:r>
        <w:t xml:space="preserve">16.1.27      .         .        +INF       EPS       </w:t>
      </w:r>
    </w:p>
    <w:p w:rsidR="0062748B" w:rsidRDefault="0062748B" w:rsidP="0062748B">
      <w:r>
        <w:t xml:space="preserve">16.1.28      .         .        +INF       EPS       </w:t>
      </w:r>
    </w:p>
    <w:p w:rsidR="0062748B" w:rsidRDefault="0062748B" w:rsidP="0062748B">
      <w:r>
        <w:t xml:space="preserve">16.1.29      .         .        +INF       EPS       </w:t>
      </w:r>
    </w:p>
    <w:p w:rsidR="0062748B" w:rsidRDefault="0062748B" w:rsidP="0062748B">
      <w:r>
        <w:t xml:space="preserve">17.1.1       .         .        +INF       EPS       </w:t>
      </w:r>
    </w:p>
    <w:p w:rsidR="0062748B" w:rsidRDefault="0062748B" w:rsidP="0062748B">
      <w:r>
        <w:t xml:space="preserve">17.1.2       .         .        +INF       EPS       </w:t>
      </w:r>
    </w:p>
    <w:p w:rsidR="0062748B" w:rsidRDefault="0062748B" w:rsidP="0062748B">
      <w:r>
        <w:lastRenderedPageBreak/>
        <w:t xml:space="preserve">17.1.3       .         .        +INF       EPS       </w:t>
      </w:r>
    </w:p>
    <w:p w:rsidR="0062748B" w:rsidRDefault="0062748B" w:rsidP="0062748B">
      <w:r>
        <w:t xml:space="preserve">17.1.4       .         .        +INF       EPS       </w:t>
      </w:r>
    </w:p>
    <w:p w:rsidR="0062748B" w:rsidRDefault="0062748B" w:rsidP="0062748B">
      <w:r>
        <w:t xml:space="preserve">17.1.5       .         .        +INF       EPS       </w:t>
      </w:r>
    </w:p>
    <w:p w:rsidR="0062748B" w:rsidRDefault="0062748B" w:rsidP="0062748B">
      <w:r>
        <w:t xml:space="preserve">17.1.6       .         .        +INF       EPS       </w:t>
      </w:r>
    </w:p>
    <w:p w:rsidR="0062748B" w:rsidRDefault="0062748B" w:rsidP="0062748B">
      <w:r>
        <w:t xml:space="preserve">17.1.7       .         .        +INF       EPS       </w:t>
      </w:r>
    </w:p>
    <w:p w:rsidR="0062748B" w:rsidRDefault="0062748B" w:rsidP="0062748B">
      <w:r>
        <w:t xml:space="preserve">17.1.8       .         .        +INF       EPS       </w:t>
      </w:r>
    </w:p>
    <w:p w:rsidR="0062748B" w:rsidRDefault="0062748B" w:rsidP="0062748B">
      <w:r>
        <w:t xml:space="preserve">17.1.9       .         .        +INF       EPS       </w:t>
      </w:r>
    </w:p>
    <w:p w:rsidR="0062748B" w:rsidRDefault="0062748B" w:rsidP="0062748B">
      <w:r>
        <w:t xml:space="preserve">17.1.10      .         .        +INF       EPS       </w:t>
      </w:r>
    </w:p>
    <w:p w:rsidR="0062748B" w:rsidRDefault="0062748B" w:rsidP="0062748B">
      <w:r>
        <w:t xml:space="preserve">17.1.11      .         .        +INF       EPS       </w:t>
      </w:r>
    </w:p>
    <w:p w:rsidR="0062748B" w:rsidRDefault="0062748B" w:rsidP="0062748B">
      <w:r>
        <w:t xml:space="preserve">17.1.12      .         .        +INF       EPS       </w:t>
      </w:r>
    </w:p>
    <w:p w:rsidR="0062748B" w:rsidRDefault="0062748B" w:rsidP="0062748B">
      <w:r>
        <w:t xml:space="preserve">17.1.13      .         .        +INF       EPS       </w:t>
      </w:r>
    </w:p>
    <w:p w:rsidR="0062748B" w:rsidRDefault="0062748B" w:rsidP="0062748B">
      <w:r>
        <w:t xml:space="preserve">17.1.14      .         .        +INF       EPS       </w:t>
      </w:r>
    </w:p>
    <w:p w:rsidR="0062748B" w:rsidRDefault="0062748B" w:rsidP="0062748B">
      <w:r>
        <w:t xml:space="preserve">17.1.15      .         .        +INF       EPS       </w:t>
      </w:r>
    </w:p>
    <w:p w:rsidR="0062748B" w:rsidRDefault="0062748B" w:rsidP="0062748B">
      <w:r>
        <w:t xml:space="preserve">17.1.16      .         .        +INF       EPS       </w:t>
      </w:r>
    </w:p>
    <w:p w:rsidR="0062748B" w:rsidRDefault="0062748B" w:rsidP="0062748B">
      <w:r>
        <w:t xml:space="preserve">17.1.17      .         .        +INF       EPS       </w:t>
      </w:r>
    </w:p>
    <w:p w:rsidR="0062748B" w:rsidRDefault="0062748B" w:rsidP="0062748B">
      <w:r>
        <w:t xml:space="preserve">17.1.18      .         .        +INF       EPS       </w:t>
      </w:r>
    </w:p>
    <w:p w:rsidR="0062748B" w:rsidRDefault="0062748B" w:rsidP="0062748B">
      <w:r>
        <w:t xml:space="preserve">17.1.19      .         .        +INF       EPS       </w:t>
      </w:r>
    </w:p>
    <w:p w:rsidR="0062748B" w:rsidRDefault="0062748B" w:rsidP="0062748B">
      <w:r>
        <w:t xml:space="preserve">17.1.20      .         .        +INF       EPS       </w:t>
      </w:r>
    </w:p>
    <w:p w:rsidR="0062748B" w:rsidRDefault="0062748B" w:rsidP="0062748B">
      <w:r>
        <w:t xml:space="preserve">17.1.21      .         .        +INF       EPS       </w:t>
      </w:r>
    </w:p>
    <w:p w:rsidR="0062748B" w:rsidRDefault="0062748B" w:rsidP="0062748B">
      <w:r>
        <w:t xml:space="preserve">17.1.22      .         .        +INF       EPS       </w:t>
      </w:r>
    </w:p>
    <w:p w:rsidR="0062748B" w:rsidRDefault="0062748B" w:rsidP="0062748B">
      <w:r>
        <w:t xml:space="preserve">17.1.23      .         .        +INF       EPS       </w:t>
      </w:r>
    </w:p>
    <w:p w:rsidR="0062748B" w:rsidRDefault="0062748B" w:rsidP="0062748B">
      <w:r>
        <w:t xml:space="preserve">17.1.24      .         .        +INF       EPS       </w:t>
      </w:r>
    </w:p>
    <w:p w:rsidR="0062748B" w:rsidRDefault="0062748B" w:rsidP="0062748B">
      <w:r>
        <w:t xml:space="preserve">17.1.25      .         .        +INF       EPS       </w:t>
      </w:r>
    </w:p>
    <w:p w:rsidR="0062748B" w:rsidRDefault="0062748B" w:rsidP="0062748B">
      <w:r>
        <w:t xml:space="preserve">17.1.26      .         .        +INF       EPS       </w:t>
      </w:r>
    </w:p>
    <w:p w:rsidR="0062748B" w:rsidRDefault="0062748B" w:rsidP="0062748B">
      <w:r>
        <w:t xml:space="preserve">17.1.27      .         .        +INF       EPS       </w:t>
      </w:r>
    </w:p>
    <w:p w:rsidR="0062748B" w:rsidRDefault="0062748B" w:rsidP="0062748B">
      <w:r>
        <w:lastRenderedPageBreak/>
        <w:t xml:space="preserve">17.1.28      .         .        +INF       EPS       </w:t>
      </w:r>
    </w:p>
    <w:p w:rsidR="0062748B" w:rsidRDefault="0062748B" w:rsidP="0062748B">
      <w:r>
        <w:t xml:space="preserve">17.1.29      .         .        +INF       EPS       </w:t>
      </w:r>
    </w:p>
    <w:p w:rsidR="0062748B" w:rsidRDefault="0062748B" w:rsidP="0062748B">
      <w:r>
        <w:t xml:space="preserve">18.1.1       .         .        +INF       EPS       </w:t>
      </w:r>
    </w:p>
    <w:p w:rsidR="0062748B" w:rsidRDefault="0062748B" w:rsidP="0062748B">
      <w:r>
        <w:t xml:space="preserve">18.1.2       .         .        +INF       EPS       </w:t>
      </w:r>
    </w:p>
    <w:p w:rsidR="0062748B" w:rsidRDefault="0062748B" w:rsidP="0062748B">
      <w:r>
        <w:t xml:space="preserve">18.1.3       .         .        +INF       EPS       </w:t>
      </w:r>
    </w:p>
    <w:p w:rsidR="0062748B" w:rsidRDefault="0062748B" w:rsidP="0062748B">
      <w:r>
        <w:t xml:space="preserve">18.1.4       .         .        +INF       EPS       </w:t>
      </w:r>
    </w:p>
    <w:p w:rsidR="0062748B" w:rsidRDefault="0062748B" w:rsidP="0062748B">
      <w:r>
        <w:t xml:space="preserve">18.1.5       .         .        +INF       EPS       </w:t>
      </w:r>
    </w:p>
    <w:p w:rsidR="0062748B" w:rsidRDefault="0062748B" w:rsidP="0062748B">
      <w:r>
        <w:t xml:space="preserve">18.1.6       .         .        +INF       EPS       </w:t>
      </w:r>
    </w:p>
    <w:p w:rsidR="0062748B" w:rsidRDefault="0062748B" w:rsidP="0062748B">
      <w:r>
        <w:t xml:space="preserve">18.1.7       .         .        +INF       EPS       </w:t>
      </w:r>
    </w:p>
    <w:p w:rsidR="0062748B" w:rsidRDefault="0062748B" w:rsidP="0062748B">
      <w:r>
        <w:t xml:space="preserve">18.1.8       .         .        +INF       EPS       </w:t>
      </w:r>
    </w:p>
    <w:p w:rsidR="0062748B" w:rsidRDefault="0062748B" w:rsidP="0062748B">
      <w:r>
        <w:t xml:space="preserve">18.1.9       .         .        +INF       EPS       </w:t>
      </w:r>
    </w:p>
    <w:p w:rsidR="0062748B" w:rsidRDefault="0062748B" w:rsidP="0062748B">
      <w:r>
        <w:t xml:space="preserve">18.1.10      .         .        +INF       EPS       </w:t>
      </w:r>
    </w:p>
    <w:p w:rsidR="0062748B" w:rsidRDefault="0062748B" w:rsidP="0062748B">
      <w:r>
        <w:t xml:space="preserve">18.1.11      .         .        +INF       EPS       </w:t>
      </w:r>
    </w:p>
    <w:p w:rsidR="0062748B" w:rsidRDefault="0062748B" w:rsidP="0062748B">
      <w:r>
        <w:t xml:space="preserve">18.1.12      .         .        +INF       EPS       </w:t>
      </w:r>
    </w:p>
    <w:p w:rsidR="0062748B" w:rsidRDefault="0062748B" w:rsidP="0062748B">
      <w:r>
        <w:t xml:space="preserve">18.1.13      .         .        +INF       EPS       </w:t>
      </w:r>
    </w:p>
    <w:p w:rsidR="0062748B" w:rsidRDefault="0062748B" w:rsidP="0062748B">
      <w:r>
        <w:t xml:space="preserve">18.1.14      .         .        +INF       EPS       </w:t>
      </w:r>
    </w:p>
    <w:p w:rsidR="0062748B" w:rsidRDefault="0062748B" w:rsidP="0062748B">
      <w:r>
        <w:t xml:space="preserve">18.1.15      .         .        +INF       EPS       </w:t>
      </w:r>
    </w:p>
    <w:p w:rsidR="0062748B" w:rsidRDefault="0062748B" w:rsidP="0062748B">
      <w:r>
        <w:t xml:space="preserve">18.1.16      .         .        +INF       EPS       </w:t>
      </w:r>
    </w:p>
    <w:p w:rsidR="0062748B" w:rsidRDefault="0062748B" w:rsidP="0062748B">
      <w:r>
        <w:t xml:space="preserve">18.1.17      .         .        +INF       EPS       </w:t>
      </w:r>
    </w:p>
    <w:p w:rsidR="0062748B" w:rsidRDefault="0062748B" w:rsidP="0062748B">
      <w:r>
        <w:t xml:space="preserve">18.1.18      .         .        +INF       EPS       </w:t>
      </w:r>
    </w:p>
    <w:p w:rsidR="0062748B" w:rsidRDefault="0062748B" w:rsidP="0062748B">
      <w:r>
        <w:t xml:space="preserve">18.1.19      .         .        +INF       EPS       </w:t>
      </w:r>
    </w:p>
    <w:p w:rsidR="0062748B" w:rsidRDefault="0062748B" w:rsidP="0062748B">
      <w:r>
        <w:t xml:space="preserve">18.1.20      .         .        +INF       EPS       </w:t>
      </w:r>
    </w:p>
    <w:p w:rsidR="0062748B" w:rsidRDefault="0062748B" w:rsidP="0062748B">
      <w:r>
        <w:t xml:space="preserve">18.1.21      .         .        +INF       EPS       </w:t>
      </w:r>
    </w:p>
    <w:p w:rsidR="0062748B" w:rsidRDefault="0062748B" w:rsidP="0062748B">
      <w:r>
        <w:t xml:space="preserve">18.1.22      .         .        +INF       EPS       </w:t>
      </w:r>
    </w:p>
    <w:p w:rsidR="0062748B" w:rsidRDefault="0062748B" w:rsidP="0062748B">
      <w:r>
        <w:t xml:space="preserve">18.1.23      .         .        +INF       EPS       </w:t>
      </w:r>
    </w:p>
    <w:p w:rsidR="0062748B" w:rsidRDefault="0062748B" w:rsidP="0062748B">
      <w:r>
        <w:lastRenderedPageBreak/>
        <w:t xml:space="preserve">18.1.24      .         .        +INF       EPS       </w:t>
      </w:r>
    </w:p>
    <w:p w:rsidR="0062748B" w:rsidRDefault="0062748B" w:rsidP="0062748B">
      <w:r>
        <w:t xml:space="preserve">18.1.25      .         .        +INF       EPS       </w:t>
      </w:r>
    </w:p>
    <w:p w:rsidR="0062748B" w:rsidRDefault="0062748B" w:rsidP="0062748B">
      <w:r>
        <w:t xml:space="preserve">18.1.26      .         .        +INF       EPS       </w:t>
      </w:r>
    </w:p>
    <w:p w:rsidR="0062748B" w:rsidRDefault="0062748B" w:rsidP="0062748B">
      <w:r>
        <w:t xml:space="preserve">18.1.27      .         .        +INF       EPS       </w:t>
      </w:r>
    </w:p>
    <w:p w:rsidR="0062748B" w:rsidRDefault="0062748B" w:rsidP="0062748B">
      <w:r>
        <w:t xml:space="preserve">18.1.28      .         .        +INF       EPS       </w:t>
      </w:r>
    </w:p>
    <w:p w:rsidR="0062748B" w:rsidRDefault="0062748B" w:rsidP="0062748B">
      <w:r>
        <w:t xml:space="preserve">18.1.29      .         .        +INF       EPS       </w:t>
      </w:r>
    </w:p>
    <w:p w:rsidR="0062748B" w:rsidRDefault="0062748B" w:rsidP="0062748B">
      <w:r>
        <w:t xml:space="preserve">19.1.1       .         .        +INF       EPS       </w:t>
      </w:r>
    </w:p>
    <w:p w:rsidR="0062748B" w:rsidRDefault="0062748B" w:rsidP="0062748B">
      <w:r>
        <w:t xml:space="preserve">19.1.2       .         .        +INF       EPS       </w:t>
      </w:r>
    </w:p>
    <w:p w:rsidR="0062748B" w:rsidRDefault="0062748B" w:rsidP="0062748B">
      <w:r>
        <w:t xml:space="preserve">19.1.3       .         .        +INF       EPS       </w:t>
      </w:r>
    </w:p>
    <w:p w:rsidR="0062748B" w:rsidRDefault="0062748B" w:rsidP="0062748B">
      <w:r>
        <w:t xml:space="preserve">19.1.4       .         .        +INF       EPS       </w:t>
      </w:r>
    </w:p>
    <w:p w:rsidR="0062748B" w:rsidRDefault="0062748B" w:rsidP="0062748B">
      <w:r>
        <w:t xml:space="preserve">19.1.5       .         .        +INF       EPS       </w:t>
      </w:r>
    </w:p>
    <w:p w:rsidR="0062748B" w:rsidRDefault="0062748B" w:rsidP="0062748B">
      <w:r>
        <w:t xml:space="preserve">19.1.6       .         .        +INF       EPS       </w:t>
      </w:r>
    </w:p>
    <w:p w:rsidR="0062748B" w:rsidRDefault="0062748B" w:rsidP="0062748B">
      <w:r>
        <w:t xml:space="preserve">19.1.7       .         .        +INF       EPS       </w:t>
      </w:r>
    </w:p>
    <w:p w:rsidR="0062748B" w:rsidRDefault="0062748B" w:rsidP="0062748B">
      <w:r>
        <w:t xml:space="preserve">19.1.8       .         .        +INF       EPS       </w:t>
      </w:r>
    </w:p>
    <w:p w:rsidR="0062748B" w:rsidRDefault="0062748B" w:rsidP="0062748B">
      <w:r>
        <w:t xml:space="preserve">19.1.9       .         .        +INF       EPS       </w:t>
      </w:r>
    </w:p>
    <w:p w:rsidR="0062748B" w:rsidRDefault="0062748B" w:rsidP="0062748B">
      <w:r>
        <w:t xml:space="preserve">19.1.10      .         .        +INF       EPS       </w:t>
      </w:r>
    </w:p>
    <w:p w:rsidR="0062748B" w:rsidRDefault="0062748B" w:rsidP="0062748B">
      <w:r>
        <w:t xml:space="preserve">19.1.11      .         .        +INF       EPS       </w:t>
      </w:r>
    </w:p>
    <w:p w:rsidR="0062748B" w:rsidRDefault="0062748B" w:rsidP="0062748B">
      <w:r>
        <w:t xml:space="preserve">19.1.12      .         .        +INF       EPS       </w:t>
      </w:r>
    </w:p>
    <w:p w:rsidR="0062748B" w:rsidRDefault="0062748B" w:rsidP="0062748B">
      <w:r>
        <w:t xml:space="preserve">19.1.13      .         .        +INF       EPS       </w:t>
      </w:r>
    </w:p>
    <w:p w:rsidR="0062748B" w:rsidRDefault="0062748B" w:rsidP="0062748B">
      <w:r>
        <w:t xml:space="preserve">19.1.14      .         .        +INF       EPS       </w:t>
      </w:r>
    </w:p>
    <w:p w:rsidR="0062748B" w:rsidRDefault="0062748B" w:rsidP="0062748B">
      <w:r>
        <w:t xml:space="preserve">19.1.15      .         .        +INF       EPS       </w:t>
      </w:r>
    </w:p>
    <w:p w:rsidR="0062748B" w:rsidRDefault="0062748B" w:rsidP="0062748B">
      <w:r>
        <w:t xml:space="preserve">19.1.16      .         .        +INF       EPS       </w:t>
      </w:r>
    </w:p>
    <w:p w:rsidR="0062748B" w:rsidRDefault="0062748B" w:rsidP="0062748B">
      <w:r>
        <w:t xml:space="preserve">19.1.17      .         .        +INF       EPS       </w:t>
      </w:r>
    </w:p>
    <w:p w:rsidR="0062748B" w:rsidRDefault="0062748B" w:rsidP="0062748B">
      <w:r>
        <w:t xml:space="preserve">19.1.18      .         .        +INF       EPS       </w:t>
      </w:r>
    </w:p>
    <w:p w:rsidR="0062748B" w:rsidRDefault="0062748B" w:rsidP="0062748B">
      <w:r>
        <w:t xml:space="preserve">19.1.19      .         .        +INF       EPS       </w:t>
      </w:r>
    </w:p>
    <w:p w:rsidR="0062748B" w:rsidRDefault="0062748B" w:rsidP="0062748B">
      <w:r>
        <w:lastRenderedPageBreak/>
        <w:t xml:space="preserve">19.1.20      .         .        +INF       EPS       </w:t>
      </w:r>
    </w:p>
    <w:p w:rsidR="0062748B" w:rsidRDefault="0062748B" w:rsidP="0062748B">
      <w:r>
        <w:t xml:space="preserve">19.1.21      .         .        +INF       EPS       </w:t>
      </w:r>
    </w:p>
    <w:p w:rsidR="0062748B" w:rsidRDefault="0062748B" w:rsidP="0062748B">
      <w:r>
        <w:t xml:space="preserve">19.1.22      .         .        +INF       EPS       </w:t>
      </w:r>
    </w:p>
    <w:p w:rsidR="0062748B" w:rsidRDefault="0062748B" w:rsidP="0062748B">
      <w:r>
        <w:t xml:space="preserve">19.1.23      .         .        +INF       EPS       </w:t>
      </w:r>
    </w:p>
    <w:p w:rsidR="0062748B" w:rsidRDefault="0062748B" w:rsidP="0062748B">
      <w:r>
        <w:t xml:space="preserve">19.1.24      .         .        +INF       EPS       </w:t>
      </w:r>
    </w:p>
    <w:p w:rsidR="0062748B" w:rsidRDefault="0062748B" w:rsidP="0062748B">
      <w:r>
        <w:t xml:space="preserve">19.1.25      .         .        +INF       EPS       </w:t>
      </w:r>
    </w:p>
    <w:p w:rsidR="0062748B" w:rsidRDefault="0062748B" w:rsidP="0062748B">
      <w:r>
        <w:t xml:space="preserve">19.1.26      .         .        +INF       EPS       </w:t>
      </w:r>
    </w:p>
    <w:p w:rsidR="0062748B" w:rsidRDefault="0062748B" w:rsidP="0062748B">
      <w:r>
        <w:t xml:space="preserve">19.1.27      .         .        +INF       EPS       </w:t>
      </w:r>
    </w:p>
    <w:p w:rsidR="0062748B" w:rsidRDefault="0062748B" w:rsidP="0062748B">
      <w:r>
        <w:t xml:space="preserve">19.1.28      .         .        +INF       EPS       </w:t>
      </w:r>
    </w:p>
    <w:p w:rsidR="0062748B" w:rsidRDefault="0062748B" w:rsidP="0062748B">
      <w:r>
        <w:t xml:space="preserve">19.1.29      .         .        +INF       EPS       </w:t>
      </w:r>
    </w:p>
    <w:p w:rsidR="0062748B" w:rsidRDefault="0062748B" w:rsidP="0062748B">
      <w:r>
        <w:t xml:space="preserve">20.1.1       .         .        +INF       EPS       </w:t>
      </w:r>
    </w:p>
    <w:p w:rsidR="0062748B" w:rsidRDefault="0062748B" w:rsidP="0062748B">
      <w:r>
        <w:t xml:space="preserve">20.1.2       .         .        +INF       EPS       </w:t>
      </w:r>
    </w:p>
    <w:p w:rsidR="0062748B" w:rsidRDefault="0062748B" w:rsidP="0062748B">
      <w:r>
        <w:t xml:space="preserve">20.1.3       .         .        +INF       EPS       </w:t>
      </w:r>
    </w:p>
    <w:p w:rsidR="0062748B" w:rsidRDefault="0062748B" w:rsidP="0062748B">
      <w:r>
        <w:t xml:space="preserve">20.1.4       .         .        +INF       EPS       </w:t>
      </w:r>
    </w:p>
    <w:p w:rsidR="0062748B" w:rsidRDefault="0062748B" w:rsidP="0062748B">
      <w:r>
        <w:t xml:space="preserve">20.1.5       .         .        +INF       EPS       </w:t>
      </w:r>
    </w:p>
    <w:p w:rsidR="0062748B" w:rsidRDefault="0062748B" w:rsidP="0062748B">
      <w:r>
        <w:t xml:space="preserve">20.1.6       .         .        +INF       EPS       </w:t>
      </w:r>
    </w:p>
    <w:p w:rsidR="0062748B" w:rsidRDefault="0062748B" w:rsidP="0062748B">
      <w:r>
        <w:t xml:space="preserve">20.1.7       .         .        +INF       EPS       </w:t>
      </w:r>
    </w:p>
    <w:p w:rsidR="0062748B" w:rsidRDefault="0062748B" w:rsidP="0062748B">
      <w:r>
        <w:t xml:space="preserve">20.1.8       .         .        +INF       EPS       </w:t>
      </w:r>
    </w:p>
    <w:p w:rsidR="0062748B" w:rsidRDefault="0062748B" w:rsidP="0062748B">
      <w:r>
        <w:t xml:space="preserve">20.1.9       .         .        +INF       EPS       </w:t>
      </w:r>
    </w:p>
    <w:p w:rsidR="0062748B" w:rsidRDefault="0062748B" w:rsidP="0062748B">
      <w:r>
        <w:t xml:space="preserve">20.1.10      .         .        +INF       EPS       </w:t>
      </w:r>
    </w:p>
    <w:p w:rsidR="0062748B" w:rsidRDefault="0062748B" w:rsidP="0062748B">
      <w:r>
        <w:t xml:space="preserve">20.1.11      .         .        +INF       EPS       </w:t>
      </w:r>
    </w:p>
    <w:p w:rsidR="0062748B" w:rsidRDefault="0062748B" w:rsidP="0062748B">
      <w:r>
        <w:t xml:space="preserve">20.1.12      .         .        +INF       EPS       </w:t>
      </w:r>
    </w:p>
    <w:p w:rsidR="0062748B" w:rsidRDefault="0062748B" w:rsidP="0062748B">
      <w:r>
        <w:t xml:space="preserve">20.1.13      .         .        +INF       EPS       </w:t>
      </w:r>
    </w:p>
    <w:p w:rsidR="0062748B" w:rsidRDefault="0062748B" w:rsidP="0062748B">
      <w:r>
        <w:t xml:space="preserve">20.1.14      .         .        +INF       EPS       </w:t>
      </w:r>
    </w:p>
    <w:p w:rsidR="0062748B" w:rsidRDefault="0062748B" w:rsidP="0062748B">
      <w:r>
        <w:t xml:space="preserve">20.1.15      .         .        +INF       EPS       </w:t>
      </w:r>
    </w:p>
    <w:p w:rsidR="0062748B" w:rsidRDefault="0062748B" w:rsidP="0062748B">
      <w:r>
        <w:lastRenderedPageBreak/>
        <w:t xml:space="preserve">20.1.16      .         .        +INF       EPS       </w:t>
      </w:r>
    </w:p>
    <w:p w:rsidR="0062748B" w:rsidRDefault="0062748B" w:rsidP="0062748B">
      <w:r>
        <w:t xml:space="preserve">20.1.17      .         .        +INF       EPS       </w:t>
      </w:r>
    </w:p>
    <w:p w:rsidR="0062748B" w:rsidRDefault="0062748B" w:rsidP="0062748B">
      <w:r>
        <w:t xml:space="preserve">20.1.18      .         .        +INF       EPS       </w:t>
      </w:r>
    </w:p>
    <w:p w:rsidR="0062748B" w:rsidRDefault="0062748B" w:rsidP="0062748B">
      <w:r>
        <w:t xml:space="preserve">20.1.19      .         .        +INF       EPS       </w:t>
      </w:r>
    </w:p>
    <w:p w:rsidR="0062748B" w:rsidRDefault="0062748B" w:rsidP="0062748B">
      <w:r>
        <w:t xml:space="preserve">20.1.20      .         .        +INF       EPS       </w:t>
      </w:r>
    </w:p>
    <w:p w:rsidR="0062748B" w:rsidRDefault="0062748B" w:rsidP="0062748B">
      <w:r>
        <w:t xml:space="preserve">20.1.21      .         .        +INF       EPS       </w:t>
      </w:r>
    </w:p>
    <w:p w:rsidR="0062748B" w:rsidRDefault="0062748B" w:rsidP="0062748B">
      <w:r>
        <w:t xml:space="preserve">20.1.22      .         .        +INF       EPS       </w:t>
      </w:r>
    </w:p>
    <w:p w:rsidR="0062748B" w:rsidRDefault="0062748B" w:rsidP="0062748B">
      <w:r>
        <w:t xml:space="preserve">20.1.23      .         .        +INF       EPS       </w:t>
      </w:r>
    </w:p>
    <w:p w:rsidR="0062748B" w:rsidRDefault="0062748B" w:rsidP="0062748B">
      <w:r>
        <w:t xml:space="preserve">20.1.24      .         .        +INF       EPS       </w:t>
      </w:r>
    </w:p>
    <w:p w:rsidR="0062748B" w:rsidRDefault="0062748B" w:rsidP="0062748B">
      <w:r>
        <w:t xml:space="preserve">20.1.25      .         .        +INF       EPS       </w:t>
      </w:r>
    </w:p>
    <w:p w:rsidR="0062748B" w:rsidRDefault="0062748B" w:rsidP="0062748B">
      <w:r>
        <w:t xml:space="preserve">20.1.26      .         .        +INF       EPS       </w:t>
      </w:r>
    </w:p>
    <w:p w:rsidR="0062748B" w:rsidRDefault="0062748B" w:rsidP="0062748B">
      <w:r>
        <w:t xml:space="preserve">20.1.27      .         .        +INF       EPS       </w:t>
      </w:r>
    </w:p>
    <w:p w:rsidR="0062748B" w:rsidRDefault="0062748B" w:rsidP="0062748B">
      <w:r>
        <w:t xml:space="preserve">20.1.28      .         .        +INF       EPS       </w:t>
      </w:r>
    </w:p>
    <w:p w:rsidR="0062748B" w:rsidRDefault="0062748B" w:rsidP="0062748B">
      <w:r>
        <w:t xml:space="preserve">20.1.29      .         .        +INF       EPS       </w:t>
      </w:r>
    </w:p>
    <w:p w:rsidR="0062748B" w:rsidRDefault="0062748B" w:rsidP="0062748B">
      <w:r>
        <w:t xml:space="preserve">21.1.1       .         .        +INF       EPS       </w:t>
      </w:r>
    </w:p>
    <w:p w:rsidR="0062748B" w:rsidRDefault="0062748B" w:rsidP="0062748B">
      <w:r>
        <w:t xml:space="preserve">21.1.2       .         .        +INF       EPS       </w:t>
      </w:r>
    </w:p>
    <w:p w:rsidR="0062748B" w:rsidRDefault="0062748B" w:rsidP="0062748B">
      <w:r>
        <w:t xml:space="preserve">21.1.3       .         .        +INF       EPS       </w:t>
      </w:r>
    </w:p>
    <w:p w:rsidR="0062748B" w:rsidRDefault="0062748B" w:rsidP="0062748B">
      <w:r>
        <w:t xml:space="preserve">21.1.4       .         .        +INF       EPS       </w:t>
      </w:r>
    </w:p>
    <w:p w:rsidR="0062748B" w:rsidRDefault="0062748B" w:rsidP="0062748B">
      <w:r>
        <w:t xml:space="preserve">21.1.5       .         .        +INF       EPS       </w:t>
      </w:r>
    </w:p>
    <w:p w:rsidR="0062748B" w:rsidRDefault="0062748B" w:rsidP="0062748B">
      <w:r>
        <w:t xml:space="preserve">21.1.6       .         .        +INF       EPS       </w:t>
      </w:r>
    </w:p>
    <w:p w:rsidR="0062748B" w:rsidRDefault="0062748B" w:rsidP="0062748B">
      <w:r>
        <w:t xml:space="preserve">21.1.7       .         .        +INF       EPS       </w:t>
      </w:r>
    </w:p>
    <w:p w:rsidR="0062748B" w:rsidRDefault="0062748B" w:rsidP="0062748B">
      <w:r>
        <w:t xml:space="preserve">21.1.8       .         .        +INF       EPS       </w:t>
      </w:r>
    </w:p>
    <w:p w:rsidR="0062748B" w:rsidRDefault="0062748B" w:rsidP="0062748B">
      <w:r>
        <w:t xml:space="preserve">21.1.9       .         .        +INF       EPS       </w:t>
      </w:r>
    </w:p>
    <w:p w:rsidR="0062748B" w:rsidRDefault="0062748B" w:rsidP="0062748B">
      <w:r>
        <w:t xml:space="preserve">21.1.10      .         .        +INF       EPS       </w:t>
      </w:r>
    </w:p>
    <w:p w:rsidR="0062748B" w:rsidRDefault="0062748B" w:rsidP="0062748B">
      <w:r>
        <w:t xml:space="preserve">21.1.11      .         .        +INF       EPS       </w:t>
      </w:r>
    </w:p>
    <w:p w:rsidR="0062748B" w:rsidRDefault="0062748B" w:rsidP="0062748B">
      <w:r>
        <w:lastRenderedPageBreak/>
        <w:t xml:space="preserve">21.1.12      .         .        +INF       EPS       </w:t>
      </w:r>
    </w:p>
    <w:p w:rsidR="0062748B" w:rsidRDefault="0062748B" w:rsidP="0062748B">
      <w:r>
        <w:t xml:space="preserve">21.1.13      .         .        +INF       EPS       </w:t>
      </w:r>
    </w:p>
    <w:p w:rsidR="0062748B" w:rsidRDefault="0062748B" w:rsidP="0062748B">
      <w:r>
        <w:t xml:space="preserve">21.1.14      .         .        +INF       EPS       </w:t>
      </w:r>
    </w:p>
    <w:p w:rsidR="0062748B" w:rsidRDefault="0062748B" w:rsidP="0062748B">
      <w:r>
        <w:t xml:space="preserve">21.1.15      .         .        +INF       EPS       </w:t>
      </w:r>
    </w:p>
    <w:p w:rsidR="0062748B" w:rsidRDefault="0062748B" w:rsidP="0062748B">
      <w:r>
        <w:t xml:space="preserve">21.1.16      .         .        +INF       EPS       </w:t>
      </w:r>
    </w:p>
    <w:p w:rsidR="0062748B" w:rsidRDefault="0062748B" w:rsidP="0062748B">
      <w:r>
        <w:t xml:space="preserve">21.1.17      .         .        +INF       EPS       </w:t>
      </w:r>
    </w:p>
    <w:p w:rsidR="0062748B" w:rsidRDefault="0062748B" w:rsidP="0062748B">
      <w:r>
        <w:t xml:space="preserve">21.1.18      .         .        +INF       EPS       </w:t>
      </w:r>
    </w:p>
    <w:p w:rsidR="0062748B" w:rsidRDefault="0062748B" w:rsidP="0062748B">
      <w:r>
        <w:t xml:space="preserve">21.1.19      .         .        +INF       EPS       </w:t>
      </w:r>
    </w:p>
    <w:p w:rsidR="0062748B" w:rsidRDefault="0062748B" w:rsidP="0062748B">
      <w:r>
        <w:t xml:space="preserve">21.1.20      .         .        +INF       EPS       </w:t>
      </w:r>
    </w:p>
    <w:p w:rsidR="0062748B" w:rsidRDefault="0062748B" w:rsidP="0062748B">
      <w:r>
        <w:t xml:space="preserve">21.1.21      .         .        +INF       EPS       </w:t>
      </w:r>
    </w:p>
    <w:p w:rsidR="0062748B" w:rsidRDefault="0062748B" w:rsidP="0062748B">
      <w:r>
        <w:t xml:space="preserve">21.1.22      .         .        +INF       EPS       </w:t>
      </w:r>
    </w:p>
    <w:p w:rsidR="0062748B" w:rsidRDefault="0062748B" w:rsidP="0062748B">
      <w:r>
        <w:t xml:space="preserve">21.1.23      .         .        +INF       EPS       </w:t>
      </w:r>
    </w:p>
    <w:p w:rsidR="0062748B" w:rsidRDefault="0062748B" w:rsidP="0062748B">
      <w:r>
        <w:t xml:space="preserve">21.1.24      .         .        +INF       EPS       </w:t>
      </w:r>
    </w:p>
    <w:p w:rsidR="0062748B" w:rsidRDefault="0062748B" w:rsidP="0062748B">
      <w:r>
        <w:t xml:space="preserve">21.1.25      .         .        +INF       EPS       </w:t>
      </w:r>
    </w:p>
    <w:p w:rsidR="0062748B" w:rsidRDefault="0062748B" w:rsidP="0062748B">
      <w:r>
        <w:t xml:space="preserve">21.1.26      .         .        +INF       EPS       </w:t>
      </w:r>
    </w:p>
    <w:p w:rsidR="0062748B" w:rsidRDefault="0062748B" w:rsidP="0062748B">
      <w:r>
        <w:t xml:space="preserve">21.1.27      .         .        +INF       EPS       </w:t>
      </w:r>
    </w:p>
    <w:p w:rsidR="0062748B" w:rsidRDefault="0062748B" w:rsidP="0062748B">
      <w:r>
        <w:t xml:space="preserve">21.1.28      .         .        +INF       EPS       </w:t>
      </w:r>
    </w:p>
    <w:p w:rsidR="0062748B" w:rsidRDefault="0062748B" w:rsidP="0062748B">
      <w:r>
        <w:t xml:space="preserve">21.1.29      .         .        +INF       EPS       </w:t>
      </w:r>
    </w:p>
    <w:p w:rsidR="0062748B" w:rsidRDefault="0062748B" w:rsidP="0062748B">
      <w:r>
        <w:t xml:space="preserve">22.1.1       .         .        +INF       EPS       </w:t>
      </w:r>
    </w:p>
    <w:p w:rsidR="0062748B" w:rsidRDefault="0062748B" w:rsidP="0062748B">
      <w:r>
        <w:t xml:space="preserve">22.1.2       .         .        +INF       EPS       </w:t>
      </w:r>
    </w:p>
    <w:p w:rsidR="0062748B" w:rsidRDefault="0062748B" w:rsidP="0062748B">
      <w:r>
        <w:t xml:space="preserve">22.1.3       .         .        +INF       EPS       </w:t>
      </w:r>
    </w:p>
    <w:p w:rsidR="0062748B" w:rsidRDefault="0062748B" w:rsidP="0062748B">
      <w:r>
        <w:t xml:space="preserve">22.1.4       .         .        +INF       EPS       </w:t>
      </w:r>
    </w:p>
    <w:p w:rsidR="0062748B" w:rsidRDefault="0062748B" w:rsidP="0062748B">
      <w:r>
        <w:t xml:space="preserve">22.1.5       .         .        +INF       EPS       </w:t>
      </w:r>
    </w:p>
    <w:p w:rsidR="0062748B" w:rsidRDefault="0062748B" w:rsidP="0062748B">
      <w:r>
        <w:t xml:space="preserve">22.1.6       .         .        +INF       EPS       </w:t>
      </w:r>
    </w:p>
    <w:p w:rsidR="0062748B" w:rsidRDefault="0062748B" w:rsidP="0062748B">
      <w:r>
        <w:t xml:space="preserve">22.1.7       .         .        +INF       EPS       </w:t>
      </w:r>
    </w:p>
    <w:p w:rsidR="0062748B" w:rsidRDefault="0062748B" w:rsidP="0062748B">
      <w:r>
        <w:lastRenderedPageBreak/>
        <w:t xml:space="preserve">22.1.8       .         .        +INF       EPS       </w:t>
      </w:r>
    </w:p>
    <w:p w:rsidR="0062748B" w:rsidRDefault="0062748B" w:rsidP="0062748B">
      <w:r>
        <w:t xml:space="preserve">22.1.9       .         .        +INF       EPS       </w:t>
      </w:r>
    </w:p>
    <w:p w:rsidR="0062748B" w:rsidRDefault="0062748B" w:rsidP="0062748B">
      <w:r>
        <w:t xml:space="preserve">22.1.10      .         .        +INF       EPS       </w:t>
      </w:r>
    </w:p>
    <w:p w:rsidR="0062748B" w:rsidRDefault="0062748B" w:rsidP="0062748B">
      <w:r>
        <w:t xml:space="preserve">22.1.11      .         .        +INF       EPS       </w:t>
      </w:r>
    </w:p>
    <w:p w:rsidR="0062748B" w:rsidRDefault="0062748B" w:rsidP="0062748B">
      <w:r>
        <w:t xml:space="preserve">22.1.12      .         .        +INF       EPS       </w:t>
      </w:r>
    </w:p>
    <w:p w:rsidR="0062748B" w:rsidRDefault="0062748B" w:rsidP="0062748B">
      <w:r>
        <w:t xml:space="preserve">22.1.13      .         .        +INF       EPS       </w:t>
      </w:r>
    </w:p>
    <w:p w:rsidR="0062748B" w:rsidRDefault="0062748B" w:rsidP="0062748B">
      <w:r>
        <w:t xml:space="preserve">22.1.14      .         .        +INF       EPS       </w:t>
      </w:r>
    </w:p>
    <w:p w:rsidR="0062748B" w:rsidRDefault="0062748B" w:rsidP="0062748B">
      <w:r>
        <w:t xml:space="preserve">22.1.15      .         .        +INF       EPS       </w:t>
      </w:r>
    </w:p>
    <w:p w:rsidR="0062748B" w:rsidRDefault="0062748B" w:rsidP="0062748B">
      <w:r>
        <w:t xml:space="preserve">22.1.16      .         .        +INF       EPS       </w:t>
      </w:r>
    </w:p>
    <w:p w:rsidR="0062748B" w:rsidRDefault="0062748B" w:rsidP="0062748B">
      <w:r>
        <w:t xml:space="preserve">22.1.17      .         .        +INF       EPS       </w:t>
      </w:r>
    </w:p>
    <w:p w:rsidR="0062748B" w:rsidRDefault="0062748B" w:rsidP="0062748B">
      <w:r>
        <w:t xml:space="preserve">22.1.18      .         .        +INF       EPS       </w:t>
      </w:r>
    </w:p>
    <w:p w:rsidR="0062748B" w:rsidRDefault="0062748B" w:rsidP="0062748B">
      <w:r>
        <w:t xml:space="preserve">22.1.19      .         .        +INF       EPS       </w:t>
      </w:r>
    </w:p>
    <w:p w:rsidR="0062748B" w:rsidRDefault="0062748B" w:rsidP="0062748B">
      <w:r>
        <w:t xml:space="preserve">22.1.20      .         .        +INF       EPS       </w:t>
      </w:r>
    </w:p>
    <w:p w:rsidR="0062748B" w:rsidRDefault="0062748B" w:rsidP="0062748B">
      <w:r>
        <w:t xml:space="preserve">22.1.21      .         .        +INF       EPS       </w:t>
      </w:r>
    </w:p>
    <w:p w:rsidR="0062748B" w:rsidRDefault="0062748B" w:rsidP="0062748B">
      <w:r>
        <w:t xml:space="preserve">22.1.22      .         .        +INF       EPS       </w:t>
      </w:r>
    </w:p>
    <w:p w:rsidR="0062748B" w:rsidRDefault="0062748B" w:rsidP="0062748B">
      <w:r>
        <w:t xml:space="preserve">22.1.23      .         .        +INF       EPS       </w:t>
      </w:r>
    </w:p>
    <w:p w:rsidR="0062748B" w:rsidRDefault="0062748B" w:rsidP="0062748B">
      <w:r>
        <w:t xml:space="preserve">22.1.24      .         .        +INF       EPS       </w:t>
      </w:r>
    </w:p>
    <w:p w:rsidR="0062748B" w:rsidRDefault="0062748B" w:rsidP="0062748B">
      <w:r>
        <w:t xml:space="preserve">22.1.25      .         .        +INF       EPS       </w:t>
      </w:r>
    </w:p>
    <w:p w:rsidR="0062748B" w:rsidRDefault="0062748B" w:rsidP="0062748B">
      <w:r>
        <w:t xml:space="preserve">22.1.26      .         .        +INF       EPS       </w:t>
      </w:r>
    </w:p>
    <w:p w:rsidR="0062748B" w:rsidRDefault="0062748B" w:rsidP="0062748B">
      <w:r>
        <w:t xml:space="preserve">22.1.27      .         .        +INF       EPS       </w:t>
      </w:r>
    </w:p>
    <w:p w:rsidR="0062748B" w:rsidRDefault="0062748B" w:rsidP="0062748B">
      <w:r>
        <w:t xml:space="preserve">22.1.28      .         .        +INF       EPS       </w:t>
      </w:r>
    </w:p>
    <w:p w:rsidR="0062748B" w:rsidRDefault="0062748B" w:rsidP="0062748B">
      <w:r>
        <w:t xml:space="preserve">22.1.29      .         .        +INF       EPS       </w:t>
      </w:r>
    </w:p>
    <w:p w:rsidR="0062748B" w:rsidRDefault="0062748B" w:rsidP="0062748B">
      <w:r>
        <w:t xml:space="preserve">23.1.1       .         .        +INF       EPS       </w:t>
      </w:r>
    </w:p>
    <w:p w:rsidR="0062748B" w:rsidRDefault="0062748B" w:rsidP="0062748B">
      <w:r>
        <w:t xml:space="preserve">23.1.2       .         .        +INF       EPS       </w:t>
      </w:r>
    </w:p>
    <w:p w:rsidR="0062748B" w:rsidRDefault="0062748B" w:rsidP="0062748B">
      <w:r>
        <w:t xml:space="preserve">23.1.3       .         .        +INF       EPS       </w:t>
      </w:r>
    </w:p>
    <w:p w:rsidR="0062748B" w:rsidRDefault="0062748B" w:rsidP="0062748B">
      <w:r>
        <w:lastRenderedPageBreak/>
        <w:t xml:space="preserve">23.1.4       .         .        +INF       EPS       </w:t>
      </w:r>
    </w:p>
    <w:p w:rsidR="0062748B" w:rsidRDefault="0062748B" w:rsidP="0062748B">
      <w:r>
        <w:t xml:space="preserve">23.1.5       .         .        +INF       EPS       </w:t>
      </w:r>
    </w:p>
    <w:p w:rsidR="0062748B" w:rsidRDefault="0062748B" w:rsidP="0062748B">
      <w:r>
        <w:t xml:space="preserve">23.1.6       .         .        +INF       EPS       </w:t>
      </w:r>
    </w:p>
    <w:p w:rsidR="0062748B" w:rsidRDefault="0062748B" w:rsidP="0062748B">
      <w:r>
        <w:t xml:space="preserve">23.1.7       .         .        +INF       EPS       </w:t>
      </w:r>
    </w:p>
    <w:p w:rsidR="0062748B" w:rsidRDefault="0062748B" w:rsidP="0062748B">
      <w:r>
        <w:t xml:space="preserve">23.1.8       .         .        +INF       EPS       </w:t>
      </w:r>
    </w:p>
    <w:p w:rsidR="0062748B" w:rsidRDefault="0062748B" w:rsidP="0062748B">
      <w:r>
        <w:t xml:space="preserve">23.1.9       .         .        +INF       EPS       </w:t>
      </w:r>
    </w:p>
    <w:p w:rsidR="0062748B" w:rsidRDefault="0062748B" w:rsidP="0062748B">
      <w:r>
        <w:t xml:space="preserve">23.1.10      .         .        +INF       EPS       </w:t>
      </w:r>
    </w:p>
    <w:p w:rsidR="0062748B" w:rsidRDefault="0062748B" w:rsidP="0062748B">
      <w:r>
        <w:t xml:space="preserve">23.1.11      .         .        +INF       EPS       </w:t>
      </w:r>
    </w:p>
    <w:p w:rsidR="0062748B" w:rsidRDefault="0062748B" w:rsidP="0062748B">
      <w:r>
        <w:t xml:space="preserve">23.1.12      .         .        +INF       EPS       </w:t>
      </w:r>
    </w:p>
    <w:p w:rsidR="0062748B" w:rsidRDefault="0062748B" w:rsidP="0062748B">
      <w:r>
        <w:t xml:space="preserve">23.1.13      .         .        +INF       EPS       </w:t>
      </w:r>
    </w:p>
    <w:p w:rsidR="0062748B" w:rsidRDefault="0062748B" w:rsidP="0062748B">
      <w:r>
        <w:t xml:space="preserve">23.1.14      .         .        +INF       EPS       </w:t>
      </w:r>
    </w:p>
    <w:p w:rsidR="0062748B" w:rsidRDefault="0062748B" w:rsidP="0062748B">
      <w:r>
        <w:t xml:space="preserve">23.1.15      .         .        +INF       EPS       </w:t>
      </w:r>
    </w:p>
    <w:p w:rsidR="0062748B" w:rsidRDefault="0062748B" w:rsidP="0062748B">
      <w:r>
        <w:t xml:space="preserve">23.1.16      .         .        +INF       EPS       </w:t>
      </w:r>
    </w:p>
    <w:p w:rsidR="0062748B" w:rsidRDefault="0062748B" w:rsidP="0062748B">
      <w:r>
        <w:t xml:space="preserve">23.1.17      .         .        +INF       EPS       </w:t>
      </w:r>
    </w:p>
    <w:p w:rsidR="0062748B" w:rsidRDefault="0062748B" w:rsidP="0062748B">
      <w:r>
        <w:t xml:space="preserve">23.1.18      .         .        +INF       EPS       </w:t>
      </w:r>
    </w:p>
    <w:p w:rsidR="0062748B" w:rsidRDefault="0062748B" w:rsidP="0062748B">
      <w:r>
        <w:t xml:space="preserve">23.1.19      .         .        +INF       EPS       </w:t>
      </w:r>
    </w:p>
    <w:p w:rsidR="0062748B" w:rsidRDefault="0062748B" w:rsidP="0062748B">
      <w:r>
        <w:t xml:space="preserve">23.1.20      .         .        +INF       EPS       </w:t>
      </w:r>
    </w:p>
    <w:p w:rsidR="0062748B" w:rsidRDefault="0062748B" w:rsidP="0062748B">
      <w:r>
        <w:t xml:space="preserve">23.1.21      .         .        +INF       EPS       </w:t>
      </w:r>
    </w:p>
    <w:p w:rsidR="0062748B" w:rsidRDefault="0062748B" w:rsidP="0062748B">
      <w:r>
        <w:t xml:space="preserve">23.1.22      .         .        +INF       EPS       </w:t>
      </w:r>
    </w:p>
    <w:p w:rsidR="0062748B" w:rsidRDefault="0062748B" w:rsidP="0062748B">
      <w:r>
        <w:t xml:space="preserve">23.1.23      .         .        +INF       EPS       </w:t>
      </w:r>
    </w:p>
    <w:p w:rsidR="0062748B" w:rsidRDefault="0062748B" w:rsidP="0062748B">
      <w:r>
        <w:t xml:space="preserve">23.1.24      .         .        +INF       EPS       </w:t>
      </w:r>
    </w:p>
    <w:p w:rsidR="0062748B" w:rsidRDefault="0062748B" w:rsidP="0062748B">
      <w:r>
        <w:t xml:space="preserve">23.1.25      .         .        +INF       EPS       </w:t>
      </w:r>
    </w:p>
    <w:p w:rsidR="0062748B" w:rsidRDefault="0062748B" w:rsidP="0062748B">
      <w:r>
        <w:t xml:space="preserve">23.1.26      .         .        +INF       EPS       </w:t>
      </w:r>
    </w:p>
    <w:p w:rsidR="0062748B" w:rsidRDefault="0062748B" w:rsidP="0062748B">
      <w:r>
        <w:t xml:space="preserve">23.1.27      .         .        +INF       EPS       </w:t>
      </w:r>
    </w:p>
    <w:p w:rsidR="0062748B" w:rsidRDefault="0062748B" w:rsidP="0062748B">
      <w:r>
        <w:t xml:space="preserve">23.1.28      .         .        +INF       EPS       </w:t>
      </w:r>
    </w:p>
    <w:p w:rsidR="0062748B" w:rsidRDefault="0062748B" w:rsidP="0062748B">
      <w:r>
        <w:lastRenderedPageBreak/>
        <w:t xml:space="preserve">23.1.29      .         .        +INF       EPS       </w:t>
      </w:r>
    </w:p>
    <w:p w:rsidR="0062748B" w:rsidRDefault="0062748B" w:rsidP="0062748B">
      <w:r>
        <w:t xml:space="preserve">24.1.1       .         .        +INF       EPS       </w:t>
      </w:r>
    </w:p>
    <w:p w:rsidR="0062748B" w:rsidRDefault="0062748B" w:rsidP="0062748B">
      <w:r>
        <w:t xml:space="preserve">24.1.2       .         .        +INF       EPS       </w:t>
      </w:r>
    </w:p>
    <w:p w:rsidR="0062748B" w:rsidRDefault="0062748B" w:rsidP="0062748B">
      <w:r>
        <w:t xml:space="preserve">24.1.3       .         .        +INF       EPS       </w:t>
      </w:r>
    </w:p>
    <w:p w:rsidR="0062748B" w:rsidRDefault="0062748B" w:rsidP="0062748B">
      <w:r>
        <w:t xml:space="preserve">24.1.4       .         .        +INF       EPS       </w:t>
      </w:r>
    </w:p>
    <w:p w:rsidR="0062748B" w:rsidRDefault="0062748B" w:rsidP="0062748B">
      <w:r>
        <w:t xml:space="preserve">24.1.5       .         .        +INF       EPS       </w:t>
      </w:r>
    </w:p>
    <w:p w:rsidR="0062748B" w:rsidRDefault="0062748B" w:rsidP="0062748B">
      <w:r>
        <w:t xml:space="preserve">24.1.6       .         .        +INF       EPS       </w:t>
      </w:r>
    </w:p>
    <w:p w:rsidR="0062748B" w:rsidRDefault="0062748B" w:rsidP="0062748B">
      <w:r>
        <w:t xml:space="preserve">24.1.7       .         .        +INF       EPS       </w:t>
      </w:r>
    </w:p>
    <w:p w:rsidR="0062748B" w:rsidRDefault="0062748B" w:rsidP="0062748B">
      <w:r>
        <w:t xml:space="preserve">24.1.8       .         .        +INF       EPS       </w:t>
      </w:r>
    </w:p>
    <w:p w:rsidR="0062748B" w:rsidRDefault="0062748B" w:rsidP="0062748B">
      <w:r>
        <w:t xml:space="preserve">24.1.9       .         .        +INF       EPS       </w:t>
      </w:r>
    </w:p>
    <w:p w:rsidR="0062748B" w:rsidRDefault="0062748B" w:rsidP="0062748B">
      <w:r>
        <w:t xml:space="preserve">24.1.10      .         .        +INF       EPS       </w:t>
      </w:r>
    </w:p>
    <w:p w:rsidR="0062748B" w:rsidRDefault="0062748B" w:rsidP="0062748B">
      <w:r>
        <w:t xml:space="preserve">24.1.11      .         .        +INF       EPS       </w:t>
      </w:r>
    </w:p>
    <w:p w:rsidR="0062748B" w:rsidRDefault="0062748B" w:rsidP="0062748B">
      <w:r>
        <w:t xml:space="preserve">24.1.12      .         .        +INF       EPS       </w:t>
      </w:r>
    </w:p>
    <w:p w:rsidR="0062748B" w:rsidRDefault="0062748B" w:rsidP="0062748B">
      <w:r>
        <w:t xml:space="preserve">24.1.13      .         .        +INF       EPS       </w:t>
      </w:r>
    </w:p>
    <w:p w:rsidR="0062748B" w:rsidRDefault="0062748B" w:rsidP="0062748B">
      <w:r>
        <w:t xml:space="preserve">24.1.14      .         .        +INF       EPS       </w:t>
      </w:r>
    </w:p>
    <w:p w:rsidR="0062748B" w:rsidRDefault="0062748B" w:rsidP="0062748B">
      <w:r>
        <w:t xml:space="preserve">24.1.15      .         .        +INF       EPS       </w:t>
      </w:r>
    </w:p>
    <w:p w:rsidR="0062748B" w:rsidRDefault="0062748B" w:rsidP="0062748B">
      <w:r>
        <w:t xml:space="preserve">24.1.16      .         .        +INF       EPS       </w:t>
      </w:r>
    </w:p>
    <w:p w:rsidR="0062748B" w:rsidRDefault="0062748B" w:rsidP="0062748B">
      <w:r>
        <w:t xml:space="preserve">24.1.17      .         .        +INF       EPS       </w:t>
      </w:r>
    </w:p>
    <w:p w:rsidR="0062748B" w:rsidRDefault="0062748B" w:rsidP="0062748B">
      <w:r>
        <w:t xml:space="preserve">24.1.18      .         .        +INF       EPS       </w:t>
      </w:r>
    </w:p>
    <w:p w:rsidR="0062748B" w:rsidRDefault="0062748B" w:rsidP="0062748B">
      <w:r>
        <w:t xml:space="preserve">24.1.19      .         .        +INF       EPS       </w:t>
      </w:r>
    </w:p>
    <w:p w:rsidR="0062748B" w:rsidRDefault="0062748B" w:rsidP="0062748B">
      <w:r>
        <w:t xml:space="preserve">24.1.20      .         .        +INF       EPS       </w:t>
      </w:r>
    </w:p>
    <w:p w:rsidR="0062748B" w:rsidRDefault="0062748B" w:rsidP="0062748B">
      <w:r>
        <w:t xml:space="preserve">24.1.21      .         .        +INF       EPS       </w:t>
      </w:r>
    </w:p>
    <w:p w:rsidR="0062748B" w:rsidRDefault="0062748B" w:rsidP="0062748B">
      <w:r>
        <w:t xml:space="preserve">24.1.22      .         .        +INF       EPS       </w:t>
      </w:r>
    </w:p>
    <w:p w:rsidR="0062748B" w:rsidRDefault="0062748B" w:rsidP="0062748B">
      <w:r>
        <w:t xml:space="preserve">24.1.23      .         .        +INF       EPS       </w:t>
      </w:r>
    </w:p>
    <w:p w:rsidR="0062748B" w:rsidRDefault="0062748B" w:rsidP="0062748B">
      <w:r>
        <w:t xml:space="preserve">24.1.24      .         .        +INF       EPS       </w:t>
      </w:r>
    </w:p>
    <w:p w:rsidR="0062748B" w:rsidRDefault="0062748B" w:rsidP="0062748B">
      <w:r>
        <w:lastRenderedPageBreak/>
        <w:t xml:space="preserve">24.1.25      .         .        +INF       EPS       </w:t>
      </w:r>
    </w:p>
    <w:p w:rsidR="0062748B" w:rsidRDefault="0062748B" w:rsidP="0062748B">
      <w:r>
        <w:t xml:space="preserve">24.1.26      .         .        +INF       EPS       </w:t>
      </w:r>
    </w:p>
    <w:p w:rsidR="0062748B" w:rsidRDefault="0062748B" w:rsidP="0062748B">
      <w:r>
        <w:t xml:space="preserve">24.1.27      .         .        +INF       EPS       </w:t>
      </w:r>
    </w:p>
    <w:p w:rsidR="0062748B" w:rsidRDefault="0062748B" w:rsidP="0062748B">
      <w:r>
        <w:t xml:space="preserve">24.1.28      .         .        +INF       EPS       </w:t>
      </w:r>
    </w:p>
    <w:p w:rsidR="0062748B" w:rsidRDefault="0062748B" w:rsidP="0062748B">
      <w:r>
        <w:t xml:space="preserve">24.1.29      .         .        +INF       EPS       </w:t>
      </w:r>
    </w:p>
    <w:p w:rsidR="0062748B" w:rsidRDefault="0062748B" w:rsidP="0062748B">
      <w:r>
        <w:t xml:space="preserve">25.1.1       .         .        +INF       EPS       </w:t>
      </w:r>
    </w:p>
    <w:p w:rsidR="0062748B" w:rsidRDefault="0062748B" w:rsidP="0062748B">
      <w:r>
        <w:t xml:space="preserve">25.1.2       .         .        +INF       EPS       </w:t>
      </w:r>
    </w:p>
    <w:p w:rsidR="0062748B" w:rsidRDefault="0062748B" w:rsidP="0062748B">
      <w:r>
        <w:t xml:space="preserve">25.1.3       .         .        +INF       EPS       </w:t>
      </w:r>
    </w:p>
    <w:p w:rsidR="0062748B" w:rsidRDefault="0062748B" w:rsidP="0062748B">
      <w:r>
        <w:t xml:space="preserve">25.1.4       .         .        +INF       EPS       </w:t>
      </w:r>
    </w:p>
    <w:p w:rsidR="0062748B" w:rsidRDefault="0062748B" w:rsidP="0062748B">
      <w:r>
        <w:t xml:space="preserve">25.1.5       .         .        +INF       EPS       </w:t>
      </w:r>
    </w:p>
    <w:p w:rsidR="0062748B" w:rsidRDefault="0062748B" w:rsidP="0062748B">
      <w:r>
        <w:t xml:space="preserve">25.1.6       .         .        +INF       EPS       </w:t>
      </w:r>
    </w:p>
    <w:p w:rsidR="0062748B" w:rsidRDefault="0062748B" w:rsidP="0062748B">
      <w:r>
        <w:t xml:space="preserve">25.1.7       .         .        +INF       EPS       </w:t>
      </w:r>
    </w:p>
    <w:p w:rsidR="0062748B" w:rsidRDefault="0062748B" w:rsidP="0062748B">
      <w:r>
        <w:t xml:space="preserve">25.1.8       .         .        +INF       EPS       </w:t>
      </w:r>
    </w:p>
    <w:p w:rsidR="0062748B" w:rsidRDefault="0062748B" w:rsidP="0062748B">
      <w:r>
        <w:t xml:space="preserve">25.1.9       .         .        +INF       EPS       </w:t>
      </w:r>
    </w:p>
    <w:p w:rsidR="0062748B" w:rsidRDefault="0062748B" w:rsidP="0062748B">
      <w:r>
        <w:t xml:space="preserve">25.1.10      .         .        +INF       EPS       </w:t>
      </w:r>
    </w:p>
    <w:p w:rsidR="0062748B" w:rsidRDefault="0062748B" w:rsidP="0062748B">
      <w:r>
        <w:t xml:space="preserve">25.1.11      .         .        +INF       EPS       </w:t>
      </w:r>
    </w:p>
    <w:p w:rsidR="0062748B" w:rsidRDefault="0062748B" w:rsidP="0062748B">
      <w:r>
        <w:t xml:space="preserve">25.1.12      .         .        +INF       EPS       </w:t>
      </w:r>
    </w:p>
    <w:p w:rsidR="0062748B" w:rsidRDefault="0062748B" w:rsidP="0062748B">
      <w:r>
        <w:t xml:space="preserve">25.1.13      .         .        +INF       EPS       </w:t>
      </w:r>
    </w:p>
    <w:p w:rsidR="0062748B" w:rsidRDefault="0062748B" w:rsidP="0062748B">
      <w:r>
        <w:t xml:space="preserve">25.1.14      .         .        +INF       EPS       </w:t>
      </w:r>
    </w:p>
    <w:p w:rsidR="0062748B" w:rsidRDefault="0062748B" w:rsidP="0062748B">
      <w:r>
        <w:t xml:space="preserve">25.1.15      .         .        +INF       EPS       </w:t>
      </w:r>
    </w:p>
    <w:p w:rsidR="0062748B" w:rsidRDefault="0062748B" w:rsidP="0062748B">
      <w:r>
        <w:t xml:space="preserve">25.1.16      .         .        +INF       EPS       </w:t>
      </w:r>
    </w:p>
    <w:p w:rsidR="0062748B" w:rsidRDefault="0062748B" w:rsidP="0062748B">
      <w:r>
        <w:t xml:space="preserve">25.1.17      .         .        +INF       EPS       </w:t>
      </w:r>
    </w:p>
    <w:p w:rsidR="0062748B" w:rsidRDefault="0062748B" w:rsidP="0062748B">
      <w:r>
        <w:t xml:space="preserve">25.1.18      .         .        +INF       EPS       </w:t>
      </w:r>
    </w:p>
    <w:p w:rsidR="0062748B" w:rsidRDefault="0062748B" w:rsidP="0062748B">
      <w:r>
        <w:t xml:space="preserve">25.1.19      .         .        +INF       EPS       </w:t>
      </w:r>
    </w:p>
    <w:p w:rsidR="0062748B" w:rsidRDefault="0062748B" w:rsidP="0062748B">
      <w:r>
        <w:t xml:space="preserve">25.1.20      .         .        +INF       EPS       </w:t>
      </w:r>
    </w:p>
    <w:p w:rsidR="0062748B" w:rsidRDefault="0062748B" w:rsidP="0062748B">
      <w:r>
        <w:lastRenderedPageBreak/>
        <w:t xml:space="preserve">25.1.21      .         .        +INF       EPS       </w:t>
      </w:r>
    </w:p>
    <w:p w:rsidR="0062748B" w:rsidRDefault="0062748B" w:rsidP="0062748B">
      <w:r>
        <w:t xml:space="preserve">25.1.22      .         .        +INF       EPS       </w:t>
      </w:r>
    </w:p>
    <w:p w:rsidR="0062748B" w:rsidRDefault="0062748B" w:rsidP="0062748B">
      <w:r>
        <w:t xml:space="preserve">25.1.23      .         .        +INF       EPS       </w:t>
      </w:r>
    </w:p>
    <w:p w:rsidR="0062748B" w:rsidRDefault="0062748B" w:rsidP="0062748B">
      <w:r>
        <w:t xml:space="preserve">25.1.24      .         .        +INF       EPS       </w:t>
      </w:r>
    </w:p>
    <w:p w:rsidR="0062748B" w:rsidRDefault="0062748B" w:rsidP="0062748B">
      <w:r>
        <w:t xml:space="preserve">25.1.25      .         .        +INF       EPS       </w:t>
      </w:r>
    </w:p>
    <w:p w:rsidR="0062748B" w:rsidRDefault="0062748B" w:rsidP="0062748B">
      <w:r>
        <w:t xml:space="preserve">25.1.26      .         .        +INF       EPS       </w:t>
      </w:r>
    </w:p>
    <w:p w:rsidR="0062748B" w:rsidRDefault="0062748B" w:rsidP="0062748B">
      <w:r>
        <w:t xml:space="preserve">25.1.27      .         .        +INF       EPS       </w:t>
      </w:r>
    </w:p>
    <w:p w:rsidR="0062748B" w:rsidRDefault="0062748B" w:rsidP="0062748B">
      <w:r>
        <w:t xml:space="preserve">25.1.28      .         .        +INF       EPS       </w:t>
      </w:r>
    </w:p>
    <w:p w:rsidR="0062748B" w:rsidRDefault="0062748B" w:rsidP="0062748B">
      <w:r>
        <w:t xml:space="preserve">25.1.29      .         .        +INF       EPS       </w:t>
      </w:r>
    </w:p>
    <w:p w:rsidR="0062748B" w:rsidRDefault="0062748B" w:rsidP="0062748B">
      <w:r>
        <w:t xml:space="preserve">26.1.1       .         .        +INF       EPS       </w:t>
      </w:r>
    </w:p>
    <w:p w:rsidR="0062748B" w:rsidRDefault="0062748B" w:rsidP="0062748B">
      <w:r>
        <w:t xml:space="preserve">26.1.2       .         .        +INF       EPS       </w:t>
      </w:r>
    </w:p>
    <w:p w:rsidR="0062748B" w:rsidRDefault="0062748B" w:rsidP="0062748B">
      <w:r>
        <w:t xml:space="preserve">26.1.3       .         .        +INF       EPS       </w:t>
      </w:r>
    </w:p>
    <w:p w:rsidR="0062748B" w:rsidRDefault="0062748B" w:rsidP="0062748B">
      <w:r>
        <w:t xml:space="preserve">26.1.4       .         .        +INF       EPS       </w:t>
      </w:r>
    </w:p>
    <w:p w:rsidR="0062748B" w:rsidRDefault="0062748B" w:rsidP="0062748B">
      <w:r>
        <w:t xml:space="preserve">26.1.5       .         .        +INF       EPS       </w:t>
      </w:r>
    </w:p>
    <w:p w:rsidR="0062748B" w:rsidRDefault="0062748B" w:rsidP="0062748B">
      <w:r>
        <w:t xml:space="preserve">26.1.6       .         .        +INF       EPS       </w:t>
      </w:r>
    </w:p>
    <w:p w:rsidR="0062748B" w:rsidRDefault="0062748B" w:rsidP="0062748B">
      <w:r>
        <w:t xml:space="preserve">26.1.7       .         .        +INF       EPS       </w:t>
      </w:r>
    </w:p>
    <w:p w:rsidR="0062748B" w:rsidRDefault="0062748B" w:rsidP="0062748B">
      <w:r>
        <w:t xml:space="preserve">26.1.8       .         .        +INF       EPS       </w:t>
      </w:r>
    </w:p>
    <w:p w:rsidR="0062748B" w:rsidRDefault="0062748B" w:rsidP="0062748B">
      <w:r>
        <w:t xml:space="preserve">26.1.9       .         .        +INF       EPS       </w:t>
      </w:r>
    </w:p>
    <w:p w:rsidR="0062748B" w:rsidRDefault="0062748B" w:rsidP="0062748B">
      <w:r>
        <w:t xml:space="preserve">26.1.10      .         .        +INF       EPS       </w:t>
      </w:r>
    </w:p>
    <w:p w:rsidR="0062748B" w:rsidRDefault="0062748B" w:rsidP="0062748B">
      <w:r>
        <w:t xml:space="preserve">26.1.11      .         .        +INF       EPS       </w:t>
      </w:r>
    </w:p>
    <w:p w:rsidR="0062748B" w:rsidRDefault="0062748B" w:rsidP="0062748B">
      <w:r>
        <w:t xml:space="preserve">26.1.12      .         .        +INF       EPS       </w:t>
      </w:r>
    </w:p>
    <w:p w:rsidR="0062748B" w:rsidRDefault="0062748B" w:rsidP="0062748B">
      <w:r>
        <w:t xml:space="preserve">26.1.13      .         .        +INF       EPS       </w:t>
      </w:r>
    </w:p>
    <w:p w:rsidR="0062748B" w:rsidRDefault="0062748B" w:rsidP="0062748B">
      <w:r>
        <w:t xml:space="preserve">26.1.14      .         .        +INF       EPS       </w:t>
      </w:r>
    </w:p>
    <w:p w:rsidR="0062748B" w:rsidRDefault="0062748B" w:rsidP="0062748B">
      <w:r>
        <w:t xml:space="preserve">26.1.15      .         .        +INF       EPS       </w:t>
      </w:r>
    </w:p>
    <w:p w:rsidR="0062748B" w:rsidRDefault="0062748B" w:rsidP="0062748B">
      <w:r>
        <w:t xml:space="preserve">26.1.16      .         .        +INF       EPS       </w:t>
      </w:r>
    </w:p>
    <w:p w:rsidR="0062748B" w:rsidRDefault="0062748B" w:rsidP="0062748B">
      <w:r>
        <w:lastRenderedPageBreak/>
        <w:t xml:space="preserve">26.1.17      .         .        +INF       EPS       </w:t>
      </w:r>
    </w:p>
    <w:p w:rsidR="0062748B" w:rsidRDefault="0062748B" w:rsidP="0062748B">
      <w:r>
        <w:t xml:space="preserve">26.1.18      .         .        +INF       EPS       </w:t>
      </w:r>
    </w:p>
    <w:p w:rsidR="0062748B" w:rsidRDefault="0062748B" w:rsidP="0062748B">
      <w:r>
        <w:t xml:space="preserve">26.1.19      .         .        +INF       EPS       </w:t>
      </w:r>
    </w:p>
    <w:p w:rsidR="0062748B" w:rsidRDefault="0062748B" w:rsidP="0062748B">
      <w:r>
        <w:t xml:space="preserve">26.1.20      .         .        +INF       EPS       </w:t>
      </w:r>
    </w:p>
    <w:p w:rsidR="0062748B" w:rsidRDefault="0062748B" w:rsidP="0062748B">
      <w:r>
        <w:t xml:space="preserve">26.1.21      .         .        +INF       EPS       </w:t>
      </w:r>
    </w:p>
    <w:p w:rsidR="0062748B" w:rsidRDefault="0062748B" w:rsidP="0062748B">
      <w:r>
        <w:t xml:space="preserve">26.1.22      .         .        +INF       EPS       </w:t>
      </w:r>
    </w:p>
    <w:p w:rsidR="0062748B" w:rsidRDefault="0062748B" w:rsidP="0062748B">
      <w:r>
        <w:t xml:space="preserve">26.1.23      .         .        +INF       EPS       </w:t>
      </w:r>
    </w:p>
    <w:p w:rsidR="0062748B" w:rsidRDefault="0062748B" w:rsidP="0062748B">
      <w:r>
        <w:t xml:space="preserve">26.1.24      .         .        +INF       EPS       </w:t>
      </w:r>
    </w:p>
    <w:p w:rsidR="0062748B" w:rsidRDefault="0062748B" w:rsidP="0062748B">
      <w:r>
        <w:t xml:space="preserve">26.1.25      .         .        +INF       EPS       </w:t>
      </w:r>
    </w:p>
    <w:p w:rsidR="0062748B" w:rsidRDefault="0062748B" w:rsidP="0062748B">
      <w:r>
        <w:t xml:space="preserve">26.1.26      .         .        +INF       EPS       </w:t>
      </w:r>
    </w:p>
    <w:p w:rsidR="0062748B" w:rsidRDefault="0062748B" w:rsidP="0062748B">
      <w:r>
        <w:t xml:space="preserve">26.1.27      .         .        +INF       EPS       </w:t>
      </w:r>
    </w:p>
    <w:p w:rsidR="0062748B" w:rsidRDefault="0062748B" w:rsidP="0062748B">
      <w:r>
        <w:t xml:space="preserve">26.1.28      .         .        +INF       EPS       </w:t>
      </w:r>
    </w:p>
    <w:p w:rsidR="0062748B" w:rsidRDefault="0062748B" w:rsidP="0062748B">
      <w:r>
        <w:t xml:space="preserve">26.1.29      .         .        +INF       EPS       </w:t>
      </w:r>
    </w:p>
    <w:p w:rsidR="0062748B" w:rsidRDefault="0062748B" w:rsidP="0062748B">
      <w:r>
        <w:t xml:space="preserve">27.1.1       .         .        +INF       EPS       </w:t>
      </w:r>
    </w:p>
    <w:p w:rsidR="0062748B" w:rsidRDefault="0062748B" w:rsidP="0062748B">
      <w:r>
        <w:t xml:space="preserve">27.1.2       .         .        +INF       EPS       </w:t>
      </w:r>
    </w:p>
    <w:p w:rsidR="0062748B" w:rsidRDefault="0062748B" w:rsidP="0062748B">
      <w:r>
        <w:t xml:space="preserve">27.1.3       .         .        +INF       EPS       </w:t>
      </w:r>
    </w:p>
    <w:p w:rsidR="0062748B" w:rsidRDefault="0062748B" w:rsidP="0062748B">
      <w:r>
        <w:t xml:space="preserve">27.1.4       .         .        +INF       EPS       </w:t>
      </w:r>
    </w:p>
    <w:p w:rsidR="0062748B" w:rsidRDefault="0062748B" w:rsidP="0062748B">
      <w:r>
        <w:t xml:space="preserve">27.1.5       .         .        +INF       EPS       </w:t>
      </w:r>
    </w:p>
    <w:p w:rsidR="0062748B" w:rsidRDefault="0062748B" w:rsidP="0062748B">
      <w:r>
        <w:t xml:space="preserve">27.1.6       .         .        +INF       EPS       </w:t>
      </w:r>
    </w:p>
    <w:p w:rsidR="0062748B" w:rsidRDefault="0062748B" w:rsidP="0062748B">
      <w:r>
        <w:t xml:space="preserve">27.1.7       .         .        +INF       EPS       </w:t>
      </w:r>
    </w:p>
    <w:p w:rsidR="0062748B" w:rsidRDefault="0062748B" w:rsidP="0062748B">
      <w:r>
        <w:t xml:space="preserve">27.1.8       .         .        +INF       EPS       </w:t>
      </w:r>
    </w:p>
    <w:p w:rsidR="0062748B" w:rsidRDefault="0062748B" w:rsidP="0062748B">
      <w:r>
        <w:t xml:space="preserve">27.1.9       .         .        +INF       EPS       </w:t>
      </w:r>
    </w:p>
    <w:p w:rsidR="0062748B" w:rsidRDefault="0062748B" w:rsidP="0062748B">
      <w:r>
        <w:t xml:space="preserve">27.1.10      .         .        +INF       EPS       </w:t>
      </w:r>
    </w:p>
    <w:p w:rsidR="0062748B" w:rsidRDefault="0062748B" w:rsidP="0062748B">
      <w:r>
        <w:t xml:space="preserve">27.1.11      .         .        +INF       EPS       </w:t>
      </w:r>
    </w:p>
    <w:p w:rsidR="0062748B" w:rsidRDefault="0062748B" w:rsidP="0062748B">
      <w:r>
        <w:t xml:space="preserve">27.1.12      .         .        +INF       EPS       </w:t>
      </w:r>
    </w:p>
    <w:p w:rsidR="0062748B" w:rsidRDefault="0062748B" w:rsidP="0062748B">
      <w:r>
        <w:lastRenderedPageBreak/>
        <w:t xml:space="preserve">27.1.13      .         .        +INF       EPS       </w:t>
      </w:r>
    </w:p>
    <w:p w:rsidR="0062748B" w:rsidRDefault="0062748B" w:rsidP="0062748B">
      <w:r>
        <w:t xml:space="preserve">27.1.14      .         .        +INF       EPS       </w:t>
      </w:r>
    </w:p>
    <w:p w:rsidR="0062748B" w:rsidRDefault="0062748B" w:rsidP="0062748B">
      <w:r>
        <w:t xml:space="preserve">27.1.15      .         .        +INF       EPS       </w:t>
      </w:r>
    </w:p>
    <w:p w:rsidR="0062748B" w:rsidRDefault="0062748B" w:rsidP="0062748B">
      <w:r>
        <w:t xml:space="preserve">27.1.16      .         .        +INF       EPS       </w:t>
      </w:r>
    </w:p>
    <w:p w:rsidR="0062748B" w:rsidRDefault="0062748B" w:rsidP="0062748B">
      <w:r>
        <w:t xml:space="preserve">27.1.17      .         .        +INF       EPS       </w:t>
      </w:r>
    </w:p>
    <w:p w:rsidR="0062748B" w:rsidRDefault="0062748B" w:rsidP="0062748B">
      <w:r>
        <w:t xml:space="preserve">27.1.18      .         .        +INF       EPS       </w:t>
      </w:r>
    </w:p>
    <w:p w:rsidR="0062748B" w:rsidRDefault="0062748B" w:rsidP="0062748B">
      <w:r>
        <w:t xml:space="preserve">27.1.19      .         .        +INF       EPS       </w:t>
      </w:r>
    </w:p>
    <w:p w:rsidR="0062748B" w:rsidRDefault="0062748B" w:rsidP="0062748B">
      <w:r>
        <w:t xml:space="preserve">27.1.20      .         .        +INF       EPS       </w:t>
      </w:r>
    </w:p>
    <w:p w:rsidR="0062748B" w:rsidRDefault="0062748B" w:rsidP="0062748B">
      <w:r>
        <w:t xml:space="preserve">27.1.21      .         .        +INF       EPS       </w:t>
      </w:r>
    </w:p>
    <w:p w:rsidR="0062748B" w:rsidRDefault="0062748B" w:rsidP="0062748B">
      <w:r>
        <w:t xml:space="preserve">27.1.22      .         .        +INF       EPS       </w:t>
      </w:r>
    </w:p>
    <w:p w:rsidR="0062748B" w:rsidRDefault="0062748B" w:rsidP="0062748B">
      <w:r>
        <w:t xml:space="preserve">27.1.23      .         .        +INF       EPS       </w:t>
      </w:r>
    </w:p>
    <w:p w:rsidR="0062748B" w:rsidRDefault="0062748B" w:rsidP="0062748B">
      <w:r>
        <w:t xml:space="preserve">27.1.24      .         .        +INF       EPS       </w:t>
      </w:r>
    </w:p>
    <w:p w:rsidR="0062748B" w:rsidRDefault="0062748B" w:rsidP="0062748B">
      <w:r>
        <w:t xml:space="preserve">27.1.25      .         .        +INF       EPS       </w:t>
      </w:r>
    </w:p>
    <w:p w:rsidR="0062748B" w:rsidRDefault="0062748B" w:rsidP="0062748B">
      <w:r>
        <w:t xml:space="preserve">27.1.26      .         .        +INF       EPS       </w:t>
      </w:r>
    </w:p>
    <w:p w:rsidR="0062748B" w:rsidRDefault="0062748B" w:rsidP="0062748B">
      <w:r>
        <w:t xml:space="preserve">27.1.27      .         .        +INF       EPS       </w:t>
      </w:r>
    </w:p>
    <w:p w:rsidR="0062748B" w:rsidRDefault="0062748B" w:rsidP="0062748B">
      <w:r>
        <w:t xml:space="preserve">27.1.28      .         .        +INF       EPS       </w:t>
      </w:r>
    </w:p>
    <w:p w:rsidR="0062748B" w:rsidRDefault="0062748B" w:rsidP="0062748B">
      <w:r>
        <w:t xml:space="preserve">27.1.29      .         .        +INF       EPS       </w:t>
      </w:r>
    </w:p>
    <w:p w:rsidR="0062748B" w:rsidRDefault="0062748B" w:rsidP="0062748B">
      <w:r>
        <w:t xml:space="preserve">28.1.1       .         .        +INF       EPS       </w:t>
      </w:r>
    </w:p>
    <w:p w:rsidR="0062748B" w:rsidRDefault="0062748B" w:rsidP="0062748B">
      <w:r>
        <w:t xml:space="preserve">28.1.2       .         .        +INF       EPS       </w:t>
      </w:r>
    </w:p>
    <w:p w:rsidR="0062748B" w:rsidRDefault="0062748B" w:rsidP="0062748B">
      <w:r>
        <w:t xml:space="preserve">28.1.3       .         .        +INF       EPS       </w:t>
      </w:r>
    </w:p>
    <w:p w:rsidR="0062748B" w:rsidRDefault="0062748B" w:rsidP="0062748B">
      <w:r>
        <w:t xml:space="preserve">28.1.4       .         .        +INF       EPS       </w:t>
      </w:r>
    </w:p>
    <w:p w:rsidR="0062748B" w:rsidRDefault="0062748B" w:rsidP="0062748B">
      <w:r>
        <w:t xml:space="preserve">28.1.5       .         .        +INF       EPS       </w:t>
      </w:r>
    </w:p>
    <w:p w:rsidR="0062748B" w:rsidRDefault="0062748B" w:rsidP="0062748B">
      <w:r>
        <w:t xml:space="preserve">28.1.6       .         .        +INF       EPS       </w:t>
      </w:r>
    </w:p>
    <w:p w:rsidR="0062748B" w:rsidRDefault="0062748B" w:rsidP="0062748B">
      <w:r>
        <w:t xml:space="preserve">28.1.7       .         .        +INF       EPS       </w:t>
      </w:r>
    </w:p>
    <w:p w:rsidR="0062748B" w:rsidRDefault="0062748B" w:rsidP="0062748B">
      <w:r>
        <w:t xml:space="preserve">28.1.8       .         .        +INF       EPS       </w:t>
      </w:r>
    </w:p>
    <w:p w:rsidR="0062748B" w:rsidRDefault="0062748B" w:rsidP="0062748B">
      <w:r>
        <w:lastRenderedPageBreak/>
        <w:t xml:space="preserve">28.1.9       .         .        +INF       EPS       </w:t>
      </w:r>
    </w:p>
    <w:p w:rsidR="0062748B" w:rsidRDefault="0062748B" w:rsidP="0062748B">
      <w:r>
        <w:t xml:space="preserve">28.1.10      .         .        +INF       EPS       </w:t>
      </w:r>
    </w:p>
    <w:p w:rsidR="0062748B" w:rsidRDefault="0062748B" w:rsidP="0062748B">
      <w:r>
        <w:t xml:space="preserve">28.1.11      .         .        +INF       EPS       </w:t>
      </w:r>
    </w:p>
    <w:p w:rsidR="0062748B" w:rsidRDefault="0062748B" w:rsidP="0062748B">
      <w:r>
        <w:t xml:space="preserve">28.1.12      .         .        +INF       EPS       </w:t>
      </w:r>
    </w:p>
    <w:p w:rsidR="0062748B" w:rsidRDefault="0062748B" w:rsidP="0062748B">
      <w:r>
        <w:t xml:space="preserve">28.1.13      .         .        +INF       EPS       </w:t>
      </w:r>
    </w:p>
    <w:p w:rsidR="0062748B" w:rsidRDefault="0062748B" w:rsidP="0062748B">
      <w:r>
        <w:t xml:space="preserve">28.1.14      .         .        +INF       EPS       </w:t>
      </w:r>
    </w:p>
    <w:p w:rsidR="0062748B" w:rsidRDefault="0062748B" w:rsidP="0062748B">
      <w:r>
        <w:t xml:space="preserve">28.1.15      .         .        +INF       EPS       </w:t>
      </w:r>
    </w:p>
    <w:p w:rsidR="0062748B" w:rsidRDefault="0062748B" w:rsidP="0062748B">
      <w:r>
        <w:t xml:space="preserve">28.1.16      .         .        +INF       EPS       </w:t>
      </w:r>
    </w:p>
    <w:p w:rsidR="0062748B" w:rsidRDefault="0062748B" w:rsidP="0062748B">
      <w:r>
        <w:t xml:space="preserve">28.1.17      .         .        +INF       EPS       </w:t>
      </w:r>
    </w:p>
    <w:p w:rsidR="0062748B" w:rsidRDefault="0062748B" w:rsidP="0062748B">
      <w:r>
        <w:t xml:space="preserve">28.1.18      .         .        +INF       EPS       </w:t>
      </w:r>
    </w:p>
    <w:p w:rsidR="0062748B" w:rsidRDefault="0062748B" w:rsidP="0062748B">
      <w:r>
        <w:t xml:space="preserve">28.1.19      .         .        +INF       EPS       </w:t>
      </w:r>
    </w:p>
    <w:p w:rsidR="0062748B" w:rsidRDefault="0062748B" w:rsidP="0062748B">
      <w:r>
        <w:t xml:space="preserve">28.1.20      .         .        +INF       EPS       </w:t>
      </w:r>
    </w:p>
    <w:p w:rsidR="0062748B" w:rsidRDefault="0062748B" w:rsidP="0062748B">
      <w:r>
        <w:t xml:space="preserve">28.1.21      .         .        +INF       EPS       </w:t>
      </w:r>
    </w:p>
    <w:p w:rsidR="0062748B" w:rsidRDefault="0062748B" w:rsidP="0062748B">
      <w:r>
        <w:t xml:space="preserve">28.1.22      .         .        +INF       EPS       </w:t>
      </w:r>
    </w:p>
    <w:p w:rsidR="0062748B" w:rsidRDefault="0062748B" w:rsidP="0062748B">
      <w:r>
        <w:t xml:space="preserve">28.1.23      .         .        +INF       EPS       </w:t>
      </w:r>
    </w:p>
    <w:p w:rsidR="0062748B" w:rsidRDefault="0062748B" w:rsidP="0062748B">
      <w:r>
        <w:t xml:space="preserve">28.1.24      .         .        +INF       EPS       </w:t>
      </w:r>
    </w:p>
    <w:p w:rsidR="0062748B" w:rsidRDefault="0062748B" w:rsidP="0062748B">
      <w:r>
        <w:t xml:space="preserve">28.1.25      .         .        +INF       EPS       </w:t>
      </w:r>
    </w:p>
    <w:p w:rsidR="0062748B" w:rsidRDefault="0062748B" w:rsidP="0062748B">
      <w:r>
        <w:t xml:space="preserve">28.1.26      .         .        +INF       EPS       </w:t>
      </w:r>
    </w:p>
    <w:p w:rsidR="0062748B" w:rsidRDefault="0062748B" w:rsidP="0062748B">
      <w:r>
        <w:t xml:space="preserve">28.1.27      .         .        +INF       EPS       </w:t>
      </w:r>
    </w:p>
    <w:p w:rsidR="0062748B" w:rsidRDefault="0062748B" w:rsidP="0062748B">
      <w:r>
        <w:t xml:space="preserve">28.1.28      .         .        +INF       EPS       </w:t>
      </w:r>
    </w:p>
    <w:p w:rsidR="0062748B" w:rsidRDefault="0062748B" w:rsidP="0062748B">
      <w:r>
        <w:t xml:space="preserve">28.1.29      .         .        +INF       EPS       </w:t>
      </w:r>
    </w:p>
    <w:p w:rsidR="0062748B" w:rsidRDefault="0062748B" w:rsidP="0062748B">
      <w:r>
        <w:t xml:space="preserve">29.1.1       .         .        +INF       EPS       </w:t>
      </w:r>
    </w:p>
    <w:p w:rsidR="0062748B" w:rsidRDefault="0062748B" w:rsidP="0062748B">
      <w:r>
        <w:t xml:space="preserve">29.1.2       .         .        +INF       EPS       </w:t>
      </w:r>
    </w:p>
    <w:p w:rsidR="0062748B" w:rsidRDefault="0062748B" w:rsidP="0062748B">
      <w:r>
        <w:t xml:space="preserve">29.1.3       .         .        +INF       EPS       </w:t>
      </w:r>
    </w:p>
    <w:p w:rsidR="0062748B" w:rsidRDefault="0062748B" w:rsidP="0062748B">
      <w:r>
        <w:t xml:space="preserve">29.1.4       .         .        +INF       EPS       </w:t>
      </w:r>
    </w:p>
    <w:p w:rsidR="0062748B" w:rsidRDefault="0062748B" w:rsidP="0062748B">
      <w:r>
        <w:lastRenderedPageBreak/>
        <w:t xml:space="preserve">29.1.5       .         .        +INF       EPS       </w:t>
      </w:r>
    </w:p>
    <w:p w:rsidR="0062748B" w:rsidRDefault="0062748B" w:rsidP="0062748B">
      <w:r>
        <w:t xml:space="preserve">29.1.6       .         .        +INF       EPS       </w:t>
      </w:r>
    </w:p>
    <w:p w:rsidR="0062748B" w:rsidRDefault="0062748B" w:rsidP="0062748B">
      <w:r>
        <w:t xml:space="preserve">29.1.7       .         .        +INF       EPS       </w:t>
      </w:r>
    </w:p>
    <w:p w:rsidR="0062748B" w:rsidRDefault="0062748B" w:rsidP="0062748B">
      <w:r>
        <w:t xml:space="preserve">29.1.8       .         .        +INF       EPS       </w:t>
      </w:r>
    </w:p>
    <w:p w:rsidR="0062748B" w:rsidRDefault="0062748B" w:rsidP="0062748B">
      <w:r>
        <w:t xml:space="preserve">29.1.9       .         .        +INF       EPS       </w:t>
      </w:r>
    </w:p>
    <w:p w:rsidR="0062748B" w:rsidRDefault="0062748B" w:rsidP="0062748B">
      <w:r>
        <w:t xml:space="preserve">29.1.10      .         .        +INF       EPS       </w:t>
      </w:r>
    </w:p>
    <w:p w:rsidR="0062748B" w:rsidRDefault="0062748B" w:rsidP="0062748B">
      <w:r>
        <w:t xml:space="preserve">29.1.11      .         .        +INF       EPS       </w:t>
      </w:r>
    </w:p>
    <w:p w:rsidR="0062748B" w:rsidRDefault="0062748B" w:rsidP="0062748B">
      <w:r>
        <w:t xml:space="preserve">29.1.12      .         .        +INF       EPS       </w:t>
      </w:r>
    </w:p>
    <w:p w:rsidR="0062748B" w:rsidRDefault="0062748B" w:rsidP="0062748B">
      <w:r>
        <w:t xml:space="preserve">29.1.13      .         .        +INF       EPS       </w:t>
      </w:r>
    </w:p>
    <w:p w:rsidR="0062748B" w:rsidRDefault="0062748B" w:rsidP="0062748B">
      <w:r>
        <w:t xml:space="preserve">29.1.14      .         .        +INF       EPS       </w:t>
      </w:r>
    </w:p>
    <w:p w:rsidR="0062748B" w:rsidRDefault="0062748B" w:rsidP="0062748B">
      <w:r>
        <w:t xml:space="preserve">29.1.15      .         .        +INF       EPS       </w:t>
      </w:r>
    </w:p>
    <w:p w:rsidR="0062748B" w:rsidRDefault="0062748B" w:rsidP="0062748B">
      <w:r>
        <w:t xml:space="preserve">29.1.16      .         .        +INF       EPS       </w:t>
      </w:r>
    </w:p>
    <w:p w:rsidR="0062748B" w:rsidRDefault="0062748B" w:rsidP="0062748B">
      <w:r>
        <w:t xml:space="preserve">29.1.17      .         .        +INF       EPS       </w:t>
      </w:r>
    </w:p>
    <w:p w:rsidR="0062748B" w:rsidRDefault="0062748B" w:rsidP="0062748B">
      <w:r>
        <w:t xml:space="preserve">29.1.18      .         .        +INF       EPS       </w:t>
      </w:r>
    </w:p>
    <w:p w:rsidR="0062748B" w:rsidRDefault="0062748B" w:rsidP="0062748B">
      <w:r>
        <w:t xml:space="preserve">29.1.19      .         .        +INF       EPS       </w:t>
      </w:r>
    </w:p>
    <w:p w:rsidR="0062748B" w:rsidRDefault="0062748B" w:rsidP="0062748B">
      <w:r>
        <w:t xml:space="preserve">29.1.20      .         .        +INF       EPS       </w:t>
      </w:r>
    </w:p>
    <w:p w:rsidR="0062748B" w:rsidRDefault="0062748B" w:rsidP="0062748B">
      <w:r>
        <w:t xml:space="preserve">29.1.21      .         .        +INF       EPS       </w:t>
      </w:r>
    </w:p>
    <w:p w:rsidR="0062748B" w:rsidRDefault="0062748B" w:rsidP="0062748B">
      <w:r>
        <w:t xml:space="preserve">29.1.22      .         .        +INF       EPS       </w:t>
      </w:r>
    </w:p>
    <w:p w:rsidR="0062748B" w:rsidRDefault="0062748B" w:rsidP="0062748B">
      <w:r>
        <w:t xml:space="preserve">29.1.23      .         .        +INF       EPS       </w:t>
      </w:r>
    </w:p>
    <w:p w:rsidR="0062748B" w:rsidRDefault="0062748B" w:rsidP="0062748B">
      <w:r>
        <w:t xml:space="preserve">29.1.24      .         .        +INF       EPS       </w:t>
      </w:r>
    </w:p>
    <w:p w:rsidR="0062748B" w:rsidRDefault="0062748B" w:rsidP="0062748B">
      <w:r>
        <w:t xml:space="preserve">29.1.25      .         .        +INF       EPS       </w:t>
      </w:r>
    </w:p>
    <w:p w:rsidR="0062748B" w:rsidRDefault="0062748B" w:rsidP="0062748B">
      <w:r>
        <w:t xml:space="preserve">29.1.26      .         .        +INF       EPS       </w:t>
      </w:r>
    </w:p>
    <w:p w:rsidR="0062748B" w:rsidRDefault="0062748B" w:rsidP="0062748B">
      <w:r>
        <w:t xml:space="preserve">29.1.27      .         .        +INF       EPS       </w:t>
      </w:r>
    </w:p>
    <w:p w:rsidR="0062748B" w:rsidRDefault="0062748B" w:rsidP="0062748B">
      <w:r>
        <w:t xml:space="preserve">29.1.28      .         .        +INF       EPS       </w:t>
      </w:r>
    </w:p>
    <w:p w:rsidR="0062748B" w:rsidRDefault="0062748B" w:rsidP="0062748B">
      <w:r>
        <w:t xml:space="preserve">29.1.29      .         .        +INF       EPS       </w:t>
      </w:r>
    </w:p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VAR OptObject~     -INF       .        +INF       .         </w:t>
      </w:r>
    </w:p>
    <w:p w:rsidR="0062748B" w:rsidRDefault="0062748B" w:rsidP="0062748B"/>
    <w:p w:rsidR="0062748B" w:rsidRDefault="0062748B" w:rsidP="0062748B">
      <w:r>
        <w:t xml:space="preserve">  OptObjective  Objective function for the Optimality problem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**** REPORT SUMMARY :        0     NONOPT</w:t>
      </w:r>
    </w:p>
    <w:p w:rsidR="0062748B" w:rsidRDefault="0062748B" w:rsidP="0062748B">
      <w:r>
        <w:t xml:space="preserve">                             0 INFEASIBLE</w:t>
      </w:r>
    </w:p>
    <w:p w:rsidR="0062748B" w:rsidRDefault="0062748B" w:rsidP="0062748B">
      <w:r>
        <w:t xml:space="preserve">                             0  UNBOUNDED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76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OptObj  =E=  Objective function for the optimality problem</w:t>
      </w:r>
    </w:p>
    <w:p w:rsidR="0062748B" w:rsidRDefault="0062748B" w:rsidP="0062748B"/>
    <w:p w:rsidR="0062748B" w:rsidRDefault="0062748B" w:rsidP="0062748B">
      <w:r>
        <w:t>OptObj..  OptObjective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Optconst1  =L=  Constraint for the optimality problem</w:t>
      </w:r>
    </w:p>
    <w:p w:rsidR="0062748B" w:rsidRDefault="0062748B" w:rsidP="0062748B"/>
    <w:p w:rsidR="0062748B" w:rsidRDefault="0062748B" w:rsidP="0062748B">
      <w:r>
        <w:t>Optconst1(1,1,1)..  pi(1,1,1)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Optconst1(1,1,2)..  pi(1,1,2)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Optconst1(1,1,3)..  pi(1,1,3)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77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pi  simplex variable (one in number)</w:t>
      </w:r>
    </w:p>
    <w:p w:rsidR="0062748B" w:rsidRDefault="0062748B" w:rsidP="0062748B"/>
    <w:p w:rsidR="0062748B" w:rsidRDefault="0062748B" w:rsidP="0062748B">
      <w:r>
        <w:t>pi(1,1,1)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Optconst1(1,1,1)</w:t>
      </w:r>
    </w:p>
    <w:p w:rsidR="0062748B" w:rsidRDefault="0062748B" w:rsidP="0062748B"/>
    <w:p w:rsidR="0062748B" w:rsidRDefault="0062748B" w:rsidP="0062748B">
      <w:r>
        <w:t>pi(1,1,2)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Optconst1(1,1,2)</w:t>
      </w:r>
    </w:p>
    <w:p w:rsidR="0062748B" w:rsidRDefault="0062748B" w:rsidP="0062748B"/>
    <w:p w:rsidR="0062748B" w:rsidRDefault="0062748B" w:rsidP="0062748B">
      <w:r>
        <w:t>pi(1,1,3)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Optconst1(1,1,3)</w:t>
      </w:r>
    </w:p>
    <w:p w:rsidR="0062748B" w:rsidRDefault="0062748B" w:rsidP="0062748B"/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t>---- OptObjective  Objective function for the Optimality problem</w:t>
      </w:r>
    </w:p>
    <w:p w:rsidR="0062748B" w:rsidRDefault="0062748B" w:rsidP="0062748B"/>
    <w:p w:rsidR="0062748B" w:rsidRDefault="0062748B" w:rsidP="0062748B">
      <w:r>
        <w:t>OptObjective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lastRenderedPageBreak/>
        <w:t xml:space="preserve">        1       OptObj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78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8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 2     SINGLE EQUATIONS          842</w:t>
      </w:r>
    </w:p>
    <w:p w:rsidR="0062748B" w:rsidRDefault="0062748B" w:rsidP="0062748B">
      <w:r>
        <w:t>BLOCKS OF VARIABLES           2     SINGLE VARIABLES          842</w:t>
      </w:r>
    </w:p>
    <w:p w:rsidR="0062748B" w:rsidRDefault="0062748B" w:rsidP="0062748B">
      <w:r>
        <w:t>NON ZERO ELEMENTS           842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0.015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0.015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8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79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Optimality          OBJECTIVE  OptObjective</w:t>
      </w:r>
    </w:p>
    <w:p w:rsidR="0062748B" w:rsidRDefault="0062748B" w:rsidP="0062748B">
      <w:r>
        <w:t xml:space="preserve">     TYPE    LP                  DIRECTION  MAXIMIZE</w:t>
      </w:r>
    </w:p>
    <w:p w:rsidR="0062748B" w:rsidRDefault="0062748B" w:rsidP="0062748B">
      <w:r>
        <w:t xml:space="preserve">     SOLVER  CPLEX               FROM LINE  936</w:t>
      </w:r>
    </w:p>
    <w:p w:rsidR="0062748B" w:rsidRDefault="0062748B" w:rsidP="0062748B"/>
    <w:p w:rsidR="0062748B" w:rsidRDefault="0062748B" w:rsidP="0062748B">
      <w:r>
        <w:t xml:space="preserve">**** SOLVER STATUS     1 Normal Completion         </w:t>
      </w:r>
    </w:p>
    <w:p w:rsidR="0062748B" w:rsidRDefault="0062748B" w:rsidP="0062748B">
      <w:r>
        <w:t xml:space="preserve">**** MODEL STATUS      1 Optimal                   </w:t>
      </w:r>
    </w:p>
    <w:p w:rsidR="0062748B" w:rsidRDefault="0062748B" w:rsidP="0062748B">
      <w:r>
        <w:t>**** OBJECTIVE VALUE                0.0000</w:t>
      </w:r>
    </w:p>
    <w:p w:rsidR="0062748B" w:rsidRDefault="0062748B" w:rsidP="0062748B"/>
    <w:p w:rsidR="0062748B" w:rsidRDefault="0062748B" w:rsidP="0062748B">
      <w:r>
        <w:t xml:space="preserve"> RESOURCE USAGE, LIMIT          0.015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/>
    <w:p w:rsidR="0062748B" w:rsidRDefault="0062748B" w:rsidP="0062748B">
      <w:r>
        <w:t xml:space="preserve">IBM ILOG CPLEX   24.1.3 r41464 Released Jul 26, 2013 WEI x86_64/MS Windows    </w:t>
      </w:r>
    </w:p>
    <w:p w:rsidR="0062748B" w:rsidRDefault="0062748B" w:rsidP="0062748B">
      <w:r>
        <w:t>--- GAMS/Cplex licensed for continuous and discrete problems.</w:t>
      </w:r>
    </w:p>
    <w:p w:rsidR="0062748B" w:rsidRDefault="0062748B" w:rsidP="0062748B">
      <w:r>
        <w:t>Cplex 12.5.1.0</w:t>
      </w:r>
    </w:p>
    <w:p w:rsidR="0062748B" w:rsidRDefault="0062748B" w:rsidP="0062748B"/>
    <w:p w:rsidR="0062748B" w:rsidRDefault="0062748B" w:rsidP="0062748B">
      <w:r>
        <w:t>LP status(1): optimal</w:t>
      </w:r>
    </w:p>
    <w:p w:rsidR="0062748B" w:rsidRDefault="0062748B" w:rsidP="0062748B">
      <w:r>
        <w:t>Cplex Time: 0.00sec (det. 0.46 ticks)</w:t>
      </w:r>
    </w:p>
    <w:p w:rsidR="0062748B" w:rsidRDefault="0062748B" w:rsidP="0062748B">
      <w:r>
        <w:t>Optimal solution found.</w:t>
      </w:r>
    </w:p>
    <w:p w:rsidR="0062748B" w:rsidRDefault="0062748B" w:rsidP="0062748B">
      <w:r>
        <w:lastRenderedPageBreak/>
        <w:t>Objective :           0.000000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EQU OptObj          .         .         .        1.000      </w:t>
      </w:r>
    </w:p>
    <w:p w:rsidR="0062748B" w:rsidRDefault="0062748B" w:rsidP="0062748B"/>
    <w:p w:rsidR="0062748B" w:rsidRDefault="0062748B" w:rsidP="0062748B">
      <w:r>
        <w:t xml:space="preserve">  OptObj  Objective function for the optimality problem</w:t>
      </w:r>
    </w:p>
    <w:p w:rsidR="0062748B" w:rsidRDefault="0062748B" w:rsidP="0062748B"/>
    <w:p w:rsidR="0062748B" w:rsidRDefault="0062748B" w:rsidP="0062748B">
      <w:r>
        <w:t>---- EQU Optconst1  Constraint for the optimality problem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-INF       .        1.000      .         </w:t>
      </w:r>
    </w:p>
    <w:p w:rsidR="0062748B" w:rsidRDefault="0062748B" w:rsidP="0062748B">
      <w:r>
        <w:t xml:space="preserve">1 .1.2      -INF       .        1.000      .         </w:t>
      </w:r>
    </w:p>
    <w:p w:rsidR="0062748B" w:rsidRDefault="0062748B" w:rsidP="0062748B">
      <w:r>
        <w:t xml:space="preserve">1 .1.3      -INF       .        1.000      .         </w:t>
      </w:r>
    </w:p>
    <w:p w:rsidR="0062748B" w:rsidRDefault="0062748B" w:rsidP="0062748B">
      <w:r>
        <w:t xml:space="preserve">1 .1.4      -INF       .        1.000      .         </w:t>
      </w:r>
    </w:p>
    <w:p w:rsidR="0062748B" w:rsidRDefault="0062748B" w:rsidP="0062748B">
      <w:r>
        <w:t xml:space="preserve">1 .1.5      -INF       .        1.000      .         </w:t>
      </w:r>
    </w:p>
    <w:p w:rsidR="0062748B" w:rsidRDefault="0062748B" w:rsidP="0062748B">
      <w:r>
        <w:t xml:space="preserve">1 .1.6      -INF       .        1.000      .         </w:t>
      </w:r>
    </w:p>
    <w:p w:rsidR="0062748B" w:rsidRDefault="0062748B" w:rsidP="0062748B">
      <w:r>
        <w:t xml:space="preserve">1 .1.7      -INF       .        1.000      .         </w:t>
      </w:r>
    </w:p>
    <w:p w:rsidR="0062748B" w:rsidRDefault="0062748B" w:rsidP="0062748B">
      <w:r>
        <w:t xml:space="preserve">1 .1.8      -INF       .        1.000      .         </w:t>
      </w:r>
    </w:p>
    <w:p w:rsidR="0062748B" w:rsidRDefault="0062748B" w:rsidP="0062748B">
      <w:r>
        <w:t xml:space="preserve">1 .1.9      -INF       .        1.000      .         </w:t>
      </w:r>
    </w:p>
    <w:p w:rsidR="0062748B" w:rsidRDefault="0062748B" w:rsidP="0062748B">
      <w:r>
        <w:t xml:space="preserve">1 .1.10     -INF       .        1.000      .         </w:t>
      </w:r>
    </w:p>
    <w:p w:rsidR="0062748B" w:rsidRDefault="0062748B" w:rsidP="0062748B">
      <w:r>
        <w:t xml:space="preserve">1 .1.11     -INF       .        1.000      .         </w:t>
      </w:r>
    </w:p>
    <w:p w:rsidR="0062748B" w:rsidRDefault="0062748B" w:rsidP="0062748B">
      <w:r>
        <w:t xml:space="preserve">1 .1.12     -INF       .        1.000      .         </w:t>
      </w:r>
    </w:p>
    <w:p w:rsidR="0062748B" w:rsidRDefault="0062748B" w:rsidP="0062748B">
      <w:r>
        <w:lastRenderedPageBreak/>
        <w:t xml:space="preserve">1 .1.13     -INF       .        1.000      .         </w:t>
      </w:r>
    </w:p>
    <w:p w:rsidR="0062748B" w:rsidRDefault="0062748B" w:rsidP="0062748B">
      <w:r>
        <w:t xml:space="preserve">1 .1.14     -INF       .        1.000      .         </w:t>
      </w:r>
    </w:p>
    <w:p w:rsidR="0062748B" w:rsidRDefault="0062748B" w:rsidP="0062748B">
      <w:r>
        <w:t xml:space="preserve">1 .1.15     -INF       .        1.000      .         </w:t>
      </w:r>
    </w:p>
    <w:p w:rsidR="0062748B" w:rsidRDefault="0062748B" w:rsidP="0062748B">
      <w:r>
        <w:t xml:space="preserve">1 .1.16     -INF       .        1.000      .         </w:t>
      </w:r>
    </w:p>
    <w:p w:rsidR="0062748B" w:rsidRDefault="0062748B" w:rsidP="0062748B">
      <w:r>
        <w:t xml:space="preserve">1 .1.17     -INF       .        1.000      .         </w:t>
      </w:r>
    </w:p>
    <w:p w:rsidR="0062748B" w:rsidRDefault="0062748B" w:rsidP="0062748B">
      <w:r>
        <w:t xml:space="preserve">1 .1.18     -INF       .        1.000      .         </w:t>
      </w:r>
    </w:p>
    <w:p w:rsidR="0062748B" w:rsidRDefault="0062748B" w:rsidP="0062748B">
      <w:r>
        <w:t xml:space="preserve">1 .1.19     -INF       .        1.000      .         </w:t>
      </w:r>
    </w:p>
    <w:p w:rsidR="0062748B" w:rsidRDefault="0062748B" w:rsidP="0062748B">
      <w:r>
        <w:t xml:space="preserve">1 .1.20     -INF       .        1.000      .         </w:t>
      </w:r>
    </w:p>
    <w:p w:rsidR="0062748B" w:rsidRDefault="0062748B" w:rsidP="0062748B">
      <w:r>
        <w:t xml:space="preserve">1 .1.21     -INF       .        1.000      .         </w:t>
      </w:r>
    </w:p>
    <w:p w:rsidR="0062748B" w:rsidRDefault="0062748B" w:rsidP="0062748B">
      <w:r>
        <w:t xml:space="preserve">1 .1.22     -INF       .        1.000      .         </w:t>
      </w:r>
    </w:p>
    <w:p w:rsidR="0062748B" w:rsidRDefault="0062748B" w:rsidP="0062748B">
      <w:r>
        <w:t xml:space="preserve">1 .1.23     -INF       .        1.000      .         </w:t>
      </w:r>
    </w:p>
    <w:p w:rsidR="0062748B" w:rsidRDefault="0062748B" w:rsidP="0062748B">
      <w:r>
        <w:t xml:space="preserve">1 .1.24     -INF       .        1.000      .         </w:t>
      </w:r>
    </w:p>
    <w:p w:rsidR="0062748B" w:rsidRDefault="0062748B" w:rsidP="0062748B">
      <w:r>
        <w:t xml:space="preserve">1 .1.25     -INF       .        1.000      .         </w:t>
      </w:r>
    </w:p>
    <w:p w:rsidR="0062748B" w:rsidRDefault="0062748B" w:rsidP="0062748B">
      <w:r>
        <w:t xml:space="preserve">1 .1.26     -INF       .        1.000      .         </w:t>
      </w:r>
    </w:p>
    <w:p w:rsidR="0062748B" w:rsidRDefault="0062748B" w:rsidP="0062748B">
      <w:r>
        <w:t xml:space="preserve">1 .1.27     -INF       .        1.000      .         </w:t>
      </w:r>
    </w:p>
    <w:p w:rsidR="0062748B" w:rsidRDefault="0062748B" w:rsidP="0062748B">
      <w:r>
        <w:t xml:space="preserve">1 .1.28     -INF       .        1.000      .         </w:t>
      </w:r>
    </w:p>
    <w:p w:rsidR="0062748B" w:rsidRDefault="0062748B" w:rsidP="0062748B">
      <w:r>
        <w:t xml:space="preserve">1 .1.29     -INF       .        1.000      .         </w:t>
      </w:r>
    </w:p>
    <w:p w:rsidR="0062748B" w:rsidRDefault="0062748B" w:rsidP="0062748B">
      <w:r>
        <w:t xml:space="preserve">2 .1.1      -INF       .        1.000      .         </w:t>
      </w:r>
    </w:p>
    <w:p w:rsidR="0062748B" w:rsidRDefault="0062748B" w:rsidP="0062748B">
      <w:r>
        <w:t xml:space="preserve">2 .1.2      -INF       .        1.000      .         </w:t>
      </w:r>
    </w:p>
    <w:p w:rsidR="0062748B" w:rsidRDefault="0062748B" w:rsidP="0062748B">
      <w:r>
        <w:t xml:space="preserve">2 .1.3      -INF       .        1.000      .         </w:t>
      </w:r>
    </w:p>
    <w:p w:rsidR="0062748B" w:rsidRDefault="0062748B" w:rsidP="0062748B">
      <w:r>
        <w:t xml:space="preserve">2 .1.4      -INF       .        1.000      .         </w:t>
      </w:r>
    </w:p>
    <w:p w:rsidR="0062748B" w:rsidRDefault="0062748B" w:rsidP="0062748B">
      <w:r>
        <w:t xml:space="preserve">2 .1.5      -INF       .        1.000      .         </w:t>
      </w:r>
    </w:p>
    <w:p w:rsidR="0062748B" w:rsidRDefault="0062748B" w:rsidP="0062748B">
      <w:r>
        <w:t xml:space="preserve">2 .1.6      -INF       .        1.000      .         </w:t>
      </w:r>
    </w:p>
    <w:p w:rsidR="0062748B" w:rsidRDefault="0062748B" w:rsidP="0062748B">
      <w:r>
        <w:t xml:space="preserve">2 .1.7      -INF       .        1.000      .         </w:t>
      </w:r>
    </w:p>
    <w:p w:rsidR="0062748B" w:rsidRDefault="0062748B" w:rsidP="0062748B">
      <w:r>
        <w:t xml:space="preserve">2 .1.8      -INF       .        1.000      .         </w:t>
      </w:r>
    </w:p>
    <w:p w:rsidR="0062748B" w:rsidRDefault="0062748B" w:rsidP="0062748B">
      <w:r>
        <w:lastRenderedPageBreak/>
        <w:t xml:space="preserve">2 .1.9      -INF       .        1.000      .         </w:t>
      </w:r>
    </w:p>
    <w:p w:rsidR="0062748B" w:rsidRDefault="0062748B" w:rsidP="0062748B">
      <w:r>
        <w:t xml:space="preserve">2 .1.10     -INF       .        1.000      .         </w:t>
      </w:r>
    </w:p>
    <w:p w:rsidR="0062748B" w:rsidRDefault="0062748B" w:rsidP="0062748B">
      <w:r>
        <w:t xml:space="preserve">2 .1.11     -INF       .        1.000      .         </w:t>
      </w:r>
    </w:p>
    <w:p w:rsidR="0062748B" w:rsidRDefault="0062748B" w:rsidP="0062748B">
      <w:r>
        <w:t xml:space="preserve">2 .1.12     -INF       .        1.000      .         </w:t>
      </w:r>
    </w:p>
    <w:p w:rsidR="0062748B" w:rsidRDefault="0062748B" w:rsidP="0062748B">
      <w:r>
        <w:t xml:space="preserve">2 .1.13     -INF       .        1.000      .         </w:t>
      </w:r>
    </w:p>
    <w:p w:rsidR="0062748B" w:rsidRDefault="0062748B" w:rsidP="0062748B">
      <w:r>
        <w:t xml:space="preserve">2 .1.14     -INF       .        1.000      .         </w:t>
      </w:r>
    </w:p>
    <w:p w:rsidR="0062748B" w:rsidRDefault="0062748B" w:rsidP="0062748B">
      <w:r>
        <w:t xml:space="preserve">2 .1.15     -INF       .        1.000      .         </w:t>
      </w:r>
    </w:p>
    <w:p w:rsidR="0062748B" w:rsidRDefault="0062748B" w:rsidP="0062748B">
      <w:r>
        <w:t xml:space="preserve">2 .1.16     -INF       .        1.000      .         </w:t>
      </w:r>
    </w:p>
    <w:p w:rsidR="0062748B" w:rsidRDefault="0062748B" w:rsidP="0062748B">
      <w:r>
        <w:t xml:space="preserve">2 .1.17     -INF       .        1.000      .         </w:t>
      </w:r>
    </w:p>
    <w:p w:rsidR="0062748B" w:rsidRDefault="0062748B" w:rsidP="0062748B">
      <w:r>
        <w:t xml:space="preserve">2 .1.18     -INF       .        1.000      .         </w:t>
      </w:r>
    </w:p>
    <w:p w:rsidR="0062748B" w:rsidRDefault="0062748B" w:rsidP="0062748B">
      <w:r>
        <w:t xml:space="preserve">2 .1.19     -INF       .        1.000      .         </w:t>
      </w:r>
    </w:p>
    <w:p w:rsidR="0062748B" w:rsidRDefault="0062748B" w:rsidP="0062748B">
      <w:r>
        <w:t xml:space="preserve">2 .1.20     -INF       .        1.000      .         </w:t>
      </w:r>
    </w:p>
    <w:p w:rsidR="0062748B" w:rsidRDefault="0062748B" w:rsidP="0062748B">
      <w:r>
        <w:t xml:space="preserve">2 .1.21     -INF       .        1.000      .         </w:t>
      </w:r>
    </w:p>
    <w:p w:rsidR="0062748B" w:rsidRDefault="0062748B" w:rsidP="0062748B">
      <w:r>
        <w:t xml:space="preserve">2 .1.22     -INF       .        1.000      .         </w:t>
      </w:r>
    </w:p>
    <w:p w:rsidR="0062748B" w:rsidRDefault="0062748B" w:rsidP="0062748B">
      <w:r>
        <w:t xml:space="preserve">2 .1.23     -INF       .        1.000      .         </w:t>
      </w:r>
    </w:p>
    <w:p w:rsidR="0062748B" w:rsidRDefault="0062748B" w:rsidP="0062748B">
      <w:r>
        <w:t xml:space="preserve">2 .1.24     -INF       .        1.000      .         </w:t>
      </w:r>
    </w:p>
    <w:p w:rsidR="0062748B" w:rsidRDefault="0062748B" w:rsidP="0062748B">
      <w:r>
        <w:t xml:space="preserve">2 .1.25     -INF       .        1.000      .         </w:t>
      </w:r>
    </w:p>
    <w:p w:rsidR="0062748B" w:rsidRDefault="0062748B" w:rsidP="0062748B">
      <w:r>
        <w:t xml:space="preserve">2 .1.26     -INF       .        1.000      .         </w:t>
      </w:r>
    </w:p>
    <w:p w:rsidR="0062748B" w:rsidRDefault="0062748B" w:rsidP="0062748B">
      <w:r>
        <w:t xml:space="preserve">2 .1.27     -INF       .        1.000      .         </w:t>
      </w:r>
    </w:p>
    <w:p w:rsidR="0062748B" w:rsidRDefault="0062748B" w:rsidP="0062748B">
      <w:r>
        <w:t xml:space="preserve">2 .1.28     -INF       .        1.000      .         </w:t>
      </w:r>
    </w:p>
    <w:p w:rsidR="0062748B" w:rsidRDefault="0062748B" w:rsidP="0062748B">
      <w:r>
        <w:t xml:space="preserve">2 .1.29     -INF       .        1.000      .         </w:t>
      </w:r>
    </w:p>
    <w:p w:rsidR="0062748B" w:rsidRDefault="0062748B" w:rsidP="0062748B">
      <w:r>
        <w:t xml:space="preserve">3 .1.1      -INF       .        1.000      .         </w:t>
      </w:r>
    </w:p>
    <w:p w:rsidR="0062748B" w:rsidRDefault="0062748B" w:rsidP="0062748B">
      <w:r>
        <w:t xml:space="preserve">3 .1.2      -INF       .        1.000      .         </w:t>
      </w:r>
    </w:p>
    <w:p w:rsidR="0062748B" w:rsidRDefault="0062748B" w:rsidP="0062748B">
      <w:r>
        <w:t xml:space="preserve">3 .1.3      -INF       .        1.000      .         </w:t>
      </w:r>
    </w:p>
    <w:p w:rsidR="0062748B" w:rsidRDefault="0062748B" w:rsidP="0062748B">
      <w:r>
        <w:t xml:space="preserve">3 .1.4      -INF       .        1.000      .         </w:t>
      </w:r>
    </w:p>
    <w:p w:rsidR="0062748B" w:rsidRDefault="0062748B" w:rsidP="0062748B">
      <w:r>
        <w:lastRenderedPageBreak/>
        <w:t xml:space="preserve">3 .1.5      -INF       .        1.000      .         </w:t>
      </w:r>
    </w:p>
    <w:p w:rsidR="0062748B" w:rsidRDefault="0062748B" w:rsidP="0062748B">
      <w:r>
        <w:t xml:space="preserve">3 .1.6      -INF       .        1.000      .         </w:t>
      </w:r>
    </w:p>
    <w:p w:rsidR="0062748B" w:rsidRDefault="0062748B" w:rsidP="0062748B">
      <w:r>
        <w:t xml:space="preserve">3 .1.7      -INF       .        1.000      .         </w:t>
      </w:r>
    </w:p>
    <w:p w:rsidR="0062748B" w:rsidRDefault="0062748B" w:rsidP="0062748B">
      <w:r>
        <w:t xml:space="preserve">3 .1.8      -INF       .        1.000      .         </w:t>
      </w:r>
    </w:p>
    <w:p w:rsidR="0062748B" w:rsidRDefault="0062748B" w:rsidP="0062748B">
      <w:r>
        <w:t xml:space="preserve">3 .1.9      -INF       .        1.000      .         </w:t>
      </w:r>
    </w:p>
    <w:p w:rsidR="0062748B" w:rsidRDefault="0062748B" w:rsidP="0062748B">
      <w:r>
        <w:t xml:space="preserve">3 .1.10     -INF       .        1.000      .         </w:t>
      </w:r>
    </w:p>
    <w:p w:rsidR="0062748B" w:rsidRDefault="0062748B" w:rsidP="0062748B">
      <w:r>
        <w:t xml:space="preserve">3 .1.11     -INF       .        1.000      .         </w:t>
      </w:r>
    </w:p>
    <w:p w:rsidR="0062748B" w:rsidRDefault="0062748B" w:rsidP="0062748B">
      <w:r>
        <w:t xml:space="preserve">3 .1.12     -INF       .        1.000      .         </w:t>
      </w:r>
    </w:p>
    <w:p w:rsidR="0062748B" w:rsidRDefault="0062748B" w:rsidP="0062748B">
      <w:r>
        <w:t xml:space="preserve">3 .1.13     -INF       .        1.000      .         </w:t>
      </w:r>
    </w:p>
    <w:p w:rsidR="0062748B" w:rsidRDefault="0062748B" w:rsidP="0062748B">
      <w:r>
        <w:t xml:space="preserve">3 .1.14     -INF       .        1.000      .         </w:t>
      </w:r>
    </w:p>
    <w:p w:rsidR="0062748B" w:rsidRDefault="0062748B" w:rsidP="0062748B">
      <w:r>
        <w:t xml:space="preserve">3 .1.15     -INF       .        1.000      .         </w:t>
      </w:r>
    </w:p>
    <w:p w:rsidR="0062748B" w:rsidRDefault="0062748B" w:rsidP="0062748B">
      <w:r>
        <w:t xml:space="preserve">3 .1.16     -INF       .        1.000      .         </w:t>
      </w:r>
    </w:p>
    <w:p w:rsidR="0062748B" w:rsidRDefault="0062748B" w:rsidP="0062748B">
      <w:r>
        <w:t xml:space="preserve">3 .1.17     -INF       .        1.000      .         </w:t>
      </w:r>
    </w:p>
    <w:p w:rsidR="0062748B" w:rsidRDefault="0062748B" w:rsidP="0062748B">
      <w:r>
        <w:t xml:space="preserve">3 .1.18     -INF       .        1.000      .         </w:t>
      </w:r>
    </w:p>
    <w:p w:rsidR="0062748B" w:rsidRDefault="0062748B" w:rsidP="0062748B">
      <w:r>
        <w:t xml:space="preserve">3 .1.19     -INF       .        1.000      .         </w:t>
      </w:r>
    </w:p>
    <w:p w:rsidR="0062748B" w:rsidRDefault="0062748B" w:rsidP="0062748B">
      <w:r>
        <w:t xml:space="preserve">3 .1.20     -INF       .        1.000      .         </w:t>
      </w:r>
    </w:p>
    <w:p w:rsidR="0062748B" w:rsidRDefault="0062748B" w:rsidP="0062748B">
      <w:r>
        <w:t xml:space="preserve">3 .1.21     -INF       .        1.000      .         </w:t>
      </w:r>
    </w:p>
    <w:p w:rsidR="0062748B" w:rsidRDefault="0062748B" w:rsidP="0062748B">
      <w:r>
        <w:t xml:space="preserve">3 .1.22     -INF       .        1.000      .         </w:t>
      </w:r>
    </w:p>
    <w:p w:rsidR="0062748B" w:rsidRDefault="0062748B" w:rsidP="0062748B">
      <w:r>
        <w:t xml:space="preserve">3 .1.23     -INF       .        1.000      .         </w:t>
      </w:r>
    </w:p>
    <w:p w:rsidR="0062748B" w:rsidRDefault="0062748B" w:rsidP="0062748B">
      <w:r>
        <w:t xml:space="preserve">3 .1.24     -INF       .        1.000      .         </w:t>
      </w:r>
    </w:p>
    <w:p w:rsidR="0062748B" w:rsidRDefault="0062748B" w:rsidP="0062748B">
      <w:r>
        <w:t xml:space="preserve">3 .1.25     -INF       .        1.000      .         </w:t>
      </w:r>
    </w:p>
    <w:p w:rsidR="0062748B" w:rsidRDefault="0062748B" w:rsidP="0062748B">
      <w:r>
        <w:t xml:space="preserve">3 .1.26     -INF       .        1.000      .         </w:t>
      </w:r>
    </w:p>
    <w:p w:rsidR="0062748B" w:rsidRDefault="0062748B" w:rsidP="0062748B">
      <w:r>
        <w:t xml:space="preserve">3 .1.27     -INF       .        1.000      .         </w:t>
      </w:r>
    </w:p>
    <w:p w:rsidR="0062748B" w:rsidRDefault="0062748B" w:rsidP="0062748B">
      <w:r>
        <w:t xml:space="preserve">3 .1.28     -INF       .        1.000      .         </w:t>
      </w:r>
    </w:p>
    <w:p w:rsidR="0062748B" w:rsidRDefault="0062748B" w:rsidP="0062748B">
      <w:r>
        <w:t xml:space="preserve">3 .1.29     -INF       .        1.000      .         </w:t>
      </w:r>
    </w:p>
    <w:p w:rsidR="0062748B" w:rsidRDefault="0062748B" w:rsidP="0062748B">
      <w:r>
        <w:lastRenderedPageBreak/>
        <w:t xml:space="preserve">4 .1.1      -INF       .        1.000      .         </w:t>
      </w:r>
    </w:p>
    <w:p w:rsidR="0062748B" w:rsidRDefault="0062748B" w:rsidP="0062748B">
      <w:r>
        <w:t xml:space="preserve">4 .1.2      -INF       .        1.000      .         </w:t>
      </w:r>
    </w:p>
    <w:p w:rsidR="0062748B" w:rsidRDefault="0062748B" w:rsidP="0062748B">
      <w:r>
        <w:t xml:space="preserve">4 .1.3      -INF       .        1.000      .         </w:t>
      </w:r>
    </w:p>
    <w:p w:rsidR="0062748B" w:rsidRDefault="0062748B" w:rsidP="0062748B">
      <w:r>
        <w:t xml:space="preserve">4 .1.4      -INF       .        1.000      .         </w:t>
      </w:r>
    </w:p>
    <w:p w:rsidR="0062748B" w:rsidRDefault="0062748B" w:rsidP="0062748B">
      <w:r>
        <w:t xml:space="preserve">4 .1.5      -INF       .        1.000      .         </w:t>
      </w:r>
    </w:p>
    <w:p w:rsidR="0062748B" w:rsidRDefault="0062748B" w:rsidP="0062748B">
      <w:r>
        <w:t xml:space="preserve">4 .1.6      -INF       .        1.000      .         </w:t>
      </w:r>
    </w:p>
    <w:p w:rsidR="0062748B" w:rsidRDefault="0062748B" w:rsidP="0062748B">
      <w:r>
        <w:t xml:space="preserve">4 .1.7      -INF       .        1.000      .         </w:t>
      </w:r>
    </w:p>
    <w:p w:rsidR="0062748B" w:rsidRDefault="0062748B" w:rsidP="0062748B">
      <w:r>
        <w:t xml:space="preserve">4 .1.8      -INF       .        1.000      .         </w:t>
      </w:r>
    </w:p>
    <w:p w:rsidR="0062748B" w:rsidRDefault="0062748B" w:rsidP="0062748B">
      <w:r>
        <w:t xml:space="preserve">4 .1.9      -INF       .        1.000      .         </w:t>
      </w:r>
    </w:p>
    <w:p w:rsidR="0062748B" w:rsidRDefault="0062748B" w:rsidP="0062748B">
      <w:r>
        <w:t xml:space="preserve">4 .1.10     -INF       .        1.000      .         </w:t>
      </w:r>
    </w:p>
    <w:p w:rsidR="0062748B" w:rsidRDefault="0062748B" w:rsidP="0062748B">
      <w:r>
        <w:t xml:space="preserve">4 .1.11     -INF       .        1.000      .         </w:t>
      </w:r>
    </w:p>
    <w:p w:rsidR="0062748B" w:rsidRDefault="0062748B" w:rsidP="0062748B">
      <w:r>
        <w:t xml:space="preserve">4 .1.12     -INF       .        1.000      .         </w:t>
      </w:r>
    </w:p>
    <w:p w:rsidR="0062748B" w:rsidRDefault="0062748B" w:rsidP="0062748B">
      <w:r>
        <w:t xml:space="preserve">4 .1.13     -INF       .        1.000      .         </w:t>
      </w:r>
    </w:p>
    <w:p w:rsidR="0062748B" w:rsidRDefault="0062748B" w:rsidP="0062748B">
      <w:r>
        <w:t xml:space="preserve">4 .1.14     -INF       .        1.000      .         </w:t>
      </w:r>
    </w:p>
    <w:p w:rsidR="0062748B" w:rsidRDefault="0062748B" w:rsidP="0062748B">
      <w:r>
        <w:t xml:space="preserve">4 .1.15     -INF       .        1.000      .         </w:t>
      </w:r>
    </w:p>
    <w:p w:rsidR="0062748B" w:rsidRDefault="0062748B" w:rsidP="0062748B">
      <w:r>
        <w:t xml:space="preserve">4 .1.16     -INF       .        1.000      .         </w:t>
      </w:r>
    </w:p>
    <w:p w:rsidR="0062748B" w:rsidRDefault="0062748B" w:rsidP="0062748B">
      <w:r>
        <w:t xml:space="preserve">4 .1.17     -INF       .        1.000      .         </w:t>
      </w:r>
    </w:p>
    <w:p w:rsidR="0062748B" w:rsidRDefault="0062748B" w:rsidP="0062748B">
      <w:r>
        <w:t xml:space="preserve">4 .1.18     -INF       .        1.000      .         </w:t>
      </w:r>
    </w:p>
    <w:p w:rsidR="0062748B" w:rsidRDefault="0062748B" w:rsidP="0062748B">
      <w:r>
        <w:t xml:space="preserve">4 .1.19     -INF       .        1.000      .         </w:t>
      </w:r>
    </w:p>
    <w:p w:rsidR="0062748B" w:rsidRDefault="0062748B" w:rsidP="0062748B">
      <w:r>
        <w:t xml:space="preserve">4 .1.20     -INF       .        1.000      .         </w:t>
      </w:r>
    </w:p>
    <w:p w:rsidR="0062748B" w:rsidRDefault="0062748B" w:rsidP="0062748B">
      <w:r>
        <w:t xml:space="preserve">4 .1.21     -INF       .        1.000      .         </w:t>
      </w:r>
    </w:p>
    <w:p w:rsidR="0062748B" w:rsidRDefault="0062748B" w:rsidP="0062748B">
      <w:r>
        <w:t xml:space="preserve">4 .1.22     -INF       .        1.000      .         </w:t>
      </w:r>
    </w:p>
    <w:p w:rsidR="0062748B" w:rsidRDefault="0062748B" w:rsidP="0062748B">
      <w:r>
        <w:t xml:space="preserve">4 .1.23     -INF       .        1.000      .         </w:t>
      </w:r>
    </w:p>
    <w:p w:rsidR="0062748B" w:rsidRDefault="0062748B" w:rsidP="0062748B">
      <w:r>
        <w:t xml:space="preserve">4 .1.24     -INF       .        1.000      .         </w:t>
      </w:r>
    </w:p>
    <w:p w:rsidR="0062748B" w:rsidRDefault="0062748B" w:rsidP="0062748B">
      <w:r>
        <w:t xml:space="preserve">4 .1.25     -INF       .        1.000      .         </w:t>
      </w:r>
    </w:p>
    <w:p w:rsidR="0062748B" w:rsidRDefault="0062748B" w:rsidP="0062748B">
      <w:r>
        <w:lastRenderedPageBreak/>
        <w:t xml:space="preserve">4 .1.26     -INF       .        1.000      .         </w:t>
      </w:r>
    </w:p>
    <w:p w:rsidR="0062748B" w:rsidRDefault="0062748B" w:rsidP="0062748B">
      <w:r>
        <w:t xml:space="preserve">4 .1.27     -INF       .        1.000      .         </w:t>
      </w:r>
    </w:p>
    <w:p w:rsidR="0062748B" w:rsidRDefault="0062748B" w:rsidP="0062748B">
      <w:r>
        <w:t xml:space="preserve">4 .1.28     -INF       .        1.000      .         </w:t>
      </w:r>
    </w:p>
    <w:p w:rsidR="0062748B" w:rsidRDefault="0062748B" w:rsidP="0062748B">
      <w:r>
        <w:t xml:space="preserve">4 .1.29     -INF       .        1.000      .         </w:t>
      </w:r>
    </w:p>
    <w:p w:rsidR="0062748B" w:rsidRDefault="0062748B" w:rsidP="0062748B">
      <w:r>
        <w:t xml:space="preserve">5 .1.1      -INF       .        1.000      .         </w:t>
      </w:r>
    </w:p>
    <w:p w:rsidR="0062748B" w:rsidRDefault="0062748B" w:rsidP="0062748B">
      <w:r>
        <w:t xml:space="preserve">5 .1.2      -INF       .        1.000      .         </w:t>
      </w:r>
    </w:p>
    <w:p w:rsidR="0062748B" w:rsidRDefault="0062748B" w:rsidP="0062748B">
      <w:r>
        <w:t xml:space="preserve">5 .1.3      -INF       .        1.000      .         </w:t>
      </w:r>
    </w:p>
    <w:p w:rsidR="0062748B" w:rsidRDefault="0062748B" w:rsidP="0062748B">
      <w:r>
        <w:t xml:space="preserve">5 .1.4      -INF       .        1.000      .         </w:t>
      </w:r>
    </w:p>
    <w:p w:rsidR="0062748B" w:rsidRDefault="0062748B" w:rsidP="0062748B">
      <w:r>
        <w:t xml:space="preserve">5 .1.5      -INF       .        1.000      .         </w:t>
      </w:r>
    </w:p>
    <w:p w:rsidR="0062748B" w:rsidRDefault="0062748B" w:rsidP="0062748B">
      <w:r>
        <w:t xml:space="preserve">5 .1.6      -INF       .        1.000      .         </w:t>
      </w:r>
    </w:p>
    <w:p w:rsidR="0062748B" w:rsidRDefault="0062748B" w:rsidP="0062748B">
      <w:r>
        <w:t xml:space="preserve">5 .1.7      -INF       .        1.000      .         </w:t>
      </w:r>
    </w:p>
    <w:p w:rsidR="0062748B" w:rsidRDefault="0062748B" w:rsidP="0062748B">
      <w:r>
        <w:t xml:space="preserve">5 .1.8      -INF       .        1.000      .         </w:t>
      </w:r>
    </w:p>
    <w:p w:rsidR="0062748B" w:rsidRDefault="0062748B" w:rsidP="0062748B">
      <w:r>
        <w:t xml:space="preserve">5 .1.9      -INF       .        1.000      .         </w:t>
      </w:r>
    </w:p>
    <w:p w:rsidR="0062748B" w:rsidRDefault="0062748B" w:rsidP="0062748B">
      <w:r>
        <w:t xml:space="preserve">5 .1.10     -INF       .        1.000      .         </w:t>
      </w:r>
    </w:p>
    <w:p w:rsidR="0062748B" w:rsidRDefault="0062748B" w:rsidP="0062748B">
      <w:r>
        <w:t xml:space="preserve">5 .1.11     -INF       .        1.000      .         </w:t>
      </w:r>
    </w:p>
    <w:p w:rsidR="0062748B" w:rsidRDefault="0062748B" w:rsidP="0062748B">
      <w:r>
        <w:t xml:space="preserve">5 .1.12     -INF       .        1.000      .         </w:t>
      </w:r>
    </w:p>
    <w:p w:rsidR="0062748B" w:rsidRDefault="0062748B" w:rsidP="0062748B">
      <w:r>
        <w:t xml:space="preserve">5 .1.13     -INF       .        1.000      .         </w:t>
      </w:r>
    </w:p>
    <w:p w:rsidR="0062748B" w:rsidRDefault="0062748B" w:rsidP="0062748B">
      <w:r>
        <w:t xml:space="preserve">5 .1.14     -INF       .        1.000      .         </w:t>
      </w:r>
    </w:p>
    <w:p w:rsidR="0062748B" w:rsidRDefault="0062748B" w:rsidP="0062748B">
      <w:r>
        <w:t xml:space="preserve">5 .1.15     -INF       .        1.000      .         </w:t>
      </w:r>
    </w:p>
    <w:p w:rsidR="0062748B" w:rsidRDefault="0062748B" w:rsidP="0062748B">
      <w:r>
        <w:t xml:space="preserve">5 .1.16     -INF       .        1.000      .         </w:t>
      </w:r>
    </w:p>
    <w:p w:rsidR="0062748B" w:rsidRDefault="0062748B" w:rsidP="0062748B">
      <w:r>
        <w:t xml:space="preserve">5 .1.17     -INF       .        1.000      .         </w:t>
      </w:r>
    </w:p>
    <w:p w:rsidR="0062748B" w:rsidRDefault="0062748B" w:rsidP="0062748B">
      <w:r>
        <w:t xml:space="preserve">5 .1.18     -INF       .        1.000      .         </w:t>
      </w:r>
    </w:p>
    <w:p w:rsidR="0062748B" w:rsidRDefault="0062748B" w:rsidP="0062748B">
      <w:r>
        <w:t xml:space="preserve">5 .1.19     -INF       .        1.000      .         </w:t>
      </w:r>
    </w:p>
    <w:p w:rsidR="0062748B" w:rsidRDefault="0062748B" w:rsidP="0062748B">
      <w:r>
        <w:t xml:space="preserve">5 .1.20     -INF       .        1.000      .         </w:t>
      </w:r>
    </w:p>
    <w:p w:rsidR="0062748B" w:rsidRDefault="0062748B" w:rsidP="0062748B">
      <w:r>
        <w:t xml:space="preserve">5 .1.21     -INF       .        1.000      .         </w:t>
      </w:r>
    </w:p>
    <w:p w:rsidR="0062748B" w:rsidRDefault="0062748B" w:rsidP="0062748B">
      <w:r>
        <w:lastRenderedPageBreak/>
        <w:t xml:space="preserve">5 .1.22     -INF       .        1.000      .         </w:t>
      </w:r>
    </w:p>
    <w:p w:rsidR="0062748B" w:rsidRDefault="0062748B" w:rsidP="0062748B">
      <w:r>
        <w:t xml:space="preserve">5 .1.23     -INF       .        1.000      .         </w:t>
      </w:r>
    </w:p>
    <w:p w:rsidR="0062748B" w:rsidRDefault="0062748B" w:rsidP="0062748B">
      <w:r>
        <w:t xml:space="preserve">5 .1.24     -INF       .        1.000      .         </w:t>
      </w:r>
    </w:p>
    <w:p w:rsidR="0062748B" w:rsidRDefault="0062748B" w:rsidP="0062748B">
      <w:r>
        <w:t xml:space="preserve">5 .1.25     -INF       .        1.000      .         </w:t>
      </w:r>
    </w:p>
    <w:p w:rsidR="0062748B" w:rsidRDefault="0062748B" w:rsidP="0062748B">
      <w:r>
        <w:t xml:space="preserve">5 .1.26     -INF       .        1.000      .         </w:t>
      </w:r>
    </w:p>
    <w:p w:rsidR="0062748B" w:rsidRDefault="0062748B" w:rsidP="0062748B">
      <w:r>
        <w:t xml:space="preserve">5 .1.27     -INF       .        1.000      .         </w:t>
      </w:r>
    </w:p>
    <w:p w:rsidR="0062748B" w:rsidRDefault="0062748B" w:rsidP="0062748B">
      <w:r>
        <w:t xml:space="preserve">5 .1.28     -INF       .        1.000      .         </w:t>
      </w:r>
    </w:p>
    <w:p w:rsidR="0062748B" w:rsidRDefault="0062748B" w:rsidP="0062748B">
      <w:r>
        <w:t xml:space="preserve">5 .1.29     -INF       .        1.000      .         </w:t>
      </w:r>
    </w:p>
    <w:p w:rsidR="0062748B" w:rsidRDefault="0062748B" w:rsidP="0062748B">
      <w:r>
        <w:t xml:space="preserve">6 .1.1      -INF       .        1.000      .         </w:t>
      </w:r>
    </w:p>
    <w:p w:rsidR="0062748B" w:rsidRDefault="0062748B" w:rsidP="0062748B">
      <w:r>
        <w:t xml:space="preserve">6 .1.2      -INF       .        1.000      .         </w:t>
      </w:r>
    </w:p>
    <w:p w:rsidR="0062748B" w:rsidRDefault="0062748B" w:rsidP="0062748B">
      <w:r>
        <w:t xml:space="preserve">6 .1.3      -INF       .        1.000      .         </w:t>
      </w:r>
    </w:p>
    <w:p w:rsidR="0062748B" w:rsidRDefault="0062748B" w:rsidP="0062748B">
      <w:r>
        <w:t xml:space="preserve">6 .1.4      -INF       .        1.000      .         </w:t>
      </w:r>
    </w:p>
    <w:p w:rsidR="0062748B" w:rsidRDefault="0062748B" w:rsidP="0062748B">
      <w:r>
        <w:t xml:space="preserve">6 .1.5      -INF       .        1.000      .         </w:t>
      </w:r>
    </w:p>
    <w:p w:rsidR="0062748B" w:rsidRDefault="0062748B" w:rsidP="0062748B">
      <w:r>
        <w:t xml:space="preserve">6 .1.6      -INF       .        1.000      .         </w:t>
      </w:r>
    </w:p>
    <w:p w:rsidR="0062748B" w:rsidRDefault="0062748B" w:rsidP="0062748B">
      <w:r>
        <w:t xml:space="preserve">6 .1.7      -INF       .        1.000      .         </w:t>
      </w:r>
    </w:p>
    <w:p w:rsidR="0062748B" w:rsidRDefault="0062748B" w:rsidP="0062748B">
      <w:r>
        <w:t xml:space="preserve">6 .1.8      -INF       .        1.000      .         </w:t>
      </w:r>
    </w:p>
    <w:p w:rsidR="0062748B" w:rsidRDefault="0062748B" w:rsidP="0062748B">
      <w:r>
        <w:t xml:space="preserve">6 .1.9      -INF       .        1.000      .         </w:t>
      </w:r>
    </w:p>
    <w:p w:rsidR="0062748B" w:rsidRDefault="0062748B" w:rsidP="0062748B">
      <w:r>
        <w:t xml:space="preserve">6 .1.10     -INF       .        1.000      .         </w:t>
      </w:r>
    </w:p>
    <w:p w:rsidR="0062748B" w:rsidRDefault="0062748B" w:rsidP="0062748B">
      <w:r>
        <w:t xml:space="preserve">6 .1.11     -INF       .        1.000      .         </w:t>
      </w:r>
    </w:p>
    <w:p w:rsidR="0062748B" w:rsidRDefault="0062748B" w:rsidP="0062748B">
      <w:r>
        <w:t xml:space="preserve">6 .1.12     -INF       .        1.000      .         </w:t>
      </w:r>
    </w:p>
    <w:p w:rsidR="0062748B" w:rsidRDefault="0062748B" w:rsidP="0062748B">
      <w:r>
        <w:t xml:space="preserve">6 .1.13     -INF       .        1.000      .         </w:t>
      </w:r>
    </w:p>
    <w:p w:rsidR="0062748B" w:rsidRDefault="0062748B" w:rsidP="0062748B">
      <w:r>
        <w:t xml:space="preserve">6 .1.14     -INF       .        1.000      .         </w:t>
      </w:r>
    </w:p>
    <w:p w:rsidR="0062748B" w:rsidRDefault="0062748B" w:rsidP="0062748B">
      <w:r>
        <w:t xml:space="preserve">6 .1.15     -INF       .        1.000      .         </w:t>
      </w:r>
    </w:p>
    <w:p w:rsidR="0062748B" w:rsidRDefault="0062748B" w:rsidP="0062748B">
      <w:r>
        <w:t xml:space="preserve">6 .1.16     -INF       .        1.000      .         </w:t>
      </w:r>
    </w:p>
    <w:p w:rsidR="0062748B" w:rsidRDefault="0062748B" w:rsidP="0062748B">
      <w:r>
        <w:t xml:space="preserve">6 .1.17     -INF       .        1.000      .         </w:t>
      </w:r>
    </w:p>
    <w:p w:rsidR="0062748B" w:rsidRDefault="0062748B" w:rsidP="0062748B">
      <w:r>
        <w:lastRenderedPageBreak/>
        <w:t xml:space="preserve">6 .1.18     -INF       .        1.000      .         </w:t>
      </w:r>
    </w:p>
    <w:p w:rsidR="0062748B" w:rsidRDefault="0062748B" w:rsidP="0062748B">
      <w:r>
        <w:t xml:space="preserve">6 .1.19     -INF       .        1.000      .         </w:t>
      </w:r>
    </w:p>
    <w:p w:rsidR="0062748B" w:rsidRDefault="0062748B" w:rsidP="0062748B">
      <w:r>
        <w:t xml:space="preserve">6 .1.20     -INF       .        1.000      .         </w:t>
      </w:r>
    </w:p>
    <w:p w:rsidR="0062748B" w:rsidRDefault="0062748B" w:rsidP="0062748B">
      <w:r>
        <w:t xml:space="preserve">6 .1.21     -INF       .        1.000      .         </w:t>
      </w:r>
    </w:p>
    <w:p w:rsidR="0062748B" w:rsidRDefault="0062748B" w:rsidP="0062748B">
      <w:r>
        <w:t xml:space="preserve">6 .1.22     -INF       .        1.000      .         </w:t>
      </w:r>
    </w:p>
    <w:p w:rsidR="0062748B" w:rsidRDefault="0062748B" w:rsidP="0062748B">
      <w:r>
        <w:t xml:space="preserve">6 .1.23     -INF       .        1.000      .         </w:t>
      </w:r>
    </w:p>
    <w:p w:rsidR="0062748B" w:rsidRDefault="0062748B" w:rsidP="0062748B">
      <w:r>
        <w:t xml:space="preserve">6 .1.24     -INF       .        1.000      .         </w:t>
      </w:r>
    </w:p>
    <w:p w:rsidR="0062748B" w:rsidRDefault="0062748B" w:rsidP="0062748B">
      <w:r>
        <w:t xml:space="preserve">6 .1.25     -INF       .        1.000      .         </w:t>
      </w:r>
    </w:p>
    <w:p w:rsidR="0062748B" w:rsidRDefault="0062748B" w:rsidP="0062748B">
      <w:r>
        <w:t xml:space="preserve">6 .1.26     -INF       .        1.000      .         </w:t>
      </w:r>
    </w:p>
    <w:p w:rsidR="0062748B" w:rsidRDefault="0062748B" w:rsidP="0062748B">
      <w:r>
        <w:t xml:space="preserve">6 .1.27     -INF       .        1.000      .         </w:t>
      </w:r>
    </w:p>
    <w:p w:rsidR="0062748B" w:rsidRDefault="0062748B" w:rsidP="0062748B">
      <w:r>
        <w:t xml:space="preserve">6 .1.28     -INF       .        1.000      .         </w:t>
      </w:r>
    </w:p>
    <w:p w:rsidR="0062748B" w:rsidRDefault="0062748B" w:rsidP="0062748B">
      <w:r>
        <w:t xml:space="preserve">6 .1.29     -INF       .        1.000      .         </w:t>
      </w:r>
    </w:p>
    <w:p w:rsidR="0062748B" w:rsidRDefault="0062748B" w:rsidP="0062748B">
      <w:r>
        <w:t xml:space="preserve">7 .1.1      -INF       .        1.000      .         </w:t>
      </w:r>
    </w:p>
    <w:p w:rsidR="0062748B" w:rsidRDefault="0062748B" w:rsidP="0062748B">
      <w:r>
        <w:t xml:space="preserve">7 .1.2      -INF       .        1.000      .         </w:t>
      </w:r>
    </w:p>
    <w:p w:rsidR="0062748B" w:rsidRDefault="0062748B" w:rsidP="0062748B">
      <w:r>
        <w:t xml:space="preserve">7 .1.3      -INF       .        1.000      .         </w:t>
      </w:r>
    </w:p>
    <w:p w:rsidR="0062748B" w:rsidRDefault="0062748B" w:rsidP="0062748B">
      <w:r>
        <w:t xml:space="preserve">7 .1.4      -INF       .        1.000      .         </w:t>
      </w:r>
    </w:p>
    <w:p w:rsidR="0062748B" w:rsidRDefault="0062748B" w:rsidP="0062748B">
      <w:r>
        <w:t xml:space="preserve">7 .1.5      -INF       .        1.000      .         </w:t>
      </w:r>
    </w:p>
    <w:p w:rsidR="0062748B" w:rsidRDefault="0062748B" w:rsidP="0062748B">
      <w:r>
        <w:t xml:space="preserve">7 .1.6      -INF       .        1.000      .         </w:t>
      </w:r>
    </w:p>
    <w:p w:rsidR="0062748B" w:rsidRDefault="0062748B" w:rsidP="0062748B">
      <w:r>
        <w:t xml:space="preserve">7 .1.7      -INF       .        1.000      .         </w:t>
      </w:r>
    </w:p>
    <w:p w:rsidR="0062748B" w:rsidRDefault="0062748B" w:rsidP="0062748B">
      <w:r>
        <w:t xml:space="preserve">7 .1.8      -INF       .        1.000      .         </w:t>
      </w:r>
    </w:p>
    <w:p w:rsidR="0062748B" w:rsidRDefault="0062748B" w:rsidP="0062748B">
      <w:r>
        <w:t xml:space="preserve">7 .1.9      -INF       .        1.000      .         </w:t>
      </w:r>
    </w:p>
    <w:p w:rsidR="0062748B" w:rsidRDefault="0062748B" w:rsidP="0062748B">
      <w:r>
        <w:t xml:space="preserve">7 .1.10     -INF       .        1.000      .         </w:t>
      </w:r>
    </w:p>
    <w:p w:rsidR="0062748B" w:rsidRDefault="0062748B" w:rsidP="0062748B">
      <w:r>
        <w:t xml:space="preserve">7 .1.11     -INF       .        1.000      .         </w:t>
      </w:r>
    </w:p>
    <w:p w:rsidR="0062748B" w:rsidRDefault="0062748B" w:rsidP="0062748B">
      <w:r>
        <w:t xml:space="preserve">7 .1.12     -INF       .        1.000      .         </w:t>
      </w:r>
    </w:p>
    <w:p w:rsidR="0062748B" w:rsidRDefault="0062748B" w:rsidP="0062748B">
      <w:r>
        <w:t xml:space="preserve">7 .1.13     -INF       .        1.000      .         </w:t>
      </w:r>
    </w:p>
    <w:p w:rsidR="0062748B" w:rsidRDefault="0062748B" w:rsidP="0062748B">
      <w:r>
        <w:lastRenderedPageBreak/>
        <w:t xml:space="preserve">7 .1.14     -INF       .        1.000      .         </w:t>
      </w:r>
    </w:p>
    <w:p w:rsidR="0062748B" w:rsidRDefault="0062748B" w:rsidP="0062748B">
      <w:r>
        <w:t xml:space="preserve">7 .1.15     -INF       .        1.000      .         </w:t>
      </w:r>
    </w:p>
    <w:p w:rsidR="0062748B" w:rsidRDefault="0062748B" w:rsidP="0062748B">
      <w:r>
        <w:t xml:space="preserve">7 .1.16     -INF       .        1.000      .         </w:t>
      </w:r>
    </w:p>
    <w:p w:rsidR="0062748B" w:rsidRDefault="0062748B" w:rsidP="0062748B">
      <w:r>
        <w:t xml:space="preserve">7 .1.17     -INF       .        1.000      .         </w:t>
      </w:r>
    </w:p>
    <w:p w:rsidR="0062748B" w:rsidRDefault="0062748B" w:rsidP="0062748B">
      <w:r>
        <w:t xml:space="preserve">7 .1.18     -INF       .        1.000      .         </w:t>
      </w:r>
    </w:p>
    <w:p w:rsidR="0062748B" w:rsidRDefault="0062748B" w:rsidP="0062748B">
      <w:r>
        <w:t xml:space="preserve">7 .1.19     -INF       .        1.000      .         </w:t>
      </w:r>
    </w:p>
    <w:p w:rsidR="0062748B" w:rsidRDefault="0062748B" w:rsidP="0062748B">
      <w:r>
        <w:t xml:space="preserve">7 .1.20     -INF       .        1.000      .         </w:t>
      </w:r>
    </w:p>
    <w:p w:rsidR="0062748B" w:rsidRDefault="0062748B" w:rsidP="0062748B">
      <w:r>
        <w:t xml:space="preserve">7 .1.21     -INF       .        1.000      .         </w:t>
      </w:r>
    </w:p>
    <w:p w:rsidR="0062748B" w:rsidRDefault="0062748B" w:rsidP="0062748B">
      <w:r>
        <w:t xml:space="preserve">7 .1.22     -INF       .        1.000      .         </w:t>
      </w:r>
    </w:p>
    <w:p w:rsidR="0062748B" w:rsidRDefault="0062748B" w:rsidP="0062748B">
      <w:r>
        <w:t xml:space="preserve">7 .1.23     -INF       .        1.000      .         </w:t>
      </w:r>
    </w:p>
    <w:p w:rsidR="0062748B" w:rsidRDefault="0062748B" w:rsidP="0062748B">
      <w:r>
        <w:t xml:space="preserve">7 .1.24     -INF       .        1.000      .         </w:t>
      </w:r>
    </w:p>
    <w:p w:rsidR="0062748B" w:rsidRDefault="0062748B" w:rsidP="0062748B">
      <w:r>
        <w:t xml:space="preserve">7 .1.25     -INF       .        1.000      .         </w:t>
      </w:r>
    </w:p>
    <w:p w:rsidR="0062748B" w:rsidRDefault="0062748B" w:rsidP="0062748B">
      <w:r>
        <w:t xml:space="preserve">7 .1.26     -INF       .        1.000      .         </w:t>
      </w:r>
    </w:p>
    <w:p w:rsidR="0062748B" w:rsidRDefault="0062748B" w:rsidP="0062748B">
      <w:r>
        <w:t xml:space="preserve">7 .1.27     -INF       .        1.000      .         </w:t>
      </w:r>
    </w:p>
    <w:p w:rsidR="0062748B" w:rsidRDefault="0062748B" w:rsidP="0062748B">
      <w:r>
        <w:t xml:space="preserve">7 .1.28     -INF       .        1.000      .         </w:t>
      </w:r>
    </w:p>
    <w:p w:rsidR="0062748B" w:rsidRDefault="0062748B" w:rsidP="0062748B">
      <w:r>
        <w:t xml:space="preserve">7 .1.29     -INF       .        1.000      .         </w:t>
      </w:r>
    </w:p>
    <w:p w:rsidR="0062748B" w:rsidRDefault="0062748B" w:rsidP="0062748B">
      <w:r>
        <w:t xml:space="preserve">8 .1.1      -INF       .        1.000      .         </w:t>
      </w:r>
    </w:p>
    <w:p w:rsidR="0062748B" w:rsidRDefault="0062748B" w:rsidP="0062748B">
      <w:r>
        <w:t xml:space="preserve">8 .1.2      -INF       .        1.000      .         </w:t>
      </w:r>
    </w:p>
    <w:p w:rsidR="0062748B" w:rsidRDefault="0062748B" w:rsidP="0062748B">
      <w:r>
        <w:t xml:space="preserve">8 .1.3      -INF       .        1.000      .         </w:t>
      </w:r>
    </w:p>
    <w:p w:rsidR="0062748B" w:rsidRDefault="0062748B" w:rsidP="0062748B">
      <w:r>
        <w:t xml:space="preserve">8 .1.4      -INF       .        1.000      .         </w:t>
      </w:r>
    </w:p>
    <w:p w:rsidR="0062748B" w:rsidRDefault="0062748B" w:rsidP="0062748B">
      <w:r>
        <w:t xml:space="preserve">8 .1.5      -INF       .        1.000      .         </w:t>
      </w:r>
    </w:p>
    <w:p w:rsidR="0062748B" w:rsidRDefault="0062748B" w:rsidP="0062748B">
      <w:r>
        <w:t xml:space="preserve">8 .1.6      -INF       .        1.000      .         </w:t>
      </w:r>
    </w:p>
    <w:p w:rsidR="0062748B" w:rsidRDefault="0062748B" w:rsidP="0062748B">
      <w:r>
        <w:t xml:space="preserve">8 .1.7      -INF       .        1.000      .         </w:t>
      </w:r>
    </w:p>
    <w:p w:rsidR="0062748B" w:rsidRDefault="0062748B" w:rsidP="0062748B">
      <w:r>
        <w:t xml:space="preserve">8 .1.8      -INF       .        1.000      .         </w:t>
      </w:r>
    </w:p>
    <w:p w:rsidR="0062748B" w:rsidRDefault="0062748B" w:rsidP="0062748B">
      <w:r>
        <w:t xml:space="preserve">8 .1.9      -INF       .        1.000      .         </w:t>
      </w:r>
    </w:p>
    <w:p w:rsidR="0062748B" w:rsidRDefault="0062748B" w:rsidP="0062748B">
      <w:r>
        <w:lastRenderedPageBreak/>
        <w:t xml:space="preserve">8 .1.10     -INF       .        1.000      .         </w:t>
      </w:r>
    </w:p>
    <w:p w:rsidR="0062748B" w:rsidRDefault="0062748B" w:rsidP="0062748B">
      <w:r>
        <w:t xml:space="preserve">8 .1.11     -INF       .        1.000      .         </w:t>
      </w:r>
    </w:p>
    <w:p w:rsidR="0062748B" w:rsidRDefault="0062748B" w:rsidP="0062748B">
      <w:r>
        <w:t xml:space="preserve">8 .1.12     -INF       .        1.000      .         </w:t>
      </w:r>
    </w:p>
    <w:p w:rsidR="0062748B" w:rsidRDefault="0062748B" w:rsidP="0062748B">
      <w:r>
        <w:t xml:space="preserve">8 .1.13     -INF       .        1.000      .         </w:t>
      </w:r>
    </w:p>
    <w:p w:rsidR="0062748B" w:rsidRDefault="0062748B" w:rsidP="0062748B">
      <w:r>
        <w:t xml:space="preserve">8 .1.14     -INF       .        1.000      .         </w:t>
      </w:r>
    </w:p>
    <w:p w:rsidR="0062748B" w:rsidRDefault="0062748B" w:rsidP="0062748B">
      <w:r>
        <w:t xml:space="preserve">8 .1.15     -INF       .        1.000      .         </w:t>
      </w:r>
    </w:p>
    <w:p w:rsidR="0062748B" w:rsidRDefault="0062748B" w:rsidP="0062748B">
      <w:r>
        <w:t xml:space="preserve">8 .1.16     -INF       .        1.000      .         </w:t>
      </w:r>
    </w:p>
    <w:p w:rsidR="0062748B" w:rsidRDefault="0062748B" w:rsidP="0062748B">
      <w:r>
        <w:t xml:space="preserve">8 .1.17     -INF       .        1.000      .         </w:t>
      </w:r>
    </w:p>
    <w:p w:rsidR="0062748B" w:rsidRDefault="0062748B" w:rsidP="0062748B">
      <w:r>
        <w:t xml:space="preserve">8 .1.18     -INF       .        1.000      .         </w:t>
      </w:r>
    </w:p>
    <w:p w:rsidR="0062748B" w:rsidRDefault="0062748B" w:rsidP="0062748B">
      <w:r>
        <w:t xml:space="preserve">8 .1.19     -INF       .        1.000      .         </w:t>
      </w:r>
    </w:p>
    <w:p w:rsidR="0062748B" w:rsidRDefault="0062748B" w:rsidP="0062748B">
      <w:r>
        <w:t xml:space="preserve">8 .1.20     -INF       .        1.000      .         </w:t>
      </w:r>
    </w:p>
    <w:p w:rsidR="0062748B" w:rsidRDefault="0062748B" w:rsidP="0062748B">
      <w:r>
        <w:t xml:space="preserve">8 .1.21     -INF       .        1.000      .         </w:t>
      </w:r>
    </w:p>
    <w:p w:rsidR="0062748B" w:rsidRDefault="0062748B" w:rsidP="0062748B">
      <w:r>
        <w:t xml:space="preserve">8 .1.22     -INF       .        1.000      .         </w:t>
      </w:r>
    </w:p>
    <w:p w:rsidR="0062748B" w:rsidRDefault="0062748B" w:rsidP="0062748B">
      <w:r>
        <w:t xml:space="preserve">8 .1.23     -INF       .        1.000      .         </w:t>
      </w:r>
    </w:p>
    <w:p w:rsidR="0062748B" w:rsidRDefault="0062748B" w:rsidP="0062748B">
      <w:r>
        <w:t xml:space="preserve">8 .1.24     -INF       .        1.000      .         </w:t>
      </w:r>
    </w:p>
    <w:p w:rsidR="0062748B" w:rsidRDefault="0062748B" w:rsidP="0062748B">
      <w:r>
        <w:t xml:space="preserve">8 .1.25     -INF       .        1.000      .         </w:t>
      </w:r>
    </w:p>
    <w:p w:rsidR="0062748B" w:rsidRDefault="0062748B" w:rsidP="0062748B">
      <w:r>
        <w:t xml:space="preserve">8 .1.26     -INF       .        1.000      .         </w:t>
      </w:r>
    </w:p>
    <w:p w:rsidR="0062748B" w:rsidRDefault="0062748B" w:rsidP="0062748B">
      <w:r>
        <w:t xml:space="preserve">8 .1.27     -INF       .        1.000      .         </w:t>
      </w:r>
    </w:p>
    <w:p w:rsidR="0062748B" w:rsidRDefault="0062748B" w:rsidP="0062748B">
      <w:r>
        <w:t xml:space="preserve">8 .1.28     -INF       .        1.000      .         </w:t>
      </w:r>
    </w:p>
    <w:p w:rsidR="0062748B" w:rsidRDefault="0062748B" w:rsidP="0062748B">
      <w:r>
        <w:t xml:space="preserve">8 .1.29     -INF       .        1.000      .         </w:t>
      </w:r>
    </w:p>
    <w:p w:rsidR="0062748B" w:rsidRDefault="0062748B" w:rsidP="0062748B">
      <w:r>
        <w:t xml:space="preserve">9 .1.1      -INF       .        1.000      .         </w:t>
      </w:r>
    </w:p>
    <w:p w:rsidR="0062748B" w:rsidRDefault="0062748B" w:rsidP="0062748B">
      <w:r>
        <w:t xml:space="preserve">9 .1.2      -INF       .        1.000      .         </w:t>
      </w:r>
    </w:p>
    <w:p w:rsidR="0062748B" w:rsidRDefault="0062748B" w:rsidP="0062748B">
      <w:r>
        <w:t xml:space="preserve">9 .1.3      -INF       .        1.000      .         </w:t>
      </w:r>
    </w:p>
    <w:p w:rsidR="0062748B" w:rsidRDefault="0062748B" w:rsidP="0062748B">
      <w:r>
        <w:t xml:space="preserve">9 .1.4      -INF       .        1.000      .         </w:t>
      </w:r>
    </w:p>
    <w:p w:rsidR="0062748B" w:rsidRDefault="0062748B" w:rsidP="0062748B">
      <w:r>
        <w:t xml:space="preserve">9 .1.5      -INF       .        1.000      .         </w:t>
      </w:r>
    </w:p>
    <w:p w:rsidR="0062748B" w:rsidRDefault="0062748B" w:rsidP="0062748B">
      <w:r>
        <w:lastRenderedPageBreak/>
        <w:t xml:space="preserve">9 .1.6      -INF       .        1.000      .         </w:t>
      </w:r>
    </w:p>
    <w:p w:rsidR="0062748B" w:rsidRDefault="0062748B" w:rsidP="0062748B">
      <w:r>
        <w:t xml:space="preserve">9 .1.7      -INF       .        1.000      .         </w:t>
      </w:r>
    </w:p>
    <w:p w:rsidR="0062748B" w:rsidRDefault="0062748B" w:rsidP="0062748B">
      <w:r>
        <w:t xml:space="preserve">9 .1.8      -INF       .        1.000      .         </w:t>
      </w:r>
    </w:p>
    <w:p w:rsidR="0062748B" w:rsidRDefault="0062748B" w:rsidP="0062748B">
      <w:r>
        <w:t xml:space="preserve">9 .1.9      -INF       .        1.000      .         </w:t>
      </w:r>
    </w:p>
    <w:p w:rsidR="0062748B" w:rsidRDefault="0062748B" w:rsidP="0062748B">
      <w:r>
        <w:t xml:space="preserve">9 .1.10     -INF       .        1.000      .         </w:t>
      </w:r>
    </w:p>
    <w:p w:rsidR="0062748B" w:rsidRDefault="0062748B" w:rsidP="0062748B">
      <w:r>
        <w:t xml:space="preserve">9 .1.11     -INF       .        1.000      .         </w:t>
      </w:r>
    </w:p>
    <w:p w:rsidR="0062748B" w:rsidRDefault="0062748B" w:rsidP="0062748B">
      <w:r>
        <w:t xml:space="preserve">9 .1.12     -INF       .        1.000      .         </w:t>
      </w:r>
    </w:p>
    <w:p w:rsidR="0062748B" w:rsidRDefault="0062748B" w:rsidP="0062748B">
      <w:r>
        <w:t xml:space="preserve">9 .1.13     -INF       .        1.000      .         </w:t>
      </w:r>
    </w:p>
    <w:p w:rsidR="0062748B" w:rsidRDefault="0062748B" w:rsidP="0062748B">
      <w:r>
        <w:t xml:space="preserve">9 .1.14     -INF       .        1.000      .         </w:t>
      </w:r>
    </w:p>
    <w:p w:rsidR="0062748B" w:rsidRDefault="0062748B" w:rsidP="0062748B">
      <w:r>
        <w:t xml:space="preserve">9 .1.15     -INF       .        1.000      .         </w:t>
      </w:r>
    </w:p>
    <w:p w:rsidR="0062748B" w:rsidRDefault="0062748B" w:rsidP="0062748B">
      <w:r>
        <w:t xml:space="preserve">9 .1.16     -INF       .        1.000      .         </w:t>
      </w:r>
    </w:p>
    <w:p w:rsidR="0062748B" w:rsidRDefault="0062748B" w:rsidP="0062748B">
      <w:r>
        <w:t xml:space="preserve">9 .1.17     -INF       .        1.000      .         </w:t>
      </w:r>
    </w:p>
    <w:p w:rsidR="0062748B" w:rsidRDefault="0062748B" w:rsidP="0062748B">
      <w:r>
        <w:t xml:space="preserve">9 .1.18     -INF       .        1.000      .         </w:t>
      </w:r>
    </w:p>
    <w:p w:rsidR="0062748B" w:rsidRDefault="0062748B" w:rsidP="0062748B">
      <w:r>
        <w:t xml:space="preserve">9 .1.19     -INF       .        1.000      .         </w:t>
      </w:r>
    </w:p>
    <w:p w:rsidR="0062748B" w:rsidRDefault="0062748B" w:rsidP="0062748B">
      <w:r>
        <w:t xml:space="preserve">9 .1.20     -INF       .        1.000      .         </w:t>
      </w:r>
    </w:p>
    <w:p w:rsidR="0062748B" w:rsidRDefault="0062748B" w:rsidP="0062748B">
      <w:r>
        <w:t xml:space="preserve">9 .1.21     -INF       .        1.000      .         </w:t>
      </w:r>
    </w:p>
    <w:p w:rsidR="0062748B" w:rsidRDefault="0062748B" w:rsidP="0062748B">
      <w:r>
        <w:t xml:space="preserve">9 .1.22     -INF       .        1.000      .         </w:t>
      </w:r>
    </w:p>
    <w:p w:rsidR="0062748B" w:rsidRDefault="0062748B" w:rsidP="0062748B">
      <w:r>
        <w:t xml:space="preserve">9 .1.23     -INF       .        1.000      .         </w:t>
      </w:r>
    </w:p>
    <w:p w:rsidR="0062748B" w:rsidRDefault="0062748B" w:rsidP="0062748B">
      <w:r>
        <w:t xml:space="preserve">9 .1.24     -INF       .        1.000      .         </w:t>
      </w:r>
    </w:p>
    <w:p w:rsidR="0062748B" w:rsidRDefault="0062748B" w:rsidP="0062748B">
      <w:r>
        <w:t xml:space="preserve">9 .1.25     -INF       .        1.000      .         </w:t>
      </w:r>
    </w:p>
    <w:p w:rsidR="0062748B" w:rsidRDefault="0062748B" w:rsidP="0062748B">
      <w:r>
        <w:t xml:space="preserve">9 .1.26     -INF       .        1.000      .         </w:t>
      </w:r>
    </w:p>
    <w:p w:rsidR="0062748B" w:rsidRDefault="0062748B" w:rsidP="0062748B">
      <w:r>
        <w:t xml:space="preserve">9 .1.27     -INF       .        1.000      .         </w:t>
      </w:r>
    </w:p>
    <w:p w:rsidR="0062748B" w:rsidRDefault="0062748B" w:rsidP="0062748B">
      <w:r>
        <w:t xml:space="preserve">9 .1.28     -INF       .        1.000      .         </w:t>
      </w:r>
    </w:p>
    <w:p w:rsidR="0062748B" w:rsidRDefault="0062748B" w:rsidP="0062748B">
      <w:r>
        <w:t xml:space="preserve">9 .1.29     -INF       .        1.000      .         </w:t>
      </w:r>
    </w:p>
    <w:p w:rsidR="0062748B" w:rsidRDefault="0062748B" w:rsidP="0062748B">
      <w:r>
        <w:t xml:space="preserve">10.1.1      -INF       .        1.000      .         </w:t>
      </w:r>
    </w:p>
    <w:p w:rsidR="0062748B" w:rsidRDefault="0062748B" w:rsidP="0062748B">
      <w:r>
        <w:lastRenderedPageBreak/>
        <w:t xml:space="preserve">10.1.2      -INF       .        1.000      .         </w:t>
      </w:r>
    </w:p>
    <w:p w:rsidR="0062748B" w:rsidRDefault="0062748B" w:rsidP="0062748B">
      <w:r>
        <w:t xml:space="preserve">10.1.3      -INF       .        1.000      .         </w:t>
      </w:r>
    </w:p>
    <w:p w:rsidR="0062748B" w:rsidRDefault="0062748B" w:rsidP="0062748B">
      <w:r>
        <w:t xml:space="preserve">10.1.4      -INF       .        1.000      .         </w:t>
      </w:r>
    </w:p>
    <w:p w:rsidR="0062748B" w:rsidRDefault="0062748B" w:rsidP="0062748B">
      <w:r>
        <w:t xml:space="preserve">10.1.5      -INF       .        1.000      .         </w:t>
      </w:r>
    </w:p>
    <w:p w:rsidR="0062748B" w:rsidRDefault="0062748B" w:rsidP="0062748B">
      <w:r>
        <w:t xml:space="preserve">10.1.6      -INF       .        1.000      .         </w:t>
      </w:r>
    </w:p>
    <w:p w:rsidR="0062748B" w:rsidRDefault="0062748B" w:rsidP="0062748B">
      <w:r>
        <w:t xml:space="preserve">10.1.7      -INF       .        1.000      .         </w:t>
      </w:r>
    </w:p>
    <w:p w:rsidR="0062748B" w:rsidRDefault="0062748B" w:rsidP="0062748B">
      <w:r>
        <w:t xml:space="preserve">10.1.8      -INF       .        1.000      .         </w:t>
      </w:r>
    </w:p>
    <w:p w:rsidR="0062748B" w:rsidRDefault="0062748B" w:rsidP="0062748B">
      <w:r>
        <w:t xml:space="preserve">10.1.9      -INF       .        1.000      .         </w:t>
      </w:r>
    </w:p>
    <w:p w:rsidR="0062748B" w:rsidRDefault="0062748B" w:rsidP="0062748B">
      <w:r>
        <w:t xml:space="preserve">10.1.10     -INF       .        1.000      .         </w:t>
      </w:r>
    </w:p>
    <w:p w:rsidR="0062748B" w:rsidRDefault="0062748B" w:rsidP="0062748B">
      <w:r>
        <w:t xml:space="preserve">10.1.11     -INF       .        1.000      .         </w:t>
      </w:r>
    </w:p>
    <w:p w:rsidR="0062748B" w:rsidRDefault="0062748B" w:rsidP="0062748B">
      <w:r>
        <w:t xml:space="preserve">10.1.12     -INF       .        1.000      .         </w:t>
      </w:r>
    </w:p>
    <w:p w:rsidR="0062748B" w:rsidRDefault="0062748B" w:rsidP="0062748B">
      <w:r>
        <w:t xml:space="preserve">10.1.13     -INF       .        1.000      .         </w:t>
      </w:r>
    </w:p>
    <w:p w:rsidR="0062748B" w:rsidRDefault="0062748B" w:rsidP="0062748B">
      <w:r>
        <w:t xml:space="preserve">10.1.14     -INF       .        1.000      .         </w:t>
      </w:r>
    </w:p>
    <w:p w:rsidR="0062748B" w:rsidRDefault="0062748B" w:rsidP="0062748B">
      <w:r>
        <w:t xml:space="preserve">10.1.15     -INF       .        1.000      .         </w:t>
      </w:r>
    </w:p>
    <w:p w:rsidR="0062748B" w:rsidRDefault="0062748B" w:rsidP="0062748B">
      <w:r>
        <w:t xml:space="preserve">10.1.16     -INF       .        1.000      .         </w:t>
      </w:r>
    </w:p>
    <w:p w:rsidR="0062748B" w:rsidRDefault="0062748B" w:rsidP="0062748B">
      <w:r>
        <w:t xml:space="preserve">10.1.17     -INF       .        1.000      .         </w:t>
      </w:r>
    </w:p>
    <w:p w:rsidR="0062748B" w:rsidRDefault="0062748B" w:rsidP="0062748B">
      <w:r>
        <w:t xml:space="preserve">10.1.18     -INF       .        1.000      .         </w:t>
      </w:r>
    </w:p>
    <w:p w:rsidR="0062748B" w:rsidRDefault="0062748B" w:rsidP="0062748B">
      <w:r>
        <w:t xml:space="preserve">10.1.19     -INF       .        1.000      .         </w:t>
      </w:r>
    </w:p>
    <w:p w:rsidR="0062748B" w:rsidRDefault="0062748B" w:rsidP="0062748B">
      <w:r>
        <w:t xml:space="preserve">10.1.20     -INF       .        1.000      .         </w:t>
      </w:r>
    </w:p>
    <w:p w:rsidR="0062748B" w:rsidRDefault="0062748B" w:rsidP="0062748B">
      <w:r>
        <w:t xml:space="preserve">10.1.21     -INF       .        1.000      .         </w:t>
      </w:r>
    </w:p>
    <w:p w:rsidR="0062748B" w:rsidRDefault="0062748B" w:rsidP="0062748B">
      <w:r>
        <w:t xml:space="preserve">10.1.22     -INF       .        1.000      .         </w:t>
      </w:r>
    </w:p>
    <w:p w:rsidR="0062748B" w:rsidRDefault="0062748B" w:rsidP="0062748B">
      <w:r>
        <w:t xml:space="preserve">10.1.23     -INF       .        1.000      .         </w:t>
      </w:r>
    </w:p>
    <w:p w:rsidR="0062748B" w:rsidRDefault="0062748B" w:rsidP="0062748B">
      <w:r>
        <w:t xml:space="preserve">10.1.24     -INF       .        1.000      .         </w:t>
      </w:r>
    </w:p>
    <w:p w:rsidR="0062748B" w:rsidRDefault="0062748B" w:rsidP="0062748B">
      <w:r>
        <w:t xml:space="preserve">10.1.25     -INF       .        1.000      .         </w:t>
      </w:r>
    </w:p>
    <w:p w:rsidR="0062748B" w:rsidRDefault="0062748B" w:rsidP="0062748B">
      <w:r>
        <w:t xml:space="preserve">10.1.26     -INF       .        1.000      .         </w:t>
      </w:r>
    </w:p>
    <w:p w:rsidR="0062748B" w:rsidRDefault="0062748B" w:rsidP="0062748B">
      <w:r>
        <w:lastRenderedPageBreak/>
        <w:t xml:space="preserve">10.1.27     -INF       .        1.000      .         </w:t>
      </w:r>
    </w:p>
    <w:p w:rsidR="0062748B" w:rsidRDefault="0062748B" w:rsidP="0062748B">
      <w:r>
        <w:t xml:space="preserve">10.1.28     -INF       .        1.000      .         </w:t>
      </w:r>
    </w:p>
    <w:p w:rsidR="0062748B" w:rsidRDefault="0062748B" w:rsidP="0062748B">
      <w:r>
        <w:t xml:space="preserve">10.1.29     -INF       .        1.000      .         </w:t>
      </w:r>
    </w:p>
    <w:p w:rsidR="0062748B" w:rsidRDefault="0062748B" w:rsidP="0062748B">
      <w:r>
        <w:t xml:space="preserve">11.1.1      -INF       .        1.000      .         </w:t>
      </w:r>
    </w:p>
    <w:p w:rsidR="0062748B" w:rsidRDefault="0062748B" w:rsidP="0062748B">
      <w:r>
        <w:t xml:space="preserve">11.1.2      -INF       .        1.000      .         </w:t>
      </w:r>
    </w:p>
    <w:p w:rsidR="0062748B" w:rsidRDefault="0062748B" w:rsidP="0062748B">
      <w:r>
        <w:t xml:space="preserve">11.1.3      -INF       .        1.000      .         </w:t>
      </w:r>
    </w:p>
    <w:p w:rsidR="0062748B" w:rsidRDefault="0062748B" w:rsidP="0062748B">
      <w:r>
        <w:t xml:space="preserve">11.1.4      -INF       .        1.000      .         </w:t>
      </w:r>
    </w:p>
    <w:p w:rsidR="0062748B" w:rsidRDefault="0062748B" w:rsidP="0062748B">
      <w:r>
        <w:t xml:space="preserve">11.1.5      -INF       .        1.000      .         </w:t>
      </w:r>
    </w:p>
    <w:p w:rsidR="0062748B" w:rsidRDefault="0062748B" w:rsidP="0062748B">
      <w:r>
        <w:t xml:space="preserve">11.1.6      -INF       .        1.000      .         </w:t>
      </w:r>
    </w:p>
    <w:p w:rsidR="0062748B" w:rsidRDefault="0062748B" w:rsidP="0062748B">
      <w:r>
        <w:t xml:space="preserve">11.1.7      -INF       .        1.000      .         </w:t>
      </w:r>
    </w:p>
    <w:p w:rsidR="0062748B" w:rsidRDefault="0062748B" w:rsidP="0062748B">
      <w:r>
        <w:t xml:space="preserve">11.1.8      -INF       .        1.000      .         </w:t>
      </w:r>
    </w:p>
    <w:p w:rsidR="0062748B" w:rsidRDefault="0062748B" w:rsidP="0062748B">
      <w:r>
        <w:t xml:space="preserve">11.1.9      -INF       .        1.000      .         </w:t>
      </w:r>
    </w:p>
    <w:p w:rsidR="0062748B" w:rsidRDefault="0062748B" w:rsidP="0062748B">
      <w:r>
        <w:t xml:space="preserve">11.1.10     -INF       .        1.000      .         </w:t>
      </w:r>
    </w:p>
    <w:p w:rsidR="0062748B" w:rsidRDefault="0062748B" w:rsidP="0062748B">
      <w:r>
        <w:t xml:space="preserve">11.1.11     -INF       .        1.000      .         </w:t>
      </w:r>
    </w:p>
    <w:p w:rsidR="0062748B" w:rsidRDefault="0062748B" w:rsidP="0062748B">
      <w:r>
        <w:t xml:space="preserve">11.1.12     -INF       .        1.000      .         </w:t>
      </w:r>
    </w:p>
    <w:p w:rsidR="0062748B" w:rsidRDefault="0062748B" w:rsidP="0062748B">
      <w:r>
        <w:t xml:space="preserve">11.1.13     -INF       .        1.000      .         </w:t>
      </w:r>
    </w:p>
    <w:p w:rsidR="0062748B" w:rsidRDefault="0062748B" w:rsidP="0062748B">
      <w:r>
        <w:t xml:space="preserve">11.1.14     -INF       .        1.000      .         </w:t>
      </w:r>
    </w:p>
    <w:p w:rsidR="0062748B" w:rsidRDefault="0062748B" w:rsidP="0062748B">
      <w:r>
        <w:t xml:space="preserve">11.1.15     -INF       .        1.000      .         </w:t>
      </w:r>
    </w:p>
    <w:p w:rsidR="0062748B" w:rsidRDefault="0062748B" w:rsidP="0062748B">
      <w:r>
        <w:t xml:space="preserve">11.1.16     -INF       .        1.000      .         </w:t>
      </w:r>
    </w:p>
    <w:p w:rsidR="0062748B" w:rsidRDefault="0062748B" w:rsidP="0062748B">
      <w:r>
        <w:t xml:space="preserve">11.1.17     -INF       .        1.000      .         </w:t>
      </w:r>
    </w:p>
    <w:p w:rsidR="0062748B" w:rsidRDefault="0062748B" w:rsidP="0062748B">
      <w:r>
        <w:t xml:space="preserve">11.1.18     -INF       .        1.000      .         </w:t>
      </w:r>
    </w:p>
    <w:p w:rsidR="0062748B" w:rsidRDefault="0062748B" w:rsidP="0062748B">
      <w:r>
        <w:t xml:space="preserve">11.1.19     -INF       .        1.000      .         </w:t>
      </w:r>
    </w:p>
    <w:p w:rsidR="0062748B" w:rsidRDefault="0062748B" w:rsidP="0062748B">
      <w:r>
        <w:t xml:space="preserve">11.1.20     -INF       .        1.000      .         </w:t>
      </w:r>
    </w:p>
    <w:p w:rsidR="0062748B" w:rsidRDefault="0062748B" w:rsidP="0062748B">
      <w:r>
        <w:t xml:space="preserve">11.1.21     -INF       .        1.000      .         </w:t>
      </w:r>
    </w:p>
    <w:p w:rsidR="0062748B" w:rsidRDefault="0062748B" w:rsidP="0062748B">
      <w:r>
        <w:t xml:space="preserve">11.1.22     -INF       .        1.000      .         </w:t>
      </w:r>
    </w:p>
    <w:p w:rsidR="0062748B" w:rsidRDefault="0062748B" w:rsidP="0062748B">
      <w:r>
        <w:lastRenderedPageBreak/>
        <w:t xml:space="preserve">11.1.23     -INF       .        1.000      .         </w:t>
      </w:r>
    </w:p>
    <w:p w:rsidR="0062748B" w:rsidRDefault="0062748B" w:rsidP="0062748B">
      <w:r>
        <w:t xml:space="preserve">11.1.24     -INF       .        1.000      .         </w:t>
      </w:r>
    </w:p>
    <w:p w:rsidR="0062748B" w:rsidRDefault="0062748B" w:rsidP="0062748B">
      <w:r>
        <w:t xml:space="preserve">11.1.25     -INF       .        1.000      .         </w:t>
      </w:r>
    </w:p>
    <w:p w:rsidR="0062748B" w:rsidRDefault="0062748B" w:rsidP="0062748B">
      <w:r>
        <w:t xml:space="preserve">11.1.26     -INF       .        1.000      .         </w:t>
      </w:r>
    </w:p>
    <w:p w:rsidR="0062748B" w:rsidRDefault="0062748B" w:rsidP="0062748B">
      <w:r>
        <w:t xml:space="preserve">11.1.27     -INF       .        1.000      .         </w:t>
      </w:r>
    </w:p>
    <w:p w:rsidR="0062748B" w:rsidRDefault="0062748B" w:rsidP="0062748B">
      <w:r>
        <w:t xml:space="preserve">11.1.28     -INF       .        1.000      .         </w:t>
      </w:r>
    </w:p>
    <w:p w:rsidR="0062748B" w:rsidRDefault="0062748B" w:rsidP="0062748B">
      <w:r>
        <w:t xml:space="preserve">11.1.29     -INF       .        1.000      .         </w:t>
      </w:r>
    </w:p>
    <w:p w:rsidR="0062748B" w:rsidRDefault="0062748B" w:rsidP="0062748B">
      <w:r>
        <w:t xml:space="preserve">12.1.1      -INF       .        1.000      .         </w:t>
      </w:r>
    </w:p>
    <w:p w:rsidR="0062748B" w:rsidRDefault="0062748B" w:rsidP="0062748B">
      <w:r>
        <w:t xml:space="preserve">12.1.2      -INF       .        1.000      .         </w:t>
      </w:r>
    </w:p>
    <w:p w:rsidR="0062748B" w:rsidRDefault="0062748B" w:rsidP="0062748B">
      <w:r>
        <w:t xml:space="preserve">12.1.3      -INF       .        1.000      .         </w:t>
      </w:r>
    </w:p>
    <w:p w:rsidR="0062748B" w:rsidRDefault="0062748B" w:rsidP="0062748B">
      <w:r>
        <w:t xml:space="preserve">12.1.4      -INF       .        1.000      .         </w:t>
      </w:r>
    </w:p>
    <w:p w:rsidR="0062748B" w:rsidRDefault="0062748B" w:rsidP="0062748B">
      <w:r>
        <w:t xml:space="preserve">12.1.5      -INF       .        1.000      .         </w:t>
      </w:r>
    </w:p>
    <w:p w:rsidR="0062748B" w:rsidRDefault="0062748B" w:rsidP="0062748B">
      <w:r>
        <w:t xml:space="preserve">12.1.6      -INF       .        1.000      .         </w:t>
      </w:r>
    </w:p>
    <w:p w:rsidR="0062748B" w:rsidRDefault="0062748B" w:rsidP="0062748B">
      <w:r>
        <w:t xml:space="preserve">12.1.7      -INF       .        1.000      .         </w:t>
      </w:r>
    </w:p>
    <w:p w:rsidR="0062748B" w:rsidRDefault="0062748B" w:rsidP="0062748B">
      <w:r>
        <w:t xml:space="preserve">12.1.8      -INF       .        1.000      .         </w:t>
      </w:r>
    </w:p>
    <w:p w:rsidR="0062748B" w:rsidRDefault="0062748B" w:rsidP="0062748B">
      <w:r>
        <w:t xml:space="preserve">12.1.9      -INF       .        1.000      .         </w:t>
      </w:r>
    </w:p>
    <w:p w:rsidR="0062748B" w:rsidRDefault="0062748B" w:rsidP="0062748B">
      <w:r>
        <w:t xml:space="preserve">12.1.10     -INF       .        1.000      .         </w:t>
      </w:r>
    </w:p>
    <w:p w:rsidR="0062748B" w:rsidRDefault="0062748B" w:rsidP="0062748B">
      <w:r>
        <w:t xml:space="preserve">12.1.11     -INF       .        1.000      .         </w:t>
      </w:r>
    </w:p>
    <w:p w:rsidR="0062748B" w:rsidRDefault="0062748B" w:rsidP="0062748B">
      <w:r>
        <w:t xml:space="preserve">12.1.12     -INF       .        1.000      .         </w:t>
      </w:r>
    </w:p>
    <w:p w:rsidR="0062748B" w:rsidRDefault="0062748B" w:rsidP="0062748B">
      <w:r>
        <w:t xml:space="preserve">12.1.13     -INF       .        1.000      .         </w:t>
      </w:r>
    </w:p>
    <w:p w:rsidR="0062748B" w:rsidRDefault="0062748B" w:rsidP="0062748B">
      <w:r>
        <w:t xml:space="preserve">12.1.14     -INF       .        1.000      .         </w:t>
      </w:r>
    </w:p>
    <w:p w:rsidR="0062748B" w:rsidRDefault="0062748B" w:rsidP="0062748B">
      <w:r>
        <w:t xml:space="preserve">12.1.15     -INF       .        1.000      .         </w:t>
      </w:r>
    </w:p>
    <w:p w:rsidR="0062748B" w:rsidRDefault="0062748B" w:rsidP="0062748B">
      <w:r>
        <w:t xml:space="preserve">12.1.16     -INF       .        1.000      .         </w:t>
      </w:r>
    </w:p>
    <w:p w:rsidR="0062748B" w:rsidRDefault="0062748B" w:rsidP="0062748B">
      <w:r>
        <w:t xml:space="preserve">12.1.17     -INF       .        1.000      .         </w:t>
      </w:r>
    </w:p>
    <w:p w:rsidR="0062748B" w:rsidRDefault="0062748B" w:rsidP="0062748B">
      <w:r>
        <w:t xml:space="preserve">12.1.18     -INF       .        1.000      .         </w:t>
      </w:r>
    </w:p>
    <w:p w:rsidR="0062748B" w:rsidRDefault="0062748B" w:rsidP="0062748B">
      <w:r>
        <w:lastRenderedPageBreak/>
        <w:t xml:space="preserve">12.1.19     -INF       .        1.000      .         </w:t>
      </w:r>
    </w:p>
    <w:p w:rsidR="0062748B" w:rsidRDefault="0062748B" w:rsidP="0062748B">
      <w:r>
        <w:t xml:space="preserve">12.1.20     -INF       .        1.000      .         </w:t>
      </w:r>
    </w:p>
    <w:p w:rsidR="0062748B" w:rsidRDefault="0062748B" w:rsidP="0062748B">
      <w:r>
        <w:t xml:space="preserve">12.1.21     -INF       .        1.000      .         </w:t>
      </w:r>
    </w:p>
    <w:p w:rsidR="0062748B" w:rsidRDefault="0062748B" w:rsidP="0062748B">
      <w:r>
        <w:t xml:space="preserve">12.1.22     -INF       .        1.000      .         </w:t>
      </w:r>
    </w:p>
    <w:p w:rsidR="0062748B" w:rsidRDefault="0062748B" w:rsidP="0062748B">
      <w:r>
        <w:t xml:space="preserve">12.1.23     -INF       .        1.000      .         </w:t>
      </w:r>
    </w:p>
    <w:p w:rsidR="0062748B" w:rsidRDefault="0062748B" w:rsidP="0062748B">
      <w:r>
        <w:t xml:space="preserve">12.1.24     -INF       .        1.000      .         </w:t>
      </w:r>
    </w:p>
    <w:p w:rsidR="0062748B" w:rsidRDefault="0062748B" w:rsidP="0062748B">
      <w:r>
        <w:t xml:space="preserve">12.1.25     -INF       .        1.000      .         </w:t>
      </w:r>
    </w:p>
    <w:p w:rsidR="0062748B" w:rsidRDefault="0062748B" w:rsidP="0062748B">
      <w:r>
        <w:t xml:space="preserve">12.1.26     -INF       .        1.000      .         </w:t>
      </w:r>
    </w:p>
    <w:p w:rsidR="0062748B" w:rsidRDefault="0062748B" w:rsidP="0062748B">
      <w:r>
        <w:t xml:space="preserve">12.1.27     -INF       .        1.000      .         </w:t>
      </w:r>
    </w:p>
    <w:p w:rsidR="0062748B" w:rsidRDefault="0062748B" w:rsidP="0062748B">
      <w:r>
        <w:t xml:space="preserve">12.1.28     -INF       .        1.000      .         </w:t>
      </w:r>
    </w:p>
    <w:p w:rsidR="0062748B" w:rsidRDefault="0062748B" w:rsidP="0062748B">
      <w:r>
        <w:t xml:space="preserve">12.1.29     -INF       .        1.000      .         </w:t>
      </w:r>
    </w:p>
    <w:p w:rsidR="0062748B" w:rsidRDefault="0062748B" w:rsidP="0062748B">
      <w:r>
        <w:t xml:space="preserve">13.1.1      -INF       .        1.000      .         </w:t>
      </w:r>
    </w:p>
    <w:p w:rsidR="0062748B" w:rsidRDefault="0062748B" w:rsidP="0062748B">
      <w:r>
        <w:t xml:space="preserve">13.1.2      -INF       .        1.000      .         </w:t>
      </w:r>
    </w:p>
    <w:p w:rsidR="0062748B" w:rsidRDefault="0062748B" w:rsidP="0062748B">
      <w:r>
        <w:t xml:space="preserve">13.1.3      -INF       .        1.000      .         </w:t>
      </w:r>
    </w:p>
    <w:p w:rsidR="0062748B" w:rsidRDefault="0062748B" w:rsidP="0062748B">
      <w:r>
        <w:t xml:space="preserve">13.1.4      -INF       .        1.000      .         </w:t>
      </w:r>
    </w:p>
    <w:p w:rsidR="0062748B" w:rsidRDefault="0062748B" w:rsidP="0062748B">
      <w:r>
        <w:t xml:space="preserve">13.1.5      -INF       .        1.000      .         </w:t>
      </w:r>
    </w:p>
    <w:p w:rsidR="0062748B" w:rsidRDefault="0062748B" w:rsidP="0062748B">
      <w:r>
        <w:t xml:space="preserve">13.1.6      -INF       .        1.000      .         </w:t>
      </w:r>
    </w:p>
    <w:p w:rsidR="0062748B" w:rsidRDefault="0062748B" w:rsidP="0062748B">
      <w:r>
        <w:t xml:space="preserve">13.1.7      -INF       .        1.000      .         </w:t>
      </w:r>
    </w:p>
    <w:p w:rsidR="0062748B" w:rsidRDefault="0062748B" w:rsidP="0062748B">
      <w:r>
        <w:t xml:space="preserve">13.1.8      -INF       .        1.000      .         </w:t>
      </w:r>
    </w:p>
    <w:p w:rsidR="0062748B" w:rsidRDefault="0062748B" w:rsidP="0062748B">
      <w:r>
        <w:t xml:space="preserve">13.1.9      -INF       .        1.000      .         </w:t>
      </w:r>
    </w:p>
    <w:p w:rsidR="0062748B" w:rsidRDefault="0062748B" w:rsidP="0062748B">
      <w:r>
        <w:t xml:space="preserve">13.1.10     -INF       .        1.000      .         </w:t>
      </w:r>
    </w:p>
    <w:p w:rsidR="0062748B" w:rsidRDefault="0062748B" w:rsidP="0062748B">
      <w:r>
        <w:t xml:space="preserve">13.1.11     -INF       .        1.000      .         </w:t>
      </w:r>
    </w:p>
    <w:p w:rsidR="0062748B" w:rsidRDefault="0062748B" w:rsidP="0062748B">
      <w:r>
        <w:t xml:space="preserve">13.1.12     -INF       .        1.000      .         </w:t>
      </w:r>
    </w:p>
    <w:p w:rsidR="0062748B" w:rsidRDefault="0062748B" w:rsidP="0062748B">
      <w:r>
        <w:t xml:space="preserve">13.1.13     -INF       .        1.000      .         </w:t>
      </w:r>
    </w:p>
    <w:p w:rsidR="0062748B" w:rsidRDefault="0062748B" w:rsidP="0062748B">
      <w:r>
        <w:t xml:space="preserve">13.1.14     -INF       .        1.000      .         </w:t>
      </w:r>
    </w:p>
    <w:p w:rsidR="0062748B" w:rsidRDefault="0062748B" w:rsidP="0062748B">
      <w:r>
        <w:lastRenderedPageBreak/>
        <w:t xml:space="preserve">13.1.15     -INF       .        1.000      .         </w:t>
      </w:r>
    </w:p>
    <w:p w:rsidR="0062748B" w:rsidRDefault="0062748B" w:rsidP="0062748B">
      <w:r>
        <w:t xml:space="preserve">13.1.16     -INF       .        1.000      .         </w:t>
      </w:r>
    </w:p>
    <w:p w:rsidR="0062748B" w:rsidRDefault="0062748B" w:rsidP="0062748B">
      <w:r>
        <w:t xml:space="preserve">13.1.17     -INF       .        1.000      .         </w:t>
      </w:r>
    </w:p>
    <w:p w:rsidR="0062748B" w:rsidRDefault="0062748B" w:rsidP="0062748B">
      <w:r>
        <w:t xml:space="preserve">13.1.18     -INF       .        1.000      .         </w:t>
      </w:r>
    </w:p>
    <w:p w:rsidR="0062748B" w:rsidRDefault="0062748B" w:rsidP="0062748B">
      <w:r>
        <w:t xml:space="preserve">13.1.19     -INF       .        1.000      .         </w:t>
      </w:r>
    </w:p>
    <w:p w:rsidR="0062748B" w:rsidRDefault="0062748B" w:rsidP="0062748B">
      <w:r>
        <w:t xml:space="preserve">13.1.20     -INF       .        1.000      .         </w:t>
      </w:r>
    </w:p>
    <w:p w:rsidR="0062748B" w:rsidRDefault="0062748B" w:rsidP="0062748B">
      <w:r>
        <w:t xml:space="preserve">13.1.21     -INF       .        1.000      .         </w:t>
      </w:r>
    </w:p>
    <w:p w:rsidR="0062748B" w:rsidRDefault="0062748B" w:rsidP="0062748B">
      <w:r>
        <w:t xml:space="preserve">13.1.22     -INF       .        1.000      .         </w:t>
      </w:r>
    </w:p>
    <w:p w:rsidR="0062748B" w:rsidRDefault="0062748B" w:rsidP="0062748B">
      <w:r>
        <w:t xml:space="preserve">13.1.23     -INF       .        1.000      .         </w:t>
      </w:r>
    </w:p>
    <w:p w:rsidR="0062748B" w:rsidRDefault="0062748B" w:rsidP="0062748B">
      <w:r>
        <w:t xml:space="preserve">13.1.24     -INF       .        1.000      .         </w:t>
      </w:r>
    </w:p>
    <w:p w:rsidR="0062748B" w:rsidRDefault="0062748B" w:rsidP="0062748B">
      <w:r>
        <w:t xml:space="preserve">13.1.25     -INF       .        1.000      .         </w:t>
      </w:r>
    </w:p>
    <w:p w:rsidR="0062748B" w:rsidRDefault="0062748B" w:rsidP="0062748B">
      <w:r>
        <w:t xml:space="preserve">13.1.26     -INF       .        1.000      .         </w:t>
      </w:r>
    </w:p>
    <w:p w:rsidR="0062748B" w:rsidRDefault="0062748B" w:rsidP="0062748B">
      <w:r>
        <w:t xml:space="preserve">13.1.27     -INF       .        1.000      .         </w:t>
      </w:r>
    </w:p>
    <w:p w:rsidR="0062748B" w:rsidRDefault="0062748B" w:rsidP="0062748B">
      <w:r>
        <w:t xml:space="preserve">13.1.28     -INF       .        1.000      .         </w:t>
      </w:r>
    </w:p>
    <w:p w:rsidR="0062748B" w:rsidRDefault="0062748B" w:rsidP="0062748B">
      <w:r>
        <w:t xml:space="preserve">13.1.29     -INF       .        1.000      .         </w:t>
      </w:r>
    </w:p>
    <w:p w:rsidR="0062748B" w:rsidRDefault="0062748B" w:rsidP="0062748B">
      <w:r>
        <w:t xml:space="preserve">14.1.1      -INF       .        1.000      .         </w:t>
      </w:r>
    </w:p>
    <w:p w:rsidR="0062748B" w:rsidRDefault="0062748B" w:rsidP="0062748B">
      <w:r>
        <w:t xml:space="preserve">14.1.2      -INF       .        1.000      .         </w:t>
      </w:r>
    </w:p>
    <w:p w:rsidR="0062748B" w:rsidRDefault="0062748B" w:rsidP="0062748B">
      <w:r>
        <w:t xml:space="preserve">14.1.3      -INF       .        1.000      .         </w:t>
      </w:r>
    </w:p>
    <w:p w:rsidR="0062748B" w:rsidRDefault="0062748B" w:rsidP="0062748B">
      <w:r>
        <w:t xml:space="preserve">14.1.4      -INF       .        1.000      .         </w:t>
      </w:r>
    </w:p>
    <w:p w:rsidR="0062748B" w:rsidRDefault="0062748B" w:rsidP="0062748B">
      <w:r>
        <w:t xml:space="preserve">14.1.5      -INF       .        1.000      .         </w:t>
      </w:r>
    </w:p>
    <w:p w:rsidR="0062748B" w:rsidRDefault="0062748B" w:rsidP="0062748B">
      <w:r>
        <w:t xml:space="preserve">14.1.6      -INF       .        1.000      .         </w:t>
      </w:r>
    </w:p>
    <w:p w:rsidR="0062748B" w:rsidRDefault="0062748B" w:rsidP="0062748B">
      <w:r>
        <w:t xml:space="preserve">14.1.7      -INF       .        1.000      .         </w:t>
      </w:r>
    </w:p>
    <w:p w:rsidR="0062748B" w:rsidRDefault="0062748B" w:rsidP="0062748B">
      <w:r>
        <w:t xml:space="preserve">14.1.8      -INF       .        1.000      .         </w:t>
      </w:r>
    </w:p>
    <w:p w:rsidR="0062748B" w:rsidRDefault="0062748B" w:rsidP="0062748B">
      <w:r>
        <w:t xml:space="preserve">14.1.9      -INF       .        1.000      .         </w:t>
      </w:r>
    </w:p>
    <w:p w:rsidR="0062748B" w:rsidRDefault="0062748B" w:rsidP="0062748B">
      <w:r>
        <w:t xml:space="preserve">14.1.10     -INF       .        1.000      .         </w:t>
      </w:r>
    </w:p>
    <w:p w:rsidR="0062748B" w:rsidRDefault="0062748B" w:rsidP="0062748B">
      <w:r>
        <w:lastRenderedPageBreak/>
        <w:t xml:space="preserve">14.1.11     -INF       .        1.000      .         </w:t>
      </w:r>
    </w:p>
    <w:p w:rsidR="0062748B" w:rsidRDefault="0062748B" w:rsidP="0062748B">
      <w:r>
        <w:t xml:space="preserve">14.1.12     -INF       .        1.000      .         </w:t>
      </w:r>
    </w:p>
    <w:p w:rsidR="0062748B" w:rsidRDefault="0062748B" w:rsidP="0062748B">
      <w:r>
        <w:t xml:space="preserve">14.1.13     -INF       .        1.000      .         </w:t>
      </w:r>
    </w:p>
    <w:p w:rsidR="0062748B" w:rsidRDefault="0062748B" w:rsidP="0062748B">
      <w:r>
        <w:t xml:space="preserve">14.1.14     -INF       .        1.000      .         </w:t>
      </w:r>
    </w:p>
    <w:p w:rsidR="0062748B" w:rsidRDefault="0062748B" w:rsidP="0062748B">
      <w:r>
        <w:t xml:space="preserve">14.1.15     -INF       .        1.000      .         </w:t>
      </w:r>
    </w:p>
    <w:p w:rsidR="0062748B" w:rsidRDefault="0062748B" w:rsidP="0062748B">
      <w:r>
        <w:t xml:space="preserve">14.1.16     -INF       .        1.000      .         </w:t>
      </w:r>
    </w:p>
    <w:p w:rsidR="0062748B" w:rsidRDefault="0062748B" w:rsidP="0062748B">
      <w:r>
        <w:t xml:space="preserve">14.1.17     -INF       .        1.000      .         </w:t>
      </w:r>
    </w:p>
    <w:p w:rsidR="0062748B" w:rsidRDefault="0062748B" w:rsidP="0062748B">
      <w:r>
        <w:t xml:space="preserve">14.1.18     -INF       .        1.000      .         </w:t>
      </w:r>
    </w:p>
    <w:p w:rsidR="0062748B" w:rsidRDefault="0062748B" w:rsidP="0062748B">
      <w:r>
        <w:t xml:space="preserve">14.1.19     -INF       .        1.000      .         </w:t>
      </w:r>
    </w:p>
    <w:p w:rsidR="0062748B" w:rsidRDefault="0062748B" w:rsidP="0062748B">
      <w:r>
        <w:t xml:space="preserve">14.1.20     -INF       .        1.000      .         </w:t>
      </w:r>
    </w:p>
    <w:p w:rsidR="0062748B" w:rsidRDefault="0062748B" w:rsidP="0062748B">
      <w:r>
        <w:t xml:space="preserve">14.1.21     -INF       .        1.000      .         </w:t>
      </w:r>
    </w:p>
    <w:p w:rsidR="0062748B" w:rsidRDefault="0062748B" w:rsidP="0062748B">
      <w:r>
        <w:t xml:space="preserve">14.1.22     -INF       .        1.000      .         </w:t>
      </w:r>
    </w:p>
    <w:p w:rsidR="0062748B" w:rsidRDefault="0062748B" w:rsidP="0062748B">
      <w:r>
        <w:t xml:space="preserve">14.1.23     -INF       .        1.000      .         </w:t>
      </w:r>
    </w:p>
    <w:p w:rsidR="0062748B" w:rsidRDefault="0062748B" w:rsidP="0062748B">
      <w:r>
        <w:t xml:space="preserve">14.1.24     -INF       .        1.000      .         </w:t>
      </w:r>
    </w:p>
    <w:p w:rsidR="0062748B" w:rsidRDefault="0062748B" w:rsidP="0062748B">
      <w:r>
        <w:t xml:space="preserve">14.1.25     -INF       .        1.000      .         </w:t>
      </w:r>
    </w:p>
    <w:p w:rsidR="0062748B" w:rsidRDefault="0062748B" w:rsidP="0062748B">
      <w:r>
        <w:t xml:space="preserve">14.1.26     -INF       .        1.000      .         </w:t>
      </w:r>
    </w:p>
    <w:p w:rsidR="0062748B" w:rsidRDefault="0062748B" w:rsidP="0062748B">
      <w:r>
        <w:t xml:space="preserve">14.1.27     -INF       .        1.000      .         </w:t>
      </w:r>
    </w:p>
    <w:p w:rsidR="0062748B" w:rsidRDefault="0062748B" w:rsidP="0062748B">
      <w:r>
        <w:t xml:space="preserve">14.1.28     -INF       .        1.000      .         </w:t>
      </w:r>
    </w:p>
    <w:p w:rsidR="0062748B" w:rsidRDefault="0062748B" w:rsidP="0062748B">
      <w:r>
        <w:t xml:space="preserve">14.1.29     -INF       .        1.000      .         </w:t>
      </w:r>
    </w:p>
    <w:p w:rsidR="0062748B" w:rsidRDefault="0062748B" w:rsidP="0062748B">
      <w:r>
        <w:t xml:space="preserve">15.1.1      -INF       .        1.000      .         </w:t>
      </w:r>
    </w:p>
    <w:p w:rsidR="0062748B" w:rsidRDefault="0062748B" w:rsidP="0062748B">
      <w:r>
        <w:t xml:space="preserve">15.1.2      -INF       .        1.000      .         </w:t>
      </w:r>
    </w:p>
    <w:p w:rsidR="0062748B" w:rsidRDefault="0062748B" w:rsidP="0062748B">
      <w:r>
        <w:t xml:space="preserve">15.1.3      -INF       .        1.000      .         </w:t>
      </w:r>
    </w:p>
    <w:p w:rsidR="0062748B" w:rsidRDefault="0062748B" w:rsidP="0062748B">
      <w:r>
        <w:t xml:space="preserve">15.1.4      -INF       .        1.000      .         </w:t>
      </w:r>
    </w:p>
    <w:p w:rsidR="0062748B" w:rsidRDefault="0062748B" w:rsidP="0062748B">
      <w:r>
        <w:t xml:space="preserve">15.1.5      -INF       .        1.000      .         </w:t>
      </w:r>
    </w:p>
    <w:p w:rsidR="0062748B" w:rsidRDefault="0062748B" w:rsidP="0062748B">
      <w:r>
        <w:t xml:space="preserve">15.1.6      -INF       .        1.000      .         </w:t>
      </w:r>
    </w:p>
    <w:p w:rsidR="0062748B" w:rsidRDefault="0062748B" w:rsidP="0062748B">
      <w:r>
        <w:lastRenderedPageBreak/>
        <w:t xml:space="preserve">15.1.7      -INF       .        1.000      .         </w:t>
      </w:r>
    </w:p>
    <w:p w:rsidR="0062748B" w:rsidRDefault="0062748B" w:rsidP="0062748B">
      <w:r>
        <w:t xml:space="preserve">15.1.8      -INF       .        1.000      .         </w:t>
      </w:r>
    </w:p>
    <w:p w:rsidR="0062748B" w:rsidRDefault="0062748B" w:rsidP="0062748B">
      <w:r>
        <w:t xml:space="preserve">15.1.9      -INF       .        1.000      .         </w:t>
      </w:r>
    </w:p>
    <w:p w:rsidR="0062748B" w:rsidRDefault="0062748B" w:rsidP="0062748B">
      <w:r>
        <w:t xml:space="preserve">15.1.10     -INF       .        1.000      .         </w:t>
      </w:r>
    </w:p>
    <w:p w:rsidR="0062748B" w:rsidRDefault="0062748B" w:rsidP="0062748B">
      <w:r>
        <w:t xml:space="preserve">15.1.11     -INF       .        1.000      .         </w:t>
      </w:r>
    </w:p>
    <w:p w:rsidR="0062748B" w:rsidRDefault="0062748B" w:rsidP="0062748B">
      <w:r>
        <w:t xml:space="preserve">15.1.12     -INF       .        1.000      .         </w:t>
      </w:r>
    </w:p>
    <w:p w:rsidR="0062748B" w:rsidRDefault="0062748B" w:rsidP="0062748B">
      <w:r>
        <w:t xml:space="preserve">15.1.13     -INF       .        1.000      .         </w:t>
      </w:r>
    </w:p>
    <w:p w:rsidR="0062748B" w:rsidRDefault="0062748B" w:rsidP="0062748B">
      <w:r>
        <w:t xml:space="preserve">15.1.14     -INF       .        1.000      .         </w:t>
      </w:r>
    </w:p>
    <w:p w:rsidR="0062748B" w:rsidRDefault="0062748B" w:rsidP="0062748B">
      <w:r>
        <w:t xml:space="preserve">15.1.15     -INF       .        1.000      .         </w:t>
      </w:r>
    </w:p>
    <w:p w:rsidR="0062748B" w:rsidRDefault="0062748B" w:rsidP="0062748B">
      <w:r>
        <w:t xml:space="preserve">15.1.16     -INF       .        1.000      .         </w:t>
      </w:r>
    </w:p>
    <w:p w:rsidR="0062748B" w:rsidRDefault="0062748B" w:rsidP="0062748B">
      <w:r>
        <w:t xml:space="preserve">15.1.17     -INF       .        1.000      .         </w:t>
      </w:r>
    </w:p>
    <w:p w:rsidR="0062748B" w:rsidRDefault="0062748B" w:rsidP="0062748B">
      <w:r>
        <w:t xml:space="preserve">15.1.18     -INF       .        1.000      .         </w:t>
      </w:r>
    </w:p>
    <w:p w:rsidR="0062748B" w:rsidRDefault="0062748B" w:rsidP="0062748B">
      <w:r>
        <w:t xml:space="preserve">15.1.19     -INF       .        1.000      .         </w:t>
      </w:r>
    </w:p>
    <w:p w:rsidR="0062748B" w:rsidRDefault="0062748B" w:rsidP="0062748B">
      <w:r>
        <w:t xml:space="preserve">15.1.20     -INF       .        1.000      .         </w:t>
      </w:r>
    </w:p>
    <w:p w:rsidR="0062748B" w:rsidRDefault="0062748B" w:rsidP="0062748B">
      <w:r>
        <w:t xml:space="preserve">15.1.21     -INF       .        1.000      .         </w:t>
      </w:r>
    </w:p>
    <w:p w:rsidR="0062748B" w:rsidRDefault="0062748B" w:rsidP="0062748B">
      <w:r>
        <w:t xml:space="preserve">15.1.22     -INF       .        1.000      .         </w:t>
      </w:r>
    </w:p>
    <w:p w:rsidR="0062748B" w:rsidRDefault="0062748B" w:rsidP="0062748B">
      <w:r>
        <w:t xml:space="preserve">15.1.23     -INF       .        1.000      .         </w:t>
      </w:r>
    </w:p>
    <w:p w:rsidR="0062748B" w:rsidRDefault="0062748B" w:rsidP="0062748B">
      <w:r>
        <w:t xml:space="preserve">15.1.24     -INF       .        1.000      .         </w:t>
      </w:r>
    </w:p>
    <w:p w:rsidR="0062748B" w:rsidRDefault="0062748B" w:rsidP="0062748B">
      <w:r>
        <w:t xml:space="preserve">15.1.25     -INF       .        1.000      .         </w:t>
      </w:r>
    </w:p>
    <w:p w:rsidR="0062748B" w:rsidRDefault="0062748B" w:rsidP="0062748B">
      <w:r>
        <w:t xml:space="preserve">15.1.26     -INF       .        1.000      .         </w:t>
      </w:r>
    </w:p>
    <w:p w:rsidR="0062748B" w:rsidRDefault="0062748B" w:rsidP="0062748B">
      <w:r>
        <w:t xml:space="preserve">15.1.27     -INF       .        1.000      .         </w:t>
      </w:r>
    </w:p>
    <w:p w:rsidR="0062748B" w:rsidRDefault="0062748B" w:rsidP="0062748B">
      <w:r>
        <w:t xml:space="preserve">15.1.28     -INF       .        1.000      .         </w:t>
      </w:r>
    </w:p>
    <w:p w:rsidR="0062748B" w:rsidRDefault="0062748B" w:rsidP="0062748B">
      <w:r>
        <w:t xml:space="preserve">15.1.29     -INF       .        1.000      .         </w:t>
      </w:r>
    </w:p>
    <w:p w:rsidR="0062748B" w:rsidRDefault="0062748B" w:rsidP="0062748B">
      <w:r>
        <w:t xml:space="preserve">16.1.1      -INF       .        1.000      .         </w:t>
      </w:r>
    </w:p>
    <w:p w:rsidR="0062748B" w:rsidRDefault="0062748B" w:rsidP="0062748B">
      <w:r>
        <w:t xml:space="preserve">16.1.2      -INF       .        1.000      .         </w:t>
      </w:r>
    </w:p>
    <w:p w:rsidR="0062748B" w:rsidRDefault="0062748B" w:rsidP="0062748B">
      <w:r>
        <w:lastRenderedPageBreak/>
        <w:t xml:space="preserve">16.1.3      -INF       .        1.000      .         </w:t>
      </w:r>
    </w:p>
    <w:p w:rsidR="0062748B" w:rsidRDefault="0062748B" w:rsidP="0062748B">
      <w:r>
        <w:t xml:space="preserve">16.1.4      -INF       .        1.000      .         </w:t>
      </w:r>
    </w:p>
    <w:p w:rsidR="0062748B" w:rsidRDefault="0062748B" w:rsidP="0062748B">
      <w:r>
        <w:t xml:space="preserve">16.1.5      -INF       .        1.000      .         </w:t>
      </w:r>
    </w:p>
    <w:p w:rsidR="0062748B" w:rsidRDefault="0062748B" w:rsidP="0062748B">
      <w:r>
        <w:t xml:space="preserve">16.1.6      -INF       .        1.000      .         </w:t>
      </w:r>
    </w:p>
    <w:p w:rsidR="0062748B" w:rsidRDefault="0062748B" w:rsidP="0062748B">
      <w:r>
        <w:t xml:space="preserve">16.1.7      -INF       .        1.000      .         </w:t>
      </w:r>
    </w:p>
    <w:p w:rsidR="0062748B" w:rsidRDefault="0062748B" w:rsidP="0062748B">
      <w:r>
        <w:t xml:space="preserve">16.1.8      -INF       .        1.000      .         </w:t>
      </w:r>
    </w:p>
    <w:p w:rsidR="0062748B" w:rsidRDefault="0062748B" w:rsidP="0062748B">
      <w:r>
        <w:t xml:space="preserve">16.1.9      -INF       .        1.000      .         </w:t>
      </w:r>
    </w:p>
    <w:p w:rsidR="0062748B" w:rsidRDefault="0062748B" w:rsidP="0062748B">
      <w:r>
        <w:t xml:space="preserve">16.1.10     -INF       .        1.000      .         </w:t>
      </w:r>
    </w:p>
    <w:p w:rsidR="0062748B" w:rsidRDefault="0062748B" w:rsidP="0062748B">
      <w:r>
        <w:t xml:space="preserve">16.1.11     -INF       .        1.000      .         </w:t>
      </w:r>
    </w:p>
    <w:p w:rsidR="0062748B" w:rsidRDefault="0062748B" w:rsidP="0062748B">
      <w:r>
        <w:t xml:space="preserve">16.1.12     -INF       .        1.000      .         </w:t>
      </w:r>
    </w:p>
    <w:p w:rsidR="0062748B" w:rsidRDefault="0062748B" w:rsidP="0062748B">
      <w:r>
        <w:t xml:space="preserve">16.1.13     -INF       .        1.000      .         </w:t>
      </w:r>
    </w:p>
    <w:p w:rsidR="0062748B" w:rsidRDefault="0062748B" w:rsidP="0062748B">
      <w:r>
        <w:t xml:space="preserve">16.1.14     -INF       .        1.000      .         </w:t>
      </w:r>
    </w:p>
    <w:p w:rsidR="0062748B" w:rsidRDefault="0062748B" w:rsidP="0062748B">
      <w:r>
        <w:t xml:space="preserve">16.1.15     -INF       .        1.000      .         </w:t>
      </w:r>
    </w:p>
    <w:p w:rsidR="0062748B" w:rsidRDefault="0062748B" w:rsidP="0062748B">
      <w:r>
        <w:t xml:space="preserve">16.1.16     -INF       .        1.000      .         </w:t>
      </w:r>
    </w:p>
    <w:p w:rsidR="0062748B" w:rsidRDefault="0062748B" w:rsidP="0062748B">
      <w:r>
        <w:t xml:space="preserve">16.1.17     -INF       .        1.000      .         </w:t>
      </w:r>
    </w:p>
    <w:p w:rsidR="0062748B" w:rsidRDefault="0062748B" w:rsidP="0062748B">
      <w:r>
        <w:t xml:space="preserve">16.1.18     -INF       .        1.000      .         </w:t>
      </w:r>
    </w:p>
    <w:p w:rsidR="0062748B" w:rsidRDefault="0062748B" w:rsidP="0062748B">
      <w:r>
        <w:t xml:space="preserve">16.1.19     -INF       .        1.000      .         </w:t>
      </w:r>
    </w:p>
    <w:p w:rsidR="0062748B" w:rsidRDefault="0062748B" w:rsidP="0062748B">
      <w:r>
        <w:t xml:space="preserve">16.1.20     -INF       .        1.000      .         </w:t>
      </w:r>
    </w:p>
    <w:p w:rsidR="0062748B" w:rsidRDefault="0062748B" w:rsidP="0062748B">
      <w:r>
        <w:t xml:space="preserve">16.1.21     -INF       .        1.000      .         </w:t>
      </w:r>
    </w:p>
    <w:p w:rsidR="0062748B" w:rsidRDefault="0062748B" w:rsidP="0062748B">
      <w:r>
        <w:t xml:space="preserve">16.1.22     -INF       .        1.000      .         </w:t>
      </w:r>
    </w:p>
    <w:p w:rsidR="0062748B" w:rsidRDefault="0062748B" w:rsidP="0062748B">
      <w:r>
        <w:t xml:space="preserve">16.1.23     -INF       .        1.000      .         </w:t>
      </w:r>
    </w:p>
    <w:p w:rsidR="0062748B" w:rsidRDefault="0062748B" w:rsidP="0062748B">
      <w:r>
        <w:t xml:space="preserve">16.1.24     -INF       .        1.000      .         </w:t>
      </w:r>
    </w:p>
    <w:p w:rsidR="0062748B" w:rsidRDefault="0062748B" w:rsidP="0062748B">
      <w:r>
        <w:t xml:space="preserve">16.1.25     -INF       .        1.000      .         </w:t>
      </w:r>
    </w:p>
    <w:p w:rsidR="0062748B" w:rsidRDefault="0062748B" w:rsidP="0062748B">
      <w:r>
        <w:t xml:space="preserve">16.1.26     -INF       .        1.000      .         </w:t>
      </w:r>
    </w:p>
    <w:p w:rsidR="0062748B" w:rsidRDefault="0062748B" w:rsidP="0062748B">
      <w:r>
        <w:t xml:space="preserve">16.1.27     -INF       .        1.000      .         </w:t>
      </w:r>
    </w:p>
    <w:p w:rsidR="0062748B" w:rsidRDefault="0062748B" w:rsidP="0062748B">
      <w:r>
        <w:lastRenderedPageBreak/>
        <w:t xml:space="preserve">16.1.28     -INF       .        1.000      .         </w:t>
      </w:r>
    </w:p>
    <w:p w:rsidR="0062748B" w:rsidRDefault="0062748B" w:rsidP="0062748B">
      <w:r>
        <w:t xml:space="preserve">16.1.29     -INF       .        1.000      .         </w:t>
      </w:r>
    </w:p>
    <w:p w:rsidR="0062748B" w:rsidRDefault="0062748B" w:rsidP="0062748B">
      <w:r>
        <w:t xml:space="preserve">17.1.1      -INF       .        1.000      .         </w:t>
      </w:r>
    </w:p>
    <w:p w:rsidR="0062748B" w:rsidRDefault="0062748B" w:rsidP="0062748B">
      <w:r>
        <w:t xml:space="preserve">17.1.2      -INF       .        1.000      .         </w:t>
      </w:r>
    </w:p>
    <w:p w:rsidR="0062748B" w:rsidRDefault="0062748B" w:rsidP="0062748B">
      <w:r>
        <w:t xml:space="preserve">17.1.3      -INF       .        1.000      .         </w:t>
      </w:r>
    </w:p>
    <w:p w:rsidR="0062748B" w:rsidRDefault="0062748B" w:rsidP="0062748B">
      <w:r>
        <w:t xml:space="preserve">17.1.4      -INF       .        1.000      .         </w:t>
      </w:r>
    </w:p>
    <w:p w:rsidR="0062748B" w:rsidRDefault="0062748B" w:rsidP="0062748B">
      <w:r>
        <w:t xml:space="preserve">17.1.5      -INF       .        1.000      .         </w:t>
      </w:r>
    </w:p>
    <w:p w:rsidR="0062748B" w:rsidRDefault="0062748B" w:rsidP="0062748B">
      <w:r>
        <w:t xml:space="preserve">17.1.6      -INF       .        1.000      .         </w:t>
      </w:r>
    </w:p>
    <w:p w:rsidR="0062748B" w:rsidRDefault="0062748B" w:rsidP="0062748B">
      <w:r>
        <w:t xml:space="preserve">17.1.7      -INF       .        1.000      .         </w:t>
      </w:r>
    </w:p>
    <w:p w:rsidR="0062748B" w:rsidRDefault="0062748B" w:rsidP="0062748B">
      <w:r>
        <w:t xml:space="preserve">17.1.8      -INF       .        1.000      .         </w:t>
      </w:r>
    </w:p>
    <w:p w:rsidR="0062748B" w:rsidRDefault="0062748B" w:rsidP="0062748B">
      <w:r>
        <w:t xml:space="preserve">17.1.9      -INF       .        1.000      .         </w:t>
      </w:r>
    </w:p>
    <w:p w:rsidR="0062748B" w:rsidRDefault="0062748B" w:rsidP="0062748B">
      <w:r>
        <w:t xml:space="preserve">17.1.10     -INF       .        1.000      .         </w:t>
      </w:r>
    </w:p>
    <w:p w:rsidR="0062748B" w:rsidRDefault="0062748B" w:rsidP="0062748B">
      <w:r>
        <w:t xml:space="preserve">17.1.11     -INF       .        1.000      .         </w:t>
      </w:r>
    </w:p>
    <w:p w:rsidR="0062748B" w:rsidRDefault="0062748B" w:rsidP="0062748B">
      <w:r>
        <w:t xml:space="preserve">17.1.12     -INF       .        1.000      .         </w:t>
      </w:r>
    </w:p>
    <w:p w:rsidR="0062748B" w:rsidRDefault="0062748B" w:rsidP="0062748B">
      <w:r>
        <w:t xml:space="preserve">17.1.13     -INF       .        1.000      .         </w:t>
      </w:r>
    </w:p>
    <w:p w:rsidR="0062748B" w:rsidRDefault="0062748B" w:rsidP="0062748B">
      <w:r>
        <w:t xml:space="preserve">17.1.14     -INF       .        1.000      .         </w:t>
      </w:r>
    </w:p>
    <w:p w:rsidR="0062748B" w:rsidRDefault="0062748B" w:rsidP="0062748B">
      <w:r>
        <w:t xml:space="preserve">17.1.15     -INF       .        1.000      .         </w:t>
      </w:r>
    </w:p>
    <w:p w:rsidR="0062748B" w:rsidRDefault="0062748B" w:rsidP="0062748B">
      <w:r>
        <w:t xml:space="preserve">17.1.16     -INF       .        1.000      .         </w:t>
      </w:r>
    </w:p>
    <w:p w:rsidR="0062748B" w:rsidRDefault="0062748B" w:rsidP="0062748B">
      <w:r>
        <w:t xml:space="preserve">17.1.17     -INF       .        1.000      .         </w:t>
      </w:r>
    </w:p>
    <w:p w:rsidR="0062748B" w:rsidRDefault="0062748B" w:rsidP="0062748B">
      <w:r>
        <w:t xml:space="preserve">17.1.18     -INF       .        1.000      .         </w:t>
      </w:r>
    </w:p>
    <w:p w:rsidR="0062748B" w:rsidRDefault="0062748B" w:rsidP="0062748B">
      <w:r>
        <w:t xml:space="preserve">17.1.19     -INF       .        1.000      .         </w:t>
      </w:r>
    </w:p>
    <w:p w:rsidR="0062748B" w:rsidRDefault="0062748B" w:rsidP="0062748B">
      <w:r>
        <w:t xml:space="preserve">17.1.20     -INF       .        1.000      .         </w:t>
      </w:r>
    </w:p>
    <w:p w:rsidR="0062748B" w:rsidRDefault="0062748B" w:rsidP="0062748B">
      <w:r>
        <w:t xml:space="preserve">17.1.21     -INF       .        1.000      .         </w:t>
      </w:r>
    </w:p>
    <w:p w:rsidR="0062748B" w:rsidRDefault="0062748B" w:rsidP="0062748B">
      <w:r>
        <w:t xml:space="preserve">17.1.22     -INF       .        1.000      .         </w:t>
      </w:r>
    </w:p>
    <w:p w:rsidR="0062748B" w:rsidRDefault="0062748B" w:rsidP="0062748B">
      <w:r>
        <w:t xml:space="preserve">17.1.23     -INF       .        1.000      .         </w:t>
      </w:r>
    </w:p>
    <w:p w:rsidR="0062748B" w:rsidRDefault="0062748B" w:rsidP="0062748B">
      <w:r>
        <w:lastRenderedPageBreak/>
        <w:t xml:space="preserve">17.1.24     -INF       .        1.000      .         </w:t>
      </w:r>
    </w:p>
    <w:p w:rsidR="0062748B" w:rsidRDefault="0062748B" w:rsidP="0062748B">
      <w:r>
        <w:t xml:space="preserve">17.1.25     -INF       .        1.000      .         </w:t>
      </w:r>
    </w:p>
    <w:p w:rsidR="0062748B" w:rsidRDefault="0062748B" w:rsidP="0062748B">
      <w:r>
        <w:t xml:space="preserve">17.1.26     -INF       .        1.000      .         </w:t>
      </w:r>
    </w:p>
    <w:p w:rsidR="0062748B" w:rsidRDefault="0062748B" w:rsidP="0062748B">
      <w:r>
        <w:t xml:space="preserve">17.1.27     -INF       .        1.000      .         </w:t>
      </w:r>
    </w:p>
    <w:p w:rsidR="0062748B" w:rsidRDefault="0062748B" w:rsidP="0062748B">
      <w:r>
        <w:t xml:space="preserve">17.1.28     -INF       .        1.000      .         </w:t>
      </w:r>
    </w:p>
    <w:p w:rsidR="0062748B" w:rsidRDefault="0062748B" w:rsidP="0062748B">
      <w:r>
        <w:t xml:space="preserve">17.1.29     -INF       .        1.000      .         </w:t>
      </w:r>
    </w:p>
    <w:p w:rsidR="0062748B" w:rsidRDefault="0062748B" w:rsidP="0062748B">
      <w:r>
        <w:t xml:space="preserve">18.1.1      -INF       .        1.000      .         </w:t>
      </w:r>
    </w:p>
    <w:p w:rsidR="0062748B" w:rsidRDefault="0062748B" w:rsidP="0062748B">
      <w:r>
        <w:t xml:space="preserve">18.1.2      -INF       .        1.000      .         </w:t>
      </w:r>
    </w:p>
    <w:p w:rsidR="0062748B" w:rsidRDefault="0062748B" w:rsidP="0062748B">
      <w:r>
        <w:t xml:space="preserve">18.1.3      -INF       .        1.000      .         </w:t>
      </w:r>
    </w:p>
    <w:p w:rsidR="0062748B" w:rsidRDefault="0062748B" w:rsidP="0062748B">
      <w:r>
        <w:t xml:space="preserve">18.1.4      -INF       .        1.000      .         </w:t>
      </w:r>
    </w:p>
    <w:p w:rsidR="0062748B" w:rsidRDefault="0062748B" w:rsidP="0062748B">
      <w:r>
        <w:t xml:space="preserve">18.1.5      -INF       .        1.000      .         </w:t>
      </w:r>
    </w:p>
    <w:p w:rsidR="0062748B" w:rsidRDefault="0062748B" w:rsidP="0062748B">
      <w:r>
        <w:t xml:space="preserve">18.1.6      -INF       .        1.000      .         </w:t>
      </w:r>
    </w:p>
    <w:p w:rsidR="0062748B" w:rsidRDefault="0062748B" w:rsidP="0062748B">
      <w:r>
        <w:t xml:space="preserve">18.1.7      -INF       .        1.000      .         </w:t>
      </w:r>
    </w:p>
    <w:p w:rsidR="0062748B" w:rsidRDefault="0062748B" w:rsidP="0062748B">
      <w:r>
        <w:t xml:space="preserve">18.1.8      -INF       .        1.000      .         </w:t>
      </w:r>
    </w:p>
    <w:p w:rsidR="0062748B" w:rsidRDefault="0062748B" w:rsidP="0062748B">
      <w:r>
        <w:t xml:space="preserve">18.1.9      -INF       .        1.000      .         </w:t>
      </w:r>
    </w:p>
    <w:p w:rsidR="0062748B" w:rsidRDefault="0062748B" w:rsidP="0062748B">
      <w:r>
        <w:t xml:space="preserve">18.1.10     -INF       .        1.000      .         </w:t>
      </w:r>
    </w:p>
    <w:p w:rsidR="0062748B" w:rsidRDefault="0062748B" w:rsidP="0062748B">
      <w:r>
        <w:t xml:space="preserve">18.1.11     -INF       .        1.000      .         </w:t>
      </w:r>
    </w:p>
    <w:p w:rsidR="0062748B" w:rsidRDefault="0062748B" w:rsidP="0062748B">
      <w:r>
        <w:t xml:space="preserve">18.1.12     -INF       .        1.000      .         </w:t>
      </w:r>
    </w:p>
    <w:p w:rsidR="0062748B" w:rsidRDefault="0062748B" w:rsidP="0062748B">
      <w:r>
        <w:t xml:space="preserve">18.1.13     -INF       .        1.000      .         </w:t>
      </w:r>
    </w:p>
    <w:p w:rsidR="0062748B" w:rsidRDefault="0062748B" w:rsidP="0062748B">
      <w:r>
        <w:t xml:space="preserve">18.1.14     -INF       .        1.000      .         </w:t>
      </w:r>
    </w:p>
    <w:p w:rsidR="0062748B" w:rsidRDefault="0062748B" w:rsidP="0062748B">
      <w:r>
        <w:t xml:space="preserve">18.1.15     -INF       .        1.000      .         </w:t>
      </w:r>
    </w:p>
    <w:p w:rsidR="0062748B" w:rsidRDefault="0062748B" w:rsidP="0062748B">
      <w:r>
        <w:t xml:space="preserve">18.1.16     -INF       .        1.000      .         </w:t>
      </w:r>
    </w:p>
    <w:p w:rsidR="0062748B" w:rsidRDefault="0062748B" w:rsidP="0062748B">
      <w:r>
        <w:t xml:space="preserve">18.1.17     -INF       .        1.000      .         </w:t>
      </w:r>
    </w:p>
    <w:p w:rsidR="0062748B" w:rsidRDefault="0062748B" w:rsidP="0062748B">
      <w:r>
        <w:t xml:space="preserve">18.1.18     -INF       .        1.000      .         </w:t>
      </w:r>
    </w:p>
    <w:p w:rsidR="0062748B" w:rsidRDefault="0062748B" w:rsidP="0062748B">
      <w:r>
        <w:t xml:space="preserve">18.1.19     -INF       .        1.000      .         </w:t>
      </w:r>
    </w:p>
    <w:p w:rsidR="0062748B" w:rsidRDefault="0062748B" w:rsidP="0062748B">
      <w:r>
        <w:lastRenderedPageBreak/>
        <w:t xml:space="preserve">18.1.20     -INF       .        1.000      .         </w:t>
      </w:r>
    </w:p>
    <w:p w:rsidR="0062748B" w:rsidRDefault="0062748B" w:rsidP="0062748B">
      <w:r>
        <w:t xml:space="preserve">18.1.21     -INF       .        1.000      .         </w:t>
      </w:r>
    </w:p>
    <w:p w:rsidR="0062748B" w:rsidRDefault="0062748B" w:rsidP="0062748B">
      <w:r>
        <w:t xml:space="preserve">18.1.22     -INF       .        1.000      .         </w:t>
      </w:r>
    </w:p>
    <w:p w:rsidR="0062748B" w:rsidRDefault="0062748B" w:rsidP="0062748B">
      <w:r>
        <w:t xml:space="preserve">18.1.23     -INF       .        1.000      .         </w:t>
      </w:r>
    </w:p>
    <w:p w:rsidR="0062748B" w:rsidRDefault="0062748B" w:rsidP="0062748B">
      <w:r>
        <w:t xml:space="preserve">18.1.24     -INF       .        1.000      .         </w:t>
      </w:r>
    </w:p>
    <w:p w:rsidR="0062748B" w:rsidRDefault="0062748B" w:rsidP="0062748B">
      <w:r>
        <w:t xml:space="preserve">18.1.25     -INF       .        1.000      .         </w:t>
      </w:r>
    </w:p>
    <w:p w:rsidR="0062748B" w:rsidRDefault="0062748B" w:rsidP="0062748B">
      <w:r>
        <w:t xml:space="preserve">18.1.26     -INF       .        1.000      .         </w:t>
      </w:r>
    </w:p>
    <w:p w:rsidR="0062748B" w:rsidRDefault="0062748B" w:rsidP="0062748B">
      <w:r>
        <w:t xml:space="preserve">18.1.27     -INF       .        1.000      .         </w:t>
      </w:r>
    </w:p>
    <w:p w:rsidR="0062748B" w:rsidRDefault="0062748B" w:rsidP="0062748B">
      <w:r>
        <w:t xml:space="preserve">18.1.28     -INF       .        1.000      .         </w:t>
      </w:r>
    </w:p>
    <w:p w:rsidR="0062748B" w:rsidRDefault="0062748B" w:rsidP="0062748B">
      <w:r>
        <w:t xml:space="preserve">18.1.29     -INF       .        1.000      .         </w:t>
      </w:r>
    </w:p>
    <w:p w:rsidR="0062748B" w:rsidRDefault="0062748B" w:rsidP="0062748B">
      <w:r>
        <w:t xml:space="preserve">19.1.1      -INF       .        1.000      .         </w:t>
      </w:r>
    </w:p>
    <w:p w:rsidR="0062748B" w:rsidRDefault="0062748B" w:rsidP="0062748B">
      <w:r>
        <w:t xml:space="preserve">19.1.2      -INF       .        1.000      .         </w:t>
      </w:r>
    </w:p>
    <w:p w:rsidR="0062748B" w:rsidRDefault="0062748B" w:rsidP="0062748B">
      <w:r>
        <w:t xml:space="preserve">19.1.3      -INF       .        1.000      .         </w:t>
      </w:r>
    </w:p>
    <w:p w:rsidR="0062748B" w:rsidRDefault="0062748B" w:rsidP="0062748B">
      <w:r>
        <w:t xml:space="preserve">19.1.4      -INF       .        1.000      .         </w:t>
      </w:r>
    </w:p>
    <w:p w:rsidR="0062748B" w:rsidRDefault="0062748B" w:rsidP="0062748B">
      <w:r>
        <w:t xml:space="preserve">19.1.5      -INF       .        1.000      .         </w:t>
      </w:r>
    </w:p>
    <w:p w:rsidR="0062748B" w:rsidRDefault="0062748B" w:rsidP="0062748B">
      <w:r>
        <w:t xml:space="preserve">19.1.6      -INF       .        1.000      .         </w:t>
      </w:r>
    </w:p>
    <w:p w:rsidR="0062748B" w:rsidRDefault="0062748B" w:rsidP="0062748B">
      <w:r>
        <w:t xml:space="preserve">19.1.7      -INF       .        1.000      .         </w:t>
      </w:r>
    </w:p>
    <w:p w:rsidR="0062748B" w:rsidRDefault="0062748B" w:rsidP="0062748B">
      <w:r>
        <w:t xml:space="preserve">19.1.8      -INF       .        1.000      .         </w:t>
      </w:r>
    </w:p>
    <w:p w:rsidR="0062748B" w:rsidRDefault="0062748B" w:rsidP="0062748B">
      <w:r>
        <w:t xml:space="preserve">19.1.9      -INF       .        1.000      .         </w:t>
      </w:r>
    </w:p>
    <w:p w:rsidR="0062748B" w:rsidRDefault="0062748B" w:rsidP="0062748B">
      <w:r>
        <w:t xml:space="preserve">19.1.10     -INF       .        1.000      .         </w:t>
      </w:r>
    </w:p>
    <w:p w:rsidR="0062748B" w:rsidRDefault="0062748B" w:rsidP="0062748B">
      <w:r>
        <w:t xml:space="preserve">19.1.11     -INF       .        1.000      .         </w:t>
      </w:r>
    </w:p>
    <w:p w:rsidR="0062748B" w:rsidRDefault="0062748B" w:rsidP="0062748B">
      <w:r>
        <w:t xml:space="preserve">19.1.12     -INF       .        1.000      .         </w:t>
      </w:r>
    </w:p>
    <w:p w:rsidR="0062748B" w:rsidRDefault="0062748B" w:rsidP="0062748B">
      <w:r>
        <w:t xml:space="preserve">19.1.13     -INF       .        1.000      .         </w:t>
      </w:r>
    </w:p>
    <w:p w:rsidR="0062748B" w:rsidRDefault="0062748B" w:rsidP="0062748B">
      <w:r>
        <w:t xml:space="preserve">19.1.14     -INF       .        1.000      .         </w:t>
      </w:r>
    </w:p>
    <w:p w:rsidR="0062748B" w:rsidRDefault="0062748B" w:rsidP="0062748B">
      <w:r>
        <w:t xml:space="preserve">19.1.15     -INF       .        1.000      .         </w:t>
      </w:r>
    </w:p>
    <w:p w:rsidR="0062748B" w:rsidRDefault="0062748B" w:rsidP="0062748B">
      <w:r>
        <w:lastRenderedPageBreak/>
        <w:t xml:space="preserve">19.1.16     -INF       .        1.000      .         </w:t>
      </w:r>
    </w:p>
    <w:p w:rsidR="0062748B" w:rsidRDefault="0062748B" w:rsidP="0062748B">
      <w:r>
        <w:t xml:space="preserve">19.1.17     -INF       .        1.000      .         </w:t>
      </w:r>
    </w:p>
    <w:p w:rsidR="0062748B" w:rsidRDefault="0062748B" w:rsidP="0062748B">
      <w:r>
        <w:t xml:space="preserve">19.1.18     -INF       .        1.000      .         </w:t>
      </w:r>
    </w:p>
    <w:p w:rsidR="0062748B" w:rsidRDefault="0062748B" w:rsidP="0062748B">
      <w:r>
        <w:t xml:space="preserve">19.1.19     -INF       .        1.000      .         </w:t>
      </w:r>
    </w:p>
    <w:p w:rsidR="0062748B" w:rsidRDefault="0062748B" w:rsidP="0062748B">
      <w:r>
        <w:t xml:space="preserve">19.1.20     -INF       .        1.000      .         </w:t>
      </w:r>
    </w:p>
    <w:p w:rsidR="0062748B" w:rsidRDefault="0062748B" w:rsidP="0062748B">
      <w:r>
        <w:t xml:space="preserve">19.1.21     -INF       .        1.000      .         </w:t>
      </w:r>
    </w:p>
    <w:p w:rsidR="0062748B" w:rsidRDefault="0062748B" w:rsidP="0062748B">
      <w:r>
        <w:t xml:space="preserve">19.1.22     -INF       .        1.000      .         </w:t>
      </w:r>
    </w:p>
    <w:p w:rsidR="0062748B" w:rsidRDefault="0062748B" w:rsidP="0062748B">
      <w:r>
        <w:t xml:space="preserve">19.1.23     -INF       .        1.000      .         </w:t>
      </w:r>
    </w:p>
    <w:p w:rsidR="0062748B" w:rsidRDefault="0062748B" w:rsidP="0062748B">
      <w:r>
        <w:t xml:space="preserve">19.1.24     -INF       .        1.000      .         </w:t>
      </w:r>
    </w:p>
    <w:p w:rsidR="0062748B" w:rsidRDefault="0062748B" w:rsidP="0062748B">
      <w:r>
        <w:t xml:space="preserve">19.1.25     -INF       .        1.000      .         </w:t>
      </w:r>
    </w:p>
    <w:p w:rsidR="0062748B" w:rsidRDefault="0062748B" w:rsidP="0062748B">
      <w:r>
        <w:t xml:space="preserve">19.1.26     -INF       .        1.000      .         </w:t>
      </w:r>
    </w:p>
    <w:p w:rsidR="0062748B" w:rsidRDefault="0062748B" w:rsidP="0062748B">
      <w:r>
        <w:t xml:space="preserve">19.1.27     -INF       .        1.000      .         </w:t>
      </w:r>
    </w:p>
    <w:p w:rsidR="0062748B" w:rsidRDefault="0062748B" w:rsidP="0062748B">
      <w:r>
        <w:t xml:space="preserve">19.1.28     -INF       .        1.000      .         </w:t>
      </w:r>
    </w:p>
    <w:p w:rsidR="0062748B" w:rsidRDefault="0062748B" w:rsidP="0062748B">
      <w:r>
        <w:t xml:space="preserve">19.1.29     -INF       .        1.000      .         </w:t>
      </w:r>
    </w:p>
    <w:p w:rsidR="0062748B" w:rsidRDefault="0062748B" w:rsidP="0062748B">
      <w:r>
        <w:t xml:space="preserve">20.1.1      -INF       .        1.000      .         </w:t>
      </w:r>
    </w:p>
    <w:p w:rsidR="0062748B" w:rsidRDefault="0062748B" w:rsidP="0062748B">
      <w:r>
        <w:t xml:space="preserve">20.1.2      -INF       .        1.000      .         </w:t>
      </w:r>
    </w:p>
    <w:p w:rsidR="0062748B" w:rsidRDefault="0062748B" w:rsidP="0062748B">
      <w:r>
        <w:t xml:space="preserve">20.1.3      -INF       .        1.000      .         </w:t>
      </w:r>
    </w:p>
    <w:p w:rsidR="0062748B" w:rsidRDefault="0062748B" w:rsidP="0062748B">
      <w:r>
        <w:t xml:space="preserve">20.1.4      -INF       .        1.000      .         </w:t>
      </w:r>
    </w:p>
    <w:p w:rsidR="0062748B" w:rsidRDefault="0062748B" w:rsidP="0062748B">
      <w:r>
        <w:t xml:space="preserve">20.1.5      -INF       .        1.000      .         </w:t>
      </w:r>
    </w:p>
    <w:p w:rsidR="0062748B" w:rsidRDefault="0062748B" w:rsidP="0062748B">
      <w:r>
        <w:t xml:space="preserve">20.1.6      -INF       .        1.000      .         </w:t>
      </w:r>
    </w:p>
    <w:p w:rsidR="0062748B" w:rsidRDefault="0062748B" w:rsidP="0062748B">
      <w:r>
        <w:t xml:space="preserve">20.1.7      -INF       .        1.000      .         </w:t>
      </w:r>
    </w:p>
    <w:p w:rsidR="0062748B" w:rsidRDefault="0062748B" w:rsidP="0062748B">
      <w:r>
        <w:t xml:space="preserve">20.1.8      -INF       .        1.000      .         </w:t>
      </w:r>
    </w:p>
    <w:p w:rsidR="0062748B" w:rsidRDefault="0062748B" w:rsidP="0062748B">
      <w:r>
        <w:t xml:space="preserve">20.1.9      -INF       .        1.000      .         </w:t>
      </w:r>
    </w:p>
    <w:p w:rsidR="0062748B" w:rsidRDefault="0062748B" w:rsidP="0062748B">
      <w:r>
        <w:t xml:space="preserve">20.1.10     -INF       .        1.000      .         </w:t>
      </w:r>
    </w:p>
    <w:p w:rsidR="0062748B" w:rsidRDefault="0062748B" w:rsidP="0062748B">
      <w:r>
        <w:t xml:space="preserve">20.1.11     -INF       .        1.000      .         </w:t>
      </w:r>
    </w:p>
    <w:p w:rsidR="0062748B" w:rsidRDefault="0062748B" w:rsidP="0062748B">
      <w:r>
        <w:lastRenderedPageBreak/>
        <w:t xml:space="preserve">20.1.12     -INF       .        1.000      .         </w:t>
      </w:r>
    </w:p>
    <w:p w:rsidR="0062748B" w:rsidRDefault="0062748B" w:rsidP="0062748B">
      <w:r>
        <w:t xml:space="preserve">20.1.13     -INF       .        1.000      .         </w:t>
      </w:r>
    </w:p>
    <w:p w:rsidR="0062748B" w:rsidRDefault="0062748B" w:rsidP="0062748B">
      <w:r>
        <w:t xml:space="preserve">20.1.14     -INF       .        1.000      .         </w:t>
      </w:r>
    </w:p>
    <w:p w:rsidR="0062748B" w:rsidRDefault="0062748B" w:rsidP="0062748B">
      <w:r>
        <w:t xml:space="preserve">20.1.15     -INF       .        1.000      .         </w:t>
      </w:r>
    </w:p>
    <w:p w:rsidR="0062748B" w:rsidRDefault="0062748B" w:rsidP="0062748B">
      <w:r>
        <w:t xml:space="preserve">20.1.16     -INF       .        1.000      .         </w:t>
      </w:r>
    </w:p>
    <w:p w:rsidR="0062748B" w:rsidRDefault="0062748B" w:rsidP="0062748B">
      <w:r>
        <w:t xml:space="preserve">20.1.17     -INF       .        1.000      .         </w:t>
      </w:r>
    </w:p>
    <w:p w:rsidR="0062748B" w:rsidRDefault="0062748B" w:rsidP="0062748B">
      <w:r>
        <w:t xml:space="preserve">20.1.18     -INF       .        1.000      .         </w:t>
      </w:r>
    </w:p>
    <w:p w:rsidR="0062748B" w:rsidRDefault="0062748B" w:rsidP="0062748B">
      <w:r>
        <w:t xml:space="preserve">20.1.19     -INF       .        1.000      .         </w:t>
      </w:r>
    </w:p>
    <w:p w:rsidR="0062748B" w:rsidRDefault="0062748B" w:rsidP="0062748B">
      <w:r>
        <w:t xml:space="preserve">20.1.20     -INF       .        1.000      .         </w:t>
      </w:r>
    </w:p>
    <w:p w:rsidR="0062748B" w:rsidRDefault="0062748B" w:rsidP="0062748B">
      <w:r>
        <w:t xml:space="preserve">20.1.21     -INF       .        1.000      .         </w:t>
      </w:r>
    </w:p>
    <w:p w:rsidR="0062748B" w:rsidRDefault="0062748B" w:rsidP="0062748B">
      <w:r>
        <w:t xml:space="preserve">20.1.22     -INF       .        1.000      .         </w:t>
      </w:r>
    </w:p>
    <w:p w:rsidR="0062748B" w:rsidRDefault="0062748B" w:rsidP="0062748B">
      <w:r>
        <w:t xml:space="preserve">20.1.23     -INF       .        1.000      .         </w:t>
      </w:r>
    </w:p>
    <w:p w:rsidR="0062748B" w:rsidRDefault="0062748B" w:rsidP="0062748B">
      <w:r>
        <w:t xml:space="preserve">20.1.24     -INF       .        1.000      .         </w:t>
      </w:r>
    </w:p>
    <w:p w:rsidR="0062748B" w:rsidRDefault="0062748B" w:rsidP="0062748B">
      <w:r>
        <w:t xml:space="preserve">20.1.25     -INF       .        1.000      .         </w:t>
      </w:r>
    </w:p>
    <w:p w:rsidR="0062748B" w:rsidRDefault="0062748B" w:rsidP="0062748B">
      <w:r>
        <w:t xml:space="preserve">20.1.26     -INF       .        1.000      .         </w:t>
      </w:r>
    </w:p>
    <w:p w:rsidR="0062748B" w:rsidRDefault="0062748B" w:rsidP="0062748B">
      <w:r>
        <w:t xml:space="preserve">20.1.27     -INF       .        1.000      .         </w:t>
      </w:r>
    </w:p>
    <w:p w:rsidR="0062748B" w:rsidRDefault="0062748B" w:rsidP="0062748B">
      <w:r>
        <w:t xml:space="preserve">20.1.28     -INF       .        1.000      .         </w:t>
      </w:r>
    </w:p>
    <w:p w:rsidR="0062748B" w:rsidRDefault="0062748B" w:rsidP="0062748B">
      <w:r>
        <w:t xml:space="preserve">20.1.29     -INF       .        1.000      .         </w:t>
      </w:r>
    </w:p>
    <w:p w:rsidR="0062748B" w:rsidRDefault="0062748B" w:rsidP="0062748B">
      <w:r>
        <w:t xml:space="preserve">21.1.1      -INF       .        1.000      .         </w:t>
      </w:r>
    </w:p>
    <w:p w:rsidR="0062748B" w:rsidRDefault="0062748B" w:rsidP="0062748B">
      <w:r>
        <w:t xml:space="preserve">21.1.2      -INF       .        1.000      .         </w:t>
      </w:r>
    </w:p>
    <w:p w:rsidR="0062748B" w:rsidRDefault="0062748B" w:rsidP="0062748B">
      <w:r>
        <w:t xml:space="preserve">21.1.3      -INF       .        1.000      .         </w:t>
      </w:r>
    </w:p>
    <w:p w:rsidR="0062748B" w:rsidRDefault="0062748B" w:rsidP="0062748B">
      <w:r>
        <w:t xml:space="preserve">21.1.4      -INF       .        1.000      .         </w:t>
      </w:r>
    </w:p>
    <w:p w:rsidR="0062748B" w:rsidRDefault="0062748B" w:rsidP="0062748B">
      <w:r>
        <w:t xml:space="preserve">21.1.5      -INF       .        1.000      .         </w:t>
      </w:r>
    </w:p>
    <w:p w:rsidR="0062748B" w:rsidRDefault="0062748B" w:rsidP="0062748B">
      <w:r>
        <w:t xml:space="preserve">21.1.6      -INF       .        1.000      .         </w:t>
      </w:r>
    </w:p>
    <w:p w:rsidR="0062748B" w:rsidRDefault="0062748B" w:rsidP="0062748B">
      <w:r>
        <w:t xml:space="preserve">21.1.7      -INF       .        1.000      .         </w:t>
      </w:r>
    </w:p>
    <w:p w:rsidR="0062748B" w:rsidRDefault="0062748B" w:rsidP="0062748B">
      <w:r>
        <w:lastRenderedPageBreak/>
        <w:t xml:space="preserve">21.1.8      -INF       .        1.000      .         </w:t>
      </w:r>
    </w:p>
    <w:p w:rsidR="0062748B" w:rsidRDefault="0062748B" w:rsidP="0062748B">
      <w:r>
        <w:t xml:space="preserve">21.1.9      -INF       .        1.000      .         </w:t>
      </w:r>
    </w:p>
    <w:p w:rsidR="0062748B" w:rsidRDefault="0062748B" w:rsidP="0062748B">
      <w:r>
        <w:t xml:space="preserve">21.1.10     -INF       .        1.000      .         </w:t>
      </w:r>
    </w:p>
    <w:p w:rsidR="0062748B" w:rsidRDefault="0062748B" w:rsidP="0062748B">
      <w:r>
        <w:t xml:space="preserve">21.1.11     -INF       .        1.000      .         </w:t>
      </w:r>
    </w:p>
    <w:p w:rsidR="0062748B" w:rsidRDefault="0062748B" w:rsidP="0062748B">
      <w:r>
        <w:t xml:space="preserve">21.1.12     -INF       .        1.000      .         </w:t>
      </w:r>
    </w:p>
    <w:p w:rsidR="0062748B" w:rsidRDefault="0062748B" w:rsidP="0062748B">
      <w:r>
        <w:t xml:space="preserve">21.1.13     -INF       .        1.000      .         </w:t>
      </w:r>
    </w:p>
    <w:p w:rsidR="0062748B" w:rsidRDefault="0062748B" w:rsidP="0062748B">
      <w:r>
        <w:t xml:space="preserve">21.1.14     -INF       .        1.000      .         </w:t>
      </w:r>
    </w:p>
    <w:p w:rsidR="0062748B" w:rsidRDefault="0062748B" w:rsidP="0062748B">
      <w:r>
        <w:t xml:space="preserve">21.1.15     -INF       .        1.000      .         </w:t>
      </w:r>
    </w:p>
    <w:p w:rsidR="0062748B" w:rsidRDefault="0062748B" w:rsidP="0062748B">
      <w:r>
        <w:t xml:space="preserve">21.1.16     -INF       .        1.000      .         </w:t>
      </w:r>
    </w:p>
    <w:p w:rsidR="0062748B" w:rsidRDefault="0062748B" w:rsidP="0062748B">
      <w:r>
        <w:t xml:space="preserve">21.1.17     -INF       .        1.000      .         </w:t>
      </w:r>
    </w:p>
    <w:p w:rsidR="0062748B" w:rsidRDefault="0062748B" w:rsidP="0062748B">
      <w:r>
        <w:t xml:space="preserve">21.1.18     -INF       .        1.000      .         </w:t>
      </w:r>
    </w:p>
    <w:p w:rsidR="0062748B" w:rsidRDefault="0062748B" w:rsidP="0062748B">
      <w:r>
        <w:t xml:space="preserve">21.1.19     -INF       .        1.000      .         </w:t>
      </w:r>
    </w:p>
    <w:p w:rsidR="0062748B" w:rsidRDefault="0062748B" w:rsidP="0062748B">
      <w:r>
        <w:t xml:space="preserve">21.1.20     -INF       .        1.000      .         </w:t>
      </w:r>
    </w:p>
    <w:p w:rsidR="0062748B" w:rsidRDefault="0062748B" w:rsidP="0062748B">
      <w:r>
        <w:t xml:space="preserve">21.1.21     -INF       .        1.000      .         </w:t>
      </w:r>
    </w:p>
    <w:p w:rsidR="0062748B" w:rsidRDefault="0062748B" w:rsidP="0062748B">
      <w:r>
        <w:t xml:space="preserve">21.1.22     -INF       .        1.000      .         </w:t>
      </w:r>
    </w:p>
    <w:p w:rsidR="0062748B" w:rsidRDefault="0062748B" w:rsidP="0062748B">
      <w:r>
        <w:t xml:space="preserve">21.1.23     -INF       .        1.000      .         </w:t>
      </w:r>
    </w:p>
    <w:p w:rsidR="0062748B" w:rsidRDefault="0062748B" w:rsidP="0062748B">
      <w:r>
        <w:t xml:space="preserve">21.1.24     -INF       .        1.000      .         </w:t>
      </w:r>
    </w:p>
    <w:p w:rsidR="0062748B" w:rsidRDefault="0062748B" w:rsidP="0062748B">
      <w:r>
        <w:t xml:space="preserve">21.1.25     -INF       .        1.000      .         </w:t>
      </w:r>
    </w:p>
    <w:p w:rsidR="0062748B" w:rsidRDefault="0062748B" w:rsidP="0062748B">
      <w:r>
        <w:t xml:space="preserve">21.1.26     -INF       .        1.000      .         </w:t>
      </w:r>
    </w:p>
    <w:p w:rsidR="0062748B" w:rsidRDefault="0062748B" w:rsidP="0062748B">
      <w:r>
        <w:t xml:space="preserve">21.1.27     -INF       .        1.000      .         </w:t>
      </w:r>
    </w:p>
    <w:p w:rsidR="0062748B" w:rsidRDefault="0062748B" w:rsidP="0062748B">
      <w:r>
        <w:t xml:space="preserve">21.1.28     -INF       .        1.000      .         </w:t>
      </w:r>
    </w:p>
    <w:p w:rsidR="0062748B" w:rsidRDefault="0062748B" w:rsidP="0062748B">
      <w:r>
        <w:t xml:space="preserve">21.1.29     -INF       .        1.000      .         </w:t>
      </w:r>
    </w:p>
    <w:p w:rsidR="0062748B" w:rsidRDefault="0062748B" w:rsidP="0062748B">
      <w:r>
        <w:t xml:space="preserve">22.1.1      -INF       .        1.000      .         </w:t>
      </w:r>
    </w:p>
    <w:p w:rsidR="0062748B" w:rsidRDefault="0062748B" w:rsidP="0062748B">
      <w:r>
        <w:t xml:space="preserve">22.1.2      -INF       .        1.000      .         </w:t>
      </w:r>
    </w:p>
    <w:p w:rsidR="0062748B" w:rsidRDefault="0062748B" w:rsidP="0062748B">
      <w:r>
        <w:t xml:space="preserve">22.1.3      -INF       .        1.000      .         </w:t>
      </w:r>
    </w:p>
    <w:p w:rsidR="0062748B" w:rsidRDefault="0062748B" w:rsidP="0062748B">
      <w:r>
        <w:lastRenderedPageBreak/>
        <w:t xml:space="preserve">22.1.4      -INF       .        1.000      .         </w:t>
      </w:r>
    </w:p>
    <w:p w:rsidR="0062748B" w:rsidRDefault="0062748B" w:rsidP="0062748B">
      <w:r>
        <w:t xml:space="preserve">22.1.5      -INF       .        1.000      .         </w:t>
      </w:r>
    </w:p>
    <w:p w:rsidR="0062748B" w:rsidRDefault="0062748B" w:rsidP="0062748B">
      <w:r>
        <w:t xml:space="preserve">22.1.6      -INF       .        1.000      .         </w:t>
      </w:r>
    </w:p>
    <w:p w:rsidR="0062748B" w:rsidRDefault="0062748B" w:rsidP="0062748B">
      <w:r>
        <w:t xml:space="preserve">22.1.7      -INF       .        1.000      .         </w:t>
      </w:r>
    </w:p>
    <w:p w:rsidR="0062748B" w:rsidRDefault="0062748B" w:rsidP="0062748B">
      <w:r>
        <w:t xml:space="preserve">22.1.8      -INF       .        1.000      .         </w:t>
      </w:r>
    </w:p>
    <w:p w:rsidR="0062748B" w:rsidRDefault="0062748B" w:rsidP="0062748B">
      <w:r>
        <w:t xml:space="preserve">22.1.9      -INF       .        1.000      .         </w:t>
      </w:r>
    </w:p>
    <w:p w:rsidR="0062748B" w:rsidRDefault="0062748B" w:rsidP="0062748B">
      <w:r>
        <w:t xml:space="preserve">22.1.10     -INF       .        1.000      .         </w:t>
      </w:r>
    </w:p>
    <w:p w:rsidR="0062748B" w:rsidRDefault="0062748B" w:rsidP="0062748B">
      <w:r>
        <w:t xml:space="preserve">22.1.11     -INF       .        1.000      .         </w:t>
      </w:r>
    </w:p>
    <w:p w:rsidR="0062748B" w:rsidRDefault="0062748B" w:rsidP="0062748B">
      <w:r>
        <w:t xml:space="preserve">22.1.12     -INF       .        1.000      .         </w:t>
      </w:r>
    </w:p>
    <w:p w:rsidR="0062748B" w:rsidRDefault="0062748B" w:rsidP="0062748B">
      <w:r>
        <w:t xml:space="preserve">22.1.13     -INF       .        1.000      .         </w:t>
      </w:r>
    </w:p>
    <w:p w:rsidR="0062748B" w:rsidRDefault="0062748B" w:rsidP="0062748B">
      <w:r>
        <w:t xml:space="preserve">22.1.14     -INF       .        1.000      .         </w:t>
      </w:r>
    </w:p>
    <w:p w:rsidR="0062748B" w:rsidRDefault="0062748B" w:rsidP="0062748B">
      <w:r>
        <w:t xml:space="preserve">22.1.15     -INF       .        1.000      .         </w:t>
      </w:r>
    </w:p>
    <w:p w:rsidR="0062748B" w:rsidRDefault="0062748B" w:rsidP="0062748B">
      <w:r>
        <w:t xml:space="preserve">22.1.16     -INF       .        1.000      .         </w:t>
      </w:r>
    </w:p>
    <w:p w:rsidR="0062748B" w:rsidRDefault="0062748B" w:rsidP="0062748B">
      <w:r>
        <w:t xml:space="preserve">22.1.17     -INF       .        1.000      .         </w:t>
      </w:r>
    </w:p>
    <w:p w:rsidR="0062748B" w:rsidRDefault="0062748B" w:rsidP="0062748B">
      <w:r>
        <w:t xml:space="preserve">22.1.18     -INF       .        1.000      .         </w:t>
      </w:r>
    </w:p>
    <w:p w:rsidR="0062748B" w:rsidRDefault="0062748B" w:rsidP="0062748B">
      <w:r>
        <w:t xml:space="preserve">22.1.19     -INF       .        1.000      .         </w:t>
      </w:r>
    </w:p>
    <w:p w:rsidR="0062748B" w:rsidRDefault="0062748B" w:rsidP="0062748B">
      <w:r>
        <w:t xml:space="preserve">22.1.20     -INF       .        1.000      .         </w:t>
      </w:r>
    </w:p>
    <w:p w:rsidR="0062748B" w:rsidRDefault="0062748B" w:rsidP="0062748B">
      <w:r>
        <w:t xml:space="preserve">22.1.21     -INF       .        1.000      .         </w:t>
      </w:r>
    </w:p>
    <w:p w:rsidR="0062748B" w:rsidRDefault="0062748B" w:rsidP="0062748B">
      <w:r>
        <w:t xml:space="preserve">22.1.22     -INF       .        1.000      .         </w:t>
      </w:r>
    </w:p>
    <w:p w:rsidR="0062748B" w:rsidRDefault="0062748B" w:rsidP="0062748B">
      <w:r>
        <w:t xml:space="preserve">22.1.23     -INF       .        1.000      .         </w:t>
      </w:r>
    </w:p>
    <w:p w:rsidR="0062748B" w:rsidRDefault="0062748B" w:rsidP="0062748B">
      <w:r>
        <w:t xml:space="preserve">22.1.24     -INF       .        1.000      .         </w:t>
      </w:r>
    </w:p>
    <w:p w:rsidR="0062748B" w:rsidRDefault="0062748B" w:rsidP="0062748B">
      <w:r>
        <w:t xml:space="preserve">22.1.25     -INF       .        1.000      .         </w:t>
      </w:r>
    </w:p>
    <w:p w:rsidR="0062748B" w:rsidRDefault="0062748B" w:rsidP="0062748B">
      <w:r>
        <w:t xml:space="preserve">22.1.26     -INF       .        1.000      .         </w:t>
      </w:r>
    </w:p>
    <w:p w:rsidR="0062748B" w:rsidRDefault="0062748B" w:rsidP="0062748B">
      <w:r>
        <w:t xml:space="preserve">22.1.27     -INF       .        1.000      .         </w:t>
      </w:r>
    </w:p>
    <w:p w:rsidR="0062748B" w:rsidRDefault="0062748B" w:rsidP="0062748B">
      <w:r>
        <w:t xml:space="preserve">22.1.28     -INF       .        1.000      .         </w:t>
      </w:r>
    </w:p>
    <w:p w:rsidR="0062748B" w:rsidRDefault="0062748B" w:rsidP="0062748B">
      <w:r>
        <w:lastRenderedPageBreak/>
        <w:t xml:space="preserve">22.1.29     -INF       .        1.000      .         </w:t>
      </w:r>
    </w:p>
    <w:p w:rsidR="0062748B" w:rsidRDefault="0062748B" w:rsidP="0062748B">
      <w:r>
        <w:t xml:space="preserve">23.1.1      -INF       .        1.000      .         </w:t>
      </w:r>
    </w:p>
    <w:p w:rsidR="0062748B" w:rsidRDefault="0062748B" w:rsidP="0062748B">
      <w:r>
        <w:t xml:space="preserve">23.1.2      -INF       .        1.000      .         </w:t>
      </w:r>
    </w:p>
    <w:p w:rsidR="0062748B" w:rsidRDefault="0062748B" w:rsidP="0062748B">
      <w:r>
        <w:t xml:space="preserve">23.1.3      -INF       .        1.000      .         </w:t>
      </w:r>
    </w:p>
    <w:p w:rsidR="0062748B" w:rsidRDefault="0062748B" w:rsidP="0062748B">
      <w:r>
        <w:t xml:space="preserve">23.1.4      -INF       .        1.000      .         </w:t>
      </w:r>
    </w:p>
    <w:p w:rsidR="0062748B" w:rsidRDefault="0062748B" w:rsidP="0062748B">
      <w:r>
        <w:t xml:space="preserve">23.1.5      -INF       .        1.000      .         </w:t>
      </w:r>
    </w:p>
    <w:p w:rsidR="0062748B" w:rsidRDefault="0062748B" w:rsidP="0062748B">
      <w:r>
        <w:t xml:space="preserve">23.1.6      -INF       .        1.000      .         </w:t>
      </w:r>
    </w:p>
    <w:p w:rsidR="0062748B" w:rsidRDefault="0062748B" w:rsidP="0062748B">
      <w:r>
        <w:t xml:space="preserve">23.1.7      -INF       .        1.000      .         </w:t>
      </w:r>
    </w:p>
    <w:p w:rsidR="0062748B" w:rsidRDefault="0062748B" w:rsidP="0062748B">
      <w:r>
        <w:t xml:space="preserve">23.1.8      -INF       .        1.000      .         </w:t>
      </w:r>
    </w:p>
    <w:p w:rsidR="0062748B" w:rsidRDefault="0062748B" w:rsidP="0062748B">
      <w:r>
        <w:t xml:space="preserve">23.1.9      -INF       .        1.000      .         </w:t>
      </w:r>
    </w:p>
    <w:p w:rsidR="0062748B" w:rsidRDefault="0062748B" w:rsidP="0062748B">
      <w:r>
        <w:t xml:space="preserve">23.1.10     -INF       .        1.000      .         </w:t>
      </w:r>
    </w:p>
    <w:p w:rsidR="0062748B" w:rsidRDefault="0062748B" w:rsidP="0062748B">
      <w:r>
        <w:t xml:space="preserve">23.1.11     -INF       .        1.000      .         </w:t>
      </w:r>
    </w:p>
    <w:p w:rsidR="0062748B" w:rsidRDefault="0062748B" w:rsidP="0062748B">
      <w:r>
        <w:t xml:space="preserve">23.1.12     -INF       .        1.000      .         </w:t>
      </w:r>
    </w:p>
    <w:p w:rsidR="0062748B" w:rsidRDefault="0062748B" w:rsidP="0062748B">
      <w:r>
        <w:t xml:space="preserve">23.1.13     -INF       .        1.000      .         </w:t>
      </w:r>
    </w:p>
    <w:p w:rsidR="0062748B" w:rsidRDefault="0062748B" w:rsidP="0062748B">
      <w:r>
        <w:t xml:space="preserve">23.1.14     -INF       .        1.000      .         </w:t>
      </w:r>
    </w:p>
    <w:p w:rsidR="0062748B" w:rsidRDefault="0062748B" w:rsidP="0062748B">
      <w:r>
        <w:t xml:space="preserve">23.1.15     -INF       .        1.000      .         </w:t>
      </w:r>
    </w:p>
    <w:p w:rsidR="0062748B" w:rsidRDefault="0062748B" w:rsidP="0062748B">
      <w:r>
        <w:t xml:space="preserve">23.1.16     -INF       .        1.000      .         </w:t>
      </w:r>
    </w:p>
    <w:p w:rsidR="0062748B" w:rsidRDefault="0062748B" w:rsidP="0062748B">
      <w:r>
        <w:t xml:space="preserve">23.1.17     -INF       .        1.000      .         </w:t>
      </w:r>
    </w:p>
    <w:p w:rsidR="0062748B" w:rsidRDefault="0062748B" w:rsidP="0062748B">
      <w:r>
        <w:t xml:space="preserve">23.1.18     -INF       .        1.000      .         </w:t>
      </w:r>
    </w:p>
    <w:p w:rsidR="0062748B" w:rsidRDefault="0062748B" w:rsidP="0062748B">
      <w:r>
        <w:t xml:space="preserve">23.1.19     -INF       .        1.000      .         </w:t>
      </w:r>
    </w:p>
    <w:p w:rsidR="0062748B" w:rsidRDefault="0062748B" w:rsidP="0062748B">
      <w:r>
        <w:t xml:space="preserve">23.1.20     -INF       .        1.000      .         </w:t>
      </w:r>
    </w:p>
    <w:p w:rsidR="0062748B" w:rsidRDefault="0062748B" w:rsidP="0062748B">
      <w:r>
        <w:t xml:space="preserve">23.1.21     -INF       .        1.000      .         </w:t>
      </w:r>
    </w:p>
    <w:p w:rsidR="0062748B" w:rsidRDefault="0062748B" w:rsidP="0062748B">
      <w:r>
        <w:t xml:space="preserve">23.1.22     -INF       .        1.000      .         </w:t>
      </w:r>
    </w:p>
    <w:p w:rsidR="0062748B" w:rsidRDefault="0062748B" w:rsidP="0062748B">
      <w:r>
        <w:t xml:space="preserve">23.1.23     -INF       .        1.000      .         </w:t>
      </w:r>
    </w:p>
    <w:p w:rsidR="0062748B" w:rsidRDefault="0062748B" w:rsidP="0062748B">
      <w:r>
        <w:t xml:space="preserve">23.1.24     -INF       .        1.000      .         </w:t>
      </w:r>
    </w:p>
    <w:p w:rsidR="0062748B" w:rsidRDefault="0062748B" w:rsidP="0062748B">
      <w:r>
        <w:lastRenderedPageBreak/>
        <w:t xml:space="preserve">23.1.25     -INF       .        1.000      .         </w:t>
      </w:r>
    </w:p>
    <w:p w:rsidR="0062748B" w:rsidRDefault="0062748B" w:rsidP="0062748B">
      <w:r>
        <w:t xml:space="preserve">23.1.26     -INF       .        1.000      .         </w:t>
      </w:r>
    </w:p>
    <w:p w:rsidR="0062748B" w:rsidRDefault="0062748B" w:rsidP="0062748B">
      <w:r>
        <w:t xml:space="preserve">23.1.27     -INF       .        1.000      .         </w:t>
      </w:r>
    </w:p>
    <w:p w:rsidR="0062748B" w:rsidRDefault="0062748B" w:rsidP="0062748B">
      <w:r>
        <w:t xml:space="preserve">23.1.28     -INF       .        1.000      .         </w:t>
      </w:r>
    </w:p>
    <w:p w:rsidR="0062748B" w:rsidRDefault="0062748B" w:rsidP="0062748B">
      <w:r>
        <w:t xml:space="preserve">23.1.29     -INF       .        1.000      .         </w:t>
      </w:r>
    </w:p>
    <w:p w:rsidR="0062748B" w:rsidRDefault="0062748B" w:rsidP="0062748B">
      <w:r>
        <w:t xml:space="preserve">24.1.1      -INF       .        1.000      .         </w:t>
      </w:r>
    </w:p>
    <w:p w:rsidR="0062748B" w:rsidRDefault="0062748B" w:rsidP="0062748B">
      <w:r>
        <w:t xml:space="preserve">24.1.2      -INF       .        1.000      .         </w:t>
      </w:r>
    </w:p>
    <w:p w:rsidR="0062748B" w:rsidRDefault="0062748B" w:rsidP="0062748B">
      <w:r>
        <w:t xml:space="preserve">24.1.3      -INF       .        1.000      .         </w:t>
      </w:r>
    </w:p>
    <w:p w:rsidR="0062748B" w:rsidRDefault="0062748B" w:rsidP="0062748B">
      <w:r>
        <w:t xml:space="preserve">24.1.4      -INF       .        1.000      .         </w:t>
      </w:r>
    </w:p>
    <w:p w:rsidR="0062748B" w:rsidRDefault="0062748B" w:rsidP="0062748B">
      <w:r>
        <w:t xml:space="preserve">24.1.5      -INF       .        1.000      .         </w:t>
      </w:r>
    </w:p>
    <w:p w:rsidR="0062748B" w:rsidRDefault="0062748B" w:rsidP="0062748B">
      <w:r>
        <w:t xml:space="preserve">24.1.6      -INF       .        1.000      .         </w:t>
      </w:r>
    </w:p>
    <w:p w:rsidR="0062748B" w:rsidRDefault="0062748B" w:rsidP="0062748B">
      <w:r>
        <w:t xml:space="preserve">24.1.7      -INF       .        1.000      .         </w:t>
      </w:r>
    </w:p>
    <w:p w:rsidR="0062748B" w:rsidRDefault="0062748B" w:rsidP="0062748B">
      <w:r>
        <w:t xml:space="preserve">24.1.8      -INF       .        1.000      .         </w:t>
      </w:r>
    </w:p>
    <w:p w:rsidR="0062748B" w:rsidRDefault="0062748B" w:rsidP="0062748B">
      <w:r>
        <w:t xml:space="preserve">24.1.9      -INF       .        1.000      .         </w:t>
      </w:r>
    </w:p>
    <w:p w:rsidR="0062748B" w:rsidRDefault="0062748B" w:rsidP="0062748B">
      <w:r>
        <w:t xml:space="preserve">24.1.10     -INF       .        1.000      .         </w:t>
      </w:r>
    </w:p>
    <w:p w:rsidR="0062748B" w:rsidRDefault="0062748B" w:rsidP="0062748B">
      <w:r>
        <w:t xml:space="preserve">24.1.11     -INF       .        1.000      .         </w:t>
      </w:r>
    </w:p>
    <w:p w:rsidR="0062748B" w:rsidRDefault="0062748B" w:rsidP="0062748B">
      <w:r>
        <w:t xml:space="preserve">24.1.12     -INF       .        1.000      .         </w:t>
      </w:r>
    </w:p>
    <w:p w:rsidR="0062748B" w:rsidRDefault="0062748B" w:rsidP="0062748B">
      <w:r>
        <w:t xml:space="preserve">24.1.13     -INF       .        1.000      .         </w:t>
      </w:r>
    </w:p>
    <w:p w:rsidR="0062748B" w:rsidRDefault="0062748B" w:rsidP="0062748B">
      <w:r>
        <w:t xml:space="preserve">24.1.14     -INF       .        1.000      .         </w:t>
      </w:r>
    </w:p>
    <w:p w:rsidR="0062748B" w:rsidRDefault="0062748B" w:rsidP="0062748B">
      <w:r>
        <w:t xml:space="preserve">24.1.15     -INF       .        1.000      .         </w:t>
      </w:r>
    </w:p>
    <w:p w:rsidR="0062748B" w:rsidRDefault="0062748B" w:rsidP="0062748B">
      <w:r>
        <w:t xml:space="preserve">24.1.16     -INF       .        1.000      .         </w:t>
      </w:r>
    </w:p>
    <w:p w:rsidR="0062748B" w:rsidRDefault="0062748B" w:rsidP="0062748B">
      <w:r>
        <w:t xml:space="preserve">24.1.17     -INF       .        1.000      .         </w:t>
      </w:r>
    </w:p>
    <w:p w:rsidR="0062748B" w:rsidRDefault="0062748B" w:rsidP="0062748B">
      <w:r>
        <w:t xml:space="preserve">24.1.18     -INF       .        1.000      .         </w:t>
      </w:r>
    </w:p>
    <w:p w:rsidR="0062748B" w:rsidRDefault="0062748B" w:rsidP="0062748B">
      <w:r>
        <w:t xml:space="preserve">24.1.19     -INF       .        1.000      .         </w:t>
      </w:r>
    </w:p>
    <w:p w:rsidR="0062748B" w:rsidRDefault="0062748B" w:rsidP="0062748B">
      <w:r>
        <w:t xml:space="preserve">24.1.20     -INF       .        1.000      .         </w:t>
      </w:r>
    </w:p>
    <w:p w:rsidR="0062748B" w:rsidRDefault="0062748B" w:rsidP="0062748B">
      <w:r>
        <w:lastRenderedPageBreak/>
        <w:t xml:space="preserve">24.1.21     -INF       .        1.000      .         </w:t>
      </w:r>
    </w:p>
    <w:p w:rsidR="0062748B" w:rsidRDefault="0062748B" w:rsidP="0062748B">
      <w:r>
        <w:t xml:space="preserve">24.1.22     -INF       .        1.000      .         </w:t>
      </w:r>
    </w:p>
    <w:p w:rsidR="0062748B" w:rsidRDefault="0062748B" w:rsidP="0062748B">
      <w:r>
        <w:t xml:space="preserve">24.1.23     -INF       .        1.000      .         </w:t>
      </w:r>
    </w:p>
    <w:p w:rsidR="0062748B" w:rsidRDefault="0062748B" w:rsidP="0062748B">
      <w:r>
        <w:t xml:space="preserve">24.1.24     -INF       .        1.000      .         </w:t>
      </w:r>
    </w:p>
    <w:p w:rsidR="0062748B" w:rsidRDefault="0062748B" w:rsidP="0062748B">
      <w:r>
        <w:t xml:space="preserve">24.1.25     -INF       .        1.000      .         </w:t>
      </w:r>
    </w:p>
    <w:p w:rsidR="0062748B" w:rsidRDefault="0062748B" w:rsidP="0062748B">
      <w:r>
        <w:t xml:space="preserve">24.1.26     -INF       .        1.000      .         </w:t>
      </w:r>
    </w:p>
    <w:p w:rsidR="0062748B" w:rsidRDefault="0062748B" w:rsidP="0062748B">
      <w:r>
        <w:t xml:space="preserve">24.1.27     -INF       .        1.000      .         </w:t>
      </w:r>
    </w:p>
    <w:p w:rsidR="0062748B" w:rsidRDefault="0062748B" w:rsidP="0062748B">
      <w:r>
        <w:t xml:space="preserve">24.1.28     -INF       .        1.000      .         </w:t>
      </w:r>
    </w:p>
    <w:p w:rsidR="0062748B" w:rsidRDefault="0062748B" w:rsidP="0062748B">
      <w:r>
        <w:t xml:space="preserve">24.1.29     -INF       .        1.000      .         </w:t>
      </w:r>
    </w:p>
    <w:p w:rsidR="0062748B" w:rsidRDefault="0062748B" w:rsidP="0062748B">
      <w:r>
        <w:t xml:space="preserve">25.1.1      -INF       .        1.000      .         </w:t>
      </w:r>
    </w:p>
    <w:p w:rsidR="0062748B" w:rsidRDefault="0062748B" w:rsidP="0062748B">
      <w:r>
        <w:t xml:space="preserve">25.1.2      -INF       .        1.000      .         </w:t>
      </w:r>
    </w:p>
    <w:p w:rsidR="0062748B" w:rsidRDefault="0062748B" w:rsidP="0062748B">
      <w:r>
        <w:t xml:space="preserve">25.1.3      -INF       .        1.000      .         </w:t>
      </w:r>
    </w:p>
    <w:p w:rsidR="0062748B" w:rsidRDefault="0062748B" w:rsidP="0062748B">
      <w:r>
        <w:t xml:space="preserve">25.1.4      -INF       .        1.000      .         </w:t>
      </w:r>
    </w:p>
    <w:p w:rsidR="0062748B" w:rsidRDefault="0062748B" w:rsidP="0062748B">
      <w:r>
        <w:t xml:space="preserve">25.1.5      -INF       .        1.000      .         </w:t>
      </w:r>
    </w:p>
    <w:p w:rsidR="0062748B" w:rsidRDefault="0062748B" w:rsidP="0062748B">
      <w:r>
        <w:t xml:space="preserve">25.1.6      -INF       .        1.000      .         </w:t>
      </w:r>
    </w:p>
    <w:p w:rsidR="0062748B" w:rsidRDefault="0062748B" w:rsidP="0062748B">
      <w:r>
        <w:t xml:space="preserve">25.1.7      -INF       .        1.000      .         </w:t>
      </w:r>
    </w:p>
    <w:p w:rsidR="0062748B" w:rsidRDefault="0062748B" w:rsidP="0062748B">
      <w:r>
        <w:t xml:space="preserve">25.1.8      -INF       .        1.000      .         </w:t>
      </w:r>
    </w:p>
    <w:p w:rsidR="0062748B" w:rsidRDefault="0062748B" w:rsidP="0062748B">
      <w:r>
        <w:t xml:space="preserve">25.1.9      -INF       .        1.000      .         </w:t>
      </w:r>
    </w:p>
    <w:p w:rsidR="0062748B" w:rsidRDefault="0062748B" w:rsidP="0062748B">
      <w:r>
        <w:t xml:space="preserve">25.1.10     -INF       .        1.000      .         </w:t>
      </w:r>
    </w:p>
    <w:p w:rsidR="0062748B" w:rsidRDefault="0062748B" w:rsidP="0062748B">
      <w:r>
        <w:t xml:space="preserve">25.1.11     -INF       .        1.000      .         </w:t>
      </w:r>
    </w:p>
    <w:p w:rsidR="0062748B" w:rsidRDefault="0062748B" w:rsidP="0062748B">
      <w:r>
        <w:t xml:space="preserve">25.1.12     -INF       .        1.000      .         </w:t>
      </w:r>
    </w:p>
    <w:p w:rsidR="0062748B" w:rsidRDefault="0062748B" w:rsidP="0062748B">
      <w:r>
        <w:t xml:space="preserve">25.1.13     -INF       .        1.000      .         </w:t>
      </w:r>
    </w:p>
    <w:p w:rsidR="0062748B" w:rsidRDefault="0062748B" w:rsidP="0062748B">
      <w:r>
        <w:t xml:space="preserve">25.1.14     -INF       .        1.000      .         </w:t>
      </w:r>
    </w:p>
    <w:p w:rsidR="0062748B" w:rsidRDefault="0062748B" w:rsidP="0062748B">
      <w:r>
        <w:t xml:space="preserve">25.1.15     -INF       .        1.000      .         </w:t>
      </w:r>
    </w:p>
    <w:p w:rsidR="0062748B" w:rsidRDefault="0062748B" w:rsidP="0062748B">
      <w:r>
        <w:t xml:space="preserve">25.1.16     -INF       .        1.000      .         </w:t>
      </w:r>
    </w:p>
    <w:p w:rsidR="0062748B" w:rsidRDefault="0062748B" w:rsidP="0062748B">
      <w:r>
        <w:lastRenderedPageBreak/>
        <w:t xml:space="preserve">25.1.17     -INF       .        1.000      .         </w:t>
      </w:r>
    </w:p>
    <w:p w:rsidR="0062748B" w:rsidRDefault="0062748B" w:rsidP="0062748B">
      <w:r>
        <w:t xml:space="preserve">25.1.18     -INF       .        1.000      .         </w:t>
      </w:r>
    </w:p>
    <w:p w:rsidR="0062748B" w:rsidRDefault="0062748B" w:rsidP="0062748B">
      <w:r>
        <w:t xml:space="preserve">25.1.19     -INF       .        1.000      .         </w:t>
      </w:r>
    </w:p>
    <w:p w:rsidR="0062748B" w:rsidRDefault="0062748B" w:rsidP="0062748B">
      <w:r>
        <w:t xml:space="preserve">25.1.20     -INF       .        1.000      .         </w:t>
      </w:r>
    </w:p>
    <w:p w:rsidR="0062748B" w:rsidRDefault="0062748B" w:rsidP="0062748B">
      <w:r>
        <w:t xml:space="preserve">25.1.21     -INF       .        1.000      .         </w:t>
      </w:r>
    </w:p>
    <w:p w:rsidR="0062748B" w:rsidRDefault="0062748B" w:rsidP="0062748B">
      <w:r>
        <w:t xml:space="preserve">25.1.22     -INF       .        1.000      .         </w:t>
      </w:r>
    </w:p>
    <w:p w:rsidR="0062748B" w:rsidRDefault="0062748B" w:rsidP="0062748B">
      <w:r>
        <w:t xml:space="preserve">25.1.23     -INF       .        1.000      .         </w:t>
      </w:r>
    </w:p>
    <w:p w:rsidR="0062748B" w:rsidRDefault="0062748B" w:rsidP="0062748B">
      <w:r>
        <w:t xml:space="preserve">25.1.24     -INF       .        1.000      .         </w:t>
      </w:r>
    </w:p>
    <w:p w:rsidR="0062748B" w:rsidRDefault="0062748B" w:rsidP="0062748B">
      <w:r>
        <w:t xml:space="preserve">25.1.25     -INF       .        1.000      .         </w:t>
      </w:r>
    </w:p>
    <w:p w:rsidR="0062748B" w:rsidRDefault="0062748B" w:rsidP="0062748B">
      <w:r>
        <w:t xml:space="preserve">25.1.26     -INF       .        1.000      .         </w:t>
      </w:r>
    </w:p>
    <w:p w:rsidR="0062748B" w:rsidRDefault="0062748B" w:rsidP="0062748B">
      <w:r>
        <w:t xml:space="preserve">25.1.27     -INF       .        1.000      .         </w:t>
      </w:r>
    </w:p>
    <w:p w:rsidR="0062748B" w:rsidRDefault="0062748B" w:rsidP="0062748B">
      <w:r>
        <w:t xml:space="preserve">25.1.28     -INF       .        1.000      .         </w:t>
      </w:r>
    </w:p>
    <w:p w:rsidR="0062748B" w:rsidRDefault="0062748B" w:rsidP="0062748B">
      <w:r>
        <w:t xml:space="preserve">25.1.29     -INF       .        1.000      .         </w:t>
      </w:r>
    </w:p>
    <w:p w:rsidR="0062748B" w:rsidRDefault="0062748B" w:rsidP="0062748B">
      <w:r>
        <w:t xml:space="preserve">26.1.1      -INF       .        1.000      .         </w:t>
      </w:r>
    </w:p>
    <w:p w:rsidR="0062748B" w:rsidRDefault="0062748B" w:rsidP="0062748B">
      <w:r>
        <w:t xml:space="preserve">26.1.2      -INF       .        1.000      .         </w:t>
      </w:r>
    </w:p>
    <w:p w:rsidR="0062748B" w:rsidRDefault="0062748B" w:rsidP="0062748B">
      <w:r>
        <w:t xml:space="preserve">26.1.3      -INF       .        1.000      .         </w:t>
      </w:r>
    </w:p>
    <w:p w:rsidR="0062748B" w:rsidRDefault="0062748B" w:rsidP="0062748B">
      <w:r>
        <w:t xml:space="preserve">26.1.4      -INF       .        1.000      .         </w:t>
      </w:r>
    </w:p>
    <w:p w:rsidR="0062748B" w:rsidRDefault="0062748B" w:rsidP="0062748B">
      <w:r>
        <w:t xml:space="preserve">26.1.5      -INF       .        1.000      .         </w:t>
      </w:r>
    </w:p>
    <w:p w:rsidR="0062748B" w:rsidRDefault="0062748B" w:rsidP="0062748B">
      <w:r>
        <w:t xml:space="preserve">26.1.6      -INF       .        1.000      .         </w:t>
      </w:r>
    </w:p>
    <w:p w:rsidR="0062748B" w:rsidRDefault="0062748B" w:rsidP="0062748B">
      <w:r>
        <w:t xml:space="preserve">26.1.7      -INF       .        1.000      .         </w:t>
      </w:r>
    </w:p>
    <w:p w:rsidR="0062748B" w:rsidRDefault="0062748B" w:rsidP="0062748B">
      <w:r>
        <w:t xml:space="preserve">26.1.8      -INF       .        1.000      .         </w:t>
      </w:r>
    </w:p>
    <w:p w:rsidR="0062748B" w:rsidRDefault="0062748B" w:rsidP="0062748B">
      <w:r>
        <w:t xml:space="preserve">26.1.9      -INF       .        1.000      .         </w:t>
      </w:r>
    </w:p>
    <w:p w:rsidR="0062748B" w:rsidRDefault="0062748B" w:rsidP="0062748B">
      <w:r>
        <w:t xml:space="preserve">26.1.10     -INF       .        1.000      .         </w:t>
      </w:r>
    </w:p>
    <w:p w:rsidR="0062748B" w:rsidRDefault="0062748B" w:rsidP="0062748B">
      <w:r>
        <w:t xml:space="preserve">26.1.11     -INF       .        1.000      .         </w:t>
      </w:r>
    </w:p>
    <w:p w:rsidR="0062748B" w:rsidRDefault="0062748B" w:rsidP="0062748B">
      <w:r>
        <w:t xml:space="preserve">26.1.12     -INF       .        1.000      .         </w:t>
      </w:r>
    </w:p>
    <w:p w:rsidR="0062748B" w:rsidRDefault="0062748B" w:rsidP="0062748B">
      <w:r>
        <w:lastRenderedPageBreak/>
        <w:t xml:space="preserve">26.1.13     -INF       .        1.000      .         </w:t>
      </w:r>
    </w:p>
    <w:p w:rsidR="0062748B" w:rsidRDefault="0062748B" w:rsidP="0062748B">
      <w:r>
        <w:t xml:space="preserve">26.1.14     -INF       .        1.000      .         </w:t>
      </w:r>
    </w:p>
    <w:p w:rsidR="0062748B" w:rsidRDefault="0062748B" w:rsidP="0062748B">
      <w:r>
        <w:t xml:space="preserve">26.1.15     -INF       .        1.000      .         </w:t>
      </w:r>
    </w:p>
    <w:p w:rsidR="0062748B" w:rsidRDefault="0062748B" w:rsidP="0062748B">
      <w:r>
        <w:t xml:space="preserve">26.1.16     -INF       .        1.000      .         </w:t>
      </w:r>
    </w:p>
    <w:p w:rsidR="0062748B" w:rsidRDefault="0062748B" w:rsidP="0062748B">
      <w:r>
        <w:t xml:space="preserve">26.1.17     -INF       .        1.000      .         </w:t>
      </w:r>
    </w:p>
    <w:p w:rsidR="0062748B" w:rsidRDefault="0062748B" w:rsidP="0062748B">
      <w:r>
        <w:t xml:space="preserve">26.1.18     -INF       .        1.000      .         </w:t>
      </w:r>
    </w:p>
    <w:p w:rsidR="0062748B" w:rsidRDefault="0062748B" w:rsidP="0062748B">
      <w:r>
        <w:t xml:space="preserve">26.1.19     -INF       .        1.000      .         </w:t>
      </w:r>
    </w:p>
    <w:p w:rsidR="0062748B" w:rsidRDefault="0062748B" w:rsidP="0062748B">
      <w:r>
        <w:t xml:space="preserve">26.1.20     -INF       .        1.000      .         </w:t>
      </w:r>
    </w:p>
    <w:p w:rsidR="0062748B" w:rsidRDefault="0062748B" w:rsidP="0062748B">
      <w:r>
        <w:t xml:space="preserve">26.1.21     -INF       .        1.000      .         </w:t>
      </w:r>
    </w:p>
    <w:p w:rsidR="0062748B" w:rsidRDefault="0062748B" w:rsidP="0062748B">
      <w:r>
        <w:t xml:space="preserve">26.1.22     -INF       .        1.000      .         </w:t>
      </w:r>
    </w:p>
    <w:p w:rsidR="0062748B" w:rsidRDefault="0062748B" w:rsidP="0062748B">
      <w:r>
        <w:t xml:space="preserve">26.1.23     -INF       .        1.000      .         </w:t>
      </w:r>
    </w:p>
    <w:p w:rsidR="0062748B" w:rsidRDefault="0062748B" w:rsidP="0062748B">
      <w:r>
        <w:t xml:space="preserve">26.1.24     -INF       .        1.000      .         </w:t>
      </w:r>
    </w:p>
    <w:p w:rsidR="0062748B" w:rsidRDefault="0062748B" w:rsidP="0062748B">
      <w:r>
        <w:t xml:space="preserve">26.1.25     -INF       .        1.000      .         </w:t>
      </w:r>
    </w:p>
    <w:p w:rsidR="0062748B" w:rsidRDefault="0062748B" w:rsidP="0062748B">
      <w:r>
        <w:t xml:space="preserve">26.1.26     -INF       .        1.000      .         </w:t>
      </w:r>
    </w:p>
    <w:p w:rsidR="0062748B" w:rsidRDefault="0062748B" w:rsidP="0062748B">
      <w:r>
        <w:t xml:space="preserve">26.1.27     -INF       .        1.000      .         </w:t>
      </w:r>
    </w:p>
    <w:p w:rsidR="0062748B" w:rsidRDefault="0062748B" w:rsidP="0062748B">
      <w:r>
        <w:t xml:space="preserve">26.1.28     -INF       .        1.000      .         </w:t>
      </w:r>
    </w:p>
    <w:p w:rsidR="0062748B" w:rsidRDefault="0062748B" w:rsidP="0062748B">
      <w:r>
        <w:t xml:space="preserve">26.1.29     -INF       .        1.000      .         </w:t>
      </w:r>
    </w:p>
    <w:p w:rsidR="0062748B" w:rsidRDefault="0062748B" w:rsidP="0062748B">
      <w:r>
        <w:t xml:space="preserve">27.1.1      -INF       .        1.000      .         </w:t>
      </w:r>
    </w:p>
    <w:p w:rsidR="0062748B" w:rsidRDefault="0062748B" w:rsidP="0062748B">
      <w:r>
        <w:t xml:space="preserve">27.1.2      -INF       .        1.000      .         </w:t>
      </w:r>
    </w:p>
    <w:p w:rsidR="0062748B" w:rsidRDefault="0062748B" w:rsidP="0062748B">
      <w:r>
        <w:t xml:space="preserve">27.1.3      -INF       .        1.000      .         </w:t>
      </w:r>
    </w:p>
    <w:p w:rsidR="0062748B" w:rsidRDefault="0062748B" w:rsidP="0062748B">
      <w:r>
        <w:t xml:space="preserve">27.1.4      -INF       .        1.000      .         </w:t>
      </w:r>
    </w:p>
    <w:p w:rsidR="0062748B" w:rsidRDefault="0062748B" w:rsidP="0062748B">
      <w:r>
        <w:t xml:space="preserve">27.1.5      -INF       .        1.000      .         </w:t>
      </w:r>
    </w:p>
    <w:p w:rsidR="0062748B" w:rsidRDefault="0062748B" w:rsidP="0062748B">
      <w:r>
        <w:t xml:space="preserve">27.1.6      -INF       .        1.000      .         </w:t>
      </w:r>
    </w:p>
    <w:p w:rsidR="0062748B" w:rsidRDefault="0062748B" w:rsidP="0062748B">
      <w:r>
        <w:t xml:space="preserve">27.1.7      -INF       .        1.000      .         </w:t>
      </w:r>
    </w:p>
    <w:p w:rsidR="0062748B" w:rsidRDefault="0062748B" w:rsidP="0062748B">
      <w:r>
        <w:t xml:space="preserve">27.1.8      -INF       .        1.000      .         </w:t>
      </w:r>
    </w:p>
    <w:p w:rsidR="0062748B" w:rsidRDefault="0062748B" w:rsidP="0062748B">
      <w:r>
        <w:lastRenderedPageBreak/>
        <w:t xml:space="preserve">27.1.9      -INF       .        1.000      .         </w:t>
      </w:r>
    </w:p>
    <w:p w:rsidR="0062748B" w:rsidRDefault="0062748B" w:rsidP="0062748B">
      <w:r>
        <w:t xml:space="preserve">27.1.10     -INF       .        1.000      .         </w:t>
      </w:r>
    </w:p>
    <w:p w:rsidR="0062748B" w:rsidRDefault="0062748B" w:rsidP="0062748B">
      <w:r>
        <w:t xml:space="preserve">27.1.11     -INF       .        1.000      .         </w:t>
      </w:r>
    </w:p>
    <w:p w:rsidR="0062748B" w:rsidRDefault="0062748B" w:rsidP="0062748B">
      <w:r>
        <w:t xml:space="preserve">27.1.12     -INF       .        1.000      .         </w:t>
      </w:r>
    </w:p>
    <w:p w:rsidR="0062748B" w:rsidRDefault="0062748B" w:rsidP="0062748B">
      <w:r>
        <w:t xml:space="preserve">27.1.13     -INF       .        1.000      .         </w:t>
      </w:r>
    </w:p>
    <w:p w:rsidR="0062748B" w:rsidRDefault="0062748B" w:rsidP="0062748B">
      <w:r>
        <w:t xml:space="preserve">27.1.14     -INF       .        1.000      .         </w:t>
      </w:r>
    </w:p>
    <w:p w:rsidR="0062748B" w:rsidRDefault="0062748B" w:rsidP="0062748B">
      <w:r>
        <w:t xml:space="preserve">27.1.15     -INF       .        1.000      .         </w:t>
      </w:r>
    </w:p>
    <w:p w:rsidR="0062748B" w:rsidRDefault="0062748B" w:rsidP="0062748B">
      <w:r>
        <w:t xml:space="preserve">27.1.16     -INF       .        1.000      .         </w:t>
      </w:r>
    </w:p>
    <w:p w:rsidR="0062748B" w:rsidRDefault="0062748B" w:rsidP="0062748B">
      <w:r>
        <w:t xml:space="preserve">27.1.17     -INF       .        1.000      .         </w:t>
      </w:r>
    </w:p>
    <w:p w:rsidR="0062748B" w:rsidRDefault="0062748B" w:rsidP="0062748B">
      <w:r>
        <w:t xml:space="preserve">27.1.18     -INF       .        1.000      .         </w:t>
      </w:r>
    </w:p>
    <w:p w:rsidR="0062748B" w:rsidRDefault="0062748B" w:rsidP="0062748B">
      <w:r>
        <w:t xml:space="preserve">27.1.19     -INF       .        1.000      .         </w:t>
      </w:r>
    </w:p>
    <w:p w:rsidR="0062748B" w:rsidRDefault="0062748B" w:rsidP="0062748B">
      <w:r>
        <w:t xml:space="preserve">27.1.20     -INF       .        1.000      .         </w:t>
      </w:r>
    </w:p>
    <w:p w:rsidR="0062748B" w:rsidRDefault="0062748B" w:rsidP="0062748B">
      <w:r>
        <w:t xml:space="preserve">27.1.21     -INF       .        1.000      .         </w:t>
      </w:r>
    </w:p>
    <w:p w:rsidR="0062748B" w:rsidRDefault="0062748B" w:rsidP="0062748B">
      <w:r>
        <w:t xml:space="preserve">27.1.22     -INF       .        1.000      .         </w:t>
      </w:r>
    </w:p>
    <w:p w:rsidR="0062748B" w:rsidRDefault="0062748B" w:rsidP="0062748B">
      <w:r>
        <w:t xml:space="preserve">27.1.23     -INF       .        1.000      .         </w:t>
      </w:r>
    </w:p>
    <w:p w:rsidR="0062748B" w:rsidRDefault="0062748B" w:rsidP="0062748B">
      <w:r>
        <w:t xml:space="preserve">27.1.24     -INF       .        1.000      .         </w:t>
      </w:r>
    </w:p>
    <w:p w:rsidR="0062748B" w:rsidRDefault="0062748B" w:rsidP="0062748B">
      <w:r>
        <w:t xml:space="preserve">27.1.25     -INF       .        1.000      .         </w:t>
      </w:r>
    </w:p>
    <w:p w:rsidR="0062748B" w:rsidRDefault="0062748B" w:rsidP="0062748B">
      <w:r>
        <w:t xml:space="preserve">27.1.26     -INF       .        1.000      .         </w:t>
      </w:r>
    </w:p>
    <w:p w:rsidR="0062748B" w:rsidRDefault="0062748B" w:rsidP="0062748B">
      <w:r>
        <w:t xml:space="preserve">27.1.27     -INF       .        1.000      .         </w:t>
      </w:r>
    </w:p>
    <w:p w:rsidR="0062748B" w:rsidRDefault="0062748B" w:rsidP="0062748B">
      <w:r>
        <w:t xml:space="preserve">27.1.28     -INF       .        1.000      .         </w:t>
      </w:r>
    </w:p>
    <w:p w:rsidR="0062748B" w:rsidRDefault="0062748B" w:rsidP="0062748B">
      <w:r>
        <w:t xml:space="preserve">27.1.29     -INF       .        1.000      .         </w:t>
      </w:r>
    </w:p>
    <w:p w:rsidR="0062748B" w:rsidRDefault="0062748B" w:rsidP="0062748B">
      <w:r>
        <w:t xml:space="preserve">28.1.1      -INF       .        1.000      .         </w:t>
      </w:r>
    </w:p>
    <w:p w:rsidR="0062748B" w:rsidRDefault="0062748B" w:rsidP="0062748B">
      <w:r>
        <w:t xml:space="preserve">28.1.2      -INF       .        1.000      .         </w:t>
      </w:r>
    </w:p>
    <w:p w:rsidR="0062748B" w:rsidRDefault="0062748B" w:rsidP="0062748B">
      <w:r>
        <w:t xml:space="preserve">28.1.3      -INF       .        1.000      .         </w:t>
      </w:r>
    </w:p>
    <w:p w:rsidR="0062748B" w:rsidRDefault="0062748B" w:rsidP="0062748B">
      <w:r>
        <w:t xml:space="preserve">28.1.4      -INF       .        1.000      .         </w:t>
      </w:r>
    </w:p>
    <w:p w:rsidR="0062748B" w:rsidRDefault="0062748B" w:rsidP="0062748B">
      <w:r>
        <w:lastRenderedPageBreak/>
        <w:t xml:space="preserve">28.1.5      -INF       .        1.000      .         </w:t>
      </w:r>
    </w:p>
    <w:p w:rsidR="0062748B" w:rsidRDefault="0062748B" w:rsidP="0062748B">
      <w:r>
        <w:t xml:space="preserve">28.1.6      -INF       .        1.000      .         </w:t>
      </w:r>
    </w:p>
    <w:p w:rsidR="0062748B" w:rsidRDefault="0062748B" w:rsidP="0062748B">
      <w:r>
        <w:t xml:space="preserve">28.1.7      -INF       .        1.000      .         </w:t>
      </w:r>
    </w:p>
    <w:p w:rsidR="0062748B" w:rsidRDefault="0062748B" w:rsidP="0062748B">
      <w:r>
        <w:t xml:space="preserve">28.1.8      -INF       .        1.000      .         </w:t>
      </w:r>
    </w:p>
    <w:p w:rsidR="0062748B" w:rsidRDefault="0062748B" w:rsidP="0062748B">
      <w:r>
        <w:t xml:space="preserve">28.1.9      -INF       .        1.000      .         </w:t>
      </w:r>
    </w:p>
    <w:p w:rsidR="0062748B" w:rsidRDefault="0062748B" w:rsidP="0062748B">
      <w:r>
        <w:t xml:space="preserve">28.1.10     -INF       .        1.000      .         </w:t>
      </w:r>
    </w:p>
    <w:p w:rsidR="0062748B" w:rsidRDefault="0062748B" w:rsidP="0062748B">
      <w:r>
        <w:t xml:space="preserve">28.1.11     -INF       .        1.000      .         </w:t>
      </w:r>
    </w:p>
    <w:p w:rsidR="0062748B" w:rsidRDefault="0062748B" w:rsidP="0062748B">
      <w:r>
        <w:t xml:space="preserve">28.1.12     -INF       .        1.000      .         </w:t>
      </w:r>
    </w:p>
    <w:p w:rsidR="0062748B" w:rsidRDefault="0062748B" w:rsidP="0062748B">
      <w:r>
        <w:t xml:space="preserve">28.1.13     -INF       .        1.000      .         </w:t>
      </w:r>
    </w:p>
    <w:p w:rsidR="0062748B" w:rsidRDefault="0062748B" w:rsidP="0062748B">
      <w:r>
        <w:t xml:space="preserve">28.1.14     -INF       .        1.000      .         </w:t>
      </w:r>
    </w:p>
    <w:p w:rsidR="0062748B" w:rsidRDefault="0062748B" w:rsidP="0062748B">
      <w:r>
        <w:t xml:space="preserve">28.1.15     -INF       .        1.000      .         </w:t>
      </w:r>
    </w:p>
    <w:p w:rsidR="0062748B" w:rsidRDefault="0062748B" w:rsidP="0062748B">
      <w:r>
        <w:t xml:space="preserve">28.1.16     -INF       .        1.000      .         </w:t>
      </w:r>
    </w:p>
    <w:p w:rsidR="0062748B" w:rsidRDefault="0062748B" w:rsidP="0062748B">
      <w:r>
        <w:t xml:space="preserve">28.1.17     -INF       .        1.000      .         </w:t>
      </w:r>
    </w:p>
    <w:p w:rsidR="0062748B" w:rsidRDefault="0062748B" w:rsidP="0062748B">
      <w:r>
        <w:t xml:space="preserve">28.1.18     -INF       .        1.000      .         </w:t>
      </w:r>
    </w:p>
    <w:p w:rsidR="0062748B" w:rsidRDefault="0062748B" w:rsidP="0062748B">
      <w:r>
        <w:t xml:space="preserve">28.1.19     -INF       .        1.000      .         </w:t>
      </w:r>
    </w:p>
    <w:p w:rsidR="0062748B" w:rsidRDefault="0062748B" w:rsidP="0062748B">
      <w:r>
        <w:t xml:space="preserve">28.1.20     -INF       .        1.000      .         </w:t>
      </w:r>
    </w:p>
    <w:p w:rsidR="0062748B" w:rsidRDefault="0062748B" w:rsidP="0062748B">
      <w:r>
        <w:t xml:space="preserve">28.1.21     -INF       .        1.000      .         </w:t>
      </w:r>
    </w:p>
    <w:p w:rsidR="0062748B" w:rsidRDefault="0062748B" w:rsidP="0062748B">
      <w:r>
        <w:t xml:space="preserve">28.1.22     -INF       .        1.000      .         </w:t>
      </w:r>
    </w:p>
    <w:p w:rsidR="0062748B" w:rsidRDefault="0062748B" w:rsidP="0062748B">
      <w:r>
        <w:t xml:space="preserve">28.1.23     -INF       .        1.000      .         </w:t>
      </w:r>
    </w:p>
    <w:p w:rsidR="0062748B" w:rsidRDefault="0062748B" w:rsidP="0062748B">
      <w:r>
        <w:t xml:space="preserve">28.1.24     -INF       .        1.000      .         </w:t>
      </w:r>
    </w:p>
    <w:p w:rsidR="0062748B" w:rsidRDefault="0062748B" w:rsidP="0062748B">
      <w:r>
        <w:t xml:space="preserve">28.1.25     -INF       .        1.000      .         </w:t>
      </w:r>
    </w:p>
    <w:p w:rsidR="0062748B" w:rsidRDefault="0062748B" w:rsidP="0062748B">
      <w:r>
        <w:t xml:space="preserve">28.1.26     -INF       .        1.000      .         </w:t>
      </w:r>
    </w:p>
    <w:p w:rsidR="0062748B" w:rsidRDefault="0062748B" w:rsidP="0062748B">
      <w:r>
        <w:t xml:space="preserve">28.1.27     -INF       .        1.000      .         </w:t>
      </w:r>
    </w:p>
    <w:p w:rsidR="0062748B" w:rsidRDefault="0062748B" w:rsidP="0062748B">
      <w:r>
        <w:t xml:space="preserve">28.1.28     -INF       .        1.000      .         </w:t>
      </w:r>
    </w:p>
    <w:p w:rsidR="0062748B" w:rsidRDefault="0062748B" w:rsidP="0062748B">
      <w:r>
        <w:t xml:space="preserve">28.1.29     -INF       .        1.000      .         </w:t>
      </w:r>
    </w:p>
    <w:p w:rsidR="0062748B" w:rsidRDefault="0062748B" w:rsidP="0062748B">
      <w:r>
        <w:lastRenderedPageBreak/>
        <w:t xml:space="preserve">29.1.1      -INF       .        1.000      .         </w:t>
      </w:r>
    </w:p>
    <w:p w:rsidR="0062748B" w:rsidRDefault="0062748B" w:rsidP="0062748B">
      <w:r>
        <w:t xml:space="preserve">29.1.2      -INF       .        1.000      .         </w:t>
      </w:r>
    </w:p>
    <w:p w:rsidR="0062748B" w:rsidRDefault="0062748B" w:rsidP="0062748B">
      <w:r>
        <w:t xml:space="preserve">29.1.3      -INF       .        1.000      .         </w:t>
      </w:r>
    </w:p>
    <w:p w:rsidR="0062748B" w:rsidRDefault="0062748B" w:rsidP="0062748B">
      <w:r>
        <w:t xml:space="preserve">29.1.4      -INF       .        1.000      .         </w:t>
      </w:r>
    </w:p>
    <w:p w:rsidR="0062748B" w:rsidRDefault="0062748B" w:rsidP="0062748B">
      <w:r>
        <w:t xml:space="preserve">29.1.5      -INF       .        1.000      .         </w:t>
      </w:r>
    </w:p>
    <w:p w:rsidR="0062748B" w:rsidRDefault="0062748B" w:rsidP="0062748B">
      <w:r>
        <w:t xml:space="preserve">29.1.6      -INF       .        1.000      .         </w:t>
      </w:r>
    </w:p>
    <w:p w:rsidR="0062748B" w:rsidRDefault="0062748B" w:rsidP="0062748B">
      <w:r>
        <w:t xml:space="preserve">29.1.7      -INF       .        1.000      .         </w:t>
      </w:r>
    </w:p>
    <w:p w:rsidR="0062748B" w:rsidRDefault="0062748B" w:rsidP="0062748B">
      <w:r>
        <w:t xml:space="preserve">29.1.8      -INF       .        1.000      .         </w:t>
      </w:r>
    </w:p>
    <w:p w:rsidR="0062748B" w:rsidRDefault="0062748B" w:rsidP="0062748B">
      <w:r>
        <w:t xml:space="preserve">29.1.9      -INF       .        1.000      .         </w:t>
      </w:r>
    </w:p>
    <w:p w:rsidR="0062748B" w:rsidRDefault="0062748B" w:rsidP="0062748B">
      <w:r>
        <w:t xml:space="preserve">29.1.10     -INF       .        1.000      .         </w:t>
      </w:r>
    </w:p>
    <w:p w:rsidR="0062748B" w:rsidRDefault="0062748B" w:rsidP="0062748B">
      <w:r>
        <w:t xml:space="preserve">29.1.11     -INF       .        1.000      .         </w:t>
      </w:r>
    </w:p>
    <w:p w:rsidR="0062748B" w:rsidRDefault="0062748B" w:rsidP="0062748B">
      <w:r>
        <w:t xml:space="preserve">29.1.12     -INF       .        1.000      .         </w:t>
      </w:r>
    </w:p>
    <w:p w:rsidR="0062748B" w:rsidRDefault="0062748B" w:rsidP="0062748B">
      <w:r>
        <w:t xml:space="preserve">29.1.13     -INF       .        1.000      .         </w:t>
      </w:r>
    </w:p>
    <w:p w:rsidR="0062748B" w:rsidRDefault="0062748B" w:rsidP="0062748B">
      <w:r>
        <w:t xml:space="preserve">29.1.14     -INF       .        1.000      .         </w:t>
      </w:r>
    </w:p>
    <w:p w:rsidR="0062748B" w:rsidRDefault="0062748B" w:rsidP="0062748B">
      <w:r>
        <w:t xml:space="preserve">29.1.15     -INF       .        1.000      .         </w:t>
      </w:r>
    </w:p>
    <w:p w:rsidR="0062748B" w:rsidRDefault="0062748B" w:rsidP="0062748B">
      <w:r>
        <w:t xml:space="preserve">29.1.16     -INF       .        1.000      .         </w:t>
      </w:r>
    </w:p>
    <w:p w:rsidR="0062748B" w:rsidRDefault="0062748B" w:rsidP="0062748B">
      <w:r>
        <w:t xml:space="preserve">29.1.17     -INF       .        1.000      .         </w:t>
      </w:r>
    </w:p>
    <w:p w:rsidR="0062748B" w:rsidRDefault="0062748B" w:rsidP="0062748B">
      <w:r>
        <w:t xml:space="preserve">29.1.18     -INF       .        1.000      .         </w:t>
      </w:r>
    </w:p>
    <w:p w:rsidR="0062748B" w:rsidRDefault="0062748B" w:rsidP="0062748B">
      <w:r>
        <w:t xml:space="preserve">29.1.19     -INF       .        1.000      .         </w:t>
      </w:r>
    </w:p>
    <w:p w:rsidR="0062748B" w:rsidRDefault="0062748B" w:rsidP="0062748B">
      <w:r>
        <w:t xml:space="preserve">29.1.20     -INF       .        1.000      .         </w:t>
      </w:r>
    </w:p>
    <w:p w:rsidR="0062748B" w:rsidRDefault="0062748B" w:rsidP="0062748B">
      <w:r>
        <w:t xml:space="preserve">29.1.21     -INF       .        1.000      .         </w:t>
      </w:r>
    </w:p>
    <w:p w:rsidR="0062748B" w:rsidRDefault="0062748B" w:rsidP="0062748B">
      <w:r>
        <w:t xml:space="preserve">29.1.22     -INF       .        1.000      .         </w:t>
      </w:r>
    </w:p>
    <w:p w:rsidR="0062748B" w:rsidRDefault="0062748B" w:rsidP="0062748B">
      <w:r>
        <w:t xml:space="preserve">29.1.23     -INF       .        1.000      .         </w:t>
      </w:r>
    </w:p>
    <w:p w:rsidR="0062748B" w:rsidRDefault="0062748B" w:rsidP="0062748B">
      <w:r>
        <w:t xml:space="preserve">29.1.24     -INF       .        1.000      .         </w:t>
      </w:r>
    </w:p>
    <w:p w:rsidR="0062748B" w:rsidRDefault="0062748B" w:rsidP="0062748B">
      <w:r>
        <w:t xml:space="preserve">29.1.25     -INF       .        1.000      .         </w:t>
      </w:r>
    </w:p>
    <w:p w:rsidR="0062748B" w:rsidRDefault="0062748B" w:rsidP="0062748B">
      <w:r>
        <w:lastRenderedPageBreak/>
        <w:t xml:space="preserve">29.1.26     -INF       .        1.000      .         </w:t>
      </w:r>
    </w:p>
    <w:p w:rsidR="0062748B" w:rsidRDefault="0062748B" w:rsidP="0062748B">
      <w:r>
        <w:t xml:space="preserve">29.1.27     -INF       .        1.000      .         </w:t>
      </w:r>
    </w:p>
    <w:p w:rsidR="0062748B" w:rsidRDefault="0062748B" w:rsidP="0062748B">
      <w:r>
        <w:t xml:space="preserve">29.1.28     -INF       .        1.000      .         </w:t>
      </w:r>
    </w:p>
    <w:p w:rsidR="0062748B" w:rsidRDefault="0062748B" w:rsidP="0062748B">
      <w:r>
        <w:t xml:space="preserve">29.1.29     -INF       .        1.000      .         </w:t>
      </w:r>
    </w:p>
    <w:p w:rsidR="0062748B" w:rsidRDefault="0062748B" w:rsidP="0062748B"/>
    <w:p w:rsidR="0062748B" w:rsidRDefault="0062748B" w:rsidP="0062748B">
      <w:r>
        <w:t>---- VAR pi  simplex variable (one in number)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 .         .        +INF       EPS       </w:t>
      </w:r>
    </w:p>
    <w:p w:rsidR="0062748B" w:rsidRDefault="0062748B" w:rsidP="0062748B">
      <w:r>
        <w:t xml:space="preserve">1 .1.2       .         .        +INF       EPS       </w:t>
      </w:r>
    </w:p>
    <w:p w:rsidR="0062748B" w:rsidRDefault="0062748B" w:rsidP="0062748B">
      <w:r>
        <w:t xml:space="preserve">1 .1.3       .         .        +INF       EPS       </w:t>
      </w:r>
    </w:p>
    <w:p w:rsidR="0062748B" w:rsidRDefault="0062748B" w:rsidP="0062748B">
      <w:r>
        <w:t xml:space="preserve">1 .1.4       .         .        +INF       EPS       </w:t>
      </w:r>
    </w:p>
    <w:p w:rsidR="0062748B" w:rsidRDefault="0062748B" w:rsidP="0062748B">
      <w:r>
        <w:t xml:space="preserve">1 .1.5       .         .        +INF       EPS       </w:t>
      </w:r>
    </w:p>
    <w:p w:rsidR="0062748B" w:rsidRDefault="0062748B" w:rsidP="0062748B">
      <w:r>
        <w:t xml:space="preserve">1 .1.6       .         .        +INF       EPS       </w:t>
      </w:r>
    </w:p>
    <w:p w:rsidR="0062748B" w:rsidRDefault="0062748B" w:rsidP="0062748B">
      <w:r>
        <w:t xml:space="preserve">1 .1.7       .         .        +INF       EPS       </w:t>
      </w:r>
    </w:p>
    <w:p w:rsidR="0062748B" w:rsidRDefault="0062748B" w:rsidP="0062748B">
      <w:r>
        <w:t xml:space="preserve">1 .1.8       .         .        +INF       EPS       </w:t>
      </w:r>
    </w:p>
    <w:p w:rsidR="0062748B" w:rsidRDefault="0062748B" w:rsidP="0062748B">
      <w:r>
        <w:t xml:space="preserve">1 .1.9       .         .        +INF       EPS       </w:t>
      </w:r>
    </w:p>
    <w:p w:rsidR="0062748B" w:rsidRDefault="0062748B" w:rsidP="0062748B">
      <w:r>
        <w:t xml:space="preserve">1 .1.10      .         .        +INF       EPS       </w:t>
      </w:r>
    </w:p>
    <w:p w:rsidR="0062748B" w:rsidRDefault="0062748B" w:rsidP="0062748B">
      <w:r>
        <w:t xml:space="preserve">1 .1.11      .         .        +INF       EPS       </w:t>
      </w:r>
    </w:p>
    <w:p w:rsidR="0062748B" w:rsidRDefault="0062748B" w:rsidP="0062748B">
      <w:r>
        <w:t xml:space="preserve">1 .1.12      .         .        +INF       EPS       </w:t>
      </w:r>
    </w:p>
    <w:p w:rsidR="0062748B" w:rsidRDefault="0062748B" w:rsidP="0062748B">
      <w:r>
        <w:t xml:space="preserve">1 .1.13      .         .        +INF       EPS       </w:t>
      </w:r>
    </w:p>
    <w:p w:rsidR="0062748B" w:rsidRDefault="0062748B" w:rsidP="0062748B">
      <w:r>
        <w:t xml:space="preserve">1 .1.14      .         .        +INF       EPS       </w:t>
      </w:r>
    </w:p>
    <w:p w:rsidR="0062748B" w:rsidRDefault="0062748B" w:rsidP="0062748B">
      <w:r>
        <w:t xml:space="preserve">1 .1.15      .         .        +INF       EPS       </w:t>
      </w:r>
    </w:p>
    <w:p w:rsidR="0062748B" w:rsidRDefault="0062748B" w:rsidP="0062748B">
      <w:r>
        <w:t xml:space="preserve">1 .1.16      .         .        +INF       EPS       </w:t>
      </w:r>
    </w:p>
    <w:p w:rsidR="0062748B" w:rsidRDefault="0062748B" w:rsidP="0062748B">
      <w:r>
        <w:lastRenderedPageBreak/>
        <w:t xml:space="preserve">1 .1.17      .         .        +INF       EPS       </w:t>
      </w:r>
    </w:p>
    <w:p w:rsidR="0062748B" w:rsidRDefault="0062748B" w:rsidP="0062748B">
      <w:r>
        <w:t xml:space="preserve">1 .1.18      .         .        +INF       EPS       </w:t>
      </w:r>
    </w:p>
    <w:p w:rsidR="0062748B" w:rsidRDefault="0062748B" w:rsidP="0062748B">
      <w:r>
        <w:t xml:space="preserve">1 .1.19      .         .        +INF       EPS       </w:t>
      </w:r>
    </w:p>
    <w:p w:rsidR="0062748B" w:rsidRDefault="0062748B" w:rsidP="0062748B">
      <w:r>
        <w:t xml:space="preserve">1 .1.20      .         .        +INF       EPS       </w:t>
      </w:r>
    </w:p>
    <w:p w:rsidR="0062748B" w:rsidRDefault="0062748B" w:rsidP="0062748B">
      <w:r>
        <w:t xml:space="preserve">1 .1.21      .         .        +INF       EPS       </w:t>
      </w:r>
    </w:p>
    <w:p w:rsidR="0062748B" w:rsidRDefault="0062748B" w:rsidP="0062748B">
      <w:r>
        <w:t xml:space="preserve">1 .1.22      .         .        +INF       EPS       </w:t>
      </w:r>
    </w:p>
    <w:p w:rsidR="0062748B" w:rsidRDefault="0062748B" w:rsidP="0062748B">
      <w:r>
        <w:t xml:space="preserve">1 .1.23      .         .        +INF       EPS       </w:t>
      </w:r>
    </w:p>
    <w:p w:rsidR="0062748B" w:rsidRDefault="0062748B" w:rsidP="0062748B">
      <w:r>
        <w:t xml:space="preserve">1 .1.24      .         .        +INF       EPS       </w:t>
      </w:r>
    </w:p>
    <w:p w:rsidR="0062748B" w:rsidRDefault="0062748B" w:rsidP="0062748B">
      <w:r>
        <w:t xml:space="preserve">1 .1.25      .         .        +INF       EPS       </w:t>
      </w:r>
    </w:p>
    <w:p w:rsidR="0062748B" w:rsidRDefault="0062748B" w:rsidP="0062748B">
      <w:r>
        <w:t xml:space="preserve">1 .1.26      .         .        +INF       EPS       </w:t>
      </w:r>
    </w:p>
    <w:p w:rsidR="0062748B" w:rsidRDefault="0062748B" w:rsidP="0062748B">
      <w:r>
        <w:t xml:space="preserve">1 .1.27      .         .        +INF       EPS       </w:t>
      </w:r>
    </w:p>
    <w:p w:rsidR="0062748B" w:rsidRDefault="0062748B" w:rsidP="0062748B">
      <w:r>
        <w:t xml:space="preserve">1 .1.28      .         .        +INF       EPS       </w:t>
      </w:r>
    </w:p>
    <w:p w:rsidR="0062748B" w:rsidRDefault="0062748B" w:rsidP="0062748B">
      <w:r>
        <w:t xml:space="preserve">1 .1.29      .         .        +INF       EPS       </w:t>
      </w:r>
    </w:p>
    <w:p w:rsidR="0062748B" w:rsidRDefault="0062748B" w:rsidP="0062748B">
      <w:r>
        <w:t xml:space="preserve">2 .1.1       .         .        +INF       EPS       </w:t>
      </w:r>
    </w:p>
    <w:p w:rsidR="0062748B" w:rsidRDefault="0062748B" w:rsidP="0062748B">
      <w:r>
        <w:t xml:space="preserve">2 .1.2       .         .        +INF       EPS       </w:t>
      </w:r>
    </w:p>
    <w:p w:rsidR="0062748B" w:rsidRDefault="0062748B" w:rsidP="0062748B">
      <w:r>
        <w:t xml:space="preserve">2 .1.3       .         .        +INF       EPS       </w:t>
      </w:r>
    </w:p>
    <w:p w:rsidR="0062748B" w:rsidRDefault="0062748B" w:rsidP="0062748B">
      <w:r>
        <w:t xml:space="preserve">2 .1.4       .         .        +INF       EPS       </w:t>
      </w:r>
    </w:p>
    <w:p w:rsidR="0062748B" w:rsidRDefault="0062748B" w:rsidP="0062748B">
      <w:r>
        <w:t xml:space="preserve">2 .1.5       .         .        +INF       EPS       </w:t>
      </w:r>
    </w:p>
    <w:p w:rsidR="0062748B" w:rsidRDefault="0062748B" w:rsidP="0062748B">
      <w:r>
        <w:t xml:space="preserve">2 .1.6       .         .        +INF       EPS       </w:t>
      </w:r>
    </w:p>
    <w:p w:rsidR="0062748B" w:rsidRDefault="0062748B" w:rsidP="0062748B">
      <w:r>
        <w:t xml:space="preserve">2 .1.7       .         .        +INF       EPS       </w:t>
      </w:r>
    </w:p>
    <w:p w:rsidR="0062748B" w:rsidRDefault="0062748B" w:rsidP="0062748B">
      <w:r>
        <w:t xml:space="preserve">2 .1.8       .         .        +INF       EPS       </w:t>
      </w:r>
    </w:p>
    <w:p w:rsidR="0062748B" w:rsidRDefault="0062748B" w:rsidP="0062748B">
      <w:r>
        <w:t xml:space="preserve">2 .1.9       .         .        +INF       EPS       </w:t>
      </w:r>
    </w:p>
    <w:p w:rsidR="0062748B" w:rsidRDefault="0062748B" w:rsidP="0062748B">
      <w:r>
        <w:t xml:space="preserve">2 .1.10      .         .        +INF       EPS       </w:t>
      </w:r>
    </w:p>
    <w:p w:rsidR="0062748B" w:rsidRDefault="0062748B" w:rsidP="0062748B">
      <w:r>
        <w:t xml:space="preserve">2 .1.11      .         .        +INF       EPS       </w:t>
      </w:r>
    </w:p>
    <w:p w:rsidR="0062748B" w:rsidRDefault="0062748B" w:rsidP="0062748B">
      <w:r>
        <w:t xml:space="preserve">2 .1.12      .         .        +INF       EPS       </w:t>
      </w:r>
    </w:p>
    <w:p w:rsidR="0062748B" w:rsidRDefault="0062748B" w:rsidP="0062748B">
      <w:r>
        <w:lastRenderedPageBreak/>
        <w:t xml:space="preserve">2 .1.13      .         .        +INF       EPS       </w:t>
      </w:r>
    </w:p>
    <w:p w:rsidR="0062748B" w:rsidRDefault="0062748B" w:rsidP="0062748B">
      <w:r>
        <w:t xml:space="preserve">2 .1.14      .         .        +INF       EPS       </w:t>
      </w:r>
    </w:p>
    <w:p w:rsidR="0062748B" w:rsidRDefault="0062748B" w:rsidP="0062748B">
      <w:r>
        <w:t xml:space="preserve">2 .1.15      .         .        +INF       EPS       </w:t>
      </w:r>
    </w:p>
    <w:p w:rsidR="0062748B" w:rsidRDefault="0062748B" w:rsidP="0062748B">
      <w:r>
        <w:t xml:space="preserve">2 .1.16      .         .        +INF       EPS       </w:t>
      </w:r>
    </w:p>
    <w:p w:rsidR="0062748B" w:rsidRDefault="0062748B" w:rsidP="0062748B">
      <w:r>
        <w:t xml:space="preserve">2 .1.17      .         .        +INF       EPS       </w:t>
      </w:r>
    </w:p>
    <w:p w:rsidR="0062748B" w:rsidRDefault="0062748B" w:rsidP="0062748B">
      <w:r>
        <w:t xml:space="preserve">2 .1.18      .         .        +INF       EPS       </w:t>
      </w:r>
    </w:p>
    <w:p w:rsidR="0062748B" w:rsidRDefault="0062748B" w:rsidP="0062748B">
      <w:r>
        <w:t xml:space="preserve">2 .1.19      .         .        +INF       EPS       </w:t>
      </w:r>
    </w:p>
    <w:p w:rsidR="0062748B" w:rsidRDefault="0062748B" w:rsidP="0062748B">
      <w:r>
        <w:t xml:space="preserve">2 .1.20      .         .        +INF       EPS       </w:t>
      </w:r>
    </w:p>
    <w:p w:rsidR="0062748B" w:rsidRDefault="0062748B" w:rsidP="0062748B">
      <w:r>
        <w:t xml:space="preserve">2 .1.21      .         .        +INF       EPS       </w:t>
      </w:r>
    </w:p>
    <w:p w:rsidR="0062748B" w:rsidRDefault="0062748B" w:rsidP="0062748B">
      <w:r>
        <w:t xml:space="preserve">2 .1.22      .         .        +INF       EPS       </w:t>
      </w:r>
    </w:p>
    <w:p w:rsidR="0062748B" w:rsidRDefault="0062748B" w:rsidP="0062748B">
      <w:r>
        <w:t xml:space="preserve">2 .1.23      .         .        +INF       EPS       </w:t>
      </w:r>
    </w:p>
    <w:p w:rsidR="0062748B" w:rsidRDefault="0062748B" w:rsidP="0062748B">
      <w:r>
        <w:t xml:space="preserve">2 .1.24      .         .        +INF       EPS       </w:t>
      </w:r>
    </w:p>
    <w:p w:rsidR="0062748B" w:rsidRDefault="0062748B" w:rsidP="0062748B">
      <w:r>
        <w:t xml:space="preserve">2 .1.25      .         .        +INF       EPS       </w:t>
      </w:r>
    </w:p>
    <w:p w:rsidR="0062748B" w:rsidRDefault="0062748B" w:rsidP="0062748B">
      <w:r>
        <w:t xml:space="preserve">2 .1.26      .         .        +INF       EPS       </w:t>
      </w:r>
    </w:p>
    <w:p w:rsidR="0062748B" w:rsidRDefault="0062748B" w:rsidP="0062748B">
      <w:r>
        <w:t xml:space="preserve">2 .1.27      .         .        +INF       EPS       </w:t>
      </w:r>
    </w:p>
    <w:p w:rsidR="0062748B" w:rsidRDefault="0062748B" w:rsidP="0062748B">
      <w:r>
        <w:t xml:space="preserve">2 .1.28      .         .        +INF       EPS       </w:t>
      </w:r>
    </w:p>
    <w:p w:rsidR="0062748B" w:rsidRDefault="0062748B" w:rsidP="0062748B">
      <w:r>
        <w:t xml:space="preserve">2 .1.29      .         .        +INF       EPS       </w:t>
      </w:r>
    </w:p>
    <w:p w:rsidR="0062748B" w:rsidRDefault="0062748B" w:rsidP="0062748B">
      <w:r>
        <w:t xml:space="preserve">3 .1.1       .         .        +INF       EPS       </w:t>
      </w:r>
    </w:p>
    <w:p w:rsidR="0062748B" w:rsidRDefault="0062748B" w:rsidP="0062748B">
      <w:r>
        <w:t xml:space="preserve">3 .1.2       .         .        +INF       EPS       </w:t>
      </w:r>
    </w:p>
    <w:p w:rsidR="0062748B" w:rsidRDefault="0062748B" w:rsidP="0062748B">
      <w:r>
        <w:t xml:space="preserve">3 .1.3       .         .        +INF       EPS       </w:t>
      </w:r>
    </w:p>
    <w:p w:rsidR="0062748B" w:rsidRDefault="0062748B" w:rsidP="0062748B">
      <w:r>
        <w:t xml:space="preserve">3 .1.4       .         .        +INF       EPS       </w:t>
      </w:r>
    </w:p>
    <w:p w:rsidR="0062748B" w:rsidRDefault="0062748B" w:rsidP="0062748B">
      <w:r>
        <w:t xml:space="preserve">3 .1.5       .         .        +INF       EPS       </w:t>
      </w:r>
    </w:p>
    <w:p w:rsidR="0062748B" w:rsidRDefault="0062748B" w:rsidP="0062748B">
      <w:r>
        <w:t xml:space="preserve">3 .1.6       .         .        +INF       EPS       </w:t>
      </w:r>
    </w:p>
    <w:p w:rsidR="0062748B" w:rsidRDefault="0062748B" w:rsidP="0062748B">
      <w:r>
        <w:t xml:space="preserve">3 .1.7       .         .        +INF       EPS       </w:t>
      </w:r>
    </w:p>
    <w:p w:rsidR="0062748B" w:rsidRDefault="0062748B" w:rsidP="0062748B">
      <w:r>
        <w:t xml:space="preserve">3 .1.8       .         .        +INF       EPS       </w:t>
      </w:r>
    </w:p>
    <w:p w:rsidR="0062748B" w:rsidRDefault="0062748B" w:rsidP="0062748B">
      <w:r>
        <w:lastRenderedPageBreak/>
        <w:t xml:space="preserve">3 .1.9       .         .        +INF       EPS       </w:t>
      </w:r>
    </w:p>
    <w:p w:rsidR="0062748B" w:rsidRDefault="0062748B" w:rsidP="0062748B">
      <w:r>
        <w:t xml:space="preserve">3 .1.10      .         .        +INF       EPS       </w:t>
      </w:r>
    </w:p>
    <w:p w:rsidR="0062748B" w:rsidRDefault="0062748B" w:rsidP="0062748B">
      <w:r>
        <w:t xml:space="preserve">3 .1.11      .         .        +INF       EPS       </w:t>
      </w:r>
    </w:p>
    <w:p w:rsidR="0062748B" w:rsidRDefault="0062748B" w:rsidP="0062748B">
      <w:r>
        <w:t xml:space="preserve">3 .1.12      .         .        +INF       EPS       </w:t>
      </w:r>
    </w:p>
    <w:p w:rsidR="0062748B" w:rsidRDefault="0062748B" w:rsidP="0062748B">
      <w:r>
        <w:t xml:space="preserve">3 .1.13      .         .        +INF       EPS       </w:t>
      </w:r>
    </w:p>
    <w:p w:rsidR="0062748B" w:rsidRDefault="0062748B" w:rsidP="0062748B">
      <w:r>
        <w:t xml:space="preserve">3 .1.14      .         .        +INF       EPS       </w:t>
      </w:r>
    </w:p>
    <w:p w:rsidR="0062748B" w:rsidRDefault="0062748B" w:rsidP="0062748B">
      <w:r>
        <w:t xml:space="preserve">3 .1.15      .         .        +INF       EPS       </w:t>
      </w:r>
    </w:p>
    <w:p w:rsidR="0062748B" w:rsidRDefault="0062748B" w:rsidP="0062748B">
      <w:r>
        <w:t xml:space="preserve">3 .1.16      .         .        +INF       EPS       </w:t>
      </w:r>
    </w:p>
    <w:p w:rsidR="0062748B" w:rsidRDefault="0062748B" w:rsidP="0062748B">
      <w:r>
        <w:t xml:space="preserve">3 .1.17      .         .        +INF       EPS       </w:t>
      </w:r>
    </w:p>
    <w:p w:rsidR="0062748B" w:rsidRDefault="0062748B" w:rsidP="0062748B">
      <w:r>
        <w:t xml:space="preserve">3 .1.18      .         .        +INF       EPS       </w:t>
      </w:r>
    </w:p>
    <w:p w:rsidR="0062748B" w:rsidRDefault="0062748B" w:rsidP="0062748B">
      <w:r>
        <w:t xml:space="preserve">3 .1.19      .         .        +INF       EPS       </w:t>
      </w:r>
    </w:p>
    <w:p w:rsidR="0062748B" w:rsidRDefault="0062748B" w:rsidP="0062748B">
      <w:r>
        <w:t xml:space="preserve">3 .1.20      .         .        +INF       EPS       </w:t>
      </w:r>
    </w:p>
    <w:p w:rsidR="0062748B" w:rsidRDefault="0062748B" w:rsidP="0062748B">
      <w:r>
        <w:t xml:space="preserve">3 .1.21      .         .        +INF       EPS       </w:t>
      </w:r>
    </w:p>
    <w:p w:rsidR="0062748B" w:rsidRDefault="0062748B" w:rsidP="0062748B">
      <w:r>
        <w:t xml:space="preserve">3 .1.22      .         .        +INF       EPS       </w:t>
      </w:r>
    </w:p>
    <w:p w:rsidR="0062748B" w:rsidRDefault="0062748B" w:rsidP="0062748B">
      <w:r>
        <w:t xml:space="preserve">3 .1.23      .         .        +INF       EPS       </w:t>
      </w:r>
    </w:p>
    <w:p w:rsidR="0062748B" w:rsidRDefault="0062748B" w:rsidP="0062748B">
      <w:r>
        <w:t xml:space="preserve">3 .1.24      .         .        +INF       EPS       </w:t>
      </w:r>
    </w:p>
    <w:p w:rsidR="0062748B" w:rsidRDefault="0062748B" w:rsidP="0062748B">
      <w:r>
        <w:t xml:space="preserve">3 .1.25      .         .        +INF       EPS       </w:t>
      </w:r>
    </w:p>
    <w:p w:rsidR="0062748B" w:rsidRDefault="0062748B" w:rsidP="0062748B">
      <w:r>
        <w:t xml:space="preserve">3 .1.26      .         .        +INF       EPS       </w:t>
      </w:r>
    </w:p>
    <w:p w:rsidR="0062748B" w:rsidRDefault="0062748B" w:rsidP="0062748B">
      <w:r>
        <w:t xml:space="preserve">3 .1.27      .         .        +INF       EPS       </w:t>
      </w:r>
    </w:p>
    <w:p w:rsidR="0062748B" w:rsidRDefault="0062748B" w:rsidP="0062748B">
      <w:r>
        <w:t xml:space="preserve">3 .1.28      .         .        +INF       EPS       </w:t>
      </w:r>
    </w:p>
    <w:p w:rsidR="0062748B" w:rsidRDefault="0062748B" w:rsidP="0062748B">
      <w:r>
        <w:t xml:space="preserve">3 .1.29      .         .        +INF       EPS       </w:t>
      </w:r>
    </w:p>
    <w:p w:rsidR="0062748B" w:rsidRDefault="0062748B" w:rsidP="0062748B">
      <w:r>
        <w:t xml:space="preserve">4 .1.1       .         .        +INF       EPS       </w:t>
      </w:r>
    </w:p>
    <w:p w:rsidR="0062748B" w:rsidRDefault="0062748B" w:rsidP="0062748B">
      <w:r>
        <w:t xml:space="preserve">4 .1.2       .         .        +INF       EPS       </w:t>
      </w:r>
    </w:p>
    <w:p w:rsidR="0062748B" w:rsidRDefault="0062748B" w:rsidP="0062748B">
      <w:r>
        <w:t xml:space="preserve">4 .1.3       .         .        +INF       EPS       </w:t>
      </w:r>
    </w:p>
    <w:p w:rsidR="0062748B" w:rsidRDefault="0062748B" w:rsidP="0062748B">
      <w:r>
        <w:t xml:space="preserve">4 .1.4       .         .        +INF       EPS       </w:t>
      </w:r>
    </w:p>
    <w:p w:rsidR="0062748B" w:rsidRDefault="0062748B" w:rsidP="0062748B">
      <w:r>
        <w:lastRenderedPageBreak/>
        <w:t xml:space="preserve">4 .1.5       .         .        +INF       EPS       </w:t>
      </w:r>
    </w:p>
    <w:p w:rsidR="0062748B" w:rsidRDefault="0062748B" w:rsidP="0062748B">
      <w:r>
        <w:t xml:space="preserve">4 .1.6       .         .        +INF       EPS       </w:t>
      </w:r>
    </w:p>
    <w:p w:rsidR="0062748B" w:rsidRDefault="0062748B" w:rsidP="0062748B">
      <w:r>
        <w:t xml:space="preserve">4 .1.7       .         .        +INF       EPS       </w:t>
      </w:r>
    </w:p>
    <w:p w:rsidR="0062748B" w:rsidRDefault="0062748B" w:rsidP="0062748B">
      <w:r>
        <w:t xml:space="preserve">4 .1.8       .         .        +INF       EPS       </w:t>
      </w:r>
    </w:p>
    <w:p w:rsidR="0062748B" w:rsidRDefault="0062748B" w:rsidP="0062748B">
      <w:r>
        <w:t xml:space="preserve">4 .1.9       .         .        +INF       EPS       </w:t>
      </w:r>
    </w:p>
    <w:p w:rsidR="0062748B" w:rsidRDefault="0062748B" w:rsidP="0062748B">
      <w:r>
        <w:t xml:space="preserve">4 .1.10      .         .        +INF       EPS       </w:t>
      </w:r>
    </w:p>
    <w:p w:rsidR="0062748B" w:rsidRDefault="0062748B" w:rsidP="0062748B">
      <w:r>
        <w:t xml:space="preserve">4 .1.11      .         .        +INF       EPS       </w:t>
      </w:r>
    </w:p>
    <w:p w:rsidR="0062748B" w:rsidRDefault="0062748B" w:rsidP="0062748B">
      <w:r>
        <w:t xml:space="preserve">4 .1.12      .         .        +INF       EPS       </w:t>
      </w:r>
    </w:p>
    <w:p w:rsidR="0062748B" w:rsidRDefault="0062748B" w:rsidP="0062748B">
      <w:r>
        <w:t xml:space="preserve">4 .1.13      .         .        +INF       EPS       </w:t>
      </w:r>
    </w:p>
    <w:p w:rsidR="0062748B" w:rsidRDefault="0062748B" w:rsidP="0062748B">
      <w:r>
        <w:t xml:space="preserve">4 .1.14      .         .        +INF       EPS       </w:t>
      </w:r>
    </w:p>
    <w:p w:rsidR="0062748B" w:rsidRDefault="0062748B" w:rsidP="0062748B">
      <w:r>
        <w:t xml:space="preserve">4 .1.15      .         .        +INF       EPS       </w:t>
      </w:r>
    </w:p>
    <w:p w:rsidR="0062748B" w:rsidRDefault="0062748B" w:rsidP="0062748B">
      <w:r>
        <w:t xml:space="preserve">4 .1.16      .         .        +INF       EPS       </w:t>
      </w:r>
    </w:p>
    <w:p w:rsidR="0062748B" w:rsidRDefault="0062748B" w:rsidP="0062748B">
      <w:r>
        <w:t xml:space="preserve">4 .1.17      .         .        +INF       EPS       </w:t>
      </w:r>
    </w:p>
    <w:p w:rsidR="0062748B" w:rsidRDefault="0062748B" w:rsidP="0062748B">
      <w:r>
        <w:t xml:space="preserve">4 .1.18      .         .        +INF       EPS       </w:t>
      </w:r>
    </w:p>
    <w:p w:rsidR="0062748B" w:rsidRDefault="0062748B" w:rsidP="0062748B">
      <w:r>
        <w:t xml:space="preserve">4 .1.19      .         .        +INF       EPS       </w:t>
      </w:r>
    </w:p>
    <w:p w:rsidR="0062748B" w:rsidRDefault="0062748B" w:rsidP="0062748B">
      <w:r>
        <w:t xml:space="preserve">4 .1.20      .         .        +INF       EPS       </w:t>
      </w:r>
    </w:p>
    <w:p w:rsidR="0062748B" w:rsidRDefault="0062748B" w:rsidP="0062748B">
      <w:r>
        <w:t xml:space="preserve">4 .1.21      .         .        +INF       EPS       </w:t>
      </w:r>
    </w:p>
    <w:p w:rsidR="0062748B" w:rsidRDefault="0062748B" w:rsidP="0062748B">
      <w:r>
        <w:t xml:space="preserve">4 .1.22      .         .        +INF       EPS       </w:t>
      </w:r>
    </w:p>
    <w:p w:rsidR="0062748B" w:rsidRDefault="0062748B" w:rsidP="0062748B">
      <w:r>
        <w:t xml:space="preserve">4 .1.23      .         .        +INF       EPS       </w:t>
      </w:r>
    </w:p>
    <w:p w:rsidR="0062748B" w:rsidRDefault="0062748B" w:rsidP="0062748B">
      <w:r>
        <w:t xml:space="preserve">4 .1.24      .         .        +INF       EPS       </w:t>
      </w:r>
    </w:p>
    <w:p w:rsidR="0062748B" w:rsidRDefault="0062748B" w:rsidP="0062748B">
      <w:r>
        <w:t xml:space="preserve">4 .1.25      .         .        +INF       EPS       </w:t>
      </w:r>
    </w:p>
    <w:p w:rsidR="0062748B" w:rsidRDefault="0062748B" w:rsidP="0062748B">
      <w:r>
        <w:t xml:space="preserve">4 .1.26      .         .        +INF       EPS       </w:t>
      </w:r>
    </w:p>
    <w:p w:rsidR="0062748B" w:rsidRDefault="0062748B" w:rsidP="0062748B">
      <w:r>
        <w:t xml:space="preserve">4 .1.27      .         .        +INF       EPS       </w:t>
      </w:r>
    </w:p>
    <w:p w:rsidR="0062748B" w:rsidRDefault="0062748B" w:rsidP="0062748B">
      <w:r>
        <w:t xml:space="preserve">4 .1.28      .         .        +INF       EPS       </w:t>
      </w:r>
    </w:p>
    <w:p w:rsidR="0062748B" w:rsidRDefault="0062748B" w:rsidP="0062748B">
      <w:r>
        <w:t xml:space="preserve">4 .1.29      .         .        +INF       EPS       </w:t>
      </w:r>
    </w:p>
    <w:p w:rsidR="0062748B" w:rsidRDefault="0062748B" w:rsidP="0062748B">
      <w:r>
        <w:lastRenderedPageBreak/>
        <w:t xml:space="preserve">5 .1.1       .         .        +INF       EPS       </w:t>
      </w:r>
    </w:p>
    <w:p w:rsidR="0062748B" w:rsidRDefault="0062748B" w:rsidP="0062748B">
      <w:r>
        <w:t xml:space="preserve">5 .1.2       .         .        +INF       EPS       </w:t>
      </w:r>
    </w:p>
    <w:p w:rsidR="0062748B" w:rsidRDefault="0062748B" w:rsidP="0062748B">
      <w:r>
        <w:t xml:space="preserve">5 .1.3       .         .        +INF       EPS       </w:t>
      </w:r>
    </w:p>
    <w:p w:rsidR="0062748B" w:rsidRDefault="0062748B" w:rsidP="0062748B">
      <w:r>
        <w:t xml:space="preserve">5 .1.4       .         .        +INF       EPS       </w:t>
      </w:r>
    </w:p>
    <w:p w:rsidR="0062748B" w:rsidRDefault="0062748B" w:rsidP="0062748B">
      <w:r>
        <w:t xml:space="preserve">5 .1.5       .         .        +INF       EPS       </w:t>
      </w:r>
    </w:p>
    <w:p w:rsidR="0062748B" w:rsidRDefault="0062748B" w:rsidP="0062748B">
      <w:r>
        <w:t xml:space="preserve">5 .1.6       .         .        +INF       EPS       </w:t>
      </w:r>
    </w:p>
    <w:p w:rsidR="0062748B" w:rsidRDefault="0062748B" w:rsidP="0062748B">
      <w:r>
        <w:t xml:space="preserve">5 .1.7       .         .        +INF       EPS       </w:t>
      </w:r>
    </w:p>
    <w:p w:rsidR="0062748B" w:rsidRDefault="0062748B" w:rsidP="0062748B">
      <w:r>
        <w:t xml:space="preserve">5 .1.8       .         .        +INF       EPS       </w:t>
      </w:r>
    </w:p>
    <w:p w:rsidR="0062748B" w:rsidRDefault="0062748B" w:rsidP="0062748B">
      <w:r>
        <w:t xml:space="preserve">5 .1.9       .         .        +INF       EPS       </w:t>
      </w:r>
    </w:p>
    <w:p w:rsidR="0062748B" w:rsidRDefault="0062748B" w:rsidP="0062748B">
      <w:r>
        <w:t xml:space="preserve">5 .1.10      .         .        +INF       EPS       </w:t>
      </w:r>
    </w:p>
    <w:p w:rsidR="0062748B" w:rsidRDefault="0062748B" w:rsidP="0062748B">
      <w:r>
        <w:t xml:space="preserve">5 .1.11      .         .        +INF       EPS       </w:t>
      </w:r>
    </w:p>
    <w:p w:rsidR="0062748B" w:rsidRDefault="0062748B" w:rsidP="0062748B">
      <w:r>
        <w:t xml:space="preserve">5 .1.12      .         .        +INF       EPS       </w:t>
      </w:r>
    </w:p>
    <w:p w:rsidR="0062748B" w:rsidRDefault="0062748B" w:rsidP="0062748B">
      <w:r>
        <w:t xml:space="preserve">5 .1.13      .         .        +INF       EPS       </w:t>
      </w:r>
    </w:p>
    <w:p w:rsidR="0062748B" w:rsidRDefault="0062748B" w:rsidP="0062748B">
      <w:r>
        <w:t xml:space="preserve">5 .1.14      .         .        +INF       EPS       </w:t>
      </w:r>
    </w:p>
    <w:p w:rsidR="0062748B" w:rsidRDefault="0062748B" w:rsidP="0062748B">
      <w:r>
        <w:t xml:space="preserve">5 .1.15      .         .        +INF       EPS       </w:t>
      </w:r>
    </w:p>
    <w:p w:rsidR="0062748B" w:rsidRDefault="0062748B" w:rsidP="0062748B">
      <w:r>
        <w:t xml:space="preserve">5 .1.16      .         .        +INF       EPS       </w:t>
      </w:r>
    </w:p>
    <w:p w:rsidR="0062748B" w:rsidRDefault="0062748B" w:rsidP="0062748B">
      <w:r>
        <w:t xml:space="preserve">5 .1.17      .         .        +INF       EPS       </w:t>
      </w:r>
    </w:p>
    <w:p w:rsidR="0062748B" w:rsidRDefault="0062748B" w:rsidP="0062748B">
      <w:r>
        <w:t xml:space="preserve">5 .1.18      .         .        +INF       EPS       </w:t>
      </w:r>
    </w:p>
    <w:p w:rsidR="0062748B" w:rsidRDefault="0062748B" w:rsidP="0062748B">
      <w:r>
        <w:t xml:space="preserve">5 .1.19      .         .        +INF       EPS       </w:t>
      </w:r>
    </w:p>
    <w:p w:rsidR="0062748B" w:rsidRDefault="0062748B" w:rsidP="0062748B">
      <w:r>
        <w:t xml:space="preserve">5 .1.20      .         .        +INF       EPS       </w:t>
      </w:r>
    </w:p>
    <w:p w:rsidR="0062748B" w:rsidRDefault="0062748B" w:rsidP="0062748B">
      <w:r>
        <w:t xml:space="preserve">5 .1.21      .         .        +INF       EPS       </w:t>
      </w:r>
    </w:p>
    <w:p w:rsidR="0062748B" w:rsidRDefault="0062748B" w:rsidP="0062748B">
      <w:r>
        <w:t xml:space="preserve">5 .1.22      .         .        +INF       EPS       </w:t>
      </w:r>
    </w:p>
    <w:p w:rsidR="0062748B" w:rsidRDefault="0062748B" w:rsidP="0062748B">
      <w:r>
        <w:t xml:space="preserve">5 .1.23      .         .        +INF       EPS       </w:t>
      </w:r>
    </w:p>
    <w:p w:rsidR="0062748B" w:rsidRDefault="0062748B" w:rsidP="0062748B">
      <w:r>
        <w:t xml:space="preserve">5 .1.24      .         .        +INF       EPS       </w:t>
      </w:r>
    </w:p>
    <w:p w:rsidR="0062748B" w:rsidRDefault="0062748B" w:rsidP="0062748B">
      <w:r>
        <w:t xml:space="preserve">5 .1.25      .         .        +INF       EPS       </w:t>
      </w:r>
    </w:p>
    <w:p w:rsidR="0062748B" w:rsidRDefault="0062748B" w:rsidP="0062748B">
      <w:r>
        <w:lastRenderedPageBreak/>
        <w:t xml:space="preserve">5 .1.26      .         .        +INF       EPS       </w:t>
      </w:r>
    </w:p>
    <w:p w:rsidR="0062748B" w:rsidRDefault="0062748B" w:rsidP="0062748B">
      <w:r>
        <w:t xml:space="preserve">5 .1.27      .         .        +INF       EPS       </w:t>
      </w:r>
    </w:p>
    <w:p w:rsidR="0062748B" w:rsidRDefault="0062748B" w:rsidP="0062748B">
      <w:r>
        <w:t xml:space="preserve">5 .1.28      .         .        +INF       EPS       </w:t>
      </w:r>
    </w:p>
    <w:p w:rsidR="0062748B" w:rsidRDefault="0062748B" w:rsidP="0062748B">
      <w:r>
        <w:t xml:space="preserve">5 .1.29      .         .        +INF       EPS       </w:t>
      </w:r>
    </w:p>
    <w:p w:rsidR="0062748B" w:rsidRDefault="0062748B" w:rsidP="0062748B">
      <w:r>
        <w:t xml:space="preserve">6 .1.1       .         .        +INF       EPS       </w:t>
      </w:r>
    </w:p>
    <w:p w:rsidR="0062748B" w:rsidRDefault="0062748B" w:rsidP="0062748B">
      <w:r>
        <w:t xml:space="preserve">6 .1.2       .         .        +INF       EPS       </w:t>
      </w:r>
    </w:p>
    <w:p w:rsidR="0062748B" w:rsidRDefault="0062748B" w:rsidP="0062748B">
      <w:r>
        <w:t xml:space="preserve">6 .1.3       .         .        +INF       EPS       </w:t>
      </w:r>
    </w:p>
    <w:p w:rsidR="0062748B" w:rsidRDefault="0062748B" w:rsidP="0062748B">
      <w:r>
        <w:t xml:space="preserve">6 .1.4       .         .        +INF       EPS       </w:t>
      </w:r>
    </w:p>
    <w:p w:rsidR="0062748B" w:rsidRDefault="0062748B" w:rsidP="0062748B">
      <w:r>
        <w:t xml:space="preserve">6 .1.5       .         .        +INF       EPS       </w:t>
      </w:r>
    </w:p>
    <w:p w:rsidR="0062748B" w:rsidRDefault="0062748B" w:rsidP="0062748B">
      <w:r>
        <w:t xml:space="preserve">6 .1.6       .         .        +INF       EPS       </w:t>
      </w:r>
    </w:p>
    <w:p w:rsidR="0062748B" w:rsidRDefault="0062748B" w:rsidP="0062748B">
      <w:r>
        <w:t xml:space="preserve">6 .1.7       .         .        +INF       EPS       </w:t>
      </w:r>
    </w:p>
    <w:p w:rsidR="0062748B" w:rsidRDefault="0062748B" w:rsidP="0062748B">
      <w:r>
        <w:t xml:space="preserve">6 .1.8       .         .        +INF       EPS       </w:t>
      </w:r>
    </w:p>
    <w:p w:rsidR="0062748B" w:rsidRDefault="0062748B" w:rsidP="0062748B">
      <w:r>
        <w:t xml:space="preserve">6 .1.9       .         .        +INF       EPS       </w:t>
      </w:r>
    </w:p>
    <w:p w:rsidR="0062748B" w:rsidRDefault="0062748B" w:rsidP="0062748B">
      <w:r>
        <w:t xml:space="preserve">6 .1.10      .         .        +INF       EPS       </w:t>
      </w:r>
    </w:p>
    <w:p w:rsidR="0062748B" w:rsidRDefault="0062748B" w:rsidP="0062748B">
      <w:r>
        <w:t xml:space="preserve">6 .1.11      .         .        +INF       EPS       </w:t>
      </w:r>
    </w:p>
    <w:p w:rsidR="0062748B" w:rsidRDefault="0062748B" w:rsidP="0062748B">
      <w:r>
        <w:t xml:space="preserve">6 .1.12      .         .        +INF       EPS       </w:t>
      </w:r>
    </w:p>
    <w:p w:rsidR="0062748B" w:rsidRDefault="0062748B" w:rsidP="0062748B">
      <w:r>
        <w:t xml:space="preserve">6 .1.13      .         .        +INF       EPS       </w:t>
      </w:r>
    </w:p>
    <w:p w:rsidR="0062748B" w:rsidRDefault="0062748B" w:rsidP="0062748B">
      <w:r>
        <w:t xml:space="preserve">6 .1.14      .         .        +INF       EPS       </w:t>
      </w:r>
    </w:p>
    <w:p w:rsidR="0062748B" w:rsidRDefault="0062748B" w:rsidP="0062748B">
      <w:r>
        <w:t xml:space="preserve">6 .1.15      .         .        +INF       EPS       </w:t>
      </w:r>
    </w:p>
    <w:p w:rsidR="0062748B" w:rsidRDefault="0062748B" w:rsidP="0062748B">
      <w:r>
        <w:t xml:space="preserve">6 .1.16      .         .        +INF       EPS       </w:t>
      </w:r>
    </w:p>
    <w:p w:rsidR="0062748B" w:rsidRDefault="0062748B" w:rsidP="0062748B">
      <w:r>
        <w:t xml:space="preserve">6 .1.17      .         .        +INF       EPS       </w:t>
      </w:r>
    </w:p>
    <w:p w:rsidR="0062748B" w:rsidRDefault="0062748B" w:rsidP="0062748B">
      <w:r>
        <w:t xml:space="preserve">6 .1.18      .         .        +INF       EPS       </w:t>
      </w:r>
    </w:p>
    <w:p w:rsidR="0062748B" w:rsidRDefault="0062748B" w:rsidP="0062748B">
      <w:r>
        <w:t xml:space="preserve">6 .1.19      .         .        +INF       EPS       </w:t>
      </w:r>
    </w:p>
    <w:p w:rsidR="0062748B" w:rsidRDefault="0062748B" w:rsidP="0062748B">
      <w:r>
        <w:t xml:space="preserve">6 .1.20      .         .        +INF       EPS       </w:t>
      </w:r>
    </w:p>
    <w:p w:rsidR="0062748B" w:rsidRDefault="0062748B" w:rsidP="0062748B">
      <w:r>
        <w:t xml:space="preserve">6 .1.21      .         .        +INF       EPS       </w:t>
      </w:r>
    </w:p>
    <w:p w:rsidR="0062748B" w:rsidRDefault="0062748B" w:rsidP="0062748B">
      <w:r>
        <w:lastRenderedPageBreak/>
        <w:t xml:space="preserve">6 .1.22      .         .        +INF       EPS       </w:t>
      </w:r>
    </w:p>
    <w:p w:rsidR="0062748B" w:rsidRDefault="0062748B" w:rsidP="0062748B">
      <w:r>
        <w:t xml:space="preserve">6 .1.23      .         .        +INF       EPS       </w:t>
      </w:r>
    </w:p>
    <w:p w:rsidR="0062748B" w:rsidRDefault="0062748B" w:rsidP="0062748B">
      <w:r>
        <w:t xml:space="preserve">6 .1.24      .         .        +INF       EPS       </w:t>
      </w:r>
    </w:p>
    <w:p w:rsidR="0062748B" w:rsidRDefault="0062748B" w:rsidP="0062748B">
      <w:r>
        <w:t xml:space="preserve">6 .1.25      .         .        +INF       EPS       </w:t>
      </w:r>
    </w:p>
    <w:p w:rsidR="0062748B" w:rsidRDefault="0062748B" w:rsidP="0062748B">
      <w:r>
        <w:t xml:space="preserve">6 .1.26      .         .        +INF       EPS       </w:t>
      </w:r>
    </w:p>
    <w:p w:rsidR="0062748B" w:rsidRDefault="0062748B" w:rsidP="0062748B">
      <w:r>
        <w:t xml:space="preserve">6 .1.27      .         .        +INF       EPS       </w:t>
      </w:r>
    </w:p>
    <w:p w:rsidR="0062748B" w:rsidRDefault="0062748B" w:rsidP="0062748B">
      <w:r>
        <w:t xml:space="preserve">6 .1.28      .         .        +INF       EPS       </w:t>
      </w:r>
    </w:p>
    <w:p w:rsidR="0062748B" w:rsidRDefault="0062748B" w:rsidP="0062748B">
      <w:r>
        <w:t xml:space="preserve">6 .1.29      .         .        +INF       EPS       </w:t>
      </w:r>
    </w:p>
    <w:p w:rsidR="0062748B" w:rsidRDefault="0062748B" w:rsidP="0062748B">
      <w:r>
        <w:t xml:space="preserve">7 .1.1       .         .        +INF       EPS       </w:t>
      </w:r>
    </w:p>
    <w:p w:rsidR="0062748B" w:rsidRDefault="0062748B" w:rsidP="0062748B">
      <w:r>
        <w:t xml:space="preserve">7 .1.2       .         .        +INF       EPS       </w:t>
      </w:r>
    </w:p>
    <w:p w:rsidR="0062748B" w:rsidRDefault="0062748B" w:rsidP="0062748B">
      <w:r>
        <w:t xml:space="preserve">7 .1.3       .         .        +INF       EPS       </w:t>
      </w:r>
    </w:p>
    <w:p w:rsidR="0062748B" w:rsidRDefault="0062748B" w:rsidP="0062748B">
      <w:r>
        <w:t xml:space="preserve">7 .1.4       .         .        +INF       EPS       </w:t>
      </w:r>
    </w:p>
    <w:p w:rsidR="0062748B" w:rsidRDefault="0062748B" w:rsidP="0062748B">
      <w:r>
        <w:t xml:space="preserve">7 .1.5       .         .        +INF       EPS       </w:t>
      </w:r>
    </w:p>
    <w:p w:rsidR="0062748B" w:rsidRDefault="0062748B" w:rsidP="0062748B">
      <w:r>
        <w:t xml:space="preserve">7 .1.6       .         .        +INF       EPS       </w:t>
      </w:r>
    </w:p>
    <w:p w:rsidR="0062748B" w:rsidRDefault="0062748B" w:rsidP="0062748B">
      <w:r>
        <w:t xml:space="preserve">7 .1.7       .         .        +INF       EPS       </w:t>
      </w:r>
    </w:p>
    <w:p w:rsidR="0062748B" w:rsidRDefault="0062748B" w:rsidP="0062748B">
      <w:r>
        <w:t xml:space="preserve">7 .1.8       .         .        +INF       EPS       </w:t>
      </w:r>
    </w:p>
    <w:p w:rsidR="0062748B" w:rsidRDefault="0062748B" w:rsidP="0062748B">
      <w:r>
        <w:t xml:space="preserve">7 .1.9       .         .        +INF       EPS       </w:t>
      </w:r>
    </w:p>
    <w:p w:rsidR="0062748B" w:rsidRDefault="0062748B" w:rsidP="0062748B">
      <w:r>
        <w:t xml:space="preserve">7 .1.10      .         .        +INF       EPS       </w:t>
      </w:r>
    </w:p>
    <w:p w:rsidR="0062748B" w:rsidRDefault="0062748B" w:rsidP="0062748B">
      <w:r>
        <w:t xml:space="preserve">7 .1.11      .         .        +INF       EPS       </w:t>
      </w:r>
    </w:p>
    <w:p w:rsidR="0062748B" w:rsidRDefault="0062748B" w:rsidP="0062748B">
      <w:r>
        <w:t xml:space="preserve">7 .1.12      .         .        +INF       EPS       </w:t>
      </w:r>
    </w:p>
    <w:p w:rsidR="0062748B" w:rsidRDefault="0062748B" w:rsidP="0062748B">
      <w:r>
        <w:t xml:space="preserve">7 .1.13      .         .        +INF       EPS       </w:t>
      </w:r>
    </w:p>
    <w:p w:rsidR="0062748B" w:rsidRDefault="0062748B" w:rsidP="0062748B">
      <w:r>
        <w:t xml:space="preserve">7 .1.14      .         .        +INF       EPS       </w:t>
      </w:r>
    </w:p>
    <w:p w:rsidR="0062748B" w:rsidRDefault="0062748B" w:rsidP="0062748B">
      <w:r>
        <w:t xml:space="preserve">7 .1.15      .         .        +INF       EPS       </w:t>
      </w:r>
    </w:p>
    <w:p w:rsidR="0062748B" w:rsidRDefault="0062748B" w:rsidP="0062748B">
      <w:r>
        <w:t xml:space="preserve">7 .1.16      .         .        +INF       EPS       </w:t>
      </w:r>
    </w:p>
    <w:p w:rsidR="0062748B" w:rsidRDefault="0062748B" w:rsidP="0062748B">
      <w:r>
        <w:t xml:space="preserve">7 .1.17      .         .        +INF       EPS       </w:t>
      </w:r>
    </w:p>
    <w:p w:rsidR="0062748B" w:rsidRDefault="0062748B" w:rsidP="0062748B">
      <w:r>
        <w:lastRenderedPageBreak/>
        <w:t xml:space="preserve">7 .1.18      .         .        +INF       EPS       </w:t>
      </w:r>
    </w:p>
    <w:p w:rsidR="0062748B" w:rsidRDefault="0062748B" w:rsidP="0062748B">
      <w:r>
        <w:t xml:space="preserve">7 .1.19      .         .        +INF       EPS       </w:t>
      </w:r>
    </w:p>
    <w:p w:rsidR="0062748B" w:rsidRDefault="0062748B" w:rsidP="0062748B">
      <w:r>
        <w:t xml:space="preserve">7 .1.20      .         .        +INF       EPS       </w:t>
      </w:r>
    </w:p>
    <w:p w:rsidR="0062748B" w:rsidRDefault="0062748B" w:rsidP="0062748B">
      <w:r>
        <w:t xml:space="preserve">7 .1.21      .         .        +INF       EPS       </w:t>
      </w:r>
    </w:p>
    <w:p w:rsidR="0062748B" w:rsidRDefault="0062748B" w:rsidP="0062748B">
      <w:r>
        <w:t xml:space="preserve">7 .1.22      .         .        +INF       EPS       </w:t>
      </w:r>
    </w:p>
    <w:p w:rsidR="0062748B" w:rsidRDefault="0062748B" w:rsidP="0062748B">
      <w:r>
        <w:t xml:space="preserve">7 .1.23      .         .        +INF       EPS       </w:t>
      </w:r>
    </w:p>
    <w:p w:rsidR="0062748B" w:rsidRDefault="0062748B" w:rsidP="0062748B">
      <w:r>
        <w:t xml:space="preserve">7 .1.24      .         .        +INF       EPS       </w:t>
      </w:r>
    </w:p>
    <w:p w:rsidR="0062748B" w:rsidRDefault="0062748B" w:rsidP="0062748B">
      <w:r>
        <w:t xml:space="preserve">7 .1.25      .         .        +INF       EPS       </w:t>
      </w:r>
    </w:p>
    <w:p w:rsidR="0062748B" w:rsidRDefault="0062748B" w:rsidP="0062748B">
      <w:r>
        <w:t xml:space="preserve">7 .1.26      .         .        +INF       EPS       </w:t>
      </w:r>
    </w:p>
    <w:p w:rsidR="0062748B" w:rsidRDefault="0062748B" w:rsidP="0062748B">
      <w:r>
        <w:t xml:space="preserve">7 .1.27      .         .        +INF       EPS       </w:t>
      </w:r>
    </w:p>
    <w:p w:rsidR="0062748B" w:rsidRDefault="0062748B" w:rsidP="0062748B">
      <w:r>
        <w:t xml:space="preserve">7 .1.28      .         .        +INF       EPS       </w:t>
      </w:r>
    </w:p>
    <w:p w:rsidR="0062748B" w:rsidRDefault="0062748B" w:rsidP="0062748B">
      <w:r>
        <w:t xml:space="preserve">7 .1.29      .         .        +INF       EPS       </w:t>
      </w:r>
    </w:p>
    <w:p w:rsidR="0062748B" w:rsidRDefault="0062748B" w:rsidP="0062748B">
      <w:r>
        <w:t xml:space="preserve">8 .1.1       .         .        +INF       EPS       </w:t>
      </w:r>
    </w:p>
    <w:p w:rsidR="0062748B" w:rsidRDefault="0062748B" w:rsidP="0062748B">
      <w:r>
        <w:t xml:space="preserve">8 .1.2       .         .        +INF       EPS       </w:t>
      </w:r>
    </w:p>
    <w:p w:rsidR="0062748B" w:rsidRDefault="0062748B" w:rsidP="0062748B">
      <w:r>
        <w:t xml:space="preserve">8 .1.3       .         .        +INF       EPS       </w:t>
      </w:r>
    </w:p>
    <w:p w:rsidR="0062748B" w:rsidRDefault="0062748B" w:rsidP="0062748B">
      <w:r>
        <w:t xml:space="preserve">8 .1.4       .         .        +INF       EPS       </w:t>
      </w:r>
    </w:p>
    <w:p w:rsidR="0062748B" w:rsidRDefault="0062748B" w:rsidP="0062748B">
      <w:r>
        <w:t xml:space="preserve">8 .1.5       .         .        +INF       EPS       </w:t>
      </w:r>
    </w:p>
    <w:p w:rsidR="0062748B" w:rsidRDefault="0062748B" w:rsidP="0062748B">
      <w:r>
        <w:t xml:space="preserve">8 .1.6       .         .        +INF       EPS       </w:t>
      </w:r>
    </w:p>
    <w:p w:rsidR="0062748B" w:rsidRDefault="0062748B" w:rsidP="0062748B">
      <w:r>
        <w:t xml:space="preserve">8 .1.7       .         .        +INF       EPS       </w:t>
      </w:r>
    </w:p>
    <w:p w:rsidR="0062748B" w:rsidRDefault="0062748B" w:rsidP="0062748B">
      <w:r>
        <w:t xml:space="preserve">8 .1.8       .         .        +INF       EPS       </w:t>
      </w:r>
    </w:p>
    <w:p w:rsidR="0062748B" w:rsidRDefault="0062748B" w:rsidP="0062748B">
      <w:r>
        <w:t xml:space="preserve">8 .1.9       .         .        +INF       EPS       </w:t>
      </w:r>
    </w:p>
    <w:p w:rsidR="0062748B" w:rsidRDefault="0062748B" w:rsidP="0062748B">
      <w:r>
        <w:t xml:space="preserve">8 .1.10      .         .        +INF       EPS       </w:t>
      </w:r>
    </w:p>
    <w:p w:rsidR="0062748B" w:rsidRDefault="0062748B" w:rsidP="0062748B">
      <w:r>
        <w:t xml:space="preserve">8 .1.11      .         .        +INF       EPS       </w:t>
      </w:r>
    </w:p>
    <w:p w:rsidR="0062748B" w:rsidRDefault="0062748B" w:rsidP="0062748B">
      <w:r>
        <w:t xml:space="preserve">8 .1.12      .         .        +INF       EPS       </w:t>
      </w:r>
    </w:p>
    <w:p w:rsidR="0062748B" w:rsidRDefault="0062748B" w:rsidP="0062748B">
      <w:r>
        <w:t xml:space="preserve">8 .1.13      .         .        +INF       EPS       </w:t>
      </w:r>
    </w:p>
    <w:p w:rsidR="0062748B" w:rsidRDefault="0062748B" w:rsidP="0062748B">
      <w:r>
        <w:lastRenderedPageBreak/>
        <w:t xml:space="preserve">8 .1.14      .         .        +INF       EPS       </w:t>
      </w:r>
    </w:p>
    <w:p w:rsidR="0062748B" w:rsidRDefault="0062748B" w:rsidP="0062748B">
      <w:r>
        <w:t xml:space="preserve">8 .1.15      .         .        +INF       EPS       </w:t>
      </w:r>
    </w:p>
    <w:p w:rsidR="0062748B" w:rsidRDefault="0062748B" w:rsidP="0062748B">
      <w:r>
        <w:t xml:space="preserve">8 .1.16      .         .        +INF       EPS       </w:t>
      </w:r>
    </w:p>
    <w:p w:rsidR="0062748B" w:rsidRDefault="0062748B" w:rsidP="0062748B">
      <w:r>
        <w:t xml:space="preserve">8 .1.17      .         .        +INF       EPS       </w:t>
      </w:r>
    </w:p>
    <w:p w:rsidR="0062748B" w:rsidRDefault="0062748B" w:rsidP="0062748B">
      <w:r>
        <w:t xml:space="preserve">8 .1.18      .         .        +INF       EPS       </w:t>
      </w:r>
    </w:p>
    <w:p w:rsidR="0062748B" w:rsidRDefault="0062748B" w:rsidP="0062748B">
      <w:r>
        <w:t xml:space="preserve">8 .1.19      .         .        +INF       EPS       </w:t>
      </w:r>
    </w:p>
    <w:p w:rsidR="0062748B" w:rsidRDefault="0062748B" w:rsidP="0062748B">
      <w:r>
        <w:t xml:space="preserve">8 .1.20      .         .        +INF       EPS       </w:t>
      </w:r>
    </w:p>
    <w:p w:rsidR="0062748B" w:rsidRDefault="0062748B" w:rsidP="0062748B">
      <w:r>
        <w:t xml:space="preserve">8 .1.21      .         .        +INF       EPS       </w:t>
      </w:r>
    </w:p>
    <w:p w:rsidR="0062748B" w:rsidRDefault="0062748B" w:rsidP="0062748B">
      <w:r>
        <w:t xml:space="preserve">8 .1.22      .         .        +INF       EPS       </w:t>
      </w:r>
    </w:p>
    <w:p w:rsidR="0062748B" w:rsidRDefault="0062748B" w:rsidP="0062748B">
      <w:r>
        <w:t xml:space="preserve">8 .1.23      .         .        +INF       EPS       </w:t>
      </w:r>
    </w:p>
    <w:p w:rsidR="0062748B" w:rsidRDefault="0062748B" w:rsidP="0062748B">
      <w:r>
        <w:t xml:space="preserve">8 .1.24      .         .        +INF       EPS       </w:t>
      </w:r>
    </w:p>
    <w:p w:rsidR="0062748B" w:rsidRDefault="0062748B" w:rsidP="0062748B">
      <w:r>
        <w:t xml:space="preserve">8 .1.25      .         .        +INF       EPS       </w:t>
      </w:r>
    </w:p>
    <w:p w:rsidR="0062748B" w:rsidRDefault="0062748B" w:rsidP="0062748B">
      <w:r>
        <w:t xml:space="preserve">8 .1.26      .         .        +INF       EPS       </w:t>
      </w:r>
    </w:p>
    <w:p w:rsidR="0062748B" w:rsidRDefault="0062748B" w:rsidP="0062748B">
      <w:r>
        <w:t xml:space="preserve">8 .1.27      .         .        +INF       EPS       </w:t>
      </w:r>
    </w:p>
    <w:p w:rsidR="0062748B" w:rsidRDefault="0062748B" w:rsidP="0062748B">
      <w:r>
        <w:t xml:space="preserve">8 .1.28      .         .        +INF       EPS       </w:t>
      </w:r>
    </w:p>
    <w:p w:rsidR="0062748B" w:rsidRDefault="0062748B" w:rsidP="0062748B">
      <w:r>
        <w:t xml:space="preserve">8 .1.29      .         .        +INF       EPS       </w:t>
      </w:r>
    </w:p>
    <w:p w:rsidR="0062748B" w:rsidRDefault="0062748B" w:rsidP="0062748B">
      <w:r>
        <w:t xml:space="preserve">9 .1.1       .         .        +INF       EPS       </w:t>
      </w:r>
    </w:p>
    <w:p w:rsidR="0062748B" w:rsidRDefault="0062748B" w:rsidP="0062748B">
      <w:r>
        <w:t xml:space="preserve">9 .1.2       .         .        +INF       EPS       </w:t>
      </w:r>
    </w:p>
    <w:p w:rsidR="0062748B" w:rsidRDefault="0062748B" w:rsidP="0062748B">
      <w:r>
        <w:t xml:space="preserve">9 .1.3       .         .        +INF       EPS       </w:t>
      </w:r>
    </w:p>
    <w:p w:rsidR="0062748B" w:rsidRDefault="0062748B" w:rsidP="0062748B">
      <w:r>
        <w:t xml:space="preserve">9 .1.4       .         .        +INF       EPS       </w:t>
      </w:r>
    </w:p>
    <w:p w:rsidR="0062748B" w:rsidRDefault="0062748B" w:rsidP="0062748B">
      <w:r>
        <w:t xml:space="preserve">9 .1.5       .         .        +INF       EPS       </w:t>
      </w:r>
    </w:p>
    <w:p w:rsidR="0062748B" w:rsidRDefault="0062748B" w:rsidP="0062748B">
      <w:r>
        <w:t xml:space="preserve">9 .1.6       .         .        +INF       EPS       </w:t>
      </w:r>
    </w:p>
    <w:p w:rsidR="0062748B" w:rsidRDefault="0062748B" w:rsidP="0062748B">
      <w:r>
        <w:t xml:space="preserve">9 .1.7       .         .        +INF       EPS       </w:t>
      </w:r>
    </w:p>
    <w:p w:rsidR="0062748B" w:rsidRDefault="0062748B" w:rsidP="0062748B">
      <w:r>
        <w:t xml:space="preserve">9 .1.8       .         .        +INF       EPS       </w:t>
      </w:r>
    </w:p>
    <w:p w:rsidR="0062748B" w:rsidRDefault="0062748B" w:rsidP="0062748B">
      <w:r>
        <w:t xml:space="preserve">9 .1.9       .         .        +INF       EPS       </w:t>
      </w:r>
    </w:p>
    <w:p w:rsidR="0062748B" w:rsidRDefault="0062748B" w:rsidP="0062748B">
      <w:r>
        <w:lastRenderedPageBreak/>
        <w:t xml:space="preserve">9 .1.10      .         .        +INF       EPS       </w:t>
      </w:r>
    </w:p>
    <w:p w:rsidR="0062748B" w:rsidRDefault="0062748B" w:rsidP="0062748B">
      <w:r>
        <w:t xml:space="preserve">9 .1.11      .         .        +INF       EPS       </w:t>
      </w:r>
    </w:p>
    <w:p w:rsidR="0062748B" w:rsidRDefault="0062748B" w:rsidP="0062748B">
      <w:r>
        <w:t xml:space="preserve">9 .1.12      .         .        +INF       EPS       </w:t>
      </w:r>
    </w:p>
    <w:p w:rsidR="0062748B" w:rsidRDefault="0062748B" w:rsidP="0062748B">
      <w:r>
        <w:t xml:space="preserve">9 .1.13      .         .        +INF       EPS       </w:t>
      </w:r>
    </w:p>
    <w:p w:rsidR="0062748B" w:rsidRDefault="0062748B" w:rsidP="0062748B">
      <w:r>
        <w:t xml:space="preserve">9 .1.14      .         .        +INF       EPS       </w:t>
      </w:r>
    </w:p>
    <w:p w:rsidR="0062748B" w:rsidRDefault="0062748B" w:rsidP="0062748B">
      <w:r>
        <w:t xml:space="preserve">9 .1.15      .         .        +INF       EPS       </w:t>
      </w:r>
    </w:p>
    <w:p w:rsidR="0062748B" w:rsidRDefault="0062748B" w:rsidP="0062748B">
      <w:r>
        <w:t xml:space="preserve">9 .1.16      .         .        +INF       EPS       </w:t>
      </w:r>
    </w:p>
    <w:p w:rsidR="0062748B" w:rsidRDefault="0062748B" w:rsidP="0062748B">
      <w:r>
        <w:t xml:space="preserve">9 .1.17      .         .        +INF       EPS       </w:t>
      </w:r>
    </w:p>
    <w:p w:rsidR="0062748B" w:rsidRDefault="0062748B" w:rsidP="0062748B">
      <w:r>
        <w:t xml:space="preserve">9 .1.18      .         .        +INF       EPS       </w:t>
      </w:r>
    </w:p>
    <w:p w:rsidR="0062748B" w:rsidRDefault="0062748B" w:rsidP="0062748B">
      <w:r>
        <w:t xml:space="preserve">9 .1.19      .         .        +INF       EPS       </w:t>
      </w:r>
    </w:p>
    <w:p w:rsidR="0062748B" w:rsidRDefault="0062748B" w:rsidP="0062748B">
      <w:r>
        <w:t xml:space="preserve">9 .1.20      .         .        +INF       EPS       </w:t>
      </w:r>
    </w:p>
    <w:p w:rsidR="0062748B" w:rsidRDefault="0062748B" w:rsidP="0062748B">
      <w:r>
        <w:t xml:space="preserve">9 .1.21      .         .        +INF       EPS       </w:t>
      </w:r>
    </w:p>
    <w:p w:rsidR="0062748B" w:rsidRDefault="0062748B" w:rsidP="0062748B">
      <w:r>
        <w:t xml:space="preserve">9 .1.22      .         .        +INF       EPS       </w:t>
      </w:r>
    </w:p>
    <w:p w:rsidR="0062748B" w:rsidRDefault="0062748B" w:rsidP="0062748B">
      <w:r>
        <w:t xml:space="preserve">9 .1.23      .         .        +INF       EPS       </w:t>
      </w:r>
    </w:p>
    <w:p w:rsidR="0062748B" w:rsidRDefault="0062748B" w:rsidP="0062748B">
      <w:r>
        <w:t xml:space="preserve">9 .1.24      .         .        +INF       EPS       </w:t>
      </w:r>
    </w:p>
    <w:p w:rsidR="0062748B" w:rsidRDefault="0062748B" w:rsidP="0062748B">
      <w:r>
        <w:t xml:space="preserve">9 .1.25      .         .        +INF       EPS       </w:t>
      </w:r>
    </w:p>
    <w:p w:rsidR="0062748B" w:rsidRDefault="0062748B" w:rsidP="0062748B">
      <w:r>
        <w:t xml:space="preserve">9 .1.26      .         .        +INF       EPS       </w:t>
      </w:r>
    </w:p>
    <w:p w:rsidR="0062748B" w:rsidRDefault="0062748B" w:rsidP="0062748B">
      <w:r>
        <w:t xml:space="preserve">9 .1.27      .         .        +INF       EPS       </w:t>
      </w:r>
    </w:p>
    <w:p w:rsidR="0062748B" w:rsidRDefault="0062748B" w:rsidP="0062748B">
      <w:r>
        <w:t xml:space="preserve">9 .1.28      .         .        +INF       EPS       </w:t>
      </w:r>
    </w:p>
    <w:p w:rsidR="0062748B" w:rsidRDefault="0062748B" w:rsidP="0062748B">
      <w:r>
        <w:t xml:space="preserve">9 .1.29      .         .        +INF       EPS       </w:t>
      </w:r>
    </w:p>
    <w:p w:rsidR="0062748B" w:rsidRDefault="0062748B" w:rsidP="0062748B">
      <w:r>
        <w:t xml:space="preserve">10.1.1       .         .        +INF       EPS       </w:t>
      </w:r>
    </w:p>
    <w:p w:rsidR="0062748B" w:rsidRDefault="0062748B" w:rsidP="0062748B">
      <w:r>
        <w:t xml:space="preserve">10.1.2       .         .        +INF       EPS       </w:t>
      </w:r>
    </w:p>
    <w:p w:rsidR="0062748B" w:rsidRDefault="0062748B" w:rsidP="0062748B">
      <w:r>
        <w:t xml:space="preserve">10.1.3       .         .        +INF       EPS       </w:t>
      </w:r>
    </w:p>
    <w:p w:rsidR="0062748B" w:rsidRDefault="0062748B" w:rsidP="0062748B">
      <w:r>
        <w:t xml:space="preserve">10.1.4       .         .        +INF       EPS       </w:t>
      </w:r>
    </w:p>
    <w:p w:rsidR="0062748B" w:rsidRDefault="0062748B" w:rsidP="0062748B">
      <w:r>
        <w:t xml:space="preserve">10.1.5       .         .        +INF       EPS       </w:t>
      </w:r>
    </w:p>
    <w:p w:rsidR="0062748B" w:rsidRDefault="0062748B" w:rsidP="0062748B">
      <w:r>
        <w:lastRenderedPageBreak/>
        <w:t xml:space="preserve">10.1.6       .         .        +INF       EPS       </w:t>
      </w:r>
    </w:p>
    <w:p w:rsidR="0062748B" w:rsidRDefault="0062748B" w:rsidP="0062748B">
      <w:r>
        <w:t xml:space="preserve">10.1.7       .         .        +INF       EPS       </w:t>
      </w:r>
    </w:p>
    <w:p w:rsidR="0062748B" w:rsidRDefault="0062748B" w:rsidP="0062748B">
      <w:r>
        <w:t xml:space="preserve">10.1.8       .         .        +INF       EPS       </w:t>
      </w:r>
    </w:p>
    <w:p w:rsidR="0062748B" w:rsidRDefault="0062748B" w:rsidP="0062748B">
      <w:r>
        <w:t xml:space="preserve">10.1.9       .         .        +INF       EPS       </w:t>
      </w:r>
    </w:p>
    <w:p w:rsidR="0062748B" w:rsidRDefault="0062748B" w:rsidP="0062748B">
      <w:r>
        <w:t xml:space="preserve">10.1.10      .         .        +INF       EPS       </w:t>
      </w:r>
    </w:p>
    <w:p w:rsidR="0062748B" w:rsidRDefault="0062748B" w:rsidP="0062748B">
      <w:r>
        <w:t xml:space="preserve">10.1.11      .         .        +INF       EPS       </w:t>
      </w:r>
    </w:p>
    <w:p w:rsidR="0062748B" w:rsidRDefault="0062748B" w:rsidP="0062748B">
      <w:r>
        <w:t xml:space="preserve">10.1.12      .         .        +INF       EPS       </w:t>
      </w:r>
    </w:p>
    <w:p w:rsidR="0062748B" w:rsidRDefault="0062748B" w:rsidP="0062748B">
      <w:r>
        <w:t xml:space="preserve">10.1.13      .         .        +INF       EPS       </w:t>
      </w:r>
    </w:p>
    <w:p w:rsidR="0062748B" w:rsidRDefault="0062748B" w:rsidP="0062748B">
      <w:r>
        <w:t xml:space="preserve">10.1.14      .         .        +INF       EPS       </w:t>
      </w:r>
    </w:p>
    <w:p w:rsidR="0062748B" w:rsidRDefault="0062748B" w:rsidP="0062748B">
      <w:r>
        <w:t xml:space="preserve">10.1.15      .         .        +INF       EPS       </w:t>
      </w:r>
    </w:p>
    <w:p w:rsidR="0062748B" w:rsidRDefault="0062748B" w:rsidP="0062748B">
      <w:r>
        <w:t xml:space="preserve">10.1.16      .         .        +INF       EPS       </w:t>
      </w:r>
    </w:p>
    <w:p w:rsidR="0062748B" w:rsidRDefault="0062748B" w:rsidP="0062748B">
      <w:r>
        <w:t xml:space="preserve">10.1.17      .         .        +INF       EPS       </w:t>
      </w:r>
    </w:p>
    <w:p w:rsidR="0062748B" w:rsidRDefault="0062748B" w:rsidP="0062748B">
      <w:r>
        <w:t xml:space="preserve">10.1.18      .         .        +INF       EPS       </w:t>
      </w:r>
    </w:p>
    <w:p w:rsidR="0062748B" w:rsidRDefault="0062748B" w:rsidP="0062748B">
      <w:r>
        <w:t xml:space="preserve">10.1.19      .         .        +INF       EPS       </w:t>
      </w:r>
    </w:p>
    <w:p w:rsidR="0062748B" w:rsidRDefault="0062748B" w:rsidP="0062748B">
      <w:r>
        <w:t xml:space="preserve">10.1.20      .         .        +INF       EPS       </w:t>
      </w:r>
    </w:p>
    <w:p w:rsidR="0062748B" w:rsidRDefault="0062748B" w:rsidP="0062748B">
      <w:r>
        <w:t xml:space="preserve">10.1.21      .         .        +INF       EPS       </w:t>
      </w:r>
    </w:p>
    <w:p w:rsidR="0062748B" w:rsidRDefault="0062748B" w:rsidP="0062748B">
      <w:r>
        <w:t xml:space="preserve">10.1.22      .         .        +INF       EPS       </w:t>
      </w:r>
    </w:p>
    <w:p w:rsidR="0062748B" w:rsidRDefault="0062748B" w:rsidP="0062748B">
      <w:r>
        <w:t xml:space="preserve">10.1.23      .         .        +INF       EPS       </w:t>
      </w:r>
    </w:p>
    <w:p w:rsidR="0062748B" w:rsidRDefault="0062748B" w:rsidP="0062748B">
      <w:r>
        <w:t xml:space="preserve">10.1.24      .         .        +INF       EPS       </w:t>
      </w:r>
    </w:p>
    <w:p w:rsidR="0062748B" w:rsidRDefault="0062748B" w:rsidP="0062748B">
      <w:r>
        <w:t xml:space="preserve">10.1.25      .         .        +INF       EPS       </w:t>
      </w:r>
    </w:p>
    <w:p w:rsidR="0062748B" w:rsidRDefault="0062748B" w:rsidP="0062748B">
      <w:r>
        <w:t xml:space="preserve">10.1.26      .         .        +INF       EPS       </w:t>
      </w:r>
    </w:p>
    <w:p w:rsidR="0062748B" w:rsidRDefault="0062748B" w:rsidP="0062748B">
      <w:r>
        <w:t xml:space="preserve">10.1.27      .         .        +INF       EPS       </w:t>
      </w:r>
    </w:p>
    <w:p w:rsidR="0062748B" w:rsidRDefault="0062748B" w:rsidP="0062748B">
      <w:r>
        <w:t xml:space="preserve">10.1.28      .         .        +INF       EPS       </w:t>
      </w:r>
    </w:p>
    <w:p w:rsidR="0062748B" w:rsidRDefault="0062748B" w:rsidP="0062748B">
      <w:r>
        <w:t xml:space="preserve">10.1.29      .         .        +INF       EPS       </w:t>
      </w:r>
    </w:p>
    <w:p w:rsidR="0062748B" w:rsidRDefault="0062748B" w:rsidP="0062748B">
      <w:r>
        <w:t xml:space="preserve">11.1.1       .         .        +INF       EPS       </w:t>
      </w:r>
    </w:p>
    <w:p w:rsidR="0062748B" w:rsidRDefault="0062748B" w:rsidP="0062748B">
      <w:r>
        <w:lastRenderedPageBreak/>
        <w:t xml:space="preserve">11.1.2       .         .        +INF       EPS       </w:t>
      </w:r>
    </w:p>
    <w:p w:rsidR="0062748B" w:rsidRDefault="0062748B" w:rsidP="0062748B">
      <w:r>
        <w:t xml:space="preserve">11.1.3       .         .        +INF       EPS       </w:t>
      </w:r>
    </w:p>
    <w:p w:rsidR="0062748B" w:rsidRDefault="0062748B" w:rsidP="0062748B">
      <w:r>
        <w:t xml:space="preserve">11.1.4       .         .        +INF       EPS       </w:t>
      </w:r>
    </w:p>
    <w:p w:rsidR="0062748B" w:rsidRDefault="0062748B" w:rsidP="0062748B">
      <w:r>
        <w:t xml:space="preserve">11.1.5       .         .        +INF       EPS       </w:t>
      </w:r>
    </w:p>
    <w:p w:rsidR="0062748B" w:rsidRDefault="0062748B" w:rsidP="0062748B">
      <w:r>
        <w:t xml:space="preserve">11.1.6       .         .        +INF       EPS       </w:t>
      </w:r>
    </w:p>
    <w:p w:rsidR="0062748B" w:rsidRDefault="0062748B" w:rsidP="0062748B">
      <w:r>
        <w:t xml:space="preserve">11.1.7       .         .        +INF       EPS       </w:t>
      </w:r>
    </w:p>
    <w:p w:rsidR="0062748B" w:rsidRDefault="0062748B" w:rsidP="0062748B">
      <w:r>
        <w:t xml:space="preserve">11.1.8       .         .        +INF       EPS       </w:t>
      </w:r>
    </w:p>
    <w:p w:rsidR="0062748B" w:rsidRDefault="0062748B" w:rsidP="0062748B">
      <w:r>
        <w:t xml:space="preserve">11.1.9       .         .        +INF       EPS       </w:t>
      </w:r>
    </w:p>
    <w:p w:rsidR="0062748B" w:rsidRDefault="0062748B" w:rsidP="0062748B">
      <w:r>
        <w:t xml:space="preserve">11.1.10      .         .        +INF       EPS       </w:t>
      </w:r>
    </w:p>
    <w:p w:rsidR="0062748B" w:rsidRDefault="0062748B" w:rsidP="0062748B">
      <w:r>
        <w:t xml:space="preserve">11.1.11      .         .        +INF       EPS       </w:t>
      </w:r>
    </w:p>
    <w:p w:rsidR="0062748B" w:rsidRDefault="0062748B" w:rsidP="0062748B">
      <w:r>
        <w:t xml:space="preserve">11.1.12      .         .        +INF       EPS       </w:t>
      </w:r>
    </w:p>
    <w:p w:rsidR="0062748B" w:rsidRDefault="0062748B" w:rsidP="0062748B">
      <w:r>
        <w:t xml:space="preserve">11.1.13      .         .        +INF       EPS       </w:t>
      </w:r>
    </w:p>
    <w:p w:rsidR="0062748B" w:rsidRDefault="0062748B" w:rsidP="0062748B">
      <w:r>
        <w:t xml:space="preserve">11.1.14      .         .        +INF       EPS       </w:t>
      </w:r>
    </w:p>
    <w:p w:rsidR="0062748B" w:rsidRDefault="0062748B" w:rsidP="0062748B">
      <w:r>
        <w:t xml:space="preserve">11.1.15      .         .        +INF       EPS       </w:t>
      </w:r>
    </w:p>
    <w:p w:rsidR="0062748B" w:rsidRDefault="0062748B" w:rsidP="0062748B">
      <w:r>
        <w:t xml:space="preserve">11.1.16      .         .        +INF       EPS       </w:t>
      </w:r>
    </w:p>
    <w:p w:rsidR="0062748B" w:rsidRDefault="0062748B" w:rsidP="0062748B">
      <w:r>
        <w:t xml:space="preserve">11.1.17      .         .        +INF       EPS       </w:t>
      </w:r>
    </w:p>
    <w:p w:rsidR="0062748B" w:rsidRDefault="0062748B" w:rsidP="0062748B">
      <w:r>
        <w:t xml:space="preserve">11.1.18      .         .        +INF       EPS       </w:t>
      </w:r>
    </w:p>
    <w:p w:rsidR="0062748B" w:rsidRDefault="0062748B" w:rsidP="0062748B">
      <w:r>
        <w:t xml:space="preserve">11.1.19      .         .        +INF       EPS       </w:t>
      </w:r>
    </w:p>
    <w:p w:rsidR="0062748B" w:rsidRDefault="0062748B" w:rsidP="0062748B">
      <w:r>
        <w:t xml:space="preserve">11.1.20      .         .        +INF       EPS       </w:t>
      </w:r>
    </w:p>
    <w:p w:rsidR="0062748B" w:rsidRDefault="0062748B" w:rsidP="0062748B">
      <w:r>
        <w:t xml:space="preserve">11.1.21      .         .        +INF       EPS       </w:t>
      </w:r>
    </w:p>
    <w:p w:rsidR="0062748B" w:rsidRDefault="0062748B" w:rsidP="0062748B">
      <w:r>
        <w:t xml:space="preserve">11.1.22      .         .        +INF       EPS       </w:t>
      </w:r>
    </w:p>
    <w:p w:rsidR="0062748B" w:rsidRDefault="0062748B" w:rsidP="0062748B">
      <w:r>
        <w:t xml:space="preserve">11.1.23      .         .        +INF       EPS       </w:t>
      </w:r>
    </w:p>
    <w:p w:rsidR="0062748B" w:rsidRDefault="0062748B" w:rsidP="0062748B">
      <w:r>
        <w:t xml:space="preserve">11.1.24      .         .        +INF       EPS       </w:t>
      </w:r>
    </w:p>
    <w:p w:rsidR="0062748B" w:rsidRDefault="0062748B" w:rsidP="0062748B">
      <w:r>
        <w:t xml:space="preserve">11.1.25      .         .        +INF       EPS       </w:t>
      </w:r>
    </w:p>
    <w:p w:rsidR="0062748B" w:rsidRDefault="0062748B" w:rsidP="0062748B">
      <w:r>
        <w:t xml:space="preserve">11.1.26      .         .        +INF       EPS       </w:t>
      </w:r>
    </w:p>
    <w:p w:rsidR="0062748B" w:rsidRDefault="0062748B" w:rsidP="0062748B">
      <w:r>
        <w:lastRenderedPageBreak/>
        <w:t xml:space="preserve">11.1.27      .         .        +INF       EPS       </w:t>
      </w:r>
    </w:p>
    <w:p w:rsidR="0062748B" w:rsidRDefault="0062748B" w:rsidP="0062748B">
      <w:r>
        <w:t xml:space="preserve">11.1.28      .         .        +INF       EPS       </w:t>
      </w:r>
    </w:p>
    <w:p w:rsidR="0062748B" w:rsidRDefault="0062748B" w:rsidP="0062748B">
      <w:r>
        <w:t xml:space="preserve">11.1.29      .         .        +INF       EPS       </w:t>
      </w:r>
    </w:p>
    <w:p w:rsidR="0062748B" w:rsidRDefault="0062748B" w:rsidP="0062748B">
      <w:r>
        <w:t xml:space="preserve">12.1.1       .         .        +INF       EPS       </w:t>
      </w:r>
    </w:p>
    <w:p w:rsidR="0062748B" w:rsidRDefault="0062748B" w:rsidP="0062748B">
      <w:r>
        <w:t xml:space="preserve">12.1.2       .         .        +INF       EPS       </w:t>
      </w:r>
    </w:p>
    <w:p w:rsidR="0062748B" w:rsidRDefault="0062748B" w:rsidP="0062748B">
      <w:r>
        <w:t xml:space="preserve">12.1.3       .         .        +INF       EPS       </w:t>
      </w:r>
    </w:p>
    <w:p w:rsidR="0062748B" w:rsidRDefault="0062748B" w:rsidP="0062748B">
      <w:r>
        <w:t xml:space="preserve">12.1.4       .         .        +INF       EPS       </w:t>
      </w:r>
    </w:p>
    <w:p w:rsidR="0062748B" w:rsidRDefault="0062748B" w:rsidP="0062748B">
      <w:r>
        <w:t xml:space="preserve">12.1.5       .         .        +INF       EPS       </w:t>
      </w:r>
    </w:p>
    <w:p w:rsidR="0062748B" w:rsidRDefault="0062748B" w:rsidP="0062748B">
      <w:r>
        <w:t xml:space="preserve">12.1.6       .         .        +INF       EPS       </w:t>
      </w:r>
    </w:p>
    <w:p w:rsidR="0062748B" w:rsidRDefault="0062748B" w:rsidP="0062748B">
      <w:r>
        <w:t xml:space="preserve">12.1.7       .         .        +INF       EPS       </w:t>
      </w:r>
    </w:p>
    <w:p w:rsidR="0062748B" w:rsidRDefault="0062748B" w:rsidP="0062748B">
      <w:r>
        <w:t xml:space="preserve">12.1.8       .         .        +INF       EPS       </w:t>
      </w:r>
    </w:p>
    <w:p w:rsidR="0062748B" w:rsidRDefault="0062748B" w:rsidP="0062748B">
      <w:r>
        <w:t xml:space="preserve">12.1.9       .         .        +INF       EPS       </w:t>
      </w:r>
    </w:p>
    <w:p w:rsidR="0062748B" w:rsidRDefault="0062748B" w:rsidP="0062748B">
      <w:r>
        <w:t xml:space="preserve">12.1.10      .         .        +INF       EPS       </w:t>
      </w:r>
    </w:p>
    <w:p w:rsidR="0062748B" w:rsidRDefault="0062748B" w:rsidP="0062748B">
      <w:r>
        <w:t xml:space="preserve">12.1.11      .         .        +INF       EPS       </w:t>
      </w:r>
    </w:p>
    <w:p w:rsidR="0062748B" w:rsidRDefault="0062748B" w:rsidP="0062748B">
      <w:r>
        <w:t xml:space="preserve">12.1.12      .         .        +INF       EPS       </w:t>
      </w:r>
    </w:p>
    <w:p w:rsidR="0062748B" w:rsidRDefault="0062748B" w:rsidP="0062748B">
      <w:r>
        <w:t xml:space="preserve">12.1.13      .         .        +INF       EPS       </w:t>
      </w:r>
    </w:p>
    <w:p w:rsidR="0062748B" w:rsidRDefault="0062748B" w:rsidP="0062748B">
      <w:r>
        <w:t xml:space="preserve">12.1.14      .         .        +INF       EPS       </w:t>
      </w:r>
    </w:p>
    <w:p w:rsidR="0062748B" w:rsidRDefault="0062748B" w:rsidP="0062748B">
      <w:r>
        <w:t xml:space="preserve">12.1.15      .         .        +INF       EPS       </w:t>
      </w:r>
    </w:p>
    <w:p w:rsidR="0062748B" w:rsidRDefault="0062748B" w:rsidP="0062748B">
      <w:r>
        <w:t xml:space="preserve">12.1.16      .         .        +INF       EPS       </w:t>
      </w:r>
    </w:p>
    <w:p w:rsidR="0062748B" w:rsidRDefault="0062748B" w:rsidP="0062748B">
      <w:r>
        <w:t xml:space="preserve">12.1.17      .         .        +INF       EPS       </w:t>
      </w:r>
    </w:p>
    <w:p w:rsidR="0062748B" w:rsidRDefault="0062748B" w:rsidP="0062748B">
      <w:r>
        <w:t xml:space="preserve">12.1.18      .         .        +INF       EPS       </w:t>
      </w:r>
    </w:p>
    <w:p w:rsidR="0062748B" w:rsidRDefault="0062748B" w:rsidP="0062748B">
      <w:r>
        <w:t xml:space="preserve">12.1.19      .         .        +INF       EPS       </w:t>
      </w:r>
    </w:p>
    <w:p w:rsidR="0062748B" w:rsidRDefault="0062748B" w:rsidP="0062748B">
      <w:r>
        <w:t xml:space="preserve">12.1.20      .         .        +INF       EPS       </w:t>
      </w:r>
    </w:p>
    <w:p w:rsidR="0062748B" w:rsidRDefault="0062748B" w:rsidP="0062748B">
      <w:r>
        <w:t xml:space="preserve">12.1.21      .         .        +INF       EPS       </w:t>
      </w:r>
    </w:p>
    <w:p w:rsidR="0062748B" w:rsidRDefault="0062748B" w:rsidP="0062748B">
      <w:r>
        <w:t xml:space="preserve">12.1.22      .         .        +INF       EPS       </w:t>
      </w:r>
    </w:p>
    <w:p w:rsidR="0062748B" w:rsidRDefault="0062748B" w:rsidP="0062748B">
      <w:r>
        <w:lastRenderedPageBreak/>
        <w:t xml:space="preserve">12.1.23      .         .        +INF       EPS       </w:t>
      </w:r>
    </w:p>
    <w:p w:rsidR="0062748B" w:rsidRDefault="0062748B" w:rsidP="0062748B">
      <w:r>
        <w:t xml:space="preserve">12.1.24      .         .        +INF       EPS       </w:t>
      </w:r>
    </w:p>
    <w:p w:rsidR="0062748B" w:rsidRDefault="0062748B" w:rsidP="0062748B">
      <w:r>
        <w:t xml:space="preserve">12.1.25      .         .        +INF       EPS       </w:t>
      </w:r>
    </w:p>
    <w:p w:rsidR="0062748B" w:rsidRDefault="0062748B" w:rsidP="0062748B">
      <w:r>
        <w:t xml:space="preserve">12.1.26      .         .        +INF       EPS       </w:t>
      </w:r>
    </w:p>
    <w:p w:rsidR="0062748B" w:rsidRDefault="0062748B" w:rsidP="0062748B">
      <w:r>
        <w:t xml:space="preserve">12.1.27      .         .        +INF       EPS       </w:t>
      </w:r>
    </w:p>
    <w:p w:rsidR="0062748B" w:rsidRDefault="0062748B" w:rsidP="0062748B">
      <w:r>
        <w:t xml:space="preserve">12.1.28      .         .        +INF       EPS       </w:t>
      </w:r>
    </w:p>
    <w:p w:rsidR="0062748B" w:rsidRDefault="0062748B" w:rsidP="0062748B">
      <w:r>
        <w:t xml:space="preserve">12.1.29      .         .        +INF       EPS       </w:t>
      </w:r>
    </w:p>
    <w:p w:rsidR="0062748B" w:rsidRDefault="0062748B" w:rsidP="0062748B">
      <w:r>
        <w:t xml:space="preserve">13.1.1       .         .        +INF       EPS       </w:t>
      </w:r>
    </w:p>
    <w:p w:rsidR="0062748B" w:rsidRDefault="0062748B" w:rsidP="0062748B">
      <w:r>
        <w:t xml:space="preserve">13.1.2       .         .        +INF       EPS       </w:t>
      </w:r>
    </w:p>
    <w:p w:rsidR="0062748B" w:rsidRDefault="0062748B" w:rsidP="0062748B">
      <w:r>
        <w:t xml:space="preserve">13.1.3       .         .        +INF       EPS       </w:t>
      </w:r>
    </w:p>
    <w:p w:rsidR="0062748B" w:rsidRDefault="0062748B" w:rsidP="0062748B">
      <w:r>
        <w:t xml:space="preserve">13.1.4       .         .        +INF       EPS       </w:t>
      </w:r>
    </w:p>
    <w:p w:rsidR="0062748B" w:rsidRDefault="0062748B" w:rsidP="0062748B">
      <w:r>
        <w:t xml:space="preserve">13.1.5       .         .        +INF       EPS       </w:t>
      </w:r>
    </w:p>
    <w:p w:rsidR="0062748B" w:rsidRDefault="0062748B" w:rsidP="0062748B">
      <w:r>
        <w:t xml:space="preserve">13.1.6       .         .        +INF       EPS       </w:t>
      </w:r>
    </w:p>
    <w:p w:rsidR="0062748B" w:rsidRDefault="0062748B" w:rsidP="0062748B">
      <w:r>
        <w:t xml:space="preserve">13.1.7       .         .        +INF       EPS       </w:t>
      </w:r>
    </w:p>
    <w:p w:rsidR="0062748B" w:rsidRDefault="0062748B" w:rsidP="0062748B">
      <w:r>
        <w:t xml:space="preserve">13.1.8       .         .        +INF       EPS       </w:t>
      </w:r>
    </w:p>
    <w:p w:rsidR="0062748B" w:rsidRDefault="0062748B" w:rsidP="0062748B">
      <w:r>
        <w:t xml:space="preserve">13.1.9       .         .        +INF       EPS       </w:t>
      </w:r>
    </w:p>
    <w:p w:rsidR="0062748B" w:rsidRDefault="0062748B" w:rsidP="0062748B">
      <w:r>
        <w:t xml:space="preserve">13.1.10      .         .        +INF       EPS       </w:t>
      </w:r>
    </w:p>
    <w:p w:rsidR="0062748B" w:rsidRDefault="0062748B" w:rsidP="0062748B">
      <w:r>
        <w:t xml:space="preserve">13.1.11      .         .        +INF       EPS       </w:t>
      </w:r>
    </w:p>
    <w:p w:rsidR="0062748B" w:rsidRDefault="0062748B" w:rsidP="0062748B">
      <w:r>
        <w:t xml:space="preserve">13.1.12      .         .        +INF       EPS       </w:t>
      </w:r>
    </w:p>
    <w:p w:rsidR="0062748B" w:rsidRDefault="0062748B" w:rsidP="0062748B">
      <w:r>
        <w:t xml:space="preserve">13.1.13      .         .        +INF       EPS       </w:t>
      </w:r>
    </w:p>
    <w:p w:rsidR="0062748B" w:rsidRDefault="0062748B" w:rsidP="0062748B">
      <w:r>
        <w:t xml:space="preserve">13.1.14      .         .        +INF       EPS       </w:t>
      </w:r>
    </w:p>
    <w:p w:rsidR="0062748B" w:rsidRDefault="0062748B" w:rsidP="0062748B">
      <w:r>
        <w:t xml:space="preserve">13.1.15      .         .        +INF       EPS       </w:t>
      </w:r>
    </w:p>
    <w:p w:rsidR="0062748B" w:rsidRDefault="0062748B" w:rsidP="0062748B">
      <w:r>
        <w:t xml:space="preserve">13.1.16      .         .        +INF       EPS       </w:t>
      </w:r>
    </w:p>
    <w:p w:rsidR="0062748B" w:rsidRDefault="0062748B" w:rsidP="0062748B">
      <w:r>
        <w:t xml:space="preserve">13.1.17      .         .        +INF       EPS       </w:t>
      </w:r>
    </w:p>
    <w:p w:rsidR="0062748B" w:rsidRDefault="0062748B" w:rsidP="0062748B">
      <w:r>
        <w:t xml:space="preserve">13.1.18      .         .        +INF       EPS       </w:t>
      </w:r>
    </w:p>
    <w:p w:rsidR="0062748B" w:rsidRDefault="0062748B" w:rsidP="0062748B">
      <w:r>
        <w:lastRenderedPageBreak/>
        <w:t xml:space="preserve">13.1.19      .         .        +INF       EPS       </w:t>
      </w:r>
    </w:p>
    <w:p w:rsidR="0062748B" w:rsidRDefault="0062748B" w:rsidP="0062748B">
      <w:r>
        <w:t xml:space="preserve">13.1.20      .         .        +INF       EPS       </w:t>
      </w:r>
    </w:p>
    <w:p w:rsidR="0062748B" w:rsidRDefault="0062748B" w:rsidP="0062748B">
      <w:r>
        <w:t xml:space="preserve">13.1.21      .         .        +INF       EPS       </w:t>
      </w:r>
    </w:p>
    <w:p w:rsidR="0062748B" w:rsidRDefault="0062748B" w:rsidP="0062748B">
      <w:r>
        <w:t xml:space="preserve">13.1.22      .         .        +INF       EPS       </w:t>
      </w:r>
    </w:p>
    <w:p w:rsidR="0062748B" w:rsidRDefault="0062748B" w:rsidP="0062748B">
      <w:r>
        <w:t xml:space="preserve">13.1.23      .         .        +INF       EPS       </w:t>
      </w:r>
    </w:p>
    <w:p w:rsidR="0062748B" w:rsidRDefault="0062748B" w:rsidP="0062748B">
      <w:r>
        <w:t xml:space="preserve">13.1.24      .         .        +INF       EPS       </w:t>
      </w:r>
    </w:p>
    <w:p w:rsidR="0062748B" w:rsidRDefault="0062748B" w:rsidP="0062748B">
      <w:r>
        <w:t xml:space="preserve">13.1.25      .         .        +INF       EPS       </w:t>
      </w:r>
    </w:p>
    <w:p w:rsidR="0062748B" w:rsidRDefault="0062748B" w:rsidP="0062748B">
      <w:r>
        <w:t xml:space="preserve">13.1.26      .         .        +INF       EPS       </w:t>
      </w:r>
    </w:p>
    <w:p w:rsidR="0062748B" w:rsidRDefault="0062748B" w:rsidP="0062748B">
      <w:r>
        <w:t xml:space="preserve">13.1.27      .         .        +INF       EPS       </w:t>
      </w:r>
    </w:p>
    <w:p w:rsidR="0062748B" w:rsidRDefault="0062748B" w:rsidP="0062748B">
      <w:r>
        <w:t xml:space="preserve">13.1.28      .         .        +INF       EPS       </w:t>
      </w:r>
    </w:p>
    <w:p w:rsidR="0062748B" w:rsidRDefault="0062748B" w:rsidP="0062748B">
      <w:r>
        <w:t xml:space="preserve">13.1.29      .         .        +INF       EPS       </w:t>
      </w:r>
    </w:p>
    <w:p w:rsidR="0062748B" w:rsidRDefault="0062748B" w:rsidP="0062748B">
      <w:r>
        <w:t xml:space="preserve">14.1.1       .         .        +INF       EPS       </w:t>
      </w:r>
    </w:p>
    <w:p w:rsidR="0062748B" w:rsidRDefault="0062748B" w:rsidP="0062748B">
      <w:r>
        <w:t xml:space="preserve">14.1.2       .         .        +INF       EPS       </w:t>
      </w:r>
    </w:p>
    <w:p w:rsidR="0062748B" w:rsidRDefault="0062748B" w:rsidP="0062748B">
      <w:r>
        <w:t xml:space="preserve">14.1.3       .         .        +INF       EPS       </w:t>
      </w:r>
    </w:p>
    <w:p w:rsidR="0062748B" w:rsidRDefault="0062748B" w:rsidP="0062748B">
      <w:r>
        <w:t xml:space="preserve">14.1.4       .         .        +INF       EPS       </w:t>
      </w:r>
    </w:p>
    <w:p w:rsidR="0062748B" w:rsidRDefault="0062748B" w:rsidP="0062748B">
      <w:r>
        <w:t xml:space="preserve">14.1.5       .         .        +INF       EPS       </w:t>
      </w:r>
    </w:p>
    <w:p w:rsidR="0062748B" w:rsidRDefault="0062748B" w:rsidP="0062748B">
      <w:r>
        <w:t xml:space="preserve">14.1.6       .         .        +INF       EPS       </w:t>
      </w:r>
    </w:p>
    <w:p w:rsidR="0062748B" w:rsidRDefault="0062748B" w:rsidP="0062748B">
      <w:r>
        <w:t xml:space="preserve">14.1.7       .         .        +INF       EPS       </w:t>
      </w:r>
    </w:p>
    <w:p w:rsidR="0062748B" w:rsidRDefault="0062748B" w:rsidP="0062748B">
      <w:r>
        <w:t xml:space="preserve">14.1.8       .         .        +INF       EPS       </w:t>
      </w:r>
    </w:p>
    <w:p w:rsidR="0062748B" w:rsidRDefault="0062748B" w:rsidP="0062748B">
      <w:r>
        <w:t xml:space="preserve">14.1.9       .         .        +INF       EPS       </w:t>
      </w:r>
    </w:p>
    <w:p w:rsidR="0062748B" w:rsidRDefault="0062748B" w:rsidP="0062748B">
      <w:r>
        <w:t xml:space="preserve">14.1.10      .         .        +INF       EPS       </w:t>
      </w:r>
    </w:p>
    <w:p w:rsidR="0062748B" w:rsidRDefault="0062748B" w:rsidP="0062748B">
      <w:r>
        <w:t xml:space="preserve">14.1.11      .         .        +INF       EPS       </w:t>
      </w:r>
    </w:p>
    <w:p w:rsidR="0062748B" w:rsidRDefault="0062748B" w:rsidP="0062748B">
      <w:r>
        <w:t xml:space="preserve">14.1.12      .         .        +INF       EPS       </w:t>
      </w:r>
    </w:p>
    <w:p w:rsidR="0062748B" w:rsidRDefault="0062748B" w:rsidP="0062748B">
      <w:r>
        <w:t xml:space="preserve">14.1.13      .         .        +INF       EPS       </w:t>
      </w:r>
    </w:p>
    <w:p w:rsidR="0062748B" w:rsidRDefault="0062748B" w:rsidP="0062748B">
      <w:r>
        <w:t xml:space="preserve">14.1.14      .         .        +INF       EPS       </w:t>
      </w:r>
    </w:p>
    <w:p w:rsidR="0062748B" w:rsidRDefault="0062748B" w:rsidP="0062748B">
      <w:r>
        <w:lastRenderedPageBreak/>
        <w:t xml:space="preserve">14.1.15      .         .        +INF       EPS       </w:t>
      </w:r>
    </w:p>
    <w:p w:rsidR="0062748B" w:rsidRDefault="0062748B" w:rsidP="0062748B">
      <w:r>
        <w:t xml:space="preserve">14.1.16      .         .        +INF       EPS       </w:t>
      </w:r>
    </w:p>
    <w:p w:rsidR="0062748B" w:rsidRDefault="0062748B" w:rsidP="0062748B">
      <w:r>
        <w:t xml:space="preserve">14.1.17      .         .        +INF       EPS       </w:t>
      </w:r>
    </w:p>
    <w:p w:rsidR="0062748B" w:rsidRDefault="0062748B" w:rsidP="0062748B">
      <w:r>
        <w:t xml:space="preserve">14.1.18      .         .        +INF       EPS       </w:t>
      </w:r>
    </w:p>
    <w:p w:rsidR="0062748B" w:rsidRDefault="0062748B" w:rsidP="0062748B">
      <w:r>
        <w:t xml:space="preserve">14.1.19      .         .        +INF       EPS       </w:t>
      </w:r>
    </w:p>
    <w:p w:rsidR="0062748B" w:rsidRDefault="0062748B" w:rsidP="0062748B">
      <w:r>
        <w:t xml:space="preserve">14.1.20      .         .        +INF       EPS       </w:t>
      </w:r>
    </w:p>
    <w:p w:rsidR="0062748B" w:rsidRDefault="0062748B" w:rsidP="0062748B">
      <w:r>
        <w:t xml:space="preserve">14.1.21      .         .        +INF       EPS       </w:t>
      </w:r>
    </w:p>
    <w:p w:rsidR="0062748B" w:rsidRDefault="0062748B" w:rsidP="0062748B">
      <w:r>
        <w:t xml:space="preserve">14.1.22      .         .        +INF       EPS       </w:t>
      </w:r>
    </w:p>
    <w:p w:rsidR="0062748B" w:rsidRDefault="0062748B" w:rsidP="0062748B">
      <w:r>
        <w:t xml:space="preserve">14.1.23      .         .        +INF       EPS       </w:t>
      </w:r>
    </w:p>
    <w:p w:rsidR="0062748B" w:rsidRDefault="0062748B" w:rsidP="0062748B">
      <w:r>
        <w:t xml:space="preserve">14.1.24      .         .        +INF       EPS       </w:t>
      </w:r>
    </w:p>
    <w:p w:rsidR="0062748B" w:rsidRDefault="0062748B" w:rsidP="0062748B">
      <w:r>
        <w:t xml:space="preserve">14.1.25      .         .        +INF       EPS       </w:t>
      </w:r>
    </w:p>
    <w:p w:rsidR="0062748B" w:rsidRDefault="0062748B" w:rsidP="0062748B">
      <w:r>
        <w:t xml:space="preserve">14.1.26      .         .        +INF       EPS       </w:t>
      </w:r>
    </w:p>
    <w:p w:rsidR="0062748B" w:rsidRDefault="0062748B" w:rsidP="0062748B">
      <w:r>
        <w:t xml:space="preserve">14.1.27      .         .        +INF       EPS       </w:t>
      </w:r>
    </w:p>
    <w:p w:rsidR="0062748B" w:rsidRDefault="0062748B" w:rsidP="0062748B">
      <w:r>
        <w:t xml:space="preserve">14.1.28      .         .        +INF       EPS       </w:t>
      </w:r>
    </w:p>
    <w:p w:rsidR="0062748B" w:rsidRDefault="0062748B" w:rsidP="0062748B">
      <w:r>
        <w:t xml:space="preserve">14.1.29      .         .        +INF       EPS       </w:t>
      </w:r>
    </w:p>
    <w:p w:rsidR="0062748B" w:rsidRDefault="0062748B" w:rsidP="0062748B">
      <w:r>
        <w:t xml:space="preserve">15.1.1       .         .        +INF       EPS       </w:t>
      </w:r>
    </w:p>
    <w:p w:rsidR="0062748B" w:rsidRDefault="0062748B" w:rsidP="0062748B">
      <w:r>
        <w:t xml:space="preserve">15.1.2       .         .        +INF       EPS       </w:t>
      </w:r>
    </w:p>
    <w:p w:rsidR="0062748B" w:rsidRDefault="0062748B" w:rsidP="0062748B">
      <w:r>
        <w:t xml:space="preserve">15.1.3       .         .        +INF       EPS       </w:t>
      </w:r>
    </w:p>
    <w:p w:rsidR="0062748B" w:rsidRDefault="0062748B" w:rsidP="0062748B">
      <w:r>
        <w:t xml:space="preserve">15.1.4       .         .        +INF       EPS       </w:t>
      </w:r>
    </w:p>
    <w:p w:rsidR="0062748B" w:rsidRDefault="0062748B" w:rsidP="0062748B">
      <w:r>
        <w:t xml:space="preserve">15.1.5       .         .        +INF       EPS       </w:t>
      </w:r>
    </w:p>
    <w:p w:rsidR="0062748B" w:rsidRDefault="0062748B" w:rsidP="0062748B">
      <w:r>
        <w:t xml:space="preserve">15.1.6       .         .        +INF       EPS       </w:t>
      </w:r>
    </w:p>
    <w:p w:rsidR="0062748B" w:rsidRDefault="0062748B" w:rsidP="0062748B">
      <w:r>
        <w:t xml:space="preserve">15.1.7       .         .        +INF       EPS       </w:t>
      </w:r>
    </w:p>
    <w:p w:rsidR="0062748B" w:rsidRDefault="0062748B" w:rsidP="0062748B">
      <w:r>
        <w:t xml:space="preserve">15.1.8       .         .        +INF       EPS       </w:t>
      </w:r>
    </w:p>
    <w:p w:rsidR="0062748B" w:rsidRDefault="0062748B" w:rsidP="0062748B">
      <w:r>
        <w:t xml:space="preserve">15.1.9       .         .        +INF       EPS       </w:t>
      </w:r>
    </w:p>
    <w:p w:rsidR="0062748B" w:rsidRDefault="0062748B" w:rsidP="0062748B">
      <w:r>
        <w:t xml:space="preserve">15.1.10      .         .        +INF       EPS       </w:t>
      </w:r>
    </w:p>
    <w:p w:rsidR="0062748B" w:rsidRDefault="0062748B" w:rsidP="0062748B">
      <w:r>
        <w:lastRenderedPageBreak/>
        <w:t xml:space="preserve">15.1.11      .         .        +INF       EPS       </w:t>
      </w:r>
    </w:p>
    <w:p w:rsidR="0062748B" w:rsidRDefault="0062748B" w:rsidP="0062748B">
      <w:r>
        <w:t xml:space="preserve">15.1.12      .         .        +INF       EPS       </w:t>
      </w:r>
    </w:p>
    <w:p w:rsidR="0062748B" w:rsidRDefault="0062748B" w:rsidP="0062748B">
      <w:r>
        <w:t xml:space="preserve">15.1.13      .         .        +INF       EPS       </w:t>
      </w:r>
    </w:p>
    <w:p w:rsidR="0062748B" w:rsidRDefault="0062748B" w:rsidP="0062748B">
      <w:r>
        <w:t xml:space="preserve">15.1.14      .         .        +INF       EPS       </w:t>
      </w:r>
    </w:p>
    <w:p w:rsidR="0062748B" w:rsidRDefault="0062748B" w:rsidP="0062748B">
      <w:r>
        <w:t xml:space="preserve">15.1.15      .         .        +INF       EPS       </w:t>
      </w:r>
    </w:p>
    <w:p w:rsidR="0062748B" w:rsidRDefault="0062748B" w:rsidP="0062748B">
      <w:r>
        <w:t xml:space="preserve">15.1.16      .         .        +INF       EPS       </w:t>
      </w:r>
    </w:p>
    <w:p w:rsidR="0062748B" w:rsidRDefault="0062748B" w:rsidP="0062748B">
      <w:r>
        <w:t xml:space="preserve">15.1.17      .         .        +INF       EPS       </w:t>
      </w:r>
    </w:p>
    <w:p w:rsidR="0062748B" w:rsidRDefault="0062748B" w:rsidP="0062748B">
      <w:r>
        <w:t xml:space="preserve">15.1.18      .         .        +INF       EPS       </w:t>
      </w:r>
    </w:p>
    <w:p w:rsidR="0062748B" w:rsidRDefault="0062748B" w:rsidP="0062748B">
      <w:r>
        <w:t xml:space="preserve">15.1.19      .         .        +INF       EPS       </w:t>
      </w:r>
    </w:p>
    <w:p w:rsidR="0062748B" w:rsidRDefault="0062748B" w:rsidP="0062748B">
      <w:r>
        <w:t xml:space="preserve">15.1.20      .         .        +INF       EPS       </w:t>
      </w:r>
    </w:p>
    <w:p w:rsidR="0062748B" w:rsidRDefault="0062748B" w:rsidP="0062748B">
      <w:r>
        <w:t xml:space="preserve">15.1.21      .         .        +INF       EPS       </w:t>
      </w:r>
    </w:p>
    <w:p w:rsidR="0062748B" w:rsidRDefault="0062748B" w:rsidP="0062748B">
      <w:r>
        <w:t xml:space="preserve">15.1.22      .         .        +INF       EPS       </w:t>
      </w:r>
    </w:p>
    <w:p w:rsidR="0062748B" w:rsidRDefault="0062748B" w:rsidP="0062748B">
      <w:r>
        <w:t xml:space="preserve">15.1.23      .         .        +INF       EPS       </w:t>
      </w:r>
    </w:p>
    <w:p w:rsidR="0062748B" w:rsidRDefault="0062748B" w:rsidP="0062748B">
      <w:r>
        <w:t xml:space="preserve">15.1.24      .         .        +INF       EPS       </w:t>
      </w:r>
    </w:p>
    <w:p w:rsidR="0062748B" w:rsidRDefault="0062748B" w:rsidP="0062748B">
      <w:r>
        <w:t xml:space="preserve">15.1.25      .         .        +INF       EPS       </w:t>
      </w:r>
    </w:p>
    <w:p w:rsidR="0062748B" w:rsidRDefault="0062748B" w:rsidP="0062748B">
      <w:r>
        <w:t xml:space="preserve">15.1.26      .         .        +INF       EPS       </w:t>
      </w:r>
    </w:p>
    <w:p w:rsidR="0062748B" w:rsidRDefault="0062748B" w:rsidP="0062748B">
      <w:r>
        <w:t xml:space="preserve">15.1.27      .         .        +INF       EPS       </w:t>
      </w:r>
    </w:p>
    <w:p w:rsidR="0062748B" w:rsidRDefault="0062748B" w:rsidP="0062748B">
      <w:r>
        <w:t xml:space="preserve">15.1.28      .         .        +INF       EPS       </w:t>
      </w:r>
    </w:p>
    <w:p w:rsidR="0062748B" w:rsidRDefault="0062748B" w:rsidP="0062748B">
      <w:r>
        <w:t xml:space="preserve">15.1.29      .         .        +INF       EPS       </w:t>
      </w:r>
    </w:p>
    <w:p w:rsidR="0062748B" w:rsidRDefault="0062748B" w:rsidP="0062748B">
      <w:r>
        <w:t xml:space="preserve">16.1.1       .         .        +INF       EPS       </w:t>
      </w:r>
    </w:p>
    <w:p w:rsidR="0062748B" w:rsidRDefault="0062748B" w:rsidP="0062748B">
      <w:r>
        <w:t xml:space="preserve">16.1.2       .         .        +INF       EPS       </w:t>
      </w:r>
    </w:p>
    <w:p w:rsidR="0062748B" w:rsidRDefault="0062748B" w:rsidP="0062748B">
      <w:r>
        <w:t xml:space="preserve">16.1.3       .         .        +INF       EPS       </w:t>
      </w:r>
    </w:p>
    <w:p w:rsidR="0062748B" w:rsidRDefault="0062748B" w:rsidP="0062748B">
      <w:r>
        <w:t xml:space="preserve">16.1.4       .         .        +INF       EPS       </w:t>
      </w:r>
    </w:p>
    <w:p w:rsidR="0062748B" w:rsidRDefault="0062748B" w:rsidP="0062748B">
      <w:r>
        <w:t xml:space="preserve">16.1.5       .         .        +INF       EPS       </w:t>
      </w:r>
    </w:p>
    <w:p w:rsidR="0062748B" w:rsidRDefault="0062748B" w:rsidP="0062748B">
      <w:r>
        <w:t xml:space="preserve">16.1.6       .         .        +INF       EPS       </w:t>
      </w:r>
    </w:p>
    <w:p w:rsidR="0062748B" w:rsidRDefault="0062748B" w:rsidP="0062748B">
      <w:r>
        <w:lastRenderedPageBreak/>
        <w:t xml:space="preserve">16.1.7       .         .        +INF       EPS       </w:t>
      </w:r>
    </w:p>
    <w:p w:rsidR="0062748B" w:rsidRDefault="0062748B" w:rsidP="0062748B">
      <w:r>
        <w:t xml:space="preserve">16.1.8       .         .        +INF       EPS       </w:t>
      </w:r>
    </w:p>
    <w:p w:rsidR="0062748B" w:rsidRDefault="0062748B" w:rsidP="0062748B">
      <w:r>
        <w:t xml:space="preserve">16.1.9       .         .        +INF       EPS       </w:t>
      </w:r>
    </w:p>
    <w:p w:rsidR="0062748B" w:rsidRDefault="0062748B" w:rsidP="0062748B">
      <w:r>
        <w:t xml:space="preserve">16.1.10      .         .        +INF       EPS       </w:t>
      </w:r>
    </w:p>
    <w:p w:rsidR="0062748B" w:rsidRDefault="0062748B" w:rsidP="0062748B">
      <w:r>
        <w:t xml:space="preserve">16.1.11      .         .        +INF       EPS       </w:t>
      </w:r>
    </w:p>
    <w:p w:rsidR="0062748B" w:rsidRDefault="0062748B" w:rsidP="0062748B">
      <w:r>
        <w:t xml:space="preserve">16.1.12      .         .        +INF       EPS       </w:t>
      </w:r>
    </w:p>
    <w:p w:rsidR="0062748B" w:rsidRDefault="0062748B" w:rsidP="0062748B">
      <w:r>
        <w:t xml:space="preserve">16.1.13      .         .        +INF       EPS       </w:t>
      </w:r>
    </w:p>
    <w:p w:rsidR="0062748B" w:rsidRDefault="0062748B" w:rsidP="0062748B">
      <w:r>
        <w:t xml:space="preserve">16.1.14      .         .        +INF       EPS       </w:t>
      </w:r>
    </w:p>
    <w:p w:rsidR="0062748B" w:rsidRDefault="0062748B" w:rsidP="0062748B">
      <w:r>
        <w:t xml:space="preserve">16.1.15      .         .        +INF       EPS       </w:t>
      </w:r>
    </w:p>
    <w:p w:rsidR="0062748B" w:rsidRDefault="0062748B" w:rsidP="0062748B">
      <w:r>
        <w:t xml:space="preserve">16.1.16      .         .        +INF       EPS       </w:t>
      </w:r>
    </w:p>
    <w:p w:rsidR="0062748B" w:rsidRDefault="0062748B" w:rsidP="0062748B">
      <w:r>
        <w:t xml:space="preserve">16.1.17      .         .        +INF       EPS       </w:t>
      </w:r>
    </w:p>
    <w:p w:rsidR="0062748B" w:rsidRDefault="0062748B" w:rsidP="0062748B">
      <w:r>
        <w:t xml:space="preserve">16.1.18      .         .        +INF       EPS       </w:t>
      </w:r>
    </w:p>
    <w:p w:rsidR="0062748B" w:rsidRDefault="0062748B" w:rsidP="0062748B">
      <w:r>
        <w:t xml:space="preserve">16.1.19      .         .        +INF       EPS       </w:t>
      </w:r>
    </w:p>
    <w:p w:rsidR="0062748B" w:rsidRDefault="0062748B" w:rsidP="0062748B">
      <w:r>
        <w:t xml:space="preserve">16.1.20      .         .        +INF       EPS       </w:t>
      </w:r>
    </w:p>
    <w:p w:rsidR="0062748B" w:rsidRDefault="0062748B" w:rsidP="0062748B">
      <w:r>
        <w:t xml:space="preserve">16.1.21      .         .        +INF       EPS       </w:t>
      </w:r>
    </w:p>
    <w:p w:rsidR="0062748B" w:rsidRDefault="0062748B" w:rsidP="0062748B">
      <w:r>
        <w:t xml:space="preserve">16.1.22      .         .        +INF       EPS       </w:t>
      </w:r>
    </w:p>
    <w:p w:rsidR="0062748B" w:rsidRDefault="0062748B" w:rsidP="0062748B">
      <w:r>
        <w:t xml:space="preserve">16.1.23      .         .        +INF       EPS       </w:t>
      </w:r>
    </w:p>
    <w:p w:rsidR="0062748B" w:rsidRDefault="0062748B" w:rsidP="0062748B">
      <w:r>
        <w:t xml:space="preserve">16.1.24      .         .        +INF       EPS       </w:t>
      </w:r>
    </w:p>
    <w:p w:rsidR="0062748B" w:rsidRDefault="0062748B" w:rsidP="0062748B">
      <w:r>
        <w:t xml:space="preserve">16.1.25      .         .        +INF       EPS       </w:t>
      </w:r>
    </w:p>
    <w:p w:rsidR="0062748B" w:rsidRDefault="0062748B" w:rsidP="0062748B">
      <w:r>
        <w:t xml:space="preserve">16.1.26      .         .        +INF       EPS       </w:t>
      </w:r>
    </w:p>
    <w:p w:rsidR="0062748B" w:rsidRDefault="0062748B" w:rsidP="0062748B">
      <w:r>
        <w:t xml:space="preserve">16.1.27      .         .        +INF       EPS       </w:t>
      </w:r>
    </w:p>
    <w:p w:rsidR="0062748B" w:rsidRDefault="0062748B" w:rsidP="0062748B">
      <w:r>
        <w:t xml:space="preserve">16.1.28      .         .        +INF       EPS       </w:t>
      </w:r>
    </w:p>
    <w:p w:rsidR="0062748B" w:rsidRDefault="0062748B" w:rsidP="0062748B">
      <w:r>
        <w:t xml:space="preserve">16.1.29      .         .        +INF       EPS       </w:t>
      </w:r>
    </w:p>
    <w:p w:rsidR="0062748B" w:rsidRDefault="0062748B" w:rsidP="0062748B">
      <w:r>
        <w:t xml:space="preserve">17.1.1       .         .        +INF       EPS       </w:t>
      </w:r>
    </w:p>
    <w:p w:rsidR="0062748B" w:rsidRDefault="0062748B" w:rsidP="0062748B">
      <w:r>
        <w:t xml:space="preserve">17.1.2       .         .        +INF       EPS       </w:t>
      </w:r>
    </w:p>
    <w:p w:rsidR="0062748B" w:rsidRDefault="0062748B" w:rsidP="0062748B">
      <w:r>
        <w:lastRenderedPageBreak/>
        <w:t xml:space="preserve">17.1.3       .         .        +INF       EPS       </w:t>
      </w:r>
    </w:p>
    <w:p w:rsidR="0062748B" w:rsidRDefault="0062748B" w:rsidP="0062748B">
      <w:r>
        <w:t xml:space="preserve">17.1.4       .         .        +INF       EPS       </w:t>
      </w:r>
    </w:p>
    <w:p w:rsidR="0062748B" w:rsidRDefault="0062748B" w:rsidP="0062748B">
      <w:r>
        <w:t xml:space="preserve">17.1.5       .         .        +INF       EPS       </w:t>
      </w:r>
    </w:p>
    <w:p w:rsidR="0062748B" w:rsidRDefault="0062748B" w:rsidP="0062748B">
      <w:r>
        <w:t xml:space="preserve">17.1.6       .         .        +INF       EPS       </w:t>
      </w:r>
    </w:p>
    <w:p w:rsidR="0062748B" w:rsidRDefault="0062748B" w:rsidP="0062748B">
      <w:r>
        <w:t xml:space="preserve">17.1.7       .         .        +INF       EPS       </w:t>
      </w:r>
    </w:p>
    <w:p w:rsidR="0062748B" w:rsidRDefault="0062748B" w:rsidP="0062748B">
      <w:r>
        <w:t xml:space="preserve">17.1.8       .         .        +INF       EPS       </w:t>
      </w:r>
    </w:p>
    <w:p w:rsidR="0062748B" w:rsidRDefault="0062748B" w:rsidP="0062748B">
      <w:r>
        <w:t xml:space="preserve">17.1.9       .         .        +INF       EPS       </w:t>
      </w:r>
    </w:p>
    <w:p w:rsidR="0062748B" w:rsidRDefault="0062748B" w:rsidP="0062748B">
      <w:r>
        <w:t xml:space="preserve">17.1.10      .         .        +INF       EPS       </w:t>
      </w:r>
    </w:p>
    <w:p w:rsidR="0062748B" w:rsidRDefault="0062748B" w:rsidP="0062748B">
      <w:r>
        <w:t xml:space="preserve">17.1.11      .         .        +INF       EPS       </w:t>
      </w:r>
    </w:p>
    <w:p w:rsidR="0062748B" w:rsidRDefault="0062748B" w:rsidP="0062748B">
      <w:r>
        <w:t xml:space="preserve">17.1.12      .         .        +INF       EPS       </w:t>
      </w:r>
    </w:p>
    <w:p w:rsidR="0062748B" w:rsidRDefault="0062748B" w:rsidP="0062748B">
      <w:r>
        <w:t xml:space="preserve">17.1.13      .         .        +INF       EPS       </w:t>
      </w:r>
    </w:p>
    <w:p w:rsidR="0062748B" w:rsidRDefault="0062748B" w:rsidP="0062748B">
      <w:r>
        <w:t xml:space="preserve">17.1.14      .         .        +INF       EPS       </w:t>
      </w:r>
    </w:p>
    <w:p w:rsidR="0062748B" w:rsidRDefault="0062748B" w:rsidP="0062748B">
      <w:r>
        <w:t xml:space="preserve">17.1.15      .         .        +INF       EPS       </w:t>
      </w:r>
    </w:p>
    <w:p w:rsidR="0062748B" w:rsidRDefault="0062748B" w:rsidP="0062748B">
      <w:r>
        <w:t xml:space="preserve">17.1.16      .         .        +INF       EPS       </w:t>
      </w:r>
    </w:p>
    <w:p w:rsidR="0062748B" w:rsidRDefault="0062748B" w:rsidP="0062748B">
      <w:r>
        <w:t xml:space="preserve">17.1.17      .         .        +INF       EPS       </w:t>
      </w:r>
    </w:p>
    <w:p w:rsidR="0062748B" w:rsidRDefault="0062748B" w:rsidP="0062748B">
      <w:r>
        <w:t xml:space="preserve">17.1.18      .         .        +INF       EPS       </w:t>
      </w:r>
    </w:p>
    <w:p w:rsidR="0062748B" w:rsidRDefault="0062748B" w:rsidP="0062748B">
      <w:r>
        <w:t xml:space="preserve">17.1.19      .         .        +INF       EPS       </w:t>
      </w:r>
    </w:p>
    <w:p w:rsidR="0062748B" w:rsidRDefault="0062748B" w:rsidP="0062748B">
      <w:r>
        <w:t xml:space="preserve">17.1.20      .         .        +INF       EPS       </w:t>
      </w:r>
    </w:p>
    <w:p w:rsidR="0062748B" w:rsidRDefault="0062748B" w:rsidP="0062748B">
      <w:r>
        <w:t xml:space="preserve">17.1.21      .         .        +INF       EPS       </w:t>
      </w:r>
    </w:p>
    <w:p w:rsidR="0062748B" w:rsidRDefault="0062748B" w:rsidP="0062748B">
      <w:r>
        <w:t xml:space="preserve">17.1.22      .         .        +INF       EPS       </w:t>
      </w:r>
    </w:p>
    <w:p w:rsidR="0062748B" w:rsidRDefault="0062748B" w:rsidP="0062748B">
      <w:r>
        <w:t xml:space="preserve">17.1.23      .         .        +INF       EPS       </w:t>
      </w:r>
    </w:p>
    <w:p w:rsidR="0062748B" w:rsidRDefault="0062748B" w:rsidP="0062748B">
      <w:r>
        <w:t xml:space="preserve">17.1.24      .         .        +INF       EPS       </w:t>
      </w:r>
    </w:p>
    <w:p w:rsidR="0062748B" w:rsidRDefault="0062748B" w:rsidP="0062748B">
      <w:r>
        <w:t xml:space="preserve">17.1.25      .         .        +INF       EPS       </w:t>
      </w:r>
    </w:p>
    <w:p w:rsidR="0062748B" w:rsidRDefault="0062748B" w:rsidP="0062748B">
      <w:r>
        <w:t xml:space="preserve">17.1.26      .         .        +INF       EPS       </w:t>
      </w:r>
    </w:p>
    <w:p w:rsidR="0062748B" w:rsidRDefault="0062748B" w:rsidP="0062748B">
      <w:r>
        <w:t xml:space="preserve">17.1.27      .         .        +INF       EPS       </w:t>
      </w:r>
    </w:p>
    <w:p w:rsidR="0062748B" w:rsidRDefault="0062748B" w:rsidP="0062748B">
      <w:r>
        <w:lastRenderedPageBreak/>
        <w:t xml:space="preserve">17.1.28      .         .        +INF       EPS       </w:t>
      </w:r>
    </w:p>
    <w:p w:rsidR="0062748B" w:rsidRDefault="0062748B" w:rsidP="0062748B">
      <w:r>
        <w:t xml:space="preserve">17.1.29      .         .        +INF       EPS       </w:t>
      </w:r>
    </w:p>
    <w:p w:rsidR="0062748B" w:rsidRDefault="0062748B" w:rsidP="0062748B">
      <w:r>
        <w:t xml:space="preserve">18.1.1       .         .        +INF       EPS       </w:t>
      </w:r>
    </w:p>
    <w:p w:rsidR="0062748B" w:rsidRDefault="0062748B" w:rsidP="0062748B">
      <w:r>
        <w:t xml:space="preserve">18.1.2       .         .        +INF       EPS       </w:t>
      </w:r>
    </w:p>
    <w:p w:rsidR="0062748B" w:rsidRDefault="0062748B" w:rsidP="0062748B">
      <w:r>
        <w:t xml:space="preserve">18.1.3       .         .        +INF       EPS       </w:t>
      </w:r>
    </w:p>
    <w:p w:rsidR="0062748B" w:rsidRDefault="0062748B" w:rsidP="0062748B">
      <w:r>
        <w:t xml:space="preserve">18.1.4       .         .        +INF       EPS       </w:t>
      </w:r>
    </w:p>
    <w:p w:rsidR="0062748B" w:rsidRDefault="0062748B" w:rsidP="0062748B">
      <w:r>
        <w:t xml:space="preserve">18.1.5       .         .        +INF       EPS       </w:t>
      </w:r>
    </w:p>
    <w:p w:rsidR="0062748B" w:rsidRDefault="0062748B" w:rsidP="0062748B">
      <w:r>
        <w:t xml:space="preserve">18.1.6       .         .        +INF       EPS       </w:t>
      </w:r>
    </w:p>
    <w:p w:rsidR="0062748B" w:rsidRDefault="0062748B" w:rsidP="0062748B">
      <w:r>
        <w:t xml:space="preserve">18.1.7       .         .        +INF       EPS       </w:t>
      </w:r>
    </w:p>
    <w:p w:rsidR="0062748B" w:rsidRDefault="0062748B" w:rsidP="0062748B">
      <w:r>
        <w:t xml:space="preserve">18.1.8       .         .        +INF       EPS       </w:t>
      </w:r>
    </w:p>
    <w:p w:rsidR="0062748B" w:rsidRDefault="0062748B" w:rsidP="0062748B">
      <w:r>
        <w:t xml:space="preserve">18.1.9       .         .        +INF       EPS       </w:t>
      </w:r>
    </w:p>
    <w:p w:rsidR="0062748B" w:rsidRDefault="0062748B" w:rsidP="0062748B">
      <w:r>
        <w:t xml:space="preserve">18.1.10      .         .        +INF       EPS       </w:t>
      </w:r>
    </w:p>
    <w:p w:rsidR="0062748B" w:rsidRDefault="0062748B" w:rsidP="0062748B">
      <w:r>
        <w:t xml:space="preserve">18.1.11      .         .        +INF       EPS       </w:t>
      </w:r>
    </w:p>
    <w:p w:rsidR="0062748B" w:rsidRDefault="0062748B" w:rsidP="0062748B">
      <w:r>
        <w:t xml:space="preserve">18.1.12      .         .        +INF       EPS       </w:t>
      </w:r>
    </w:p>
    <w:p w:rsidR="0062748B" w:rsidRDefault="0062748B" w:rsidP="0062748B">
      <w:r>
        <w:t xml:space="preserve">18.1.13      .         .        +INF       EPS       </w:t>
      </w:r>
    </w:p>
    <w:p w:rsidR="0062748B" w:rsidRDefault="0062748B" w:rsidP="0062748B">
      <w:r>
        <w:t xml:space="preserve">18.1.14      .         .        +INF       EPS       </w:t>
      </w:r>
    </w:p>
    <w:p w:rsidR="0062748B" w:rsidRDefault="0062748B" w:rsidP="0062748B">
      <w:r>
        <w:t xml:space="preserve">18.1.15      .         .        +INF       EPS       </w:t>
      </w:r>
    </w:p>
    <w:p w:rsidR="0062748B" w:rsidRDefault="0062748B" w:rsidP="0062748B">
      <w:r>
        <w:t xml:space="preserve">18.1.16      .         .        +INF       EPS       </w:t>
      </w:r>
    </w:p>
    <w:p w:rsidR="0062748B" w:rsidRDefault="0062748B" w:rsidP="0062748B">
      <w:r>
        <w:t xml:space="preserve">18.1.17      .         .        +INF       EPS       </w:t>
      </w:r>
    </w:p>
    <w:p w:rsidR="0062748B" w:rsidRDefault="0062748B" w:rsidP="0062748B">
      <w:r>
        <w:t xml:space="preserve">18.1.18      .         .        +INF       EPS       </w:t>
      </w:r>
    </w:p>
    <w:p w:rsidR="0062748B" w:rsidRDefault="0062748B" w:rsidP="0062748B">
      <w:r>
        <w:t xml:space="preserve">18.1.19      .         .        +INF       EPS       </w:t>
      </w:r>
    </w:p>
    <w:p w:rsidR="0062748B" w:rsidRDefault="0062748B" w:rsidP="0062748B">
      <w:r>
        <w:t xml:space="preserve">18.1.20      .         .        +INF       EPS       </w:t>
      </w:r>
    </w:p>
    <w:p w:rsidR="0062748B" w:rsidRDefault="0062748B" w:rsidP="0062748B">
      <w:r>
        <w:t xml:space="preserve">18.1.21      .         .        +INF       EPS       </w:t>
      </w:r>
    </w:p>
    <w:p w:rsidR="0062748B" w:rsidRDefault="0062748B" w:rsidP="0062748B">
      <w:r>
        <w:t xml:space="preserve">18.1.22      .         .        +INF       EPS       </w:t>
      </w:r>
    </w:p>
    <w:p w:rsidR="0062748B" w:rsidRDefault="0062748B" w:rsidP="0062748B">
      <w:r>
        <w:t xml:space="preserve">18.1.23      .         .        +INF       EPS       </w:t>
      </w:r>
    </w:p>
    <w:p w:rsidR="0062748B" w:rsidRDefault="0062748B" w:rsidP="0062748B">
      <w:r>
        <w:lastRenderedPageBreak/>
        <w:t xml:space="preserve">18.1.24      .         .        +INF       EPS       </w:t>
      </w:r>
    </w:p>
    <w:p w:rsidR="0062748B" w:rsidRDefault="0062748B" w:rsidP="0062748B">
      <w:r>
        <w:t xml:space="preserve">18.1.25      .         .        +INF       EPS       </w:t>
      </w:r>
    </w:p>
    <w:p w:rsidR="0062748B" w:rsidRDefault="0062748B" w:rsidP="0062748B">
      <w:r>
        <w:t xml:space="preserve">18.1.26      .         .        +INF       EPS       </w:t>
      </w:r>
    </w:p>
    <w:p w:rsidR="0062748B" w:rsidRDefault="0062748B" w:rsidP="0062748B">
      <w:r>
        <w:t xml:space="preserve">18.1.27      .         .        +INF       EPS       </w:t>
      </w:r>
    </w:p>
    <w:p w:rsidR="0062748B" w:rsidRDefault="0062748B" w:rsidP="0062748B">
      <w:r>
        <w:t xml:space="preserve">18.1.28      .         .        +INF       EPS       </w:t>
      </w:r>
    </w:p>
    <w:p w:rsidR="0062748B" w:rsidRDefault="0062748B" w:rsidP="0062748B">
      <w:r>
        <w:t xml:space="preserve">18.1.29      .         .        +INF       EPS       </w:t>
      </w:r>
    </w:p>
    <w:p w:rsidR="0062748B" w:rsidRDefault="0062748B" w:rsidP="0062748B">
      <w:r>
        <w:t xml:space="preserve">19.1.1       .         .        +INF       EPS       </w:t>
      </w:r>
    </w:p>
    <w:p w:rsidR="0062748B" w:rsidRDefault="0062748B" w:rsidP="0062748B">
      <w:r>
        <w:t xml:space="preserve">19.1.2       .         .        +INF       EPS       </w:t>
      </w:r>
    </w:p>
    <w:p w:rsidR="0062748B" w:rsidRDefault="0062748B" w:rsidP="0062748B">
      <w:r>
        <w:t xml:space="preserve">19.1.3       .         .        +INF       EPS       </w:t>
      </w:r>
    </w:p>
    <w:p w:rsidR="0062748B" w:rsidRDefault="0062748B" w:rsidP="0062748B">
      <w:r>
        <w:t xml:space="preserve">19.1.4       .         .        +INF       EPS       </w:t>
      </w:r>
    </w:p>
    <w:p w:rsidR="0062748B" w:rsidRDefault="0062748B" w:rsidP="0062748B">
      <w:r>
        <w:t xml:space="preserve">19.1.5       .         .        +INF       EPS       </w:t>
      </w:r>
    </w:p>
    <w:p w:rsidR="0062748B" w:rsidRDefault="0062748B" w:rsidP="0062748B">
      <w:r>
        <w:t xml:space="preserve">19.1.6       .         .        +INF       EPS       </w:t>
      </w:r>
    </w:p>
    <w:p w:rsidR="0062748B" w:rsidRDefault="0062748B" w:rsidP="0062748B">
      <w:r>
        <w:t xml:space="preserve">19.1.7       .         .        +INF       EPS       </w:t>
      </w:r>
    </w:p>
    <w:p w:rsidR="0062748B" w:rsidRDefault="0062748B" w:rsidP="0062748B">
      <w:r>
        <w:t xml:space="preserve">19.1.8       .         .        +INF       EPS       </w:t>
      </w:r>
    </w:p>
    <w:p w:rsidR="0062748B" w:rsidRDefault="0062748B" w:rsidP="0062748B">
      <w:r>
        <w:t xml:space="preserve">19.1.9       .         .        +INF       EPS       </w:t>
      </w:r>
    </w:p>
    <w:p w:rsidR="0062748B" w:rsidRDefault="0062748B" w:rsidP="0062748B">
      <w:r>
        <w:t xml:space="preserve">19.1.10      .         .        +INF       EPS       </w:t>
      </w:r>
    </w:p>
    <w:p w:rsidR="0062748B" w:rsidRDefault="0062748B" w:rsidP="0062748B">
      <w:r>
        <w:t xml:space="preserve">19.1.11      .         .        +INF       EPS       </w:t>
      </w:r>
    </w:p>
    <w:p w:rsidR="0062748B" w:rsidRDefault="0062748B" w:rsidP="0062748B">
      <w:r>
        <w:t xml:space="preserve">19.1.12      .         .        +INF       EPS       </w:t>
      </w:r>
    </w:p>
    <w:p w:rsidR="0062748B" w:rsidRDefault="0062748B" w:rsidP="0062748B">
      <w:r>
        <w:t xml:space="preserve">19.1.13      .         .        +INF       EPS       </w:t>
      </w:r>
    </w:p>
    <w:p w:rsidR="0062748B" w:rsidRDefault="0062748B" w:rsidP="0062748B">
      <w:r>
        <w:t xml:space="preserve">19.1.14      .         .        +INF       EPS       </w:t>
      </w:r>
    </w:p>
    <w:p w:rsidR="0062748B" w:rsidRDefault="0062748B" w:rsidP="0062748B">
      <w:r>
        <w:t xml:space="preserve">19.1.15      .         .        +INF       EPS       </w:t>
      </w:r>
    </w:p>
    <w:p w:rsidR="0062748B" w:rsidRDefault="0062748B" w:rsidP="0062748B">
      <w:r>
        <w:t xml:space="preserve">19.1.16      .         .        +INF       EPS       </w:t>
      </w:r>
    </w:p>
    <w:p w:rsidR="0062748B" w:rsidRDefault="0062748B" w:rsidP="0062748B">
      <w:r>
        <w:t xml:space="preserve">19.1.17      .         .        +INF       EPS       </w:t>
      </w:r>
    </w:p>
    <w:p w:rsidR="0062748B" w:rsidRDefault="0062748B" w:rsidP="0062748B">
      <w:r>
        <w:t xml:space="preserve">19.1.18      .         .        +INF       EPS       </w:t>
      </w:r>
    </w:p>
    <w:p w:rsidR="0062748B" w:rsidRDefault="0062748B" w:rsidP="0062748B">
      <w:r>
        <w:t xml:space="preserve">19.1.19      .         .        +INF       EPS       </w:t>
      </w:r>
    </w:p>
    <w:p w:rsidR="0062748B" w:rsidRDefault="0062748B" w:rsidP="0062748B">
      <w:r>
        <w:lastRenderedPageBreak/>
        <w:t xml:space="preserve">19.1.20      .         .        +INF       EPS       </w:t>
      </w:r>
    </w:p>
    <w:p w:rsidR="0062748B" w:rsidRDefault="0062748B" w:rsidP="0062748B">
      <w:r>
        <w:t xml:space="preserve">19.1.21      .         .        +INF       EPS       </w:t>
      </w:r>
    </w:p>
    <w:p w:rsidR="0062748B" w:rsidRDefault="0062748B" w:rsidP="0062748B">
      <w:r>
        <w:t xml:space="preserve">19.1.22      .         .        +INF       EPS       </w:t>
      </w:r>
    </w:p>
    <w:p w:rsidR="0062748B" w:rsidRDefault="0062748B" w:rsidP="0062748B">
      <w:r>
        <w:t xml:space="preserve">19.1.23      .         .        +INF       EPS       </w:t>
      </w:r>
    </w:p>
    <w:p w:rsidR="0062748B" w:rsidRDefault="0062748B" w:rsidP="0062748B">
      <w:r>
        <w:t xml:space="preserve">19.1.24      .         .        +INF       EPS       </w:t>
      </w:r>
    </w:p>
    <w:p w:rsidR="0062748B" w:rsidRDefault="0062748B" w:rsidP="0062748B">
      <w:r>
        <w:t xml:space="preserve">19.1.25      .         .        +INF       EPS       </w:t>
      </w:r>
    </w:p>
    <w:p w:rsidR="0062748B" w:rsidRDefault="0062748B" w:rsidP="0062748B">
      <w:r>
        <w:t xml:space="preserve">19.1.26      .         .        +INF       EPS       </w:t>
      </w:r>
    </w:p>
    <w:p w:rsidR="0062748B" w:rsidRDefault="0062748B" w:rsidP="0062748B">
      <w:r>
        <w:t xml:space="preserve">19.1.27      .         .        +INF       EPS       </w:t>
      </w:r>
    </w:p>
    <w:p w:rsidR="0062748B" w:rsidRDefault="0062748B" w:rsidP="0062748B">
      <w:r>
        <w:t xml:space="preserve">19.1.28      .         .        +INF       EPS       </w:t>
      </w:r>
    </w:p>
    <w:p w:rsidR="0062748B" w:rsidRDefault="0062748B" w:rsidP="0062748B">
      <w:r>
        <w:t xml:space="preserve">19.1.29      .         .        +INF       EPS       </w:t>
      </w:r>
    </w:p>
    <w:p w:rsidR="0062748B" w:rsidRDefault="0062748B" w:rsidP="0062748B">
      <w:r>
        <w:t xml:space="preserve">20.1.1       .         .        +INF       EPS       </w:t>
      </w:r>
    </w:p>
    <w:p w:rsidR="0062748B" w:rsidRDefault="0062748B" w:rsidP="0062748B">
      <w:r>
        <w:t xml:space="preserve">20.1.2       .         .        +INF       EPS       </w:t>
      </w:r>
    </w:p>
    <w:p w:rsidR="0062748B" w:rsidRDefault="0062748B" w:rsidP="0062748B">
      <w:r>
        <w:t xml:space="preserve">20.1.3       .         .        +INF       EPS       </w:t>
      </w:r>
    </w:p>
    <w:p w:rsidR="0062748B" w:rsidRDefault="0062748B" w:rsidP="0062748B">
      <w:r>
        <w:t xml:space="preserve">20.1.4       .         .        +INF       EPS       </w:t>
      </w:r>
    </w:p>
    <w:p w:rsidR="0062748B" w:rsidRDefault="0062748B" w:rsidP="0062748B">
      <w:r>
        <w:t xml:space="preserve">20.1.5       .         .        +INF       EPS       </w:t>
      </w:r>
    </w:p>
    <w:p w:rsidR="0062748B" w:rsidRDefault="0062748B" w:rsidP="0062748B">
      <w:r>
        <w:t xml:space="preserve">20.1.6       .         .        +INF       EPS       </w:t>
      </w:r>
    </w:p>
    <w:p w:rsidR="0062748B" w:rsidRDefault="0062748B" w:rsidP="0062748B">
      <w:r>
        <w:t xml:space="preserve">20.1.7       .         .        +INF       EPS       </w:t>
      </w:r>
    </w:p>
    <w:p w:rsidR="0062748B" w:rsidRDefault="0062748B" w:rsidP="0062748B">
      <w:r>
        <w:t xml:space="preserve">20.1.8       .         .        +INF       EPS       </w:t>
      </w:r>
    </w:p>
    <w:p w:rsidR="0062748B" w:rsidRDefault="0062748B" w:rsidP="0062748B">
      <w:r>
        <w:t xml:space="preserve">20.1.9       .         .        +INF       EPS       </w:t>
      </w:r>
    </w:p>
    <w:p w:rsidR="0062748B" w:rsidRDefault="0062748B" w:rsidP="0062748B">
      <w:r>
        <w:t xml:space="preserve">20.1.10      .         .        +INF       EPS       </w:t>
      </w:r>
    </w:p>
    <w:p w:rsidR="0062748B" w:rsidRDefault="0062748B" w:rsidP="0062748B">
      <w:r>
        <w:t xml:space="preserve">20.1.11      .         .        +INF       EPS       </w:t>
      </w:r>
    </w:p>
    <w:p w:rsidR="0062748B" w:rsidRDefault="0062748B" w:rsidP="0062748B">
      <w:r>
        <w:t xml:space="preserve">20.1.12      .         .        +INF       EPS       </w:t>
      </w:r>
    </w:p>
    <w:p w:rsidR="0062748B" w:rsidRDefault="0062748B" w:rsidP="0062748B">
      <w:r>
        <w:t xml:space="preserve">20.1.13      .         .        +INF       EPS       </w:t>
      </w:r>
    </w:p>
    <w:p w:rsidR="0062748B" w:rsidRDefault="0062748B" w:rsidP="0062748B">
      <w:r>
        <w:t xml:space="preserve">20.1.14      .         .        +INF       EPS       </w:t>
      </w:r>
    </w:p>
    <w:p w:rsidR="0062748B" w:rsidRDefault="0062748B" w:rsidP="0062748B">
      <w:r>
        <w:t xml:space="preserve">20.1.15      .         .        +INF       EPS       </w:t>
      </w:r>
    </w:p>
    <w:p w:rsidR="0062748B" w:rsidRDefault="0062748B" w:rsidP="0062748B">
      <w:r>
        <w:lastRenderedPageBreak/>
        <w:t xml:space="preserve">20.1.16      .         .        +INF       EPS       </w:t>
      </w:r>
    </w:p>
    <w:p w:rsidR="0062748B" w:rsidRDefault="0062748B" w:rsidP="0062748B">
      <w:r>
        <w:t xml:space="preserve">20.1.17      .         .        +INF       EPS       </w:t>
      </w:r>
    </w:p>
    <w:p w:rsidR="0062748B" w:rsidRDefault="0062748B" w:rsidP="0062748B">
      <w:r>
        <w:t xml:space="preserve">20.1.18      .         .        +INF       EPS       </w:t>
      </w:r>
    </w:p>
    <w:p w:rsidR="0062748B" w:rsidRDefault="0062748B" w:rsidP="0062748B">
      <w:r>
        <w:t xml:space="preserve">20.1.19      .         .        +INF       EPS       </w:t>
      </w:r>
    </w:p>
    <w:p w:rsidR="0062748B" w:rsidRDefault="0062748B" w:rsidP="0062748B">
      <w:r>
        <w:t xml:space="preserve">20.1.20      .         .        +INF       EPS       </w:t>
      </w:r>
    </w:p>
    <w:p w:rsidR="0062748B" w:rsidRDefault="0062748B" w:rsidP="0062748B">
      <w:r>
        <w:t xml:space="preserve">20.1.21      .         .        +INF       EPS       </w:t>
      </w:r>
    </w:p>
    <w:p w:rsidR="0062748B" w:rsidRDefault="0062748B" w:rsidP="0062748B">
      <w:r>
        <w:t xml:space="preserve">20.1.22      .         .        +INF       EPS       </w:t>
      </w:r>
    </w:p>
    <w:p w:rsidR="0062748B" w:rsidRDefault="0062748B" w:rsidP="0062748B">
      <w:r>
        <w:t xml:space="preserve">20.1.23      .         .        +INF       EPS       </w:t>
      </w:r>
    </w:p>
    <w:p w:rsidR="0062748B" w:rsidRDefault="0062748B" w:rsidP="0062748B">
      <w:r>
        <w:t xml:space="preserve">20.1.24      .         .        +INF       EPS       </w:t>
      </w:r>
    </w:p>
    <w:p w:rsidR="0062748B" w:rsidRDefault="0062748B" w:rsidP="0062748B">
      <w:r>
        <w:t xml:space="preserve">20.1.25      .         .        +INF       EPS       </w:t>
      </w:r>
    </w:p>
    <w:p w:rsidR="0062748B" w:rsidRDefault="0062748B" w:rsidP="0062748B">
      <w:r>
        <w:t xml:space="preserve">20.1.26      .         .        +INF       EPS       </w:t>
      </w:r>
    </w:p>
    <w:p w:rsidR="0062748B" w:rsidRDefault="0062748B" w:rsidP="0062748B">
      <w:r>
        <w:t xml:space="preserve">20.1.27      .         .        +INF       EPS       </w:t>
      </w:r>
    </w:p>
    <w:p w:rsidR="0062748B" w:rsidRDefault="0062748B" w:rsidP="0062748B">
      <w:r>
        <w:t xml:space="preserve">20.1.28      .         .        +INF       EPS       </w:t>
      </w:r>
    </w:p>
    <w:p w:rsidR="0062748B" w:rsidRDefault="0062748B" w:rsidP="0062748B">
      <w:r>
        <w:t xml:space="preserve">20.1.29      .         .        +INF       EPS       </w:t>
      </w:r>
    </w:p>
    <w:p w:rsidR="0062748B" w:rsidRDefault="0062748B" w:rsidP="0062748B">
      <w:r>
        <w:t xml:space="preserve">21.1.1       .         .        +INF       EPS       </w:t>
      </w:r>
    </w:p>
    <w:p w:rsidR="0062748B" w:rsidRDefault="0062748B" w:rsidP="0062748B">
      <w:r>
        <w:t xml:space="preserve">21.1.2       .         .        +INF       EPS       </w:t>
      </w:r>
    </w:p>
    <w:p w:rsidR="0062748B" w:rsidRDefault="0062748B" w:rsidP="0062748B">
      <w:r>
        <w:t xml:space="preserve">21.1.3       .         .        +INF       EPS       </w:t>
      </w:r>
    </w:p>
    <w:p w:rsidR="0062748B" w:rsidRDefault="0062748B" w:rsidP="0062748B">
      <w:r>
        <w:t xml:space="preserve">21.1.4       .         .        +INF       EPS       </w:t>
      </w:r>
    </w:p>
    <w:p w:rsidR="0062748B" w:rsidRDefault="0062748B" w:rsidP="0062748B">
      <w:r>
        <w:t xml:space="preserve">21.1.5       .         .        +INF       EPS       </w:t>
      </w:r>
    </w:p>
    <w:p w:rsidR="0062748B" w:rsidRDefault="0062748B" w:rsidP="0062748B">
      <w:r>
        <w:t xml:space="preserve">21.1.6       .         .        +INF       EPS       </w:t>
      </w:r>
    </w:p>
    <w:p w:rsidR="0062748B" w:rsidRDefault="0062748B" w:rsidP="0062748B">
      <w:r>
        <w:t xml:space="preserve">21.1.7       .         .        +INF       EPS       </w:t>
      </w:r>
    </w:p>
    <w:p w:rsidR="0062748B" w:rsidRDefault="0062748B" w:rsidP="0062748B">
      <w:r>
        <w:t xml:space="preserve">21.1.8       .         .        +INF       EPS       </w:t>
      </w:r>
    </w:p>
    <w:p w:rsidR="0062748B" w:rsidRDefault="0062748B" w:rsidP="0062748B">
      <w:r>
        <w:t xml:space="preserve">21.1.9       .         .        +INF       EPS       </w:t>
      </w:r>
    </w:p>
    <w:p w:rsidR="0062748B" w:rsidRDefault="0062748B" w:rsidP="0062748B">
      <w:r>
        <w:t xml:space="preserve">21.1.10      .         .        +INF       EPS       </w:t>
      </w:r>
    </w:p>
    <w:p w:rsidR="0062748B" w:rsidRDefault="0062748B" w:rsidP="0062748B">
      <w:r>
        <w:t xml:space="preserve">21.1.11      .         .        +INF       EPS       </w:t>
      </w:r>
    </w:p>
    <w:p w:rsidR="0062748B" w:rsidRDefault="0062748B" w:rsidP="0062748B">
      <w:r>
        <w:lastRenderedPageBreak/>
        <w:t xml:space="preserve">21.1.12      .         .        +INF       EPS       </w:t>
      </w:r>
    </w:p>
    <w:p w:rsidR="0062748B" w:rsidRDefault="0062748B" w:rsidP="0062748B">
      <w:r>
        <w:t xml:space="preserve">21.1.13      .         .        +INF       EPS       </w:t>
      </w:r>
    </w:p>
    <w:p w:rsidR="0062748B" w:rsidRDefault="0062748B" w:rsidP="0062748B">
      <w:r>
        <w:t xml:space="preserve">21.1.14      .         .        +INF       EPS       </w:t>
      </w:r>
    </w:p>
    <w:p w:rsidR="0062748B" w:rsidRDefault="0062748B" w:rsidP="0062748B">
      <w:r>
        <w:t xml:space="preserve">21.1.15      .         .        +INF       EPS       </w:t>
      </w:r>
    </w:p>
    <w:p w:rsidR="0062748B" w:rsidRDefault="0062748B" w:rsidP="0062748B">
      <w:r>
        <w:t xml:space="preserve">21.1.16      .         .        +INF       EPS       </w:t>
      </w:r>
    </w:p>
    <w:p w:rsidR="0062748B" w:rsidRDefault="0062748B" w:rsidP="0062748B">
      <w:r>
        <w:t xml:space="preserve">21.1.17      .         .        +INF       EPS       </w:t>
      </w:r>
    </w:p>
    <w:p w:rsidR="0062748B" w:rsidRDefault="0062748B" w:rsidP="0062748B">
      <w:r>
        <w:t xml:space="preserve">21.1.18      .         .        +INF       EPS       </w:t>
      </w:r>
    </w:p>
    <w:p w:rsidR="0062748B" w:rsidRDefault="0062748B" w:rsidP="0062748B">
      <w:r>
        <w:t xml:space="preserve">21.1.19      .         .        +INF       EPS       </w:t>
      </w:r>
    </w:p>
    <w:p w:rsidR="0062748B" w:rsidRDefault="0062748B" w:rsidP="0062748B">
      <w:r>
        <w:t xml:space="preserve">21.1.20      .         .        +INF       EPS       </w:t>
      </w:r>
    </w:p>
    <w:p w:rsidR="0062748B" w:rsidRDefault="0062748B" w:rsidP="0062748B">
      <w:r>
        <w:t xml:space="preserve">21.1.21      .         .        +INF       EPS       </w:t>
      </w:r>
    </w:p>
    <w:p w:rsidR="0062748B" w:rsidRDefault="0062748B" w:rsidP="0062748B">
      <w:r>
        <w:t xml:space="preserve">21.1.22      .         .        +INF       EPS       </w:t>
      </w:r>
    </w:p>
    <w:p w:rsidR="0062748B" w:rsidRDefault="0062748B" w:rsidP="0062748B">
      <w:r>
        <w:t xml:space="preserve">21.1.23      .         .        +INF       EPS       </w:t>
      </w:r>
    </w:p>
    <w:p w:rsidR="0062748B" w:rsidRDefault="0062748B" w:rsidP="0062748B">
      <w:r>
        <w:t xml:space="preserve">21.1.24      .         .        +INF       EPS       </w:t>
      </w:r>
    </w:p>
    <w:p w:rsidR="0062748B" w:rsidRDefault="0062748B" w:rsidP="0062748B">
      <w:r>
        <w:t xml:space="preserve">21.1.25      .         .        +INF       EPS       </w:t>
      </w:r>
    </w:p>
    <w:p w:rsidR="0062748B" w:rsidRDefault="0062748B" w:rsidP="0062748B">
      <w:r>
        <w:t xml:space="preserve">21.1.26      .         .        +INF       EPS       </w:t>
      </w:r>
    </w:p>
    <w:p w:rsidR="0062748B" w:rsidRDefault="0062748B" w:rsidP="0062748B">
      <w:r>
        <w:t xml:space="preserve">21.1.27      .         .        +INF       EPS       </w:t>
      </w:r>
    </w:p>
    <w:p w:rsidR="0062748B" w:rsidRDefault="0062748B" w:rsidP="0062748B">
      <w:r>
        <w:t xml:space="preserve">21.1.28      .         .        +INF       EPS       </w:t>
      </w:r>
    </w:p>
    <w:p w:rsidR="0062748B" w:rsidRDefault="0062748B" w:rsidP="0062748B">
      <w:r>
        <w:t xml:space="preserve">21.1.29      .         .        +INF       EPS       </w:t>
      </w:r>
    </w:p>
    <w:p w:rsidR="0062748B" w:rsidRDefault="0062748B" w:rsidP="0062748B">
      <w:r>
        <w:t xml:space="preserve">22.1.1       .         .        +INF       EPS       </w:t>
      </w:r>
    </w:p>
    <w:p w:rsidR="0062748B" w:rsidRDefault="0062748B" w:rsidP="0062748B">
      <w:r>
        <w:t xml:space="preserve">22.1.2       .         .        +INF       EPS       </w:t>
      </w:r>
    </w:p>
    <w:p w:rsidR="0062748B" w:rsidRDefault="0062748B" w:rsidP="0062748B">
      <w:r>
        <w:t xml:space="preserve">22.1.3       .         .        +INF       EPS       </w:t>
      </w:r>
    </w:p>
    <w:p w:rsidR="0062748B" w:rsidRDefault="0062748B" w:rsidP="0062748B">
      <w:r>
        <w:t xml:space="preserve">22.1.4       .         .        +INF       EPS       </w:t>
      </w:r>
    </w:p>
    <w:p w:rsidR="0062748B" w:rsidRDefault="0062748B" w:rsidP="0062748B">
      <w:r>
        <w:t xml:space="preserve">22.1.5       .         .        +INF       EPS       </w:t>
      </w:r>
    </w:p>
    <w:p w:rsidR="0062748B" w:rsidRDefault="0062748B" w:rsidP="0062748B">
      <w:r>
        <w:t xml:space="preserve">22.1.6       .         .        +INF       EPS       </w:t>
      </w:r>
    </w:p>
    <w:p w:rsidR="0062748B" w:rsidRDefault="0062748B" w:rsidP="0062748B">
      <w:r>
        <w:t xml:space="preserve">22.1.7       .         .        +INF       EPS       </w:t>
      </w:r>
    </w:p>
    <w:p w:rsidR="0062748B" w:rsidRDefault="0062748B" w:rsidP="0062748B">
      <w:r>
        <w:lastRenderedPageBreak/>
        <w:t xml:space="preserve">22.1.8       .         .        +INF       EPS       </w:t>
      </w:r>
    </w:p>
    <w:p w:rsidR="0062748B" w:rsidRDefault="0062748B" w:rsidP="0062748B">
      <w:r>
        <w:t xml:space="preserve">22.1.9       .         .        +INF       EPS       </w:t>
      </w:r>
    </w:p>
    <w:p w:rsidR="0062748B" w:rsidRDefault="0062748B" w:rsidP="0062748B">
      <w:r>
        <w:t xml:space="preserve">22.1.10      .         .        +INF       EPS       </w:t>
      </w:r>
    </w:p>
    <w:p w:rsidR="0062748B" w:rsidRDefault="0062748B" w:rsidP="0062748B">
      <w:r>
        <w:t xml:space="preserve">22.1.11      .         .        +INF       EPS       </w:t>
      </w:r>
    </w:p>
    <w:p w:rsidR="0062748B" w:rsidRDefault="0062748B" w:rsidP="0062748B">
      <w:r>
        <w:t xml:space="preserve">22.1.12      .         .        +INF       EPS       </w:t>
      </w:r>
    </w:p>
    <w:p w:rsidR="0062748B" w:rsidRDefault="0062748B" w:rsidP="0062748B">
      <w:r>
        <w:t xml:space="preserve">22.1.13      .         .        +INF       EPS       </w:t>
      </w:r>
    </w:p>
    <w:p w:rsidR="0062748B" w:rsidRDefault="0062748B" w:rsidP="0062748B">
      <w:r>
        <w:t xml:space="preserve">22.1.14      .         .        +INF       EPS       </w:t>
      </w:r>
    </w:p>
    <w:p w:rsidR="0062748B" w:rsidRDefault="0062748B" w:rsidP="0062748B">
      <w:r>
        <w:t xml:space="preserve">22.1.15      .         .        +INF       EPS       </w:t>
      </w:r>
    </w:p>
    <w:p w:rsidR="0062748B" w:rsidRDefault="0062748B" w:rsidP="0062748B">
      <w:r>
        <w:t xml:space="preserve">22.1.16      .         .        +INF       EPS       </w:t>
      </w:r>
    </w:p>
    <w:p w:rsidR="0062748B" w:rsidRDefault="0062748B" w:rsidP="0062748B">
      <w:r>
        <w:t xml:space="preserve">22.1.17      .         .        +INF       EPS       </w:t>
      </w:r>
    </w:p>
    <w:p w:rsidR="0062748B" w:rsidRDefault="0062748B" w:rsidP="0062748B">
      <w:r>
        <w:t xml:space="preserve">22.1.18      .         .        +INF       EPS       </w:t>
      </w:r>
    </w:p>
    <w:p w:rsidR="0062748B" w:rsidRDefault="0062748B" w:rsidP="0062748B">
      <w:r>
        <w:t xml:space="preserve">22.1.19      .         .        +INF       EPS       </w:t>
      </w:r>
    </w:p>
    <w:p w:rsidR="0062748B" w:rsidRDefault="0062748B" w:rsidP="0062748B">
      <w:r>
        <w:t xml:space="preserve">22.1.20      .         .        +INF       EPS       </w:t>
      </w:r>
    </w:p>
    <w:p w:rsidR="0062748B" w:rsidRDefault="0062748B" w:rsidP="0062748B">
      <w:r>
        <w:t xml:space="preserve">22.1.21      .         .        +INF       EPS       </w:t>
      </w:r>
    </w:p>
    <w:p w:rsidR="0062748B" w:rsidRDefault="0062748B" w:rsidP="0062748B">
      <w:r>
        <w:t xml:space="preserve">22.1.22      .         .        +INF       EPS       </w:t>
      </w:r>
    </w:p>
    <w:p w:rsidR="0062748B" w:rsidRDefault="0062748B" w:rsidP="0062748B">
      <w:r>
        <w:t xml:space="preserve">22.1.23      .         .        +INF       EPS       </w:t>
      </w:r>
    </w:p>
    <w:p w:rsidR="0062748B" w:rsidRDefault="0062748B" w:rsidP="0062748B">
      <w:r>
        <w:t xml:space="preserve">22.1.24      .         .        +INF       EPS       </w:t>
      </w:r>
    </w:p>
    <w:p w:rsidR="0062748B" w:rsidRDefault="0062748B" w:rsidP="0062748B">
      <w:r>
        <w:t xml:space="preserve">22.1.25      .         .        +INF       EPS       </w:t>
      </w:r>
    </w:p>
    <w:p w:rsidR="0062748B" w:rsidRDefault="0062748B" w:rsidP="0062748B">
      <w:r>
        <w:t xml:space="preserve">22.1.26      .         .        +INF       EPS       </w:t>
      </w:r>
    </w:p>
    <w:p w:rsidR="0062748B" w:rsidRDefault="0062748B" w:rsidP="0062748B">
      <w:r>
        <w:t xml:space="preserve">22.1.27      .         .        +INF       EPS       </w:t>
      </w:r>
    </w:p>
    <w:p w:rsidR="0062748B" w:rsidRDefault="0062748B" w:rsidP="0062748B">
      <w:r>
        <w:t xml:space="preserve">22.1.28      .         .        +INF       EPS       </w:t>
      </w:r>
    </w:p>
    <w:p w:rsidR="0062748B" w:rsidRDefault="0062748B" w:rsidP="0062748B">
      <w:r>
        <w:t xml:space="preserve">22.1.29      .         .        +INF       EPS       </w:t>
      </w:r>
    </w:p>
    <w:p w:rsidR="0062748B" w:rsidRDefault="0062748B" w:rsidP="0062748B">
      <w:r>
        <w:t xml:space="preserve">23.1.1       .         .        +INF       EPS       </w:t>
      </w:r>
    </w:p>
    <w:p w:rsidR="0062748B" w:rsidRDefault="0062748B" w:rsidP="0062748B">
      <w:r>
        <w:t xml:space="preserve">23.1.2       .         .        +INF       EPS       </w:t>
      </w:r>
    </w:p>
    <w:p w:rsidR="0062748B" w:rsidRDefault="0062748B" w:rsidP="0062748B">
      <w:r>
        <w:t xml:space="preserve">23.1.3       .         .        +INF       EPS       </w:t>
      </w:r>
    </w:p>
    <w:p w:rsidR="0062748B" w:rsidRDefault="0062748B" w:rsidP="0062748B">
      <w:r>
        <w:lastRenderedPageBreak/>
        <w:t xml:space="preserve">23.1.4       .         .        +INF       EPS       </w:t>
      </w:r>
    </w:p>
    <w:p w:rsidR="0062748B" w:rsidRDefault="0062748B" w:rsidP="0062748B">
      <w:r>
        <w:t xml:space="preserve">23.1.5       .         .        +INF       EPS       </w:t>
      </w:r>
    </w:p>
    <w:p w:rsidR="0062748B" w:rsidRDefault="0062748B" w:rsidP="0062748B">
      <w:r>
        <w:t xml:space="preserve">23.1.6       .         .        +INF       EPS       </w:t>
      </w:r>
    </w:p>
    <w:p w:rsidR="0062748B" w:rsidRDefault="0062748B" w:rsidP="0062748B">
      <w:r>
        <w:t xml:space="preserve">23.1.7       .         .        +INF       EPS       </w:t>
      </w:r>
    </w:p>
    <w:p w:rsidR="0062748B" w:rsidRDefault="0062748B" w:rsidP="0062748B">
      <w:r>
        <w:t xml:space="preserve">23.1.8       .         .        +INF       EPS       </w:t>
      </w:r>
    </w:p>
    <w:p w:rsidR="0062748B" w:rsidRDefault="0062748B" w:rsidP="0062748B">
      <w:r>
        <w:t xml:space="preserve">23.1.9       .         .        +INF       EPS       </w:t>
      </w:r>
    </w:p>
    <w:p w:rsidR="0062748B" w:rsidRDefault="0062748B" w:rsidP="0062748B">
      <w:r>
        <w:t xml:space="preserve">23.1.10      .         .        +INF       EPS       </w:t>
      </w:r>
    </w:p>
    <w:p w:rsidR="0062748B" w:rsidRDefault="0062748B" w:rsidP="0062748B">
      <w:r>
        <w:t xml:space="preserve">23.1.11      .         .        +INF       EPS       </w:t>
      </w:r>
    </w:p>
    <w:p w:rsidR="0062748B" w:rsidRDefault="0062748B" w:rsidP="0062748B">
      <w:r>
        <w:t xml:space="preserve">23.1.12      .         .        +INF       EPS       </w:t>
      </w:r>
    </w:p>
    <w:p w:rsidR="0062748B" w:rsidRDefault="0062748B" w:rsidP="0062748B">
      <w:r>
        <w:t xml:space="preserve">23.1.13      .         .        +INF       EPS       </w:t>
      </w:r>
    </w:p>
    <w:p w:rsidR="0062748B" w:rsidRDefault="0062748B" w:rsidP="0062748B">
      <w:r>
        <w:t xml:space="preserve">23.1.14      .         .        +INF       EPS       </w:t>
      </w:r>
    </w:p>
    <w:p w:rsidR="0062748B" w:rsidRDefault="0062748B" w:rsidP="0062748B">
      <w:r>
        <w:t xml:space="preserve">23.1.15      .         .        +INF       EPS       </w:t>
      </w:r>
    </w:p>
    <w:p w:rsidR="0062748B" w:rsidRDefault="0062748B" w:rsidP="0062748B">
      <w:r>
        <w:t xml:space="preserve">23.1.16      .         .        +INF       EPS       </w:t>
      </w:r>
    </w:p>
    <w:p w:rsidR="0062748B" w:rsidRDefault="0062748B" w:rsidP="0062748B">
      <w:r>
        <w:t xml:space="preserve">23.1.17      .         .        +INF       EPS       </w:t>
      </w:r>
    </w:p>
    <w:p w:rsidR="0062748B" w:rsidRDefault="0062748B" w:rsidP="0062748B">
      <w:r>
        <w:t xml:space="preserve">23.1.18      .         .        +INF       EPS       </w:t>
      </w:r>
    </w:p>
    <w:p w:rsidR="0062748B" w:rsidRDefault="0062748B" w:rsidP="0062748B">
      <w:r>
        <w:t xml:space="preserve">23.1.19      .         .        +INF       EPS       </w:t>
      </w:r>
    </w:p>
    <w:p w:rsidR="0062748B" w:rsidRDefault="0062748B" w:rsidP="0062748B">
      <w:r>
        <w:t xml:space="preserve">23.1.20      .         .        +INF       EPS       </w:t>
      </w:r>
    </w:p>
    <w:p w:rsidR="0062748B" w:rsidRDefault="0062748B" w:rsidP="0062748B">
      <w:r>
        <w:t xml:space="preserve">23.1.21      .         .        +INF       EPS       </w:t>
      </w:r>
    </w:p>
    <w:p w:rsidR="0062748B" w:rsidRDefault="0062748B" w:rsidP="0062748B">
      <w:r>
        <w:t xml:space="preserve">23.1.22      .         .        +INF       EPS       </w:t>
      </w:r>
    </w:p>
    <w:p w:rsidR="0062748B" w:rsidRDefault="0062748B" w:rsidP="0062748B">
      <w:r>
        <w:t xml:space="preserve">23.1.23      .         .        +INF       EPS       </w:t>
      </w:r>
    </w:p>
    <w:p w:rsidR="0062748B" w:rsidRDefault="0062748B" w:rsidP="0062748B">
      <w:r>
        <w:t xml:space="preserve">23.1.24      .         .        +INF       EPS       </w:t>
      </w:r>
    </w:p>
    <w:p w:rsidR="0062748B" w:rsidRDefault="0062748B" w:rsidP="0062748B">
      <w:r>
        <w:t xml:space="preserve">23.1.25      .         .        +INF       EPS       </w:t>
      </w:r>
    </w:p>
    <w:p w:rsidR="0062748B" w:rsidRDefault="0062748B" w:rsidP="0062748B">
      <w:r>
        <w:t xml:space="preserve">23.1.26      .         .        +INF       EPS       </w:t>
      </w:r>
    </w:p>
    <w:p w:rsidR="0062748B" w:rsidRDefault="0062748B" w:rsidP="0062748B">
      <w:r>
        <w:t xml:space="preserve">23.1.27      .         .        +INF       EPS       </w:t>
      </w:r>
    </w:p>
    <w:p w:rsidR="0062748B" w:rsidRDefault="0062748B" w:rsidP="0062748B">
      <w:r>
        <w:t xml:space="preserve">23.1.28      .         .        +INF       EPS       </w:t>
      </w:r>
    </w:p>
    <w:p w:rsidR="0062748B" w:rsidRDefault="0062748B" w:rsidP="0062748B">
      <w:r>
        <w:lastRenderedPageBreak/>
        <w:t xml:space="preserve">23.1.29      .         .        +INF       EPS       </w:t>
      </w:r>
    </w:p>
    <w:p w:rsidR="0062748B" w:rsidRDefault="0062748B" w:rsidP="0062748B">
      <w:r>
        <w:t xml:space="preserve">24.1.1       .         .        +INF       EPS       </w:t>
      </w:r>
    </w:p>
    <w:p w:rsidR="0062748B" w:rsidRDefault="0062748B" w:rsidP="0062748B">
      <w:r>
        <w:t xml:space="preserve">24.1.2       .         .        +INF       EPS       </w:t>
      </w:r>
    </w:p>
    <w:p w:rsidR="0062748B" w:rsidRDefault="0062748B" w:rsidP="0062748B">
      <w:r>
        <w:t xml:space="preserve">24.1.3       .         .        +INF       EPS       </w:t>
      </w:r>
    </w:p>
    <w:p w:rsidR="0062748B" w:rsidRDefault="0062748B" w:rsidP="0062748B">
      <w:r>
        <w:t xml:space="preserve">24.1.4       .         .        +INF       EPS       </w:t>
      </w:r>
    </w:p>
    <w:p w:rsidR="0062748B" w:rsidRDefault="0062748B" w:rsidP="0062748B">
      <w:r>
        <w:t xml:space="preserve">24.1.5       .         .        +INF       EPS       </w:t>
      </w:r>
    </w:p>
    <w:p w:rsidR="0062748B" w:rsidRDefault="0062748B" w:rsidP="0062748B">
      <w:r>
        <w:t xml:space="preserve">24.1.6       .         .        +INF       EPS       </w:t>
      </w:r>
    </w:p>
    <w:p w:rsidR="0062748B" w:rsidRDefault="0062748B" w:rsidP="0062748B">
      <w:r>
        <w:t xml:space="preserve">24.1.7       .         .        +INF       EPS       </w:t>
      </w:r>
    </w:p>
    <w:p w:rsidR="0062748B" w:rsidRDefault="0062748B" w:rsidP="0062748B">
      <w:r>
        <w:t xml:space="preserve">24.1.8       .         .        +INF       EPS       </w:t>
      </w:r>
    </w:p>
    <w:p w:rsidR="0062748B" w:rsidRDefault="0062748B" w:rsidP="0062748B">
      <w:r>
        <w:t xml:space="preserve">24.1.9       .         .        +INF       EPS       </w:t>
      </w:r>
    </w:p>
    <w:p w:rsidR="0062748B" w:rsidRDefault="0062748B" w:rsidP="0062748B">
      <w:r>
        <w:t xml:space="preserve">24.1.10      .         .        +INF       EPS       </w:t>
      </w:r>
    </w:p>
    <w:p w:rsidR="0062748B" w:rsidRDefault="0062748B" w:rsidP="0062748B">
      <w:r>
        <w:t xml:space="preserve">24.1.11      .         .        +INF       EPS       </w:t>
      </w:r>
    </w:p>
    <w:p w:rsidR="0062748B" w:rsidRDefault="0062748B" w:rsidP="0062748B">
      <w:r>
        <w:t xml:space="preserve">24.1.12      .         .        +INF       EPS       </w:t>
      </w:r>
    </w:p>
    <w:p w:rsidR="0062748B" w:rsidRDefault="0062748B" w:rsidP="0062748B">
      <w:r>
        <w:t xml:space="preserve">24.1.13      .         .        +INF       EPS       </w:t>
      </w:r>
    </w:p>
    <w:p w:rsidR="0062748B" w:rsidRDefault="0062748B" w:rsidP="0062748B">
      <w:r>
        <w:t xml:space="preserve">24.1.14      .         .        +INF       EPS       </w:t>
      </w:r>
    </w:p>
    <w:p w:rsidR="0062748B" w:rsidRDefault="0062748B" w:rsidP="0062748B">
      <w:r>
        <w:t xml:space="preserve">24.1.15      .         .        +INF       EPS       </w:t>
      </w:r>
    </w:p>
    <w:p w:rsidR="0062748B" w:rsidRDefault="0062748B" w:rsidP="0062748B">
      <w:r>
        <w:t xml:space="preserve">24.1.16      .         .        +INF       EPS       </w:t>
      </w:r>
    </w:p>
    <w:p w:rsidR="0062748B" w:rsidRDefault="0062748B" w:rsidP="0062748B">
      <w:r>
        <w:t xml:space="preserve">24.1.17      .         .        +INF       EPS       </w:t>
      </w:r>
    </w:p>
    <w:p w:rsidR="0062748B" w:rsidRDefault="0062748B" w:rsidP="0062748B">
      <w:r>
        <w:t xml:space="preserve">24.1.18      .         .        +INF       EPS       </w:t>
      </w:r>
    </w:p>
    <w:p w:rsidR="0062748B" w:rsidRDefault="0062748B" w:rsidP="0062748B">
      <w:r>
        <w:t xml:space="preserve">24.1.19      .         .        +INF       EPS       </w:t>
      </w:r>
    </w:p>
    <w:p w:rsidR="0062748B" w:rsidRDefault="0062748B" w:rsidP="0062748B">
      <w:r>
        <w:t xml:space="preserve">24.1.20      .         .        +INF       EPS       </w:t>
      </w:r>
    </w:p>
    <w:p w:rsidR="0062748B" w:rsidRDefault="0062748B" w:rsidP="0062748B">
      <w:r>
        <w:t xml:space="preserve">24.1.21      .         .        +INF       EPS       </w:t>
      </w:r>
    </w:p>
    <w:p w:rsidR="0062748B" w:rsidRDefault="0062748B" w:rsidP="0062748B">
      <w:r>
        <w:t xml:space="preserve">24.1.22      .         .        +INF       EPS       </w:t>
      </w:r>
    </w:p>
    <w:p w:rsidR="0062748B" w:rsidRDefault="0062748B" w:rsidP="0062748B">
      <w:r>
        <w:t xml:space="preserve">24.1.23      .         .        +INF       EPS       </w:t>
      </w:r>
    </w:p>
    <w:p w:rsidR="0062748B" w:rsidRDefault="0062748B" w:rsidP="0062748B">
      <w:r>
        <w:t xml:space="preserve">24.1.24      .         .        +INF       EPS       </w:t>
      </w:r>
    </w:p>
    <w:p w:rsidR="0062748B" w:rsidRDefault="0062748B" w:rsidP="0062748B">
      <w:r>
        <w:lastRenderedPageBreak/>
        <w:t xml:space="preserve">24.1.25      .         .        +INF       EPS       </w:t>
      </w:r>
    </w:p>
    <w:p w:rsidR="0062748B" w:rsidRDefault="0062748B" w:rsidP="0062748B">
      <w:r>
        <w:t xml:space="preserve">24.1.26      .         .        +INF       EPS       </w:t>
      </w:r>
    </w:p>
    <w:p w:rsidR="0062748B" w:rsidRDefault="0062748B" w:rsidP="0062748B">
      <w:r>
        <w:t xml:space="preserve">24.1.27      .         .        +INF       EPS       </w:t>
      </w:r>
    </w:p>
    <w:p w:rsidR="0062748B" w:rsidRDefault="0062748B" w:rsidP="0062748B">
      <w:r>
        <w:t xml:space="preserve">24.1.28      .         .        +INF       EPS       </w:t>
      </w:r>
    </w:p>
    <w:p w:rsidR="0062748B" w:rsidRDefault="0062748B" w:rsidP="0062748B">
      <w:r>
        <w:t xml:space="preserve">24.1.29      .         .        +INF       EPS       </w:t>
      </w:r>
    </w:p>
    <w:p w:rsidR="0062748B" w:rsidRDefault="0062748B" w:rsidP="0062748B">
      <w:r>
        <w:t xml:space="preserve">25.1.1       .         .        +INF       EPS       </w:t>
      </w:r>
    </w:p>
    <w:p w:rsidR="0062748B" w:rsidRDefault="0062748B" w:rsidP="0062748B">
      <w:r>
        <w:t xml:space="preserve">25.1.2       .         .        +INF       EPS       </w:t>
      </w:r>
    </w:p>
    <w:p w:rsidR="0062748B" w:rsidRDefault="0062748B" w:rsidP="0062748B">
      <w:r>
        <w:t xml:space="preserve">25.1.3       .         .        +INF       EPS       </w:t>
      </w:r>
    </w:p>
    <w:p w:rsidR="0062748B" w:rsidRDefault="0062748B" w:rsidP="0062748B">
      <w:r>
        <w:t xml:space="preserve">25.1.4       .         .        +INF       EPS       </w:t>
      </w:r>
    </w:p>
    <w:p w:rsidR="0062748B" w:rsidRDefault="0062748B" w:rsidP="0062748B">
      <w:r>
        <w:t xml:space="preserve">25.1.5       .         .        +INF       EPS       </w:t>
      </w:r>
    </w:p>
    <w:p w:rsidR="0062748B" w:rsidRDefault="0062748B" w:rsidP="0062748B">
      <w:r>
        <w:t xml:space="preserve">25.1.6       .         .        +INF       EPS       </w:t>
      </w:r>
    </w:p>
    <w:p w:rsidR="0062748B" w:rsidRDefault="0062748B" w:rsidP="0062748B">
      <w:r>
        <w:t xml:space="preserve">25.1.7       .         .        +INF       EPS       </w:t>
      </w:r>
    </w:p>
    <w:p w:rsidR="0062748B" w:rsidRDefault="0062748B" w:rsidP="0062748B">
      <w:r>
        <w:t xml:space="preserve">25.1.8       .         .        +INF       EPS       </w:t>
      </w:r>
    </w:p>
    <w:p w:rsidR="0062748B" w:rsidRDefault="0062748B" w:rsidP="0062748B">
      <w:r>
        <w:t xml:space="preserve">25.1.9       .         .        +INF       EPS       </w:t>
      </w:r>
    </w:p>
    <w:p w:rsidR="0062748B" w:rsidRDefault="0062748B" w:rsidP="0062748B">
      <w:r>
        <w:t xml:space="preserve">25.1.10      .         .        +INF       EPS       </w:t>
      </w:r>
    </w:p>
    <w:p w:rsidR="0062748B" w:rsidRDefault="0062748B" w:rsidP="0062748B">
      <w:r>
        <w:t xml:space="preserve">25.1.11      .         .        +INF       EPS       </w:t>
      </w:r>
    </w:p>
    <w:p w:rsidR="0062748B" w:rsidRDefault="0062748B" w:rsidP="0062748B">
      <w:r>
        <w:t xml:space="preserve">25.1.12      .         .        +INF       EPS       </w:t>
      </w:r>
    </w:p>
    <w:p w:rsidR="0062748B" w:rsidRDefault="0062748B" w:rsidP="0062748B">
      <w:r>
        <w:t xml:space="preserve">25.1.13      .         .        +INF       EPS       </w:t>
      </w:r>
    </w:p>
    <w:p w:rsidR="0062748B" w:rsidRDefault="0062748B" w:rsidP="0062748B">
      <w:r>
        <w:t xml:space="preserve">25.1.14      .         .        +INF       EPS       </w:t>
      </w:r>
    </w:p>
    <w:p w:rsidR="0062748B" w:rsidRDefault="0062748B" w:rsidP="0062748B">
      <w:r>
        <w:t xml:space="preserve">25.1.15      .         .        +INF       EPS       </w:t>
      </w:r>
    </w:p>
    <w:p w:rsidR="0062748B" w:rsidRDefault="0062748B" w:rsidP="0062748B">
      <w:r>
        <w:t xml:space="preserve">25.1.16      .         .        +INF       EPS       </w:t>
      </w:r>
    </w:p>
    <w:p w:rsidR="0062748B" w:rsidRDefault="0062748B" w:rsidP="0062748B">
      <w:r>
        <w:t xml:space="preserve">25.1.17      .         .        +INF       EPS       </w:t>
      </w:r>
    </w:p>
    <w:p w:rsidR="0062748B" w:rsidRDefault="0062748B" w:rsidP="0062748B">
      <w:r>
        <w:t xml:space="preserve">25.1.18      .         .        +INF       EPS       </w:t>
      </w:r>
    </w:p>
    <w:p w:rsidR="0062748B" w:rsidRDefault="0062748B" w:rsidP="0062748B">
      <w:r>
        <w:t xml:space="preserve">25.1.19      .         .        +INF       EPS       </w:t>
      </w:r>
    </w:p>
    <w:p w:rsidR="0062748B" w:rsidRDefault="0062748B" w:rsidP="0062748B">
      <w:r>
        <w:t xml:space="preserve">25.1.20      .         .        +INF       EPS       </w:t>
      </w:r>
    </w:p>
    <w:p w:rsidR="0062748B" w:rsidRDefault="0062748B" w:rsidP="0062748B">
      <w:r>
        <w:lastRenderedPageBreak/>
        <w:t xml:space="preserve">25.1.21      .         .        +INF       EPS       </w:t>
      </w:r>
    </w:p>
    <w:p w:rsidR="0062748B" w:rsidRDefault="0062748B" w:rsidP="0062748B">
      <w:r>
        <w:t xml:space="preserve">25.1.22      .         .        +INF       EPS       </w:t>
      </w:r>
    </w:p>
    <w:p w:rsidR="0062748B" w:rsidRDefault="0062748B" w:rsidP="0062748B">
      <w:r>
        <w:t xml:space="preserve">25.1.23      .         .        +INF       EPS       </w:t>
      </w:r>
    </w:p>
    <w:p w:rsidR="0062748B" w:rsidRDefault="0062748B" w:rsidP="0062748B">
      <w:r>
        <w:t xml:space="preserve">25.1.24      .         .        +INF       EPS       </w:t>
      </w:r>
    </w:p>
    <w:p w:rsidR="0062748B" w:rsidRDefault="0062748B" w:rsidP="0062748B">
      <w:r>
        <w:t xml:space="preserve">25.1.25      .         .        +INF       EPS       </w:t>
      </w:r>
    </w:p>
    <w:p w:rsidR="0062748B" w:rsidRDefault="0062748B" w:rsidP="0062748B">
      <w:r>
        <w:t xml:space="preserve">25.1.26      .         .        +INF       EPS       </w:t>
      </w:r>
    </w:p>
    <w:p w:rsidR="0062748B" w:rsidRDefault="0062748B" w:rsidP="0062748B">
      <w:r>
        <w:t xml:space="preserve">25.1.27      .         .        +INF       EPS       </w:t>
      </w:r>
    </w:p>
    <w:p w:rsidR="0062748B" w:rsidRDefault="0062748B" w:rsidP="0062748B">
      <w:r>
        <w:t xml:space="preserve">25.1.28      .         .        +INF       EPS       </w:t>
      </w:r>
    </w:p>
    <w:p w:rsidR="0062748B" w:rsidRDefault="0062748B" w:rsidP="0062748B">
      <w:r>
        <w:t xml:space="preserve">25.1.29      .         .        +INF       EPS       </w:t>
      </w:r>
    </w:p>
    <w:p w:rsidR="0062748B" w:rsidRDefault="0062748B" w:rsidP="0062748B">
      <w:r>
        <w:t xml:space="preserve">26.1.1       .         .        +INF       EPS       </w:t>
      </w:r>
    </w:p>
    <w:p w:rsidR="0062748B" w:rsidRDefault="0062748B" w:rsidP="0062748B">
      <w:r>
        <w:t xml:space="preserve">26.1.2       .         .        +INF       EPS       </w:t>
      </w:r>
    </w:p>
    <w:p w:rsidR="0062748B" w:rsidRDefault="0062748B" w:rsidP="0062748B">
      <w:r>
        <w:t xml:space="preserve">26.1.3       .         .        +INF       EPS       </w:t>
      </w:r>
    </w:p>
    <w:p w:rsidR="0062748B" w:rsidRDefault="0062748B" w:rsidP="0062748B">
      <w:r>
        <w:t xml:space="preserve">26.1.4       .         .        +INF       EPS       </w:t>
      </w:r>
    </w:p>
    <w:p w:rsidR="0062748B" w:rsidRDefault="0062748B" w:rsidP="0062748B">
      <w:r>
        <w:t xml:space="preserve">26.1.5       .         .        +INF       EPS       </w:t>
      </w:r>
    </w:p>
    <w:p w:rsidR="0062748B" w:rsidRDefault="0062748B" w:rsidP="0062748B">
      <w:r>
        <w:t xml:space="preserve">26.1.6       .         .        +INF       EPS       </w:t>
      </w:r>
    </w:p>
    <w:p w:rsidR="0062748B" w:rsidRDefault="0062748B" w:rsidP="0062748B">
      <w:r>
        <w:t xml:space="preserve">26.1.7       .         .        +INF       EPS       </w:t>
      </w:r>
    </w:p>
    <w:p w:rsidR="0062748B" w:rsidRDefault="0062748B" w:rsidP="0062748B">
      <w:r>
        <w:t xml:space="preserve">26.1.8       .         .        +INF       EPS       </w:t>
      </w:r>
    </w:p>
    <w:p w:rsidR="0062748B" w:rsidRDefault="0062748B" w:rsidP="0062748B">
      <w:r>
        <w:t xml:space="preserve">26.1.9       .         .        +INF       EPS       </w:t>
      </w:r>
    </w:p>
    <w:p w:rsidR="0062748B" w:rsidRDefault="0062748B" w:rsidP="0062748B">
      <w:r>
        <w:t xml:space="preserve">26.1.10      .         .        +INF       EPS       </w:t>
      </w:r>
    </w:p>
    <w:p w:rsidR="0062748B" w:rsidRDefault="0062748B" w:rsidP="0062748B">
      <w:r>
        <w:t xml:space="preserve">26.1.11      .         .        +INF       EPS       </w:t>
      </w:r>
    </w:p>
    <w:p w:rsidR="0062748B" w:rsidRDefault="0062748B" w:rsidP="0062748B">
      <w:r>
        <w:t xml:space="preserve">26.1.12      .         .        +INF       EPS       </w:t>
      </w:r>
    </w:p>
    <w:p w:rsidR="0062748B" w:rsidRDefault="0062748B" w:rsidP="0062748B">
      <w:r>
        <w:t xml:space="preserve">26.1.13      .         .        +INF       EPS       </w:t>
      </w:r>
    </w:p>
    <w:p w:rsidR="0062748B" w:rsidRDefault="0062748B" w:rsidP="0062748B">
      <w:r>
        <w:t xml:space="preserve">26.1.14      .         .        +INF       EPS       </w:t>
      </w:r>
    </w:p>
    <w:p w:rsidR="0062748B" w:rsidRDefault="0062748B" w:rsidP="0062748B">
      <w:r>
        <w:t xml:space="preserve">26.1.15      .         .        +INF       EPS       </w:t>
      </w:r>
    </w:p>
    <w:p w:rsidR="0062748B" w:rsidRDefault="0062748B" w:rsidP="0062748B">
      <w:r>
        <w:t xml:space="preserve">26.1.16      .         .        +INF       EPS       </w:t>
      </w:r>
    </w:p>
    <w:p w:rsidR="0062748B" w:rsidRDefault="0062748B" w:rsidP="0062748B">
      <w:r>
        <w:lastRenderedPageBreak/>
        <w:t xml:space="preserve">26.1.17      .         .        +INF       EPS       </w:t>
      </w:r>
    </w:p>
    <w:p w:rsidR="0062748B" w:rsidRDefault="0062748B" w:rsidP="0062748B">
      <w:r>
        <w:t xml:space="preserve">26.1.18      .         .        +INF       EPS       </w:t>
      </w:r>
    </w:p>
    <w:p w:rsidR="0062748B" w:rsidRDefault="0062748B" w:rsidP="0062748B">
      <w:r>
        <w:t xml:space="preserve">26.1.19      .         .        +INF       EPS       </w:t>
      </w:r>
    </w:p>
    <w:p w:rsidR="0062748B" w:rsidRDefault="0062748B" w:rsidP="0062748B">
      <w:r>
        <w:t xml:space="preserve">26.1.20      .         .        +INF       EPS       </w:t>
      </w:r>
    </w:p>
    <w:p w:rsidR="0062748B" w:rsidRDefault="0062748B" w:rsidP="0062748B">
      <w:r>
        <w:t xml:space="preserve">26.1.21      .         .        +INF       EPS       </w:t>
      </w:r>
    </w:p>
    <w:p w:rsidR="0062748B" w:rsidRDefault="0062748B" w:rsidP="0062748B">
      <w:r>
        <w:t xml:space="preserve">26.1.22      .         .        +INF       EPS       </w:t>
      </w:r>
    </w:p>
    <w:p w:rsidR="0062748B" w:rsidRDefault="0062748B" w:rsidP="0062748B">
      <w:r>
        <w:t xml:space="preserve">26.1.23      .         .        +INF       EPS       </w:t>
      </w:r>
    </w:p>
    <w:p w:rsidR="0062748B" w:rsidRDefault="0062748B" w:rsidP="0062748B">
      <w:r>
        <w:t xml:space="preserve">26.1.24      .         .        +INF       EPS       </w:t>
      </w:r>
    </w:p>
    <w:p w:rsidR="0062748B" w:rsidRDefault="0062748B" w:rsidP="0062748B">
      <w:r>
        <w:t xml:space="preserve">26.1.25      .         .        +INF       EPS       </w:t>
      </w:r>
    </w:p>
    <w:p w:rsidR="0062748B" w:rsidRDefault="0062748B" w:rsidP="0062748B">
      <w:r>
        <w:t xml:space="preserve">26.1.26      .         .        +INF       EPS       </w:t>
      </w:r>
    </w:p>
    <w:p w:rsidR="0062748B" w:rsidRDefault="0062748B" w:rsidP="0062748B">
      <w:r>
        <w:t xml:space="preserve">26.1.27      .         .        +INF       EPS       </w:t>
      </w:r>
    </w:p>
    <w:p w:rsidR="0062748B" w:rsidRDefault="0062748B" w:rsidP="0062748B">
      <w:r>
        <w:t xml:space="preserve">26.1.28      .         .        +INF       EPS       </w:t>
      </w:r>
    </w:p>
    <w:p w:rsidR="0062748B" w:rsidRDefault="0062748B" w:rsidP="0062748B">
      <w:r>
        <w:t xml:space="preserve">26.1.29      .         .        +INF       EPS       </w:t>
      </w:r>
    </w:p>
    <w:p w:rsidR="0062748B" w:rsidRDefault="0062748B" w:rsidP="0062748B">
      <w:r>
        <w:t xml:space="preserve">27.1.1       .         .        +INF       EPS       </w:t>
      </w:r>
    </w:p>
    <w:p w:rsidR="0062748B" w:rsidRDefault="0062748B" w:rsidP="0062748B">
      <w:r>
        <w:t xml:space="preserve">27.1.2       .         .        +INF       EPS       </w:t>
      </w:r>
    </w:p>
    <w:p w:rsidR="0062748B" w:rsidRDefault="0062748B" w:rsidP="0062748B">
      <w:r>
        <w:t xml:space="preserve">27.1.3       .         .        +INF       EPS       </w:t>
      </w:r>
    </w:p>
    <w:p w:rsidR="0062748B" w:rsidRDefault="0062748B" w:rsidP="0062748B">
      <w:r>
        <w:t xml:space="preserve">27.1.4       .         .        +INF       EPS       </w:t>
      </w:r>
    </w:p>
    <w:p w:rsidR="0062748B" w:rsidRDefault="0062748B" w:rsidP="0062748B">
      <w:r>
        <w:t xml:space="preserve">27.1.5       .         .        +INF       EPS       </w:t>
      </w:r>
    </w:p>
    <w:p w:rsidR="0062748B" w:rsidRDefault="0062748B" w:rsidP="0062748B">
      <w:r>
        <w:t xml:space="preserve">27.1.6       .         .        +INF       EPS       </w:t>
      </w:r>
    </w:p>
    <w:p w:rsidR="0062748B" w:rsidRDefault="0062748B" w:rsidP="0062748B">
      <w:r>
        <w:t xml:space="preserve">27.1.7       .         .        +INF       EPS       </w:t>
      </w:r>
    </w:p>
    <w:p w:rsidR="0062748B" w:rsidRDefault="0062748B" w:rsidP="0062748B">
      <w:r>
        <w:t xml:space="preserve">27.1.8       .         .        +INF       EPS       </w:t>
      </w:r>
    </w:p>
    <w:p w:rsidR="0062748B" w:rsidRDefault="0062748B" w:rsidP="0062748B">
      <w:r>
        <w:t xml:space="preserve">27.1.9       .         .        +INF       EPS       </w:t>
      </w:r>
    </w:p>
    <w:p w:rsidR="0062748B" w:rsidRDefault="0062748B" w:rsidP="0062748B">
      <w:r>
        <w:t xml:space="preserve">27.1.10      .         .        +INF       EPS       </w:t>
      </w:r>
    </w:p>
    <w:p w:rsidR="0062748B" w:rsidRDefault="0062748B" w:rsidP="0062748B">
      <w:r>
        <w:t xml:space="preserve">27.1.11      .         .        +INF       EPS       </w:t>
      </w:r>
    </w:p>
    <w:p w:rsidR="0062748B" w:rsidRDefault="0062748B" w:rsidP="0062748B">
      <w:r>
        <w:t xml:space="preserve">27.1.12      .         .        +INF       EPS       </w:t>
      </w:r>
    </w:p>
    <w:p w:rsidR="0062748B" w:rsidRDefault="0062748B" w:rsidP="0062748B">
      <w:r>
        <w:lastRenderedPageBreak/>
        <w:t xml:space="preserve">27.1.13      .         .        +INF       EPS       </w:t>
      </w:r>
    </w:p>
    <w:p w:rsidR="0062748B" w:rsidRDefault="0062748B" w:rsidP="0062748B">
      <w:r>
        <w:t xml:space="preserve">27.1.14      .         .        +INF       EPS       </w:t>
      </w:r>
    </w:p>
    <w:p w:rsidR="0062748B" w:rsidRDefault="0062748B" w:rsidP="0062748B">
      <w:r>
        <w:t xml:space="preserve">27.1.15      .         .        +INF       EPS       </w:t>
      </w:r>
    </w:p>
    <w:p w:rsidR="0062748B" w:rsidRDefault="0062748B" w:rsidP="0062748B">
      <w:r>
        <w:t xml:space="preserve">27.1.16      .         .        +INF       EPS       </w:t>
      </w:r>
    </w:p>
    <w:p w:rsidR="0062748B" w:rsidRDefault="0062748B" w:rsidP="0062748B">
      <w:r>
        <w:t xml:space="preserve">27.1.17      .         .        +INF       EPS       </w:t>
      </w:r>
    </w:p>
    <w:p w:rsidR="0062748B" w:rsidRDefault="0062748B" w:rsidP="0062748B">
      <w:r>
        <w:t xml:space="preserve">27.1.18      .         .        +INF       EPS       </w:t>
      </w:r>
    </w:p>
    <w:p w:rsidR="0062748B" w:rsidRDefault="0062748B" w:rsidP="0062748B">
      <w:r>
        <w:t xml:space="preserve">27.1.19      .         .        +INF       EPS       </w:t>
      </w:r>
    </w:p>
    <w:p w:rsidR="0062748B" w:rsidRDefault="0062748B" w:rsidP="0062748B">
      <w:r>
        <w:t xml:space="preserve">27.1.20      .         .        +INF       EPS       </w:t>
      </w:r>
    </w:p>
    <w:p w:rsidR="0062748B" w:rsidRDefault="0062748B" w:rsidP="0062748B">
      <w:r>
        <w:t xml:space="preserve">27.1.21      .         .        +INF       EPS       </w:t>
      </w:r>
    </w:p>
    <w:p w:rsidR="0062748B" w:rsidRDefault="0062748B" w:rsidP="0062748B">
      <w:r>
        <w:t xml:space="preserve">27.1.22      .         .        +INF       EPS       </w:t>
      </w:r>
    </w:p>
    <w:p w:rsidR="0062748B" w:rsidRDefault="0062748B" w:rsidP="0062748B">
      <w:r>
        <w:t xml:space="preserve">27.1.23      .         .        +INF       EPS       </w:t>
      </w:r>
    </w:p>
    <w:p w:rsidR="0062748B" w:rsidRDefault="0062748B" w:rsidP="0062748B">
      <w:r>
        <w:t xml:space="preserve">27.1.24      .         .        +INF       EPS       </w:t>
      </w:r>
    </w:p>
    <w:p w:rsidR="0062748B" w:rsidRDefault="0062748B" w:rsidP="0062748B">
      <w:r>
        <w:t xml:space="preserve">27.1.25      .         .        +INF       EPS       </w:t>
      </w:r>
    </w:p>
    <w:p w:rsidR="0062748B" w:rsidRDefault="0062748B" w:rsidP="0062748B">
      <w:r>
        <w:t xml:space="preserve">27.1.26      .         .        +INF       EPS       </w:t>
      </w:r>
    </w:p>
    <w:p w:rsidR="0062748B" w:rsidRDefault="0062748B" w:rsidP="0062748B">
      <w:r>
        <w:t xml:space="preserve">27.1.27      .         .        +INF       EPS       </w:t>
      </w:r>
    </w:p>
    <w:p w:rsidR="0062748B" w:rsidRDefault="0062748B" w:rsidP="0062748B">
      <w:r>
        <w:t xml:space="preserve">27.1.28      .         .        +INF       EPS       </w:t>
      </w:r>
    </w:p>
    <w:p w:rsidR="0062748B" w:rsidRDefault="0062748B" w:rsidP="0062748B">
      <w:r>
        <w:t xml:space="preserve">27.1.29      .         .        +INF       EPS       </w:t>
      </w:r>
    </w:p>
    <w:p w:rsidR="0062748B" w:rsidRDefault="0062748B" w:rsidP="0062748B">
      <w:r>
        <w:t xml:space="preserve">28.1.1       .         .        +INF       EPS       </w:t>
      </w:r>
    </w:p>
    <w:p w:rsidR="0062748B" w:rsidRDefault="0062748B" w:rsidP="0062748B">
      <w:r>
        <w:t xml:space="preserve">28.1.2       .         .        +INF       EPS       </w:t>
      </w:r>
    </w:p>
    <w:p w:rsidR="0062748B" w:rsidRDefault="0062748B" w:rsidP="0062748B">
      <w:r>
        <w:t xml:space="preserve">28.1.3       .         .        +INF       EPS       </w:t>
      </w:r>
    </w:p>
    <w:p w:rsidR="0062748B" w:rsidRDefault="0062748B" w:rsidP="0062748B">
      <w:r>
        <w:t xml:space="preserve">28.1.4       .         .        +INF       EPS       </w:t>
      </w:r>
    </w:p>
    <w:p w:rsidR="0062748B" w:rsidRDefault="0062748B" w:rsidP="0062748B">
      <w:r>
        <w:t xml:space="preserve">28.1.5       .         .        +INF       EPS       </w:t>
      </w:r>
    </w:p>
    <w:p w:rsidR="0062748B" w:rsidRDefault="0062748B" w:rsidP="0062748B">
      <w:r>
        <w:t xml:space="preserve">28.1.6       .         .        +INF       EPS       </w:t>
      </w:r>
    </w:p>
    <w:p w:rsidR="0062748B" w:rsidRDefault="0062748B" w:rsidP="0062748B">
      <w:r>
        <w:t xml:space="preserve">28.1.7       .         .        +INF       EPS       </w:t>
      </w:r>
    </w:p>
    <w:p w:rsidR="0062748B" w:rsidRDefault="0062748B" w:rsidP="0062748B">
      <w:r>
        <w:t xml:space="preserve">28.1.8       .         .        +INF       EPS       </w:t>
      </w:r>
    </w:p>
    <w:p w:rsidR="0062748B" w:rsidRDefault="0062748B" w:rsidP="0062748B">
      <w:r>
        <w:lastRenderedPageBreak/>
        <w:t xml:space="preserve">28.1.9       .         .        +INF       EPS       </w:t>
      </w:r>
    </w:p>
    <w:p w:rsidR="0062748B" w:rsidRDefault="0062748B" w:rsidP="0062748B">
      <w:r>
        <w:t xml:space="preserve">28.1.10      .         .        +INF       EPS       </w:t>
      </w:r>
    </w:p>
    <w:p w:rsidR="0062748B" w:rsidRDefault="0062748B" w:rsidP="0062748B">
      <w:r>
        <w:t xml:space="preserve">28.1.11      .         .        +INF       EPS       </w:t>
      </w:r>
    </w:p>
    <w:p w:rsidR="0062748B" w:rsidRDefault="0062748B" w:rsidP="0062748B">
      <w:r>
        <w:t xml:space="preserve">28.1.12      .         .        +INF       EPS       </w:t>
      </w:r>
    </w:p>
    <w:p w:rsidR="0062748B" w:rsidRDefault="0062748B" w:rsidP="0062748B">
      <w:r>
        <w:t xml:space="preserve">28.1.13      .         .        +INF       EPS       </w:t>
      </w:r>
    </w:p>
    <w:p w:rsidR="0062748B" w:rsidRDefault="0062748B" w:rsidP="0062748B">
      <w:r>
        <w:t xml:space="preserve">28.1.14      .         .        +INF       EPS       </w:t>
      </w:r>
    </w:p>
    <w:p w:rsidR="0062748B" w:rsidRDefault="0062748B" w:rsidP="0062748B">
      <w:r>
        <w:t xml:space="preserve">28.1.15      .         .        +INF       EPS       </w:t>
      </w:r>
    </w:p>
    <w:p w:rsidR="0062748B" w:rsidRDefault="0062748B" w:rsidP="0062748B">
      <w:r>
        <w:t xml:space="preserve">28.1.16      .         .        +INF       EPS       </w:t>
      </w:r>
    </w:p>
    <w:p w:rsidR="0062748B" w:rsidRDefault="0062748B" w:rsidP="0062748B">
      <w:r>
        <w:t xml:space="preserve">28.1.17      .         .        +INF       EPS       </w:t>
      </w:r>
    </w:p>
    <w:p w:rsidR="0062748B" w:rsidRDefault="0062748B" w:rsidP="0062748B">
      <w:r>
        <w:t xml:space="preserve">28.1.18      .         .        +INF       EPS       </w:t>
      </w:r>
    </w:p>
    <w:p w:rsidR="0062748B" w:rsidRDefault="0062748B" w:rsidP="0062748B">
      <w:r>
        <w:t xml:space="preserve">28.1.19      .         .        +INF       EPS       </w:t>
      </w:r>
    </w:p>
    <w:p w:rsidR="0062748B" w:rsidRDefault="0062748B" w:rsidP="0062748B">
      <w:r>
        <w:t xml:space="preserve">28.1.20      .         .        +INF       EPS       </w:t>
      </w:r>
    </w:p>
    <w:p w:rsidR="0062748B" w:rsidRDefault="0062748B" w:rsidP="0062748B">
      <w:r>
        <w:t xml:space="preserve">28.1.21      .         .        +INF       EPS       </w:t>
      </w:r>
    </w:p>
    <w:p w:rsidR="0062748B" w:rsidRDefault="0062748B" w:rsidP="0062748B">
      <w:r>
        <w:t xml:space="preserve">28.1.22      .         .        +INF       EPS       </w:t>
      </w:r>
    </w:p>
    <w:p w:rsidR="0062748B" w:rsidRDefault="0062748B" w:rsidP="0062748B">
      <w:r>
        <w:t xml:space="preserve">28.1.23      .         .        +INF       EPS       </w:t>
      </w:r>
    </w:p>
    <w:p w:rsidR="0062748B" w:rsidRDefault="0062748B" w:rsidP="0062748B">
      <w:r>
        <w:t xml:space="preserve">28.1.24      .         .        +INF       EPS       </w:t>
      </w:r>
    </w:p>
    <w:p w:rsidR="0062748B" w:rsidRDefault="0062748B" w:rsidP="0062748B">
      <w:r>
        <w:t xml:space="preserve">28.1.25      .         .        +INF       EPS       </w:t>
      </w:r>
    </w:p>
    <w:p w:rsidR="0062748B" w:rsidRDefault="0062748B" w:rsidP="0062748B">
      <w:r>
        <w:t xml:space="preserve">28.1.26      .         .        +INF       EPS       </w:t>
      </w:r>
    </w:p>
    <w:p w:rsidR="0062748B" w:rsidRDefault="0062748B" w:rsidP="0062748B">
      <w:r>
        <w:t xml:space="preserve">28.1.27      .         .        +INF       EPS       </w:t>
      </w:r>
    </w:p>
    <w:p w:rsidR="0062748B" w:rsidRDefault="0062748B" w:rsidP="0062748B">
      <w:r>
        <w:t xml:space="preserve">28.1.28      .         .        +INF       EPS       </w:t>
      </w:r>
    </w:p>
    <w:p w:rsidR="0062748B" w:rsidRDefault="0062748B" w:rsidP="0062748B">
      <w:r>
        <w:t xml:space="preserve">28.1.29      .         .        +INF       EPS       </w:t>
      </w:r>
    </w:p>
    <w:p w:rsidR="0062748B" w:rsidRDefault="0062748B" w:rsidP="0062748B">
      <w:r>
        <w:t xml:space="preserve">29.1.1       .         .        +INF       EPS       </w:t>
      </w:r>
    </w:p>
    <w:p w:rsidR="0062748B" w:rsidRDefault="0062748B" w:rsidP="0062748B">
      <w:r>
        <w:t xml:space="preserve">29.1.2       .         .        +INF       EPS       </w:t>
      </w:r>
    </w:p>
    <w:p w:rsidR="0062748B" w:rsidRDefault="0062748B" w:rsidP="0062748B">
      <w:r>
        <w:t xml:space="preserve">29.1.3       .         .        +INF       EPS       </w:t>
      </w:r>
    </w:p>
    <w:p w:rsidR="0062748B" w:rsidRDefault="0062748B" w:rsidP="0062748B">
      <w:r>
        <w:t xml:space="preserve">29.1.4       .         .        +INF       EPS       </w:t>
      </w:r>
    </w:p>
    <w:p w:rsidR="0062748B" w:rsidRDefault="0062748B" w:rsidP="0062748B">
      <w:r>
        <w:lastRenderedPageBreak/>
        <w:t xml:space="preserve">29.1.5       .         .        +INF       EPS       </w:t>
      </w:r>
    </w:p>
    <w:p w:rsidR="0062748B" w:rsidRDefault="0062748B" w:rsidP="0062748B">
      <w:r>
        <w:t xml:space="preserve">29.1.6       .         .        +INF       EPS       </w:t>
      </w:r>
    </w:p>
    <w:p w:rsidR="0062748B" w:rsidRDefault="0062748B" w:rsidP="0062748B">
      <w:r>
        <w:t xml:space="preserve">29.1.7       .         .        +INF       EPS       </w:t>
      </w:r>
    </w:p>
    <w:p w:rsidR="0062748B" w:rsidRDefault="0062748B" w:rsidP="0062748B">
      <w:r>
        <w:t xml:space="preserve">29.1.8       .         .        +INF       EPS       </w:t>
      </w:r>
    </w:p>
    <w:p w:rsidR="0062748B" w:rsidRDefault="0062748B" w:rsidP="0062748B">
      <w:r>
        <w:t xml:space="preserve">29.1.9       .         .        +INF       EPS       </w:t>
      </w:r>
    </w:p>
    <w:p w:rsidR="0062748B" w:rsidRDefault="0062748B" w:rsidP="0062748B">
      <w:r>
        <w:t xml:space="preserve">29.1.10      .         .        +INF       EPS       </w:t>
      </w:r>
    </w:p>
    <w:p w:rsidR="0062748B" w:rsidRDefault="0062748B" w:rsidP="0062748B">
      <w:r>
        <w:t xml:space="preserve">29.1.11      .         .        +INF       EPS       </w:t>
      </w:r>
    </w:p>
    <w:p w:rsidR="0062748B" w:rsidRDefault="0062748B" w:rsidP="0062748B">
      <w:r>
        <w:t xml:space="preserve">29.1.12      .         .        +INF       EPS       </w:t>
      </w:r>
    </w:p>
    <w:p w:rsidR="0062748B" w:rsidRDefault="0062748B" w:rsidP="0062748B">
      <w:r>
        <w:t xml:space="preserve">29.1.13      .         .        +INF       EPS       </w:t>
      </w:r>
    </w:p>
    <w:p w:rsidR="0062748B" w:rsidRDefault="0062748B" w:rsidP="0062748B">
      <w:r>
        <w:t xml:space="preserve">29.1.14      .         .        +INF       EPS       </w:t>
      </w:r>
    </w:p>
    <w:p w:rsidR="0062748B" w:rsidRDefault="0062748B" w:rsidP="0062748B">
      <w:r>
        <w:t xml:space="preserve">29.1.15      .         .        +INF       EPS       </w:t>
      </w:r>
    </w:p>
    <w:p w:rsidR="0062748B" w:rsidRDefault="0062748B" w:rsidP="0062748B">
      <w:r>
        <w:t xml:space="preserve">29.1.16      .         .        +INF       EPS       </w:t>
      </w:r>
    </w:p>
    <w:p w:rsidR="0062748B" w:rsidRDefault="0062748B" w:rsidP="0062748B">
      <w:r>
        <w:t xml:space="preserve">29.1.17      .         .        +INF       EPS       </w:t>
      </w:r>
    </w:p>
    <w:p w:rsidR="0062748B" w:rsidRDefault="0062748B" w:rsidP="0062748B">
      <w:r>
        <w:t xml:space="preserve">29.1.18      .         .        +INF       EPS       </w:t>
      </w:r>
    </w:p>
    <w:p w:rsidR="0062748B" w:rsidRDefault="0062748B" w:rsidP="0062748B">
      <w:r>
        <w:t xml:space="preserve">29.1.19      .         .        +INF       EPS       </w:t>
      </w:r>
    </w:p>
    <w:p w:rsidR="0062748B" w:rsidRDefault="0062748B" w:rsidP="0062748B">
      <w:r>
        <w:t xml:space="preserve">29.1.20      .         .        +INF       EPS       </w:t>
      </w:r>
    </w:p>
    <w:p w:rsidR="0062748B" w:rsidRDefault="0062748B" w:rsidP="0062748B">
      <w:r>
        <w:t xml:space="preserve">29.1.21      .         .        +INF       EPS       </w:t>
      </w:r>
    </w:p>
    <w:p w:rsidR="0062748B" w:rsidRDefault="0062748B" w:rsidP="0062748B">
      <w:r>
        <w:t xml:space="preserve">29.1.22      .         .        +INF       EPS       </w:t>
      </w:r>
    </w:p>
    <w:p w:rsidR="0062748B" w:rsidRDefault="0062748B" w:rsidP="0062748B">
      <w:r>
        <w:t xml:space="preserve">29.1.23      .         .        +INF       EPS       </w:t>
      </w:r>
    </w:p>
    <w:p w:rsidR="0062748B" w:rsidRDefault="0062748B" w:rsidP="0062748B">
      <w:r>
        <w:t xml:space="preserve">29.1.24      .         .        +INF       EPS       </w:t>
      </w:r>
    </w:p>
    <w:p w:rsidR="0062748B" w:rsidRDefault="0062748B" w:rsidP="0062748B">
      <w:r>
        <w:t xml:space="preserve">29.1.25      .         .        +INF       EPS       </w:t>
      </w:r>
    </w:p>
    <w:p w:rsidR="0062748B" w:rsidRDefault="0062748B" w:rsidP="0062748B">
      <w:r>
        <w:t xml:space="preserve">29.1.26      .         .        +INF       EPS       </w:t>
      </w:r>
    </w:p>
    <w:p w:rsidR="0062748B" w:rsidRDefault="0062748B" w:rsidP="0062748B">
      <w:r>
        <w:t xml:space="preserve">29.1.27      .         .        +INF       EPS       </w:t>
      </w:r>
    </w:p>
    <w:p w:rsidR="0062748B" w:rsidRDefault="0062748B" w:rsidP="0062748B">
      <w:r>
        <w:t xml:space="preserve">29.1.28      .         .        +INF       EPS       </w:t>
      </w:r>
    </w:p>
    <w:p w:rsidR="0062748B" w:rsidRDefault="0062748B" w:rsidP="0062748B">
      <w:r>
        <w:t xml:space="preserve">29.1.29      .         .        +INF       EPS       </w:t>
      </w:r>
    </w:p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VAR OptObject~     -INF       .        +INF       .         </w:t>
      </w:r>
    </w:p>
    <w:p w:rsidR="0062748B" w:rsidRDefault="0062748B" w:rsidP="0062748B"/>
    <w:p w:rsidR="0062748B" w:rsidRDefault="0062748B" w:rsidP="0062748B">
      <w:r>
        <w:t xml:space="preserve">  OptObjective  Objective function for the Optimality problem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**** REPORT SUMMARY :        0     NONOPT</w:t>
      </w:r>
    </w:p>
    <w:p w:rsidR="0062748B" w:rsidRDefault="0062748B" w:rsidP="0062748B">
      <w:r>
        <w:t xml:space="preserve">                             0 INFEASIBLE</w:t>
      </w:r>
    </w:p>
    <w:p w:rsidR="0062748B" w:rsidRDefault="0062748B" w:rsidP="0062748B">
      <w:r>
        <w:t xml:space="preserve">                             0  UNBOUNDED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80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OptObj  =E=  Objective function for the optimality problem</w:t>
      </w:r>
    </w:p>
    <w:p w:rsidR="0062748B" w:rsidRDefault="0062748B" w:rsidP="0062748B"/>
    <w:p w:rsidR="0062748B" w:rsidRDefault="0062748B" w:rsidP="0062748B">
      <w:r>
        <w:t>OptObj..  OptObjective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Optconst1  =L=  Constraint for the optimality problem</w:t>
      </w:r>
    </w:p>
    <w:p w:rsidR="0062748B" w:rsidRDefault="0062748B" w:rsidP="0062748B"/>
    <w:p w:rsidR="0062748B" w:rsidRDefault="0062748B" w:rsidP="0062748B">
      <w:r>
        <w:t>Optconst1(1,1,1)..  pi(1,1,1)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Optconst1(1,1,2)..  pi(1,1,2)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Optconst1(1,1,3)..  pi(1,1,3)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81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pi  simplex variable (one in number)</w:t>
      </w:r>
    </w:p>
    <w:p w:rsidR="0062748B" w:rsidRDefault="0062748B" w:rsidP="0062748B"/>
    <w:p w:rsidR="0062748B" w:rsidRDefault="0062748B" w:rsidP="0062748B">
      <w:r>
        <w:t>pi(1,1,1)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Optconst1(1,1,1)</w:t>
      </w:r>
    </w:p>
    <w:p w:rsidR="0062748B" w:rsidRDefault="0062748B" w:rsidP="0062748B"/>
    <w:p w:rsidR="0062748B" w:rsidRDefault="0062748B" w:rsidP="0062748B">
      <w:r>
        <w:t>pi(1,1,2)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Optconst1(1,1,2)</w:t>
      </w:r>
    </w:p>
    <w:p w:rsidR="0062748B" w:rsidRDefault="0062748B" w:rsidP="0062748B"/>
    <w:p w:rsidR="0062748B" w:rsidRDefault="0062748B" w:rsidP="0062748B">
      <w:r>
        <w:t>pi(1,1,3)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Optconst1(1,1,3)</w:t>
      </w:r>
    </w:p>
    <w:p w:rsidR="0062748B" w:rsidRDefault="0062748B" w:rsidP="0062748B"/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t>---- OptObjective  Objective function for the Optimality problem</w:t>
      </w:r>
    </w:p>
    <w:p w:rsidR="0062748B" w:rsidRDefault="0062748B" w:rsidP="0062748B"/>
    <w:p w:rsidR="0062748B" w:rsidRDefault="0062748B" w:rsidP="0062748B">
      <w:r>
        <w:t>OptObjective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lastRenderedPageBreak/>
        <w:t xml:space="preserve">        1       OptObj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82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9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 2     SINGLE EQUATIONS          842</w:t>
      </w:r>
    </w:p>
    <w:p w:rsidR="0062748B" w:rsidRDefault="0062748B" w:rsidP="0062748B">
      <w:r>
        <w:t>BLOCKS OF VARIABLES           2     SINGLE VARIABLES          842</w:t>
      </w:r>
    </w:p>
    <w:p w:rsidR="0062748B" w:rsidRDefault="0062748B" w:rsidP="0062748B">
      <w:r>
        <w:t>NON ZERO ELEMENTS           842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0.015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0.015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9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83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Optimality          OBJECTIVE  OptObjective</w:t>
      </w:r>
    </w:p>
    <w:p w:rsidR="0062748B" w:rsidRDefault="0062748B" w:rsidP="0062748B">
      <w:r>
        <w:t xml:space="preserve">     TYPE    LP                  DIRECTION  MAXIMIZE</w:t>
      </w:r>
    </w:p>
    <w:p w:rsidR="0062748B" w:rsidRDefault="0062748B" w:rsidP="0062748B">
      <w:r>
        <w:t xml:space="preserve">     SOLVER  CPLEX               FROM LINE  936</w:t>
      </w:r>
    </w:p>
    <w:p w:rsidR="0062748B" w:rsidRDefault="0062748B" w:rsidP="0062748B"/>
    <w:p w:rsidR="0062748B" w:rsidRDefault="0062748B" w:rsidP="0062748B">
      <w:r>
        <w:t xml:space="preserve">**** SOLVER STATUS     1 Normal Completion         </w:t>
      </w:r>
    </w:p>
    <w:p w:rsidR="0062748B" w:rsidRDefault="0062748B" w:rsidP="0062748B">
      <w:r>
        <w:t xml:space="preserve">**** MODEL STATUS      1 Optimal                   </w:t>
      </w:r>
    </w:p>
    <w:p w:rsidR="0062748B" w:rsidRDefault="0062748B" w:rsidP="0062748B">
      <w:r>
        <w:t>**** OBJECTIVE VALUE                0.0000</w:t>
      </w:r>
    </w:p>
    <w:p w:rsidR="0062748B" w:rsidRDefault="0062748B" w:rsidP="0062748B"/>
    <w:p w:rsidR="0062748B" w:rsidRDefault="0062748B" w:rsidP="0062748B">
      <w:r>
        <w:t xml:space="preserve"> RESOURCE USAGE, LIMIT          0.031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/>
    <w:p w:rsidR="0062748B" w:rsidRDefault="0062748B" w:rsidP="0062748B">
      <w:r>
        <w:t xml:space="preserve">IBM ILOG CPLEX   24.1.3 r41464 Released Jul 26, 2013 WEI x86_64/MS Windows    </w:t>
      </w:r>
    </w:p>
    <w:p w:rsidR="0062748B" w:rsidRDefault="0062748B" w:rsidP="0062748B">
      <w:r>
        <w:t>--- GAMS/Cplex licensed for continuous and discrete problems.</w:t>
      </w:r>
    </w:p>
    <w:p w:rsidR="0062748B" w:rsidRDefault="0062748B" w:rsidP="0062748B">
      <w:r>
        <w:t>Cplex 12.5.1.0</w:t>
      </w:r>
    </w:p>
    <w:p w:rsidR="0062748B" w:rsidRDefault="0062748B" w:rsidP="0062748B"/>
    <w:p w:rsidR="0062748B" w:rsidRDefault="0062748B" w:rsidP="0062748B">
      <w:r>
        <w:t>LP status(1): optimal</w:t>
      </w:r>
    </w:p>
    <w:p w:rsidR="0062748B" w:rsidRDefault="0062748B" w:rsidP="0062748B">
      <w:r>
        <w:t>Cplex Time: 0.00sec (det. 0.46 ticks)</w:t>
      </w:r>
    </w:p>
    <w:p w:rsidR="0062748B" w:rsidRDefault="0062748B" w:rsidP="0062748B">
      <w:r>
        <w:t>Optimal solution found.</w:t>
      </w:r>
    </w:p>
    <w:p w:rsidR="0062748B" w:rsidRDefault="0062748B" w:rsidP="0062748B">
      <w:r>
        <w:lastRenderedPageBreak/>
        <w:t>Objective :           0.000000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EQU OptObj          .         .         .        1.000      </w:t>
      </w:r>
    </w:p>
    <w:p w:rsidR="0062748B" w:rsidRDefault="0062748B" w:rsidP="0062748B"/>
    <w:p w:rsidR="0062748B" w:rsidRDefault="0062748B" w:rsidP="0062748B">
      <w:r>
        <w:t xml:space="preserve">  OptObj  Objective function for the optimality problem</w:t>
      </w:r>
    </w:p>
    <w:p w:rsidR="0062748B" w:rsidRDefault="0062748B" w:rsidP="0062748B"/>
    <w:p w:rsidR="0062748B" w:rsidRDefault="0062748B" w:rsidP="0062748B">
      <w:r>
        <w:t>---- EQU Optconst1  Constraint for the optimality problem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-INF       .        1.000      .         </w:t>
      </w:r>
    </w:p>
    <w:p w:rsidR="0062748B" w:rsidRDefault="0062748B" w:rsidP="0062748B">
      <w:r>
        <w:t xml:space="preserve">1 .1.2      -INF       .        1.000      .         </w:t>
      </w:r>
    </w:p>
    <w:p w:rsidR="0062748B" w:rsidRDefault="0062748B" w:rsidP="0062748B">
      <w:r>
        <w:t xml:space="preserve">1 .1.3      -INF       .        1.000      .         </w:t>
      </w:r>
    </w:p>
    <w:p w:rsidR="0062748B" w:rsidRDefault="0062748B" w:rsidP="0062748B">
      <w:r>
        <w:t xml:space="preserve">1 .1.4      -INF       .        1.000      .         </w:t>
      </w:r>
    </w:p>
    <w:p w:rsidR="0062748B" w:rsidRDefault="0062748B" w:rsidP="0062748B">
      <w:r>
        <w:t xml:space="preserve">1 .1.5      -INF       .        1.000      .         </w:t>
      </w:r>
    </w:p>
    <w:p w:rsidR="0062748B" w:rsidRDefault="0062748B" w:rsidP="0062748B">
      <w:r>
        <w:t xml:space="preserve">1 .1.6      -INF       .        1.000      .         </w:t>
      </w:r>
    </w:p>
    <w:p w:rsidR="0062748B" w:rsidRDefault="0062748B" w:rsidP="0062748B">
      <w:r>
        <w:t xml:space="preserve">1 .1.7      -INF       .        1.000      .         </w:t>
      </w:r>
    </w:p>
    <w:p w:rsidR="0062748B" w:rsidRDefault="0062748B" w:rsidP="0062748B">
      <w:r>
        <w:t xml:space="preserve">1 .1.8      -INF       .        1.000      .         </w:t>
      </w:r>
    </w:p>
    <w:p w:rsidR="0062748B" w:rsidRDefault="0062748B" w:rsidP="0062748B">
      <w:r>
        <w:t xml:space="preserve">1 .1.9      -INF       .        1.000      .         </w:t>
      </w:r>
    </w:p>
    <w:p w:rsidR="0062748B" w:rsidRDefault="0062748B" w:rsidP="0062748B">
      <w:r>
        <w:t xml:space="preserve">1 .1.10     -INF       .        1.000      .         </w:t>
      </w:r>
    </w:p>
    <w:p w:rsidR="0062748B" w:rsidRDefault="0062748B" w:rsidP="0062748B">
      <w:r>
        <w:t xml:space="preserve">1 .1.11     -INF       .        1.000      .         </w:t>
      </w:r>
    </w:p>
    <w:p w:rsidR="0062748B" w:rsidRDefault="0062748B" w:rsidP="0062748B">
      <w:r>
        <w:t xml:space="preserve">1 .1.12     -INF       .        1.000      .         </w:t>
      </w:r>
    </w:p>
    <w:p w:rsidR="0062748B" w:rsidRDefault="0062748B" w:rsidP="0062748B">
      <w:r>
        <w:lastRenderedPageBreak/>
        <w:t xml:space="preserve">1 .1.13     -INF       .        1.000      .         </w:t>
      </w:r>
    </w:p>
    <w:p w:rsidR="0062748B" w:rsidRDefault="0062748B" w:rsidP="0062748B">
      <w:r>
        <w:t xml:space="preserve">1 .1.14     -INF       .        1.000      .         </w:t>
      </w:r>
    </w:p>
    <w:p w:rsidR="0062748B" w:rsidRDefault="0062748B" w:rsidP="0062748B">
      <w:r>
        <w:t xml:space="preserve">1 .1.15     -INF       .        1.000      .         </w:t>
      </w:r>
    </w:p>
    <w:p w:rsidR="0062748B" w:rsidRDefault="0062748B" w:rsidP="0062748B">
      <w:r>
        <w:t xml:space="preserve">1 .1.16     -INF       .        1.000      .         </w:t>
      </w:r>
    </w:p>
    <w:p w:rsidR="0062748B" w:rsidRDefault="0062748B" w:rsidP="0062748B">
      <w:r>
        <w:t xml:space="preserve">1 .1.17     -INF       .        1.000      .         </w:t>
      </w:r>
    </w:p>
    <w:p w:rsidR="0062748B" w:rsidRDefault="0062748B" w:rsidP="0062748B">
      <w:r>
        <w:t xml:space="preserve">1 .1.18     -INF       .        1.000      .         </w:t>
      </w:r>
    </w:p>
    <w:p w:rsidR="0062748B" w:rsidRDefault="0062748B" w:rsidP="0062748B">
      <w:r>
        <w:t xml:space="preserve">1 .1.19     -INF       .        1.000      .         </w:t>
      </w:r>
    </w:p>
    <w:p w:rsidR="0062748B" w:rsidRDefault="0062748B" w:rsidP="0062748B">
      <w:r>
        <w:t xml:space="preserve">1 .1.20     -INF       .        1.000      .         </w:t>
      </w:r>
    </w:p>
    <w:p w:rsidR="0062748B" w:rsidRDefault="0062748B" w:rsidP="0062748B">
      <w:r>
        <w:t xml:space="preserve">1 .1.21     -INF       .        1.000      .         </w:t>
      </w:r>
    </w:p>
    <w:p w:rsidR="0062748B" w:rsidRDefault="0062748B" w:rsidP="0062748B">
      <w:r>
        <w:t xml:space="preserve">1 .1.22     -INF       .        1.000      .         </w:t>
      </w:r>
    </w:p>
    <w:p w:rsidR="0062748B" w:rsidRDefault="0062748B" w:rsidP="0062748B">
      <w:r>
        <w:t xml:space="preserve">1 .1.23     -INF       .        1.000      .         </w:t>
      </w:r>
    </w:p>
    <w:p w:rsidR="0062748B" w:rsidRDefault="0062748B" w:rsidP="0062748B">
      <w:r>
        <w:t xml:space="preserve">1 .1.24     -INF       .        1.000      .         </w:t>
      </w:r>
    </w:p>
    <w:p w:rsidR="0062748B" w:rsidRDefault="0062748B" w:rsidP="0062748B">
      <w:r>
        <w:t xml:space="preserve">1 .1.25     -INF       .        1.000      .         </w:t>
      </w:r>
    </w:p>
    <w:p w:rsidR="0062748B" w:rsidRDefault="0062748B" w:rsidP="0062748B">
      <w:r>
        <w:t xml:space="preserve">1 .1.26     -INF       .        1.000      .         </w:t>
      </w:r>
    </w:p>
    <w:p w:rsidR="0062748B" w:rsidRDefault="0062748B" w:rsidP="0062748B">
      <w:r>
        <w:t xml:space="preserve">1 .1.27     -INF       .        1.000      .         </w:t>
      </w:r>
    </w:p>
    <w:p w:rsidR="0062748B" w:rsidRDefault="0062748B" w:rsidP="0062748B">
      <w:r>
        <w:t xml:space="preserve">1 .1.28     -INF       .        1.000      .         </w:t>
      </w:r>
    </w:p>
    <w:p w:rsidR="0062748B" w:rsidRDefault="0062748B" w:rsidP="0062748B">
      <w:r>
        <w:t xml:space="preserve">1 .1.29     -INF       .        1.000      .         </w:t>
      </w:r>
    </w:p>
    <w:p w:rsidR="0062748B" w:rsidRDefault="0062748B" w:rsidP="0062748B">
      <w:r>
        <w:t xml:space="preserve">2 .1.1      -INF       .        1.000      .         </w:t>
      </w:r>
    </w:p>
    <w:p w:rsidR="0062748B" w:rsidRDefault="0062748B" w:rsidP="0062748B">
      <w:r>
        <w:t xml:space="preserve">2 .1.2      -INF       .        1.000      .         </w:t>
      </w:r>
    </w:p>
    <w:p w:rsidR="0062748B" w:rsidRDefault="0062748B" w:rsidP="0062748B">
      <w:r>
        <w:t xml:space="preserve">2 .1.3      -INF       .        1.000      .         </w:t>
      </w:r>
    </w:p>
    <w:p w:rsidR="0062748B" w:rsidRDefault="0062748B" w:rsidP="0062748B">
      <w:r>
        <w:t xml:space="preserve">2 .1.4      -INF       .        1.000      .         </w:t>
      </w:r>
    </w:p>
    <w:p w:rsidR="0062748B" w:rsidRDefault="0062748B" w:rsidP="0062748B">
      <w:r>
        <w:t xml:space="preserve">2 .1.5      -INF       .        1.000      .         </w:t>
      </w:r>
    </w:p>
    <w:p w:rsidR="0062748B" w:rsidRDefault="0062748B" w:rsidP="0062748B">
      <w:r>
        <w:t xml:space="preserve">2 .1.6      -INF       .        1.000      .         </w:t>
      </w:r>
    </w:p>
    <w:p w:rsidR="0062748B" w:rsidRDefault="0062748B" w:rsidP="0062748B">
      <w:r>
        <w:t xml:space="preserve">2 .1.7      -INF       .        1.000      .         </w:t>
      </w:r>
    </w:p>
    <w:p w:rsidR="0062748B" w:rsidRDefault="0062748B" w:rsidP="0062748B">
      <w:r>
        <w:t xml:space="preserve">2 .1.8      -INF       .        1.000      .         </w:t>
      </w:r>
    </w:p>
    <w:p w:rsidR="0062748B" w:rsidRDefault="0062748B" w:rsidP="0062748B">
      <w:r>
        <w:lastRenderedPageBreak/>
        <w:t xml:space="preserve">2 .1.9      -INF       .        1.000      .         </w:t>
      </w:r>
    </w:p>
    <w:p w:rsidR="0062748B" w:rsidRDefault="0062748B" w:rsidP="0062748B">
      <w:r>
        <w:t xml:space="preserve">2 .1.10     -INF       .        1.000      .         </w:t>
      </w:r>
    </w:p>
    <w:p w:rsidR="0062748B" w:rsidRDefault="0062748B" w:rsidP="0062748B">
      <w:r>
        <w:t xml:space="preserve">2 .1.11     -INF       .        1.000      .         </w:t>
      </w:r>
    </w:p>
    <w:p w:rsidR="0062748B" w:rsidRDefault="0062748B" w:rsidP="0062748B">
      <w:r>
        <w:t xml:space="preserve">2 .1.12     -INF       .        1.000      .         </w:t>
      </w:r>
    </w:p>
    <w:p w:rsidR="0062748B" w:rsidRDefault="0062748B" w:rsidP="0062748B">
      <w:r>
        <w:t xml:space="preserve">2 .1.13     -INF       .        1.000      .         </w:t>
      </w:r>
    </w:p>
    <w:p w:rsidR="0062748B" w:rsidRDefault="0062748B" w:rsidP="0062748B">
      <w:r>
        <w:t xml:space="preserve">2 .1.14     -INF       .        1.000      .         </w:t>
      </w:r>
    </w:p>
    <w:p w:rsidR="0062748B" w:rsidRDefault="0062748B" w:rsidP="0062748B">
      <w:r>
        <w:t xml:space="preserve">2 .1.15     -INF       .        1.000      .         </w:t>
      </w:r>
    </w:p>
    <w:p w:rsidR="0062748B" w:rsidRDefault="0062748B" w:rsidP="0062748B">
      <w:r>
        <w:t xml:space="preserve">2 .1.16     -INF       .        1.000      .         </w:t>
      </w:r>
    </w:p>
    <w:p w:rsidR="0062748B" w:rsidRDefault="0062748B" w:rsidP="0062748B">
      <w:r>
        <w:t xml:space="preserve">2 .1.17     -INF       .        1.000      .         </w:t>
      </w:r>
    </w:p>
    <w:p w:rsidR="0062748B" w:rsidRDefault="0062748B" w:rsidP="0062748B">
      <w:r>
        <w:t xml:space="preserve">2 .1.18     -INF       .        1.000      .         </w:t>
      </w:r>
    </w:p>
    <w:p w:rsidR="0062748B" w:rsidRDefault="0062748B" w:rsidP="0062748B">
      <w:r>
        <w:t xml:space="preserve">2 .1.19     -INF       .        1.000      .         </w:t>
      </w:r>
    </w:p>
    <w:p w:rsidR="0062748B" w:rsidRDefault="0062748B" w:rsidP="0062748B">
      <w:r>
        <w:t xml:space="preserve">2 .1.20     -INF       .        1.000      .         </w:t>
      </w:r>
    </w:p>
    <w:p w:rsidR="0062748B" w:rsidRDefault="0062748B" w:rsidP="0062748B">
      <w:r>
        <w:t xml:space="preserve">2 .1.21     -INF       .        1.000      .         </w:t>
      </w:r>
    </w:p>
    <w:p w:rsidR="0062748B" w:rsidRDefault="0062748B" w:rsidP="0062748B">
      <w:r>
        <w:t xml:space="preserve">2 .1.22     -INF       .        1.000      .         </w:t>
      </w:r>
    </w:p>
    <w:p w:rsidR="0062748B" w:rsidRDefault="0062748B" w:rsidP="0062748B">
      <w:r>
        <w:t xml:space="preserve">2 .1.23     -INF       .        1.000      .         </w:t>
      </w:r>
    </w:p>
    <w:p w:rsidR="0062748B" w:rsidRDefault="0062748B" w:rsidP="0062748B">
      <w:r>
        <w:t xml:space="preserve">2 .1.24     -INF       .        1.000      .         </w:t>
      </w:r>
    </w:p>
    <w:p w:rsidR="0062748B" w:rsidRDefault="0062748B" w:rsidP="0062748B">
      <w:r>
        <w:t xml:space="preserve">2 .1.25     -INF       .        1.000      .         </w:t>
      </w:r>
    </w:p>
    <w:p w:rsidR="0062748B" w:rsidRDefault="0062748B" w:rsidP="0062748B">
      <w:r>
        <w:t xml:space="preserve">2 .1.26     -INF       .        1.000      .         </w:t>
      </w:r>
    </w:p>
    <w:p w:rsidR="0062748B" w:rsidRDefault="0062748B" w:rsidP="0062748B">
      <w:r>
        <w:t xml:space="preserve">2 .1.27     -INF       .        1.000      .         </w:t>
      </w:r>
    </w:p>
    <w:p w:rsidR="0062748B" w:rsidRDefault="0062748B" w:rsidP="0062748B">
      <w:r>
        <w:t xml:space="preserve">2 .1.28     -INF       .        1.000      .         </w:t>
      </w:r>
    </w:p>
    <w:p w:rsidR="0062748B" w:rsidRDefault="0062748B" w:rsidP="0062748B">
      <w:r>
        <w:t xml:space="preserve">2 .1.29     -INF       .        1.000      .         </w:t>
      </w:r>
    </w:p>
    <w:p w:rsidR="0062748B" w:rsidRDefault="0062748B" w:rsidP="0062748B">
      <w:r>
        <w:t xml:space="preserve">3 .1.1      -INF       .        1.000      .         </w:t>
      </w:r>
    </w:p>
    <w:p w:rsidR="0062748B" w:rsidRDefault="0062748B" w:rsidP="0062748B">
      <w:r>
        <w:t xml:space="preserve">3 .1.2      -INF       .        1.000      .         </w:t>
      </w:r>
    </w:p>
    <w:p w:rsidR="0062748B" w:rsidRDefault="0062748B" w:rsidP="0062748B">
      <w:r>
        <w:t xml:space="preserve">3 .1.3      -INF       .        1.000      .         </w:t>
      </w:r>
    </w:p>
    <w:p w:rsidR="0062748B" w:rsidRDefault="0062748B" w:rsidP="0062748B">
      <w:r>
        <w:t xml:space="preserve">3 .1.4      -INF       .        1.000      .         </w:t>
      </w:r>
    </w:p>
    <w:p w:rsidR="0062748B" w:rsidRDefault="0062748B" w:rsidP="0062748B">
      <w:r>
        <w:lastRenderedPageBreak/>
        <w:t xml:space="preserve">3 .1.5      -INF       .        1.000      .         </w:t>
      </w:r>
    </w:p>
    <w:p w:rsidR="0062748B" w:rsidRDefault="0062748B" w:rsidP="0062748B">
      <w:r>
        <w:t xml:space="preserve">3 .1.6      -INF       .        1.000      .         </w:t>
      </w:r>
    </w:p>
    <w:p w:rsidR="0062748B" w:rsidRDefault="0062748B" w:rsidP="0062748B">
      <w:r>
        <w:t xml:space="preserve">3 .1.7      -INF       .        1.000      .         </w:t>
      </w:r>
    </w:p>
    <w:p w:rsidR="0062748B" w:rsidRDefault="0062748B" w:rsidP="0062748B">
      <w:r>
        <w:t xml:space="preserve">3 .1.8      -INF       .        1.000      .         </w:t>
      </w:r>
    </w:p>
    <w:p w:rsidR="0062748B" w:rsidRDefault="0062748B" w:rsidP="0062748B">
      <w:r>
        <w:t xml:space="preserve">3 .1.9      -INF       .        1.000      .         </w:t>
      </w:r>
    </w:p>
    <w:p w:rsidR="0062748B" w:rsidRDefault="0062748B" w:rsidP="0062748B">
      <w:r>
        <w:t xml:space="preserve">3 .1.10     -INF       .        1.000      .         </w:t>
      </w:r>
    </w:p>
    <w:p w:rsidR="0062748B" w:rsidRDefault="0062748B" w:rsidP="0062748B">
      <w:r>
        <w:t xml:space="preserve">3 .1.11     -INF       .        1.000      .         </w:t>
      </w:r>
    </w:p>
    <w:p w:rsidR="0062748B" w:rsidRDefault="0062748B" w:rsidP="0062748B">
      <w:r>
        <w:t xml:space="preserve">3 .1.12     -INF       .        1.000      .         </w:t>
      </w:r>
    </w:p>
    <w:p w:rsidR="0062748B" w:rsidRDefault="0062748B" w:rsidP="0062748B">
      <w:r>
        <w:t xml:space="preserve">3 .1.13     -INF       .        1.000      .         </w:t>
      </w:r>
    </w:p>
    <w:p w:rsidR="0062748B" w:rsidRDefault="0062748B" w:rsidP="0062748B">
      <w:r>
        <w:t xml:space="preserve">3 .1.14     -INF       .        1.000      .         </w:t>
      </w:r>
    </w:p>
    <w:p w:rsidR="0062748B" w:rsidRDefault="0062748B" w:rsidP="0062748B">
      <w:r>
        <w:t xml:space="preserve">3 .1.15     -INF       .        1.000      .         </w:t>
      </w:r>
    </w:p>
    <w:p w:rsidR="0062748B" w:rsidRDefault="0062748B" w:rsidP="0062748B">
      <w:r>
        <w:t xml:space="preserve">3 .1.16     -INF       .        1.000      .         </w:t>
      </w:r>
    </w:p>
    <w:p w:rsidR="0062748B" w:rsidRDefault="0062748B" w:rsidP="0062748B">
      <w:r>
        <w:t xml:space="preserve">3 .1.17     -INF       .        1.000      .         </w:t>
      </w:r>
    </w:p>
    <w:p w:rsidR="0062748B" w:rsidRDefault="0062748B" w:rsidP="0062748B">
      <w:r>
        <w:t xml:space="preserve">3 .1.18     -INF       .        1.000      .         </w:t>
      </w:r>
    </w:p>
    <w:p w:rsidR="0062748B" w:rsidRDefault="0062748B" w:rsidP="0062748B">
      <w:r>
        <w:t xml:space="preserve">3 .1.19     -INF       .        1.000      .         </w:t>
      </w:r>
    </w:p>
    <w:p w:rsidR="0062748B" w:rsidRDefault="0062748B" w:rsidP="0062748B">
      <w:r>
        <w:t xml:space="preserve">3 .1.20     -INF       .        1.000      .         </w:t>
      </w:r>
    </w:p>
    <w:p w:rsidR="0062748B" w:rsidRDefault="0062748B" w:rsidP="0062748B">
      <w:r>
        <w:t xml:space="preserve">3 .1.21     -INF       .        1.000      .         </w:t>
      </w:r>
    </w:p>
    <w:p w:rsidR="0062748B" w:rsidRDefault="0062748B" w:rsidP="0062748B">
      <w:r>
        <w:t xml:space="preserve">3 .1.22     -INF       .        1.000      .         </w:t>
      </w:r>
    </w:p>
    <w:p w:rsidR="0062748B" w:rsidRDefault="0062748B" w:rsidP="0062748B">
      <w:r>
        <w:t xml:space="preserve">3 .1.23     -INF       .        1.000      .         </w:t>
      </w:r>
    </w:p>
    <w:p w:rsidR="0062748B" w:rsidRDefault="0062748B" w:rsidP="0062748B">
      <w:r>
        <w:t xml:space="preserve">3 .1.24     -INF       .        1.000      .         </w:t>
      </w:r>
    </w:p>
    <w:p w:rsidR="0062748B" w:rsidRDefault="0062748B" w:rsidP="0062748B">
      <w:r>
        <w:t xml:space="preserve">3 .1.25     -INF       .        1.000      .         </w:t>
      </w:r>
    </w:p>
    <w:p w:rsidR="0062748B" w:rsidRDefault="0062748B" w:rsidP="0062748B">
      <w:r>
        <w:t xml:space="preserve">3 .1.26     -INF       .        1.000      .         </w:t>
      </w:r>
    </w:p>
    <w:p w:rsidR="0062748B" w:rsidRDefault="0062748B" w:rsidP="0062748B">
      <w:r>
        <w:t xml:space="preserve">3 .1.27     -INF       .        1.000      .         </w:t>
      </w:r>
    </w:p>
    <w:p w:rsidR="0062748B" w:rsidRDefault="0062748B" w:rsidP="0062748B">
      <w:r>
        <w:t xml:space="preserve">3 .1.28     -INF       .        1.000      .         </w:t>
      </w:r>
    </w:p>
    <w:p w:rsidR="0062748B" w:rsidRDefault="0062748B" w:rsidP="0062748B">
      <w:r>
        <w:t xml:space="preserve">3 .1.29     -INF       .        1.000      .         </w:t>
      </w:r>
    </w:p>
    <w:p w:rsidR="0062748B" w:rsidRDefault="0062748B" w:rsidP="0062748B">
      <w:r>
        <w:lastRenderedPageBreak/>
        <w:t xml:space="preserve">4 .1.1      -INF       .        1.000      .         </w:t>
      </w:r>
    </w:p>
    <w:p w:rsidR="0062748B" w:rsidRDefault="0062748B" w:rsidP="0062748B">
      <w:r>
        <w:t xml:space="preserve">4 .1.2      -INF       .        1.000      .         </w:t>
      </w:r>
    </w:p>
    <w:p w:rsidR="0062748B" w:rsidRDefault="0062748B" w:rsidP="0062748B">
      <w:r>
        <w:t xml:space="preserve">4 .1.3      -INF       .        1.000      .         </w:t>
      </w:r>
    </w:p>
    <w:p w:rsidR="0062748B" w:rsidRDefault="0062748B" w:rsidP="0062748B">
      <w:r>
        <w:t xml:space="preserve">4 .1.4      -INF       .        1.000      .         </w:t>
      </w:r>
    </w:p>
    <w:p w:rsidR="0062748B" w:rsidRDefault="0062748B" w:rsidP="0062748B">
      <w:r>
        <w:t xml:space="preserve">4 .1.5      -INF       .        1.000      .         </w:t>
      </w:r>
    </w:p>
    <w:p w:rsidR="0062748B" w:rsidRDefault="0062748B" w:rsidP="0062748B">
      <w:r>
        <w:t xml:space="preserve">4 .1.6      -INF       .        1.000      .         </w:t>
      </w:r>
    </w:p>
    <w:p w:rsidR="0062748B" w:rsidRDefault="0062748B" w:rsidP="0062748B">
      <w:r>
        <w:t xml:space="preserve">4 .1.7      -INF       .        1.000      .         </w:t>
      </w:r>
    </w:p>
    <w:p w:rsidR="0062748B" w:rsidRDefault="0062748B" w:rsidP="0062748B">
      <w:r>
        <w:t xml:space="preserve">4 .1.8      -INF       .        1.000      .         </w:t>
      </w:r>
    </w:p>
    <w:p w:rsidR="0062748B" w:rsidRDefault="0062748B" w:rsidP="0062748B">
      <w:r>
        <w:t xml:space="preserve">4 .1.9      -INF       .        1.000      .         </w:t>
      </w:r>
    </w:p>
    <w:p w:rsidR="0062748B" w:rsidRDefault="0062748B" w:rsidP="0062748B">
      <w:r>
        <w:t xml:space="preserve">4 .1.10     -INF       .        1.000      .         </w:t>
      </w:r>
    </w:p>
    <w:p w:rsidR="0062748B" w:rsidRDefault="0062748B" w:rsidP="0062748B">
      <w:r>
        <w:t xml:space="preserve">4 .1.11     -INF       .        1.000      .         </w:t>
      </w:r>
    </w:p>
    <w:p w:rsidR="0062748B" w:rsidRDefault="0062748B" w:rsidP="0062748B">
      <w:r>
        <w:t xml:space="preserve">4 .1.12     -INF       .        1.000      .         </w:t>
      </w:r>
    </w:p>
    <w:p w:rsidR="0062748B" w:rsidRDefault="0062748B" w:rsidP="0062748B">
      <w:r>
        <w:t xml:space="preserve">4 .1.13     -INF       .        1.000      .         </w:t>
      </w:r>
    </w:p>
    <w:p w:rsidR="0062748B" w:rsidRDefault="0062748B" w:rsidP="0062748B">
      <w:r>
        <w:t xml:space="preserve">4 .1.14     -INF       .        1.000      .         </w:t>
      </w:r>
    </w:p>
    <w:p w:rsidR="0062748B" w:rsidRDefault="0062748B" w:rsidP="0062748B">
      <w:r>
        <w:t xml:space="preserve">4 .1.15     -INF       .        1.000      .         </w:t>
      </w:r>
    </w:p>
    <w:p w:rsidR="0062748B" w:rsidRDefault="0062748B" w:rsidP="0062748B">
      <w:r>
        <w:t xml:space="preserve">4 .1.16     -INF       .        1.000      .         </w:t>
      </w:r>
    </w:p>
    <w:p w:rsidR="0062748B" w:rsidRDefault="0062748B" w:rsidP="0062748B">
      <w:r>
        <w:t xml:space="preserve">4 .1.17     -INF       .        1.000      .         </w:t>
      </w:r>
    </w:p>
    <w:p w:rsidR="0062748B" w:rsidRDefault="0062748B" w:rsidP="0062748B">
      <w:r>
        <w:t xml:space="preserve">4 .1.18     -INF       .        1.000      .         </w:t>
      </w:r>
    </w:p>
    <w:p w:rsidR="0062748B" w:rsidRDefault="0062748B" w:rsidP="0062748B">
      <w:r>
        <w:t xml:space="preserve">4 .1.19     -INF       .        1.000      .         </w:t>
      </w:r>
    </w:p>
    <w:p w:rsidR="0062748B" w:rsidRDefault="0062748B" w:rsidP="0062748B">
      <w:r>
        <w:t xml:space="preserve">4 .1.20     -INF       .        1.000      .         </w:t>
      </w:r>
    </w:p>
    <w:p w:rsidR="0062748B" w:rsidRDefault="0062748B" w:rsidP="0062748B">
      <w:r>
        <w:t xml:space="preserve">4 .1.21     -INF       .        1.000      .         </w:t>
      </w:r>
    </w:p>
    <w:p w:rsidR="0062748B" w:rsidRDefault="0062748B" w:rsidP="0062748B">
      <w:r>
        <w:t xml:space="preserve">4 .1.22     -INF       .        1.000      .         </w:t>
      </w:r>
    </w:p>
    <w:p w:rsidR="0062748B" w:rsidRDefault="0062748B" w:rsidP="0062748B">
      <w:r>
        <w:t xml:space="preserve">4 .1.23     -INF       .        1.000      .         </w:t>
      </w:r>
    </w:p>
    <w:p w:rsidR="0062748B" w:rsidRDefault="0062748B" w:rsidP="0062748B">
      <w:r>
        <w:t xml:space="preserve">4 .1.24     -INF       .        1.000      .         </w:t>
      </w:r>
    </w:p>
    <w:p w:rsidR="0062748B" w:rsidRDefault="0062748B" w:rsidP="0062748B">
      <w:r>
        <w:t xml:space="preserve">4 .1.25     -INF       .        1.000      .         </w:t>
      </w:r>
    </w:p>
    <w:p w:rsidR="0062748B" w:rsidRDefault="0062748B" w:rsidP="0062748B">
      <w:r>
        <w:lastRenderedPageBreak/>
        <w:t xml:space="preserve">4 .1.26     -INF       .        1.000      .         </w:t>
      </w:r>
    </w:p>
    <w:p w:rsidR="0062748B" w:rsidRDefault="0062748B" w:rsidP="0062748B">
      <w:r>
        <w:t xml:space="preserve">4 .1.27     -INF       .        1.000      .         </w:t>
      </w:r>
    </w:p>
    <w:p w:rsidR="0062748B" w:rsidRDefault="0062748B" w:rsidP="0062748B">
      <w:r>
        <w:t xml:space="preserve">4 .1.28     -INF       .        1.000      .         </w:t>
      </w:r>
    </w:p>
    <w:p w:rsidR="0062748B" w:rsidRDefault="0062748B" w:rsidP="0062748B">
      <w:r>
        <w:t xml:space="preserve">4 .1.29     -INF       .        1.000      .         </w:t>
      </w:r>
    </w:p>
    <w:p w:rsidR="0062748B" w:rsidRDefault="0062748B" w:rsidP="0062748B">
      <w:r>
        <w:t xml:space="preserve">5 .1.1      -INF       .        1.000      .         </w:t>
      </w:r>
    </w:p>
    <w:p w:rsidR="0062748B" w:rsidRDefault="0062748B" w:rsidP="0062748B">
      <w:r>
        <w:t xml:space="preserve">5 .1.2      -INF       .        1.000      .         </w:t>
      </w:r>
    </w:p>
    <w:p w:rsidR="0062748B" w:rsidRDefault="0062748B" w:rsidP="0062748B">
      <w:r>
        <w:t xml:space="preserve">5 .1.3      -INF       .        1.000      .         </w:t>
      </w:r>
    </w:p>
    <w:p w:rsidR="0062748B" w:rsidRDefault="0062748B" w:rsidP="0062748B">
      <w:r>
        <w:t xml:space="preserve">5 .1.4      -INF       .        1.000      .         </w:t>
      </w:r>
    </w:p>
    <w:p w:rsidR="0062748B" w:rsidRDefault="0062748B" w:rsidP="0062748B">
      <w:r>
        <w:t xml:space="preserve">5 .1.5      -INF       .        1.000      .         </w:t>
      </w:r>
    </w:p>
    <w:p w:rsidR="0062748B" w:rsidRDefault="0062748B" w:rsidP="0062748B">
      <w:r>
        <w:t xml:space="preserve">5 .1.6      -INF       .        1.000      .         </w:t>
      </w:r>
    </w:p>
    <w:p w:rsidR="0062748B" w:rsidRDefault="0062748B" w:rsidP="0062748B">
      <w:r>
        <w:t xml:space="preserve">5 .1.7      -INF       .        1.000      .         </w:t>
      </w:r>
    </w:p>
    <w:p w:rsidR="0062748B" w:rsidRDefault="0062748B" w:rsidP="0062748B">
      <w:r>
        <w:t xml:space="preserve">5 .1.8      -INF       .        1.000      .         </w:t>
      </w:r>
    </w:p>
    <w:p w:rsidR="0062748B" w:rsidRDefault="0062748B" w:rsidP="0062748B">
      <w:r>
        <w:t xml:space="preserve">5 .1.9      -INF       .        1.000      .         </w:t>
      </w:r>
    </w:p>
    <w:p w:rsidR="0062748B" w:rsidRDefault="0062748B" w:rsidP="0062748B">
      <w:r>
        <w:t xml:space="preserve">5 .1.10     -INF       .        1.000      .         </w:t>
      </w:r>
    </w:p>
    <w:p w:rsidR="0062748B" w:rsidRDefault="0062748B" w:rsidP="0062748B">
      <w:r>
        <w:t xml:space="preserve">5 .1.11     -INF       .        1.000      .         </w:t>
      </w:r>
    </w:p>
    <w:p w:rsidR="0062748B" w:rsidRDefault="0062748B" w:rsidP="0062748B">
      <w:r>
        <w:t xml:space="preserve">5 .1.12     -INF       .        1.000      .         </w:t>
      </w:r>
    </w:p>
    <w:p w:rsidR="0062748B" w:rsidRDefault="0062748B" w:rsidP="0062748B">
      <w:r>
        <w:t xml:space="preserve">5 .1.13     -INF       .        1.000      .         </w:t>
      </w:r>
    </w:p>
    <w:p w:rsidR="0062748B" w:rsidRDefault="0062748B" w:rsidP="0062748B">
      <w:r>
        <w:t xml:space="preserve">5 .1.14     -INF       .        1.000      .         </w:t>
      </w:r>
    </w:p>
    <w:p w:rsidR="0062748B" w:rsidRDefault="0062748B" w:rsidP="0062748B">
      <w:r>
        <w:t xml:space="preserve">5 .1.15     -INF       .        1.000      .         </w:t>
      </w:r>
    </w:p>
    <w:p w:rsidR="0062748B" w:rsidRDefault="0062748B" w:rsidP="0062748B">
      <w:r>
        <w:t xml:space="preserve">5 .1.16     -INF       .        1.000      .         </w:t>
      </w:r>
    </w:p>
    <w:p w:rsidR="0062748B" w:rsidRDefault="0062748B" w:rsidP="0062748B">
      <w:r>
        <w:t xml:space="preserve">5 .1.17     -INF       .        1.000      .         </w:t>
      </w:r>
    </w:p>
    <w:p w:rsidR="0062748B" w:rsidRDefault="0062748B" w:rsidP="0062748B">
      <w:r>
        <w:t xml:space="preserve">5 .1.18     -INF       .        1.000      .         </w:t>
      </w:r>
    </w:p>
    <w:p w:rsidR="0062748B" w:rsidRDefault="0062748B" w:rsidP="0062748B">
      <w:r>
        <w:t xml:space="preserve">5 .1.19     -INF       .        1.000      .         </w:t>
      </w:r>
    </w:p>
    <w:p w:rsidR="0062748B" w:rsidRDefault="0062748B" w:rsidP="0062748B">
      <w:r>
        <w:t xml:space="preserve">5 .1.20     -INF       .        1.000      .         </w:t>
      </w:r>
    </w:p>
    <w:p w:rsidR="0062748B" w:rsidRDefault="0062748B" w:rsidP="0062748B">
      <w:r>
        <w:t xml:space="preserve">5 .1.21     -INF       .        1.000      .         </w:t>
      </w:r>
    </w:p>
    <w:p w:rsidR="0062748B" w:rsidRDefault="0062748B" w:rsidP="0062748B">
      <w:r>
        <w:lastRenderedPageBreak/>
        <w:t xml:space="preserve">5 .1.22     -INF       .        1.000      .         </w:t>
      </w:r>
    </w:p>
    <w:p w:rsidR="0062748B" w:rsidRDefault="0062748B" w:rsidP="0062748B">
      <w:r>
        <w:t xml:space="preserve">5 .1.23     -INF       .        1.000      .         </w:t>
      </w:r>
    </w:p>
    <w:p w:rsidR="0062748B" w:rsidRDefault="0062748B" w:rsidP="0062748B">
      <w:r>
        <w:t xml:space="preserve">5 .1.24     -INF       .        1.000      .         </w:t>
      </w:r>
    </w:p>
    <w:p w:rsidR="0062748B" w:rsidRDefault="0062748B" w:rsidP="0062748B">
      <w:r>
        <w:t xml:space="preserve">5 .1.25     -INF       .        1.000      .         </w:t>
      </w:r>
    </w:p>
    <w:p w:rsidR="0062748B" w:rsidRDefault="0062748B" w:rsidP="0062748B">
      <w:r>
        <w:t xml:space="preserve">5 .1.26     -INF       .        1.000      .         </w:t>
      </w:r>
    </w:p>
    <w:p w:rsidR="0062748B" w:rsidRDefault="0062748B" w:rsidP="0062748B">
      <w:r>
        <w:t xml:space="preserve">5 .1.27     -INF       .        1.000      .         </w:t>
      </w:r>
    </w:p>
    <w:p w:rsidR="0062748B" w:rsidRDefault="0062748B" w:rsidP="0062748B">
      <w:r>
        <w:t xml:space="preserve">5 .1.28     -INF       .        1.000      .         </w:t>
      </w:r>
    </w:p>
    <w:p w:rsidR="0062748B" w:rsidRDefault="0062748B" w:rsidP="0062748B">
      <w:r>
        <w:t xml:space="preserve">5 .1.29     -INF       .        1.000      .         </w:t>
      </w:r>
    </w:p>
    <w:p w:rsidR="0062748B" w:rsidRDefault="0062748B" w:rsidP="0062748B">
      <w:r>
        <w:t xml:space="preserve">6 .1.1      -INF       .        1.000      .         </w:t>
      </w:r>
    </w:p>
    <w:p w:rsidR="0062748B" w:rsidRDefault="0062748B" w:rsidP="0062748B">
      <w:r>
        <w:t xml:space="preserve">6 .1.2      -INF       .        1.000      .         </w:t>
      </w:r>
    </w:p>
    <w:p w:rsidR="0062748B" w:rsidRDefault="0062748B" w:rsidP="0062748B">
      <w:r>
        <w:t xml:space="preserve">6 .1.3      -INF       .        1.000      .         </w:t>
      </w:r>
    </w:p>
    <w:p w:rsidR="0062748B" w:rsidRDefault="0062748B" w:rsidP="0062748B">
      <w:r>
        <w:t xml:space="preserve">6 .1.4      -INF       .        1.000      .         </w:t>
      </w:r>
    </w:p>
    <w:p w:rsidR="0062748B" w:rsidRDefault="0062748B" w:rsidP="0062748B">
      <w:r>
        <w:t xml:space="preserve">6 .1.5      -INF       .        1.000      .         </w:t>
      </w:r>
    </w:p>
    <w:p w:rsidR="0062748B" w:rsidRDefault="0062748B" w:rsidP="0062748B">
      <w:r>
        <w:t xml:space="preserve">6 .1.6      -INF       .        1.000      .         </w:t>
      </w:r>
    </w:p>
    <w:p w:rsidR="0062748B" w:rsidRDefault="0062748B" w:rsidP="0062748B">
      <w:r>
        <w:t xml:space="preserve">6 .1.7      -INF       .        1.000      .         </w:t>
      </w:r>
    </w:p>
    <w:p w:rsidR="0062748B" w:rsidRDefault="0062748B" w:rsidP="0062748B">
      <w:r>
        <w:t xml:space="preserve">6 .1.8      -INF       .        1.000      .         </w:t>
      </w:r>
    </w:p>
    <w:p w:rsidR="0062748B" w:rsidRDefault="0062748B" w:rsidP="0062748B">
      <w:r>
        <w:t xml:space="preserve">6 .1.9      -INF       .        1.000      .         </w:t>
      </w:r>
    </w:p>
    <w:p w:rsidR="0062748B" w:rsidRDefault="0062748B" w:rsidP="0062748B">
      <w:r>
        <w:t xml:space="preserve">6 .1.10     -INF       .        1.000      .         </w:t>
      </w:r>
    </w:p>
    <w:p w:rsidR="0062748B" w:rsidRDefault="0062748B" w:rsidP="0062748B">
      <w:r>
        <w:t xml:space="preserve">6 .1.11     -INF       .        1.000      .         </w:t>
      </w:r>
    </w:p>
    <w:p w:rsidR="0062748B" w:rsidRDefault="0062748B" w:rsidP="0062748B">
      <w:r>
        <w:t xml:space="preserve">6 .1.12     -INF       .        1.000      .         </w:t>
      </w:r>
    </w:p>
    <w:p w:rsidR="0062748B" w:rsidRDefault="0062748B" w:rsidP="0062748B">
      <w:r>
        <w:t xml:space="preserve">6 .1.13     -INF       .        1.000      .         </w:t>
      </w:r>
    </w:p>
    <w:p w:rsidR="0062748B" w:rsidRDefault="0062748B" w:rsidP="0062748B">
      <w:r>
        <w:t xml:space="preserve">6 .1.14     -INF       .        1.000      .         </w:t>
      </w:r>
    </w:p>
    <w:p w:rsidR="0062748B" w:rsidRDefault="0062748B" w:rsidP="0062748B">
      <w:r>
        <w:t xml:space="preserve">6 .1.15     -INF       .        1.000      .         </w:t>
      </w:r>
    </w:p>
    <w:p w:rsidR="0062748B" w:rsidRDefault="0062748B" w:rsidP="0062748B">
      <w:r>
        <w:t xml:space="preserve">6 .1.16     -INF       .        1.000      .         </w:t>
      </w:r>
    </w:p>
    <w:p w:rsidR="0062748B" w:rsidRDefault="0062748B" w:rsidP="0062748B">
      <w:r>
        <w:t xml:space="preserve">6 .1.17     -INF       .        1.000      .         </w:t>
      </w:r>
    </w:p>
    <w:p w:rsidR="0062748B" w:rsidRDefault="0062748B" w:rsidP="0062748B">
      <w:r>
        <w:lastRenderedPageBreak/>
        <w:t xml:space="preserve">6 .1.18     -INF       .        1.000      .         </w:t>
      </w:r>
    </w:p>
    <w:p w:rsidR="0062748B" w:rsidRDefault="0062748B" w:rsidP="0062748B">
      <w:r>
        <w:t xml:space="preserve">6 .1.19     -INF       .        1.000      .         </w:t>
      </w:r>
    </w:p>
    <w:p w:rsidR="0062748B" w:rsidRDefault="0062748B" w:rsidP="0062748B">
      <w:r>
        <w:t xml:space="preserve">6 .1.20     -INF       .        1.000      .         </w:t>
      </w:r>
    </w:p>
    <w:p w:rsidR="0062748B" w:rsidRDefault="0062748B" w:rsidP="0062748B">
      <w:r>
        <w:t xml:space="preserve">6 .1.21     -INF       .        1.000      .         </w:t>
      </w:r>
    </w:p>
    <w:p w:rsidR="0062748B" w:rsidRDefault="0062748B" w:rsidP="0062748B">
      <w:r>
        <w:t xml:space="preserve">6 .1.22     -INF       .        1.000      .         </w:t>
      </w:r>
    </w:p>
    <w:p w:rsidR="0062748B" w:rsidRDefault="0062748B" w:rsidP="0062748B">
      <w:r>
        <w:t xml:space="preserve">6 .1.23     -INF       .        1.000      .         </w:t>
      </w:r>
    </w:p>
    <w:p w:rsidR="0062748B" w:rsidRDefault="0062748B" w:rsidP="0062748B">
      <w:r>
        <w:t xml:space="preserve">6 .1.24     -INF       .        1.000      .         </w:t>
      </w:r>
    </w:p>
    <w:p w:rsidR="0062748B" w:rsidRDefault="0062748B" w:rsidP="0062748B">
      <w:r>
        <w:t xml:space="preserve">6 .1.25     -INF       .        1.000      .         </w:t>
      </w:r>
    </w:p>
    <w:p w:rsidR="0062748B" w:rsidRDefault="0062748B" w:rsidP="0062748B">
      <w:r>
        <w:t xml:space="preserve">6 .1.26     -INF       .        1.000      .         </w:t>
      </w:r>
    </w:p>
    <w:p w:rsidR="0062748B" w:rsidRDefault="0062748B" w:rsidP="0062748B">
      <w:r>
        <w:t xml:space="preserve">6 .1.27     -INF       .        1.000      .         </w:t>
      </w:r>
    </w:p>
    <w:p w:rsidR="0062748B" w:rsidRDefault="0062748B" w:rsidP="0062748B">
      <w:r>
        <w:t xml:space="preserve">6 .1.28     -INF       .        1.000      .         </w:t>
      </w:r>
    </w:p>
    <w:p w:rsidR="0062748B" w:rsidRDefault="0062748B" w:rsidP="0062748B">
      <w:r>
        <w:t xml:space="preserve">6 .1.29     -INF       .        1.000      .         </w:t>
      </w:r>
    </w:p>
    <w:p w:rsidR="0062748B" w:rsidRDefault="0062748B" w:rsidP="0062748B">
      <w:r>
        <w:t xml:space="preserve">7 .1.1      -INF       .        1.000      .         </w:t>
      </w:r>
    </w:p>
    <w:p w:rsidR="0062748B" w:rsidRDefault="0062748B" w:rsidP="0062748B">
      <w:r>
        <w:t xml:space="preserve">7 .1.2      -INF       .        1.000      .         </w:t>
      </w:r>
    </w:p>
    <w:p w:rsidR="0062748B" w:rsidRDefault="0062748B" w:rsidP="0062748B">
      <w:r>
        <w:t xml:space="preserve">7 .1.3      -INF       .        1.000      .         </w:t>
      </w:r>
    </w:p>
    <w:p w:rsidR="0062748B" w:rsidRDefault="0062748B" w:rsidP="0062748B">
      <w:r>
        <w:t xml:space="preserve">7 .1.4      -INF       .        1.000      .         </w:t>
      </w:r>
    </w:p>
    <w:p w:rsidR="0062748B" w:rsidRDefault="0062748B" w:rsidP="0062748B">
      <w:r>
        <w:t xml:space="preserve">7 .1.5      -INF       .        1.000      .         </w:t>
      </w:r>
    </w:p>
    <w:p w:rsidR="0062748B" w:rsidRDefault="0062748B" w:rsidP="0062748B">
      <w:r>
        <w:t xml:space="preserve">7 .1.6      -INF       .        1.000      .         </w:t>
      </w:r>
    </w:p>
    <w:p w:rsidR="0062748B" w:rsidRDefault="0062748B" w:rsidP="0062748B">
      <w:r>
        <w:t xml:space="preserve">7 .1.7      -INF       .        1.000      .         </w:t>
      </w:r>
    </w:p>
    <w:p w:rsidR="0062748B" w:rsidRDefault="0062748B" w:rsidP="0062748B">
      <w:r>
        <w:t xml:space="preserve">7 .1.8      -INF       .        1.000      .         </w:t>
      </w:r>
    </w:p>
    <w:p w:rsidR="0062748B" w:rsidRDefault="0062748B" w:rsidP="0062748B">
      <w:r>
        <w:t xml:space="preserve">7 .1.9      -INF       .        1.000      .         </w:t>
      </w:r>
    </w:p>
    <w:p w:rsidR="0062748B" w:rsidRDefault="0062748B" w:rsidP="0062748B">
      <w:r>
        <w:t xml:space="preserve">7 .1.10     -INF       .        1.000      .         </w:t>
      </w:r>
    </w:p>
    <w:p w:rsidR="0062748B" w:rsidRDefault="0062748B" w:rsidP="0062748B">
      <w:r>
        <w:t xml:space="preserve">7 .1.11     -INF       .        1.000      .         </w:t>
      </w:r>
    </w:p>
    <w:p w:rsidR="0062748B" w:rsidRDefault="0062748B" w:rsidP="0062748B">
      <w:r>
        <w:t xml:space="preserve">7 .1.12     -INF       .        1.000      .         </w:t>
      </w:r>
    </w:p>
    <w:p w:rsidR="0062748B" w:rsidRDefault="0062748B" w:rsidP="0062748B">
      <w:r>
        <w:t xml:space="preserve">7 .1.13     -INF       .        1.000      .         </w:t>
      </w:r>
    </w:p>
    <w:p w:rsidR="0062748B" w:rsidRDefault="0062748B" w:rsidP="0062748B">
      <w:r>
        <w:lastRenderedPageBreak/>
        <w:t xml:space="preserve">7 .1.14     -INF       .        1.000      .         </w:t>
      </w:r>
    </w:p>
    <w:p w:rsidR="0062748B" w:rsidRDefault="0062748B" w:rsidP="0062748B">
      <w:r>
        <w:t xml:space="preserve">7 .1.15     -INF       .        1.000      .         </w:t>
      </w:r>
    </w:p>
    <w:p w:rsidR="0062748B" w:rsidRDefault="0062748B" w:rsidP="0062748B">
      <w:r>
        <w:t xml:space="preserve">7 .1.16     -INF       .        1.000      .         </w:t>
      </w:r>
    </w:p>
    <w:p w:rsidR="0062748B" w:rsidRDefault="0062748B" w:rsidP="0062748B">
      <w:r>
        <w:t xml:space="preserve">7 .1.17     -INF       .        1.000      .         </w:t>
      </w:r>
    </w:p>
    <w:p w:rsidR="0062748B" w:rsidRDefault="0062748B" w:rsidP="0062748B">
      <w:r>
        <w:t xml:space="preserve">7 .1.18     -INF       .        1.000      .         </w:t>
      </w:r>
    </w:p>
    <w:p w:rsidR="0062748B" w:rsidRDefault="0062748B" w:rsidP="0062748B">
      <w:r>
        <w:t xml:space="preserve">7 .1.19     -INF       .        1.000      .         </w:t>
      </w:r>
    </w:p>
    <w:p w:rsidR="0062748B" w:rsidRDefault="0062748B" w:rsidP="0062748B">
      <w:r>
        <w:t xml:space="preserve">7 .1.20     -INF       .        1.000      .         </w:t>
      </w:r>
    </w:p>
    <w:p w:rsidR="0062748B" w:rsidRDefault="0062748B" w:rsidP="0062748B">
      <w:r>
        <w:t xml:space="preserve">7 .1.21     -INF       .        1.000      .         </w:t>
      </w:r>
    </w:p>
    <w:p w:rsidR="0062748B" w:rsidRDefault="0062748B" w:rsidP="0062748B">
      <w:r>
        <w:t xml:space="preserve">7 .1.22     -INF       .        1.000      .         </w:t>
      </w:r>
    </w:p>
    <w:p w:rsidR="0062748B" w:rsidRDefault="0062748B" w:rsidP="0062748B">
      <w:r>
        <w:t xml:space="preserve">7 .1.23     -INF       .        1.000      .         </w:t>
      </w:r>
    </w:p>
    <w:p w:rsidR="0062748B" w:rsidRDefault="0062748B" w:rsidP="0062748B">
      <w:r>
        <w:t xml:space="preserve">7 .1.24     -INF       .        1.000      .         </w:t>
      </w:r>
    </w:p>
    <w:p w:rsidR="0062748B" w:rsidRDefault="0062748B" w:rsidP="0062748B">
      <w:r>
        <w:t xml:space="preserve">7 .1.25     -INF       .        1.000      .         </w:t>
      </w:r>
    </w:p>
    <w:p w:rsidR="0062748B" w:rsidRDefault="0062748B" w:rsidP="0062748B">
      <w:r>
        <w:t xml:space="preserve">7 .1.26     -INF       .        1.000      .         </w:t>
      </w:r>
    </w:p>
    <w:p w:rsidR="0062748B" w:rsidRDefault="0062748B" w:rsidP="0062748B">
      <w:r>
        <w:t xml:space="preserve">7 .1.27     -INF       .        1.000      .         </w:t>
      </w:r>
    </w:p>
    <w:p w:rsidR="0062748B" w:rsidRDefault="0062748B" w:rsidP="0062748B">
      <w:r>
        <w:t xml:space="preserve">7 .1.28     -INF       .        1.000      .         </w:t>
      </w:r>
    </w:p>
    <w:p w:rsidR="0062748B" w:rsidRDefault="0062748B" w:rsidP="0062748B">
      <w:r>
        <w:t xml:space="preserve">7 .1.29     -INF       .        1.000      .         </w:t>
      </w:r>
    </w:p>
    <w:p w:rsidR="0062748B" w:rsidRDefault="0062748B" w:rsidP="0062748B">
      <w:r>
        <w:t xml:space="preserve">8 .1.1      -INF       .        1.000      .         </w:t>
      </w:r>
    </w:p>
    <w:p w:rsidR="0062748B" w:rsidRDefault="0062748B" w:rsidP="0062748B">
      <w:r>
        <w:t xml:space="preserve">8 .1.2      -INF       .        1.000      .         </w:t>
      </w:r>
    </w:p>
    <w:p w:rsidR="0062748B" w:rsidRDefault="0062748B" w:rsidP="0062748B">
      <w:r>
        <w:t xml:space="preserve">8 .1.3      -INF       .        1.000      .         </w:t>
      </w:r>
    </w:p>
    <w:p w:rsidR="0062748B" w:rsidRDefault="0062748B" w:rsidP="0062748B">
      <w:r>
        <w:t xml:space="preserve">8 .1.4      -INF       .        1.000      .         </w:t>
      </w:r>
    </w:p>
    <w:p w:rsidR="0062748B" w:rsidRDefault="0062748B" w:rsidP="0062748B">
      <w:r>
        <w:t xml:space="preserve">8 .1.5      -INF       .        1.000      .         </w:t>
      </w:r>
    </w:p>
    <w:p w:rsidR="0062748B" w:rsidRDefault="0062748B" w:rsidP="0062748B">
      <w:r>
        <w:t xml:space="preserve">8 .1.6      -INF       .        1.000      .         </w:t>
      </w:r>
    </w:p>
    <w:p w:rsidR="0062748B" w:rsidRDefault="0062748B" w:rsidP="0062748B">
      <w:r>
        <w:t xml:space="preserve">8 .1.7      -INF       .        1.000      .         </w:t>
      </w:r>
    </w:p>
    <w:p w:rsidR="0062748B" w:rsidRDefault="0062748B" w:rsidP="0062748B">
      <w:r>
        <w:t xml:space="preserve">8 .1.8      -INF       .        1.000      .         </w:t>
      </w:r>
    </w:p>
    <w:p w:rsidR="0062748B" w:rsidRDefault="0062748B" w:rsidP="0062748B">
      <w:r>
        <w:t xml:space="preserve">8 .1.9      -INF       .        1.000      .         </w:t>
      </w:r>
    </w:p>
    <w:p w:rsidR="0062748B" w:rsidRDefault="0062748B" w:rsidP="0062748B">
      <w:r>
        <w:lastRenderedPageBreak/>
        <w:t xml:space="preserve">8 .1.10     -INF       .        1.000      .         </w:t>
      </w:r>
    </w:p>
    <w:p w:rsidR="0062748B" w:rsidRDefault="0062748B" w:rsidP="0062748B">
      <w:r>
        <w:t xml:space="preserve">8 .1.11     -INF       .        1.000      .         </w:t>
      </w:r>
    </w:p>
    <w:p w:rsidR="0062748B" w:rsidRDefault="0062748B" w:rsidP="0062748B">
      <w:r>
        <w:t xml:space="preserve">8 .1.12     -INF       .        1.000      .         </w:t>
      </w:r>
    </w:p>
    <w:p w:rsidR="0062748B" w:rsidRDefault="0062748B" w:rsidP="0062748B">
      <w:r>
        <w:t xml:space="preserve">8 .1.13     -INF       .        1.000      .         </w:t>
      </w:r>
    </w:p>
    <w:p w:rsidR="0062748B" w:rsidRDefault="0062748B" w:rsidP="0062748B">
      <w:r>
        <w:t xml:space="preserve">8 .1.14     -INF       .        1.000      .         </w:t>
      </w:r>
    </w:p>
    <w:p w:rsidR="0062748B" w:rsidRDefault="0062748B" w:rsidP="0062748B">
      <w:r>
        <w:t xml:space="preserve">8 .1.15     -INF       .        1.000      .         </w:t>
      </w:r>
    </w:p>
    <w:p w:rsidR="0062748B" w:rsidRDefault="0062748B" w:rsidP="0062748B">
      <w:r>
        <w:t xml:space="preserve">8 .1.16     -INF       .        1.000      .         </w:t>
      </w:r>
    </w:p>
    <w:p w:rsidR="0062748B" w:rsidRDefault="0062748B" w:rsidP="0062748B">
      <w:r>
        <w:t xml:space="preserve">8 .1.17     -INF       .        1.000      .         </w:t>
      </w:r>
    </w:p>
    <w:p w:rsidR="0062748B" w:rsidRDefault="0062748B" w:rsidP="0062748B">
      <w:r>
        <w:t xml:space="preserve">8 .1.18     -INF       .        1.000      .         </w:t>
      </w:r>
    </w:p>
    <w:p w:rsidR="0062748B" w:rsidRDefault="0062748B" w:rsidP="0062748B">
      <w:r>
        <w:t xml:space="preserve">8 .1.19     -INF       .        1.000      .         </w:t>
      </w:r>
    </w:p>
    <w:p w:rsidR="0062748B" w:rsidRDefault="0062748B" w:rsidP="0062748B">
      <w:r>
        <w:t xml:space="preserve">8 .1.20     -INF       .        1.000      .         </w:t>
      </w:r>
    </w:p>
    <w:p w:rsidR="0062748B" w:rsidRDefault="0062748B" w:rsidP="0062748B">
      <w:r>
        <w:t xml:space="preserve">8 .1.21     -INF       .        1.000      .         </w:t>
      </w:r>
    </w:p>
    <w:p w:rsidR="0062748B" w:rsidRDefault="0062748B" w:rsidP="0062748B">
      <w:r>
        <w:t xml:space="preserve">8 .1.22     -INF       .        1.000      .         </w:t>
      </w:r>
    </w:p>
    <w:p w:rsidR="0062748B" w:rsidRDefault="0062748B" w:rsidP="0062748B">
      <w:r>
        <w:t xml:space="preserve">8 .1.23     -INF       .        1.000      .         </w:t>
      </w:r>
    </w:p>
    <w:p w:rsidR="0062748B" w:rsidRDefault="0062748B" w:rsidP="0062748B">
      <w:r>
        <w:t xml:space="preserve">8 .1.24     -INF       .        1.000      .         </w:t>
      </w:r>
    </w:p>
    <w:p w:rsidR="0062748B" w:rsidRDefault="0062748B" w:rsidP="0062748B">
      <w:r>
        <w:t xml:space="preserve">8 .1.25     -INF       .        1.000      .         </w:t>
      </w:r>
    </w:p>
    <w:p w:rsidR="0062748B" w:rsidRDefault="0062748B" w:rsidP="0062748B">
      <w:r>
        <w:t xml:space="preserve">8 .1.26     -INF       .        1.000      .         </w:t>
      </w:r>
    </w:p>
    <w:p w:rsidR="0062748B" w:rsidRDefault="0062748B" w:rsidP="0062748B">
      <w:r>
        <w:t xml:space="preserve">8 .1.27     -INF       .        1.000      .         </w:t>
      </w:r>
    </w:p>
    <w:p w:rsidR="0062748B" w:rsidRDefault="0062748B" w:rsidP="0062748B">
      <w:r>
        <w:t xml:space="preserve">8 .1.28     -INF       .        1.000      .         </w:t>
      </w:r>
    </w:p>
    <w:p w:rsidR="0062748B" w:rsidRDefault="0062748B" w:rsidP="0062748B">
      <w:r>
        <w:t xml:space="preserve">8 .1.29     -INF       .        1.000      .         </w:t>
      </w:r>
    </w:p>
    <w:p w:rsidR="0062748B" w:rsidRDefault="0062748B" w:rsidP="0062748B">
      <w:r>
        <w:t xml:space="preserve">9 .1.1      -INF       .        1.000      .         </w:t>
      </w:r>
    </w:p>
    <w:p w:rsidR="0062748B" w:rsidRDefault="0062748B" w:rsidP="0062748B">
      <w:r>
        <w:t xml:space="preserve">9 .1.2      -INF       .        1.000      .         </w:t>
      </w:r>
    </w:p>
    <w:p w:rsidR="0062748B" w:rsidRDefault="0062748B" w:rsidP="0062748B">
      <w:r>
        <w:t xml:space="preserve">9 .1.3      -INF       .        1.000      .         </w:t>
      </w:r>
    </w:p>
    <w:p w:rsidR="0062748B" w:rsidRDefault="0062748B" w:rsidP="0062748B">
      <w:r>
        <w:t xml:space="preserve">9 .1.4      -INF       .        1.000      .         </w:t>
      </w:r>
    </w:p>
    <w:p w:rsidR="0062748B" w:rsidRDefault="0062748B" w:rsidP="0062748B">
      <w:r>
        <w:t xml:space="preserve">9 .1.5      -INF       .        1.000      .         </w:t>
      </w:r>
    </w:p>
    <w:p w:rsidR="0062748B" w:rsidRDefault="0062748B" w:rsidP="0062748B">
      <w:r>
        <w:lastRenderedPageBreak/>
        <w:t xml:space="preserve">9 .1.6      -INF       .        1.000      .         </w:t>
      </w:r>
    </w:p>
    <w:p w:rsidR="0062748B" w:rsidRDefault="0062748B" w:rsidP="0062748B">
      <w:r>
        <w:t xml:space="preserve">9 .1.7      -INF       .        1.000      .         </w:t>
      </w:r>
    </w:p>
    <w:p w:rsidR="0062748B" w:rsidRDefault="0062748B" w:rsidP="0062748B">
      <w:r>
        <w:t xml:space="preserve">9 .1.8      -INF       .        1.000      .         </w:t>
      </w:r>
    </w:p>
    <w:p w:rsidR="0062748B" w:rsidRDefault="0062748B" w:rsidP="0062748B">
      <w:r>
        <w:t xml:space="preserve">9 .1.9      -INF       .        1.000      .         </w:t>
      </w:r>
    </w:p>
    <w:p w:rsidR="0062748B" w:rsidRDefault="0062748B" w:rsidP="0062748B">
      <w:r>
        <w:t xml:space="preserve">9 .1.10     -INF       .        1.000      .         </w:t>
      </w:r>
    </w:p>
    <w:p w:rsidR="0062748B" w:rsidRDefault="0062748B" w:rsidP="0062748B">
      <w:r>
        <w:t xml:space="preserve">9 .1.11     -INF       .        1.000      .         </w:t>
      </w:r>
    </w:p>
    <w:p w:rsidR="0062748B" w:rsidRDefault="0062748B" w:rsidP="0062748B">
      <w:r>
        <w:t xml:space="preserve">9 .1.12     -INF       .        1.000      .         </w:t>
      </w:r>
    </w:p>
    <w:p w:rsidR="0062748B" w:rsidRDefault="0062748B" w:rsidP="0062748B">
      <w:r>
        <w:t xml:space="preserve">9 .1.13     -INF       .        1.000      .         </w:t>
      </w:r>
    </w:p>
    <w:p w:rsidR="0062748B" w:rsidRDefault="0062748B" w:rsidP="0062748B">
      <w:r>
        <w:t xml:space="preserve">9 .1.14     -INF       .        1.000      .         </w:t>
      </w:r>
    </w:p>
    <w:p w:rsidR="0062748B" w:rsidRDefault="0062748B" w:rsidP="0062748B">
      <w:r>
        <w:t xml:space="preserve">9 .1.15     -INF       .        1.000      .         </w:t>
      </w:r>
    </w:p>
    <w:p w:rsidR="0062748B" w:rsidRDefault="0062748B" w:rsidP="0062748B">
      <w:r>
        <w:t xml:space="preserve">9 .1.16     -INF       .        1.000      .         </w:t>
      </w:r>
    </w:p>
    <w:p w:rsidR="0062748B" w:rsidRDefault="0062748B" w:rsidP="0062748B">
      <w:r>
        <w:t xml:space="preserve">9 .1.17     -INF       .        1.000      .         </w:t>
      </w:r>
    </w:p>
    <w:p w:rsidR="0062748B" w:rsidRDefault="0062748B" w:rsidP="0062748B">
      <w:r>
        <w:t xml:space="preserve">9 .1.18     -INF       .        1.000      .         </w:t>
      </w:r>
    </w:p>
    <w:p w:rsidR="0062748B" w:rsidRDefault="0062748B" w:rsidP="0062748B">
      <w:r>
        <w:t xml:space="preserve">9 .1.19     -INF       .        1.000      .         </w:t>
      </w:r>
    </w:p>
    <w:p w:rsidR="0062748B" w:rsidRDefault="0062748B" w:rsidP="0062748B">
      <w:r>
        <w:t xml:space="preserve">9 .1.20     -INF       .        1.000      .         </w:t>
      </w:r>
    </w:p>
    <w:p w:rsidR="0062748B" w:rsidRDefault="0062748B" w:rsidP="0062748B">
      <w:r>
        <w:t xml:space="preserve">9 .1.21     -INF       .        1.000      .         </w:t>
      </w:r>
    </w:p>
    <w:p w:rsidR="0062748B" w:rsidRDefault="0062748B" w:rsidP="0062748B">
      <w:r>
        <w:t xml:space="preserve">9 .1.22     -INF       .        1.000      .         </w:t>
      </w:r>
    </w:p>
    <w:p w:rsidR="0062748B" w:rsidRDefault="0062748B" w:rsidP="0062748B">
      <w:r>
        <w:t xml:space="preserve">9 .1.23     -INF       .        1.000      .         </w:t>
      </w:r>
    </w:p>
    <w:p w:rsidR="0062748B" w:rsidRDefault="0062748B" w:rsidP="0062748B">
      <w:r>
        <w:t xml:space="preserve">9 .1.24     -INF       .        1.000      .         </w:t>
      </w:r>
    </w:p>
    <w:p w:rsidR="0062748B" w:rsidRDefault="0062748B" w:rsidP="0062748B">
      <w:r>
        <w:t xml:space="preserve">9 .1.25     -INF       .        1.000      .         </w:t>
      </w:r>
    </w:p>
    <w:p w:rsidR="0062748B" w:rsidRDefault="0062748B" w:rsidP="0062748B">
      <w:r>
        <w:t xml:space="preserve">9 .1.26     -INF       .        1.000      .         </w:t>
      </w:r>
    </w:p>
    <w:p w:rsidR="0062748B" w:rsidRDefault="0062748B" w:rsidP="0062748B">
      <w:r>
        <w:t xml:space="preserve">9 .1.27     -INF       .        1.000      .         </w:t>
      </w:r>
    </w:p>
    <w:p w:rsidR="0062748B" w:rsidRDefault="0062748B" w:rsidP="0062748B">
      <w:r>
        <w:t xml:space="preserve">9 .1.28     -INF       .        1.000      .         </w:t>
      </w:r>
    </w:p>
    <w:p w:rsidR="0062748B" w:rsidRDefault="0062748B" w:rsidP="0062748B">
      <w:r>
        <w:t xml:space="preserve">9 .1.29     -INF       .        1.000      .         </w:t>
      </w:r>
    </w:p>
    <w:p w:rsidR="0062748B" w:rsidRDefault="0062748B" w:rsidP="0062748B">
      <w:r>
        <w:t xml:space="preserve">10.1.1      -INF       .        1.000      .         </w:t>
      </w:r>
    </w:p>
    <w:p w:rsidR="0062748B" w:rsidRDefault="0062748B" w:rsidP="0062748B">
      <w:r>
        <w:lastRenderedPageBreak/>
        <w:t xml:space="preserve">10.1.2      -INF       .        1.000      .         </w:t>
      </w:r>
    </w:p>
    <w:p w:rsidR="0062748B" w:rsidRDefault="0062748B" w:rsidP="0062748B">
      <w:r>
        <w:t xml:space="preserve">10.1.3      -INF       .        1.000      .         </w:t>
      </w:r>
    </w:p>
    <w:p w:rsidR="0062748B" w:rsidRDefault="0062748B" w:rsidP="0062748B">
      <w:r>
        <w:t xml:space="preserve">10.1.4      -INF       .        1.000      .         </w:t>
      </w:r>
    </w:p>
    <w:p w:rsidR="0062748B" w:rsidRDefault="0062748B" w:rsidP="0062748B">
      <w:r>
        <w:t xml:space="preserve">10.1.5      -INF       .        1.000      .         </w:t>
      </w:r>
    </w:p>
    <w:p w:rsidR="0062748B" w:rsidRDefault="0062748B" w:rsidP="0062748B">
      <w:r>
        <w:t xml:space="preserve">10.1.6      -INF       .        1.000      .         </w:t>
      </w:r>
    </w:p>
    <w:p w:rsidR="0062748B" w:rsidRDefault="0062748B" w:rsidP="0062748B">
      <w:r>
        <w:t xml:space="preserve">10.1.7      -INF       .        1.000      .         </w:t>
      </w:r>
    </w:p>
    <w:p w:rsidR="0062748B" w:rsidRDefault="0062748B" w:rsidP="0062748B">
      <w:r>
        <w:t xml:space="preserve">10.1.8      -INF       .        1.000      .         </w:t>
      </w:r>
    </w:p>
    <w:p w:rsidR="0062748B" w:rsidRDefault="0062748B" w:rsidP="0062748B">
      <w:r>
        <w:t xml:space="preserve">10.1.9      -INF       .        1.000      .         </w:t>
      </w:r>
    </w:p>
    <w:p w:rsidR="0062748B" w:rsidRDefault="0062748B" w:rsidP="0062748B">
      <w:r>
        <w:t xml:space="preserve">10.1.10     -INF       .        1.000      .         </w:t>
      </w:r>
    </w:p>
    <w:p w:rsidR="0062748B" w:rsidRDefault="0062748B" w:rsidP="0062748B">
      <w:r>
        <w:t xml:space="preserve">10.1.11     -INF       .        1.000      .         </w:t>
      </w:r>
    </w:p>
    <w:p w:rsidR="0062748B" w:rsidRDefault="0062748B" w:rsidP="0062748B">
      <w:r>
        <w:t xml:space="preserve">10.1.12     -INF       .        1.000      .         </w:t>
      </w:r>
    </w:p>
    <w:p w:rsidR="0062748B" w:rsidRDefault="0062748B" w:rsidP="0062748B">
      <w:r>
        <w:t xml:space="preserve">10.1.13     -INF       .        1.000      .         </w:t>
      </w:r>
    </w:p>
    <w:p w:rsidR="0062748B" w:rsidRDefault="0062748B" w:rsidP="0062748B">
      <w:r>
        <w:t xml:space="preserve">10.1.14     -INF       .        1.000      .         </w:t>
      </w:r>
    </w:p>
    <w:p w:rsidR="0062748B" w:rsidRDefault="0062748B" w:rsidP="0062748B">
      <w:r>
        <w:t xml:space="preserve">10.1.15     -INF       .        1.000      .         </w:t>
      </w:r>
    </w:p>
    <w:p w:rsidR="0062748B" w:rsidRDefault="0062748B" w:rsidP="0062748B">
      <w:r>
        <w:t xml:space="preserve">10.1.16     -INF       .        1.000      .         </w:t>
      </w:r>
    </w:p>
    <w:p w:rsidR="0062748B" w:rsidRDefault="0062748B" w:rsidP="0062748B">
      <w:r>
        <w:t xml:space="preserve">10.1.17     -INF       .        1.000      .         </w:t>
      </w:r>
    </w:p>
    <w:p w:rsidR="0062748B" w:rsidRDefault="0062748B" w:rsidP="0062748B">
      <w:r>
        <w:t xml:space="preserve">10.1.18     -INF       .        1.000      .         </w:t>
      </w:r>
    </w:p>
    <w:p w:rsidR="0062748B" w:rsidRDefault="0062748B" w:rsidP="0062748B">
      <w:r>
        <w:t xml:space="preserve">10.1.19     -INF       .        1.000      .         </w:t>
      </w:r>
    </w:p>
    <w:p w:rsidR="0062748B" w:rsidRDefault="0062748B" w:rsidP="0062748B">
      <w:r>
        <w:t xml:space="preserve">10.1.20     -INF       .        1.000      .         </w:t>
      </w:r>
    </w:p>
    <w:p w:rsidR="0062748B" w:rsidRDefault="0062748B" w:rsidP="0062748B">
      <w:r>
        <w:t xml:space="preserve">10.1.21     -INF       .        1.000      .         </w:t>
      </w:r>
    </w:p>
    <w:p w:rsidR="0062748B" w:rsidRDefault="0062748B" w:rsidP="0062748B">
      <w:r>
        <w:t xml:space="preserve">10.1.22     -INF       .        1.000      .         </w:t>
      </w:r>
    </w:p>
    <w:p w:rsidR="0062748B" w:rsidRDefault="0062748B" w:rsidP="0062748B">
      <w:r>
        <w:t xml:space="preserve">10.1.23     -INF       .        1.000      .         </w:t>
      </w:r>
    </w:p>
    <w:p w:rsidR="0062748B" w:rsidRDefault="0062748B" w:rsidP="0062748B">
      <w:r>
        <w:t xml:space="preserve">10.1.24     -INF       .        1.000      .         </w:t>
      </w:r>
    </w:p>
    <w:p w:rsidR="0062748B" w:rsidRDefault="0062748B" w:rsidP="0062748B">
      <w:r>
        <w:t xml:space="preserve">10.1.25     -INF       .        1.000      .         </w:t>
      </w:r>
    </w:p>
    <w:p w:rsidR="0062748B" w:rsidRDefault="0062748B" w:rsidP="0062748B">
      <w:r>
        <w:t xml:space="preserve">10.1.26     -INF       .        1.000      .         </w:t>
      </w:r>
    </w:p>
    <w:p w:rsidR="0062748B" w:rsidRDefault="0062748B" w:rsidP="0062748B">
      <w:r>
        <w:lastRenderedPageBreak/>
        <w:t xml:space="preserve">10.1.27     -INF       .        1.000      .         </w:t>
      </w:r>
    </w:p>
    <w:p w:rsidR="0062748B" w:rsidRDefault="0062748B" w:rsidP="0062748B">
      <w:r>
        <w:t xml:space="preserve">10.1.28     -INF       .        1.000      .         </w:t>
      </w:r>
    </w:p>
    <w:p w:rsidR="0062748B" w:rsidRDefault="0062748B" w:rsidP="0062748B">
      <w:r>
        <w:t xml:space="preserve">10.1.29     -INF       .        1.000      .         </w:t>
      </w:r>
    </w:p>
    <w:p w:rsidR="0062748B" w:rsidRDefault="0062748B" w:rsidP="0062748B">
      <w:r>
        <w:t xml:space="preserve">11.1.1      -INF       .        1.000      .         </w:t>
      </w:r>
    </w:p>
    <w:p w:rsidR="0062748B" w:rsidRDefault="0062748B" w:rsidP="0062748B">
      <w:r>
        <w:t xml:space="preserve">11.1.2      -INF       .        1.000      .         </w:t>
      </w:r>
    </w:p>
    <w:p w:rsidR="0062748B" w:rsidRDefault="0062748B" w:rsidP="0062748B">
      <w:r>
        <w:t xml:space="preserve">11.1.3      -INF       .        1.000      .         </w:t>
      </w:r>
    </w:p>
    <w:p w:rsidR="0062748B" w:rsidRDefault="0062748B" w:rsidP="0062748B">
      <w:r>
        <w:t xml:space="preserve">11.1.4      -INF       .        1.000      .         </w:t>
      </w:r>
    </w:p>
    <w:p w:rsidR="0062748B" w:rsidRDefault="0062748B" w:rsidP="0062748B">
      <w:r>
        <w:t xml:space="preserve">11.1.5      -INF       .        1.000      .         </w:t>
      </w:r>
    </w:p>
    <w:p w:rsidR="0062748B" w:rsidRDefault="0062748B" w:rsidP="0062748B">
      <w:r>
        <w:t xml:space="preserve">11.1.6      -INF       .        1.000      .         </w:t>
      </w:r>
    </w:p>
    <w:p w:rsidR="0062748B" w:rsidRDefault="0062748B" w:rsidP="0062748B">
      <w:r>
        <w:t xml:space="preserve">11.1.7      -INF       .        1.000      .         </w:t>
      </w:r>
    </w:p>
    <w:p w:rsidR="0062748B" w:rsidRDefault="0062748B" w:rsidP="0062748B">
      <w:r>
        <w:t xml:space="preserve">11.1.8      -INF       .        1.000      .         </w:t>
      </w:r>
    </w:p>
    <w:p w:rsidR="0062748B" w:rsidRDefault="0062748B" w:rsidP="0062748B">
      <w:r>
        <w:t xml:space="preserve">11.1.9      -INF       .        1.000      .         </w:t>
      </w:r>
    </w:p>
    <w:p w:rsidR="0062748B" w:rsidRDefault="0062748B" w:rsidP="0062748B">
      <w:r>
        <w:t xml:space="preserve">11.1.10     -INF       .        1.000      .         </w:t>
      </w:r>
    </w:p>
    <w:p w:rsidR="0062748B" w:rsidRDefault="0062748B" w:rsidP="0062748B">
      <w:r>
        <w:t xml:space="preserve">11.1.11     -INF       .        1.000      .         </w:t>
      </w:r>
    </w:p>
    <w:p w:rsidR="0062748B" w:rsidRDefault="0062748B" w:rsidP="0062748B">
      <w:r>
        <w:t xml:space="preserve">11.1.12     -INF       .        1.000      .         </w:t>
      </w:r>
    </w:p>
    <w:p w:rsidR="0062748B" w:rsidRDefault="0062748B" w:rsidP="0062748B">
      <w:r>
        <w:t xml:space="preserve">11.1.13     -INF       .        1.000      .         </w:t>
      </w:r>
    </w:p>
    <w:p w:rsidR="0062748B" w:rsidRDefault="0062748B" w:rsidP="0062748B">
      <w:r>
        <w:t xml:space="preserve">11.1.14     -INF       .        1.000      .         </w:t>
      </w:r>
    </w:p>
    <w:p w:rsidR="0062748B" w:rsidRDefault="0062748B" w:rsidP="0062748B">
      <w:r>
        <w:t xml:space="preserve">11.1.15     -INF       .        1.000      .         </w:t>
      </w:r>
    </w:p>
    <w:p w:rsidR="0062748B" w:rsidRDefault="0062748B" w:rsidP="0062748B">
      <w:r>
        <w:t xml:space="preserve">11.1.16     -INF       .        1.000      .         </w:t>
      </w:r>
    </w:p>
    <w:p w:rsidR="0062748B" w:rsidRDefault="0062748B" w:rsidP="0062748B">
      <w:r>
        <w:t xml:space="preserve">11.1.17     -INF       .        1.000      .         </w:t>
      </w:r>
    </w:p>
    <w:p w:rsidR="0062748B" w:rsidRDefault="0062748B" w:rsidP="0062748B">
      <w:r>
        <w:t xml:space="preserve">11.1.18     -INF       .        1.000      .         </w:t>
      </w:r>
    </w:p>
    <w:p w:rsidR="0062748B" w:rsidRDefault="0062748B" w:rsidP="0062748B">
      <w:r>
        <w:t xml:space="preserve">11.1.19     -INF       .        1.000      .         </w:t>
      </w:r>
    </w:p>
    <w:p w:rsidR="0062748B" w:rsidRDefault="0062748B" w:rsidP="0062748B">
      <w:r>
        <w:t xml:space="preserve">11.1.20     -INF       .        1.000      .         </w:t>
      </w:r>
    </w:p>
    <w:p w:rsidR="0062748B" w:rsidRDefault="0062748B" w:rsidP="0062748B">
      <w:r>
        <w:t xml:space="preserve">11.1.21     -INF       .        1.000      .         </w:t>
      </w:r>
    </w:p>
    <w:p w:rsidR="0062748B" w:rsidRDefault="0062748B" w:rsidP="0062748B">
      <w:r>
        <w:t xml:space="preserve">11.1.22     -INF       .        1.000      .         </w:t>
      </w:r>
    </w:p>
    <w:p w:rsidR="0062748B" w:rsidRDefault="0062748B" w:rsidP="0062748B">
      <w:r>
        <w:lastRenderedPageBreak/>
        <w:t xml:space="preserve">11.1.23     -INF       .        1.000      .         </w:t>
      </w:r>
    </w:p>
    <w:p w:rsidR="0062748B" w:rsidRDefault="0062748B" w:rsidP="0062748B">
      <w:r>
        <w:t xml:space="preserve">11.1.24     -INF       .        1.000      .         </w:t>
      </w:r>
    </w:p>
    <w:p w:rsidR="0062748B" w:rsidRDefault="0062748B" w:rsidP="0062748B">
      <w:r>
        <w:t xml:space="preserve">11.1.25     -INF       .        1.000      .         </w:t>
      </w:r>
    </w:p>
    <w:p w:rsidR="0062748B" w:rsidRDefault="0062748B" w:rsidP="0062748B">
      <w:r>
        <w:t xml:space="preserve">11.1.26     -INF       .        1.000      .         </w:t>
      </w:r>
    </w:p>
    <w:p w:rsidR="0062748B" w:rsidRDefault="0062748B" w:rsidP="0062748B">
      <w:r>
        <w:t xml:space="preserve">11.1.27     -INF       .        1.000      .         </w:t>
      </w:r>
    </w:p>
    <w:p w:rsidR="0062748B" w:rsidRDefault="0062748B" w:rsidP="0062748B">
      <w:r>
        <w:t xml:space="preserve">11.1.28     -INF       .        1.000      .         </w:t>
      </w:r>
    </w:p>
    <w:p w:rsidR="0062748B" w:rsidRDefault="0062748B" w:rsidP="0062748B">
      <w:r>
        <w:t xml:space="preserve">11.1.29     -INF       .        1.000      .         </w:t>
      </w:r>
    </w:p>
    <w:p w:rsidR="0062748B" w:rsidRDefault="0062748B" w:rsidP="0062748B">
      <w:r>
        <w:t xml:space="preserve">12.1.1      -INF       .        1.000      .         </w:t>
      </w:r>
    </w:p>
    <w:p w:rsidR="0062748B" w:rsidRDefault="0062748B" w:rsidP="0062748B">
      <w:r>
        <w:t xml:space="preserve">12.1.2      -INF       .        1.000      .         </w:t>
      </w:r>
    </w:p>
    <w:p w:rsidR="0062748B" w:rsidRDefault="0062748B" w:rsidP="0062748B">
      <w:r>
        <w:t xml:space="preserve">12.1.3      -INF       .        1.000      .         </w:t>
      </w:r>
    </w:p>
    <w:p w:rsidR="0062748B" w:rsidRDefault="0062748B" w:rsidP="0062748B">
      <w:r>
        <w:t xml:space="preserve">12.1.4      -INF       .        1.000      .         </w:t>
      </w:r>
    </w:p>
    <w:p w:rsidR="0062748B" w:rsidRDefault="0062748B" w:rsidP="0062748B">
      <w:r>
        <w:t xml:space="preserve">12.1.5      -INF       .        1.000      .         </w:t>
      </w:r>
    </w:p>
    <w:p w:rsidR="0062748B" w:rsidRDefault="0062748B" w:rsidP="0062748B">
      <w:r>
        <w:t xml:space="preserve">12.1.6      -INF       .        1.000      .         </w:t>
      </w:r>
    </w:p>
    <w:p w:rsidR="0062748B" w:rsidRDefault="0062748B" w:rsidP="0062748B">
      <w:r>
        <w:t xml:space="preserve">12.1.7      -INF       .        1.000      .         </w:t>
      </w:r>
    </w:p>
    <w:p w:rsidR="0062748B" w:rsidRDefault="0062748B" w:rsidP="0062748B">
      <w:r>
        <w:t xml:space="preserve">12.1.8      -INF       .        1.000      .         </w:t>
      </w:r>
    </w:p>
    <w:p w:rsidR="0062748B" w:rsidRDefault="0062748B" w:rsidP="0062748B">
      <w:r>
        <w:t xml:space="preserve">12.1.9      -INF       .        1.000      .         </w:t>
      </w:r>
    </w:p>
    <w:p w:rsidR="0062748B" w:rsidRDefault="0062748B" w:rsidP="0062748B">
      <w:r>
        <w:t xml:space="preserve">12.1.10     -INF       .        1.000      .         </w:t>
      </w:r>
    </w:p>
    <w:p w:rsidR="0062748B" w:rsidRDefault="0062748B" w:rsidP="0062748B">
      <w:r>
        <w:t xml:space="preserve">12.1.11     -INF       .        1.000      .         </w:t>
      </w:r>
    </w:p>
    <w:p w:rsidR="0062748B" w:rsidRDefault="0062748B" w:rsidP="0062748B">
      <w:r>
        <w:t xml:space="preserve">12.1.12     -INF       .        1.000      .         </w:t>
      </w:r>
    </w:p>
    <w:p w:rsidR="0062748B" w:rsidRDefault="0062748B" w:rsidP="0062748B">
      <w:r>
        <w:t xml:space="preserve">12.1.13     -INF       .        1.000      .         </w:t>
      </w:r>
    </w:p>
    <w:p w:rsidR="0062748B" w:rsidRDefault="0062748B" w:rsidP="0062748B">
      <w:r>
        <w:t xml:space="preserve">12.1.14     -INF       .        1.000      .         </w:t>
      </w:r>
    </w:p>
    <w:p w:rsidR="0062748B" w:rsidRDefault="0062748B" w:rsidP="0062748B">
      <w:r>
        <w:t xml:space="preserve">12.1.15     -INF       .        1.000      .         </w:t>
      </w:r>
    </w:p>
    <w:p w:rsidR="0062748B" w:rsidRDefault="0062748B" w:rsidP="0062748B">
      <w:r>
        <w:t xml:space="preserve">12.1.16     -INF       .        1.000      .         </w:t>
      </w:r>
    </w:p>
    <w:p w:rsidR="0062748B" w:rsidRDefault="0062748B" w:rsidP="0062748B">
      <w:r>
        <w:t xml:space="preserve">12.1.17     -INF       .        1.000      .         </w:t>
      </w:r>
    </w:p>
    <w:p w:rsidR="0062748B" w:rsidRDefault="0062748B" w:rsidP="0062748B">
      <w:r>
        <w:t xml:space="preserve">12.1.18     -INF       .        1.000      .         </w:t>
      </w:r>
    </w:p>
    <w:p w:rsidR="0062748B" w:rsidRDefault="0062748B" w:rsidP="0062748B">
      <w:r>
        <w:lastRenderedPageBreak/>
        <w:t xml:space="preserve">12.1.19     -INF       .        1.000      .         </w:t>
      </w:r>
    </w:p>
    <w:p w:rsidR="0062748B" w:rsidRDefault="0062748B" w:rsidP="0062748B">
      <w:r>
        <w:t xml:space="preserve">12.1.20     -INF       .        1.000      .         </w:t>
      </w:r>
    </w:p>
    <w:p w:rsidR="0062748B" w:rsidRDefault="0062748B" w:rsidP="0062748B">
      <w:r>
        <w:t xml:space="preserve">12.1.21     -INF       .        1.000      .         </w:t>
      </w:r>
    </w:p>
    <w:p w:rsidR="0062748B" w:rsidRDefault="0062748B" w:rsidP="0062748B">
      <w:r>
        <w:t xml:space="preserve">12.1.22     -INF       .        1.000      .         </w:t>
      </w:r>
    </w:p>
    <w:p w:rsidR="0062748B" w:rsidRDefault="0062748B" w:rsidP="0062748B">
      <w:r>
        <w:t xml:space="preserve">12.1.23     -INF       .        1.000      .         </w:t>
      </w:r>
    </w:p>
    <w:p w:rsidR="0062748B" w:rsidRDefault="0062748B" w:rsidP="0062748B">
      <w:r>
        <w:t xml:space="preserve">12.1.24     -INF       .        1.000      .         </w:t>
      </w:r>
    </w:p>
    <w:p w:rsidR="0062748B" w:rsidRDefault="0062748B" w:rsidP="0062748B">
      <w:r>
        <w:t xml:space="preserve">12.1.25     -INF       .        1.000      .         </w:t>
      </w:r>
    </w:p>
    <w:p w:rsidR="0062748B" w:rsidRDefault="0062748B" w:rsidP="0062748B">
      <w:r>
        <w:t xml:space="preserve">12.1.26     -INF       .        1.000      .         </w:t>
      </w:r>
    </w:p>
    <w:p w:rsidR="0062748B" w:rsidRDefault="0062748B" w:rsidP="0062748B">
      <w:r>
        <w:t xml:space="preserve">12.1.27     -INF       .        1.000      .         </w:t>
      </w:r>
    </w:p>
    <w:p w:rsidR="0062748B" w:rsidRDefault="0062748B" w:rsidP="0062748B">
      <w:r>
        <w:t xml:space="preserve">12.1.28     -INF       .        1.000      .         </w:t>
      </w:r>
    </w:p>
    <w:p w:rsidR="0062748B" w:rsidRDefault="0062748B" w:rsidP="0062748B">
      <w:r>
        <w:t xml:space="preserve">12.1.29     -INF       .        1.000      .         </w:t>
      </w:r>
    </w:p>
    <w:p w:rsidR="0062748B" w:rsidRDefault="0062748B" w:rsidP="0062748B">
      <w:r>
        <w:t xml:space="preserve">13.1.1      -INF       .        1.000      .         </w:t>
      </w:r>
    </w:p>
    <w:p w:rsidR="0062748B" w:rsidRDefault="0062748B" w:rsidP="0062748B">
      <w:r>
        <w:t xml:space="preserve">13.1.2      -INF       .        1.000      .         </w:t>
      </w:r>
    </w:p>
    <w:p w:rsidR="0062748B" w:rsidRDefault="0062748B" w:rsidP="0062748B">
      <w:r>
        <w:t xml:space="preserve">13.1.3      -INF       .        1.000      .         </w:t>
      </w:r>
    </w:p>
    <w:p w:rsidR="0062748B" w:rsidRDefault="0062748B" w:rsidP="0062748B">
      <w:r>
        <w:t xml:space="preserve">13.1.4      -INF       .        1.000      .         </w:t>
      </w:r>
    </w:p>
    <w:p w:rsidR="0062748B" w:rsidRDefault="0062748B" w:rsidP="0062748B">
      <w:r>
        <w:t xml:space="preserve">13.1.5      -INF       .        1.000      .         </w:t>
      </w:r>
    </w:p>
    <w:p w:rsidR="0062748B" w:rsidRDefault="0062748B" w:rsidP="0062748B">
      <w:r>
        <w:t xml:space="preserve">13.1.6      -INF       .        1.000      .         </w:t>
      </w:r>
    </w:p>
    <w:p w:rsidR="0062748B" w:rsidRDefault="0062748B" w:rsidP="0062748B">
      <w:r>
        <w:t xml:space="preserve">13.1.7      -INF       .        1.000      .         </w:t>
      </w:r>
    </w:p>
    <w:p w:rsidR="0062748B" w:rsidRDefault="0062748B" w:rsidP="0062748B">
      <w:r>
        <w:t xml:space="preserve">13.1.8      -INF       .        1.000      .         </w:t>
      </w:r>
    </w:p>
    <w:p w:rsidR="0062748B" w:rsidRDefault="0062748B" w:rsidP="0062748B">
      <w:r>
        <w:t xml:space="preserve">13.1.9      -INF       .        1.000      .         </w:t>
      </w:r>
    </w:p>
    <w:p w:rsidR="0062748B" w:rsidRDefault="0062748B" w:rsidP="0062748B">
      <w:r>
        <w:t xml:space="preserve">13.1.10     -INF       .        1.000      .         </w:t>
      </w:r>
    </w:p>
    <w:p w:rsidR="0062748B" w:rsidRDefault="0062748B" w:rsidP="0062748B">
      <w:r>
        <w:t xml:space="preserve">13.1.11     -INF       .        1.000      .         </w:t>
      </w:r>
    </w:p>
    <w:p w:rsidR="0062748B" w:rsidRDefault="0062748B" w:rsidP="0062748B">
      <w:r>
        <w:t xml:space="preserve">13.1.12     -INF       .        1.000      .         </w:t>
      </w:r>
    </w:p>
    <w:p w:rsidR="0062748B" w:rsidRDefault="0062748B" w:rsidP="0062748B">
      <w:r>
        <w:t xml:space="preserve">13.1.13     -INF       .        1.000      .         </w:t>
      </w:r>
    </w:p>
    <w:p w:rsidR="0062748B" w:rsidRDefault="0062748B" w:rsidP="0062748B">
      <w:r>
        <w:t xml:space="preserve">13.1.14     -INF       .        1.000      .         </w:t>
      </w:r>
    </w:p>
    <w:p w:rsidR="0062748B" w:rsidRDefault="0062748B" w:rsidP="0062748B">
      <w:r>
        <w:lastRenderedPageBreak/>
        <w:t xml:space="preserve">13.1.15     -INF       .        1.000      .         </w:t>
      </w:r>
    </w:p>
    <w:p w:rsidR="0062748B" w:rsidRDefault="0062748B" w:rsidP="0062748B">
      <w:r>
        <w:t xml:space="preserve">13.1.16     -INF       .        1.000      .         </w:t>
      </w:r>
    </w:p>
    <w:p w:rsidR="0062748B" w:rsidRDefault="0062748B" w:rsidP="0062748B">
      <w:r>
        <w:t xml:space="preserve">13.1.17     -INF       .        1.000      .         </w:t>
      </w:r>
    </w:p>
    <w:p w:rsidR="0062748B" w:rsidRDefault="0062748B" w:rsidP="0062748B">
      <w:r>
        <w:t xml:space="preserve">13.1.18     -INF       .        1.000      .         </w:t>
      </w:r>
    </w:p>
    <w:p w:rsidR="0062748B" w:rsidRDefault="0062748B" w:rsidP="0062748B">
      <w:r>
        <w:t xml:space="preserve">13.1.19     -INF       .        1.000      .         </w:t>
      </w:r>
    </w:p>
    <w:p w:rsidR="0062748B" w:rsidRDefault="0062748B" w:rsidP="0062748B">
      <w:r>
        <w:t xml:space="preserve">13.1.20     -INF       .        1.000      .         </w:t>
      </w:r>
    </w:p>
    <w:p w:rsidR="0062748B" w:rsidRDefault="0062748B" w:rsidP="0062748B">
      <w:r>
        <w:t xml:space="preserve">13.1.21     -INF       .        1.000      .         </w:t>
      </w:r>
    </w:p>
    <w:p w:rsidR="0062748B" w:rsidRDefault="0062748B" w:rsidP="0062748B">
      <w:r>
        <w:t xml:space="preserve">13.1.22     -INF       .        1.000      .         </w:t>
      </w:r>
    </w:p>
    <w:p w:rsidR="0062748B" w:rsidRDefault="0062748B" w:rsidP="0062748B">
      <w:r>
        <w:t xml:space="preserve">13.1.23     -INF       .        1.000      .         </w:t>
      </w:r>
    </w:p>
    <w:p w:rsidR="0062748B" w:rsidRDefault="0062748B" w:rsidP="0062748B">
      <w:r>
        <w:t xml:space="preserve">13.1.24     -INF       .        1.000      .         </w:t>
      </w:r>
    </w:p>
    <w:p w:rsidR="0062748B" w:rsidRDefault="0062748B" w:rsidP="0062748B">
      <w:r>
        <w:t xml:space="preserve">13.1.25     -INF       .        1.000      .         </w:t>
      </w:r>
    </w:p>
    <w:p w:rsidR="0062748B" w:rsidRDefault="0062748B" w:rsidP="0062748B">
      <w:r>
        <w:t xml:space="preserve">13.1.26     -INF       .        1.000      .         </w:t>
      </w:r>
    </w:p>
    <w:p w:rsidR="0062748B" w:rsidRDefault="0062748B" w:rsidP="0062748B">
      <w:r>
        <w:t xml:space="preserve">13.1.27     -INF       .        1.000      .         </w:t>
      </w:r>
    </w:p>
    <w:p w:rsidR="0062748B" w:rsidRDefault="0062748B" w:rsidP="0062748B">
      <w:r>
        <w:t xml:space="preserve">13.1.28     -INF       .        1.000      .         </w:t>
      </w:r>
    </w:p>
    <w:p w:rsidR="0062748B" w:rsidRDefault="0062748B" w:rsidP="0062748B">
      <w:r>
        <w:t xml:space="preserve">13.1.29     -INF       .        1.000      .         </w:t>
      </w:r>
    </w:p>
    <w:p w:rsidR="0062748B" w:rsidRDefault="0062748B" w:rsidP="0062748B">
      <w:r>
        <w:t xml:space="preserve">14.1.1      -INF       .        1.000      .         </w:t>
      </w:r>
    </w:p>
    <w:p w:rsidR="0062748B" w:rsidRDefault="0062748B" w:rsidP="0062748B">
      <w:r>
        <w:t xml:space="preserve">14.1.2      -INF       .        1.000      .         </w:t>
      </w:r>
    </w:p>
    <w:p w:rsidR="0062748B" w:rsidRDefault="0062748B" w:rsidP="0062748B">
      <w:r>
        <w:t xml:space="preserve">14.1.3      -INF       .        1.000      .         </w:t>
      </w:r>
    </w:p>
    <w:p w:rsidR="0062748B" w:rsidRDefault="0062748B" w:rsidP="0062748B">
      <w:r>
        <w:t xml:space="preserve">14.1.4      -INF       .        1.000      .         </w:t>
      </w:r>
    </w:p>
    <w:p w:rsidR="0062748B" w:rsidRDefault="0062748B" w:rsidP="0062748B">
      <w:r>
        <w:t xml:space="preserve">14.1.5      -INF       .        1.000      .         </w:t>
      </w:r>
    </w:p>
    <w:p w:rsidR="0062748B" w:rsidRDefault="0062748B" w:rsidP="0062748B">
      <w:r>
        <w:t xml:space="preserve">14.1.6      -INF       .        1.000      .         </w:t>
      </w:r>
    </w:p>
    <w:p w:rsidR="0062748B" w:rsidRDefault="0062748B" w:rsidP="0062748B">
      <w:r>
        <w:t xml:space="preserve">14.1.7      -INF       .        1.000      .         </w:t>
      </w:r>
    </w:p>
    <w:p w:rsidR="0062748B" w:rsidRDefault="0062748B" w:rsidP="0062748B">
      <w:r>
        <w:t xml:space="preserve">14.1.8      -INF       .        1.000      .         </w:t>
      </w:r>
    </w:p>
    <w:p w:rsidR="0062748B" w:rsidRDefault="0062748B" w:rsidP="0062748B">
      <w:r>
        <w:t xml:space="preserve">14.1.9      -INF       .        1.000      .         </w:t>
      </w:r>
    </w:p>
    <w:p w:rsidR="0062748B" w:rsidRDefault="0062748B" w:rsidP="0062748B">
      <w:r>
        <w:t xml:space="preserve">14.1.10     -INF       .        1.000      .         </w:t>
      </w:r>
    </w:p>
    <w:p w:rsidR="0062748B" w:rsidRDefault="0062748B" w:rsidP="0062748B">
      <w:r>
        <w:lastRenderedPageBreak/>
        <w:t xml:space="preserve">14.1.11     -INF       .        1.000      .         </w:t>
      </w:r>
    </w:p>
    <w:p w:rsidR="0062748B" w:rsidRDefault="0062748B" w:rsidP="0062748B">
      <w:r>
        <w:t xml:space="preserve">14.1.12     -INF       .        1.000      .         </w:t>
      </w:r>
    </w:p>
    <w:p w:rsidR="0062748B" w:rsidRDefault="0062748B" w:rsidP="0062748B">
      <w:r>
        <w:t xml:space="preserve">14.1.13     -INF       .        1.000      .         </w:t>
      </w:r>
    </w:p>
    <w:p w:rsidR="0062748B" w:rsidRDefault="0062748B" w:rsidP="0062748B">
      <w:r>
        <w:t xml:space="preserve">14.1.14     -INF       .        1.000      .         </w:t>
      </w:r>
    </w:p>
    <w:p w:rsidR="0062748B" w:rsidRDefault="0062748B" w:rsidP="0062748B">
      <w:r>
        <w:t xml:space="preserve">14.1.15     -INF       .        1.000      .         </w:t>
      </w:r>
    </w:p>
    <w:p w:rsidR="0062748B" w:rsidRDefault="0062748B" w:rsidP="0062748B">
      <w:r>
        <w:t xml:space="preserve">14.1.16     -INF       .        1.000      .         </w:t>
      </w:r>
    </w:p>
    <w:p w:rsidR="0062748B" w:rsidRDefault="0062748B" w:rsidP="0062748B">
      <w:r>
        <w:t xml:space="preserve">14.1.17     -INF       .        1.000      .         </w:t>
      </w:r>
    </w:p>
    <w:p w:rsidR="0062748B" w:rsidRDefault="0062748B" w:rsidP="0062748B">
      <w:r>
        <w:t xml:space="preserve">14.1.18     -INF       .        1.000      .         </w:t>
      </w:r>
    </w:p>
    <w:p w:rsidR="0062748B" w:rsidRDefault="0062748B" w:rsidP="0062748B">
      <w:r>
        <w:t xml:space="preserve">14.1.19     -INF       .        1.000      .         </w:t>
      </w:r>
    </w:p>
    <w:p w:rsidR="0062748B" w:rsidRDefault="0062748B" w:rsidP="0062748B">
      <w:r>
        <w:t xml:space="preserve">14.1.20     -INF       .        1.000      .         </w:t>
      </w:r>
    </w:p>
    <w:p w:rsidR="0062748B" w:rsidRDefault="0062748B" w:rsidP="0062748B">
      <w:r>
        <w:t xml:space="preserve">14.1.21     -INF       .        1.000      .         </w:t>
      </w:r>
    </w:p>
    <w:p w:rsidR="0062748B" w:rsidRDefault="0062748B" w:rsidP="0062748B">
      <w:r>
        <w:t xml:space="preserve">14.1.22     -INF       .        1.000      .         </w:t>
      </w:r>
    </w:p>
    <w:p w:rsidR="0062748B" w:rsidRDefault="0062748B" w:rsidP="0062748B">
      <w:r>
        <w:t xml:space="preserve">14.1.23     -INF       .        1.000      .         </w:t>
      </w:r>
    </w:p>
    <w:p w:rsidR="0062748B" w:rsidRDefault="0062748B" w:rsidP="0062748B">
      <w:r>
        <w:t xml:space="preserve">14.1.24     -INF       .        1.000      .         </w:t>
      </w:r>
    </w:p>
    <w:p w:rsidR="0062748B" w:rsidRDefault="0062748B" w:rsidP="0062748B">
      <w:r>
        <w:t xml:space="preserve">14.1.25     -INF       .        1.000      .         </w:t>
      </w:r>
    </w:p>
    <w:p w:rsidR="0062748B" w:rsidRDefault="0062748B" w:rsidP="0062748B">
      <w:r>
        <w:t xml:space="preserve">14.1.26     -INF       .        1.000      .         </w:t>
      </w:r>
    </w:p>
    <w:p w:rsidR="0062748B" w:rsidRDefault="0062748B" w:rsidP="0062748B">
      <w:r>
        <w:t xml:space="preserve">14.1.27     -INF       .        1.000      .         </w:t>
      </w:r>
    </w:p>
    <w:p w:rsidR="0062748B" w:rsidRDefault="0062748B" w:rsidP="0062748B">
      <w:r>
        <w:t xml:space="preserve">14.1.28     -INF       .        1.000      .         </w:t>
      </w:r>
    </w:p>
    <w:p w:rsidR="0062748B" w:rsidRDefault="0062748B" w:rsidP="0062748B">
      <w:r>
        <w:t xml:space="preserve">14.1.29     -INF       .        1.000      .         </w:t>
      </w:r>
    </w:p>
    <w:p w:rsidR="0062748B" w:rsidRDefault="0062748B" w:rsidP="0062748B">
      <w:r>
        <w:t xml:space="preserve">15.1.1      -INF       .        1.000      .         </w:t>
      </w:r>
    </w:p>
    <w:p w:rsidR="0062748B" w:rsidRDefault="0062748B" w:rsidP="0062748B">
      <w:r>
        <w:t xml:space="preserve">15.1.2      -INF       .        1.000      .         </w:t>
      </w:r>
    </w:p>
    <w:p w:rsidR="0062748B" w:rsidRDefault="0062748B" w:rsidP="0062748B">
      <w:r>
        <w:t xml:space="preserve">15.1.3      -INF       .        1.000      .         </w:t>
      </w:r>
    </w:p>
    <w:p w:rsidR="0062748B" w:rsidRDefault="0062748B" w:rsidP="0062748B">
      <w:r>
        <w:t xml:space="preserve">15.1.4      -INF       .        1.000      .         </w:t>
      </w:r>
    </w:p>
    <w:p w:rsidR="0062748B" w:rsidRDefault="0062748B" w:rsidP="0062748B">
      <w:r>
        <w:t xml:space="preserve">15.1.5      -INF       .        1.000      .         </w:t>
      </w:r>
    </w:p>
    <w:p w:rsidR="0062748B" w:rsidRDefault="0062748B" w:rsidP="0062748B">
      <w:r>
        <w:t xml:space="preserve">15.1.6      -INF       .        1.000      .         </w:t>
      </w:r>
    </w:p>
    <w:p w:rsidR="0062748B" w:rsidRDefault="0062748B" w:rsidP="0062748B">
      <w:r>
        <w:lastRenderedPageBreak/>
        <w:t xml:space="preserve">15.1.7      -INF       .        1.000      .         </w:t>
      </w:r>
    </w:p>
    <w:p w:rsidR="0062748B" w:rsidRDefault="0062748B" w:rsidP="0062748B">
      <w:r>
        <w:t xml:space="preserve">15.1.8      -INF       .        1.000      .         </w:t>
      </w:r>
    </w:p>
    <w:p w:rsidR="0062748B" w:rsidRDefault="0062748B" w:rsidP="0062748B">
      <w:r>
        <w:t xml:space="preserve">15.1.9      -INF       .        1.000      .         </w:t>
      </w:r>
    </w:p>
    <w:p w:rsidR="0062748B" w:rsidRDefault="0062748B" w:rsidP="0062748B">
      <w:r>
        <w:t xml:space="preserve">15.1.10     -INF       .        1.000      .         </w:t>
      </w:r>
    </w:p>
    <w:p w:rsidR="0062748B" w:rsidRDefault="0062748B" w:rsidP="0062748B">
      <w:r>
        <w:t xml:space="preserve">15.1.11     -INF       .        1.000      .         </w:t>
      </w:r>
    </w:p>
    <w:p w:rsidR="0062748B" w:rsidRDefault="0062748B" w:rsidP="0062748B">
      <w:r>
        <w:t xml:space="preserve">15.1.12     -INF       .        1.000      .         </w:t>
      </w:r>
    </w:p>
    <w:p w:rsidR="0062748B" w:rsidRDefault="0062748B" w:rsidP="0062748B">
      <w:r>
        <w:t xml:space="preserve">15.1.13     -INF       .        1.000      .         </w:t>
      </w:r>
    </w:p>
    <w:p w:rsidR="0062748B" w:rsidRDefault="0062748B" w:rsidP="0062748B">
      <w:r>
        <w:t xml:space="preserve">15.1.14     -INF       .        1.000      .         </w:t>
      </w:r>
    </w:p>
    <w:p w:rsidR="0062748B" w:rsidRDefault="0062748B" w:rsidP="0062748B">
      <w:r>
        <w:t xml:space="preserve">15.1.15     -INF       .        1.000      .         </w:t>
      </w:r>
    </w:p>
    <w:p w:rsidR="0062748B" w:rsidRDefault="0062748B" w:rsidP="0062748B">
      <w:r>
        <w:t xml:space="preserve">15.1.16     -INF       .        1.000      .         </w:t>
      </w:r>
    </w:p>
    <w:p w:rsidR="0062748B" w:rsidRDefault="0062748B" w:rsidP="0062748B">
      <w:r>
        <w:t xml:space="preserve">15.1.17     -INF       .        1.000      .         </w:t>
      </w:r>
    </w:p>
    <w:p w:rsidR="0062748B" w:rsidRDefault="0062748B" w:rsidP="0062748B">
      <w:r>
        <w:t xml:space="preserve">15.1.18     -INF       .        1.000      .         </w:t>
      </w:r>
    </w:p>
    <w:p w:rsidR="0062748B" w:rsidRDefault="0062748B" w:rsidP="0062748B">
      <w:r>
        <w:t xml:space="preserve">15.1.19     -INF       .        1.000      .         </w:t>
      </w:r>
    </w:p>
    <w:p w:rsidR="0062748B" w:rsidRDefault="0062748B" w:rsidP="0062748B">
      <w:r>
        <w:t xml:space="preserve">15.1.20     -INF       .        1.000      .         </w:t>
      </w:r>
    </w:p>
    <w:p w:rsidR="0062748B" w:rsidRDefault="0062748B" w:rsidP="0062748B">
      <w:r>
        <w:t xml:space="preserve">15.1.21     -INF       .        1.000      .         </w:t>
      </w:r>
    </w:p>
    <w:p w:rsidR="0062748B" w:rsidRDefault="0062748B" w:rsidP="0062748B">
      <w:r>
        <w:t xml:space="preserve">15.1.22     -INF       .        1.000      .         </w:t>
      </w:r>
    </w:p>
    <w:p w:rsidR="0062748B" w:rsidRDefault="0062748B" w:rsidP="0062748B">
      <w:r>
        <w:t xml:space="preserve">15.1.23     -INF       .        1.000      .         </w:t>
      </w:r>
    </w:p>
    <w:p w:rsidR="0062748B" w:rsidRDefault="0062748B" w:rsidP="0062748B">
      <w:r>
        <w:t xml:space="preserve">15.1.24     -INF       .        1.000      .         </w:t>
      </w:r>
    </w:p>
    <w:p w:rsidR="0062748B" w:rsidRDefault="0062748B" w:rsidP="0062748B">
      <w:r>
        <w:t xml:space="preserve">15.1.25     -INF       .        1.000      .         </w:t>
      </w:r>
    </w:p>
    <w:p w:rsidR="0062748B" w:rsidRDefault="0062748B" w:rsidP="0062748B">
      <w:r>
        <w:t xml:space="preserve">15.1.26     -INF       .        1.000      .         </w:t>
      </w:r>
    </w:p>
    <w:p w:rsidR="0062748B" w:rsidRDefault="0062748B" w:rsidP="0062748B">
      <w:r>
        <w:t xml:space="preserve">15.1.27     -INF       .        1.000      .         </w:t>
      </w:r>
    </w:p>
    <w:p w:rsidR="0062748B" w:rsidRDefault="0062748B" w:rsidP="0062748B">
      <w:r>
        <w:t xml:space="preserve">15.1.28     -INF       .        1.000      .         </w:t>
      </w:r>
    </w:p>
    <w:p w:rsidR="0062748B" w:rsidRDefault="0062748B" w:rsidP="0062748B">
      <w:r>
        <w:t xml:space="preserve">15.1.29     -INF       .        1.000      .         </w:t>
      </w:r>
    </w:p>
    <w:p w:rsidR="0062748B" w:rsidRDefault="0062748B" w:rsidP="0062748B">
      <w:r>
        <w:t xml:space="preserve">16.1.1      -INF       .        1.000      .         </w:t>
      </w:r>
    </w:p>
    <w:p w:rsidR="0062748B" w:rsidRDefault="0062748B" w:rsidP="0062748B">
      <w:r>
        <w:t xml:space="preserve">16.1.2      -INF       .        1.000      .         </w:t>
      </w:r>
    </w:p>
    <w:p w:rsidR="0062748B" w:rsidRDefault="0062748B" w:rsidP="0062748B">
      <w:r>
        <w:lastRenderedPageBreak/>
        <w:t xml:space="preserve">16.1.3      -INF       .        1.000      .         </w:t>
      </w:r>
    </w:p>
    <w:p w:rsidR="0062748B" w:rsidRDefault="0062748B" w:rsidP="0062748B">
      <w:r>
        <w:t xml:space="preserve">16.1.4      -INF       .        1.000      .         </w:t>
      </w:r>
    </w:p>
    <w:p w:rsidR="0062748B" w:rsidRDefault="0062748B" w:rsidP="0062748B">
      <w:r>
        <w:t xml:space="preserve">16.1.5      -INF       .        1.000      .         </w:t>
      </w:r>
    </w:p>
    <w:p w:rsidR="0062748B" w:rsidRDefault="0062748B" w:rsidP="0062748B">
      <w:r>
        <w:t xml:space="preserve">16.1.6      -INF       .        1.000      .         </w:t>
      </w:r>
    </w:p>
    <w:p w:rsidR="0062748B" w:rsidRDefault="0062748B" w:rsidP="0062748B">
      <w:r>
        <w:t xml:space="preserve">16.1.7      -INF       .        1.000      .         </w:t>
      </w:r>
    </w:p>
    <w:p w:rsidR="0062748B" w:rsidRDefault="0062748B" w:rsidP="0062748B">
      <w:r>
        <w:t xml:space="preserve">16.1.8      -INF       .        1.000      .         </w:t>
      </w:r>
    </w:p>
    <w:p w:rsidR="0062748B" w:rsidRDefault="0062748B" w:rsidP="0062748B">
      <w:r>
        <w:t xml:space="preserve">16.1.9      -INF       .        1.000      .         </w:t>
      </w:r>
    </w:p>
    <w:p w:rsidR="0062748B" w:rsidRDefault="0062748B" w:rsidP="0062748B">
      <w:r>
        <w:t xml:space="preserve">16.1.10     -INF       .        1.000      .         </w:t>
      </w:r>
    </w:p>
    <w:p w:rsidR="0062748B" w:rsidRDefault="0062748B" w:rsidP="0062748B">
      <w:r>
        <w:t xml:space="preserve">16.1.11     -INF       .        1.000      .         </w:t>
      </w:r>
    </w:p>
    <w:p w:rsidR="0062748B" w:rsidRDefault="0062748B" w:rsidP="0062748B">
      <w:r>
        <w:t xml:space="preserve">16.1.12     -INF       .        1.000      .         </w:t>
      </w:r>
    </w:p>
    <w:p w:rsidR="0062748B" w:rsidRDefault="0062748B" w:rsidP="0062748B">
      <w:r>
        <w:t xml:space="preserve">16.1.13     -INF       .        1.000      .         </w:t>
      </w:r>
    </w:p>
    <w:p w:rsidR="0062748B" w:rsidRDefault="0062748B" w:rsidP="0062748B">
      <w:r>
        <w:t xml:space="preserve">16.1.14     -INF       .        1.000      .         </w:t>
      </w:r>
    </w:p>
    <w:p w:rsidR="0062748B" w:rsidRDefault="0062748B" w:rsidP="0062748B">
      <w:r>
        <w:t xml:space="preserve">16.1.15     -INF       .        1.000      .         </w:t>
      </w:r>
    </w:p>
    <w:p w:rsidR="0062748B" w:rsidRDefault="0062748B" w:rsidP="0062748B">
      <w:r>
        <w:t xml:space="preserve">16.1.16     -INF       .        1.000      .         </w:t>
      </w:r>
    </w:p>
    <w:p w:rsidR="0062748B" w:rsidRDefault="0062748B" w:rsidP="0062748B">
      <w:r>
        <w:t xml:space="preserve">16.1.17     -INF       .        1.000      .         </w:t>
      </w:r>
    </w:p>
    <w:p w:rsidR="0062748B" w:rsidRDefault="0062748B" w:rsidP="0062748B">
      <w:r>
        <w:t xml:space="preserve">16.1.18     -INF       .        1.000      .         </w:t>
      </w:r>
    </w:p>
    <w:p w:rsidR="0062748B" w:rsidRDefault="0062748B" w:rsidP="0062748B">
      <w:r>
        <w:t xml:space="preserve">16.1.19     -INF       .        1.000      .         </w:t>
      </w:r>
    </w:p>
    <w:p w:rsidR="0062748B" w:rsidRDefault="0062748B" w:rsidP="0062748B">
      <w:r>
        <w:t xml:space="preserve">16.1.20     -INF       .        1.000      .         </w:t>
      </w:r>
    </w:p>
    <w:p w:rsidR="0062748B" w:rsidRDefault="0062748B" w:rsidP="0062748B">
      <w:r>
        <w:t xml:space="preserve">16.1.21     -INF       .        1.000      .         </w:t>
      </w:r>
    </w:p>
    <w:p w:rsidR="0062748B" w:rsidRDefault="0062748B" w:rsidP="0062748B">
      <w:r>
        <w:t xml:space="preserve">16.1.22     -INF       .        1.000      .         </w:t>
      </w:r>
    </w:p>
    <w:p w:rsidR="0062748B" w:rsidRDefault="0062748B" w:rsidP="0062748B">
      <w:r>
        <w:t xml:space="preserve">16.1.23     -INF       .        1.000      .         </w:t>
      </w:r>
    </w:p>
    <w:p w:rsidR="0062748B" w:rsidRDefault="0062748B" w:rsidP="0062748B">
      <w:r>
        <w:t xml:space="preserve">16.1.24     -INF       .        1.000      .         </w:t>
      </w:r>
    </w:p>
    <w:p w:rsidR="0062748B" w:rsidRDefault="0062748B" w:rsidP="0062748B">
      <w:r>
        <w:t xml:space="preserve">16.1.25     -INF       .        1.000      .         </w:t>
      </w:r>
    </w:p>
    <w:p w:rsidR="0062748B" w:rsidRDefault="0062748B" w:rsidP="0062748B">
      <w:r>
        <w:t xml:space="preserve">16.1.26     -INF       .        1.000      .         </w:t>
      </w:r>
    </w:p>
    <w:p w:rsidR="0062748B" w:rsidRDefault="0062748B" w:rsidP="0062748B">
      <w:r>
        <w:t xml:space="preserve">16.1.27     -INF       .        1.000      .         </w:t>
      </w:r>
    </w:p>
    <w:p w:rsidR="0062748B" w:rsidRDefault="0062748B" w:rsidP="0062748B">
      <w:r>
        <w:lastRenderedPageBreak/>
        <w:t xml:space="preserve">16.1.28     -INF       .        1.000      .         </w:t>
      </w:r>
    </w:p>
    <w:p w:rsidR="0062748B" w:rsidRDefault="0062748B" w:rsidP="0062748B">
      <w:r>
        <w:t xml:space="preserve">16.1.29     -INF       .        1.000      .         </w:t>
      </w:r>
    </w:p>
    <w:p w:rsidR="0062748B" w:rsidRDefault="0062748B" w:rsidP="0062748B">
      <w:r>
        <w:t xml:space="preserve">17.1.1      -INF       .        1.000      .         </w:t>
      </w:r>
    </w:p>
    <w:p w:rsidR="0062748B" w:rsidRDefault="0062748B" w:rsidP="0062748B">
      <w:r>
        <w:t xml:space="preserve">17.1.2      -INF       .        1.000      .         </w:t>
      </w:r>
    </w:p>
    <w:p w:rsidR="0062748B" w:rsidRDefault="0062748B" w:rsidP="0062748B">
      <w:r>
        <w:t xml:space="preserve">17.1.3      -INF       .        1.000      .         </w:t>
      </w:r>
    </w:p>
    <w:p w:rsidR="0062748B" w:rsidRDefault="0062748B" w:rsidP="0062748B">
      <w:r>
        <w:t xml:space="preserve">17.1.4      -INF       .        1.000      .         </w:t>
      </w:r>
    </w:p>
    <w:p w:rsidR="0062748B" w:rsidRDefault="0062748B" w:rsidP="0062748B">
      <w:r>
        <w:t xml:space="preserve">17.1.5      -INF       .        1.000      .         </w:t>
      </w:r>
    </w:p>
    <w:p w:rsidR="0062748B" w:rsidRDefault="0062748B" w:rsidP="0062748B">
      <w:r>
        <w:t xml:space="preserve">17.1.6      -INF       .        1.000      .         </w:t>
      </w:r>
    </w:p>
    <w:p w:rsidR="0062748B" w:rsidRDefault="0062748B" w:rsidP="0062748B">
      <w:r>
        <w:t xml:space="preserve">17.1.7      -INF       .        1.000      .         </w:t>
      </w:r>
    </w:p>
    <w:p w:rsidR="0062748B" w:rsidRDefault="0062748B" w:rsidP="0062748B">
      <w:r>
        <w:t xml:space="preserve">17.1.8      -INF       .        1.000      .         </w:t>
      </w:r>
    </w:p>
    <w:p w:rsidR="0062748B" w:rsidRDefault="0062748B" w:rsidP="0062748B">
      <w:r>
        <w:t xml:space="preserve">17.1.9      -INF       .        1.000      .         </w:t>
      </w:r>
    </w:p>
    <w:p w:rsidR="0062748B" w:rsidRDefault="0062748B" w:rsidP="0062748B">
      <w:r>
        <w:t xml:space="preserve">17.1.10     -INF       .        1.000      .         </w:t>
      </w:r>
    </w:p>
    <w:p w:rsidR="0062748B" w:rsidRDefault="0062748B" w:rsidP="0062748B">
      <w:r>
        <w:t xml:space="preserve">17.1.11     -INF       .        1.000      .         </w:t>
      </w:r>
    </w:p>
    <w:p w:rsidR="0062748B" w:rsidRDefault="0062748B" w:rsidP="0062748B">
      <w:r>
        <w:t xml:space="preserve">17.1.12     -INF       .        1.000      .         </w:t>
      </w:r>
    </w:p>
    <w:p w:rsidR="0062748B" w:rsidRDefault="0062748B" w:rsidP="0062748B">
      <w:r>
        <w:t xml:space="preserve">17.1.13     -INF       .        1.000      .         </w:t>
      </w:r>
    </w:p>
    <w:p w:rsidR="0062748B" w:rsidRDefault="0062748B" w:rsidP="0062748B">
      <w:r>
        <w:t xml:space="preserve">17.1.14     -INF       .        1.000      .         </w:t>
      </w:r>
    </w:p>
    <w:p w:rsidR="0062748B" w:rsidRDefault="0062748B" w:rsidP="0062748B">
      <w:r>
        <w:t xml:space="preserve">17.1.15     -INF       .        1.000      .         </w:t>
      </w:r>
    </w:p>
    <w:p w:rsidR="0062748B" w:rsidRDefault="0062748B" w:rsidP="0062748B">
      <w:r>
        <w:t xml:space="preserve">17.1.16     -INF       .        1.000      .         </w:t>
      </w:r>
    </w:p>
    <w:p w:rsidR="0062748B" w:rsidRDefault="0062748B" w:rsidP="0062748B">
      <w:r>
        <w:t xml:space="preserve">17.1.17     -INF       .        1.000      .         </w:t>
      </w:r>
    </w:p>
    <w:p w:rsidR="0062748B" w:rsidRDefault="0062748B" w:rsidP="0062748B">
      <w:r>
        <w:t xml:space="preserve">17.1.18     -INF       .        1.000      .         </w:t>
      </w:r>
    </w:p>
    <w:p w:rsidR="0062748B" w:rsidRDefault="0062748B" w:rsidP="0062748B">
      <w:r>
        <w:t xml:space="preserve">17.1.19     -INF       .        1.000      .         </w:t>
      </w:r>
    </w:p>
    <w:p w:rsidR="0062748B" w:rsidRDefault="0062748B" w:rsidP="0062748B">
      <w:r>
        <w:t xml:space="preserve">17.1.20     -INF       .        1.000      .         </w:t>
      </w:r>
    </w:p>
    <w:p w:rsidR="0062748B" w:rsidRDefault="0062748B" w:rsidP="0062748B">
      <w:r>
        <w:t xml:space="preserve">17.1.21     -INF       .        1.000      .         </w:t>
      </w:r>
    </w:p>
    <w:p w:rsidR="0062748B" w:rsidRDefault="0062748B" w:rsidP="0062748B">
      <w:r>
        <w:t xml:space="preserve">17.1.22     -INF       .        1.000      .         </w:t>
      </w:r>
    </w:p>
    <w:p w:rsidR="0062748B" w:rsidRDefault="0062748B" w:rsidP="0062748B">
      <w:r>
        <w:t xml:space="preserve">17.1.23     -INF       .        1.000      .         </w:t>
      </w:r>
    </w:p>
    <w:p w:rsidR="0062748B" w:rsidRDefault="0062748B" w:rsidP="0062748B">
      <w:r>
        <w:lastRenderedPageBreak/>
        <w:t xml:space="preserve">17.1.24     -INF       .        1.000      .         </w:t>
      </w:r>
    </w:p>
    <w:p w:rsidR="0062748B" w:rsidRDefault="0062748B" w:rsidP="0062748B">
      <w:r>
        <w:t xml:space="preserve">17.1.25     -INF       .        1.000      .         </w:t>
      </w:r>
    </w:p>
    <w:p w:rsidR="0062748B" w:rsidRDefault="0062748B" w:rsidP="0062748B">
      <w:r>
        <w:t xml:space="preserve">17.1.26     -INF       .        1.000      .         </w:t>
      </w:r>
    </w:p>
    <w:p w:rsidR="0062748B" w:rsidRDefault="0062748B" w:rsidP="0062748B">
      <w:r>
        <w:t xml:space="preserve">17.1.27     -INF       .        1.000      .         </w:t>
      </w:r>
    </w:p>
    <w:p w:rsidR="0062748B" w:rsidRDefault="0062748B" w:rsidP="0062748B">
      <w:r>
        <w:t xml:space="preserve">17.1.28     -INF       .        1.000      .         </w:t>
      </w:r>
    </w:p>
    <w:p w:rsidR="0062748B" w:rsidRDefault="0062748B" w:rsidP="0062748B">
      <w:r>
        <w:t xml:space="preserve">17.1.29     -INF       .        1.000      .         </w:t>
      </w:r>
    </w:p>
    <w:p w:rsidR="0062748B" w:rsidRDefault="0062748B" w:rsidP="0062748B">
      <w:r>
        <w:t xml:space="preserve">18.1.1      -INF       .        1.000      .         </w:t>
      </w:r>
    </w:p>
    <w:p w:rsidR="0062748B" w:rsidRDefault="0062748B" w:rsidP="0062748B">
      <w:r>
        <w:t xml:space="preserve">18.1.2      -INF       .        1.000      .         </w:t>
      </w:r>
    </w:p>
    <w:p w:rsidR="0062748B" w:rsidRDefault="0062748B" w:rsidP="0062748B">
      <w:r>
        <w:t xml:space="preserve">18.1.3      -INF       .        1.000      .         </w:t>
      </w:r>
    </w:p>
    <w:p w:rsidR="0062748B" w:rsidRDefault="0062748B" w:rsidP="0062748B">
      <w:r>
        <w:t xml:space="preserve">18.1.4      -INF       .        1.000      .         </w:t>
      </w:r>
    </w:p>
    <w:p w:rsidR="0062748B" w:rsidRDefault="0062748B" w:rsidP="0062748B">
      <w:r>
        <w:t xml:space="preserve">18.1.5      -INF       .        1.000      .         </w:t>
      </w:r>
    </w:p>
    <w:p w:rsidR="0062748B" w:rsidRDefault="0062748B" w:rsidP="0062748B">
      <w:r>
        <w:t xml:space="preserve">18.1.6      -INF       .        1.000      .         </w:t>
      </w:r>
    </w:p>
    <w:p w:rsidR="0062748B" w:rsidRDefault="0062748B" w:rsidP="0062748B">
      <w:r>
        <w:t xml:space="preserve">18.1.7      -INF       .        1.000      .         </w:t>
      </w:r>
    </w:p>
    <w:p w:rsidR="0062748B" w:rsidRDefault="0062748B" w:rsidP="0062748B">
      <w:r>
        <w:t xml:space="preserve">18.1.8      -INF       .        1.000      .         </w:t>
      </w:r>
    </w:p>
    <w:p w:rsidR="0062748B" w:rsidRDefault="0062748B" w:rsidP="0062748B">
      <w:r>
        <w:t xml:space="preserve">18.1.9      -INF       .        1.000      .         </w:t>
      </w:r>
    </w:p>
    <w:p w:rsidR="0062748B" w:rsidRDefault="0062748B" w:rsidP="0062748B">
      <w:r>
        <w:t xml:space="preserve">18.1.10     -INF       .        1.000      .         </w:t>
      </w:r>
    </w:p>
    <w:p w:rsidR="0062748B" w:rsidRDefault="0062748B" w:rsidP="0062748B">
      <w:r>
        <w:t xml:space="preserve">18.1.11     -INF       .        1.000      .         </w:t>
      </w:r>
    </w:p>
    <w:p w:rsidR="0062748B" w:rsidRDefault="0062748B" w:rsidP="0062748B">
      <w:r>
        <w:t xml:space="preserve">18.1.12     -INF       .        1.000      .         </w:t>
      </w:r>
    </w:p>
    <w:p w:rsidR="0062748B" w:rsidRDefault="0062748B" w:rsidP="0062748B">
      <w:r>
        <w:t xml:space="preserve">18.1.13     -INF       .        1.000      .         </w:t>
      </w:r>
    </w:p>
    <w:p w:rsidR="0062748B" w:rsidRDefault="0062748B" w:rsidP="0062748B">
      <w:r>
        <w:t xml:space="preserve">18.1.14     -INF       .        1.000      .         </w:t>
      </w:r>
    </w:p>
    <w:p w:rsidR="0062748B" w:rsidRDefault="0062748B" w:rsidP="0062748B">
      <w:r>
        <w:t xml:space="preserve">18.1.15     -INF       .        1.000      .         </w:t>
      </w:r>
    </w:p>
    <w:p w:rsidR="0062748B" w:rsidRDefault="0062748B" w:rsidP="0062748B">
      <w:r>
        <w:t xml:space="preserve">18.1.16     -INF       .        1.000      .         </w:t>
      </w:r>
    </w:p>
    <w:p w:rsidR="0062748B" w:rsidRDefault="0062748B" w:rsidP="0062748B">
      <w:r>
        <w:t xml:space="preserve">18.1.17     -INF       .        1.000      .         </w:t>
      </w:r>
    </w:p>
    <w:p w:rsidR="0062748B" w:rsidRDefault="0062748B" w:rsidP="0062748B">
      <w:r>
        <w:t xml:space="preserve">18.1.18     -INF       .        1.000      .         </w:t>
      </w:r>
    </w:p>
    <w:p w:rsidR="0062748B" w:rsidRDefault="0062748B" w:rsidP="0062748B">
      <w:r>
        <w:t xml:space="preserve">18.1.19     -INF       .        1.000      .         </w:t>
      </w:r>
    </w:p>
    <w:p w:rsidR="0062748B" w:rsidRDefault="0062748B" w:rsidP="0062748B">
      <w:r>
        <w:lastRenderedPageBreak/>
        <w:t xml:space="preserve">18.1.20     -INF       .        1.000      .         </w:t>
      </w:r>
    </w:p>
    <w:p w:rsidR="0062748B" w:rsidRDefault="0062748B" w:rsidP="0062748B">
      <w:r>
        <w:t xml:space="preserve">18.1.21     -INF       .        1.000      .         </w:t>
      </w:r>
    </w:p>
    <w:p w:rsidR="0062748B" w:rsidRDefault="0062748B" w:rsidP="0062748B">
      <w:r>
        <w:t xml:space="preserve">18.1.22     -INF       .        1.000      .         </w:t>
      </w:r>
    </w:p>
    <w:p w:rsidR="0062748B" w:rsidRDefault="0062748B" w:rsidP="0062748B">
      <w:r>
        <w:t xml:space="preserve">18.1.23     -INF       .        1.000      .         </w:t>
      </w:r>
    </w:p>
    <w:p w:rsidR="0062748B" w:rsidRDefault="0062748B" w:rsidP="0062748B">
      <w:r>
        <w:t xml:space="preserve">18.1.24     -INF       .        1.000      .         </w:t>
      </w:r>
    </w:p>
    <w:p w:rsidR="0062748B" w:rsidRDefault="0062748B" w:rsidP="0062748B">
      <w:r>
        <w:t xml:space="preserve">18.1.25     -INF       .        1.000      .         </w:t>
      </w:r>
    </w:p>
    <w:p w:rsidR="0062748B" w:rsidRDefault="0062748B" w:rsidP="0062748B">
      <w:r>
        <w:t xml:space="preserve">18.1.26     -INF       .        1.000      .         </w:t>
      </w:r>
    </w:p>
    <w:p w:rsidR="0062748B" w:rsidRDefault="0062748B" w:rsidP="0062748B">
      <w:r>
        <w:t xml:space="preserve">18.1.27     -INF       .        1.000      .         </w:t>
      </w:r>
    </w:p>
    <w:p w:rsidR="0062748B" w:rsidRDefault="0062748B" w:rsidP="0062748B">
      <w:r>
        <w:t xml:space="preserve">18.1.28     -INF       .        1.000      .         </w:t>
      </w:r>
    </w:p>
    <w:p w:rsidR="0062748B" w:rsidRDefault="0062748B" w:rsidP="0062748B">
      <w:r>
        <w:t xml:space="preserve">18.1.29     -INF       .        1.000      .         </w:t>
      </w:r>
    </w:p>
    <w:p w:rsidR="0062748B" w:rsidRDefault="0062748B" w:rsidP="0062748B">
      <w:r>
        <w:t xml:space="preserve">19.1.1      -INF       .        1.000      .         </w:t>
      </w:r>
    </w:p>
    <w:p w:rsidR="0062748B" w:rsidRDefault="0062748B" w:rsidP="0062748B">
      <w:r>
        <w:t xml:space="preserve">19.1.2      -INF       .        1.000      .         </w:t>
      </w:r>
    </w:p>
    <w:p w:rsidR="0062748B" w:rsidRDefault="0062748B" w:rsidP="0062748B">
      <w:r>
        <w:t xml:space="preserve">19.1.3      -INF       .        1.000      .         </w:t>
      </w:r>
    </w:p>
    <w:p w:rsidR="0062748B" w:rsidRDefault="0062748B" w:rsidP="0062748B">
      <w:r>
        <w:t xml:space="preserve">19.1.4      -INF       .        1.000      .         </w:t>
      </w:r>
    </w:p>
    <w:p w:rsidR="0062748B" w:rsidRDefault="0062748B" w:rsidP="0062748B">
      <w:r>
        <w:t xml:space="preserve">19.1.5      -INF       .        1.000      .         </w:t>
      </w:r>
    </w:p>
    <w:p w:rsidR="0062748B" w:rsidRDefault="0062748B" w:rsidP="0062748B">
      <w:r>
        <w:t xml:space="preserve">19.1.6      -INF       .        1.000      .         </w:t>
      </w:r>
    </w:p>
    <w:p w:rsidR="0062748B" w:rsidRDefault="0062748B" w:rsidP="0062748B">
      <w:r>
        <w:t xml:space="preserve">19.1.7      -INF       .        1.000      .         </w:t>
      </w:r>
    </w:p>
    <w:p w:rsidR="0062748B" w:rsidRDefault="0062748B" w:rsidP="0062748B">
      <w:r>
        <w:t xml:space="preserve">19.1.8      -INF       .        1.000      .         </w:t>
      </w:r>
    </w:p>
    <w:p w:rsidR="0062748B" w:rsidRDefault="0062748B" w:rsidP="0062748B">
      <w:r>
        <w:t xml:space="preserve">19.1.9      -INF       .        1.000      .         </w:t>
      </w:r>
    </w:p>
    <w:p w:rsidR="0062748B" w:rsidRDefault="0062748B" w:rsidP="0062748B">
      <w:r>
        <w:t xml:space="preserve">19.1.10     -INF       .        1.000      .         </w:t>
      </w:r>
    </w:p>
    <w:p w:rsidR="0062748B" w:rsidRDefault="0062748B" w:rsidP="0062748B">
      <w:r>
        <w:t xml:space="preserve">19.1.11     -INF       .        1.000      .         </w:t>
      </w:r>
    </w:p>
    <w:p w:rsidR="0062748B" w:rsidRDefault="0062748B" w:rsidP="0062748B">
      <w:r>
        <w:t xml:space="preserve">19.1.12     -INF       .        1.000      .         </w:t>
      </w:r>
    </w:p>
    <w:p w:rsidR="0062748B" w:rsidRDefault="0062748B" w:rsidP="0062748B">
      <w:r>
        <w:t xml:space="preserve">19.1.13     -INF       .        1.000      .         </w:t>
      </w:r>
    </w:p>
    <w:p w:rsidR="0062748B" w:rsidRDefault="0062748B" w:rsidP="0062748B">
      <w:r>
        <w:t xml:space="preserve">19.1.14     -INF       .        1.000      .         </w:t>
      </w:r>
    </w:p>
    <w:p w:rsidR="0062748B" w:rsidRDefault="0062748B" w:rsidP="0062748B">
      <w:r>
        <w:t xml:space="preserve">19.1.15     -INF       .        1.000      .         </w:t>
      </w:r>
    </w:p>
    <w:p w:rsidR="0062748B" w:rsidRDefault="0062748B" w:rsidP="0062748B">
      <w:r>
        <w:lastRenderedPageBreak/>
        <w:t xml:space="preserve">19.1.16     -INF       .        1.000      .         </w:t>
      </w:r>
    </w:p>
    <w:p w:rsidR="0062748B" w:rsidRDefault="0062748B" w:rsidP="0062748B">
      <w:r>
        <w:t xml:space="preserve">19.1.17     -INF       .        1.000      .         </w:t>
      </w:r>
    </w:p>
    <w:p w:rsidR="0062748B" w:rsidRDefault="0062748B" w:rsidP="0062748B">
      <w:r>
        <w:t xml:space="preserve">19.1.18     -INF       .        1.000      .         </w:t>
      </w:r>
    </w:p>
    <w:p w:rsidR="0062748B" w:rsidRDefault="0062748B" w:rsidP="0062748B">
      <w:r>
        <w:t xml:space="preserve">19.1.19     -INF       .        1.000      .         </w:t>
      </w:r>
    </w:p>
    <w:p w:rsidR="0062748B" w:rsidRDefault="0062748B" w:rsidP="0062748B">
      <w:r>
        <w:t xml:space="preserve">19.1.20     -INF       .        1.000      .         </w:t>
      </w:r>
    </w:p>
    <w:p w:rsidR="0062748B" w:rsidRDefault="0062748B" w:rsidP="0062748B">
      <w:r>
        <w:t xml:space="preserve">19.1.21     -INF       .        1.000      .         </w:t>
      </w:r>
    </w:p>
    <w:p w:rsidR="0062748B" w:rsidRDefault="0062748B" w:rsidP="0062748B">
      <w:r>
        <w:t xml:space="preserve">19.1.22     -INF       .        1.000      .         </w:t>
      </w:r>
    </w:p>
    <w:p w:rsidR="0062748B" w:rsidRDefault="0062748B" w:rsidP="0062748B">
      <w:r>
        <w:t xml:space="preserve">19.1.23     -INF       .        1.000      .         </w:t>
      </w:r>
    </w:p>
    <w:p w:rsidR="0062748B" w:rsidRDefault="0062748B" w:rsidP="0062748B">
      <w:r>
        <w:t xml:space="preserve">19.1.24     -INF       .        1.000      .         </w:t>
      </w:r>
    </w:p>
    <w:p w:rsidR="0062748B" w:rsidRDefault="0062748B" w:rsidP="0062748B">
      <w:r>
        <w:t xml:space="preserve">19.1.25     -INF       .        1.000      .         </w:t>
      </w:r>
    </w:p>
    <w:p w:rsidR="0062748B" w:rsidRDefault="0062748B" w:rsidP="0062748B">
      <w:r>
        <w:t xml:space="preserve">19.1.26     -INF       .        1.000      .         </w:t>
      </w:r>
    </w:p>
    <w:p w:rsidR="0062748B" w:rsidRDefault="0062748B" w:rsidP="0062748B">
      <w:r>
        <w:t xml:space="preserve">19.1.27     -INF       .        1.000      .         </w:t>
      </w:r>
    </w:p>
    <w:p w:rsidR="0062748B" w:rsidRDefault="0062748B" w:rsidP="0062748B">
      <w:r>
        <w:t xml:space="preserve">19.1.28     -INF       .        1.000      .         </w:t>
      </w:r>
    </w:p>
    <w:p w:rsidR="0062748B" w:rsidRDefault="0062748B" w:rsidP="0062748B">
      <w:r>
        <w:t xml:space="preserve">19.1.29     -INF       .        1.000      .         </w:t>
      </w:r>
    </w:p>
    <w:p w:rsidR="0062748B" w:rsidRDefault="0062748B" w:rsidP="0062748B">
      <w:r>
        <w:t xml:space="preserve">20.1.1      -INF       .        1.000      .         </w:t>
      </w:r>
    </w:p>
    <w:p w:rsidR="0062748B" w:rsidRDefault="0062748B" w:rsidP="0062748B">
      <w:r>
        <w:t xml:space="preserve">20.1.2      -INF       .        1.000      .         </w:t>
      </w:r>
    </w:p>
    <w:p w:rsidR="0062748B" w:rsidRDefault="0062748B" w:rsidP="0062748B">
      <w:r>
        <w:t xml:space="preserve">20.1.3      -INF       .        1.000      .         </w:t>
      </w:r>
    </w:p>
    <w:p w:rsidR="0062748B" w:rsidRDefault="0062748B" w:rsidP="0062748B">
      <w:r>
        <w:t xml:space="preserve">20.1.4      -INF       .        1.000      .         </w:t>
      </w:r>
    </w:p>
    <w:p w:rsidR="0062748B" w:rsidRDefault="0062748B" w:rsidP="0062748B">
      <w:r>
        <w:t xml:space="preserve">20.1.5      -INF       .        1.000      .         </w:t>
      </w:r>
    </w:p>
    <w:p w:rsidR="0062748B" w:rsidRDefault="0062748B" w:rsidP="0062748B">
      <w:r>
        <w:t xml:space="preserve">20.1.6      -INF       .        1.000      .         </w:t>
      </w:r>
    </w:p>
    <w:p w:rsidR="0062748B" w:rsidRDefault="0062748B" w:rsidP="0062748B">
      <w:r>
        <w:t xml:space="preserve">20.1.7      -INF       .        1.000      .         </w:t>
      </w:r>
    </w:p>
    <w:p w:rsidR="0062748B" w:rsidRDefault="0062748B" w:rsidP="0062748B">
      <w:r>
        <w:t xml:space="preserve">20.1.8      -INF       .        1.000      .         </w:t>
      </w:r>
    </w:p>
    <w:p w:rsidR="0062748B" w:rsidRDefault="0062748B" w:rsidP="0062748B">
      <w:r>
        <w:t xml:space="preserve">20.1.9      -INF       .        1.000      .         </w:t>
      </w:r>
    </w:p>
    <w:p w:rsidR="0062748B" w:rsidRDefault="0062748B" w:rsidP="0062748B">
      <w:r>
        <w:t xml:space="preserve">20.1.10     -INF       .        1.000      .         </w:t>
      </w:r>
    </w:p>
    <w:p w:rsidR="0062748B" w:rsidRDefault="0062748B" w:rsidP="0062748B">
      <w:r>
        <w:t xml:space="preserve">20.1.11     -INF       .        1.000      .         </w:t>
      </w:r>
    </w:p>
    <w:p w:rsidR="0062748B" w:rsidRDefault="0062748B" w:rsidP="0062748B">
      <w:r>
        <w:lastRenderedPageBreak/>
        <w:t xml:space="preserve">20.1.12     -INF       .        1.000      .         </w:t>
      </w:r>
    </w:p>
    <w:p w:rsidR="0062748B" w:rsidRDefault="0062748B" w:rsidP="0062748B">
      <w:r>
        <w:t xml:space="preserve">20.1.13     -INF       .        1.000      .         </w:t>
      </w:r>
    </w:p>
    <w:p w:rsidR="0062748B" w:rsidRDefault="0062748B" w:rsidP="0062748B">
      <w:r>
        <w:t xml:space="preserve">20.1.14     -INF       .        1.000      .         </w:t>
      </w:r>
    </w:p>
    <w:p w:rsidR="0062748B" w:rsidRDefault="0062748B" w:rsidP="0062748B">
      <w:r>
        <w:t xml:space="preserve">20.1.15     -INF       .        1.000      .         </w:t>
      </w:r>
    </w:p>
    <w:p w:rsidR="0062748B" w:rsidRDefault="0062748B" w:rsidP="0062748B">
      <w:r>
        <w:t xml:space="preserve">20.1.16     -INF       .        1.000      .         </w:t>
      </w:r>
    </w:p>
    <w:p w:rsidR="0062748B" w:rsidRDefault="0062748B" w:rsidP="0062748B">
      <w:r>
        <w:t xml:space="preserve">20.1.17     -INF       .        1.000      .         </w:t>
      </w:r>
    </w:p>
    <w:p w:rsidR="0062748B" w:rsidRDefault="0062748B" w:rsidP="0062748B">
      <w:r>
        <w:t xml:space="preserve">20.1.18     -INF       .        1.000      .         </w:t>
      </w:r>
    </w:p>
    <w:p w:rsidR="0062748B" w:rsidRDefault="0062748B" w:rsidP="0062748B">
      <w:r>
        <w:t xml:space="preserve">20.1.19     -INF       .        1.000      .         </w:t>
      </w:r>
    </w:p>
    <w:p w:rsidR="0062748B" w:rsidRDefault="0062748B" w:rsidP="0062748B">
      <w:r>
        <w:t xml:space="preserve">20.1.20     -INF       .        1.000      .         </w:t>
      </w:r>
    </w:p>
    <w:p w:rsidR="0062748B" w:rsidRDefault="0062748B" w:rsidP="0062748B">
      <w:r>
        <w:t xml:space="preserve">20.1.21     -INF       .        1.000      .         </w:t>
      </w:r>
    </w:p>
    <w:p w:rsidR="0062748B" w:rsidRDefault="0062748B" w:rsidP="0062748B">
      <w:r>
        <w:t xml:space="preserve">20.1.22     -INF       .        1.000      .         </w:t>
      </w:r>
    </w:p>
    <w:p w:rsidR="0062748B" w:rsidRDefault="0062748B" w:rsidP="0062748B">
      <w:r>
        <w:t xml:space="preserve">20.1.23     -INF       .        1.000      .         </w:t>
      </w:r>
    </w:p>
    <w:p w:rsidR="0062748B" w:rsidRDefault="0062748B" w:rsidP="0062748B">
      <w:r>
        <w:t xml:space="preserve">20.1.24     -INF       .        1.000      .         </w:t>
      </w:r>
    </w:p>
    <w:p w:rsidR="0062748B" w:rsidRDefault="0062748B" w:rsidP="0062748B">
      <w:r>
        <w:t xml:space="preserve">20.1.25     -INF       .        1.000      .         </w:t>
      </w:r>
    </w:p>
    <w:p w:rsidR="0062748B" w:rsidRDefault="0062748B" w:rsidP="0062748B">
      <w:r>
        <w:t xml:space="preserve">20.1.26     -INF       .        1.000      .         </w:t>
      </w:r>
    </w:p>
    <w:p w:rsidR="0062748B" w:rsidRDefault="0062748B" w:rsidP="0062748B">
      <w:r>
        <w:t xml:space="preserve">20.1.27     -INF       .        1.000      .         </w:t>
      </w:r>
    </w:p>
    <w:p w:rsidR="0062748B" w:rsidRDefault="0062748B" w:rsidP="0062748B">
      <w:r>
        <w:t xml:space="preserve">20.1.28     -INF       .        1.000      .         </w:t>
      </w:r>
    </w:p>
    <w:p w:rsidR="0062748B" w:rsidRDefault="0062748B" w:rsidP="0062748B">
      <w:r>
        <w:t xml:space="preserve">20.1.29     -INF       .        1.000      .         </w:t>
      </w:r>
    </w:p>
    <w:p w:rsidR="0062748B" w:rsidRDefault="0062748B" w:rsidP="0062748B">
      <w:r>
        <w:t xml:space="preserve">21.1.1      -INF       .        1.000      .         </w:t>
      </w:r>
    </w:p>
    <w:p w:rsidR="0062748B" w:rsidRDefault="0062748B" w:rsidP="0062748B">
      <w:r>
        <w:t xml:space="preserve">21.1.2      -INF       .        1.000      .         </w:t>
      </w:r>
    </w:p>
    <w:p w:rsidR="0062748B" w:rsidRDefault="0062748B" w:rsidP="0062748B">
      <w:r>
        <w:t xml:space="preserve">21.1.3      -INF       .        1.000      .         </w:t>
      </w:r>
    </w:p>
    <w:p w:rsidR="0062748B" w:rsidRDefault="0062748B" w:rsidP="0062748B">
      <w:r>
        <w:t xml:space="preserve">21.1.4      -INF       .        1.000      .         </w:t>
      </w:r>
    </w:p>
    <w:p w:rsidR="0062748B" w:rsidRDefault="0062748B" w:rsidP="0062748B">
      <w:r>
        <w:t xml:space="preserve">21.1.5      -INF       .        1.000      .         </w:t>
      </w:r>
    </w:p>
    <w:p w:rsidR="0062748B" w:rsidRDefault="0062748B" w:rsidP="0062748B">
      <w:r>
        <w:t xml:space="preserve">21.1.6      -INF       .        1.000      .         </w:t>
      </w:r>
    </w:p>
    <w:p w:rsidR="0062748B" w:rsidRDefault="0062748B" w:rsidP="0062748B">
      <w:r>
        <w:t xml:space="preserve">21.1.7      -INF       .        1.000      .         </w:t>
      </w:r>
    </w:p>
    <w:p w:rsidR="0062748B" w:rsidRDefault="0062748B" w:rsidP="0062748B">
      <w:r>
        <w:lastRenderedPageBreak/>
        <w:t xml:space="preserve">21.1.8      -INF       .        1.000      .         </w:t>
      </w:r>
    </w:p>
    <w:p w:rsidR="0062748B" w:rsidRDefault="0062748B" w:rsidP="0062748B">
      <w:r>
        <w:t xml:space="preserve">21.1.9      -INF       .        1.000      .         </w:t>
      </w:r>
    </w:p>
    <w:p w:rsidR="0062748B" w:rsidRDefault="0062748B" w:rsidP="0062748B">
      <w:r>
        <w:t xml:space="preserve">21.1.10     -INF       .        1.000      .         </w:t>
      </w:r>
    </w:p>
    <w:p w:rsidR="0062748B" w:rsidRDefault="0062748B" w:rsidP="0062748B">
      <w:r>
        <w:t xml:space="preserve">21.1.11     -INF       .        1.000      .         </w:t>
      </w:r>
    </w:p>
    <w:p w:rsidR="0062748B" w:rsidRDefault="0062748B" w:rsidP="0062748B">
      <w:r>
        <w:t xml:space="preserve">21.1.12     -INF       .        1.000      .         </w:t>
      </w:r>
    </w:p>
    <w:p w:rsidR="0062748B" w:rsidRDefault="0062748B" w:rsidP="0062748B">
      <w:r>
        <w:t xml:space="preserve">21.1.13     -INF       .        1.000      .         </w:t>
      </w:r>
    </w:p>
    <w:p w:rsidR="0062748B" w:rsidRDefault="0062748B" w:rsidP="0062748B">
      <w:r>
        <w:t xml:space="preserve">21.1.14     -INF       .        1.000      .         </w:t>
      </w:r>
    </w:p>
    <w:p w:rsidR="0062748B" w:rsidRDefault="0062748B" w:rsidP="0062748B">
      <w:r>
        <w:t xml:space="preserve">21.1.15     -INF       .        1.000      .         </w:t>
      </w:r>
    </w:p>
    <w:p w:rsidR="0062748B" w:rsidRDefault="0062748B" w:rsidP="0062748B">
      <w:r>
        <w:t xml:space="preserve">21.1.16     -INF       .        1.000      .         </w:t>
      </w:r>
    </w:p>
    <w:p w:rsidR="0062748B" w:rsidRDefault="0062748B" w:rsidP="0062748B">
      <w:r>
        <w:t xml:space="preserve">21.1.17     -INF       .        1.000      .         </w:t>
      </w:r>
    </w:p>
    <w:p w:rsidR="0062748B" w:rsidRDefault="0062748B" w:rsidP="0062748B">
      <w:r>
        <w:t xml:space="preserve">21.1.18     -INF       .        1.000      .         </w:t>
      </w:r>
    </w:p>
    <w:p w:rsidR="0062748B" w:rsidRDefault="0062748B" w:rsidP="0062748B">
      <w:r>
        <w:t xml:space="preserve">21.1.19     -INF       .        1.000      .         </w:t>
      </w:r>
    </w:p>
    <w:p w:rsidR="0062748B" w:rsidRDefault="0062748B" w:rsidP="0062748B">
      <w:r>
        <w:t xml:space="preserve">21.1.20     -INF       .        1.000      .         </w:t>
      </w:r>
    </w:p>
    <w:p w:rsidR="0062748B" w:rsidRDefault="0062748B" w:rsidP="0062748B">
      <w:r>
        <w:t xml:space="preserve">21.1.21     -INF       .        1.000      .         </w:t>
      </w:r>
    </w:p>
    <w:p w:rsidR="0062748B" w:rsidRDefault="0062748B" w:rsidP="0062748B">
      <w:r>
        <w:t xml:space="preserve">21.1.22     -INF       .        1.000      .         </w:t>
      </w:r>
    </w:p>
    <w:p w:rsidR="0062748B" w:rsidRDefault="0062748B" w:rsidP="0062748B">
      <w:r>
        <w:t xml:space="preserve">21.1.23     -INF       .        1.000      .         </w:t>
      </w:r>
    </w:p>
    <w:p w:rsidR="0062748B" w:rsidRDefault="0062748B" w:rsidP="0062748B">
      <w:r>
        <w:t xml:space="preserve">21.1.24     -INF       .        1.000      .         </w:t>
      </w:r>
    </w:p>
    <w:p w:rsidR="0062748B" w:rsidRDefault="0062748B" w:rsidP="0062748B">
      <w:r>
        <w:t xml:space="preserve">21.1.25     -INF       .        1.000      .         </w:t>
      </w:r>
    </w:p>
    <w:p w:rsidR="0062748B" w:rsidRDefault="0062748B" w:rsidP="0062748B">
      <w:r>
        <w:t xml:space="preserve">21.1.26     -INF       .        1.000      .         </w:t>
      </w:r>
    </w:p>
    <w:p w:rsidR="0062748B" w:rsidRDefault="0062748B" w:rsidP="0062748B">
      <w:r>
        <w:t xml:space="preserve">21.1.27     -INF       .        1.000      .         </w:t>
      </w:r>
    </w:p>
    <w:p w:rsidR="0062748B" w:rsidRDefault="0062748B" w:rsidP="0062748B">
      <w:r>
        <w:t xml:space="preserve">21.1.28     -INF       .        1.000      .         </w:t>
      </w:r>
    </w:p>
    <w:p w:rsidR="0062748B" w:rsidRDefault="0062748B" w:rsidP="0062748B">
      <w:r>
        <w:t xml:space="preserve">21.1.29     -INF       .        1.000      .         </w:t>
      </w:r>
    </w:p>
    <w:p w:rsidR="0062748B" w:rsidRDefault="0062748B" w:rsidP="0062748B">
      <w:r>
        <w:t xml:space="preserve">22.1.1      -INF       .        1.000      .         </w:t>
      </w:r>
    </w:p>
    <w:p w:rsidR="0062748B" w:rsidRDefault="0062748B" w:rsidP="0062748B">
      <w:r>
        <w:t xml:space="preserve">22.1.2      -INF       .        1.000      .         </w:t>
      </w:r>
    </w:p>
    <w:p w:rsidR="0062748B" w:rsidRDefault="0062748B" w:rsidP="0062748B">
      <w:r>
        <w:t xml:space="preserve">22.1.3      -INF       .        1.000      .         </w:t>
      </w:r>
    </w:p>
    <w:p w:rsidR="0062748B" w:rsidRDefault="0062748B" w:rsidP="0062748B">
      <w:r>
        <w:lastRenderedPageBreak/>
        <w:t xml:space="preserve">22.1.4      -INF       .        1.000      .         </w:t>
      </w:r>
    </w:p>
    <w:p w:rsidR="0062748B" w:rsidRDefault="0062748B" w:rsidP="0062748B">
      <w:r>
        <w:t xml:space="preserve">22.1.5      -INF       .        1.000      .         </w:t>
      </w:r>
    </w:p>
    <w:p w:rsidR="0062748B" w:rsidRDefault="0062748B" w:rsidP="0062748B">
      <w:r>
        <w:t xml:space="preserve">22.1.6      -INF       .        1.000      .         </w:t>
      </w:r>
    </w:p>
    <w:p w:rsidR="0062748B" w:rsidRDefault="0062748B" w:rsidP="0062748B">
      <w:r>
        <w:t xml:space="preserve">22.1.7      -INF       .        1.000      .         </w:t>
      </w:r>
    </w:p>
    <w:p w:rsidR="0062748B" w:rsidRDefault="0062748B" w:rsidP="0062748B">
      <w:r>
        <w:t xml:space="preserve">22.1.8      -INF       .        1.000      .         </w:t>
      </w:r>
    </w:p>
    <w:p w:rsidR="0062748B" w:rsidRDefault="0062748B" w:rsidP="0062748B">
      <w:r>
        <w:t xml:space="preserve">22.1.9      -INF       .        1.000      .         </w:t>
      </w:r>
    </w:p>
    <w:p w:rsidR="0062748B" w:rsidRDefault="0062748B" w:rsidP="0062748B">
      <w:r>
        <w:t xml:space="preserve">22.1.10     -INF       .        1.000      .         </w:t>
      </w:r>
    </w:p>
    <w:p w:rsidR="0062748B" w:rsidRDefault="0062748B" w:rsidP="0062748B">
      <w:r>
        <w:t xml:space="preserve">22.1.11     -INF       .        1.000      .         </w:t>
      </w:r>
    </w:p>
    <w:p w:rsidR="0062748B" w:rsidRDefault="0062748B" w:rsidP="0062748B">
      <w:r>
        <w:t xml:space="preserve">22.1.12     -INF       .        1.000      .         </w:t>
      </w:r>
    </w:p>
    <w:p w:rsidR="0062748B" w:rsidRDefault="0062748B" w:rsidP="0062748B">
      <w:r>
        <w:t xml:space="preserve">22.1.13     -INF       .        1.000      .         </w:t>
      </w:r>
    </w:p>
    <w:p w:rsidR="0062748B" w:rsidRDefault="0062748B" w:rsidP="0062748B">
      <w:r>
        <w:t xml:space="preserve">22.1.14     -INF       .        1.000      .         </w:t>
      </w:r>
    </w:p>
    <w:p w:rsidR="0062748B" w:rsidRDefault="0062748B" w:rsidP="0062748B">
      <w:r>
        <w:t xml:space="preserve">22.1.15     -INF       .        1.000      .         </w:t>
      </w:r>
    </w:p>
    <w:p w:rsidR="0062748B" w:rsidRDefault="0062748B" w:rsidP="0062748B">
      <w:r>
        <w:t xml:space="preserve">22.1.16     -INF       .        1.000      .         </w:t>
      </w:r>
    </w:p>
    <w:p w:rsidR="0062748B" w:rsidRDefault="0062748B" w:rsidP="0062748B">
      <w:r>
        <w:t xml:space="preserve">22.1.17     -INF       .        1.000      .         </w:t>
      </w:r>
    </w:p>
    <w:p w:rsidR="0062748B" w:rsidRDefault="0062748B" w:rsidP="0062748B">
      <w:r>
        <w:t xml:space="preserve">22.1.18     -INF       .        1.000      .         </w:t>
      </w:r>
    </w:p>
    <w:p w:rsidR="0062748B" w:rsidRDefault="0062748B" w:rsidP="0062748B">
      <w:r>
        <w:t xml:space="preserve">22.1.19     -INF       .        1.000      .         </w:t>
      </w:r>
    </w:p>
    <w:p w:rsidR="0062748B" w:rsidRDefault="0062748B" w:rsidP="0062748B">
      <w:r>
        <w:t xml:space="preserve">22.1.20     -INF       .        1.000      .         </w:t>
      </w:r>
    </w:p>
    <w:p w:rsidR="0062748B" w:rsidRDefault="0062748B" w:rsidP="0062748B">
      <w:r>
        <w:t xml:space="preserve">22.1.21     -INF       .        1.000      .         </w:t>
      </w:r>
    </w:p>
    <w:p w:rsidR="0062748B" w:rsidRDefault="0062748B" w:rsidP="0062748B">
      <w:r>
        <w:t xml:space="preserve">22.1.22     -INF       .        1.000      .         </w:t>
      </w:r>
    </w:p>
    <w:p w:rsidR="0062748B" w:rsidRDefault="0062748B" w:rsidP="0062748B">
      <w:r>
        <w:t xml:space="preserve">22.1.23     -INF       .        1.000      .         </w:t>
      </w:r>
    </w:p>
    <w:p w:rsidR="0062748B" w:rsidRDefault="0062748B" w:rsidP="0062748B">
      <w:r>
        <w:t xml:space="preserve">22.1.24     -INF       .        1.000      .         </w:t>
      </w:r>
    </w:p>
    <w:p w:rsidR="0062748B" w:rsidRDefault="0062748B" w:rsidP="0062748B">
      <w:r>
        <w:t xml:space="preserve">22.1.25     -INF       .        1.000      .         </w:t>
      </w:r>
    </w:p>
    <w:p w:rsidR="0062748B" w:rsidRDefault="0062748B" w:rsidP="0062748B">
      <w:r>
        <w:t xml:space="preserve">22.1.26     -INF       .        1.000      .         </w:t>
      </w:r>
    </w:p>
    <w:p w:rsidR="0062748B" w:rsidRDefault="0062748B" w:rsidP="0062748B">
      <w:r>
        <w:t xml:space="preserve">22.1.27     -INF       .        1.000      .         </w:t>
      </w:r>
    </w:p>
    <w:p w:rsidR="0062748B" w:rsidRDefault="0062748B" w:rsidP="0062748B">
      <w:r>
        <w:t xml:space="preserve">22.1.28     -INF       .        1.000      .         </w:t>
      </w:r>
    </w:p>
    <w:p w:rsidR="0062748B" w:rsidRDefault="0062748B" w:rsidP="0062748B">
      <w:r>
        <w:lastRenderedPageBreak/>
        <w:t xml:space="preserve">22.1.29     -INF       .        1.000      .         </w:t>
      </w:r>
    </w:p>
    <w:p w:rsidR="0062748B" w:rsidRDefault="0062748B" w:rsidP="0062748B">
      <w:r>
        <w:t xml:space="preserve">23.1.1      -INF       .        1.000      .         </w:t>
      </w:r>
    </w:p>
    <w:p w:rsidR="0062748B" w:rsidRDefault="0062748B" w:rsidP="0062748B">
      <w:r>
        <w:t xml:space="preserve">23.1.2      -INF       .        1.000      .         </w:t>
      </w:r>
    </w:p>
    <w:p w:rsidR="0062748B" w:rsidRDefault="0062748B" w:rsidP="0062748B">
      <w:r>
        <w:t xml:space="preserve">23.1.3      -INF       .        1.000      .         </w:t>
      </w:r>
    </w:p>
    <w:p w:rsidR="0062748B" w:rsidRDefault="0062748B" w:rsidP="0062748B">
      <w:r>
        <w:t xml:space="preserve">23.1.4      -INF       .        1.000      .         </w:t>
      </w:r>
    </w:p>
    <w:p w:rsidR="0062748B" w:rsidRDefault="0062748B" w:rsidP="0062748B">
      <w:r>
        <w:t xml:space="preserve">23.1.5      -INF       .        1.000      .         </w:t>
      </w:r>
    </w:p>
    <w:p w:rsidR="0062748B" w:rsidRDefault="0062748B" w:rsidP="0062748B">
      <w:r>
        <w:t xml:space="preserve">23.1.6      -INF       .        1.000      .         </w:t>
      </w:r>
    </w:p>
    <w:p w:rsidR="0062748B" w:rsidRDefault="0062748B" w:rsidP="0062748B">
      <w:r>
        <w:t xml:space="preserve">23.1.7      -INF       .        1.000      .         </w:t>
      </w:r>
    </w:p>
    <w:p w:rsidR="0062748B" w:rsidRDefault="0062748B" w:rsidP="0062748B">
      <w:r>
        <w:t xml:space="preserve">23.1.8      -INF       .        1.000      .         </w:t>
      </w:r>
    </w:p>
    <w:p w:rsidR="0062748B" w:rsidRDefault="0062748B" w:rsidP="0062748B">
      <w:r>
        <w:t xml:space="preserve">23.1.9      -INF       .        1.000      .         </w:t>
      </w:r>
    </w:p>
    <w:p w:rsidR="0062748B" w:rsidRDefault="0062748B" w:rsidP="0062748B">
      <w:r>
        <w:t xml:space="preserve">23.1.10     -INF       .        1.000      .         </w:t>
      </w:r>
    </w:p>
    <w:p w:rsidR="0062748B" w:rsidRDefault="0062748B" w:rsidP="0062748B">
      <w:r>
        <w:t xml:space="preserve">23.1.11     -INF       .        1.000      .         </w:t>
      </w:r>
    </w:p>
    <w:p w:rsidR="0062748B" w:rsidRDefault="0062748B" w:rsidP="0062748B">
      <w:r>
        <w:t xml:space="preserve">23.1.12     -INF       .        1.000      .         </w:t>
      </w:r>
    </w:p>
    <w:p w:rsidR="0062748B" w:rsidRDefault="0062748B" w:rsidP="0062748B">
      <w:r>
        <w:t xml:space="preserve">23.1.13     -INF       .        1.000      .         </w:t>
      </w:r>
    </w:p>
    <w:p w:rsidR="0062748B" w:rsidRDefault="0062748B" w:rsidP="0062748B">
      <w:r>
        <w:t xml:space="preserve">23.1.14     -INF       .        1.000      .         </w:t>
      </w:r>
    </w:p>
    <w:p w:rsidR="0062748B" w:rsidRDefault="0062748B" w:rsidP="0062748B">
      <w:r>
        <w:t xml:space="preserve">23.1.15     -INF       .        1.000      .         </w:t>
      </w:r>
    </w:p>
    <w:p w:rsidR="0062748B" w:rsidRDefault="0062748B" w:rsidP="0062748B">
      <w:r>
        <w:t xml:space="preserve">23.1.16     -INF       .        1.000      .         </w:t>
      </w:r>
    </w:p>
    <w:p w:rsidR="0062748B" w:rsidRDefault="0062748B" w:rsidP="0062748B">
      <w:r>
        <w:t xml:space="preserve">23.1.17     -INF       .        1.000      .         </w:t>
      </w:r>
    </w:p>
    <w:p w:rsidR="0062748B" w:rsidRDefault="0062748B" w:rsidP="0062748B">
      <w:r>
        <w:t xml:space="preserve">23.1.18     -INF       .        1.000      .         </w:t>
      </w:r>
    </w:p>
    <w:p w:rsidR="0062748B" w:rsidRDefault="0062748B" w:rsidP="0062748B">
      <w:r>
        <w:t xml:space="preserve">23.1.19     -INF       .        1.000      .         </w:t>
      </w:r>
    </w:p>
    <w:p w:rsidR="0062748B" w:rsidRDefault="0062748B" w:rsidP="0062748B">
      <w:r>
        <w:t xml:space="preserve">23.1.20     -INF       .        1.000      .         </w:t>
      </w:r>
    </w:p>
    <w:p w:rsidR="0062748B" w:rsidRDefault="0062748B" w:rsidP="0062748B">
      <w:r>
        <w:t xml:space="preserve">23.1.21     -INF       .        1.000      .         </w:t>
      </w:r>
    </w:p>
    <w:p w:rsidR="0062748B" w:rsidRDefault="0062748B" w:rsidP="0062748B">
      <w:r>
        <w:t xml:space="preserve">23.1.22     -INF       .        1.000      .         </w:t>
      </w:r>
    </w:p>
    <w:p w:rsidR="0062748B" w:rsidRDefault="0062748B" w:rsidP="0062748B">
      <w:r>
        <w:t xml:space="preserve">23.1.23     -INF       .        1.000      .         </w:t>
      </w:r>
    </w:p>
    <w:p w:rsidR="0062748B" w:rsidRDefault="0062748B" w:rsidP="0062748B">
      <w:r>
        <w:t xml:space="preserve">23.1.24     -INF       .        1.000      .         </w:t>
      </w:r>
    </w:p>
    <w:p w:rsidR="0062748B" w:rsidRDefault="0062748B" w:rsidP="0062748B">
      <w:r>
        <w:lastRenderedPageBreak/>
        <w:t xml:space="preserve">23.1.25     -INF       .        1.000      .         </w:t>
      </w:r>
    </w:p>
    <w:p w:rsidR="0062748B" w:rsidRDefault="0062748B" w:rsidP="0062748B">
      <w:r>
        <w:t xml:space="preserve">23.1.26     -INF       .        1.000      .         </w:t>
      </w:r>
    </w:p>
    <w:p w:rsidR="0062748B" w:rsidRDefault="0062748B" w:rsidP="0062748B">
      <w:r>
        <w:t xml:space="preserve">23.1.27     -INF       .        1.000      .         </w:t>
      </w:r>
    </w:p>
    <w:p w:rsidR="0062748B" w:rsidRDefault="0062748B" w:rsidP="0062748B">
      <w:r>
        <w:t xml:space="preserve">23.1.28     -INF       .        1.000      .         </w:t>
      </w:r>
    </w:p>
    <w:p w:rsidR="0062748B" w:rsidRDefault="0062748B" w:rsidP="0062748B">
      <w:r>
        <w:t xml:space="preserve">23.1.29     -INF       .        1.000      .         </w:t>
      </w:r>
    </w:p>
    <w:p w:rsidR="0062748B" w:rsidRDefault="0062748B" w:rsidP="0062748B">
      <w:r>
        <w:t xml:space="preserve">24.1.1      -INF       .        1.000      .         </w:t>
      </w:r>
    </w:p>
    <w:p w:rsidR="0062748B" w:rsidRDefault="0062748B" w:rsidP="0062748B">
      <w:r>
        <w:t xml:space="preserve">24.1.2      -INF       .        1.000      .         </w:t>
      </w:r>
    </w:p>
    <w:p w:rsidR="0062748B" w:rsidRDefault="0062748B" w:rsidP="0062748B">
      <w:r>
        <w:t xml:space="preserve">24.1.3      -INF       .        1.000      .         </w:t>
      </w:r>
    </w:p>
    <w:p w:rsidR="0062748B" w:rsidRDefault="0062748B" w:rsidP="0062748B">
      <w:r>
        <w:t xml:space="preserve">24.1.4      -INF       .        1.000      .         </w:t>
      </w:r>
    </w:p>
    <w:p w:rsidR="0062748B" w:rsidRDefault="0062748B" w:rsidP="0062748B">
      <w:r>
        <w:t xml:space="preserve">24.1.5      -INF       .        1.000      .         </w:t>
      </w:r>
    </w:p>
    <w:p w:rsidR="0062748B" w:rsidRDefault="0062748B" w:rsidP="0062748B">
      <w:r>
        <w:t xml:space="preserve">24.1.6      -INF       .        1.000      .         </w:t>
      </w:r>
    </w:p>
    <w:p w:rsidR="0062748B" w:rsidRDefault="0062748B" w:rsidP="0062748B">
      <w:r>
        <w:t xml:space="preserve">24.1.7      -INF       .        1.000      .         </w:t>
      </w:r>
    </w:p>
    <w:p w:rsidR="0062748B" w:rsidRDefault="0062748B" w:rsidP="0062748B">
      <w:r>
        <w:t xml:space="preserve">24.1.8      -INF       .        1.000      .         </w:t>
      </w:r>
    </w:p>
    <w:p w:rsidR="0062748B" w:rsidRDefault="0062748B" w:rsidP="0062748B">
      <w:r>
        <w:t xml:space="preserve">24.1.9      -INF       .        1.000      .         </w:t>
      </w:r>
    </w:p>
    <w:p w:rsidR="0062748B" w:rsidRDefault="0062748B" w:rsidP="0062748B">
      <w:r>
        <w:t xml:space="preserve">24.1.10     -INF       .        1.000      .         </w:t>
      </w:r>
    </w:p>
    <w:p w:rsidR="0062748B" w:rsidRDefault="0062748B" w:rsidP="0062748B">
      <w:r>
        <w:t xml:space="preserve">24.1.11     -INF       .        1.000      .         </w:t>
      </w:r>
    </w:p>
    <w:p w:rsidR="0062748B" w:rsidRDefault="0062748B" w:rsidP="0062748B">
      <w:r>
        <w:t xml:space="preserve">24.1.12     -INF       .        1.000      .         </w:t>
      </w:r>
    </w:p>
    <w:p w:rsidR="0062748B" w:rsidRDefault="0062748B" w:rsidP="0062748B">
      <w:r>
        <w:t xml:space="preserve">24.1.13     -INF       .        1.000      .         </w:t>
      </w:r>
    </w:p>
    <w:p w:rsidR="0062748B" w:rsidRDefault="0062748B" w:rsidP="0062748B">
      <w:r>
        <w:t xml:space="preserve">24.1.14     -INF       .        1.000      .         </w:t>
      </w:r>
    </w:p>
    <w:p w:rsidR="0062748B" w:rsidRDefault="0062748B" w:rsidP="0062748B">
      <w:r>
        <w:t xml:space="preserve">24.1.15     -INF       .        1.000      .         </w:t>
      </w:r>
    </w:p>
    <w:p w:rsidR="0062748B" w:rsidRDefault="0062748B" w:rsidP="0062748B">
      <w:r>
        <w:t xml:space="preserve">24.1.16     -INF       .        1.000      .         </w:t>
      </w:r>
    </w:p>
    <w:p w:rsidR="0062748B" w:rsidRDefault="0062748B" w:rsidP="0062748B">
      <w:r>
        <w:t xml:space="preserve">24.1.17     -INF       .        1.000      .         </w:t>
      </w:r>
    </w:p>
    <w:p w:rsidR="0062748B" w:rsidRDefault="0062748B" w:rsidP="0062748B">
      <w:r>
        <w:t xml:space="preserve">24.1.18     -INF       .        1.000      .         </w:t>
      </w:r>
    </w:p>
    <w:p w:rsidR="0062748B" w:rsidRDefault="0062748B" w:rsidP="0062748B">
      <w:r>
        <w:t xml:space="preserve">24.1.19     -INF       .        1.000      .         </w:t>
      </w:r>
    </w:p>
    <w:p w:rsidR="0062748B" w:rsidRDefault="0062748B" w:rsidP="0062748B">
      <w:r>
        <w:t xml:space="preserve">24.1.20     -INF       .        1.000      .         </w:t>
      </w:r>
    </w:p>
    <w:p w:rsidR="0062748B" w:rsidRDefault="0062748B" w:rsidP="0062748B">
      <w:r>
        <w:lastRenderedPageBreak/>
        <w:t xml:space="preserve">24.1.21     -INF       .        1.000      .         </w:t>
      </w:r>
    </w:p>
    <w:p w:rsidR="0062748B" w:rsidRDefault="0062748B" w:rsidP="0062748B">
      <w:r>
        <w:t xml:space="preserve">24.1.22     -INF       .        1.000      .         </w:t>
      </w:r>
    </w:p>
    <w:p w:rsidR="0062748B" w:rsidRDefault="0062748B" w:rsidP="0062748B">
      <w:r>
        <w:t xml:space="preserve">24.1.23     -INF       .        1.000      .         </w:t>
      </w:r>
    </w:p>
    <w:p w:rsidR="0062748B" w:rsidRDefault="0062748B" w:rsidP="0062748B">
      <w:r>
        <w:t xml:space="preserve">24.1.24     -INF       .        1.000      .         </w:t>
      </w:r>
    </w:p>
    <w:p w:rsidR="0062748B" w:rsidRDefault="0062748B" w:rsidP="0062748B">
      <w:r>
        <w:t xml:space="preserve">24.1.25     -INF       .        1.000      .         </w:t>
      </w:r>
    </w:p>
    <w:p w:rsidR="0062748B" w:rsidRDefault="0062748B" w:rsidP="0062748B">
      <w:r>
        <w:t xml:space="preserve">24.1.26     -INF       .        1.000      .         </w:t>
      </w:r>
    </w:p>
    <w:p w:rsidR="0062748B" w:rsidRDefault="0062748B" w:rsidP="0062748B">
      <w:r>
        <w:t xml:space="preserve">24.1.27     -INF       .        1.000      .         </w:t>
      </w:r>
    </w:p>
    <w:p w:rsidR="0062748B" w:rsidRDefault="0062748B" w:rsidP="0062748B">
      <w:r>
        <w:t xml:space="preserve">24.1.28     -INF       .        1.000      .         </w:t>
      </w:r>
    </w:p>
    <w:p w:rsidR="0062748B" w:rsidRDefault="0062748B" w:rsidP="0062748B">
      <w:r>
        <w:t xml:space="preserve">24.1.29     -INF       .        1.000      .         </w:t>
      </w:r>
    </w:p>
    <w:p w:rsidR="0062748B" w:rsidRDefault="0062748B" w:rsidP="0062748B">
      <w:r>
        <w:t xml:space="preserve">25.1.1      -INF       .        1.000      .         </w:t>
      </w:r>
    </w:p>
    <w:p w:rsidR="0062748B" w:rsidRDefault="0062748B" w:rsidP="0062748B">
      <w:r>
        <w:t xml:space="preserve">25.1.2      -INF       .        1.000      .         </w:t>
      </w:r>
    </w:p>
    <w:p w:rsidR="0062748B" w:rsidRDefault="0062748B" w:rsidP="0062748B">
      <w:r>
        <w:t xml:space="preserve">25.1.3      -INF       .        1.000      .         </w:t>
      </w:r>
    </w:p>
    <w:p w:rsidR="0062748B" w:rsidRDefault="0062748B" w:rsidP="0062748B">
      <w:r>
        <w:t xml:space="preserve">25.1.4      -INF       .        1.000      .         </w:t>
      </w:r>
    </w:p>
    <w:p w:rsidR="0062748B" w:rsidRDefault="0062748B" w:rsidP="0062748B">
      <w:r>
        <w:t xml:space="preserve">25.1.5      -INF       .        1.000      .         </w:t>
      </w:r>
    </w:p>
    <w:p w:rsidR="0062748B" w:rsidRDefault="0062748B" w:rsidP="0062748B">
      <w:r>
        <w:t xml:space="preserve">25.1.6      -INF       .        1.000      .         </w:t>
      </w:r>
    </w:p>
    <w:p w:rsidR="0062748B" w:rsidRDefault="0062748B" w:rsidP="0062748B">
      <w:r>
        <w:t xml:space="preserve">25.1.7      -INF       .        1.000      .         </w:t>
      </w:r>
    </w:p>
    <w:p w:rsidR="0062748B" w:rsidRDefault="0062748B" w:rsidP="0062748B">
      <w:r>
        <w:t xml:space="preserve">25.1.8      -INF       .        1.000      .         </w:t>
      </w:r>
    </w:p>
    <w:p w:rsidR="0062748B" w:rsidRDefault="0062748B" w:rsidP="0062748B">
      <w:r>
        <w:t xml:space="preserve">25.1.9      -INF       .        1.000      .         </w:t>
      </w:r>
    </w:p>
    <w:p w:rsidR="0062748B" w:rsidRDefault="0062748B" w:rsidP="0062748B">
      <w:r>
        <w:t xml:space="preserve">25.1.10     -INF       .        1.000      .         </w:t>
      </w:r>
    </w:p>
    <w:p w:rsidR="0062748B" w:rsidRDefault="0062748B" w:rsidP="0062748B">
      <w:r>
        <w:t xml:space="preserve">25.1.11     -INF       .        1.000      .         </w:t>
      </w:r>
    </w:p>
    <w:p w:rsidR="0062748B" w:rsidRDefault="0062748B" w:rsidP="0062748B">
      <w:r>
        <w:t xml:space="preserve">25.1.12     -INF       .        1.000      .         </w:t>
      </w:r>
    </w:p>
    <w:p w:rsidR="0062748B" w:rsidRDefault="0062748B" w:rsidP="0062748B">
      <w:r>
        <w:t xml:space="preserve">25.1.13     -INF       .        1.000      .         </w:t>
      </w:r>
    </w:p>
    <w:p w:rsidR="0062748B" w:rsidRDefault="0062748B" w:rsidP="0062748B">
      <w:r>
        <w:t xml:space="preserve">25.1.14     -INF       .        1.000      .         </w:t>
      </w:r>
    </w:p>
    <w:p w:rsidR="0062748B" w:rsidRDefault="0062748B" w:rsidP="0062748B">
      <w:r>
        <w:t xml:space="preserve">25.1.15     -INF       .        1.000      .         </w:t>
      </w:r>
    </w:p>
    <w:p w:rsidR="0062748B" w:rsidRDefault="0062748B" w:rsidP="0062748B">
      <w:r>
        <w:t xml:space="preserve">25.1.16     -INF       .        1.000      .         </w:t>
      </w:r>
    </w:p>
    <w:p w:rsidR="0062748B" w:rsidRDefault="0062748B" w:rsidP="0062748B">
      <w:r>
        <w:lastRenderedPageBreak/>
        <w:t xml:space="preserve">25.1.17     -INF       .        1.000      .         </w:t>
      </w:r>
    </w:p>
    <w:p w:rsidR="0062748B" w:rsidRDefault="0062748B" w:rsidP="0062748B">
      <w:r>
        <w:t xml:space="preserve">25.1.18     -INF       .        1.000      .         </w:t>
      </w:r>
    </w:p>
    <w:p w:rsidR="0062748B" w:rsidRDefault="0062748B" w:rsidP="0062748B">
      <w:r>
        <w:t xml:space="preserve">25.1.19     -INF       .        1.000      .         </w:t>
      </w:r>
    </w:p>
    <w:p w:rsidR="0062748B" w:rsidRDefault="0062748B" w:rsidP="0062748B">
      <w:r>
        <w:t xml:space="preserve">25.1.20     -INF       .        1.000      .         </w:t>
      </w:r>
    </w:p>
    <w:p w:rsidR="0062748B" w:rsidRDefault="0062748B" w:rsidP="0062748B">
      <w:r>
        <w:t xml:space="preserve">25.1.21     -INF       .        1.000      .         </w:t>
      </w:r>
    </w:p>
    <w:p w:rsidR="0062748B" w:rsidRDefault="0062748B" w:rsidP="0062748B">
      <w:r>
        <w:t xml:space="preserve">25.1.22     -INF       .        1.000      .         </w:t>
      </w:r>
    </w:p>
    <w:p w:rsidR="0062748B" w:rsidRDefault="0062748B" w:rsidP="0062748B">
      <w:r>
        <w:t xml:space="preserve">25.1.23     -INF       .        1.000      .         </w:t>
      </w:r>
    </w:p>
    <w:p w:rsidR="0062748B" w:rsidRDefault="0062748B" w:rsidP="0062748B">
      <w:r>
        <w:t xml:space="preserve">25.1.24     -INF       .        1.000      .         </w:t>
      </w:r>
    </w:p>
    <w:p w:rsidR="0062748B" w:rsidRDefault="0062748B" w:rsidP="0062748B">
      <w:r>
        <w:t xml:space="preserve">25.1.25     -INF       .        1.000      .         </w:t>
      </w:r>
    </w:p>
    <w:p w:rsidR="0062748B" w:rsidRDefault="0062748B" w:rsidP="0062748B">
      <w:r>
        <w:t xml:space="preserve">25.1.26     -INF       .        1.000      .         </w:t>
      </w:r>
    </w:p>
    <w:p w:rsidR="0062748B" w:rsidRDefault="0062748B" w:rsidP="0062748B">
      <w:r>
        <w:t xml:space="preserve">25.1.27     -INF       .        1.000      .         </w:t>
      </w:r>
    </w:p>
    <w:p w:rsidR="0062748B" w:rsidRDefault="0062748B" w:rsidP="0062748B">
      <w:r>
        <w:t xml:space="preserve">25.1.28     -INF       .        1.000      .         </w:t>
      </w:r>
    </w:p>
    <w:p w:rsidR="0062748B" w:rsidRDefault="0062748B" w:rsidP="0062748B">
      <w:r>
        <w:t xml:space="preserve">25.1.29     -INF       .        1.000      .         </w:t>
      </w:r>
    </w:p>
    <w:p w:rsidR="0062748B" w:rsidRDefault="0062748B" w:rsidP="0062748B">
      <w:r>
        <w:t xml:space="preserve">26.1.1      -INF       .        1.000      .         </w:t>
      </w:r>
    </w:p>
    <w:p w:rsidR="0062748B" w:rsidRDefault="0062748B" w:rsidP="0062748B">
      <w:r>
        <w:t xml:space="preserve">26.1.2      -INF       .        1.000      .         </w:t>
      </w:r>
    </w:p>
    <w:p w:rsidR="0062748B" w:rsidRDefault="0062748B" w:rsidP="0062748B">
      <w:r>
        <w:t xml:space="preserve">26.1.3      -INF       .        1.000      .         </w:t>
      </w:r>
    </w:p>
    <w:p w:rsidR="0062748B" w:rsidRDefault="0062748B" w:rsidP="0062748B">
      <w:r>
        <w:t xml:space="preserve">26.1.4      -INF       .        1.000      .         </w:t>
      </w:r>
    </w:p>
    <w:p w:rsidR="0062748B" w:rsidRDefault="0062748B" w:rsidP="0062748B">
      <w:r>
        <w:t xml:space="preserve">26.1.5      -INF       .        1.000      .         </w:t>
      </w:r>
    </w:p>
    <w:p w:rsidR="0062748B" w:rsidRDefault="0062748B" w:rsidP="0062748B">
      <w:r>
        <w:t xml:space="preserve">26.1.6      -INF       .        1.000      .         </w:t>
      </w:r>
    </w:p>
    <w:p w:rsidR="0062748B" w:rsidRDefault="0062748B" w:rsidP="0062748B">
      <w:r>
        <w:t xml:space="preserve">26.1.7      -INF       .        1.000      .         </w:t>
      </w:r>
    </w:p>
    <w:p w:rsidR="0062748B" w:rsidRDefault="0062748B" w:rsidP="0062748B">
      <w:r>
        <w:t xml:space="preserve">26.1.8      -INF       .        1.000      .         </w:t>
      </w:r>
    </w:p>
    <w:p w:rsidR="0062748B" w:rsidRDefault="0062748B" w:rsidP="0062748B">
      <w:r>
        <w:t xml:space="preserve">26.1.9      -INF       .        1.000      .         </w:t>
      </w:r>
    </w:p>
    <w:p w:rsidR="0062748B" w:rsidRDefault="0062748B" w:rsidP="0062748B">
      <w:r>
        <w:t xml:space="preserve">26.1.10     -INF       .        1.000      .         </w:t>
      </w:r>
    </w:p>
    <w:p w:rsidR="0062748B" w:rsidRDefault="0062748B" w:rsidP="0062748B">
      <w:r>
        <w:t xml:space="preserve">26.1.11     -INF       .        1.000      .         </w:t>
      </w:r>
    </w:p>
    <w:p w:rsidR="0062748B" w:rsidRDefault="0062748B" w:rsidP="0062748B">
      <w:r>
        <w:t xml:space="preserve">26.1.12     -INF       .        1.000      .         </w:t>
      </w:r>
    </w:p>
    <w:p w:rsidR="0062748B" w:rsidRDefault="0062748B" w:rsidP="0062748B">
      <w:r>
        <w:lastRenderedPageBreak/>
        <w:t xml:space="preserve">26.1.13     -INF       .        1.000      .         </w:t>
      </w:r>
    </w:p>
    <w:p w:rsidR="0062748B" w:rsidRDefault="0062748B" w:rsidP="0062748B">
      <w:r>
        <w:t xml:space="preserve">26.1.14     -INF       .        1.000      .         </w:t>
      </w:r>
    </w:p>
    <w:p w:rsidR="0062748B" w:rsidRDefault="0062748B" w:rsidP="0062748B">
      <w:r>
        <w:t xml:space="preserve">26.1.15     -INF       .        1.000      .         </w:t>
      </w:r>
    </w:p>
    <w:p w:rsidR="0062748B" w:rsidRDefault="0062748B" w:rsidP="0062748B">
      <w:r>
        <w:t xml:space="preserve">26.1.16     -INF       .        1.000      .         </w:t>
      </w:r>
    </w:p>
    <w:p w:rsidR="0062748B" w:rsidRDefault="0062748B" w:rsidP="0062748B">
      <w:r>
        <w:t xml:space="preserve">26.1.17     -INF       .        1.000      .         </w:t>
      </w:r>
    </w:p>
    <w:p w:rsidR="0062748B" w:rsidRDefault="0062748B" w:rsidP="0062748B">
      <w:r>
        <w:t xml:space="preserve">26.1.18     -INF       .        1.000      .         </w:t>
      </w:r>
    </w:p>
    <w:p w:rsidR="0062748B" w:rsidRDefault="0062748B" w:rsidP="0062748B">
      <w:r>
        <w:t xml:space="preserve">26.1.19     -INF       .        1.000      .         </w:t>
      </w:r>
    </w:p>
    <w:p w:rsidR="0062748B" w:rsidRDefault="0062748B" w:rsidP="0062748B">
      <w:r>
        <w:t xml:space="preserve">26.1.20     -INF       .        1.000      .         </w:t>
      </w:r>
    </w:p>
    <w:p w:rsidR="0062748B" w:rsidRDefault="0062748B" w:rsidP="0062748B">
      <w:r>
        <w:t xml:space="preserve">26.1.21     -INF       .        1.000      .         </w:t>
      </w:r>
    </w:p>
    <w:p w:rsidR="0062748B" w:rsidRDefault="0062748B" w:rsidP="0062748B">
      <w:r>
        <w:t xml:space="preserve">26.1.22     -INF       .        1.000      .         </w:t>
      </w:r>
    </w:p>
    <w:p w:rsidR="0062748B" w:rsidRDefault="0062748B" w:rsidP="0062748B">
      <w:r>
        <w:t xml:space="preserve">26.1.23     -INF       .        1.000      .         </w:t>
      </w:r>
    </w:p>
    <w:p w:rsidR="0062748B" w:rsidRDefault="0062748B" w:rsidP="0062748B">
      <w:r>
        <w:t xml:space="preserve">26.1.24     -INF       .        1.000      .         </w:t>
      </w:r>
    </w:p>
    <w:p w:rsidR="0062748B" w:rsidRDefault="0062748B" w:rsidP="0062748B">
      <w:r>
        <w:t xml:space="preserve">26.1.25     -INF       .        1.000      .         </w:t>
      </w:r>
    </w:p>
    <w:p w:rsidR="0062748B" w:rsidRDefault="0062748B" w:rsidP="0062748B">
      <w:r>
        <w:t xml:space="preserve">26.1.26     -INF       .        1.000      .         </w:t>
      </w:r>
    </w:p>
    <w:p w:rsidR="0062748B" w:rsidRDefault="0062748B" w:rsidP="0062748B">
      <w:r>
        <w:t xml:space="preserve">26.1.27     -INF       .        1.000      .         </w:t>
      </w:r>
    </w:p>
    <w:p w:rsidR="0062748B" w:rsidRDefault="0062748B" w:rsidP="0062748B">
      <w:r>
        <w:t xml:space="preserve">26.1.28     -INF       .        1.000      .         </w:t>
      </w:r>
    </w:p>
    <w:p w:rsidR="0062748B" w:rsidRDefault="0062748B" w:rsidP="0062748B">
      <w:r>
        <w:t xml:space="preserve">26.1.29     -INF       .        1.000      .         </w:t>
      </w:r>
    </w:p>
    <w:p w:rsidR="0062748B" w:rsidRDefault="0062748B" w:rsidP="0062748B">
      <w:r>
        <w:t xml:space="preserve">27.1.1      -INF       .        1.000      .         </w:t>
      </w:r>
    </w:p>
    <w:p w:rsidR="0062748B" w:rsidRDefault="0062748B" w:rsidP="0062748B">
      <w:r>
        <w:t xml:space="preserve">27.1.2      -INF       .        1.000      .         </w:t>
      </w:r>
    </w:p>
    <w:p w:rsidR="0062748B" w:rsidRDefault="0062748B" w:rsidP="0062748B">
      <w:r>
        <w:t xml:space="preserve">27.1.3      -INF       .        1.000      .         </w:t>
      </w:r>
    </w:p>
    <w:p w:rsidR="0062748B" w:rsidRDefault="0062748B" w:rsidP="0062748B">
      <w:r>
        <w:t xml:space="preserve">27.1.4      -INF       .        1.000      .         </w:t>
      </w:r>
    </w:p>
    <w:p w:rsidR="0062748B" w:rsidRDefault="0062748B" w:rsidP="0062748B">
      <w:r>
        <w:t xml:space="preserve">27.1.5      -INF       .        1.000      .         </w:t>
      </w:r>
    </w:p>
    <w:p w:rsidR="0062748B" w:rsidRDefault="0062748B" w:rsidP="0062748B">
      <w:r>
        <w:t xml:space="preserve">27.1.6      -INF       .        1.000      .         </w:t>
      </w:r>
    </w:p>
    <w:p w:rsidR="0062748B" w:rsidRDefault="0062748B" w:rsidP="0062748B">
      <w:r>
        <w:t xml:space="preserve">27.1.7      -INF       .        1.000      .         </w:t>
      </w:r>
    </w:p>
    <w:p w:rsidR="0062748B" w:rsidRDefault="0062748B" w:rsidP="0062748B">
      <w:r>
        <w:t xml:space="preserve">27.1.8      -INF       .        1.000      .         </w:t>
      </w:r>
    </w:p>
    <w:p w:rsidR="0062748B" w:rsidRDefault="0062748B" w:rsidP="0062748B">
      <w:r>
        <w:lastRenderedPageBreak/>
        <w:t xml:space="preserve">27.1.9      -INF       .        1.000      .         </w:t>
      </w:r>
    </w:p>
    <w:p w:rsidR="0062748B" w:rsidRDefault="0062748B" w:rsidP="0062748B">
      <w:r>
        <w:t xml:space="preserve">27.1.10     -INF       .        1.000      .         </w:t>
      </w:r>
    </w:p>
    <w:p w:rsidR="0062748B" w:rsidRDefault="0062748B" w:rsidP="0062748B">
      <w:r>
        <w:t xml:space="preserve">27.1.11     -INF       .        1.000      .         </w:t>
      </w:r>
    </w:p>
    <w:p w:rsidR="0062748B" w:rsidRDefault="0062748B" w:rsidP="0062748B">
      <w:r>
        <w:t xml:space="preserve">27.1.12     -INF       .        1.000      .         </w:t>
      </w:r>
    </w:p>
    <w:p w:rsidR="0062748B" w:rsidRDefault="0062748B" w:rsidP="0062748B">
      <w:r>
        <w:t xml:space="preserve">27.1.13     -INF       .        1.000      .         </w:t>
      </w:r>
    </w:p>
    <w:p w:rsidR="0062748B" w:rsidRDefault="0062748B" w:rsidP="0062748B">
      <w:r>
        <w:t xml:space="preserve">27.1.14     -INF       .        1.000      .         </w:t>
      </w:r>
    </w:p>
    <w:p w:rsidR="0062748B" w:rsidRDefault="0062748B" w:rsidP="0062748B">
      <w:r>
        <w:t xml:space="preserve">27.1.15     -INF       .        1.000      .         </w:t>
      </w:r>
    </w:p>
    <w:p w:rsidR="0062748B" w:rsidRDefault="0062748B" w:rsidP="0062748B">
      <w:r>
        <w:t xml:space="preserve">27.1.16     -INF       .        1.000      .         </w:t>
      </w:r>
    </w:p>
    <w:p w:rsidR="0062748B" w:rsidRDefault="0062748B" w:rsidP="0062748B">
      <w:r>
        <w:t xml:space="preserve">27.1.17     -INF       .        1.000      .         </w:t>
      </w:r>
    </w:p>
    <w:p w:rsidR="0062748B" w:rsidRDefault="0062748B" w:rsidP="0062748B">
      <w:r>
        <w:t xml:space="preserve">27.1.18     -INF       .        1.000      .         </w:t>
      </w:r>
    </w:p>
    <w:p w:rsidR="0062748B" w:rsidRDefault="0062748B" w:rsidP="0062748B">
      <w:r>
        <w:t xml:space="preserve">27.1.19     -INF       .        1.000      .         </w:t>
      </w:r>
    </w:p>
    <w:p w:rsidR="0062748B" w:rsidRDefault="0062748B" w:rsidP="0062748B">
      <w:r>
        <w:t xml:space="preserve">27.1.20     -INF       .        1.000      .         </w:t>
      </w:r>
    </w:p>
    <w:p w:rsidR="0062748B" w:rsidRDefault="0062748B" w:rsidP="0062748B">
      <w:r>
        <w:t xml:space="preserve">27.1.21     -INF       .        1.000      .         </w:t>
      </w:r>
    </w:p>
    <w:p w:rsidR="0062748B" w:rsidRDefault="0062748B" w:rsidP="0062748B">
      <w:r>
        <w:t xml:space="preserve">27.1.22     -INF       .        1.000      .         </w:t>
      </w:r>
    </w:p>
    <w:p w:rsidR="0062748B" w:rsidRDefault="0062748B" w:rsidP="0062748B">
      <w:r>
        <w:t xml:space="preserve">27.1.23     -INF       .        1.000      .         </w:t>
      </w:r>
    </w:p>
    <w:p w:rsidR="0062748B" w:rsidRDefault="0062748B" w:rsidP="0062748B">
      <w:r>
        <w:t xml:space="preserve">27.1.24     -INF       .        1.000      .         </w:t>
      </w:r>
    </w:p>
    <w:p w:rsidR="0062748B" w:rsidRDefault="0062748B" w:rsidP="0062748B">
      <w:r>
        <w:t xml:space="preserve">27.1.25     -INF       .        1.000      .         </w:t>
      </w:r>
    </w:p>
    <w:p w:rsidR="0062748B" w:rsidRDefault="0062748B" w:rsidP="0062748B">
      <w:r>
        <w:t xml:space="preserve">27.1.26     -INF       .        1.000      .         </w:t>
      </w:r>
    </w:p>
    <w:p w:rsidR="0062748B" w:rsidRDefault="0062748B" w:rsidP="0062748B">
      <w:r>
        <w:t xml:space="preserve">27.1.27     -INF       .        1.000      .         </w:t>
      </w:r>
    </w:p>
    <w:p w:rsidR="0062748B" w:rsidRDefault="0062748B" w:rsidP="0062748B">
      <w:r>
        <w:t xml:space="preserve">27.1.28     -INF       .        1.000      .         </w:t>
      </w:r>
    </w:p>
    <w:p w:rsidR="0062748B" w:rsidRDefault="0062748B" w:rsidP="0062748B">
      <w:r>
        <w:t xml:space="preserve">27.1.29     -INF       .        1.000      .         </w:t>
      </w:r>
    </w:p>
    <w:p w:rsidR="0062748B" w:rsidRDefault="0062748B" w:rsidP="0062748B">
      <w:r>
        <w:t xml:space="preserve">28.1.1      -INF       .        1.000      .         </w:t>
      </w:r>
    </w:p>
    <w:p w:rsidR="0062748B" w:rsidRDefault="0062748B" w:rsidP="0062748B">
      <w:r>
        <w:t xml:space="preserve">28.1.2      -INF       .        1.000      .         </w:t>
      </w:r>
    </w:p>
    <w:p w:rsidR="0062748B" w:rsidRDefault="0062748B" w:rsidP="0062748B">
      <w:r>
        <w:t xml:space="preserve">28.1.3      -INF       .        1.000      .         </w:t>
      </w:r>
    </w:p>
    <w:p w:rsidR="0062748B" w:rsidRDefault="0062748B" w:rsidP="0062748B">
      <w:r>
        <w:t xml:space="preserve">28.1.4      -INF       .        1.000      .         </w:t>
      </w:r>
    </w:p>
    <w:p w:rsidR="0062748B" w:rsidRDefault="0062748B" w:rsidP="0062748B">
      <w:r>
        <w:lastRenderedPageBreak/>
        <w:t xml:space="preserve">28.1.5      -INF       .        1.000      .         </w:t>
      </w:r>
    </w:p>
    <w:p w:rsidR="0062748B" w:rsidRDefault="0062748B" w:rsidP="0062748B">
      <w:r>
        <w:t xml:space="preserve">28.1.6      -INF       .        1.000      .         </w:t>
      </w:r>
    </w:p>
    <w:p w:rsidR="0062748B" w:rsidRDefault="0062748B" w:rsidP="0062748B">
      <w:r>
        <w:t xml:space="preserve">28.1.7      -INF       .        1.000      .         </w:t>
      </w:r>
    </w:p>
    <w:p w:rsidR="0062748B" w:rsidRDefault="0062748B" w:rsidP="0062748B">
      <w:r>
        <w:t xml:space="preserve">28.1.8      -INF       .        1.000      .         </w:t>
      </w:r>
    </w:p>
    <w:p w:rsidR="0062748B" w:rsidRDefault="0062748B" w:rsidP="0062748B">
      <w:r>
        <w:t xml:space="preserve">28.1.9      -INF       .        1.000      .         </w:t>
      </w:r>
    </w:p>
    <w:p w:rsidR="0062748B" w:rsidRDefault="0062748B" w:rsidP="0062748B">
      <w:r>
        <w:t xml:space="preserve">28.1.10     -INF       .        1.000      .         </w:t>
      </w:r>
    </w:p>
    <w:p w:rsidR="0062748B" w:rsidRDefault="0062748B" w:rsidP="0062748B">
      <w:r>
        <w:t xml:space="preserve">28.1.11     -INF       .        1.000      .         </w:t>
      </w:r>
    </w:p>
    <w:p w:rsidR="0062748B" w:rsidRDefault="0062748B" w:rsidP="0062748B">
      <w:r>
        <w:t xml:space="preserve">28.1.12     -INF       .        1.000      .         </w:t>
      </w:r>
    </w:p>
    <w:p w:rsidR="0062748B" w:rsidRDefault="0062748B" w:rsidP="0062748B">
      <w:r>
        <w:t xml:space="preserve">28.1.13     -INF       .        1.000      .         </w:t>
      </w:r>
    </w:p>
    <w:p w:rsidR="0062748B" w:rsidRDefault="0062748B" w:rsidP="0062748B">
      <w:r>
        <w:t xml:space="preserve">28.1.14     -INF       .        1.000      .         </w:t>
      </w:r>
    </w:p>
    <w:p w:rsidR="0062748B" w:rsidRDefault="0062748B" w:rsidP="0062748B">
      <w:r>
        <w:t xml:space="preserve">28.1.15     -INF       .        1.000      .         </w:t>
      </w:r>
    </w:p>
    <w:p w:rsidR="0062748B" w:rsidRDefault="0062748B" w:rsidP="0062748B">
      <w:r>
        <w:t xml:space="preserve">28.1.16     -INF       .        1.000      .         </w:t>
      </w:r>
    </w:p>
    <w:p w:rsidR="0062748B" w:rsidRDefault="0062748B" w:rsidP="0062748B">
      <w:r>
        <w:t xml:space="preserve">28.1.17     -INF       .        1.000      .         </w:t>
      </w:r>
    </w:p>
    <w:p w:rsidR="0062748B" w:rsidRDefault="0062748B" w:rsidP="0062748B">
      <w:r>
        <w:t xml:space="preserve">28.1.18     -INF       .        1.000      .         </w:t>
      </w:r>
    </w:p>
    <w:p w:rsidR="0062748B" w:rsidRDefault="0062748B" w:rsidP="0062748B">
      <w:r>
        <w:t xml:space="preserve">28.1.19     -INF       .        1.000      .         </w:t>
      </w:r>
    </w:p>
    <w:p w:rsidR="0062748B" w:rsidRDefault="0062748B" w:rsidP="0062748B">
      <w:r>
        <w:t xml:space="preserve">28.1.20     -INF       .        1.000      .         </w:t>
      </w:r>
    </w:p>
    <w:p w:rsidR="0062748B" w:rsidRDefault="0062748B" w:rsidP="0062748B">
      <w:r>
        <w:t xml:space="preserve">28.1.21     -INF       .        1.000      .         </w:t>
      </w:r>
    </w:p>
    <w:p w:rsidR="0062748B" w:rsidRDefault="0062748B" w:rsidP="0062748B">
      <w:r>
        <w:t xml:space="preserve">28.1.22     -INF       .        1.000      .         </w:t>
      </w:r>
    </w:p>
    <w:p w:rsidR="0062748B" w:rsidRDefault="0062748B" w:rsidP="0062748B">
      <w:r>
        <w:t xml:space="preserve">28.1.23     -INF       .        1.000      .         </w:t>
      </w:r>
    </w:p>
    <w:p w:rsidR="0062748B" w:rsidRDefault="0062748B" w:rsidP="0062748B">
      <w:r>
        <w:t xml:space="preserve">28.1.24     -INF       .        1.000      .         </w:t>
      </w:r>
    </w:p>
    <w:p w:rsidR="0062748B" w:rsidRDefault="0062748B" w:rsidP="0062748B">
      <w:r>
        <w:t xml:space="preserve">28.1.25     -INF       .        1.000      .         </w:t>
      </w:r>
    </w:p>
    <w:p w:rsidR="0062748B" w:rsidRDefault="0062748B" w:rsidP="0062748B">
      <w:r>
        <w:t xml:space="preserve">28.1.26     -INF       .        1.000      .         </w:t>
      </w:r>
    </w:p>
    <w:p w:rsidR="0062748B" w:rsidRDefault="0062748B" w:rsidP="0062748B">
      <w:r>
        <w:t xml:space="preserve">28.1.27     -INF       .        1.000      .         </w:t>
      </w:r>
    </w:p>
    <w:p w:rsidR="0062748B" w:rsidRDefault="0062748B" w:rsidP="0062748B">
      <w:r>
        <w:t xml:space="preserve">28.1.28     -INF       .        1.000      .         </w:t>
      </w:r>
    </w:p>
    <w:p w:rsidR="0062748B" w:rsidRDefault="0062748B" w:rsidP="0062748B">
      <w:r>
        <w:t xml:space="preserve">28.1.29     -INF       .        1.000      .         </w:t>
      </w:r>
    </w:p>
    <w:p w:rsidR="0062748B" w:rsidRDefault="0062748B" w:rsidP="0062748B">
      <w:r>
        <w:lastRenderedPageBreak/>
        <w:t xml:space="preserve">29.1.1      -INF       .        1.000      .         </w:t>
      </w:r>
    </w:p>
    <w:p w:rsidR="0062748B" w:rsidRDefault="0062748B" w:rsidP="0062748B">
      <w:r>
        <w:t xml:space="preserve">29.1.2      -INF       .        1.000      .         </w:t>
      </w:r>
    </w:p>
    <w:p w:rsidR="0062748B" w:rsidRDefault="0062748B" w:rsidP="0062748B">
      <w:r>
        <w:t xml:space="preserve">29.1.3      -INF       .        1.000      .         </w:t>
      </w:r>
    </w:p>
    <w:p w:rsidR="0062748B" w:rsidRDefault="0062748B" w:rsidP="0062748B">
      <w:r>
        <w:t xml:space="preserve">29.1.4      -INF       .        1.000      .         </w:t>
      </w:r>
    </w:p>
    <w:p w:rsidR="0062748B" w:rsidRDefault="0062748B" w:rsidP="0062748B">
      <w:r>
        <w:t xml:space="preserve">29.1.5      -INF       .        1.000      .         </w:t>
      </w:r>
    </w:p>
    <w:p w:rsidR="0062748B" w:rsidRDefault="0062748B" w:rsidP="0062748B">
      <w:r>
        <w:t xml:space="preserve">29.1.6      -INF       .        1.000      .         </w:t>
      </w:r>
    </w:p>
    <w:p w:rsidR="0062748B" w:rsidRDefault="0062748B" w:rsidP="0062748B">
      <w:r>
        <w:t xml:space="preserve">29.1.7      -INF       .        1.000      .         </w:t>
      </w:r>
    </w:p>
    <w:p w:rsidR="0062748B" w:rsidRDefault="0062748B" w:rsidP="0062748B">
      <w:r>
        <w:t xml:space="preserve">29.1.8      -INF       .        1.000      .         </w:t>
      </w:r>
    </w:p>
    <w:p w:rsidR="0062748B" w:rsidRDefault="0062748B" w:rsidP="0062748B">
      <w:r>
        <w:t xml:space="preserve">29.1.9      -INF       .        1.000      .         </w:t>
      </w:r>
    </w:p>
    <w:p w:rsidR="0062748B" w:rsidRDefault="0062748B" w:rsidP="0062748B">
      <w:r>
        <w:t xml:space="preserve">29.1.10     -INF       .        1.000      .         </w:t>
      </w:r>
    </w:p>
    <w:p w:rsidR="0062748B" w:rsidRDefault="0062748B" w:rsidP="0062748B">
      <w:r>
        <w:t xml:space="preserve">29.1.11     -INF       .        1.000      .         </w:t>
      </w:r>
    </w:p>
    <w:p w:rsidR="0062748B" w:rsidRDefault="0062748B" w:rsidP="0062748B">
      <w:r>
        <w:t xml:space="preserve">29.1.12     -INF       .        1.000      .         </w:t>
      </w:r>
    </w:p>
    <w:p w:rsidR="0062748B" w:rsidRDefault="0062748B" w:rsidP="0062748B">
      <w:r>
        <w:t xml:space="preserve">29.1.13     -INF       .        1.000      .         </w:t>
      </w:r>
    </w:p>
    <w:p w:rsidR="0062748B" w:rsidRDefault="0062748B" w:rsidP="0062748B">
      <w:r>
        <w:t xml:space="preserve">29.1.14     -INF       .        1.000      .         </w:t>
      </w:r>
    </w:p>
    <w:p w:rsidR="0062748B" w:rsidRDefault="0062748B" w:rsidP="0062748B">
      <w:r>
        <w:t xml:space="preserve">29.1.15     -INF       .        1.000      .         </w:t>
      </w:r>
    </w:p>
    <w:p w:rsidR="0062748B" w:rsidRDefault="0062748B" w:rsidP="0062748B">
      <w:r>
        <w:t xml:space="preserve">29.1.16     -INF       .        1.000      .         </w:t>
      </w:r>
    </w:p>
    <w:p w:rsidR="0062748B" w:rsidRDefault="0062748B" w:rsidP="0062748B">
      <w:r>
        <w:t xml:space="preserve">29.1.17     -INF       .        1.000      .         </w:t>
      </w:r>
    </w:p>
    <w:p w:rsidR="0062748B" w:rsidRDefault="0062748B" w:rsidP="0062748B">
      <w:r>
        <w:t xml:space="preserve">29.1.18     -INF       .        1.000      .         </w:t>
      </w:r>
    </w:p>
    <w:p w:rsidR="0062748B" w:rsidRDefault="0062748B" w:rsidP="0062748B">
      <w:r>
        <w:t xml:space="preserve">29.1.19     -INF       .        1.000      .         </w:t>
      </w:r>
    </w:p>
    <w:p w:rsidR="0062748B" w:rsidRDefault="0062748B" w:rsidP="0062748B">
      <w:r>
        <w:t xml:space="preserve">29.1.20     -INF       .        1.000      .         </w:t>
      </w:r>
    </w:p>
    <w:p w:rsidR="0062748B" w:rsidRDefault="0062748B" w:rsidP="0062748B">
      <w:r>
        <w:t xml:space="preserve">29.1.21     -INF       .        1.000      .         </w:t>
      </w:r>
    </w:p>
    <w:p w:rsidR="0062748B" w:rsidRDefault="0062748B" w:rsidP="0062748B">
      <w:r>
        <w:t xml:space="preserve">29.1.22     -INF       .        1.000      .         </w:t>
      </w:r>
    </w:p>
    <w:p w:rsidR="0062748B" w:rsidRDefault="0062748B" w:rsidP="0062748B">
      <w:r>
        <w:t xml:space="preserve">29.1.23     -INF       .        1.000      .         </w:t>
      </w:r>
    </w:p>
    <w:p w:rsidR="0062748B" w:rsidRDefault="0062748B" w:rsidP="0062748B">
      <w:r>
        <w:t xml:space="preserve">29.1.24     -INF       .        1.000      .         </w:t>
      </w:r>
    </w:p>
    <w:p w:rsidR="0062748B" w:rsidRDefault="0062748B" w:rsidP="0062748B">
      <w:r>
        <w:t xml:space="preserve">29.1.25     -INF       .        1.000      .         </w:t>
      </w:r>
    </w:p>
    <w:p w:rsidR="0062748B" w:rsidRDefault="0062748B" w:rsidP="0062748B">
      <w:r>
        <w:lastRenderedPageBreak/>
        <w:t xml:space="preserve">29.1.26     -INF       .        1.000      .         </w:t>
      </w:r>
    </w:p>
    <w:p w:rsidR="0062748B" w:rsidRDefault="0062748B" w:rsidP="0062748B">
      <w:r>
        <w:t xml:space="preserve">29.1.27     -INF       .        1.000      .         </w:t>
      </w:r>
    </w:p>
    <w:p w:rsidR="0062748B" w:rsidRDefault="0062748B" w:rsidP="0062748B">
      <w:r>
        <w:t xml:space="preserve">29.1.28     -INF       .        1.000      .         </w:t>
      </w:r>
    </w:p>
    <w:p w:rsidR="0062748B" w:rsidRDefault="0062748B" w:rsidP="0062748B">
      <w:r>
        <w:t xml:space="preserve">29.1.29     -INF       .        1.000      .         </w:t>
      </w:r>
    </w:p>
    <w:p w:rsidR="0062748B" w:rsidRDefault="0062748B" w:rsidP="0062748B"/>
    <w:p w:rsidR="0062748B" w:rsidRDefault="0062748B" w:rsidP="0062748B">
      <w:r>
        <w:t>---- VAR pi  simplex variable (one in number)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 .         .        +INF       EPS       </w:t>
      </w:r>
    </w:p>
    <w:p w:rsidR="0062748B" w:rsidRDefault="0062748B" w:rsidP="0062748B">
      <w:r>
        <w:t xml:space="preserve">1 .1.2       .         .        +INF       EPS       </w:t>
      </w:r>
    </w:p>
    <w:p w:rsidR="0062748B" w:rsidRDefault="0062748B" w:rsidP="0062748B">
      <w:r>
        <w:t xml:space="preserve">1 .1.3       .         .        +INF       EPS       </w:t>
      </w:r>
    </w:p>
    <w:p w:rsidR="0062748B" w:rsidRDefault="0062748B" w:rsidP="0062748B">
      <w:r>
        <w:t xml:space="preserve">1 .1.4       .         .        +INF       EPS       </w:t>
      </w:r>
    </w:p>
    <w:p w:rsidR="0062748B" w:rsidRDefault="0062748B" w:rsidP="0062748B">
      <w:r>
        <w:t xml:space="preserve">1 .1.5       .         .        +INF       EPS       </w:t>
      </w:r>
    </w:p>
    <w:p w:rsidR="0062748B" w:rsidRDefault="0062748B" w:rsidP="0062748B">
      <w:r>
        <w:t xml:space="preserve">1 .1.6       .         .        +INF       EPS       </w:t>
      </w:r>
    </w:p>
    <w:p w:rsidR="0062748B" w:rsidRDefault="0062748B" w:rsidP="0062748B">
      <w:r>
        <w:t xml:space="preserve">1 .1.7       .         .        +INF       EPS       </w:t>
      </w:r>
    </w:p>
    <w:p w:rsidR="0062748B" w:rsidRDefault="0062748B" w:rsidP="0062748B">
      <w:r>
        <w:t xml:space="preserve">1 .1.8       .         .        +INF       EPS       </w:t>
      </w:r>
    </w:p>
    <w:p w:rsidR="0062748B" w:rsidRDefault="0062748B" w:rsidP="0062748B">
      <w:r>
        <w:t xml:space="preserve">1 .1.9       .         .        +INF       EPS       </w:t>
      </w:r>
    </w:p>
    <w:p w:rsidR="0062748B" w:rsidRDefault="0062748B" w:rsidP="0062748B">
      <w:r>
        <w:t xml:space="preserve">1 .1.10      .         .        +INF       EPS       </w:t>
      </w:r>
    </w:p>
    <w:p w:rsidR="0062748B" w:rsidRDefault="0062748B" w:rsidP="0062748B">
      <w:r>
        <w:t xml:space="preserve">1 .1.11      .         .        +INF       EPS       </w:t>
      </w:r>
    </w:p>
    <w:p w:rsidR="0062748B" w:rsidRDefault="0062748B" w:rsidP="0062748B">
      <w:r>
        <w:t xml:space="preserve">1 .1.12      .         .        +INF       EPS       </w:t>
      </w:r>
    </w:p>
    <w:p w:rsidR="0062748B" w:rsidRDefault="0062748B" w:rsidP="0062748B">
      <w:r>
        <w:t xml:space="preserve">1 .1.13      .         .        +INF       EPS       </w:t>
      </w:r>
    </w:p>
    <w:p w:rsidR="0062748B" w:rsidRDefault="0062748B" w:rsidP="0062748B">
      <w:r>
        <w:t xml:space="preserve">1 .1.14      .         .        +INF       EPS       </w:t>
      </w:r>
    </w:p>
    <w:p w:rsidR="0062748B" w:rsidRDefault="0062748B" w:rsidP="0062748B">
      <w:r>
        <w:t xml:space="preserve">1 .1.15      .         .        +INF       EPS       </w:t>
      </w:r>
    </w:p>
    <w:p w:rsidR="0062748B" w:rsidRDefault="0062748B" w:rsidP="0062748B">
      <w:r>
        <w:t xml:space="preserve">1 .1.16      .         .        +INF       EPS       </w:t>
      </w:r>
    </w:p>
    <w:p w:rsidR="0062748B" w:rsidRDefault="0062748B" w:rsidP="0062748B">
      <w:r>
        <w:lastRenderedPageBreak/>
        <w:t xml:space="preserve">1 .1.17      .         .        +INF       EPS       </w:t>
      </w:r>
    </w:p>
    <w:p w:rsidR="0062748B" w:rsidRDefault="0062748B" w:rsidP="0062748B">
      <w:r>
        <w:t xml:space="preserve">1 .1.18      .         .        +INF       EPS       </w:t>
      </w:r>
    </w:p>
    <w:p w:rsidR="0062748B" w:rsidRDefault="0062748B" w:rsidP="0062748B">
      <w:r>
        <w:t xml:space="preserve">1 .1.19      .         .        +INF       EPS       </w:t>
      </w:r>
    </w:p>
    <w:p w:rsidR="0062748B" w:rsidRDefault="0062748B" w:rsidP="0062748B">
      <w:r>
        <w:t xml:space="preserve">1 .1.20      .         .        +INF       EPS       </w:t>
      </w:r>
    </w:p>
    <w:p w:rsidR="0062748B" w:rsidRDefault="0062748B" w:rsidP="0062748B">
      <w:r>
        <w:t xml:space="preserve">1 .1.21      .         .        +INF       EPS       </w:t>
      </w:r>
    </w:p>
    <w:p w:rsidR="0062748B" w:rsidRDefault="0062748B" w:rsidP="0062748B">
      <w:r>
        <w:t xml:space="preserve">1 .1.22      .         .        +INF       EPS       </w:t>
      </w:r>
    </w:p>
    <w:p w:rsidR="0062748B" w:rsidRDefault="0062748B" w:rsidP="0062748B">
      <w:r>
        <w:t xml:space="preserve">1 .1.23      .         .        +INF       EPS       </w:t>
      </w:r>
    </w:p>
    <w:p w:rsidR="0062748B" w:rsidRDefault="0062748B" w:rsidP="0062748B">
      <w:r>
        <w:t xml:space="preserve">1 .1.24      .         .        +INF       EPS       </w:t>
      </w:r>
    </w:p>
    <w:p w:rsidR="0062748B" w:rsidRDefault="0062748B" w:rsidP="0062748B">
      <w:r>
        <w:t xml:space="preserve">1 .1.25      .         .        +INF       EPS       </w:t>
      </w:r>
    </w:p>
    <w:p w:rsidR="0062748B" w:rsidRDefault="0062748B" w:rsidP="0062748B">
      <w:r>
        <w:t xml:space="preserve">1 .1.26      .         .        +INF       EPS       </w:t>
      </w:r>
    </w:p>
    <w:p w:rsidR="0062748B" w:rsidRDefault="0062748B" w:rsidP="0062748B">
      <w:r>
        <w:t xml:space="preserve">1 .1.27      .         .        +INF       EPS       </w:t>
      </w:r>
    </w:p>
    <w:p w:rsidR="0062748B" w:rsidRDefault="0062748B" w:rsidP="0062748B">
      <w:r>
        <w:t xml:space="preserve">1 .1.28      .         .        +INF       EPS       </w:t>
      </w:r>
    </w:p>
    <w:p w:rsidR="0062748B" w:rsidRDefault="0062748B" w:rsidP="0062748B">
      <w:r>
        <w:t xml:space="preserve">1 .1.29      .         .        +INF       EPS       </w:t>
      </w:r>
    </w:p>
    <w:p w:rsidR="0062748B" w:rsidRDefault="0062748B" w:rsidP="0062748B">
      <w:r>
        <w:t xml:space="preserve">2 .1.1       .         .        +INF       EPS       </w:t>
      </w:r>
    </w:p>
    <w:p w:rsidR="0062748B" w:rsidRDefault="0062748B" w:rsidP="0062748B">
      <w:r>
        <w:t xml:space="preserve">2 .1.2       .         .        +INF       EPS       </w:t>
      </w:r>
    </w:p>
    <w:p w:rsidR="0062748B" w:rsidRDefault="0062748B" w:rsidP="0062748B">
      <w:r>
        <w:t xml:space="preserve">2 .1.3       .         .        +INF       EPS       </w:t>
      </w:r>
    </w:p>
    <w:p w:rsidR="0062748B" w:rsidRDefault="0062748B" w:rsidP="0062748B">
      <w:r>
        <w:t xml:space="preserve">2 .1.4       .         .        +INF       EPS       </w:t>
      </w:r>
    </w:p>
    <w:p w:rsidR="0062748B" w:rsidRDefault="0062748B" w:rsidP="0062748B">
      <w:r>
        <w:t xml:space="preserve">2 .1.5       .         .        +INF       EPS       </w:t>
      </w:r>
    </w:p>
    <w:p w:rsidR="0062748B" w:rsidRDefault="0062748B" w:rsidP="0062748B">
      <w:r>
        <w:t xml:space="preserve">2 .1.6       .         .        +INF       EPS       </w:t>
      </w:r>
    </w:p>
    <w:p w:rsidR="0062748B" w:rsidRDefault="0062748B" w:rsidP="0062748B">
      <w:r>
        <w:t xml:space="preserve">2 .1.7       .         .        +INF       EPS       </w:t>
      </w:r>
    </w:p>
    <w:p w:rsidR="0062748B" w:rsidRDefault="0062748B" w:rsidP="0062748B">
      <w:r>
        <w:t xml:space="preserve">2 .1.8       .         .        +INF       EPS       </w:t>
      </w:r>
    </w:p>
    <w:p w:rsidR="0062748B" w:rsidRDefault="0062748B" w:rsidP="0062748B">
      <w:r>
        <w:t xml:space="preserve">2 .1.9       .         .        +INF       EPS       </w:t>
      </w:r>
    </w:p>
    <w:p w:rsidR="0062748B" w:rsidRDefault="0062748B" w:rsidP="0062748B">
      <w:r>
        <w:t xml:space="preserve">2 .1.10      .         .        +INF       EPS       </w:t>
      </w:r>
    </w:p>
    <w:p w:rsidR="0062748B" w:rsidRDefault="0062748B" w:rsidP="0062748B">
      <w:r>
        <w:t xml:space="preserve">2 .1.11      .         .        +INF       EPS       </w:t>
      </w:r>
    </w:p>
    <w:p w:rsidR="0062748B" w:rsidRDefault="0062748B" w:rsidP="0062748B">
      <w:r>
        <w:t xml:space="preserve">2 .1.12      .         .        +INF       EPS       </w:t>
      </w:r>
    </w:p>
    <w:p w:rsidR="0062748B" w:rsidRDefault="0062748B" w:rsidP="0062748B">
      <w:r>
        <w:lastRenderedPageBreak/>
        <w:t xml:space="preserve">2 .1.13      .         .        +INF       EPS       </w:t>
      </w:r>
    </w:p>
    <w:p w:rsidR="0062748B" w:rsidRDefault="0062748B" w:rsidP="0062748B">
      <w:r>
        <w:t xml:space="preserve">2 .1.14      .         .        +INF       EPS       </w:t>
      </w:r>
    </w:p>
    <w:p w:rsidR="0062748B" w:rsidRDefault="0062748B" w:rsidP="0062748B">
      <w:r>
        <w:t xml:space="preserve">2 .1.15      .         .        +INF       EPS       </w:t>
      </w:r>
    </w:p>
    <w:p w:rsidR="0062748B" w:rsidRDefault="0062748B" w:rsidP="0062748B">
      <w:r>
        <w:t xml:space="preserve">2 .1.16      .         .        +INF       EPS       </w:t>
      </w:r>
    </w:p>
    <w:p w:rsidR="0062748B" w:rsidRDefault="0062748B" w:rsidP="0062748B">
      <w:r>
        <w:t xml:space="preserve">2 .1.17      .         .        +INF       EPS       </w:t>
      </w:r>
    </w:p>
    <w:p w:rsidR="0062748B" w:rsidRDefault="0062748B" w:rsidP="0062748B">
      <w:r>
        <w:t xml:space="preserve">2 .1.18      .         .        +INF       EPS       </w:t>
      </w:r>
    </w:p>
    <w:p w:rsidR="0062748B" w:rsidRDefault="0062748B" w:rsidP="0062748B">
      <w:r>
        <w:t xml:space="preserve">2 .1.19      .         .        +INF       EPS       </w:t>
      </w:r>
    </w:p>
    <w:p w:rsidR="0062748B" w:rsidRDefault="0062748B" w:rsidP="0062748B">
      <w:r>
        <w:t xml:space="preserve">2 .1.20      .         .        +INF       EPS       </w:t>
      </w:r>
    </w:p>
    <w:p w:rsidR="0062748B" w:rsidRDefault="0062748B" w:rsidP="0062748B">
      <w:r>
        <w:t xml:space="preserve">2 .1.21      .         .        +INF       EPS       </w:t>
      </w:r>
    </w:p>
    <w:p w:rsidR="0062748B" w:rsidRDefault="0062748B" w:rsidP="0062748B">
      <w:r>
        <w:t xml:space="preserve">2 .1.22      .         .        +INF       EPS       </w:t>
      </w:r>
    </w:p>
    <w:p w:rsidR="0062748B" w:rsidRDefault="0062748B" w:rsidP="0062748B">
      <w:r>
        <w:t xml:space="preserve">2 .1.23      .         .        +INF       EPS       </w:t>
      </w:r>
    </w:p>
    <w:p w:rsidR="0062748B" w:rsidRDefault="0062748B" w:rsidP="0062748B">
      <w:r>
        <w:t xml:space="preserve">2 .1.24      .         .        +INF       EPS       </w:t>
      </w:r>
    </w:p>
    <w:p w:rsidR="0062748B" w:rsidRDefault="0062748B" w:rsidP="0062748B">
      <w:r>
        <w:t xml:space="preserve">2 .1.25      .         .        +INF       EPS       </w:t>
      </w:r>
    </w:p>
    <w:p w:rsidR="0062748B" w:rsidRDefault="0062748B" w:rsidP="0062748B">
      <w:r>
        <w:t xml:space="preserve">2 .1.26      .         .        +INF       EPS       </w:t>
      </w:r>
    </w:p>
    <w:p w:rsidR="0062748B" w:rsidRDefault="0062748B" w:rsidP="0062748B">
      <w:r>
        <w:t xml:space="preserve">2 .1.27      .         .        +INF       EPS       </w:t>
      </w:r>
    </w:p>
    <w:p w:rsidR="0062748B" w:rsidRDefault="0062748B" w:rsidP="0062748B">
      <w:r>
        <w:t xml:space="preserve">2 .1.28      .         .        +INF       EPS       </w:t>
      </w:r>
    </w:p>
    <w:p w:rsidR="0062748B" w:rsidRDefault="0062748B" w:rsidP="0062748B">
      <w:r>
        <w:t xml:space="preserve">2 .1.29      .         .        +INF       EPS       </w:t>
      </w:r>
    </w:p>
    <w:p w:rsidR="0062748B" w:rsidRDefault="0062748B" w:rsidP="0062748B">
      <w:r>
        <w:t xml:space="preserve">3 .1.1       .         .        +INF       EPS       </w:t>
      </w:r>
    </w:p>
    <w:p w:rsidR="0062748B" w:rsidRDefault="0062748B" w:rsidP="0062748B">
      <w:r>
        <w:t xml:space="preserve">3 .1.2       .         .        +INF       EPS       </w:t>
      </w:r>
    </w:p>
    <w:p w:rsidR="0062748B" w:rsidRDefault="0062748B" w:rsidP="0062748B">
      <w:r>
        <w:t xml:space="preserve">3 .1.3       .         .        +INF       EPS       </w:t>
      </w:r>
    </w:p>
    <w:p w:rsidR="0062748B" w:rsidRDefault="0062748B" w:rsidP="0062748B">
      <w:r>
        <w:t xml:space="preserve">3 .1.4       .         .        +INF       EPS       </w:t>
      </w:r>
    </w:p>
    <w:p w:rsidR="0062748B" w:rsidRDefault="0062748B" w:rsidP="0062748B">
      <w:r>
        <w:t xml:space="preserve">3 .1.5       .         .        +INF       EPS       </w:t>
      </w:r>
    </w:p>
    <w:p w:rsidR="0062748B" w:rsidRDefault="0062748B" w:rsidP="0062748B">
      <w:r>
        <w:t xml:space="preserve">3 .1.6       .         .        +INF       EPS       </w:t>
      </w:r>
    </w:p>
    <w:p w:rsidR="0062748B" w:rsidRDefault="0062748B" w:rsidP="0062748B">
      <w:r>
        <w:t xml:space="preserve">3 .1.7       .         .        +INF       EPS       </w:t>
      </w:r>
    </w:p>
    <w:p w:rsidR="0062748B" w:rsidRDefault="0062748B" w:rsidP="0062748B">
      <w:r>
        <w:t xml:space="preserve">3 .1.8       .         .        +INF       EPS       </w:t>
      </w:r>
    </w:p>
    <w:p w:rsidR="0062748B" w:rsidRDefault="0062748B" w:rsidP="0062748B">
      <w:r>
        <w:lastRenderedPageBreak/>
        <w:t xml:space="preserve">3 .1.9       .         .        +INF       EPS       </w:t>
      </w:r>
    </w:p>
    <w:p w:rsidR="0062748B" w:rsidRDefault="0062748B" w:rsidP="0062748B">
      <w:r>
        <w:t xml:space="preserve">3 .1.10      .         .        +INF       EPS       </w:t>
      </w:r>
    </w:p>
    <w:p w:rsidR="0062748B" w:rsidRDefault="0062748B" w:rsidP="0062748B">
      <w:r>
        <w:t xml:space="preserve">3 .1.11      .         .        +INF       EPS       </w:t>
      </w:r>
    </w:p>
    <w:p w:rsidR="0062748B" w:rsidRDefault="0062748B" w:rsidP="0062748B">
      <w:r>
        <w:t xml:space="preserve">3 .1.12      .         .        +INF       EPS       </w:t>
      </w:r>
    </w:p>
    <w:p w:rsidR="0062748B" w:rsidRDefault="0062748B" w:rsidP="0062748B">
      <w:r>
        <w:t xml:space="preserve">3 .1.13      .         .        +INF       EPS       </w:t>
      </w:r>
    </w:p>
    <w:p w:rsidR="0062748B" w:rsidRDefault="0062748B" w:rsidP="0062748B">
      <w:r>
        <w:t xml:space="preserve">3 .1.14      .         .        +INF       EPS       </w:t>
      </w:r>
    </w:p>
    <w:p w:rsidR="0062748B" w:rsidRDefault="0062748B" w:rsidP="0062748B">
      <w:r>
        <w:t xml:space="preserve">3 .1.15      .         .        +INF       EPS       </w:t>
      </w:r>
    </w:p>
    <w:p w:rsidR="0062748B" w:rsidRDefault="0062748B" w:rsidP="0062748B">
      <w:r>
        <w:t xml:space="preserve">3 .1.16      .         .        +INF       EPS       </w:t>
      </w:r>
    </w:p>
    <w:p w:rsidR="0062748B" w:rsidRDefault="0062748B" w:rsidP="0062748B">
      <w:r>
        <w:t xml:space="preserve">3 .1.17      .         .        +INF       EPS       </w:t>
      </w:r>
    </w:p>
    <w:p w:rsidR="0062748B" w:rsidRDefault="0062748B" w:rsidP="0062748B">
      <w:r>
        <w:t xml:space="preserve">3 .1.18      .         .        +INF       EPS       </w:t>
      </w:r>
    </w:p>
    <w:p w:rsidR="0062748B" w:rsidRDefault="0062748B" w:rsidP="0062748B">
      <w:r>
        <w:t xml:space="preserve">3 .1.19      .         .        +INF       EPS       </w:t>
      </w:r>
    </w:p>
    <w:p w:rsidR="0062748B" w:rsidRDefault="0062748B" w:rsidP="0062748B">
      <w:r>
        <w:t xml:space="preserve">3 .1.20      .         .        +INF       EPS       </w:t>
      </w:r>
    </w:p>
    <w:p w:rsidR="0062748B" w:rsidRDefault="0062748B" w:rsidP="0062748B">
      <w:r>
        <w:t xml:space="preserve">3 .1.21      .         .        +INF       EPS       </w:t>
      </w:r>
    </w:p>
    <w:p w:rsidR="0062748B" w:rsidRDefault="0062748B" w:rsidP="0062748B">
      <w:r>
        <w:t xml:space="preserve">3 .1.22      .         .        +INF       EPS       </w:t>
      </w:r>
    </w:p>
    <w:p w:rsidR="0062748B" w:rsidRDefault="0062748B" w:rsidP="0062748B">
      <w:r>
        <w:t xml:space="preserve">3 .1.23      .         .        +INF       EPS       </w:t>
      </w:r>
    </w:p>
    <w:p w:rsidR="0062748B" w:rsidRDefault="0062748B" w:rsidP="0062748B">
      <w:r>
        <w:t xml:space="preserve">3 .1.24      .         .        +INF       EPS       </w:t>
      </w:r>
    </w:p>
    <w:p w:rsidR="0062748B" w:rsidRDefault="0062748B" w:rsidP="0062748B">
      <w:r>
        <w:t xml:space="preserve">3 .1.25      .         .        +INF       EPS       </w:t>
      </w:r>
    </w:p>
    <w:p w:rsidR="0062748B" w:rsidRDefault="0062748B" w:rsidP="0062748B">
      <w:r>
        <w:t xml:space="preserve">3 .1.26      .         .        +INF       EPS       </w:t>
      </w:r>
    </w:p>
    <w:p w:rsidR="0062748B" w:rsidRDefault="0062748B" w:rsidP="0062748B">
      <w:r>
        <w:t xml:space="preserve">3 .1.27      .         .        +INF       EPS       </w:t>
      </w:r>
    </w:p>
    <w:p w:rsidR="0062748B" w:rsidRDefault="0062748B" w:rsidP="0062748B">
      <w:r>
        <w:t xml:space="preserve">3 .1.28      .         .        +INF       EPS       </w:t>
      </w:r>
    </w:p>
    <w:p w:rsidR="0062748B" w:rsidRDefault="0062748B" w:rsidP="0062748B">
      <w:r>
        <w:t xml:space="preserve">3 .1.29      .         .        +INF       EPS       </w:t>
      </w:r>
    </w:p>
    <w:p w:rsidR="0062748B" w:rsidRDefault="0062748B" w:rsidP="0062748B">
      <w:r>
        <w:t xml:space="preserve">4 .1.1       .         .        +INF       EPS       </w:t>
      </w:r>
    </w:p>
    <w:p w:rsidR="0062748B" w:rsidRDefault="0062748B" w:rsidP="0062748B">
      <w:r>
        <w:t xml:space="preserve">4 .1.2       .         .        +INF       EPS       </w:t>
      </w:r>
    </w:p>
    <w:p w:rsidR="0062748B" w:rsidRDefault="0062748B" w:rsidP="0062748B">
      <w:r>
        <w:t xml:space="preserve">4 .1.3       .         .        +INF       EPS       </w:t>
      </w:r>
    </w:p>
    <w:p w:rsidR="0062748B" w:rsidRDefault="0062748B" w:rsidP="0062748B">
      <w:r>
        <w:t xml:space="preserve">4 .1.4       .         .        +INF       EPS       </w:t>
      </w:r>
    </w:p>
    <w:p w:rsidR="0062748B" w:rsidRDefault="0062748B" w:rsidP="0062748B">
      <w:r>
        <w:lastRenderedPageBreak/>
        <w:t xml:space="preserve">4 .1.5       .         .        +INF       EPS       </w:t>
      </w:r>
    </w:p>
    <w:p w:rsidR="0062748B" w:rsidRDefault="0062748B" w:rsidP="0062748B">
      <w:r>
        <w:t xml:space="preserve">4 .1.6       .         .        +INF       EPS       </w:t>
      </w:r>
    </w:p>
    <w:p w:rsidR="0062748B" w:rsidRDefault="0062748B" w:rsidP="0062748B">
      <w:r>
        <w:t xml:space="preserve">4 .1.7       .         .        +INF       EPS       </w:t>
      </w:r>
    </w:p>
    <w:p w:rsidR="0062748B" w:rsidRDefault="0062748B" w:rsidP="0062748B">
      <w:r>
        <w:t xml:space="preserve">4 .1.8       .         .        +INF       EPS       </w:t>
      </w:r>
    </w:p>
    <w:p w:rsidR="0062748B" w:rsidRDefault="0062748B" w:rsidP="0062748B">
      <w:r>
        <w:t xml:space="preserve">4 .1.9       .         .        +INF       EPS       </w:t>
      </w:r>
    </w:p>
    <w:p w:rsidR="0062748B" w:rsidRDefault="0062748B" w:rsidP="0062748B">
      <w:r>
        <w:t xml:space="preserve">4 .1.10      .         .        +INF       EPS       </w:t>
      </w:r>
    </w:p>
    <w:p w:rsidR="0062748B" w:rsidRDefault="0062748B" w:rsidP="0062748B">
      <w:r>
        <w:t xml:space="preserve">4 .1.11      .         .        +INF       EPS       </w:t>
      </w:r>
    </w:p>
    <w:p w:rsidR="0062748B" w:rsidRDefault="0062748B" w:rsidP="0062748B">
      <w:r>
        <w:t xml:space="preserve">4 .1.12      .         .        +INF       EPS       </w:t>
      </w:r>
    </w:p>
    <w:p w:rsidR="0062748B" w:rsidRDefault="0062748B" w:rsidP="0062748B">
      <w:r>
        <w:t xml:space="preserve">4 .1.13      .         .        +INF       EPS       </w:t>
      </w:r>
    </w:p>
    <w:p w:rsidR="0062748B" w:rsidRDefault="0062748B" w:rsidP="0062748B">
      <w:r>
        <w:t xml:space="preserve">4 .1.14      .         .        +INF       EPS       </w:t>
      </w:r>
    </w:p>
    <w:p w:rsidR="0062748B" w:rsidRDefault="0062748B" w:rsidP="0062748B">
      <w:r>
        <w:t xml:space="preserve">4 .1.15      .         .        +INF       EPS       </w:t>
      </w:r>
    </w:p>
    <w:p w:rsidR="0062748B" w:rsidRDefault="0062748B" w:rsidP="0062748B">
      <w:r>
        <w:t xml:space="preserve">4 .1.16      .         .        +INF       EPS       </w:t>
      </w:r>
    </w:p>
    <w:p w:rsidR="0062748B" w:rsidRDefault="0062748B" w:rsidP="0062748B">
      <w:r>
        <w:t xml:space="preserve">4 .1.17      .         .        +INF       EPS       </w:t>
      </w:r>
    </w:p>
    <w:p w:rsidR="0062748B" w:rsidRDefault="0062748B" w:rsidP="0062748B">
      <w:r>
        <w:t xml:space="preserve">4 .1.18      .         .        +INF       EPS       </w:t>
      </w:r>
    </w:p>
    <w:p w:rsidR="0062748B" w:rsidRDefault="0062748B" w:rsidP="0062748B">
      <w:r>
        <w:t xml:space="preserve">4 .1.19      .         .        +INF       EPS       </w:t>
      </w:r>
    </w:p>
    <w:p w:rsidR="0062748B" w:rsidRDefault="0062748B" w:rsidP="0062748B">
      <w:r>
        <w:t xml:space="preserve">4 .1.20      .         .        +INF       EPS       </w:t>
      </w:r>
    </w:p>
    <w:p w:rsidR="0062748B" w:rsidRDefault="0062748B" w:rsidP="0062748B">
      <w:r>
        <w:t xml:space="preserve">4 .1.21      .         .        +INF       EPS       </w:t>
      </w:r>
    </w:p>
    <w:p w:rsidR="0062748B" w:rsidRDefault="0062748B" w:rsidP="0062748B">
      <w:r>
        <w:t xml:space="preserve">4 .1.22      .         .        +INF       EPS       </w:t>
      </w:r>
    </w:p>
    <w:p w:rsidR="0062748B" w:rsidRDefault="0062748B" w:rsidP="0062748B">
      <w:r>
        <w:t xml:space="preserve">4 .1.23      .         .        +INF       EPS       </w:t>
      </w:r>
    </w:p>
    <w:p w:rsidR="0062748B" w:rsidRDefault="0062748B" w:rsidP="0062748B">
      <w:r>
        <w:t xml:space="preserve">4 .1.24      .         .        +INF       EPS       </w:t>
      </w:r>
    </w:p>
    <w:p w:rsidR="0062748B" w:rsidRDefault="0062748B" w:rsidP="0062748B">
      <w:r>
        <w:t xml:space="preserve">4 .1.25      .         .        +INF       EPS       </w:t>
      </w:r>
    </w:p>
    <w:p w:rsidR="0062748B" w:rsidRDefault="0062748B" w:rsidP="0062748B">
      <w:r>
        <w:t xml:space="preserve">4 .1.26      .         .        +INF       EPS       </w:t>
      </w:r>
    </w:p>
    <w:p w:rsidR="0062748B" w:rsidRDefault="0062748B" w:rsidP="0062748B">
      <w:r>
        <w:t xml:space="preserve">4 .1.27      .         .        +INF       EPS       </w:t>
      </w:r>
    </w:p>
    <w:p w:rsidR="0062748B" w:rsidRDefault="0062748B" w:rsidP="0062748B">
      <w:r>
        <w:t xml:space="preserve">4 .1.28      .         .        +INF       EPS       </w:t>
      </w:r>
    </w:p>
    <w:p w:rsidR="0062748B" w:rsidRDefault="0062748B" w:rsidP="0062748B">
      <w:r>
        <w:t xml:space="preserve">4 .1.29      .         .        +INF       EPS       </w:t>
      </w:r>
    </w:p>
    <w:p w:rsidR="0062748B" w:rsidRDefault="0062748B" w:rsidP="0062748B">
      <w:r>
        <w:lastRenderedPageBreak/>
        <w:t xml:space="preserve">5 .1.1       .         .        +INF       EPS       </w:t>
      </w:r>
    </w:p>
    <w:p w:rsidR="0062748B" w:rsidRDefault="0062748B" w:rsidP="0062748B">
      <w:r>
        <w:t xml:space="preserve">5 .1.2       .         .        +INF       EPS       </w:t>
      </w:r>
    </w:p>
    <w:p w:rsidR="0062748B" w:rsidRDefault="0062748B" w:rsidP="0062748B">
      <w:r>
        <w:t xml:space="preserve">5 .1.3       .         .        +INF       EPS       </w:t>
      </w:r>
    </w:p>
    <w:p w:rsidR="0062748B" w:rsidRDefault="0062748B" w:rsidP="0062748B">
      <w:r>
        <w:t xml:space="preserve">5 .1.4       .         .        +INF       EPS       </w:t>
      </w:r>
    </w:p>
    <w:p w:rsidR="0062748B" w:rsidRDefault="0062748B" w:rsidP="0062748B">
      <w:r>
        <w:t xml:space="preserve">5 .1.5       .         .        +INF       EPS       </w:t>
      </w:r>
    </w:p>
    <w:p w:rsidR="0062748B" w:rsidRDefault="0062748B" w:rsidP="0062748B">
      <w:r>
        <w:t xml:space="preserve">5 .1.6       .         .        +INF       EPS       </w:t>
      </w:r>
    </w:p>
    <w:p w:rsidR="0062748B" w:rsidRDefault="0062748B" w:rsidP="0062748B">
      <w:r>
        <w:t xml:space="preserve">5 .1.7       .         .        +INF       EPS       </w:t>
      </w:r>
    </w:p>
    <w:p w:rsidR="0062748B" w:rsidRDefault="0062748B" w:rsidP="0062748B">
      <w:r>
        <w:t xml:space="preserve">5 .1.8       .         .        +INF       EPS       </w:t>
      </w:r>
    </w:p>
    <w:p w:rsidR="0062748B" w:rsidRDefault="0062748B" w:rsidP="0062748B">
      <w:r>
        <w:t xml:space="preserve">5 .1.9       .         .        +INF       EPS       </w:t>
      </w:r>
    </w:p>
    <w:p w:rsidR="0062748B" w:rsidRDefault="0062748B" w:rsidP="0062748B">
      <w:r>
        <w:t xml:space="preserve">5 .1.10      .         .        +INF       EPS       </w:t>
      </w:r>
    </w:p>
    <w:p w:rsidR="0062748B" w:rsidRDefault="0062748B" w:rsidP="0062748B">
      <w:r>
        <w:t xml:space="preserve">5 .1.11      .         .        +INF       EPS       </w:t>
      </w:r>
    </w:p>
    <w:p w:rsidR="0062748B" w:rsidRDefault="0062748B" w:rsidP="0062748B">
      <w:r>
        <w:t xml:space="preserve">5 .1.12      .         .        +INF       EPS       </w:t>
      </w:r>
    </w:p>
    <w:p w:rsidR="0062748B" w:rsidRDefault="0062748B" w:rsidP="0062748B">
      <w:r>
        <w:t xml:space="preserve">5 .1.13      .         .        +INF       EPS       </w:t>
      </w:r>
    </w:p>
    <w:p w:rsidR="0062748B" w:rsidRDefault="0062748B" w:rsidP="0062748B">
      <w:r>
        <w:t xml:space="preserve">5 .1.14      .         .        +INF       EPS       </w:t>
      </w:r>
    </w:p>
    <w:p w:rsidR="0062748B" w:rsidRDefault="0062748B" w:rsidP="0062748B">
      <w:r>
        <w:t xml:space="preserve">5 .1.15      .         .        +INF       EPS       </w:t>
      </w:r>
    </w:p>
    <w:p w:rsidR="0062748B" w:rsidRDefault="0062748B" w:rsidP="0062748B">
      <w:r>
        <w:t xml:space="preserve">5 .1.16      .         .        +INF       EPS       </w:t>
      </w:r>
    </w:p>
    <w:p w:rsidR="0062748B" w:rsidRDefault="0062748B" w:rsidP="0062748B">
      <w:r>
        <w:t xml:space="preserve">5 .1.17      .         .        +INF       EPS       </w:t>
      </w:r>
    </w:p>
    <w:p w:rsidR="0062748B" w:rsidRDefault="0062748B" w:rsidP="0062748B">
      <w:r>
        <w:t xml:space="preserve">5 .1.18      .         .        +INF       EPS       </w:t>
      </w:r>
    </w:p>
    <w:p w:rsidR="0062748B" w:rsidRDefault="0062748B" w:rsidP="0062748B">
      <w:r>
        <w:t xml:space="preserve">5 .1.19      .         .        +INF       EPS       </w:t>
      </w:r>
    </w:p>
    <w:p w:rsidR="0062748B" w:rsidRDefault="0062748B" w:rsidP="0062748B">
      <w:r>
        <w:t xml:space="preserve">5 .1.20      .         .        +INF       EPS       </w:t>
      </w:r>
    </w:p>
    <w:p w:rsidR="0062748B" w:rsidRDefault="0062748B" w:rsidP="0062748B">
      <w:r>
        <w:t xml:space="preserve">5 .1.21      .         .        +INF       EPS       </w:t>
      </w:r>
    </w:p>
    <w:p w:rsidR="0062748B" w:rsidRDefault="0062748B" w:rsidP="0062748B">
      <w:r>
        <w:t xml:space="preserve">5 .1.22      .         .        +INF       EPS       </w:t>
      </w:r>
    </w:p>
    <w:p w:rsidR="0062748B" w:rsidRDefault="0062748B" w:rsidP="0062748B">
      <w:r>
        <w:t xml:space="preserve">5 .1.23      .         .        +INF       EPS       </w:t>
      </w:r>
    </w:p>
    <w:p w:rsidR="0062748B" w:rsidRDefault="0062748B" w:rsidP="0062748B">
      <w:r>
        <w:t xml:space="preserve">5 .1.24      .         .        +INF       EPS       </w:t>
      </w:r>
    </w:p>
    <w:p w:rsidR="0062748B" w:rsidRDefault="0062748B" w:rsidP="0062748B">
      <w:r>
        <w:t xml:space="preserve">5 .1.25      .         .        +INF       EPS       </w:t>
      </w:r>
    </w:p>
    <w:p w:rsidR="0062748B" w:rsidRDefault="0062748B" w:rsidP="0062748B">
      <w:r>
        <w:lastRenderedPageBreak/>
        <w:t xml:space="preserve">5 .1.26      .         .        +INF       EPS       </w:t>
      </w:r>
    </w:p>
    <w:p w:rsidR="0062748B" w:rsidRDefault="0062748B" w:rsidP="0062748B">
      <w:r>
        <w:t xml:space="preserve">5 .1.27      .         .        +INF       EPS       </w:t>
      </w:r>
    </w:p>
    <w:p w:rsidR="0062748B" w:rsidRDefault="0062748B" w:rsidP="0062748B">
      <w:r>
        <w:t xml:space="preserve">5 .1.28      .         .        +INF       EPS       </w:t>
      </w:r>
    </w:p>
    <w:p w:rsidR="0062748B" w:rsidRDefault="0062748B" w:rsidP="0062748B">
      <w:r>
        <w:t xml:space="preserve">5 .1.29      .         .        +INF       EPS       </w:t>
      </w:r>
    </w:p>
    <w:p w:rsidR="0062748B" w:rsidRDefault="0062748B" w:rsidP="0062748B">
      <w:r>
        <w:t xml:space="preserve">6 .1.1       .         .        +INF       EPS       </w:t>
      </w:r>
    </w:p>
    <w:p w:rsidR="0062748B" w:rsidRDefault="0062748B" w:rsidP="0062748B">
      <w:r>
        <w:t xml:space="preserve">6 .1.2       .         .        +INF       EPS       </w:t>
      </w:r>
    </w:p>
    <w:p w:rsidR="0062748B" w:rsidRDefault="0062748B" w:rsidP="0062748B">
      <w:r>
        <w:t xml:space="preserve">6 .1.3       .         .        +INF       EPS       </w:t>
      </w:r>
    </w:p>
    <w:p w:rsidR="0062748B" w:rsidRDefault="0062748B" w:rsidP="0062748B">
      <w:r>
        <w:t xml:space="preserve">6 .1.4       .         .        +INF       EPS       </w:t>
      </w:r>
    </w:p>
    <w:p w:rsidR="0062748B" w:rsidRDefault="0062748B" w:rsidP="0062748B">
      <w:r>
        <w:t xml:space="preserve">6 .1.5       .         .        +INF       EPS       </w:t>
      </w:r>
    </w:p>
    <w:p w:rsidR="0062748B" w:rsidRDefault="0062748B" w:rsidP="0062748B">
      <w:r>
        <w:t xml:space="preserve">6 .1.6       .         .        +INF       EPS       </w:t>
      </w:r>
    </w:p>
    <w:p w:rsidR="0062748B" w:rsidRDefault="0062748B" w:rsidP="0062748B">
      <w:r>
        <w:t xml:space="preserve">6 .1.7       .         .        +INF       EPS       </w:t>
      </w:r>
    </w:p>
    <w:p w:rsidR="0062748B" w:rsidRDefault="0062748B" w:rsidP="0062748B">
      <w:r>
        <w:t xml:space="preserve">6 .1.8       .         .        +INF       EPS       </w:t>
      </w:r>
    </w:p>
    <w:p w:rsidR="0062748B" w:rsidRDefault="0062748B" w:rsidP="0062748B">
      <w:r>
        <w:t xml:space="preserve">6 .1.9       .         .        +INF       EPS       </w:t>
      </w:r>
    </w:p>
    <w:p w:rsidR="0062748B" w:rsidRDefault="0062748B" w:rsidP="0062748B">
      <w:r>
        <w:t xml:space="preserve">6 .1.10      .         .        +INF       EPS       </w:t>
      </w:r>
    </w:p>
    <w:p w:rsidR="0062748B" w:rsidRDefault="0062748B" w:rsidP="0062748B">
      <w:r>
        <w:t xml:space="preserve">6 .1.11      .         .        +INF       EPS       </w:t>
      </w:r>
    </w:p>
    <w:p w:rsidR="0062748B" w:rsidRDefault="0062748B" w:rsidP="0062748B">
      <w:r>
        <w:t xml:space="preserve">6 .1.12      .         .        +INF       EPS       </w:t>
      </w:r>
    </w:p>
    <w:p w:rsidR="0062748B" w:rsidRDefault="0062748B" w:rsidP="0062748B">
      <w:r>
        <w:t xml:space="preserve">6 .1.13      .         .        +INF       EPS       </w:t>
      </w:r>
    </w:p>
    <w:p w:rsidR="0062748B" w:rsidRDefault="0062748B" w:rsidP="0062748B">
      <w:r>
        <w:t xml:space="preserve">6 .1.14      .         .        +INF       EPS       </w:t>
      </w:r>
    </w:p>
    <w:p w:rsidR="0062748B" w:rsidRDefault="0062748B" w:rsidP="0062748B">
      <w:r>
        <w:t xml:space="preserve">6 .1.15      .         .        +INF       EPS       </w:t>
      </w:r>
    </w:p>
    <w:p w:rsidR="0062748B" w:rsidRDefault="0062748B" w:rsidP="0062748B">
      <w:r>
        <w:t xml:space="preserve">6 .1.16      .         .        +INF       EPS       </w:t>
      </w:r>
    </w:p>
    <w:p w:rsidR="0062748B" w:rsidRDefault="0062748B" w:rsidP="0062748B">
      <w:r>
        <w:t xml:space="preserve">6 .1.17      .         .        +INF       EPS       </w:t>
      </w:r>
    </w:p>
    <w:p w:rsidR="0062748B" w:rsidRDefault="0062748B" w:rsidP="0062748B">
      <w:r>
        <w:t xml:space="preserve">6 .1.18      .         .        +INF       EPS       </w:t>
      </w:r>
    </w:p>
    <w:p w:rsidR="0062748B" w:rsidRDefault="0062748B" w:rsidP="0062748B">
      <w:r>
        <w:t xml:space="preserve">6 .1.19      .         .        +INF       EPS       </w:t>
      </w:r>
    </w:p>
    <w:p w:rsidR="0062748B" w:rsidRDefault="0062748B" w:rsidP="0062748B">
      <w:r>
        <w:t xml:space="preserve">6 .1.20      .         .        +INF       EPS       </w:t>
      </w:r>
    </w:p>
    <w:p w:rsidR="0062748B" w:rsidRDefault="0062748B" w:rsidP="0062748B">
      <w:r>
        <w:t xml:space="preserve">6 .1.21      .         .        +INF       EPS       </w:t>
      </w:r>
    </w:p>
    <w:p w:rsidR="0062748B" w:rsidRDefault="0062748B" w:rsidP="0062748B">
      <w:r>
        <w:lastRenderedPageBreak/>
        <w:t xml:space="preserve">6 .1.22      .         .        +INF       EPS       </w:t>
      </w:r>
    </w:p>
    <w:p w:rsidR="0062748B" w:rsidRDefault="0062748B" w:rsidP="0062748B">
      <w:r>
        <w:t xml:space="preserve">6 .1.23      .         .        +INF       EPS       </w:t>
      </w:r>
    </w:p>
    <w:p w:rsidR="0062748B" w:rsidRDefault="0062748B" w:rsidP="0062748B">
      <w:r>
        <w:t xml:space="preserve">6 .1.24      .         .        +INF       EPS       </w:t>
      </w:r>
    </w:p>
    <w:p w:rsidR="0062748B" w:rsidRDefault="0062748B" w:rsidP="0062748B">
      <w:r>
        <w:t xml:space="preserve">6 .1.25      .         .        +INF       EPS       </w:t>
      </w:r>
    </w:p>
    <w:p w:rsidR="0062748B" w:rsidRDefault="0062748B" w:rsidP="0062748B">
      <w:r>
        <w:t xml:space="preserve">6 .1.26      .         .        +INF       EPS       </w:t>
      </w:r>
    </w:p>
    <w:p w:rsidR="0062748B" w:rsidRDefault="0062748B" w:rsidP="0062748B">
      <w:r>
        <w:t xml:space="preserve">6 .1.27      .         .        +INF       EPS       </w:t>
      </w:r>
    </w:p>
    <w:p w:rsidR="0062748B" w:rsidRDefault="0062748B" w:rsidP="0062748B">
      <w:r>
        <w:t xml:space="preserve">6 .1.28      .         .        +INF       EPS       </w:t>
      </w:r>
    </w:p>
    <w:p w:rsidR="0062748B" w:rsidRDefault="0062748B" w:rsidP="0062748B">
      <w:r>
        <w:t xml:space="preserve">6 .1.29      .         .        +INF       EPS       </w:t>
      </w:r>
    </w:p>
    <w:p w:rsidR="0062748B" w:rsidRDefault="0062748B" w:rsidP="0062748B">
      <w:r>
        <w:t xml:space="preserve">7 .1.1       .         .        +INF       EPS       </w:t>
      </w:r>
    </w:p>
    <w:p w:rsidR="0062748B" w:rsidRDefault="0062748B" w:rsidP="0062748B">
      <w:r>
        <w:t xml:space="preserve">7 .1.2       .         .        +INF       EPS       </w:t>
      </w:r>
    </w:p>
    <w:p w:rsidR="0062748B" w:rsidRDefault="0062748B" w:rsidP="0062748B">
      <w:r>
        <w:t xml:space="preserve">7 .1.3       .         .        +INF       EPS       </w:t>
      </w:r>
    </w:p>
    <w:p w:rsidR="0062748B" w:rsidRDefault="0062748B" w:rsidP="0062748B">
      <w:r>
        <w:t xml:space="preserve">7 .1.4       .         .        +INF       EPS       </w:t>
      </w:r>
    </w:p>
    <w:p w:rsidR="0062748B" w:rsidRDefault="0062748B" w:rsidP="0062748B">
      <w:r>
        <w:t xml:space="preserve">7 .1.5       .         .        +INF       EPS       </w:t>
      </w:r>
    </w:p>
    <w:p w:rsidR="0062748B" w:rsidRDefault="0062748B" w:rsidP="0062748B">
      <w:r>
        <w:t xml:space="preserve">7 .1.6       .         .        +INF       EPS       </w:t>
      </w:r>
    </w:p>
    <w:p w:rsidR="0062748B" w:rsidRDefault="0062748B" w:rsidP="0062748B">
      <w:r>
        <w:t xml:space="preserve">7 .1.7       .         .        +INF       EPS       </w:t>
      </w:r>
    </w:p>
    <w:p w:rsidR="0062748B" w:rsidRDefault="0062748B" w:rsidP="0062748B">
      <w:r>
        <w:t xml:space="preserve">7 .1.8       .         .        +INF       EPS       </w:t>
      </w:r>
    </w:p>
    <w:p w:rsidR="0062748B" w:rsidRDefault="0062748B" w:rsidP="0062748B">
      <w:r>
        <w:t xml:space="preserve">7 .1.9       .         .        +INF       EPS       </w:t>
      </w:r>
    </w:p>
    <w:p w:rsidR="0062748B" w:rsidRDefault="0062748B" w:rsidP="0062748B">
      <w:r>
        <w:t xml:space="preserve">7 .1.10      .         .        +INF       EPS       </w:t>
      </w:r>
    </w:p>
    <w:p w:rsidR="0062748B" w:rsidRDefault="0062748B" w:rsidP="0062748B">
      <w:r>
        <w:t xml:space="preserve">7 .1.11      .         .        +INF       EPS       </w:t>
      </w:r>
    </w:p>
    <w:p w:rsidR="0062748B" w:rsidRDefault="0062748B" w:rsidP="0062748B">
      <w:r>
        <w:t xml:space="preserve">7 .1.12      .         .        +INF       EPS       </w:t>
      </w:r>
    </w:p>
    <w:p w:rsidR="0062748B" w:rsidRDefault="0062748B" w:rsidP="0062748B">
      <w:r>
        <w:t xml:space="preserve">7 .1.13      .         .        +INF       EPS       </w:t>
      </w:r>
    </w:p>
    <w:p w:rsidR="0062748B" w:rsidRDefault="0062748B" w:rsidP="0062748B">
      <w:r>
        <w:t xml:space="preserve">7 .1.14      .         .        +INF       EPS       </w:t>
      </w:r>
    </w:p>
    <w:p w:rsidR="0062748B" w:rsidRDefault="0062748B" w:rsidP="0062748B">
      <w:r>
        <w:t xml:space="preserve">7 .1.15      .         .        +INF       EPS       </w:t>
      </w:r>
    </w:p>
    <w:p w:rsidR="0062748B" w:rsidRDefault="0062748B" w:rsidP="0062748B">
      <w:r>
        <w:t xml:space="preserve">7 .1.16      .         .        +INF       EPS       </w:t>
      </w:r>
    </w:p>
    <w:p w:rsidR="0062748B" w:rsidRDefault="0062748B" w:rsidP="0062748B">
      <w:r>
        <w:t xml:space="preserve">7 .1.17      .         .        +INF       EPS       </w:t>
      </w:r>
    </w:p>
    <w:p w:rsidR="0062748B" w:rsidRDefault="0062748B" w:rsidP="0062748B">
      <w:r>
        <w:lastRenderedPageBreak/>
        <w:t xml:space="preserve">7 .1.18      .         .        +INF       EPS       </w:t>
      </w:r>
    </w:p>
    <w:p w:rsidR="0062748B" w:rsidRDefault="0062748B" w:rsidP="0062748B">
      <w:r>
        <w:t xml:space="preserve">7 .1.19      .         .        +INF       EPS       </w:t>
      </w:r>
    </w:p>
    <w:p w:rsidR="0062748B" w:rsidRDefault="0062748B" w:rsidP="0062748B">
      <w:r>
        <w:t xml:space="preserve">7 .1.20      .         .        +INF       EPS       </w:t>
      </w:r>
    </w:p>
    <w:p w:rsidR="0062748B" w:rsidRDefault="0062748B" w:rsidP="0062748B">
      <w:r>
        <w:t xml:space="preserve">7 .1.21      .         .        +INF       EPS       </w:t>
      </w:r>
    </w:p>
    <w:p w:rsidR="0062748B" w:rsidRDefault="0062748B" w:rsidP="0062748B">
      <w:r>
        <w:t xml:space="preserve">7 .1.22      .         .        +INF       EPS       </w:t>
      </w:r>
    </w:p>
    <w:p w:rsidR="0062748B" w:rsidRDefault="0062748B" w:rsidP="0062748B">
      <w:r>
        <w:t xml:space="preserve">7 .1.23      .         .        +INF       EPS       </w:t>
      </w:r>
    </w:p>
    <w:p w:rsidR="0062748B" w:rsidRDefault="0062748B" w:rsidP="0062748B">
      <w:r>
        <w:t xml:space="preserve">7 .1.24      .         .        +INF       EPS       </w:t>
      </w:r>
    </w:p>
    <w:p w:rsidR="0062748B" w:rsidRDefault="0062748B" w:rsidP="0062748B">
      <w:r>
        <w:t xml:space="preserve">7 .1.25      .         .        +INF       EPS       </w:t>
      </w:r>
    </w:p>
    <w:p w:rsidR="0062748B" w:rsidRDefault="0062748B" w:rsidP="0062748B">
      <w:r>
        <w:t xml:space="preserve">7 .1.26      .         .        +INF       EPS       </w:t>
      </w:r>
    </w:p>
    <w:p w:rsidR="0062748B" w:rsidRDefault="0062748B" w:rsidP="0062748B">
      <w:r>
        <w:t xml:space="preserve">7 .1.27      .         .        +INF       EPS       </w:t>
      </w:r>
    </w:p>
    <w:p w:rsidR="0062748B" w:rsidRDefault="0062748B" w:rsidP="0062748B">
      <w:r>
        <w:t xml:space="preserve">7 .1.28      .         .        +INF       EPS       </w:t>
      </w:r>
    </w:p>
    <w:p w:rsidR="0062748B" w:rsidRDefault="0062748B" w:rsidP="0062748B">
      <w:r>
        <w:t xml:space="preserve">7 .1.29      .         .        +INF       EPS       </w:t>
      </w:r>
    </w:p>
    <w:p w:rsidR="0062748B" w:rsidRDefault="0062748B" w:rsidP="0062748B">
      <w:r>
        <w:t xml:space="preserve">8 .1.1       .         .        +INF       EPS       </w:t>
      </w:r>
    </w:p>
    <w:p w:rsidR="0062748B" w:rsidRDefault="0062748B" w:rsidP="0062748B">
      <w:r>
        <w:t xml:space="preserve">8 .1.2       .         .        +INF       EPS       </w:t>
      </w:r>
    </w:p>
    <w:p w:rsidR="0062748B" w:rsidRDefault="0062748B" w:rsidP="0062748B">
      <w:r>
        <w:t xml:space="preserve">8 .1.3       .         .        +INF       EPS       </w:t>
      </w:r>
    </w:p>
    <w:p w:rsidR="0062748B" w:rsidRDefault="0062748B" w:rsidP="0062748B">
      <w:r>
        <w:t xml:space="preserve">8 .1.4       .         .        +INF       EPS       </w:t>
      </w:r>
    </w:p>
    <w:p w:rsidR="0062748B" w:rsidRDefault="0062748B" w:rsidP="0062748B">
      <w:r>
        <w:t xml:space="preserve">8 .1.5       .         .        +INF       EPS       </w:t>
      </w:r>
    </w:p>
    <w:p w:rsidR="0062748B" w:rsidRDefault="0062748B" w:rsidP="0062748B">
      <w:r>
        <w:t xml:space="preserve">8 .1.6       .         .        +INF       EPS       </w:t>
      </w:r>
    </w:p>
    <w:p w:rsidR="0062748B" w:rsidRDefault="0062748B" w:rsidP="0062748B">
      <w:r>
        <w:t xml:space="preserve">8 .1.7       .         .        +INF       EPS       </w:t>
      </w:r>
    </w:p>
    <w:p w:rsidR="0062748B" w:rsidRDefault="0062748B" w:rsidP="0062748B">
      <w:r>
        <w:t xml:space="preserve">8 .1.8       .         .        +INF       EPS       </w:t>
      </w:r>
    </w:p>
    <w:p w:rsidR="0062748B" w:rsidRDefault="0062748B" w:rsidP="0062748B">
      <w:r>
        <w:t xml:space="preserve">8 .1.9       .         .        +INF       EPS       </w:t>
      </w:r>
    </w:p>
    <w:p w:rsidR="0062748B" w:rsidRDefault="0062748B" w:rsidP="0062748B">
      <w:r>
        <w:t xml:space="preserve">8 .1.10      .         .        +INF       EPS       </w:t>
      </w:r>
    </w:p>
    <w:p w:rsidR="0062748B" w:rsidRDefault="0062748B" w:rsidP="0062748B">
      <w:r>
        <w:t xml:space="preserve">8 .1.11      .         .        +INF       EPS       </w:t>
      </w:r>
    </w:p>
    <w:p w:rsidR="0062748B" w:rsidRDefault="0062748B" w:rsidP="0062748B">
      <w:r>
        <w:t xml:space="preserve">8 .1.12      .         .        +INF       EPS       </w:t>
      </w:r>
    </w:p>
    <w:p w:rsidR="0062748B" w:rsidRDefault="0062748B" w:rsidP="0062748B">
      <w:r>
        <w:t xml:space="preserve">8 .1.13      .         .        +INF       EPS       </w:t>
      </w:r>
    </w:p>
    <w:p w:rsidR="0062748B" w:rsidRDefault="0062748B" w:rsidP="0062748B">
      <w:r>
        <w:lastRenderedPageBreak/>
        <w:t xml:space="preserve">8 .1.14      .         .        +INF       EPS       </w:t>
      </w:r>
    </w:p>
    <w:p w:rsidR="0062748B" w:rsidRDefault="0062748B" w:rsidP="0062748B">
      <w:r>
        <w:t xml:space="preserve">8 .1.15      .         .        +INF       EPS       </w:t>
      </w:r>
    </w:p>
    <w:p w:rsidR="0062748B" w:rsidRDefault="0062748B" w:rsidP="0062748B">
      <w:r>
        <w:t xml:space="preserve">8 .1.16      .         .        +INF       EPS       </w:t>
      </w:r>
    </w:p>
    <w:p w:rsidR="0062748B" w:rsidRDefault="0062748B" w:rsidP="0062748B">
      <w:r>
        <w:t xml:space="preserve">8 .1.17      .         .        +INF       EPS       </w:t>
      </w:r>
    </w:p>
    <w:p w:rsidR="0062748B" w:rsidRDefault="0062748B" w:rsidP="0062748B">
      <w:r>
        <w:t xml:space="preserve">8 .1.18      .         .        +INF       EPS       </w:t>
      </w:r>
    </w:p>
    <w:p w:rsidR="0062748B" w:rsidRDefault="0062748B" w:rsidP="0062748B">
      <w:r>
        <w:t xml:space="preserve">8 .1.19      .         .        +INF       EPS       </w:t>
      </w:r>
    </w:p>
    <w:p w:rsidR="0062748B" w:rsidRDefault="0062748B" w:rsidP="0062748B">
      <w:r>
        <w:t xml:space="preserve">8 .1.20      .         .        +INF       EPS       </w:t>
      </w:r>
    </w:p>
    <w:p w:rsidR="0062748B" w:rsidRDefault="0062748B" w:rsidP="0062748B">
      <w:r>
        <w:t xml:space="preserve">8 .1.21      .         .        +INF       EPS       </w:t>
      </w:r>
    </w:p>
    <w:p w:rsidR="0062748B" w:rsidRDefault="0062748B" w:rsidP="0062748B">
      <w:r>
        <w:t xml:space="preserve">8 .1.22      .         .        +INF       EPS       </w:t>
      </w:r>
    </w:p>
    <w:p w:rsidR="0062748B" w:rsidRDefault="0062748B" w:rsidP="0062748B">
      <w:r>
        <w:t xml:space="preserve">8 .1.23      .         .        +INF       EPS       </w:t>
      </w:r>
    </w:p>
    <w:p w:rsidR="0062748B" w:rsidRDefault="0062748B" w:rsidP="0062748B">
      <w:r>
        <w:t xml:space="preserve">8 .1.24      .         .        +INF       EPS       </w:t>
      </w:r>
    </w:p>
    <w:p w:rsidR="0062748B" w:rsidRDefault="0062748B" w:rsidP="0062748B">
      <w:r>
        <w:t xml:space="preserve">8 .1.25      .         .        +INF       EPS       </w:t>
      </w:r>
    </w:p>
    <w:p w:rsidR="0062748B" w:rsidRDefault="0062748B" w:rsidP="0062748B">
      <w:r>
        <w:t xml:space="preserve">8 .1.26      .         .        +INF       EPS       </w:t>
      </w:r>
    </w:p>
    <w:p w:rsidR="0062748B" w:rsidRDefault="0062748B" w:rsidP="0062748B">
      <w:r>
        <w:t xml:space="preserve">8 .1.27      .         .        +INF       EPS       </w:t>
      </w:r>
    </w:p>
    <w:p w:rsidR="0062748B" w:rsidRDefault="0062748B" w:rsidP="0062748B">
      <w:r>
        <w:t xml:space="preserve">8 .1.28      .         .        +INF       EPS       </w:t>
      </w:r>
    </w:p>
    <w:p w:rsidR="0062748B" w:rsidRDefault="0062748B" w:rsidP="0062748B">
      <w:r>
        <w:t xml:space="preserve">8 .1.29      .         .        +INF       EPS       </w:t>
      </w:r>
    </w:p>
    <w:p w:rsidR="0062748B" w:rsidRDefault="0062748B" w:rsidP="0062748B">
      <w:r>
        <w:t xml:space="preserve">9 .1.1       .         .        +INF       EPS       </w:t>
      </w:r>
    </w:p>
    <w:p w:rsidR="0062748B" w:rsidRDefault="0062748B" w:rsidP="0062748B">
      <w:r>
        <w:t xml:space="preserve">9 .1.2       .         .        +INF       EPS       </w:t>
      </w:r>
    </w:p>
    <w:p w:rsidR="0062748B" w:rsidRDefault="0062748B" w:rsidP="0062748B">
      <w:r>
        <w:t xml:space="preserve">9 .1.3       .         .        +INF       EPS       </w:t>
      </w:r>
    </w:p>
    <w:p w:rsidR="0062748B" w:rsidRDefault="0062748B" w:rsidP="0062748B">
      <w:r>
        <w:t xml:space="preserve">9 .1.4       .         .        +INF       EPS       </w:t>
      </w:r>
    </w:p>
    <w:p w:rsidR="0062748B" w:rsidRDefault="0062748B" w:rsidP="0062748B">
      <w:r>
        <w:t xml:space="preserve">9 .1.5       .         .        +INF       EPS       </w:t>
      </w:r>
    </w:p>
    <w:p w:rsidR="0062748B" w:rsidRDefault="0062748B" w:rsidP="0062748B">
      <w:r>
        <w:t xml:space="preserve">9 .1.6       .         .        +INF       EPS       </w:t>
      </w:r>
    </w:p>
    <w:p w:rsidR="0062748B" w:rsidRDefault="0062748B" w:rsidP="0062748B">
      <w:r>
        <w:t xml:space="preserve">9 .1.7       .         .        +INF       EPS       </w:t>
      </w:r>
    </w:p>
    <w:p w:rsidR="0062748B" w:rsidRDefault="0062748B" w:rsidP="0062748B">
      <w:r>
        <w:t xml:space="preserve">9 .1.8       .         .        +INF       EPS       </w:t>
      </w:r>
    </w:p>
    <w:p w:rsidR="0062748B" w:rsidRDefault="0062748B" w:rsidP="0062748B">
      <w:r>
        <w:t xml:space="preserve">9 .1.9       .         .        +INF       EPS       </w:t>
      </w:r>
    </w:p>
    <w:p w:rsidR="0062748B" w:rsidRDefault="0062748B" w:rsidP="0062748B">
      <w:r>
        <w:lastRenderedPageBreak/>
        <w:t xml:space="preserve">9 .1.10      .         .        +INF       EPS       </w:t>
      </w:r>
    </w:p>
    <w:p w:rsidR="0062748B" w:rsidRDefault="0062748B" w:rsidP="0062748B">
      <w:r>
        <w:t xml:space="preserve">9 .1.11      .         .        +INF       EPS       </w:t>
      </w:r>
    </w:p>
    <w:p w:rsidR="0062748B" w:rsidRDefault="0062748B" w:rsidP="0062748B">
      <w:r>
        <w:t xml:space="preserve">9 .1.12      .         .        +INF       EPS       </w:t>
      </w:r>
    </w:p>
    <w:p w:rsidR="0062748B" w:rsidRDefault="0062748B" w:rsidP="0062748B">
      <w:r>
        <w:t xml:space="preserve">9 .1.13      .         .        +INF       EPS       </w:t>
      </w:r>
    </w:p>
    <w:p w:rsidR="0062748B" w:rsidRDefault="0062748B" w:rsidP="0062748B">
      <w:r>
        <w:t xml:space="preserve">9 .1.14      .         .        +INF       EPS       </w:t>
      </w:r>
    </w:p>
    <w:p w:rsidR="0062748B" w:rsidRDefault="0062748B" w:rsidP="0062748B">
      <w:r>
        <w:t xml:space="preserve">9 .1.15      .         .        +INF       EPS       </w:t>
      </w:r>
    </w:p>
    <w:p w:rsidR="0062748B" w:rsidRDefault="0062748B" w:rsidP="0062748B">
      <w:r>
        <w:t xml:space="preserve">9 .1.16      .         .        +INF       EPS       </w:t>
      </w:r>
    </w:p>
    <w:p w:rsidR="0062748B" w:rsidRDefault="0062748B" w:rsidP="0062748B">
      <w:r>
        <w:t xml:space="preserve">9 .1.17      .         .        +INF       EPS       </w:t>
      </w:r>
    </w:p>
    <w:p w:rsidR="0062748B" w:rsidRDefault="0062748B" w:rsidP="0062748B">
      <w:r>
        <w:t xml:space="preserve">9 .1.18      .         .        +INF       EPS       </w:t>
      </w:r>
    </w:p>
    <w:p w:rsidR="0062748B" w:rsidRDefault="0062748B" w:rsidP="0062748B">
      <w:r>
        <w:t xml:space="preserve">9 .1.19      .         .        +INF       EPS       </w:t>
      </w:r>
    </w:p>
    <w:p w:rsidR="0062748B" w:rsidRDefault="0062748B" w:rsidP="0062748B">
      <w:r>
        <w:t xml:space="preserve">9 .1.20      .         .        +INF       EPS       </w:t>
      </w:r>
    </w:p>
    <w:p w:rsidR="0062748B" w:rsidRDefault="0062748B" w:rsidP="0062748B">
      <w:r>
        <w:t xml:space="preserve">9 .1.21      .         .        +INF       EPS       </w:t>
      </w:r>
    </w:p>
    <w:p w:rsidR="0062748B" w:rsidRDefault="0062748B" w:rsidP="0062748B">
      <w:r>
        <w:t xml:space="preserve">9 .1.22      .         .        +INF       EPS       </w:t>
      </w:r>
    </w:p>
    <w:p w:rsidR="0062748B" w:rsidRDefault="0062748B" w:rsidP="0062748B">
      <w:r>
        <w:t xml:space="preserve">9 .1.23      .         .        +INF       EPS       </w:t>
      </w:r>
    </w:p>
    <w:p w:rsidR="0062748B" w:rsidRDefault="0062748B" w:rsidP="0062748B">
      <w:r>
        <w:t xml:space="preserve">9 .1.24      .         .        +INF       EPS       </w:t>
      </w:r>
    </w:p>
    <w:p w:rsidR="0062748B" w:rsidRDefault="0062748B" w:rsidP="0062748B">
      <w:r>
        <w:t xml:space="preserve">9 .1.25      .         .        +INF       EPS       </w:t>
      </w:r>
    </w:p>
    <w:p w:rsidR="0062748B" w:rsidRDefault="0062748B" w:rsidP="0062748B">
      <w:r>
        <w:t xml:space="preserve">9 .1.26      .         .        +INF       EPS       </w:t>
      </w:r>
    </w:p>
    <w:p w:rsidR="0062748B" w:rsidRDefault="0062748B" w:rsidP="0062748B">
      <w:r>
        <w:t xml:space="preserve">9 .1.27      .         .        +INF       EPS       </w:t>
      </w:r>
    </w:p>
    <w:p w:rsidR="0062748B" w:rsidRDefault="0062748B" w:rsidP="0062748B">
      <w:r>
        <w:t xml:space="preserve">9 .1.28      .         .        +INF       EPS       </w:t>
      </w:r>
    </w:p>
    <w:p w:rsidR="0062748B" w:rsidRDefault="0062748B" w:rsidP="0062748B">
      <w:r>
        <w:t xml:space="preserve">9 .1.29      .         .        +INF       EPS       </w:t>
      </w:r>
    </w:p>
    <w:p w:rsidR="0062748B" w:rsidRDefault="0062748B" w:rsidP="0062748B">
      <w:r>
        <w:t xml:space="preserve">10.1.1       .         .        +INF       EPS       </w:t>
      </w:r>
    </w:p>
    <w:p w:rsidR="0062748B" w:rsidRDefault="0062748B" w:rsidP="0062748B">
      <w:r>
        <w:t xml:space="preserve">10.1.2       .         .        +INF       EPS       </w:t>
      </w:r>
    </w:p>
    <w:p w:rsidR="0062748B" w:rsidRDefault="0062748B" w:rsidP="0062748B">
      <w:r>
        <w:t xml:space="preserve">10.1.3       .         .        +INF       EPS       </w:t>
      </w:r>
    </w:p>
    <w:p w:rsidR="0062748B" w:rsidRDefault="0062748B" w:rsidP="0062748B">
      <w:r>
        <w:t xml:space="preserve">10.1.4       .         .        +INF       EPS       </w:t>
      </w:r>
    </w:p>
    <w:p w:rsidR="0062748B" w:rsidRDefault="0062748B" w:rsidP="0062748B">
      <w:r>
        <w:t xml:space="preserve">10.1.5       .         .        +INF       EPS       </w:t>
      </w:r>
    </w:p>
    <w:p w:rsidR="0062748B" w:rsidRDefault="0062748B" w:rsidP="0062748B">
      <w:r>
        <w:lastRenderedPageBreak/>
        <w:t xml:space="preserve">10.1.6       .         .        +INF       EPS       </w:t>
      </w:r>
    </w:p>
    <w:p w:rsidR="0062748B" w:rsidRDefault="0062748B" w:rsidP="0062748B">
      <w:r>
        <w:t xml:space="preserve">10.1.7       .         .        +INF       EPS       </w:t>
      </w:r>
    </w:p>
    <w:p w:rsidR="0062748B" w:rsidRDefault="0062748B" w:rsidP="0062748B">
      <w:r>
        <w:t xml:space="preserve">10.1.8       .         .        +INF       EPS       </w:t>
      </w:r>
    </w:p>
    <w:p w:rsidR="0062748B" w:rsidRDefault="0062748B" w:rsidP="0062748B">
      <w:r>
        <w:t xml:space="preserve">10.1.9       .         .        +INF       EPS       </w:t>
      </w:r>
    </w:p>
    <w:p w:rsidR="0062748B" w:rsidRDefault="0062748B" w:rsidP="0062748B">
      <w:r>
        <w:t xml:space="preserve">10.1.10      .         .        +INF       EPS       </w:t>
      </w:r>
    </w:p>
    <w:p w:rsidR="0062748B" w:rsidRDefault="0062748B" w:rsidP="0062748B">
      <w:r>
        <w:t xml:space="preserve">10.1.11      .         .        +INF       EPS       </w:t>
      </w:r>
    </w:p>
    <w:p w:rsidR="0062748B" w:rsidRDefault="0062748B" w:rsidP="0062748B">
      <w:r>
        <w:t xml:space="preserve">10.1.12      .         .        +INF       EPS       </w:t>
      </w:r>
    </w:p>
    <w:p w:rsidR="0062748B" w:rsidRDefault="0062748B" w:rsidP="0062748B">
      <w:r>
        <w:t xml:space="preserve">10.1.13      .         .        +INF       EPS       </w:t>
      </w:r>
    </w:p>
    <w:p w:rsidR="0062748B" w:rsidRDefault="0062748B" w:rsidP="0062748B">
      <w:r>
        <w:t xml:space="preserve">10.1.14      .         .        +INF       EPS       </w:t>
      </w:r>
    </w:p>
    <w:p w:rsidR="0062748B" w:rsidRDefault="0062748B" w:rsidP="0062748B">
      <w:r>
        <w:t xml:space="preserve">10.1.15      .         .        +INF       EPS       </w:t>
      </w:r>
    </w:p>
    <w:p w:rsidR="0062748B" w:rsidRDefault="0062748B" w:rsidP="0062748B">
      <w:r>
        <w:t xml:space="preserve">10.1.16      .         .        +INF       EPS       </w:t>
      </w:r>
    </w:p>
    <w:p w:rsidR="0062748B" w:rsidRDefault="0062748B" w:rsidP="0062748B">
      <w:r>
        <w:t xml:space="preserve">10.1.17      .         .        +INF       EPS       </w:t>
      </w:r>
    </w:p>
    <w:p w:rsidR="0062748B" w:rsidRDefault="0062748B" w:rsidP="0062748B">
      <w:r>
        <w:t xml:space="preserve">10.1.18      .         .        +INF       EPS       </w:t>
      </w:r>
    </w:p>
    <w:p w:rsidR="0062748B" w:rsidRDefault="0062748B" w:rsidP="0062748B">
      <w:r>
        <w:t xml:space="preserve">10.1.19      .         .        +INF       EPS       </w:t>
      </w:r>
    </w:p>
    <w:p w:rsidR="0062748B" w:rsidRDefault="0062748B" w:rsidP="0062748B">
      <w:r>
        <w:t xml:space="preserve">10.1.20      .         .        +INF       EPS       </w:t>
      </w:r>
    </w:p>
    <w:p w:rsidR="0062748B" w:rsidRDefault="0062748B" w:rsidP="0062748B">
      <w:r>
        <w:t xml:space="preserve">10.1.21      .         .        +INF       EPS       </w:t>
      </w:r>
    </w:p>
    <w:p w:rsidR="0062748B" w:rsidRDefault="0062748B" w:rsidP="0062748B">
      <w:r>
        <w:t xml:space="preserve">10.1.22      .         .        +INF       EPS       </w:t>
      </w:r>
    </w:p>
    <w:p w:rsidR="0062748B" w:rsidRDefault="0062748B" w:rsidP="0062748B">
      <w:r>
        <w:t xml:space="preserve">10.1.23      .         .        +INF       EPS       </w:t>
      </w:r>
    </w:p>
    <w:p w:rsidR="0062748B" w:rsidRDefault="0062748B" w:rsidP="0062748B">
      <w:r>
        <w:t xml:space="preserve">10.1.24      .         .        +INF       EPS       </w:t>
      </w:r>
    </w:p>
    <w:p w:rsidR="0062748B" w:rsidRDefault="0062748B" w:rsidP="0062748B">
      <w:r>
        <w:t xml:space="preserve">10.1.25      .         .        +INF       EPS       </w:t>
      </w:r>
    </w:p>
    <w:p w:rsidR="0062748B" w:rsidRDefault="0062748B" w:rsidP="0062748B">
      <w:r>
        <w:t xml:space="preserve">10.1.26      .         .        +INF       EPS       </w:t>
      </w:r>
    </w:p>
    <w:p w:rsidR="0062748B" w:rsidRDefault="0062748B" w:rsidP="0062748B">
      <w:r>
        <w:t xml:space="preserve">10.1.27      .         .        +INF       EPS       </w:t>
      </w:r>
    </w:p>
    <w:p w:rsidR="0062748B" w:rsidRDefault="0062748B" w:rsidP="0062748B">
      <w:r>
        <w:t xml:space="preserve">10.1.28      .         .        +INF       EPS       </w:t>
      </w:r>
    </w:p>
    <w:p w:rsidR="0062748B" w:rsidRDefault="0062748B" w:rsidP="0062748B">
      <w:r>
        <w:t xml:space="preserve">10.1.29      .         .        +INF       EPS       </w:t>
      </w:r>
    </w:p>
    <w:p w:rsidR="0062748B" w:rsidRDefault="0062748B" w:rsidP="0062748B">
      <w:r>
        <w:t xml:space="preserve">11.1.1       .         .        +INF       EPS       </w:t>
      </w:r>
    </w:p>
    <w:p w:rsidR="0062748B" w:rsidRDefault="0062748B" w:rsidP="0062748B">
      <w:r>
        <w:lastRenderedPageBreak/>
        <w:t xml:space="preserve">11.1.2       .         .        +INF       EPS       </w:t>
      </w:r>
    </w:p>
    <w:p w:rsidR="0062748B" w:rsidRDefault="0062748B" w:rsidP="0062748B">
      <w:r>
        <w:t xml:space="preserve">11.1.3       .         .        +INF       EPS       </w:t>
      </w:r>
    </w:p>
    <w:p w:rsidR="0062748B" w:rsidRDefault="0062748B" w:rsidP="0062748B">
      <w:r>
        <w:t xml:space="preserve">11.1.4       .         .        +INF       EPS       </w:t>
      </w:r>
    </w:p>
    <w:p w:rsidR="0062748B" w:rsidRDefault="0062748B" w:rsidP="0062748B">
      <w:r>
        <w:t xml:space="preserve">11.1.5       .         .        +INF       EPS       </w:t>
      </w:r>
    </w:p>
    <w:p w:rsidR="0062748B" w:rsidRDefault="0062748B" w:rsidP="0062748B">
      <w:r>
        <w:t xml:space="preserve">11.1.6       .         .        +INF       EPS       </w:t>
      </w:r>
    </w:p>
    <w:p w:rsidR="0062748B" w:rsidRDefault="0062748B" w:rsidP="0062748B">
      <w:r>
        <w:t xml:space="preserve">11.1.7       .         .        +INF       EPS       </w:t>
      </w:r>
    </w:p>
    <w:p w:rsidR="0062748B" w:rsidRDefault="0062748B" w:rsidP="0062748B">
      <w:r>
        <w:t xml:space="preserve">11.1.8       .         .        +INF       EPS       </w:t>
      </w:r>
    </w:p>
    <w:p w:rsidR="0062748B" w:rsidRDefault="0062748B" w:rsidP="0062748B">
      <w:r>
        <w:t xml:space="preserve">11.1.9       .         .        +INF       EPS       </w:t>
      </w:r>
    </w:p>
    <w:p w:rsidR="0062748B" w:rsidRDefault="0062748B" w:rsidP="0062748B">
      <w:r>
        <w:t xml:space="preserve">11.1.10      .         .        +INF       EPS       </w:t>
      </w:r>
    </w:p>
    <w:p w:rsidR="0062748B" w:rsidRDefault="0062748B" w:rsidP="0062748B">
      <w:r>
        <w:t xml:space="preserve">11.1.11      .         .        +INF       EPS       </w:t>
      </w:r>
    </w:p>
    <w:p w:rsidR="0062748B" w:rsidRDefault="0062748B" w:rsidP="0062748B">
      <w:r>
        <w:t xml:space="preserve">11.1.12      .         .        +INF       EPS       </w:t>
      </w:r>
    </w:p>
    <w:p w:rsidR="0062748B" w:rsidRDefault="0062748B" w:rsidP="0062748B">
      <w:r>
        <w:t xml:space="preserve">11.1.13      .         .        +INF       EPS       </w:t>
      </w:r>
    </w:p>
    <w:p w:rsidR="0062748B" w:rsidRDefault="0062748B" w:rsidP="0062748B">
      <w:r>
        <w:t xml:space="preserve">11.1.14      .         .        +INF       EPS       </w:t>
      </w:r>
    </w:p>
    <w:p w:rsidR="0062748B" w:rsidRDefault="0062748B" w:rsidP="0062748B">
      <w:r>
        <w:t xml:space="preserve">11.1.15      .         .        +INF       EPS       </w:t>
      </w:r>
    </w:p>
    <w:p w:rsidR="0062748B" w:rsidRDefault="0062748B" w:rsidP="0062748B">
      <w:r>
        <w:t xml:space="preserve">11.1.16      .         .        +INF       EPS       </w:t>
      </w:r>
    </w:p>
    <w:p w:rsidR="0062748B" w:rsidRDefault="0062748B" w:rsidP="0062748B">
      <w:r>
        <w:t xml:space="preserve">11.1.17      .         .        +INF       EPS       </w:t>
      </w:r>
    </w:p>
    <w:p w:rsidR="0062748B" w:rsidRDefault="0062748B" w:rsidP="0062748B">
      <w:r>
        <w:t xml:space="preserve">11.1.18      .         .        +INF       EPS       </w:t>
      </w:r>
    </w:p>
    <w:p w:rsidR="0062748B" w:rsidRDefault="0062748B" w:rsidP="0062748B">
      <w:r>
        <w:t xml:space="preserve">11.1.19      .         .        +INF       EPS       </w:t>
      </w:r>
    </w:p>
    <w:p w:rsidR="0062748B" w:rsidRDefault="0062748B" w:rsidP="0062748B">
      <w:r>
        <w:t xml:space="preserve">11.1.20      .         .        +INF       EPS       </w:t>
      </w:r>
    </w:p>
    <w:p w:rsidR="0062748B" w:rsidRDefault="0062748B" w:rsidP="0062748B">
      <w:r>
        <w:t xml:space="preserve">11.1.21      .         .        +INF       EPS       </w:t>
      </w:r>
    </w:p>
    <w:p w:rsidR="0062748B" w:rsidRDefault="0062748B" w:rsidP="0062748B">
      <w:r>
        <w:t xml:space="preserve">11.1.22      .         .        +INF       EPS       </w:t>
      </w:r>
    </w:p>
    <w:p w:rsidR="0062748B" w:rsidRDefault="0062748B" w:rsidP="0062748B">
      <w:r>
        <w:t xml:space="preserve">11.1.23      .         .        +INF       EPS       </w:t>
      </w:r>
    </w:p>
    <w:p w:rsidR="0062748B" w:rsidRDefault="0062748B" w:rsidP="0062748B">
      <w:r>
        <w:t xml:space="preserve">11.1.24      .         .        +INF       EPS       </w:t>
      </w:r>
    </w:p>
    <w:p w:rsidR="0062748B" w:rsidRDefault="0062748B" w:rsidP="0062748B">
      <w:r>
        <w:t xml:space="preserve">11.1.25      .         .        +INF       EPS       </w:t>
      </w:r>
    </w:p>
    <w:p w:rsidR="0062748B" w:rsidRDefault="0062748B" w:rsidP="0062748B">
      <w:r>
        <w:t xml:space="preserve">11.1.26      .         .        +INF       EPS       </w:t>
      </w:r>
    </w:p>
    <w:p w:rsidR="0062748B" w:rsidRDefault="0062748B" w:rsidP="0062748B">
      <w:r>
        <w:lastRenderedPageBreak/>
        <w:t xml:space="preserve">11.1.27      .         .        +INF       EPS       </w:t>
      </w:r>
    </w:p>
    <w:p w:rsidR="0062748B" w:rsidRDefault="0062748B" w:rsidP="0062748B">
      <w:r>
        <w:t xml:space="preserve">11.1.28      .         .        +INF       EPS       </w:t>
      </w:r>
    </w:p>
    <w:p w:rsidR="0062748B" w:rsidRDefault="0062748B" w:rsidP="0062748B">
      <w:r>
        <w:t xml:space="preserve">11.1.29      .         .        +INF       EPS       </w:t>
      </w:r>
    </w:p>
    <w:p w:rsidR="0062748B" w:rsidRDefault="0062748B" w:rsidP="0062748B">
      <w:r>
        <w:t xml:space="preserve">12.1.1       .         .        +INF       EPS       </w:t>
      </w:r>
    </w:p>
    <w:p w:rsidR="0062748B" w:rsidRDefault="0062748B" w:rsidP="0062748B">
      <w:r>
        <w:t xml:space="preserve">12.1.2       .         .        +INF       EPS       </w:t>
      </w:r>
    </w:p>
    <w:p w:rsidR="0062748B" w:rsidRDefault="0062748B" w:rsidP="0062748B">
      <w:r>
        <w:t xml:space="preserve">12.1.3       .         .        +INF       EPS       </w:t>
      </w:r>
    </w:p>
    <w:p w:rsidR="0062748B" w:rsidRDefault="0062748B" w:rsidP="0062748B">
      <w:r>
        <w:t xml:space="preserve">12.1.4       .         .        +INF       EPS       </w:t>
      </w:r>
    </w:p>
    <w:p w:rsidR="0062748B" w:rsidRDefault="0062748B" w:rsidP="0062748B">
      <w:r>
        <w:t xml:space="preserve">12.1.5       .         .        +INF       EPS       </w:t>
      </w:r>
    </w:p>
    <w:p w:rsidR="0062748B" w:rsidRDefault="0062748B" w:rsidP="0062748B">
      <w:r>
        <w:t xml:space="preserve">12.1.6       .         .        +INF       EPS       </w:t>
      </w:r>
    </w:p>
    <w:p w:rsidR="0062748B" w:rsidRDefault="0062748B" w:rsidP="0062748B">
      <w:r>
        <w:t xml:space="preserve">12.1.7       .         .        +INF       EPS       </w:t>
      </w:r>
    </w:p>
    <w:p w:rsidR="0062748B" w:rsidRDefault="0062748B" w:rsidP="0062748B">
      <w:r>
        <w:t xml:space="preserve">12.1.8       .         .        +INF       EPS       </w:t>
      </w:r>
    </w:p>
    <w:p w:rsidR="0062748B" w:rsidRDefault="0062748B" w:rsidP="0062748B">
      <w:r>
        <w:t xml:space="preserve">12.1.9       .         .        +INF       EPS       </w:t>
      </w:r>
    </w:p>
    <w:p w:rsidR="0062748B" w:rsidRDefault="0062748B" w:rsidP="0062748B">
      <w:r>
        <w:t xml:space="preserve">12.1.10      .         .        +INF       EPS       </w:t>
      </w:r>
    </w:p>
    <w:p w:rsidR="0062748B" w:rsidRDefault="0062748B" w:rsidP="0062748B">
      <w:r>
        <w:t xml:space="preserve">12.1.11      .         .        +INF       EPS       </w:t>
      </w:r>
    </w:p>
    <w:p w:rsidR="0062748B" w:rsidRDefault="0062748B" w:rsidP="0062748B">
      <w:r>
        <w:t xml:space="preserve">12.1.12      .         .        +INF       EPS       </w:t>
      </w:r>
    </w:p>
    <w:p w:rsidR="0062748B" w:rsidRDefault="0062748B" w:rsidP="0062748B">
      <w:r>
        <w:t xml:space="preserve">12.1.13      .         .        +INF       EPS       </w:t>
      </w:r>
    </w:p>
    <w:p w:rsidR="0062748B" w:rsidRDefault="0062748B" w:rsidP="0062748B">
      <w:r>
        <w:t xml:space="preserve">12.1.14      .         .        +INF       EPS       </w:t>
      </w:r>
    </w:p>
    <w:p w:rsidR="0062748B" w:rsidRDefault="0062748B" w:rsidP="0062748B">
      <w:r>
        <w:t xml:space="preserve">12.1.15      .         .        +INF       EPS       </w:t>
      </w:r>
    </w:p>
    <w:p w:rsidR="0062748B" w:rsidRDefault="0062748B" w:rsidP="0062748B">
      <w:r>
        <w:t xml:space="preserve">12.1.16      .         .        +INF       EPS       </w:t>
      </w:r>
    </w:p>
    <w:p w:rsidR="0062748B" w:rsidRDefault="0062748B" w:rsidP="0062748B">
      <w:r>
        <w:t xml:space="preserve">12.1.17      .         .        +INF       EPS       </w:t>
      </w:r>
    </w:p>
    <w:p w:rsidR="0062748B" w:rsidRDefault="0062748B" w:rsidP="0062748B">
      <w:r>
        <w:t xml:space="preserve">12.1.18      .         .        +INF       EPS       </w:t>
      </w:r>
    </w:p>
    <w:p w:rsidR="0062748B" w:rsidRDefault="0062748B" w:rsidP="0062748B">
      <w:r>
        <w:t xml:space="preserve">12.1.19      .         .        +INF       EPS       </w:t>
      </w:r>
    </w:p>
    <w:p w:rsidR="0062748B" w:rsidRDefault="0062748B" w:rsidP="0062748B">
      <w:r>
        <w:t xml:space="preserve">12.1.20      .         .        +INF       EPS       </w:t>
      </w:r>
    </w:p>
    <w:p w:rsidR="0062748B" w:rsidRDefault="0062748B" w:rsidP="0062748B">
      <w:r>
        <w:t xml:space="preserve">12.1.21      .         .        +INF       EPS       </w:t>
      </w:r>
    </w:p>
    <w:p w:rsidR="0062748B" w:rsidRDefault="0062748B" w:rsidP="0062748B">
      <w:r>
        <w:t xml:space="preserve">12.1.22      .         .        +INF       EPS       </w:t>
      </w:r>
    </w:p>
    <w:p w:rsidR="0062748B" w:rsidRDefault="0062748B" w:rsidP="0062748B">
      <w:r>
        <w:lastRenderedPageBreak/>
        <w:t xml:space="preserve">12.1.23      .         .        +INF       EPS       </w:t>
      </w:r>
    </w:p>
    <w:p w:rsidR="0062748B" w:rsidRDefault="0062748B" w:rsidP="0062748B">
      <w:r>
        <w:t xml:space="preserve">12.1.24      .         .        +INF       EPS       </w:t>
      </w:r>
    </w:p>
    <w:p w:rsidR="0062748B" w:rsidRDefault="0062748B" w:rsidP="0062748B">
      <w:r>
        <w:t xml:space="preserve">12.1.25      .         .        +INF       EPS       </w:t>
      </w:r>
    </w:p>
    <w:p w:rsidR="0062748B" w:rsidRDefault="0062748B" w:rsidP="0062748B">
      <w:r>
        <w:t xml:space="preserve">12.1.26      .         .        +INF       EPS       </w:t>
      </w:r>
    </w:p>
    <w:p w:rsidR="0062748B" w:rsidRDefault="0062748B" w:rsidP="0062748B">
      <w:r>
        <w:t xml:space="preserve">12.1.27      .         .        +INF       EPS       </w:t>
      </w:r>
    </w:p>
    <w:p w:rsidR="0062748B" w:rsidRDefault="0062748B" w:rsidP="0062748B">
      <w:r>
        <w:t xml:space="preserve">12.1.28      .         .        +INF       EPS       </w:t>
      </w:r>
    </w:p>
    <w:p w:rsidR="0062748B" w:rsidRDefault="0062748B" w:rsidP="0062748B">
      <w:r>
        <w:t xml:space="preserve">12.1.29      .         .        +INF       EPS       </w:t>
      </w:r>
    </w:p>
    <w:p w:rsidR="0062748B" w:rsidRDefault="0062748B" w:rsidP="0062748B">
      <w:r>
        <w:t xml:space="preserve">13.1.1       .         .        +INF       EPS       </w:t>
      </w:r>
    </w:p>
    <w:p w:rsidR="0062748B" w:rsidRDefault="0062748B" w:rsidP="0062748B">
      <w:r>
        <w:t xml:space="preserve">13.1.2       .         .        +INF       EPS       </w:t>
      </w:r>
    </w:p>
    <w:p w:rsidR="0062748B" w:rsidRDefault="0062748B" w:rsidP="0062748B">
      <w:r>
        <w:t xml:space="preserve">13.1.3       .         .        +INF       EPS       </w:t>
      </w:r>
    </w:p>
    <w:p w:rsidR="0062748B" w:rsidRDefault="0062748B" w:rsidP="0062748B">
      <w:r>
        <w:t xml:space="preserve">13.1.4       .         .        +INF       EPS       </w:t>
      </w:r>
    </w:p>
    <w:p w:rsidR="0062748B" w:rsidRDefault="0062748B" w:rsidP="0062748B">
      <w:r>
        <w:t xml:space="preserve">13.1.5       .         .        +INF       EPS       </w:t>
      </w:r>
    </w:p>
    <w:p w:rsidR="0062748B" w:rsidRDefault="0062748B" w:rsidP="0062748B">
      <w:r>
        <w:t xml:space="preserve">13.1.6       .         .        +INF       EPS       </w:t>
      </w:r>
    </w:p>
    <w:p w:rsidR="0062748B" w:rsidRDefault="0062748B" w:rsidP="0062748B">
      <w:r>
        <w:t xml:space="preserve">13.1.7       .         .        +INF       EPS       </w:t>
      </w:r>
    </w:p>
    <w:p w:rsidR="0062748B" w:rsidRDefault="0062748B" w:rsidP="0062748B">
      <w:r>
        <w:t xml:space="preserve">13.1.8       .         .        +INF       EPS       </w:t>
      </w:r>
    </w:p>
    <w:p w:rsidR="0062748B" w:rsidRDefault="0062748B" w:rsidP="0062748B">
      <w:r>
        <w:t xml:space="preserve">13.1.9       .         .        +INF       EPS       </w:t>
      </w:r>
    </w:p>
    <w:p w:rsidR="0062748B" w:rsidRDefault="0062748B" w:rsidP="0062748B">
      <w:r>
        <w:t xml:space="preserve">13.1.10      .         .        +INF       EPS       </w:t>
      </w:r>
    </w:p>
    <w:p w:rsidR="0062748B" w:rsidRDefault="0062748B" w:rsidP="0062748B">
      <w:r>
        <w:t xml:space="preserve">13.1.11      .         .        +INF       EPS       </w:t>
      </w:r>
    </w:p>
    <w:p w:rsidR="0062748B" w:rsidRDefault="0062748B" w:rsidP="0062748B">
      <w:r>
        <w:t xml:space="preserve">13.1.12      .         .        +INF       EPS       </w:t>
      </w:r>
    </w:p>
    <w:p w:rsidR="0062748B" w:rsidRDefault="0062748B" w:rsidP="0062748B">
      <w:r>
        <w:t xml:space="preserve">13.1.13      .         .        +INF       EPS       </w:t>
      </w:r>
    </w:p>
    <w:p w:rsidR="0062748B" w:rsidRDefault="0062748B" w:rsidP="0062748B">
      <w:r>
        <w:t xml:space="preserve">13.1.14      .         .        +INF       EPS       </w:t>
      </w:r>
    </w:p>
    <w:p w:rsidR="0062748B" w:rsidRDefault="0062748B" w:rsidP="0062748B">
      <w:r>
        <w:t xml:space="preserve">13.1.15      .         .        +INF       EPS       </w:t>
      </w:r>
    </w:p>
    <w:p w:rsidR="0062748B" w:rsidRDefault="0062748B" w:rsidP="0062748B">
      <w:r>
        <w:t xml:space="preserve">13.1.16      .         .        +INF       EPS       </w:t>
      </w:r>
    </w:p>
    <w:p w:rsidR="0062748B" w:rsidRDefault="0062748B" w:rsidP="0062748B">
      <w:r>
        <w:t xml:space="preserve">13.1.17      .         .        +INF       EPS       </w:t>
      </w:r>
    </w:p>
    <w:p w:rsidR="0062748B" w:rsidRDefault="0062748B" w:rsidP="0062748B">
      <w:r>
        <w:t xml:space="preserve">13.1.18      .         .        +INF       EPS       </w:t>
      </w:r>
    </w:p>
    <w:p w:rsidR="0062748B" w:rsidRDefault="0062748B" w:rsidP="0062748B">
      <w:r>
        <w:lastRenderedPageBreak/>
        <w:t xml:space="preserve">13.1.19      .         .        +INF       EPS       </w:t>
      </w:r>
    </w:p>
    <w:p w:rsidR="0062748B" w:rsidRDefault="0062748B" w:rsidP="0062748B">
      <w:r>
        <w:t xml:space="preserve">13.1.20      .         .        +INF       EPS       </w:t>
      </w:r>
    </w:p>
    <w:p w:rsidR="0062748B" w:rsidRDefault="0062748B" w:rsidP="0062748B">
      <w:r>
        <w:t xml:space="preserve">13.1.21      .         .        +INF       EPS       </w:t>
      </w:r>
    </w:p>
    <w:p w:rsidR="0062748B" w:rsidRDefault="0062748B" w:rsidP="0062748B">
      <w:r>
        <w:t xml:space="preserve">13.1.22      .         .        +INF       EPS       </w:t>
      </w:r>
    </w:p>
    <w:p w:rsidR="0062748B" w:rsidRDefault="0062748B" w:rsidP="0062748B">
      <w:r>
        <w:t xml:space="preserve">13.1.23      .         .        +INF       EPS       </w:t>
      </w:r>
    </w:p>
    <w:p w:rsidR="0062748B" w:rsidRDefault="0062748B" w:rsidP="0062748B">
      <w:r>
        <w:t xml:space="preserve">13.1.24      .         .        +INF       EPS       </w:t>
      </w:r>
    </w:p>
    <w:p w:rsidR="0062748B" w:rsidRDefault="0062748B" w:rsidP="0062748B">
      <w:r>
        <w:t xml:space="preserve">13.1.25      .         .        +INF       EPS       </w:t>
      </w:r>
    </w:p>
    <w:p w:rsidR="0062748B" w:rsidRDefault="0062748B" w:rsidP="0062748B">
      <w:r>
        <w:t xml:space="preserve">13.1.26      .         .        +INF       EPS       </w:t>
      </w:r>
    </w:p>
    <w:p w:rsidR="0062748B" w:rsidRDefault="0062748B" w:rsidP="0062748B">
      <w:r>
        <w:t xml:space="preserve">13.1.27      .         .        +INF       EPS       </w:t>
      </w:r>
    </w:p>
    <w:p w:rsidR="0062748B" w:rsidRDefault="0062748B" w:rsidP="0062748B">
      <w:r>
        <w:t xml:space="preserve">13.1.28      .         .        +INF       EPS       </w:t>
      </w:r>
    </w:p>
    <w:p w:rsidR="0062748B" w:rsidRDefault="0062748B" w:rsidP="0062748B">
      <w:r>
        <w:t xml:space="preserve">13.1.29      .         .        +INF       EPS       </w:t>
      </w:r>
    </w:p>
    <w:p w:rsidR="0062748B" w:rsidRDefault="0062748B" w:rsidP="0062748B">
      <w:r>
        <w:t xml:space="preserve">14.1.1       .         .        +INF       EPS       </w:t>
      </w:r>
    </w:p>
    <w:p w:rsidR="0062748B" w:rsidRDefault="0062748B" w:rsidP="0062748B">
      <w:r>
        <w:t xml:space="preserve">14.1.2       .         .        +INF       EPS       </w:t>
      </w:r>
    </w:p>
    <w:p w:rsidR="0062748B" w:rsidRDefault="0062748B" w:rsidP="0062748B">
      <w:r>
        <w:t xml:space="preserve">14.1.3       .         .        +INF       EPS       </w:t>
      </w:r>
    </w:p>
    <w:p w:rsidR="0062748B" w:rsidRDefault="0062748B" w:rsidP="0062748B">
      <w:r>
        <w:t xml:space="preserve">14.1.4       .         .        +INF       EPS       </w:t>
      </w:r>
    </w:p>
    <w:p w:rsidR="0062748B" w:rsidRDefault="0062748B" w:rsidP="0062748B">
      <w:r>
        <w:t xml:space="preserve">14.1.5       .         .        +INF       EPS       </w:t>
      </w:r>
    </w:p>
    <w:p w:rsidR="0062748B" w:rsidRDefault="0062748B" w:rsidP="0062748B">
      <w:r>
        <w:t xml:space="preserve">14.1.6       .         .        +INF       EPS       </w:t>
      </w:r>
    </w:p>
    <w:p w:rsidR="0062748B" w:rsidRDefault="0062748B" w:rsidP="0062748B">
      <w:r>
        <w:t xml:space="preserve">14.1.7       .         .        +INF       EPS       </w:t>
      </w:r>
    </w:p>
    <w:p w:rsidR="0062748B" w:rsidRDefault="0062748B" w:rsidP="0062748B">
      <w:r>
        <w:t xml:space="preserve">14.1.8       .         .        +INF       EPS       </w:t>
      </w:r>
    </w:p>
    <w:p w:rsidR="0062748B" w:rsidRDefault="0062748B" w:rsidP="0062748B">
      <w:r>
        <w:t xml:space="preserve">14.1.9       .         .        +INF       EPS       </w:t>
      </w:r>
    </w:p>
    <w:p w:rsidR="0062748B" w:rsidRDefault="0062748B" w:rsidP="0062748B">
      <w:r>
        <w:t xml:space="preserve">14.1.10      .         .        +INF       EPS       </w:t>
      </w:r>
    </w:p>
    <w:p w:rsidR="0062748B" w:rsidRDefault="0062748B" w:rsidP="0062748B">
      <w:r>
        <w:t xml:space="preserve">14.1.11      .         .        +INF       EPS       </w:t>
      </w:r>
    </w:p>
    <w:p w:rsidR="0062748B" w:rsidRDefault="0062748B" w:rsidP="0062748B">
      <w:r>
        <w:t xml:space="preserve">14.1.12      .         .        +INF       EPS       </w:t>
      </w:r>
    </w:p>
    <w:p w:rsidR="0062748B" w:rsidRDefault="0062748B" w:rsidP="0062748B">
      <w:r>
        <w:t xml:space="preserve">14.1.13      .         .        +INF       EPS       </w:t>
      </w:r>
    </w:p>
    <w:p w:rsidR="0062748B" w:rsidRDefault="0062748B" w:rsidP="0062748B">
      <w:r>
        <w:t xml:space="preserve">14.1.14      .         .        +INF       EPS       </w:t>
      </w:r>
    </w:p>
    <w:p w:rsidR="0062748B" w:rsidRDefault="0062748B" w:rsidP="0062748B">
      <w:r>
        <w:lastRenderedPageBreak/>
        <w:t xml:space="preserve">14.1.15      .         .        +INF       EPS       </w:t>
      </w:r>
    </w:p>
    <w:p w:rsidR="0062748B" w:rsidRDefault="0062748B" w:rsidP="0062748B">
      <w:r>
        <w:t xml:space="preserve">14.1.16      .         .        +INF       EPS       </w:t>
      </w:r>
    </w:p>
    <w:p w:rsidR="0062748B" w:rsidRDefault="0062748B" w:rsidP="0062748B">
      <w:r>
        <w:t xml:space="preserve">14.1.17      .         .        +INF       EPS       </w:t>
      </w:r>
    </w:p>
    <w:p w:rsidR="0062748B" w:rsidRDefault="0062748B" w:rsidP="0062748B">
      <w:r>
        <w:t xml:space="preserve">14.1.18      .         .        +INF       EPS       </w:t>
      </w:r>
    </w:p>
    <w:p w:rsidR="0062748B" w:rsidRDefault="0062748B" w:rsidP="0062748B">
      <w:r>
        <w:t xml:space="preserve">14.1.19      .         .        +INF       EPS       </w:t>
      </w:r>
    </w:p>
    <w:p w:rsidR="0062748B" w:rsidRDefault="0062748B" w:rsidP="0062748B">
      <w:r>
        <w:t xml:space="preserve">14.1.20      .         .        +INF       EPS       </w:t>
      </w:r>
    </w:p>
    <w:p w:rsidR="0062748B" w:rsidRDefault="0062748B" w:rsidP="0062748B">
      <w:r>
        <w:t xml:space="preserve">14.1.21      .         .        +INF       EPS       </w:t>
      </w:r>
    </w:p>
    <w:p w:rsidR="0062748B" w:rsidRDefault="0062748B" w:rsidP="0062748B">
      <w:r>
        <w:t xml:space="preserve">14.1.22      .         .        +INF       EPS       </w:t>
      </w:r>
    </w:p>
    <w:p w:rsidR="0062748B" w:rsidRDefault="0062748B" w:rsidP="0062748B">
      <w:r>
        <w:t xml:space="preserve">14.1.23      .         .        +INF       EPS       </w:t>
      </w:r>
    </w:p>
    <w:p w:rsidR="0062748B" w:rsidRDefault="0062748B" w:rsidP="0062748B">
      <w:r>
        <w:t xml:space="preserve">14.1.24      .         .        +INF       EPS       </w:t>
      </w:r>
    </w:p>
    <w:p w:rsidR="0062748B" w:rsidRDefault="0062748B" w:rsidP="0062748B">
      <w:r>
        <w:t xml:space="preserve">14.1.25      .         .        +INF       EPS       </w:t>
      </w:r>
    </w:p>
    <w:p w:rsidR="0062748B" w:rsidRDefault="0062748B" w:rsidP="0062748B">
      <w:r>
        <w:t xml:space="preserve">14.1.26      .         .        +INF       EPS       </w:t>
      </w:r>
    </w:p>
    <w:p w:rsidR="0062748B" w:rsidRDefault="0062748B" w:rsidP="0062748B">
      <w:r>
        <w:t xml:space="preserve">14.1.27      .         .        +INF       EPS       </w:t>
      </w:r>
    </w:p>
    <w:p w:rsidR="0062748B" w:rsidRDefault="0062748B" w:rsidP="0062748B">
      <w:r>
        <w:t xml:space="preserve">14.1.28      .         .        +INF       EPS       </w:t>
      </w:r>
    </w:p>
    <w:p w:rsidR="0062748B" w:rsidRDefault="0062748B" w:rsidP="0062748B">
      <w:r>
        <w:t xml:space="preserve">14.1.29      .         .        +INF       EPS       </w:t>
      </w:r>
    </w:p>
    <w:p w:rsidR="0062748B" w:rsidRDefault="0062748B" w:rsidP="0062748B">
      <w:r>
        <w:t xml:space="preserve">15.1.1       .         .        +INF       EPS       </w:t>
      </w:r>
    </w:p>
    <w:p w:rsidR="0062748B" w:rsidRDefault="0062748B" w:rsidP="0062748B">
      <w:r>
        <w:t xml:space="preserve">15.1.2       .         .        +INF       EPS       </w:t>
      </w:r>
    </w:p>
    <w:p w:rsidR="0062748B" w:rsidRDefault="0062748B" w:rsidP="0062748B">
      <w:r>
        <w:t xml:space="preserve">15.1.3       .         .        +INF       EPS       </w:t>
      </w:r>
    </w:p>
    <w:p w:rsidR="0062748B" w:rsidRDefault="0062748B" w:rsidP="0062748B">
      <w:r>
        <w:t xml:space="preserve">15.1.4       .         .        +INF       EPS       </w:t>
      </w:r>
    </w:p>
    <w:p w:rsidR="0062748B" w:rsidRDefault="0062748B" w:rsidP="0062748B">
      <w:r>
        <w:t xml:space="preserve">15.1.5       .         .        +INF       EPS       </w:t>
      </w:r>
    </w:p>
    <w:p w:rsidR="0062748B" w:rsidRDefault="0062748B" w:rsidP="0062748B">
      <w:r>
        <w:t xml:space="preserve">15.1.6       .         .        +INF       EPS       </w:t>
      </w:r>
    </w:p>
    <w:p w:rsidR="0062748B" w:rsidRDefault="0062748B" w:rsidP="0062748B">
      <w:r>
        <w:t xml:space="preserve">15.1.7       .         .        +INF       EPS       </w:t>
      </w:r>
    </w:p>
    <w:p w:rsidR="0062748B" w:rsidRDefault="0062748B" w:rsidP="0062748B">
      <w:r>
        <w:t xml:space="preserve">15.1.8       .         .        +INF       EPS       </w:t>
      </w:r>
    </w:p>
    <w:p w:rsidR="0062748B" w:rsidRDefault="0062748B" w:rsidP="0062748B">
      <w:r>
        <w:t xml:space="preserve">15.1.9       .         .        +INF       EPS       </w:t>
      </w:r>
    </w:p>
    <w:p w:rsidR="0062748B" w:rsidRDefault="0062748B" w:rsidP="0062748B">
      <w:r>
        <w:t xml:space="preserve">15.1.10      .         .        +INF       EPS       </w:t>
      </w:r>
    </w:p>
    <w:p w:rsidR="0062748B" w:rsidRDefault="0062748B" w:rsidP="0062748B">
      <w:r>
        <w:lastRenderedPageBreak/>
        <w:t xml:space="preserve">15.1.11      .         .        +INF       EPS       </w:t>
      </w:r>
    </w:p>
    <w:p w:rsidR="0062748B" w:rsidRDefault="0062748B" w:rsidP="0062748B">
      <w:r>
        <w:t xml:space="preserve">15.1.12      .         .        +INF       EPS       </w:t>
      </w:r>
    </w:p>
    <w:p w:rsidR="0062748B" w:rsidRDefault="0062748B" w:rsidP="0062748B">
      <w:r>
        <w:t xml:space="preserve">15.1.13      .         .        +INF       EPS       </w:t>
      </w:r>
    </w:p>
    <w:p w:rsidR="0062748B" w:rsidRDefault="0062748B" w:rsidP="0062748B">
      <w:r>
        <w:t xml:space="preserve">15.1.14      .         .        +INF       EPS       </w:t>
      </w:r>
    </w:p>
    <w:p w:rsidR="0062748B" w:rsidRDefault="0062748B" w:rsidP="0062748B">
      <w:r>
        <w:t xml:space="preserve">15.1.15      .         .        +INF       EPS       </w:t>
      </w:r>
    </w:p>
    <w:p w:rsidR="0062748B" w:rsidRDefault="0062748B" w:rsidP="0062748B">
      <w:r>
        <w:t xml:space="preserve">15.1.16      .         .        +INF       EPS       </w:t>
      </w:r>
    </w:p>
    <w:p w:rsidR="0062748B" w:rsidRDefault="0062748B" w:rsidP="0062748B">
      <w:r>
        <w:t xml:space="preserve">15.1.17      .         .        +INF       EPS       </w:t>
      </w:r>
    </w:p>
    <w:p w:rsidR="0062748B" w:rsidRDefault="0062748B" w:rsidP="0062748B">
      <w:r>
        <w:t xml:space="preserve">15.1.18      .         .        +INF       EPS       </w:t>
      </w:r>
    </w:p>
    <w:p w:rsidR="0062748B" w:rsidRDefault="0062748B" w:rsidP="0062748B">
      <w:r>
        <w:t xml:space="preserve">15.1.19      .         .        +INF       EPS       </w:t>
      </w:r>
    </w:p>
    <w:p w:rsidR="0062748B" w:rsidRDefault="0062748B" w:rsidP="0062748B">
      <w:r>
        <w:t xml:space="preserve">15.1.20      .         .        +INF       EPS       </w:t>
      </w:r>
    </w:p>
    <w:p w:rsidR="0062748B" w:rsidRDefault="0062748B" w:rsidP="0062748B">
      <w:r>
        <w:t xml:space="preserve">15.1.21      .         .        +INF       EPS       </w:t>
      </w:r>
    </w:p>
    <w:p w:rsidR="0062748B" w:rsidRDefault="0062748B" w:rsidP="0062748B">
      <w:r>
        <w:t xml:space="preserve">15.1.22      .         .        +INF       EPS       </w:t>
      </w:r>
    </w:p>
    <w:p w:rsidR="0062748B" w:rsidRDefault="0062748B" w:rsidP="0062748B">
      <w:r>
        <w:t xml:space="preserve">15.1.23      .         .        +INF       EPS       </w:t>
      </w:r>
    </w:p>
    <w:p w:rsidR="0062748B" w:rsidRDefault="0062748B" w:rsidP="0062748B">
      <w:r>
        <w:t xml:space="preserve">15.1.24      .         .        +INF       EPS       </w:t>
      </w:r>
    </w:p>
    <w:p w:rsidR="0062748B" w:rsidRDefault="0062748B" w:rsidP="0062748B">
      <w:r>
        <w:t xml:space="preserve">15.1.25      .         .        +INF       EPS       </w:t>
      </w:r>
    </w:p>
    <w:p w:rsidR="0062748B" w:rsidRDefault="0062748B" w:rsidP="0062748B">
      <w:r>
        <w:t xml:space="preserve">15.1.26      .         .        +INF       EPS       </w:t>
      </w:r>
    </w:p>
    <w:p w:rsidR="0062748B" w:rsidRDefault="0062748B" w:rsidP="0062748B">
      <w:r>
        <w:t xml:space="preserve">15.1.27      .         .        +INF       EPS       </w:t>
      </w:r>
    </w:p>
    <w:p w:rsidR="0062748B" w:rsidRDefault="0062748B" w:rsidP="0062748B">
      <w:r>
        <w:t xml:space="preserve">15.1.28      .         .        +INF       EPS       </w:t>
      </w:r>
    </w:p>
    <w:p w:rsidR="0062748B" w:rsidRDefault="0062748B" w:rsidP="0062748B">
      <w:r>
        <w:t xml:space="preserve">15.1.29      .         .        +INF       EPS       </w:t>
      </w:r>
    </w:p>
    <w:p w:rsidR="0062748B" w:rsidRDefault="0062748B" w:rsidP="0062748B">
      <w:r>
        <w:t xml:space="preserve">16.1.1       .         .        +INF       EPS       </w:t>
      </w:r>
    </w:p>
    <w:p w:rsidR="0062748B" w:rsidRDefault="0062748B" w:rsidP="0062748B">
      <w:r>
        <w:t xml:space="preserve">16.1.2       .         .        +INF       EPS       </w:t>
      </w:r>
    </w:p>
    <w:p w:rsidR="0062748B" w:rsidRDefault="0062748B" w:rsidP="0062748B">
      <w:r>
        <w:t xml:space="preserve">16.1.3       .         .        +INF       EPS       </w:t>
      </w:r>
    </w:p>
    <w:p w:rsidR="0062748B" w:rsidRDefault="0062748B" w:rsidP="0062748B">
      <w:r>
        <w:t xml:space="preserve">16.1.4       .         .        +INF       EPS       </w:t>
      </w:r>
    </w:p>
    <w:p w:rsidR="0062748B" w:rsidRDefault="0062748B" w:rsidP="0062748B">
      <w:r>
        <w:t xml:space="preserve">16.1.5       .         .        +INF       EPS       </w:t>
      </w:r>
    </w:p>
    <w:p w:rsidR="0062748B" w:rsidRDefault="0062748B" w:rsidP="0062748B">
      <w:r>
        <w:t xml:space="preserve">16.1.6       .         .        +INF       EPS       </w:t>
      </w:r>
    </w:p>
    <w:p w:rsidR="0062748B" w:rsidRDefault="0062748B" w:rsidP="0062748B">
      <w:r>
        <w:lastRenderedPageBreak/>
        <w:t xml:space="preserve">16.1.7       .         .        +INF       EPS       </w:t>
      </w:r>
    </w:p>
    <w:p w:rsidR="0062748B" w:rsidRDefault="0062748B" w:rsidP="0062748B">
      <w:r>
        <w:t xml:space="preserve">16.1.8       .         .        +INF       EPS       </w:t>
      </w:r>
    </w:p>
    <w:p w:rsidR="0062748B" w:rsidRDefault="0062748B" w:rsidP="0062748B">
      <w:r>
        <w:t xml:space="preserve">16.1.9       .         .        +INF       EPS       </w:t>
      </w:r>
    </w:p>
    <w:p w:rsidR="0062748B" w:rsidRDefault="0062748B" w:rsidP="0062748B">
      <w:r>
        <w:t xml:space="preserve">16.1.10      .         .        +INF       EPS       </w:t>
      </w:r>
    </w:p>
    <w:p w:rsidR="0062748B" w:rsidRDefault="0062748B" w:rsidP="0062748B">
      <w:r>
        <w:t xml:space="preserve">16.1.11      .         .        +INF       EPS       </w:t>
      </w:r>
    </w:p>
    <w:p w:rsidR="0062748B" w:rsidRDefault="0062748B" w:rsidP="0062748B">
      <w:r>
        <w:t xml:space="preserve">16.1.12      .         .        +INF       EPS       </w:t>
      </w:r>
    </w:p>
    <w:p w:rsidR="0062748B" w:rsidRDefault="0062748B" w:rsidP="0062748B">
      <w:r>
        <w:t xml:space="preserve">16.1.13      .         .        +INF       EPS       </w:t>
      </w:r>
    </w:p>
    <w:p w:rsidR="0062748B" w:rsidRDefault="0062748B" w:rsidP="0062748B">
      <w:r>
        <w:t xml:space="preserve">16.1.14      .         .        +INF       EPS       </w:t>
      </w:r>
    </w:p>
    <w:p w:rsidR="0062748B" w:rsidRDefault="0062748B" w:rsidP="0062748B">
      <w:r>
        <w:t xml:space="preserve">16.1.15      .         .        +INF       EPS       </w:t>
      </w:r>
    </w:p>
    <w:p w:rsidR="0062748B" w:rsidRDefault="0062748B" w:rsidP="0062748B">
      <w:r>
        <w:t xml:space="preserve">16.1.16      .         .        +INF       EPS       </w:t>
      </w:r>
    </w:p>
    <w:p w:rsidR="0062748B" w:rsidRDefault="0062748B" w:rsidP="0062748B">
      <w:r>
        <w:t xml:space="preserve">16.1.17      .         .        +INF       EPS       </w:t>
      </w:r>
    </w:p>
    <w:p w:rsidR="0062748B" w:rsidRDefault="0062748B" w:rsidP="0062748B">
      <w:r>
        <w:t xml:space="preserve">16.1.18      .         .        +INF       EPS       </w:t>
      </w:r>
    </w:p>
    <w:p w:rsidR="0062748B" w:rsidRDefault="0062748B" w:rsidP="0062748B">
      <w:r>
        <w:t xml:space="preserve">16.1.19      .         .        +INF       EPS       </w:t>
      </w:r>
    </w:p>
    <w:p w:rsidR="0062748B" w:rsidRDefault="0062748B" w:rsidP="0062748B">
      <w:r>
        <w:t xml:space="preserve">16.1.20      .         .        +INF       EPS       </w:t>
      </w:r>
    </w:p>
    <w:p w:rsidR="0062748B" w:rsidRDefault="0062748B" w:rsidP="0062748B">
      <w:r>
        <w:t xml:space="preserve">16.1.21      .         .        +INF       EPS       </w:t>
      </w:r>
    </w:p>
    <w:p w:rsidR="0062748B" w:rsidRDefault="0062748B" w:rsidP="0062748B">
      <w:r>
        <w:t xml:space="preserve">16.1.22      .         .        +INF       EPS       </w:t>
      </w:r>
    </w:p>
    <w:p w:rsidR="0062748B" w:rsidRDefault="0062748B" w:rsidP="0062748B">
      <w:r>
        <w:t xml:space="preserve">16.1.23      .         .        +INF       EPS       </w:t>
      </w:r>
    </w:p>
    <w:p w:rsidR="0062748B" w:rsidRDefault="0062748B" w:rsidP="0062748B">
      <w:r>
        <w:t xml:space="preserve">16.1.24      .         .        +INF       EPS       </w:t>
      </w:r>
    </w:p>
    <w:p w:rsidR="0062748B" w:rsidRDefault="0062748B" w:rsidP="0062748B">
      <w:r>
        <w:t xml:space="preserve">16.1.25      .         .        +INF       EPS       </w:t>
      </w:r>
    </w:p>
    <w:p w:rsidR="0062748B" w:rsidRDefault="0062748B" w:rsidP="0062748B">
      <w:r>
        <w:t xml:space="preserve">16.1.26      .         .        +INF       EPS       </w:t>
      </w:r>
    </w:p>
    <w:p w:rsidR="0062748B" w:rsidRDefault="0062748B" w:rsidP="0062748B">
      <w:r>
        <w:t xml:space="preserve">16.1.27      .         .        +INF       EPS       </w:t>
      </w:r>
    </w:p>
    <w:p w:rsidR="0062748B" w:rsidRDefault="0062748B" w:rsidP="0062748B">
      <w:r>
        <w:t xml:space="preserve">16.1.28      .         .        +INF       EPS       </w:t>
      </w:r>
    </w:p>
    <w:p w:rsidR="0062748B" w:rsidRDefault="0062748B" w:rsidP="0062748B">
      <w:r>
        <w:t xml:space="preserve">16.1.29      .         .        +INF       EPS       </w:t>
      </w:r>
    </w:p>
    <w:p w:rsidR="0062748B" w:rsidRDefault="0062748B" w:rsidP="0062748B">
      <w:r>
        <w:t xml:space="preserve">17.1.1       .         .        +INF       EPS       </w:t>
      </w:r>
    </w:p>
    <w:p w:rsidR="0062748B" w:rsidRDefault="0062748B" w:rsidP="0062748B">
      <w:r>
        <w:t xml:space="preserve">17.1.2       .         .        +INF       EPS       </w:t>
      </w:r>
    </w:p>
    <w:p w:rsidR="0062748B" w:rsidRDefault="0062748B" w:rsidP="0062748B">
      <w:r>
        <w:lastRenderedPageBreak/>
        <w:t xml:space="preserve">17.1.3       .         .        +INF       EPS       </w:t>
      </w:r>
    </w:p>
    <w:p w:rsidR="0062748B" w:rsidRDefault="0062748B" w:rsidP="0062748B">
      <w:r>
        <w:t xml:space="preserve">17.1.4       .         .        +INF       EPS       </w:t>
      </w:r>
    </w:p>
    <w:p w:rsidR="0062748B" w:rsidRDefault="0062748B" w:rsidP="0062748B">
      <w:r>
        <w:t xml:space="preserve">17.1.5       .         .        +INF       EPS       </w:t>
      </w:r>
    </w:p>
    <w:p w:rsidR="0062748B" w:rsidRDefault="0062748B" w:rsidP="0062748B">
      <w:r>
        <w:t xml:space="preserve">17.1.6       .         .        +INF       EPS       </w:t>
      </w:r>
    </w:p>
    <w:p w:rsidR="0062748B" w:rsidRDefault="0062748B" w:rsidP="0062748B">
      <w:r>
        <w:t xml:space="preserve">17.1.7       .         .        +INF       EPS       </w:t>
      </w:r>
    </w:p>
    <w:p w:rsidR="0062748B" w:rsidRDefault="0062748B" w:rsidP="0062748B">
      <w:r>
        <w:t xml:space="preserve">17.1.8       .         .        +INF       EPS       </w:t>
      </w:r>
    </w:p>
    <w:p w:rsidR="0062748B" w:rsidRDefault="0062748B" w:rsidP="0062748B">
      <w:r>
        <w:t xml:space="preserve">17.1.9       .         .        +INF       EPS       </w:t>
      </w:r>
    </w:p>
    <w:p w:rsidR="0062748B" w:rsidRDefault="0062748B" w:rsidP="0062748B">
      <w:r>
        <w:t xml:space="preserve">17.1.10      .         .        +INF       EPS       </w:t>
      </w:r>
    </w:p>
    <w:p w:rsidR="0062748B" w:rsidRDefault="0062748B" w:rsidP="0062748B">
      <w:r>
        <w:t xml:space="preserve">17.1.11      .         .        +INF       EPS       </w:t>
      </w:r>
    </w:p>
    <w:p w:rsidR="0062748B" w:rsidRDefault="0062748B" w:rsidP="0062748B">
      <w:r>
        <w:t xml:space="preserve">17.1.12      .         .        +INF       EPS       </w:t>
      </w:r>
    </w:p>
    <w:p w:rsidR="0062748B" w:rsidRDefault="0062748B" w:rsidP="0062748B">
      <w:r>
        <w:t xml:space="preserve">17.1.13      .         .        +INF       EPS       </w:t>
      </w:r>
    </w:p>
    <w:p w:rsidR="0062748B" w:rsidRDefault="0062748B" w:rsidP="0062748B">
      <w:r>
        <w:t xml:space="preserve">17.1.14      .         .        +INF       EPS       </w:t>
      </w:r>
    </w:p>
    <w:p w:rsidR="0062748B" w:rsidRDefault="0062748B" w:rsidP="0062748B">
      <w:r>
        <w:t xml:space="preserve">17.1.15      .         .        +INF       EPS       </w:t>
      </w:r>
    </w:p>
    <w:p w:rsidR="0062748B" w:rsidRDefault="0062748B" w:rsidP="0062748B">
      <w:r>
        <w:t xml:space="preserve">17.1.16      .         .        +INF       EPS       </w:t>
      </w:r>
    </w:p>
    <w:p w:rsidR="0062748B" w:rsidRDefault="0062748B" w:rsidP="0062748B">
      <w:r>
        <w:t xml:space="preserve">17.1.17      .         .        +INF       EPS       </w:t>
      </w:r>
    </w:p>
    <w:p w:rsidR="0062748B" w:rsidRDefault="0062748B" w:rsidP="0062748B">
      <w:r>
        <w:t xml:space="preserve">17.1.18      .         .        +INF       EPS       </w:t>
      </w:r>
    </w:p>
    <w:p w:rsidR="0062748B" w:rsidRDefault="0062748B" w:rsidP="0062748B">
      <w:r>
        <w:t xml:space="preserve">17.1.19      .         .        +INF       EPS       </w:t>
      </w:r>
    </w:p>
    <w:p w:rsidR="0062748B" w:rsidRDefault="0062748B" w:rsidP="0062748B">
      <w:r>
        <w:t xml:space="preserve">17.1.20      .         .        +INF       EPS       </w:t>
      </w:r>
    </w:p>
    <w:p w:rsidR="0062748B" w:rsidRDefault="0062748B" w:rsidP="0062748B">
      <w:r>
        <w:t xml:space="preserve">17.1.21      .         .        +INF       EPS       </w:t>
      </w:r>
    </w:p>
    <w:p w:rsidR="0062748B" w:rsidRDefault="0062748B" w:rsidP="0062748B">
      <w:r>
        <w:t xml:space="preserve">17.1.22      .         .        +INF       EPS       </w:t>
      </w:r>
    </w:p>
    <w:p w:rsidR="0062748B" w:rsidRDefault="0062748B" w:rsidP="0062748B">
      <w:r>
        <w:t xml:space="preserve">17.1.23      .         .        +INF       EPS       </w:t>
      </w:r>
    </w:p>
    <w:p w:rsidR="0062748B" w:rsidRDefault="0062748B" w:rsidP="0062748B">
      <w:r>
        <w:t xml:space="preserve">17.1.24      .         .        +INF       EPS       </w:t>
      </w:r>
    </w:p>
    <w:p w:rsidR="0062748B" w:rsidRDefault="0062748B" w:rsidP="0062748B">
      <w:r>
        <w:t xml:space="preserve">17.1.25      .         .        +INF       EPS       </w:t>
      </w:r>
    </w:p>
    <w:p w:rsidR="0062748B" w:rsidRDefault="0062748B" w:rsidP="0062748B">
      <w:r>
        <w:t xml:space="preserve">17.1.26      .         .        +INF       EPS       </w:t>
      </w:r>
    </w:p>
    <w:p w:rsidR="0062748B" w:rsidRDefault="0062748B" w:rsidP="0062748B">
      <w:r>
        <w:t xml:space="preserve">17.1.27      .         .        +INF       EPS       </w:t>
      </w:r>
    </w:p>
    <w:p w:rsidR="0062748B" w:rsidRDefault="0062748B" w:rsidP="0062748B">
      <w:r>
        <w:lastRenderedPageBreak/>
        <w:t xml:space="preserve">17.1.28      .         .        +INF       EPS       </w:t>
      </w:r>
    </w:p>
    <w:p w:rsidR="0062748B" w:rsidRDefault="0062748B" w:rsidP="0062748B">
      <w:r>
        <w:t xml:space="preserve">17.1.29      .         .        +INF       EPS       </w:t>
      </w:r>
    </w:p>
    <w:p w:rsidR="0062748B" w:rsidRDefault="0062748B" w:rsidP="0062748B">
      <w:r>
        <w:t xml:space="preserve">18.1.1       .         .        +INF       EPS       </w:t>
      </w:r>
    </w:p>
    <w:p w:rsidR="0062748B" w:rsidRDefault="0062748B" w:rsidP="0062748B">
      <w:r>
        <w:t xml:space="preserve">18.1.2       .         .        +INF       EPS       </w:t>
      </w:r>
    </w:p>
    <w:p w:rsidR="0062748B" w:rsidRDefault="0062748B" w:rsidP="0062748B">
      <w:r>
        <w:t xml:space="preserve">18.1.3       .         .        +INF       EPS       </w:t>
      </w:r>
    </w:p>
    <w:p w:rsidR="0062748B" w:rsidRDefault="0062748B" w:rsidP="0062748B">
      <w:r>
        <w:t xml:space="preserve">18.1.4       .         .        +INF       EPS       </w:t>
      </w:r>
    </w:p>
    <w:p w:rsidR="0062748B" w:rsidRDefault="0062748B" w:rsidP="0062748B">
      <w:r>
        <w:t xml:space="preserve">18.1.5       .         .        +INF       EPS       </w:t>
      </w:r>
    </w:p>
    <w:p w:rsidR="0062748B" w:rsidRDefault="0062748B" w:rsidP="0062748B">
      <w:r>
        <w:t xml:space="preserve">18.1.6       .         .        +INF       EPS       </w:t>
      </w:r>
    </w:p>
    <w:p w:rsidR="0062748B" w:rsidRDefault="0062748B" w:rsidP="0062748B">
      <w:r>
        <w:t xml:space="preserve">18.1.7       .         .        +INF       EPS       </w:t>
      </w:r>
    </w:p>
    <w:p w:rsidR="0062748B" w:rsidRDefault="0062748B" w:rsidP="0062748B">
      <w:r>
        <w:t xml:space="preserve">18.1.8       .         .        +INF       EPS       </w:t>
      </w:r>
    </w:p>
    <w:p w:rsidR="0062748B" w:rsidRDefault="0062748B" w:rsidP="0062748B">
      <w:r>
        <w:t xml:space="preserve">18.1.9       .         .        +INF       EPS       </w:t>
      </w:r>
    </w:p>
    <w:p w:rsidR="0062748B" w:rsidRDefault="0062748B" w:rsidP="0062748B">
      <w:r>
        <w:t xml:space="preserve">18.1.10      .         .        +INF       EPS       </w:t>
      </w:r>
    </w:p>
    <w:p w:rsidR="0062748B" w:rsidRDefault="0062748B" w:rsidP="0062748B">
      <w:r>
        <w:t xml:space="preserve">18.1.11      .         .        +INF       EPS       </w:t>
      </w:r>
    </w:p>
    <w:p w:rsidR="0062748B" w:rsidRDefault="0062748B" w:rsidP="0062748B">
      <w:r>
        <w:t xml:space="preserve">18.1.12      .         .        +INF       EPS       </w:t>
      </w:r>
    </w:p>
    <w:p w:rsidR="0062748B" w:rsidRDefault="0062748B" w:rsidP="0062748B">
      <w:r>
        <w:t xml:space="preserve">18.1.13      .         .        +INF       EPS       </w:t>
      </w:r>
    </w:p>
    <w:p w:rsidR="0062748B" w:rsidRDefault="0062748B" w:rsidP="0062748B">
      <w:r>
        <w:t xml:space="preserve">18.1.14      .         .        +INF       EPS       </w:t>
      </w:r>
    </w:p>
    <w:p w:rsidR="0062748B" w:rsidRDefault="0062748B" w:rsidP="0062748B">
      <w:r>
        <w:t xml:space="preserve">18.1.15      .         .        +INF       EPS       </w:t>
      </w:r>
    </w:p>
    <w:p w:rsidR="0062748B" w:rsidRDefault="0062748B" w:rsidP="0062748B">
      <w:r>
        <w:t xml:space="preserve">18.1.16      .         .        +INF       EPS       </w:t>
      </w:r>
    </w:p>
    <w:p w:rsidR="0062748B" w:rsidRDefault="0062748B" w:rsidP="0062748B">
      <w:r>
        <w:t xml:space="preserve">18.1.17      .         .        +INF       EPS       </w:t>
      </w:r>
    </w:p>
    <w:p w:rsidR="0062748B" w:rsidRDefault="0062748B" w:rsidP="0062748B">
      <w:r>
        <w:t xml:space="preserve">18.1.18      .         .        +INF       EPS       </w:t>
      </w:r>
    </w:p>
    <w:p w:rsidR="0062748B" w:rsidRDefault="0062748B" w:rsidP="0062748B">
      <w:r>
        <w:t xml:space="preserve">18.1.19      .         .        +INF       EPS       </w:t>
      </w:r>
    </w:p>
    <w:p w:rsidR="0062748B" w:rsidRDefault="0062748B" w:rsidP="0062748B">
      <w:r>
        <w:t xml:space="preserve">18.1.20      .         .        +INF       EPS       </w:t>
      </w:r>
    </w:p>
    <w:p w:rsidR="0062748B" w:rsidRDefault="0062748B" w:rsidP="0062748B">
      <w:r>
        <w:t xml:space="preserve">18.1.21      .         .        +INF       EPS       </w:t>
      </w:r>
    </w:p>
    <w:p w:rsidR="0062748B" w:rsidRDefault="0062748B" w:rsidP="0062748B">
      <w:r>
        <w:t xml:space="preserve">18.1.22      .         .        +INF       EPS       </w:t>
      </w:r>
    </w:p>
    <w:p w:rsidR="0062748B" w:rsidRDefault="0062748B" w:rsidP="0062748B">
      <w:r>
        <w:t xml:space="preserve">18.1.23      .         .        +INF       EPS       </w:t>
      </w:r>
    </w:p>
    <w:p w:rsidR="0062748B" w:rsidRDefault="0062748B" w:rsidP="0062748B">
      <w:r>
        <w:lastRenderedPageBreak/>
        <w:t xml:space="preserve">18.1.24      .         .        +INF       EPS       </w:t>
      </w:r>
    </w:p>
    <w:p w:rsidR="0062748B" w:rsidRDefault="0062748B" w:rsidP="0062748B">
      <w:r>
        <w:t xml:space="preserve">18.1.25      .         .        +INF       EPS       </w:t>
      </w:r>
    </w:p>
    <w:p w:rsidR="0062748B" w:rsidRDefault="0062748B" w:rsidP="0062748B">
      <w:r>
        <w:t xml:space="preserve">18.1.26      .         .        +INF       EPS       </w:t>
      </w:r>
    </w:p>
    <w:p w:rsidR="0062748B" w:rsidRDefault="0062748B" w:rsidP="0062748B">
      <w:r>
        <w:t xml:space="preserve">18.1.27      .         .        +INF       EPS       </w:t>
      </w:r>
    </w:p>
    <w:p w:rsidR="0062748B" w:rsidRDefault="0062748B" w:rsidP="0062748B">
      <w:r>
        <w:t xml:space="preserve">18.1.28      .         .        +INF       EPS       </w:t>
      </w:r>
    </w:p>
    <w:p w:rsidR="0062748B" w:rsidRDefault="0062748B" w:rsidP="0062748B">
      <w:r>
        <w:t xml:space="preserve">18.1.29      .         .        +INF       EPS       </w:t>
      </w:r>
    </w:p>
    <w:p w:rsidR="0062748B" w:rsidRDefault="0062748B" w:rsidP="0062748B">
      <w:r>
        <w:t xml:space="preserve">19.1.1       .         .        +INF       EPS       </w:t>
      </w:r>
    </w:p>
    <w:p w:rsidR="0062748B" w:rsidRDefault="0062748B" w:rsidP="0062748B">
      <w:r>
        <w:t xml:space="preserve">19.1.2       .         .        +INF       EPS       </w:t>
      </w:r>
    </w:p>
    <w:p w:rsidR="0062748B" w:rsidRDefault="0062748B" w:rsidP="0062748B">
      <w:r>
        <w:t xml:space="preserve">19.1.3       .         .        +INF       EPS       </w:t>
      </w:r>
    </w:p>
    <w:p w:rsidR="0062748B" w:rsidRDefault="0062748B" w:rsidP="0062748B">
      <w:r>
        <w:t xml:space="preserve">19.1.4       .         .        +INF       EPS       </w:t>
      </w:r>
    </w:p>
    <w:p w:rsidR="0062748B" w:rsidRDefault="0062748B" w:rsidP="0062748B">
      <w:r>
        <w:t xml:space="preserve">19.1.5       .         .        +INF       EPS       </w:t>
      </w:r>
    </w:p>
    <w:p w:rsidR="0062748B" w:rsidRDefault="0062748B" w:rsidP="0062748B">
      <w:r>
        <w:t xml:space="preserve">19.1.6       .         .        +INF       EPS       </w:t>
      </w:r>
    </w:p>
    <w:p w:rsidR="0062748B" w:rsidRDefault="0062748B" w:rsidP="0062748B">
      <w:r>
        <w:t xml:space="preserve">19.1.7       .         .        +INF       EPS       </w:t>
      </w:r>
    </w:p>
    <w:p w:rsidR="0062748B" w:rsidRDefault="0062748B" w:rsidP="0062748B">
      <w:r>
        <w:t xml:space="preserve">19.1.8       .         .        +INF       EPS       </w:t>
      </w:r>
    </w:p>
    <w:p w:rsidR="0062748B" w:rsidRDefault="0062748B" w:rsidP="0062748B">
      <w:r>
        <w:t xml:space="preserve">19.1.9       .         .        +INF       EPS       </w:t>
      </w:r>
    </w:p>
    <w:p w:rsidR="0062748B" w:rsidRDefault="0062748B" w:rsidP="0062748B">
      <w:r>
        <w:t xml:space="preserve">19.1.10      .         .        +INF       EPS       </w:t>
      </w:r>
    </w:p>
    <w:p w:rsidR="0062748B" w:rsidRDefault="0062748B" w:rsidP="0062748B">
      <w:r>
        <w:t xml:space="preserve">19.1.11      .         .        +INF       EPS       </w:t>
      </w:r>
    </w:p>
    <w:p w:rsidR="0062748B" w:rsidRDefault="0062748B" w:rsidP="0062748B">
      <w:r>
        <w:t xml:space="preserve">19.1.12      .         .        +INF       EPS       </w:t>
      </w:r>
    </w:p>
    <w:p w:rsidR="0062748B" w:rsidRDefault="0062748B" w:rsidP="0062748B">
      <w:r>
        <w:t xml:space="preserve">19.1.13      .         .        +INF       EPS       </w:t>
      </w:r>
    </w:p>
    <w:p w:rsidR="0062748B" w:rsidRDefault="0062748B" w:rsidP="0062748B">
      <w:r>
        <w:t xml:space="preserve">19.1.14      .         .        +INF       EPS       </w:t>
      </w:r>
    </w:p>
    <w:p w:rsidR="0062748B" w:rsidRDefault="0062748B" w:rsidP="0062748B">
      <w:r>
        <w:t xml:space="preserve">19.1.15      .         .        +INF       EPS       </w:t>
      </w:r>
    </w:p>
    <w:p w:rsidR="0062748B" w:rsidRDefault="0062748B" w:rsidP="0062748B">
      <w:r>
        <w:t xml:space="preserve">19.1.16      .         .        +INF       EPS       </w:t>
      </w:r>
    </w:p>
    <w:p w:rsidR="0062748B" w:rsidRDefault="0062748B" w:rsidP="0062748B">
      <w:r>
        <w:t xml:space="preserve">19.1.17      .         .        +INF       EPS       </w:t>
      </w:r>
    </w:p>
    <w:p w:rsidR="0062748B" w:rsidRDefault="0062748B" w:rsidP="0062748B">
      <w:r>
        <w:t xml:space="preserve">19.1.18      .         .        +INF       EPS       </w:t>
      </w:r>
    </w:p>
    <w:p w:rsidR="0062748B" w:rsidRDefault="0062748B" w:rsidP="0062748B">
      <w:r>
        <w:t xml:space="preserve">19.1.19      .         .        +INF       EPS       </w:t>
      </w:r>
    </w:p>
    <w:p w:rsidR="0062748B" w:rsidRDefault="0062748B" w:rsidP="0062748B">
      <w:r>
        <w:lastRenderedPageBreak/>
        <w:t xml:space="preserve">19.1.20      .         .        +INF       EPS       </w:t>
      </w:r>
    </w:p>
    <w:p w:rsidR="0062748B" w:rsidRDefault="0062748B" w:rsidP="0062748B">
      <w:r>
        <w:t xml:space="preserve">19.1.21      .         .        +INF       EPS       </w:t>
      </w:r>
    </w:p>
    <w:p w:rsidR="0062748B" w:rsidRDefault="0062748B" w:rsidP="0062748B">
      <w:r>
        <w:t xml:space="preserve">19.1.22      .         .        +INF       EPS       </w:t>
      </w:r>
    </w:p>
    <w:p w:rsidR="0062748B" w:rsidRDefault="0062748B" w:rsidP="0062748B">
      <w:r>
        <w:t xml:space="preserve">19.1.23      .         .        +INF       EPS       </w:t>
      </w:r>
    </w:p>
    <w:p w:rsidR="0062748B" w:rsidRDefault="0062748B" w:rsidP="0062748B">
      <w:r>
        <w:t xml:space="preserve">19.1.24      .         .        +INF       EPS       </w:t>
      </w:r>
    </w:p>
    <w:p w:rsidR="0062748B" w:rsidRDefault="0062748B" w:rsidP="0062748B">
      <w:r>
        <w:t xml:space="preserve">19.1.25      .         .        +INF       EPS       </w:t>
      </w:r>
    </w:p>
    <w:p w:rsidR="0062748B" w:rsidRDefault="0062748B" w:rsidP="0062748B">
      <w:r>
        <w:t xml:space="preserve">19.1.26      .         .        +INF       EPS       </w:t>
      </w:r>
    </w:p>
    <w:p w:rsidR="0062748B" w:rsidRDefault="0062748B" w:rsidP="0062748B">
      <w:r>
        <w:t xml:space="preserve">19.1.27      .         .        +INF       EPS       </w:t>
      </w:r>
    </w:p>
    <w:p w:rsidR="0062748B" w:rsidRDefault="0062748B" w:rsidP="0062748B">
      <w:r>
        <w:t xml:space="preserve">19.1.28      .         .        +INF       EPS       </w:t>
      </w:r>
    </w:p>
    <w:p w:rsidR="0062748B" w:rsidRDefault="0062748B" w:rsidP="0062748B">
      <w:r>
        <w:t xml:space="preserve">19.1.29      .         .        +INF       EPS       </w:t>
      </w:r>
    </w:p>
    <w:p w:rsidR="0062748B" w:rsidRDefault="0062748B" w:rsidP="0062748B">
      <w:r>
        <w:t xml:space="preserve">20.1.1       .         .        +INF       EPS       </w:t>
      </w:r>
    </w:p>
    <w:p w:rsidR="0062748B" w:rsidRDefault="0062748B" w:rsidP="0062748B">
      <w:r>
        <w:t xml:space="preserve">20.1.2       .         .        +INF       EPS       </w:t>
      </w:r>
    </w:p>
    <w:p w:rsidR="0062748B" w:rsidRDefault="0062748B" w:rsidP="0062748B">
      <w:r>
        <w:t xml:space="preserve">20.1.3       .         .        +INF       EPS       </w:t>
      </w:r>
    </w:p>
    <w:p w:rsidR="0062748B" w:rsidRDefault="0062748B" w:rsidP="0062748B">
      <w:r>
        <w:t xml:space="preserve">20.1.4       .         .        +INF       EPS       </w:t>
      </w:r>
    </w:p>
    <w:p w:rsidR="0062748B" w:rsidRDefault="0062748B" w:rsidP="0062748B">
      <w:r>
        <w:t xml:space="preserve">20.1.5       .         .        +INF       EPS       </w:t>
      </w:r>
    </w:p>
    <w:p w:rsidR="0062748B" w:rsidRDefault="0062748B" w:rsidP="0062748B">
      <w:r>
        <w:t xml:space="preserve">20.1.6       .         .        +INF       EPS       </w:t>
      </w:r>
    </w:p>
    <w:p w:rsidR="0062748B" w:rsidRDefault="0062748B" w:rsidP="0062748B">
      <w:r>
        <w:t xml:space="preserve">20.1.7       .         .        +INF       EPS       </w:t>
      </w:r>
    </w:p>
    <w:p w:rsidR="0062748B" w:rsidRDefault="0062748B" w:rsidP="0062748B">
      <w:r>
        <w:t xml:space="preserve">20.1.8       .         .        +INF       EPS       </w:t>
      </w:r>
    </w:p>
    <w:p w:rsidR="0062748B" w:rsidRDefault="0062748B" w:rsidP="0062748B">
      <w:r>
        <w:t xml:space="preserve">20.1.9       .         .        +INF       EPS       </w:t>
      </w:r>
    </w:p>
    <w:p w:rsidR="0062748B" w:rsidRDefault="0062748B" w:rsidP="0062748B">
      <w:r>
        <w:t xml:space="preserve">20.1.10      .         .        +INF       EPS       </w:t>
      </w:r>
    </w:p>
    <w:p w:rsidR="0062748B" w:rsidRDefault="0062748B" w:rsidP="0062748B">
      <w:r>
        <w:t xml:space="preserve">20.1.11      .         .        +INF       EPS       </w:t>
      </w:r>
    </w:p>
    <w:p w:rsidR="0062748B" w:rsidRDefault="0062748B" w:rsidP="0062748B">
      <w:r>
        <w:t xml:space="preserve">20.1.12      .         .        +INF       EPS       </w:t>
      </w:r>
    </w:p>
    <w:p w:rsidR="0062748B" w:rsidRDefault="0062748B" w:rsidP="0062748B">
      <w:r>
        <w:t xml:space="preserve">20.1.13      .         .        +INF       EPS       </w:t>
      </w:r>
    </w:p>
    <w:p w:rsidR="0062748B" w:rsidRDefault="0062748B" w:rsidP="0062748B">
      <w:r>
        <w:t xml:space="preserve">20.1.14      .         .        +INF       EPS       </w:t>
      </w:r>
    </w:p>
    <w:p w:rsidR="0062748B" w:rsidRDefault="0062748B" w:rsidP="0062748B">
      <w:r>
        <w:t xml:space="preserve">20.1.15      .         .        +INF       EPS       </w:t>
      </w:r>
    </w:p>
    <w:p w:rsidR="0062748B" w:rsidRDefault="0062748B" w:rsidP="0062748B">
      <w:r>
        <w:lastRenderedPageBreak/>
        <w:t xml:space="preserve">20.1.16      .         .        +INF       EPS       </w:t>
      </w:r>
    </w:p>
    <w:p w:rsidR="0062748B" w:rsidRDefault="0062748B" w:rsidP="0062748B">
      <w:r>
        <w:t xml:space="preserve">20.1.17      .         .        +INF       EPS       </w:t>
      </w:r>
    </w:p>
    <w:p w:rsidR="0062748B" w:rsidRDefault="0062748B" w:rsidP="0062748B">
      <w:r>
        <w:t xml:space="preserve">20.1.18      .         .        +INF       EPS       </w:t>
      </w:r>
    </w:p>
    <w:p w:rsidR="0062748B" w:rsidRDefault="0062748B" w:rsidP="0062748B">
      <w:r>
        <w:t xml:space="preserve">20.1.19      .         .        +INF       EPS       </w:t>
      </w:r>
    </w:p>
    <w:p w:rsidR="0062748B" w:rsidRDefault="0062748B" w:rsidP="0062748B">
      <w:r>
        <w:t xml:space="preserve">20.1.20      .         .        +INF       EPS       </w:t>
      </w:r>
    </w:p>
    <w:p w:rsidR="0062748B" w:rsidRDefault="0062748B" w:rsidP="0062748B">
      <w:r>
        <w:t xml:space="preserve">20.1.21      .         .        +INF       EPS       </w:t>
      </w:r>
    </w:p>
    <w:p w:rsidR="0062748B" w:rsidRDefault="0062748B" w:rsidP="0062748B">
      <w:r>
        <w:t xml:space="preserve">20.1.22      .         .        +INF       EPS       </w:t>
      </w:r>
    </w:p>
    <w:p w:rsidR="0062748B" w:rsidRDefault="0062748B" w:rsidP="0062748B">
      <w:r>
        <w:t xml:space="preserve">20.1.23      .         .        +INF       EPS       </w:t>
      </w:r>
    </w:p>
    <w:p w:rsidR="0062748B" w:rsidRDefault="0062748B" w:rsidP="0062748B">
      <w:r>
        <w:t xml:space="preserve">20.1.24      .         .        +INF       EPS       </w:t>
      </w:r>
    </w:p>
    <w:p w:rsidR="0062748B" w:rsidRDefault="0062748B" w:rsidP="0062748B">
      <w:r>
        <w:t xml:space="preserve">20.1.25      .         .        +INF       EPS       </w:t>
      </w:r>
    </w:p>
    <w:p w:rsidR="0062748B" w:rsidRDefault="0062748B" w:rsidP="0062748B">
      <w:r>
        <w:t xml:space="preserve">20.1.26      .         .        +INF       EPS       </w:t>
      </w:r>
    </w:p>
    <w:p w:rsidR="0062748B" w:rsidRDefault="0062748B" w:rsidP="0062748B">
      <w:r>
        <w:t xml:space="preserve">20.1.27      .         .        +INF       EPS       </w:t>
      </w:r>
    </w:p>
    <w:p w:rsidR="0062748B" w:rsidRDefault="0062748B" w:rsidP="0062748B">
      <w:r>
        <w:t xml:space="preserve">20.1.28      .         .        +INF       EPS       </w:t>
      </w:r>
    </w:p>
    <w:p w:rsidR="0062748B" w:rsidRDefault="0062748B" w:rsidP="0062748B">
      <w:r>
        <w:t xml:space="preserve">20.1.29      .         .        +INF       EPS       </w:t>
      </w:r>
    </w:p>
    <w:p w:rsidR="0062748B" w:rsidRDefault="0062748B" w:rsidP="0062748B">
      <w:r>
        <w:t xml:space="preserve">21.1.1       .         .        +INF       EPS       </w:t>
      </w:r>
    </w:p>
    <w:p w:rsidR="0062748B" w:rsidRDefault="0062748B" w:rsidP="0062748B">
      <w:r>
        <w:t xml:space="preserve">21.1.2       .         .        +INF       EPS       </w:t>
      </w:r>
    </w:p>
    <w:p w:rsidR="0062748B" w:rsidRDefault="0062748B" w:rsidP="0062748B">
      <w:r>
        <w:t xml:space="preserve">21.1.3       .         .        +INF       EPS       </w:t>
      </w:r>
    </w:p>
    <w:p w:rsidR="0062748B" w:rsidRDefault="0062748B" w:rsidP="0062748B">
      <w:r>
        <w:t xml:space="preserve">21.1.4       .         .        +INF       EPS       </w:t>
      </w:r>
    </w:p>
    <w:p w:rsidR="0062748B" w:rsidRDefault="0062748B" w:rsidP="0062748B">
      <w:r>
        <w:t xml:space="preserve">21.1.5       .         .        +INF       EPS       </w:t>
      </w:r>
    </w:p>
    <w:p w:rsidR="0062748B" w:rsidRDefault="0062748B" w:rsidP="0062748B">
      <w:r>
        <w:t xml:space="preserve">21.1.6       .         .        +INF       EPS       </w:t>
      </w:r>
    </w:p>
    <w:p w:rsidR="0062748B" w:rsidRDefault="0062748B" w:rsidP="0062748B">
      <w:r>
        <w:t xml:space="preserve">21.1.7       .         .        +INF       EPS       </w:t>
      </w:r>
    </w:p>
    <w:p w:rsidR="0062748B" w:rsidRDefault="0062748B" w:rsidP="0062748B">
      <w:r>
        <w:t xml:space="preserve">21.1.8       .         .        +INF       EPS       </w:t>
      </w:r>
    </w:p>
    <w:p w:rsidR="0062748B" w:rsidRDefault="0062748B" w:rsidP="0062748B">
      <w:r>
        <w:t xml:space="preserve">21.1.9       .         .        +INF       EPS       </w:t>
      </w:r>
    </w:p>
    <w:p w:rsidR="0062748B" w:rsidRDefault="0062748B" w:rsidP="0062748B">
      <w:r>
        <w:t xml:space="preserve">21.1.10      .         .        +INF       EPS       </w:t>
      </w:r>
    </w:p>
    <w:p w:rsidR="0062748B" w:rsidRDefault="0062748B" w:rsidP="0062748B">
      <w:r>
        <w:t xml:space="preserve">21.1.11      .         .        +INF       EPS       </w:t>
      </w:r>
    </w:p>
    <w:p w:rsidR="0062748B" w:rsidRDefault="0062748B" w:rsidP="0062748B">
      <w:r>
        <w:lastRenderedPageBreak/>
        <w:t xml:space="preserve">21.1.12      .         .        +INF       EPS       </w:t>
      </w:r>
    </w:p>
    <w:p w:rsidR="0062748B" w:rsidRDefault="0062748B" w:rsidP="0062748B">
      <w:r>
        <w:t xml:space="preserve">21.1.13      .         .        +INF       EPS       </w:t>
      </w:r>
    </w:p>
    <w:p w:rsidR="0062748B" w:rsidRDefault="0062748B" w:rsidP="0062748B">
      <w:r>
        <w:t xml:space="preserve">21.1.14      .         .        +INF       EPS       </w:t>
      </w:r>
    </w:p>
    <w:p w:rsidR="0062748B" w:rsidRDefault="0062748B" w:rsidP="0062748B">
      <w:r>
        <w:t xml:space="preserve">21.1.15      .         .        +INF       EPS       </w:t>
      </w:r>
    </w:p>
    <w:p w:rsidR="0062748B" w:rsidRDefault="0062748B" w:rsidP="0062748B">
      <w:r>
        <w:t xml:space="preserve">21.1.16      .         .        +INF       EPS       </w:t>
      </w:r>
    </w:p>
    <w:p w:rsidR="0062748B" w:rsidRDefault="0062748B" w:rsidP="0062748B">
      <w:r>
        <w:t xml:space="preserve">21.1.17      .         .        +INF       EPS       </w:t>
      </w:r>
    </w:p>
    <w:p w:rsidR="0062748B" w:rsidRDefault="0062748B" w:rsidP="0062748B">
      <w:r>
        <w:t xml:space="preserve">21.1.18      .         .        +INF       EPS       </w:t>
      </w:r>
    </w:p>
    <w:p w:rsidR="0062748B" w:rsidRDefault="0062748B" w:rsidP="0062748B">
      <w:r>
        <w:t xml:space="preserve">21.1.19      .         .        +INF       EPS       </w:t>
      </w:r>
    </w:p>
    <w:p w:rsidR="0062748B" w:rsidRDefault="0062748B" w:rsidP="0062748B">
      <w:r>
        <w:t xml:space="preserve">21.1.20      .         .        +INF       EPS       </w:t>
      </w:r>
    </w:p>
    <w:p w:rsidR="0062748B" w:rsidRDefault="0062748B" w:rsidP="0062748B">
      <w:r>
        <w:t xml:space="preserve">21.1.21      .         .        +INF       EPS       </w:t>
      </w:r>
    </w:p>
    <w:p w:rsidR="0062748B" w:rsidRDefault="0062748B" w:rsidP="0062748B">
      <w:r>
        <w:t xml:space="preserve">21.1.22      .         .        +INF       EPS       </w:t>
      </w:r>
    </w:p>
    <w:p w:rsidR="0062748B" w:rsidRDefault="0062748B" w:rsidP="0062748B">
      <w:r>
        <w:t xml:space="preserve">21.1.23      .         .        +INF       EPS       </w:t>
      </w:r>
    </w:p>
    <w:p w:rsidR="0062748B" w:rsidRDefault="0062748B" w:rsidP="0062748B">
      <w:r>
        <w:t xml:space="preserve">21.1.24      .         .        +INF       EPS       </w:t>
      </w:r>
    </w:p>
    <w:p w:rsidR="0062748B" w:rsidRDefault="0062748B" w:rsidP="0062748B">
      <w:r>
        <w:t xml:space="preserve">21.1.25      .         .        +INF       EPS       </w:t>
      </w:r>
    </w:p>
    <w:p w:rsidR="0062748B" w:rsidRDefault="0062748B" w:rsidP="0062748B">
      <w:r>
        <w:t xml:space="preserve">21.1.26      .         .        +INF       EPS       </w:t>
      </w:r>
    </w:p>
    <w:p w:rsidR="0062748B" w:rsidRDefault="0062748B" w:rsidP="0062748B">
      <w:r>
        <w:t xml:space="preserve">21.1.27      .         .        +INF       EPS       </w:t>
      </w:r>
    </w:p>
    <w:p w:rsidR="0062748B" w:rsidRDefault="0062748B" w:rsidP="0062748B">
      <w:r>
        <w:t xml:space="preserve">21.1.28      .         .        +INF       EPS       </w:t>
      </w:r>
    </w:p>
    <w:p w:rsidR="0062748B" w:rsidRDefault="0062748B" w:rsidP="0062748B">
      <w:r>
        <w:t xml:space="preserve">21.1.29      .         .        +INF       EPS       </w:t>
      </w:r>
    </w:p>
    <w:p w:rsidR="0062748B" w:rsidRDefault="0062748B" w:rsidP="0062748B">
      <w:r>
        <w:t xml:space="preserve">22.1.1       .         .        +INF       EPS       </w:t>
      </w:r>
    </w:p>
    <w:p w:rsidR="0062748B" w:rsidRDefault="0062748B" w:rsidP="0062748B">
      <w:r>
        <w:t xml:space="preserve">22.1.2       .         .        +INF       EPS       </w:t>
      </w:r>
    </w:p>
    <w:p w:rsidR="0062748B" w:rsidRDefault="0062748B" w:rsidP="0062748B">
      <w:r>
        <w:t xml:space="preserve">22.1.3       .         .        +INF       EPS       </w:t>
      </w:r>
    </w:p>
    <w:p w:rsidR="0062748B" w:rsidRDefault="0062748B" w:rsidP="0062748B">
      <w:r>
        <w:t xml:space="preserve">22.1.4       .         .        +INF       EPS       </w:t>
      </w:r>
    </w:p>
    <w:p w:rsidR="0062748B" w:rsidRDefault="0062748B" w:rsidP="0062748B">
      <w:r>
        <w:t xml:space="preserve">22.1.5       .         .        +INF       EPS       </w:t>
      </w:r>
    </w:p>
    <w:p w:rsidR="0062748B" w:rsidRDefault="0062748B" w:rsidP="0062748B">
      <w:r>
        <w:t xml:space="preserve">22.1.6       .         .        +INF       EPS       </w:t>
      </w:r>
    </w:p>
    <w:p w:rsidR="0062748B" w:rsidRDefault="0062748B" w:rsidP="0062748B">
      <w:r>
        <w:t xml:space="preserve">22.1.7       .         .        +INF       EPS       </w:t>
      </w:r>
    </w:p>
    <w:p w:rsidR="0062748B" w:rsidRDefault="0062748B" w:rsidP="0062748B">
      <w:r>
        <w:lastRenderedPageBreak/>
        <w:t xml:space="preserve">22.1.8       .         .        +INF       EPS       </w:t>
      </w:r>
    </w:p>
    <w:p w:rsidR="0062748B" w:rsidRDefault="0062748B" w:rsidP="0062748B">
      <w:r>
        <w:t xml:space="preserve">22.1.9       .         .        +INF       EPS       </w:t>
      </w:r>
    </w:p>
    <w:p w:rsidR="0062748B" w:rsidRDefault="0062748B" w:rsidP="0062748B">
      <w:r>
        <w:t xml:space="preserve">22.1.10      .         .        +INF       EPS       </w:t>
      </w:r>
    </w:p>
    <w:p w:rsidR="0062748B" w:rsidRDefault="0062748B" w:rsidP="0062748B">
      <w:r>
        <w:t xml:space="preserve">22.1.11      .         .        +INF       EPS       </w:t>
      </w:r>
    </w:p>
    <w:p w:rsidR="0062748B" w:rsidRDefault="0062748B" w:rsidP="0062748B">
      <w:r>
        <w:t xml:space="preserve">22.1.12      .         .        +INF       EPS       </w:t>
      </w:r>
    </w:p>
    <w:p w:rsidR="0062748B" w:rsidRDefault="0062748B" w:rsidP="0062748B">
      <w:r>
        <w:t xml:space="preserve">22.1.13      .         .        +INF       EPS       </w:t>
      </w:r>
    </w:p>
    <w:p w:rsidR="0062748B" w:rsidRDefault="0062748B" w:rsidP="0062748B">
      <w:r>
        <w:t xml:space="preserve">22.1.14      .         .        +INF       EPS       </w:t>
      </w:r>
    </w:p>
    <w:p w:rsidR="0062748B" w:rsidRDefault="0062748B" w:rsidP="0062748B">
      <w:r>
        <w:t xml:space="preserve">22.1.15      .         .        +INF       EPS       </w:t>
      </w:r>
    </w:p>
    <w:p w:rsidR="0062748B" w:rsidRDefault="0062748B" w:rsidP="0062748B">
      <w:r>
        <w:t xml:space="preserve">22.1.16      .         .        +INF       EPS       </w:t>
      </w:r>
    </w:p>
    <w:p w:rsidR="0062748B" w:rsidRDefault="0062748B" w:rsidP="0062748B">
      <w:r>
        <w:t xml:space="preserve">22.1.17      .         .        +INF       EPS       </w:t>
      </w:r>
    </w:p>
    <w:p w:rsidR="0062748B" w:rsidRDefault="0062748B" w:rsidP="0062748B">
      <w:r>
        <w:t xml:space="preserve">22.1.18      .         .        +INF       EPS       </w:t>
      </w:r>
    </w:p>
    <w:p w:rsidR="0062748B" w:rsidRDefault="0062748B" w:rsidP="0062748B">
      <w:r>
        <w:t xml:space="preserve">22.1.19      .         .        +INF       EPS       </w:t>
      </w:r>
    </w:p>
    <w:p w:rsidR="0062748B" w:rsidRDefault="0062748B" w:rsidP="0062748B">
      <w:r>
        <w:t xml:space="preserve">22.1.20      .         .        +INF       EPS       </w:t>
      </w:r>
    </w:p>
    <w:p w:rsidR="0062748B" w:rsidRDefault="0062748B" w:rsidP="0062748B">
      <w:r>
        <w:t xml:space="preserve">22.1.21      .         .        +INF       EPS       </w:t>
      </w:r>
    </w:p>
    <w:p w:rsidR="0062748B" w:rsidRDefault="0062748B" w:rsidP="0062748B">
      <w:r>
        <w:t xml:space="preserve">22.1.22      .         .        +INF       EPS       </w:t>
      </w:r>
    </w:p>
    <w:p w:rsidR="0062748B" w:rsidRDefault="0062748B" w:rsidP="0062748B">
      <w:r>
        <w:t xml:space="preserve">22.1.23      .         .        +INF       EPS       </w:t>
      </w:r>
    </w:p>
    <w:p w:rsidR="0062748B" w:rsidRDefault="0062748B" w:rsidP="0062748B">
      <w:r>
        <w:t xml:space="preserve">22.1.24      .         .        +INF       EPS       </w:t>
      </w:r>
    </w:p>
    <w:p w:rsidR="0062748B" w:rsidRDefault="0062748B" w:rsidP="0062748B">
      <w:r>
        <w:t xml:space="preserve">22.1.25      .         .        +INF       EPS       </w:t>
      </w:r>
    </w:p>
    <w:p w:rsidR="0062748B" w:rsidRDefault="0062748B" w:rsidP="0062748B">
      <w:r>
        <w:t xml:space="preserve">22.1.26      .         .        +INF       EPS       </w:t>
      </w:r>
    </w:p>
    <w:p w:rsidR="0062748B" w:rsidRDefault="0062748B" w:rsidP="0062748B">
      <w:r>
        <w:t xml:space="preserve">22.1.27      .         .        +INF       EPS       </w:t>
      </w:r>
    </w:p>
    <w:p w:rsidR="0062748B" w:rsidRDefault="0062748B" w:rsidP="0062748B">
      <w:r>
        <w:t xml:space="preserve">22.1.28      .         .        +INF       EPS       </w:t>
      </w:r>
    </w:p>
    <w:p w:rsidR="0062748B" w:rsidRDefault="0062748B" w:rsidP="0062748B">
      <w:r>
        <w:t xml:space="preserve">22.1.29      .         .        +INF       EPS       </w:t>
      </w:r>
    </w:p>
    <w:p w:rsidR="0062748B" w:rsidRDefault="0062748B" w:rsidP="0062748B">
      <w:r>
        <w:t xml:space="preserve">23.1.1       .         .        +INF       EPS       </w:t>
      </w:r>
    </w:p>
    <w:p w:rsidR="0062748B" w:rsidRDefault="0062748B" w:rsidP="0062748B">
      <w:r>
        <w:t xml:space="preserve">23.1.2       .         .        +INF       EPS       </w:t>
      </w:r>
    </w:p>
    <w:p w:rsidR="0062748B" w:rsidRDefault="0062748B" w:rsidP="0062748B">
      <w:r>
        <w:t xml:space="preserve">23.1.3       .         .        +INF       EPS       </w:t>
      </w:r>
    </w:p>
    <w:p w:rsidR="0062748B" w:rsidRDefault="0062748B" w:rsidP="0062748B">
      <w:r>
        <w:lastRenderedPageBreak/>
        <w:t xml:space="preserve">23.1.4       .         .        +INF       EPS       </w:t>
      </w:r>
    </w:p>
    <w:p w:rsidR="0062748B" w:rsidRDefault="0062748B" w:rsidP="0062748B">
      <w:r>
        <w:t xml:space="preserve">23.1.5       .         .        +INF       EPS       </w:t>
      </w:r>
    </w:p>
    <w:p w:rsidR="0062748B" w:rsidRDefault="0062748B" w:rsidP="0062748B">
      <w:r>
        <w:t xml:space="preserve">23.1.6       .         .        +INF       EPS       </w:t>
      </w:r>
    </w:p>
    <w:p w:rsidR="0062748B" w:rsidRDefault="0062748B" w:rsidP="0062748B">
      <w:r>
        <w:t xml:space="preserve">23.1.7       .         .        +INF       EPS       </w:t>
      </w:r>
    </w:p>
    <w:p w:rsidR="0062748B" w:rsidRDefault="0062748B" w:rsidP="0062748B">
      <w:r>
        <w:t xml:space="preserve">23.1.8       .         .        +INF       EPS       </w:t>
      </w:r>
    </w:p>
    <w:p w:rsidR="0062748B" w:rsidRDefault="0062748B" w:rsidP="0062748B">
      <w:r>
        <w:t xml:space="preserve">23.1.9       .         .        +INF       EPS       </w:t>
      </w:r>
    </w:p>
    <w:p w:rsidR="0062748B" w:rsidRDefault="0062748B" w:rsidP="0062748B">
      <w:r>
        <w:t xml:space="preserve">23.1.10      .         .        +INF       EPS       </w:t>
      </w:r>
    </w:p>
    <w:p w:rsidR="0062748B" w:rsidRDefault="0062748B" w:rsidP="0062748B">
      <w:r>
        <w:t xml:space="preserve">23.1.11      .         .        +INF       EPS       </w:t>
      </w:r>
    </w:p>
    <w:p w:rsidR="0062748B" w:rsidRDefault="0062748B" w:rsidP="0062748B">
      <w:r>
        <w:t xml:space="preserve">23.1.12      .         .        +INF       EPS       </w:t>
      </w:r>
    </w:p>
    <w:p w:rsidR="0062748B" w:rsidRDefault="0062748B" w:rsidP="0062748B">
      <w:r>
        <w:t xml:space="preserve">23.1.13      .         .        +INF       EPS       </w:t>
      </w:r>
    </w:p>
    <w:p w:rsidR="0062748B" w:rsidRDefault="0062748B" w:rsidP="0062748B">
      <w:r>
        <w:t xml:space="preserve">23.1.14      .         .        +INF       EPS       </w:t>
      </w:r>
    </w:p>
    <w:p w:rsidR="0062748B" w:rsidRDefault="0062748B" w:rsidP="0062748B">
      <w:r>
        <w:t xml:space="preserve">23.1.15      .         .        +INF       EPS       </w:t>
      </w:r>
    </w:p>
    <w:p w:rsidR="0062748B" w:rsidRDefault="0062748B" w:rsidP="0062748B">
      <w:r>
        <w:t xml:space="preserve">23.1.16      .         .        +INF       EPS       </w:t>
      </w:r>
    </w:p>
    <w:p w:rsidR="0062748B" w:rsidRDefault="0062748B" w:rsidP="0062748B">
      <w:r>
        <w:t xml:space="preserve">23.1.17      .         .        +INF       EPS       </w:t>
      </w:r>
    </w:p>
    <w:p w:rsidR="0062748B" w:rsidRDefault="0062748B" w:rsidP="0062748B">
      <w:r>
        <w:t xml:space="preserve">23.1.18      .         .        +INF       EPS       </w:t>
      </w:r>
    </w:p>
    <w:p w:rsidR="0062748B" w:rsidRDefault="0062748B" w:rsidP="0062748B">
      <w:r>
        <w:t xml:space="preserve">23.1.19      .         .        +INF       EPS       </w:t>
      </w:r>
    </w:p>
    <w:p w:rsidR="0062748B" w:rsidRDefault="0062748B" w:rsidP="0062748B">
      <w:r>
        <w:t xml:space="preserve">23.1.20      .         .        +INF       EPS       </w:t>
      </w:r>
    </w:p>
    <w:p w:rsidR="0062748B" w:rsidRDefault="0062748B" w:rsidP="0062748B">
      <w:r>
        <w:t xml:space="preserve">23.1.21      .         .        +INF       EPS       </w:t>
      </w:r>
    </w:p>
    <w:p w:rsidR="0062748B" w:rsidRDefault="0062748B" w:rsidP="0062748B">
      <w:r>
        <w:t xml:space="preserve">23.1.22      .         .        +INF       EPS       </w:t>
      </w:r>
    </w:p>
    <w:p w:rsidR="0062748B" w:rsidRDefault="0062748B" w:rsidP="0062748B">
      <w:r>
        <w:t xml:space="preserve">23.1.23      .         .        +INF       EPS       </w:t>
      </w:r>
    </w:p>
    <w:p w:rsidR="0062748B" w:rsidRDefault="0062748B" w:rsidP="0062748B">
      <w:r>
        <w:t xml:space="preserve">23.1.24      .         .        +INF       EPS       </w:t>
      </w:r>
    </w:p>
    <w:p w:rsidR="0062748B" w:rsidRDefault="0062748B" w:rsidP="0062748B">
      <w:r>
        <w:t xml:space="preserve">23.1.25      .         .        +INF       EPS       </w:t>
      </w:r>
    </w:p>
    <w:p w:rsidR="0062748B" w:rsidRDefault="0062748B" w:rsidP="0062748B">
      <w:r>
        <w:t xml:space="preserve">23.1.26      .         .        +INF       EPS       </w:t>
      </w:r>
    </w:p>
    <w:p w:rsidR="0062748B" w:rsidRDefault="0062748B" w:rsidP="0062748B">
      <w:r>
        <w:t xml:space="preserve">23.1.27      .         .        +INF       EPS       </w:t>
      </w:r>
    </w:p>
    <w:p w:rsidR="0062748B" w:rsidRDefault="0062748B" w:rsidP="0062748B">
      <w:r>
        <w:t xml:space="preserve">23.1.28      .         .        +INF       EPS       </w:t>
      </w:r>
    </w:p>
    <w:p w:rsidR="0062748B" w:rsidRDefault="0062748B" w:rsidP="0062748B">
      <w:r>
        <w:lastRenderedPageBreak/>
        <w:t xml:space="preserve">23.1.29      .         .        +INF       EPS       </w:t>
      </w:r>
    </w:p>
    <w:p w:rsidR="0062748B" w:rsidRDefault="0062748B" w:rsidP="0062748B">
      <w:r>
        <w:t xml:space="preserve">24.1.1       .         .        +INF       EPS       </w:t>
      </w:r>
    </w:p>
    <w:p w:rsidR="0062748B" w:rsidRDefault="0062748B" w:rsidP="0062748B">
      <w:r>
        <w:t xml:space="preserve">24.1.2       .         .        +INF       EPS       </w:t>
      </w:r>
    </w:p>
    <w:p w:rsidR="0062748B" w:rsidRDefault="0062748B" w:rsidP="0062748B">
      <w:r>
        <w:t xml:space="preserve">24.1.3       .         .        +INF       EPS       </w:t>
      </w:r>
    </w:p>
    <w:p w:rsidR="0062748B" w:rsidRDefault="0062748B" w:rsidP="0062748B">
      <w:r>
        <w:t xml:space="preserve">24.1.4       .         .        +INF       EPS       </w:t>
      </w:r>
    </w:p>
    <w:p w:rsidR="0062748B" w:rsidRDefault="0062748B" w:rsidP="0062748B">
      <w:r>
        <w:t xml:space="preserve">24.1.5       .         .        +INF       EPS       </w:t>
      </w:r>
    </w:p>
    <w:p w:rsidR="0062748B" w:rsidRDefault="0062748B" w:rsidP="0062748B">
      <w:r>
        <w:t xml:space="preserve">24.1.6       .         .        +INF       EPS       </w:t>
      </w:r>
    </w:p>
    <w:p w:rsidR="0062748B" w:rsidRDefault="0062748B" w:rsidP="0062748B">
      <w:r>
        <w:t xml:space="preserve">24.1.7       .         .        +INF       EPS       </w:t>
      </w:r>
    </w:p>
    <w:p w:rsidR="0062748B" w:rsidRDefault="0062748B" w:rsidP="0062748B">
      <w:r>
        <w:t xml:space="preserve">24.1.8       .         .        +INF       EPS       </w:t>
      </w:r>
    </w:p>
    <w:p w:rsidR="0062748B" w:rsidRDefault="0062748B" w:rsidP="0062748B">
      <w:r>
        <w:t xml:space="preserve">24.1.9       .         .        +INF       EPS       </w:t>
      </w:r>
    </w:p>
    <w:p w:rsidR="0062748B" w:rsidRDefault="0062748B" w:rsidP="0062748B">
      <w:r>
        <w:t xml:space="preserve">24.1.10      .         .        +INF       EPS       </w:t>
      </w:r>
    </w:p>
    <w:p w:rsidR="0062748B" w:rsidRDefault="0062748B" w:rsidP="0062748B">
      <w:r>
        <w:t xml:space="preserve">24.1.11      .         .        +INF       EPS       </w:t>
      </w:r>
    </w:p>
    <w:p w:rsidR="0062748B" w:rsidRDefault="0062748B" w:rsidP="0062748B">
      <w:r>
        <w:t xml:space="preserve">24.1.12      .         .        +INF       EPS       </w:t>
      </w:r>
    </w:p>
    <w:p w:rsidR="0062748B" w:rsidRDefault="0062748B" w:rsidP="0062748B">
      <w:r>
        <w:t xml:space="preserve">24.1.13      .         .        +INF       EPS       </w:t>
      </w:r>
    </w:p>
    <w:p w:rsidR="0062748B" w:rsidRDefault="0062748B" w:rsidP="0062748B">
      <w:r>
        <w:t xml:space="preserve">24.1.14      .         .        +INF       EPS       </w:t>
      </w:r>
    </w:p>
    <w:p w:rsidR="0062748B" w:rsidRDefault="0062748B" w:rsidP="0062748B">
      <w:r>
        <w:t xml:space="preserve">24.1.15      .         .        +INF       EPS       </w:t>
      </w:r>
    </w:p>
    <w:p w:rsidR="0062748B" w:rsidRDefault="0062748B" w:rsidP="0062748B">
      <w:r>
        <w:t xml:space="preserve">24.1.16      .         .        +INF       EPS       </w:t>
      </w:r>
    </w:p>
    <w:p w:rsidR="0062748B" w:rsidRDefault="0062748B" w:rsidP="0062748B">
      <w:r>
        <w:t xml:space="preserve">24.1.17      .         .        +INF       EPS       </w:t>
      </w:r>
    </w:p>
    <w:p w:rsidR="0062748B" w:rsidRDefault="0062748B" w:rsidP="0062748B">
      <w:r>
        <w:t xml:space="preserve">24.1.18      .         .        +INF       EPS       </w:t>
      </w:r>
    </w:p>
    <w:p w:rsidR="0062748B" w:rsidRDefault="0062748B" w:rsidP="0062748B">
      <w:r>
        <w:t xml:space="preserve">24.1.19      .         .        +INF       EPS       </w:t>
      </w:r>
    </w:p>
    <w:p w:rsidR="0062748B" w:rsidRDefault="0062748B" w:rsidP="0062748B">
      <w:r>
        <w:t xml:space="preserve">24.1.20      .         .        +INF       EPS       </w:t>
      </w:r>
    </w:p>
    <w:p w:rsidR="0062748B" w:rsidRDefault="0062748B" w:rsidP="0062748B">
      <w:r>
        <w:t xml:space="preserve">24.1.21      .         .        +INF       EPS       </w:t>
      </w:r>
    </w:p>
    <w:p w:rsidR="0062748B" w:rsidRDefault="0062748B" w:rsidP="0062748B">
      <w:r>
        <w:t xml:space="preserve">24.1.22      .         .        +INF       EPS       </w:t>
      </w:r>
    </w:p>
    <w:p w:rsidR="0062748B" w:rsidRDefault="0062748B" w:rsidP="0062748B">
      <w:r>
        <w:t xml:space="preserve">24.1.23      .         .        +INF       EPS       </w:t>
      </w:r>
    </w:p>
    <w:p w:rsidR="0062748B" w:rsidRDefault="0062748B" w:rsidP="0062748B">
      <w:r>
        <w:t xml:space="preserve">24.1.24      .         .        +INF       EPS       </w:t>
      </w:r>
    </w:p>
    <w:p w:rsidR="0062748B" w:rsidRDefault="0062748B" w:rsidP="0062748B">
      <w:r>
        <w:lastRenderedPageBreak/>
        <w:t xml:space="preserve">24.1.25      .         .        +INF       EPS       </w:t>
      </w:r>
    </w:p>
    <w:p w:rsidR="0062748B" w:rsidRDefault="0062748B" w:rsidP="0062748B">
      <w:r>
        <w:t xml:space="preserve">24.1.26      .         .        +INF       EPS       </w:t>
      </w:r>
    </w:p>
    <w:p w:rsidR="0062748B" w:rsidRDefault="0062748B" w:rsidP="0062748B">
      <w:r>
        <w:t xml:space="preserve">24.1.27      .         .        +INF       EPS       </w:t>
      </w:r>
    </w:p>
    <w:p w:rsidR="0062748B" w:rsidRDefault="0062748B" w:rsidP="0062748B">
      <w:r>
        <w:t xml:space="preserve">24.1.28      .         .        +INF       EPS       </w:t>
      </w:r>
    </w:p>
    <w:p w:rsidR="0062748B" w:rsidRDefault="0062748B" w:rsidP="0062748B">
      <w:r>
        <w:t xml:space="preserve">24.1.29      .         .        +INF       EPS       </w:t>
      </w:r>
    </w:p>
    <w:p w:rsidR="0062748B" w:rsidRDefault="0062748B" w:rsidP="0062748B">
      <w:r>
        <w:t xml:space="preserve">25.1.1       .         .        +INF       EPS       </w:t>
      </w:r>
    </w:p>
    <w:p w:rsidR="0062748B" w:rsidRDefault="0062748B" w:rsidP="0062748B">
      <w:r>
        <w:t xml:space="preserve">25.1.2       .         .        +INF       EPS       </w:t>
      </w:r>
    </w:p>
    <w:p w:rsidR="0062748B" w:rsidRDefault="0062748B" w:rsidP="0062748B">
      <w:r>
        <w:t xml:space="preserve">25.1.3       .         .        +INF       EPS       </w:t>
      </w:r>
    </w:p>
    <w:p w:rsidR="0062748B" w:rsidRDefault="0062748B" w:rsidP="0062748B">
      <w:r>
        <w:t xml:space="preserve">25.1.4       .         .        +INF       EPS       </w:t>
      </w:r>
    </w:p>
    <w:p w:rsidR="0062748B" w:rsidRDefault="0062748B" w:rsidP="0062748B">
      <w:r>
        <w:t xml:space="preserve">25.1.5       .         .        +INF       EPS       </w:t>
      </w:r>
    </w:p>
    <w:p w:rsidR="0062748B" w:rsidRDefault="0062748B" w:rsidP="0062748B">
      <w:r>
        <w:t xml:space="preserve">25.1.6       .         .        +INF       EPS       </w:t>
      </w:r>
    </w:p>
    <w:p w:rsidR="0062748B" w:rsidRDefault="0062748B" w:rsidP="0062748B">
      <w:r>
        <w:t xml:space="preserve">25.1.7       .         .        +INF       EPS       </w:t>
      </w:r>
    </w:p>
    <w:p w:rsidR="0062748B" w:rsidRDefault="0062748B" w:rsidP="0062748B">
      <w:r>
        <w:t xml:space="preserve">25.1.8       .         .        +INF       EPS       </w:t>
      </w:r>
    </w:p>
    <w:p w:rsidR="0062748B" w:rsidRDefault="0062748B" w:rsidP="0062748B">
      <w:r>
        <w:t xml:space="preserve">25.1.9       .         .        +INF       EPS       </w:t>
      </w:r>
    </w:p>
    <w:p w:rsidR="0062748B" w:rsidRDefault="0062748B" w:rsidP="0062748B">
      <w:r>
        <w:t xml:space="preserve">25.1.10      .         .        +INF       EPS       </w:t>
      </w:r>
    </w:p>
    <w:p w:rsidR="0062748B" w:rsidRDefault="0062748B" w:rsidP="0062748B">
      <w:r>
        <w:t xml:space="preserve">25.1.11      .         .        +INF       EPS       </w:t>
      </w:r>
    </w:p>
    <w:p w:rsidR="0062748B" w:rsidRDefault="0062748B" w:rsidP="0062748B">
      <w:r>
        <w:t xml:space="preserve">25.1.12      .         .        +INF       EPS       </w:t>
      </w:r>
    </w:p>
    <w:p w:rsidR="0062748B" w:rsidRDefault="0062748B" w:rsidP="0062748B">
      <w:r>
        <w:t xml:space="preserve">25.1.13      .         .        +INF       EPS       </w:t>
      </w:r>
    </w:p>
    <w:p w:rsidR="0062748B" w:rsidRDefault="0062748B" w:rsidP="0062748B">
      <w:r>
        <w:t xml:space="preserve">25.1.14      .         .        +INF       EPS       </w:t>
      </w:r>
    </w:p>
    <w:p w:rsidR="0062748B" w:rsidRDefault="0062748B" w:rsidP="0062748B">
      <w:r>
        <w:t xml:space="preserve">25.1.15      .         .        +INF       EPS       </w:t>
      </w:r>
    </w:p>
    <w:p w:rsidR="0062748B" w:rsidRDefault="0062748B" w:rsidP="0062748B">
      <w:r>
        <w:t xml:space="preserve">25.1.16      .         .        +INF       EPS       </w:t>
      </w:r>
    </w:p>
    <w:p w:rsidR="0062748B" w:rsidRDefault="0062748B" w:rsidP="0062748B">
      <w:r>
        <w:t xml:space="preserve">25.1.17      .         .        +INF       EPS       </w:t>
      </w:r>
    </w:p>
    <w:p w:rsidR="0062748B" w:rsidRDefault="0062748B" w:rsidP="0062748B">
      <w:r>
        <w:t xml:space="preserve">25.1.18      .         .        +INF       EPS       </w:t>
      </w:r>
    </w:p>
    <w:p w:rsidR="0062748B" w:rsidRDefault="0062748B" w:rsidP="0062748B">
      <w:r>
        <w:t xml:space="preserve">25.1.19      .         .        +INF       EPS       </w:t>
      </w:r>
    </w:p>
    <w:p w:rsidR="0062748B" w:rsidRDefault="0062748B" w:rsidP="0062748B">
      <w:r>
        <w:t xml:space="preserve">25.1.20      .         .        +INF       EPS       </w:t>
      </w:r>
    </w:p>
    <w:p w:rsidR="0062748B" w:rsidRDefault="0062748B" w:rsidP="0062748B">
      <w:r>
        <w:lastRenderedPageBreak/>
        <w:t xml:space="preserve">25.1.21      .         .        +INF       EPS       </w:t>
      </w:r>
    </w:p>
    <w:p w:rsidR="0062748B" w:rsidRDefault="0062748B" w:rsidP="0062748B">
      <w:r>
        <w:t xml:space="preserve">25.1.22      .         .        +INF       EPS       </w:t>
      </w:r>
    </w:p>
    <w:p w:rsidR="0062748B" w:rsidRDefault="0062748B" w:rsidP="0062748B">
      <w:r>
        <w:t xml:space="preserve">25.1.23      .         .        +INF       EPS       </w:t>
      </w:r>
    </w:p>
    <w:p w:rsidR="0062748B" w:rsidRDefault="0062748B" w:rsidP="0062748B">
      <w:r>
        <w:t xml:space="preserve">25.1.24      .         .        +INF       EPS       </w:t>
      </w:r>
    </w:p>
    <w:p w:rsidR="0062748B" w:rsidRDefault="0062748B" w:rsidP="0062748B">
      <w:r>
        <w:t xml:space="preserve">25.1.25      .         .        +INF       EPS       </w:t>
      </w:r>
    </w:p>
    <w:p w:rsidR="0062748B" w:rsidRDefault="0062748B" w:rsidP="0062748B">
      <w:r>
        <w:t xml:space="preserve">25.1.26      .         .        +INF       EPS       </w:t>
      </w:r>
    </w:p>
    <w:p w:rsidR="0062748B" w:rsidRDefault="0062748B" w:rsidP="0062748B">
      <w:r>
        <w:t xml:space="preserve">25.1.27      .         .        +INF       EPS       </w:t>
      </w:r>
    </w:p>
    <w:p w:rsidR="0062748B" w:rsidRDefault="0062748B" w:rsidP="0062748B">
      <w:r>
        <w:t xml:space="preserve">25.1.28      .         .        +INF       EPS       </w:t>
      </w:r>
    </w:p>
    <w:p w:rsidR="0062748B" w:rsidRDefault="0062748B" w:rsidP="0062748B">
      <w:r>
        <w:t xml:space="preserve">25.1.29      .         .        +INF       EPS       </w:t>
      </w:r>
    </w:p>
    <w:p w:rsidR="0062748B" w:rsidRDefault="0062748B" w:rsidP="0062748B">
      <w:r>
        <w:t xml:space="preserve">26.1.1       .         .        +INF       EPS       </w:t>
      </w:r>
    </w:p>
    <w:p w:rsidR="0062748B" w:rsidRDefault="0062748B" w:rsidP="0062748B">
      <w:r>
        <w:t xml:space="preserve">26.1.2       .         .        +INF       EPS       </w:t>
      </w:r>
    </w:p>
    <w:p w:rsidR="0062748B" w:rsidRDefault="0062748B" w:rsidP="0062748B">
      <w:r>
        <w:t xml:space="preserve">26.1.3       .         .        +INF       EPS       </w:t>
      </w:r>
    </w:p>
    <w:p w:rsidR="0062748B" w:rsidRDefault="0062748B" w:rsidP="0062748B">
      <w:r>
        <w:t xml:space="preserve">26.1.4       .         .        +INF       EPS       </w:t>
      </w:r>
    </w:p>
    <w:p w:rsidR="0062748B" w:rsidRDefault="0062748B" w:rsidP="0062748B">
      <w:r>
        <w:t xml:space="preserve">26.1.5       .         .        +INF       EPS       </w:t>
      </w:r>
    </w:p>
    <w:p w:rsidR="0062748B" w:rsidRDefault="0062748B" w:rsidP="0062748B">
      <w:r>
        <w:t xml:space="preserve">26.1.6       .         .        +INF       EPS       </w:t>
      </w:r>
    </w:p>
    <w:p w:rsidR="0062748B" w:rsidRDefault="0062748B" w:rsidP="0062748B">
      <w:r>
        <w:t xml:space="preserve">26.1.7       .         .        +INF       EPS       </w:t>
      </w:r>
    </w:p>
    <w:p w:rsidR="0062748B" w:rsidRDefault="0062748B" w:rsidP="0062748B">
      <w:r>
        <w:t xml:space="preserve">26.1.8       .         .        +INF       EPS       </w:t>
      </w:r>
    </w:p>
    <w:p w:rsidR="0062748B" w:rsidRDefault="0062748B" w:rsidP="0062748B">
      <w:r>
        <w:t xml:space="preserve">26.1.9       .         .        +INF       EPS       </w:t>
      </w:r>
    </w:p>
    <w:p w:rsidR="0062748B" w:rsidRDefault="0062748B" w:rsidP="0062748B">
      <w:r>
        <w:t xml:space="preserve">26.1.10      .         .        +INF       EPS       </w:t>
      </w:r>
    </w:p>
    <w:p w:rsidR="0062748B" w:rsidRDefault="0062748B" w:rsidP="0062748B">
      <w:r>
        <w:t xml:space="preserve">26.1.11      .         .        +INF       EPS       </w:t>
      </w:r>
    </w:p>
    <w:p w:rsidR="0062748B" w:rsidRDefault="0062748B" w:rsidP="0062748B">
      <w:r>
        <w:t xml:space="preserve">26.1.12      .         .        +INF       EPS       </w:t>
      </w:r>
    </w:p>
    <w:p w:rsidR="0062748B" w:rsidRDefault="0062748B" w:rsidP="0062748B">
      <w:r>
        <w:t xml:space="preserve">26.1.13      .         .        +INF       EPS       </w:t>
      </w:r>
    </w:p>
    <w:p w:rsidR="0062748B" w:rsidRDefault="0062748B" w:rsidP="0062748B">
      <w:r>
        <w:t xml:space="preserve">26.1.14      .         .        +INF       EPS       </w:t>
      </w:r>
    </w:p>
    <w:p w:rsidR="0062748B" w:rsidRDefault="0062748B" w:rsidP="0062748B">
      <w:r>
        <w:t xml:space="preserve">26.1.15      .         .        +INF       EPS       </w:t>
      </w:r>
    </w:p>
    <w:p w:rsidR="0062748B" w:rsidRDefault="0062748B" w:rsidP="0062748B">
      <w:r>
        <w:t xml:space="preserve">26.1.16      .         .        +INF       EPS       </w:t>
      </w:r>
    </w:p>
    <w:p w:rsidR="0062748B" w:rsidRDefault="0062748B" w:rsidP="0062748B">
      <w:r>
        <w:lastRenderedPageBreak/>
        <w:t xml:space="preserve">26.1.17      .         .        +INF       EPS       </w:t>
      </w:r>
    </w:p>
    <w:p w:rsidR="0062748B" w:rsidRDefault="0062748B" w:rsidP="0062748B">
      <w:r>
        <w:t xml:space="preserve">26.1.18      .         .        +INF       EPS       </w:t>
      </w:r>
    </w:p>
    <w:p w:rsidR="0062748B" w:rsidRDefault="0062748B" w:rsidP="0062748B">
      <w:r>
        <w:t xml:space="preserve">26.1.19      .         .        +INF       EPS       </w:t>
      </w:r>
    </w:p>
    <w:p w:rsidR="0062748B" w:rsidRDefault="0062748B" w:rsidP="0062748B">
      <w:r>
        <w:t xml:space="preserve">26.1.20      .         .        +INF       EPS       </w:t>
      </w:r>
    </w:p>
    <w:p w:rsidR="0062748B" w:rsidRDefault="0062748B" w:rsidP="0062748B">
      <w:r>
        <w:t xml:space="preserve">26.1.21      .         .        +INF       EPS       </w:t>
      </w:r>
    </w:p>
    <w:p w:rsidR="0062748B" w:rsidRDefault="0062748B" w:rsidP="0062748B">
      <w:r>
        <w:t xml:space="preserve">26.1.22      .         .        +INF       EPS       </w:t>
      </w:r>
    </w:p>
    <w:p w:rsidR="0062748B" w:rsidRDefault="0062748B" w:rsidP="0062748B">
      <w:r>
        <w:t xml:space="preserve">26.1.23      .         .        +INF       EPS       </w:t>
      </w:r>
    </w:p>
    <w:p w:rsidR="0062748B" w:rsidRDefault="0062748B" w:rsidP="0062748B">
      <w:r>
        <w:t xml:space="preserve">26.1.24      .         .        +INF       EPS       </w:t>
      </w:r>
    </w:p>
    <w:p w:rsidR="0062748B" w:rsidRDefault="0062748B" w:rsidP="0062748B">
      <w:r>
        <w:t xml:space="preserve">26.1.25      .         .        +INF       EPS       </w:t>
      </w:r>
    </w:p>
    <w:p w:rsidR="0062748B" w:rsidRDefault="0062748B" w:rsidP="0062748B">
      <w:r>
        <w:t xml:space="preserve">26.1.26      .         .        +INF       EPS       </w:t>
      </w:r>
    </w:p>
    <w:p w:rsidR="0062748B" w:rsidRDefault="0062748B" w:rsidP="0062748B">
      <w:r>
        <w:t xml:space="preserve">26.1.27      .         .        +INF       EPS       </w:t>
      </w:r>
    </w:p>
    <w:p w:rsidR="0062748B" w:rsidRDefault="0062748B" w:rsidP="0062748B">
      <w:r>
        <w:t xml:space="preserve">26.1.28      .         .        +INF       EPS       </w:t>
      </w:r>
    </w:p>
    <w:p w:rsidR="0062748B" w:rsidRDefault="0062748B" w:rsidP="0062748B">
      <w:r>
        <w:t xml:space="preserve">26.1.29      .         .        +INF       EPS       </w:t>
      </w:r>
    </w:p>
    <w:p w:rsidR="0062748B" w:rsidRDefault="0062748B" w:rsidP="0062748B">
      <w:r>
        <w:t xml:space="preserve">27.1.1       .         .        +INF       EPS       </w:t>
      </w:r>
    </w:p>
    <w:p w:rsidR="0062748B" w:rsidRDefault="0062748B" w:rsidP="0062748B">
      <w:r>
        <w:t xml:space="preserve">27.1.2       .         .        +INF       EPS       </w:t>
      </w:r>
    </w:p>
    <w:p w:rsidR="0062748B" w:rsidRDefault="0062748B" w:rsidP="0062748B">
      <w:r>
        <w:t xml:space="preserve">27.1.3       .         .        +INF       EPS       </w:t>
      </w:r>
    </w:p>
    <w:p w:rsidR="0062748B" w:rsidRDefault="0062748B" w:rsidP="0062748B">
      <w:r>
        <w:t xml:space="preserve">27.1.4       .         .        +INF       EPS       </w:t>
      </w:r>
    </w:p>
    <w:p w:rsidR="0062748B" w:rsidRDefault="0062748B" w:rsidP="0062748B">
      <w:r>
        <w:t xml:space="preserve">27.1.5       .         .        +INF       EPS       </w:t>
      </w:r>
    </w:p>
    <w:p w:rsidR="0062748B" w:rsidRDefault="0062748B" w:rsidP="0062748B">
      <w:r>
        <w:t xml:space="preserve">27.1.6       .         .        +INF       EPS       </w:t>
      </w:r>
    </w:p>
    <w:p w:rsidR="0062748B" w:rsidRDefault="0062748B" w:rsidP="0062748B">
      <w:r>
        <w:t xml:space="preserve">27.1.7       .         .        +INF       EPS       </w:t>
      </w:r>
    </w:p>
    <w:p w:rsidR="0062748B" w:rsidRDefault="0062748B" w:rsidP="0062748B">
      <w:r>
        <w:t xml:space="preserve">27.1.8       .         .        +INF       EPS       </w:t>
      </w:r>
    </w:p>
    <w:p w:rsidR="0062748B" w:rsidRDefault="0062748B" w:rsidP="0062748B">
      <w:r>
        <w:t xml:space="preserve">27.1.9       .         .        +INF       EPS       </w:t>
      </w:r>
    </w:p>
    <w:p w:rsidR="0062748B" w:rsidRDefault="0062748B" w:rsidP="0062748B">
      <w:r>
        <w:t xml:space="preserve">27.1.10      .         .        +INF       EPS       </w:t>
      </w:r>
    </w:p>
    <w:p w:rsidR="0062748B" w:rsidRDefault="0062748B" w:rsidP="0062748B">
      <w:r>
        <w:t xml:space="preserve">27.1.11      .         .        +INF       EPS       </w:t>
      </w:r>
    </w:p>
    <w:p w:rsidR="0062748B" w:rsidRDefault="0062748B" w:rsidP="0062748B">
      <w:r>
        <w:t xml:space="preserve">27.1.12      .         .        +INF       EPS       </w:t>
      </w:r>
    </w:p>
    <w:p w:rsidR="0062748B" w:rsidRDefault="0062748B" w:rsidP="0062748B">
      <w:r>
        <w:lastRenderedPageBreak/>
        <w:t xml:space="preserve">27.1.13      .         .        +INF       EPS       </w:t>
      </w:r>
    </w:p>
    <w:p w:rsidR="0062748B" w:rsidRDefault="0062748B" w:rsidP="0062748B">
      <w:r>
        <w:t xml:space="preserve">27.1.14      .         .        +INF       EPS       </w:t>
      </w:r>
    </w:p>
    <w:p w:rsidR="0062748B" w:rsidRDefault="0062748B" w:rsidP="0062748B">
      <w:r>
        <w:t xml:space="preserve">27.1.15      .         .        +INF       EPS       </w:t>
      </w:r>
    </w:p>
    <w:p w:rsidR="0062748B" w:rsidRDefault="0062748B" w:rsidP="0062748B">
      <w:r>
        <w:t xml:space="preserve">27.1.16      .         .        +INF       EPS       </w:t>
      </w:r>
    </w:p>
    <w:p w:rsidR="0062748B" w:rsidRDefault="0062748B" w:rsidP="0062748B">
      <w:r>
        <w:t xml:space="preserve">27.1.17      .         .        +INF       EPS       </w:t>
      </w:r>
    </w:p>
    <w:p w:rsidR="0062748B" w:rsidRDefault="0062748B" w:rsidP="0062748B">
      <w:r>
        <w:t xml:space="preserve">27.1.18      .         .        +INF       EPS       </w:t>
      </w:r>
    </w:p>
    <w:p w:rsidR="0062748B" w:rsidRDefault="0062748B" w:rsidP="0062748B">
      <w:r>
        <w:t xml:space="preserve">27.1.19      .         .        +INF       EPS       </w:t>
      </w:r>
    </w:p>
    <w:p w:rsidR="0062748B" w:rsidRDefault="0062748B" w:rsidP="0062748B">
      <w:r>
        <w:t xml:space="preserve">27.1.20      .         .        +INF       EPS       </w:t>
      </w:r>
    </w:p>
    <w:p w:rsidR="0062748B" w:rsidRDefault="0062748B" w:rsidP="0062748B">
      <w:r>
        <w:t xml:space="preserve">27.1.21      .         .        +INF       EPS       </w:t>
      </w:r>
    </w:p>
    <w:p w:rsidR="0062748B" w:rsidRDefault="0062748B" w:rsidP="0062748B">
      <w:r>
        <w:t xml:space="preserve">27.1.22      .         .        +INF       EPS       </w:t>
      </w:r>
    </w:p>
    <w:p w:rsidR="0062748B" w:rsidRDefault="0062748B" w:rsidP="0062748B">
      <w:r>
        <w:t xml:space="preserve">27.1.23      .         .        +INF       EPS       </w:t>
      </w:r>
    </w:p>
    <w:p w:rsidR="0062748B" w:rsidRDefault="0062748B" w:rsidP="0062748B">
      <w:r>
        <w:t xml:space="preserve">27.1.24      .         .        +INF       EPS       </w:t>
      </w:r>
    </w:p>
    <w:p w:rsidR="0062748B" w:rsidRDefault="0062748B" w:rsidP="0062748B">
      <w:r>
        <w:t xml:space="preserve">27.1.25      .         .        +INF       EPS       </w:t>
      </w:r>
    </w:p>
    <w:p w:rsidR="0062748B" w:rsidRDefault="0062748B" w:rsidP="0062748B">
      <w:r>
        <w:t xml:space="preserve">27.1.26      .         .        +INF       EPS       </w:t>
      </w:r>
    </w:p>
    <w:p w:rsidR="0062748B" w:rsidRDefault="0062748B" w:rsidP="0062748B">
      <w:r>
        <w:t xml:space="preserve">27.1.27      .         .        +INF       EPS       </w:t>
      </w:r>
    </w:p>
    <w:p w:rsidR="0062748B" w:rsidRDefault="0062748B" w:rsidP="0062748B">
      <w:r>
        <w:t xml:space="preserve">27.1.28      .         .        +INF       EPS       </w:t>
      </w:r>
    </w:p>
    <w:p w:rsidR="0062748B" w:rsidRDefault="0062748B" w:rsidP="0062748B">
      <w:r>
        <w:t xml:space="preserve">27.1.29      .         .        +INF       EPS       </w:t>
      </w:r>
    </w:p>
    <w:p w:rsidR="0062748B" w:rsidRDefault="0062748B" w:rsidP="0062748B">
      <w:r>
        <w:t xml:space="preserve">28.1.1       .         .        +INF       EPS       </w:t>
      </w:r>
    </w:p>
    <w:p w:rsidR="0062748B" w:rsidRDefault="0062748B" w:rsidP="0062748B">
      <w:r>
        <w:t xml:space="preserve">28.1.2       .         .        +INF       EPS       </w:t>
      </w:r>
    </w:p>
    <w:p w:rsidR="0062748B" w:rsidRDefault="0062748B" w:rsidP="0062748B">
      <w:r>
        <w:t xml:space="preserve">28.1.3       .         .        +INF       EPS       </w:t>
      </w:r>
    </w:p>
    <w:p w:rsidR="0062748B" w:rsidRDefault="0062748B" w:rsidP="0062748B">
      <w:r>
        <w:t xml:space="preserve">28.1.4       .         .        +INF       EPS       </w:t>
      </w:r>
    </w:p>
    <w:p w:rsidR="0062748B" w:rsidRDefault="0062748B" w:rsidP="0062748B">
      <w:r>
        <w:t xml:space="preserve">28.1.5       .         .        +INF       EPS       </w:t>
      </w:r>
    </w:p>
    <w:p w:rsidR="0062748B" w:rsidRDefault="0062748B" w:rsidP="0062748B">
      <w:r>
        <w:t xml:space="preserve">28.1.6       .         .        +INF       EPS       </w:t>
      </w:r>
    </w:p>
    <w:p w:rsidR="0062748B" w:rsidRDefault="0062748B" w:rsidP="0062748B">
      <w:r>
        <w:t xml:space="preserve">28.1.7       .         .        +INF       EPS       </w:t>
      </w:r>
    </w:p>
    <w:p w:rsidR="0062748B" w:rsidRDefault="0062748B" w:rsidP="0062748B">
      <w:r>
        <w:t xml:space="preserve">28.1.8       .         .        +INF       EPS       </w:t>
      </w:r>
    </w:p>
    <w:p w:rsidR="0062748B" w:rsidRDefault="0062748B" w:rsidP="0062748B">
      <w:r>
        <w:lastRenderedPageBreak/>
        <w:t xml:space="preserve">28.1.9       .         .        +INF       EPS       </w:t>
      </w:r>
    </w:p>
    <w:p w:rsidR="0062748B" w:rsidRDefault="0062748B" w:rsidP="0062748B">
      <w:r>
        <w:t xml:space="preserve">28.1.10      .         .        +INF       EPS       </w:t>
      </w:r>
    </w:p>
    <w:p w:rsidR="0062748B" w:rsidRDefault="0062748B" w:rsidP="0062748B">
      <w:r>
        <w:t xml:space="preserve">28.1.11      .         .        +INF       EPS       </w:t>
      </w:r>
    </w:p>
    <w:p w:rsidR="0062748B" w:rsidRDefault="0062748B" w:rsidP="0062748B">
      <w:r>
        <w:t xml:space="preserve">28.1.12      .         .        +INF       EPS       </w:t>
      </w:r>
    </w:p>
    <w:p w:rsidR="0062748B" w:rsidRDefault="0062748B" w:rsidP="0062748B">
      <w:r>
        <w:t xml:space="preserve">28.1.13      .         .        +INF       EPS       </w:t>
      </w:r>
    </w:p>
    <w:p w:rsidR="0062748B" w:rsidRDefault="0062748B" w:rsidP="0062748B">
      <w:r>
        <w:t xml:space="preserve">28.1.14      .         .        +INF       EPS       </w:t>
      </w:r>
    </w:p>
    <w:p w:rsidR="0062748B" w:rsidRDefault="0062748B" w:rsidP="0062748B">
      <w:r>
        <w:t xml:space="preserve">28.1.15      .         .        +INF       EPS       </w:t>
      </w:r>
    </w:p>
    <w:p w:rsidR="0062748B" w:rsidRDefault="0062748B" w:rsidP="0062748B">
      <w:r>
        <w:t xml:space="preserve">28.1.16      .         .        +INF       EPS       </w:t>
      </w:r>
    </w:p>
    <w:p w:rsidR="0062748B" w:rsidRDefault="0062748B" w:rsidP="0062748B">
      <w:r>
        <w:t xml:space="preserve">28.1.17      .         .        +INF       EPS       </w:t>
      </w:r>
    </w:p>
    <w:p w:rsidR="0062748B" w:rsidRDefault="0062748B" w:rsidP="0062748B">
      <w:r>
        <w:t xml:space="preserve">28.1.18      .         .        +INF       EPS       </w:t>
      </w:r>
    </w:p>
    <w:p w:rsidR="0062748B" w:rsidRDefault="0062748B" w:rsidP="0062748B">
      <w:r>
        <w:t xml:space="preserve">28.1.19      .         .        +INF       EPS       </w:t>
      </w:r>
    </w:p>
    <w:p w:rsidR="0062748B" w:rsidRDefault="0062748B" w:rsidP="0062748B">
      <w:r>
        <w:t xml:space="preserve">28.1.20      .         .        +INF       EPS       </w:t>
      </w:r>
    </w:p>
    <w:p w:rsidR="0062748B" w:rsidRDefault="0062748B" w:rsidP="0062748B">
      <w:r>
        <w:t xml:space="preserve">28.1.21      .         .        +INF       EPS       </w:t>
      </w:r>
    </w:p>
    <w:p w:rsidR="0062748B" w:rsidRDefault="0062748B" w:rsidP="0062748B">
      <w:r>
        <w:t xml:space="preserve">28.1.22      .         .        +INF       EPS       </w:t>
      </w:r>
    </w:p>
    <w:p w:rsidR="0062748B" w:rsidRDefault="0062748B" w:rsidP="0062748B">
      <w:r>
        <w:t xml:space="preserve">28.1.23      .         .        +INF       EPS       </w:t>
      </w:r>
    </w:p>
    <w:p w:rsidR="0062748B" w:rsidRDefault="0062748B" w:rsidP="0062748B">
      <w:r>
        <w:t xml:space="preserve">28.1.24      .         .        +INF       EPS       </w:t>
      </w:r>
    </w:p>
    <w:p w:rsidR="0062748B" w:rsidRDefault="0062748B" w:rsidP="0062748B">
      <w:r>
        <w:t xml:space="preserve">28.1.25      .         .        +INF       EPS       </w:t>
      </w:r>
    </w:p>
    <w:p w:rsidR="0062748B" w:rsidRDefault="0062748B" w:rsidP="0062748B">
      <w:r>
        <w:t xml:space="preserve">28.1.26      .         .        +INF       EPS       </w:t>
      </w:r>
    </w:p>
    <w:p w:rsidR="0062748B" w:rsidRDefault="0062748B" w:rsidP="0062748B">
      <w:r>
        <w:t xml:space="preserve">28.1.27      .         .        +INF       EPS       </w:t>
      </w:r>
    </w:p>
    <w:p w:rsidR="0062748B" w:rsidRDefault="0062748B" w:rsidP="0062748B">
      <w:r>
        <w:t xml:space="preserve">28.1.28      .         .        +INF       EPS       </w:t>
      </w:r>
    </w:p>
    <w:p w:rsidR="0062748B" w:rsidRDefault="0062748B" w:rsidP="0062748B">
      <w:r>
        <w:t xml:space="preserve">28.1.29      .         .        +INF       EPS       </w:t>
      </w:r>
    </w:p>
    <w:p w:rsidR="0062748B" w:rsidRDefault="0062748B" w:rsidP="0062748B">
      <w:r>
        <w:t xml:space="preserve">29.1.1       .         .        +INF       EPS       </w:t>
      </w:r>
    </w:p>
    <w:p w:rsidR="0062748B" w:rsidRDefault="0062748B" w:rsidP="0062748B">
      <w:r>
        <w:t xml:space="preserve">29.1.2       .         .        +INF       EPS       </w:t>
      </w:r>
    </w:p>
    <w:p w:rsidR="0062748B" w:rsidRDefault="0062748B" w:rsidP="0062748B">
      <w:r>
        <w:t xml:space="preserve">29.1.3       .         .        +INF       EPS       </w:t>
      </w:r>
    </w:p>
    <w:p w:rsidR="0062748B" w:rsidRDefault="0062748B" w:rsidP="0062748B">
      <w:r>
        <w:t xml:space="preserve">29.1.4       .         .        +INF       EPS       </w:t>
      </w:r>
    </w:p>
    <w:p w:rsidR="0062748B" w:rsidRDefault="0062748B" w:rsidP="0062748B">
      <w:r>
        <w:lastRenderedPageBreak/>
        <w:t xml:space="preserve">29.1.5       .         .        +INF       EPS       </w:t>
      </w:r>
    </w:p>
    <w:p w:rsidR="0062748B" w:rsidRDefault="0062748B" w:rsidP="0062748B">
      <w:r>
        <w:t xml:space="preserve">29.1.6       .         .        +INF       EPS       </w:t>
      </w:r>
    </w:p>
    <w:p w:rsidR="0062748B" w:rsidRDefault="0062748B" w:rsidP="0062748B">
      <w:r>
        <w:t xml:space="preserve">29.1.7       .         .        +INF       EPS       </w:t>
      </w:r>
    </w:p>
    <w:p w:rsidR="0062748B" w:rsidRDefault="0062748B" w:rsidP="0062748B">
      <w:r>
        <w:t xml:space="preserve">29.1.8       .         .        +INF       EPS       </w:t>
      </w:r>
    </w:p>
    <w:p w:rsidR="0062748B" w:rsidRDefault="0062748B" w:rsidP="0062748B">
      <w:r>
        <w:t xml:space="preserve">29.1.9       .         .        +INF       EPS       </w:t>
      </w:r>
    </w:p>
    <w:p w:rsidR="0062748B" w:rsidRDefault="0062748B" w:rsidP="0062748B">
      <w:r>
        <w:t xml:space="preserve">29.1.10      .         .        +INF       EPS       </w:t>
      </w:r>
    </w:p>
    <w:p w:rsidR="0062748B" w:rsidRDefault="0062748B" w:rsidP="0062748B">
      <w:r>
        <w:t xml:space="preserve">29.1.11      .         .        +INF       EPS       </w:t>
      </w:r>
    </w:p>
    <w:p w:rsidR="0062748B" w:rsidRDefault="0062748B" w:rsidP="0062748B">
      <w:r>
        <w:t xml:space="preserve">29.1.12      .         .        +INF       EPS       </w:t>
      </w:r>
    </w:p>
    <w:p w:rsidR="0062748B" w:rsidRDefault="0062748B" w:rsidP="0062748B">
      <w:r>
        <w:t xml:space="preserve">29.1.13      .         .        +INF       EPS       </w:t>
      </w:r>
    </w:p>
    <w:p w:rsidR="0062748B" w:rsidRDefault="0062748B" w:rsidP="0062748B">
      <w:r>
        <w:t xml:space="preserve">29.1.14      .         .        +INF       EPS       </w:t>
      </w:r>
    </w:p>
    <w:p w:rsidR="0062748B" w:rsidRDefault="0062748B" w:rsidP="0062748B">
      <w:r>
        <w:t xml:space="preserve">29.1.15      .         .        +INF       EPS       </w:t>
      </w:r>
    </w:p>
    <w:p w:rsidR="0062748B" w:rsidRDefault="0062748B" w:rsidP="0062748B">
      <w:r>
        <w:t xml:space="preserve">29.1.16      .         .        +INF       EPS       </w:t>
      </w:r>
    </w:p>
    <w:p w:rsidR="0062748B" w:rsidRDefault="0062748B" w:rsidP="0062748B">
      <w:r>
        <w:t xml:space="preserve">29.1.17      .         .        +INF       EPS       </w:t>
      </w:r>
    </w:p>
    <w:p w:rsidR="0062748B" w:rsidRDefault="0062748B" w:rsidP="0062748B">
      <w:r>
        <w:t xml:space="preserve">29.1.18      .         .        +INF       EPS       </w:t>
      </w:r>
    </w:p>
    <w:p w:rsidR="0062748B" w:rsidRDefault="0062748B" w:rsidP="0062748B">
      <w:r>
        <w:t xml:space="preserve">29.1.19      .         .        +INF       EPS       </w:t>
      </w:r>
    </w:p>
    <w:p w:rsidR="0062748B" w:rsidRDefault="0062748B" w:rsidP="0062748B">
      <w:r>
        <w:t xml:space="preserve">29.1.20      .         .        +INF       EPS       </w:t>
      </w:r>
    </w:p>
    <w:p w:rsidR="0062748B" w:rsidRDefault="0062748B" w:rsidP="0062748B">
      <w:r>
        <w:t xml:space="preserve">29.1.21      .         .        +INF       EPS       </w:t>
      </w:r>
    </w:p>
    <w:p w:rsidR="0062748B" w:rsidRDefault="0062748B" w:rsidP="0062748B">
      <w:r>
        <w:t xml:space="preserve">29.1.22      .         .        +INF       EPS       </w:t>
      </w:r>
    </w:p>
    <w:p w:rsidR="0062748B" w:rsidRDefault="0062748B" w:rsidP="0062748B">
      <w:r>
        <w:t xml:space="preserve">29.1.23      .         .        +INF       EPS       </w:t>
      </w:r>
    </w:p>
    <w:p w:rsidR="0062748B" w:rsidRDefault="0062748B" w:rsidP="0062748B">
      <w:r>
        <w:t xml:space="preserve">29.1.24      .         .        +INF       EPS       </w:t>
      </w:r>
    </w:p>
    <w:p w:rsidR="0062748B" w:rsidRDefault="0062748B" w:rsidP="0062748B">
      <w:r>
        <w:t xml:space="preserve">29.1.25      .         .        +INF       EPS       </w:t>
      </w:r>
    </w:p>
    <w:p w:rsidR="0062748B" w:rsidRDefault="0062748B" w:rsidP="0062748B">
      <w:r>
        <w:t xml:space="preserve">29.1.26      .         .        +INF       EPS       </w:t>
      </w:r>
    </w:p>
    <w:p w:rsidR="0062748B" w:rsidRDefault="0062748B" w:rsidP="0062748B">
      <w:r>
        <w:t xml:space="preserve">29.1.27      .         .        +INF       EPS       </w:t>
      </w:r>
    </w:p>
    <w:p w:rsidR="0062748B" w:rsidRDefault="0062748B" w:rsidP="0062748B">
      <w:r>
        <w:t xml:space="preserve">29.1.28      .         .        +INF       EPS       </w:t>
      </w:r>
    </w:p>
    <w:p w:rsidR="0062748B" w:rsidRDefault="0062748B" w:rsidP="0062748B">
      <w:r>
        <w:t xml:space="preserve">29.1.29      .         .        +INF       EPS       </w:t>
      </w:r>
    </w:p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VAR OptObject~     -INF       .        +INF       .         </w:t>
      </w:r>
    </w:p>
    <w:p w:rsidR="0062748B" w:rsidRDefault="0062748B" w:rsidP="0062748B"/>
    <w:p w:rsidR="0062748B" w:rsidRDefault="0062748B" w:rsidP="0062748B">
      <w:r>
        <w:t xml:space="preserve">  OptObjective  Objective function for the Optimality problem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**** REPORT SUMMARY :        0     NONOPT</w:t>
      </w:r>
    </w:p>
    <w:p w:rsidR="0062748B" w:rsidRDefault="0062748B" w:rsidP="0062748B">
      <w:r>
        <w:t xml:space="preserve">                             0 INFEASIBLE</w:t>
      </w:r>
    </w:p>
    <w:p w:rsidR="0062748B" w:rsidRDefault="0062748B" w:rsidP="0062748B">
      <w:r>
        <w:t xml:space="preserve">                             0  UNBOUNDED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84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Equation Listing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OptObj  =E=  Objective function for the optimality problem</w:t>
      </w:r>
    </w:p>
    <w:p w:rsidR="0062748B" w:rsidRDefault="0062748B" w:rsidP="0062748B"/>
    <w:p w:rsidR="0062748B" w:rsidRDefault="0062748B" w:rsidP="0062748B">
      <w:r>
        <w:t>OptObj..  OptObjective =E= 0 ; (LHS = 0)</w:t>
      </w:r>
    </w:p>
    <w:p w:rsidR="0062748B" w:rsidRDefault="0062748B" w:rsidP="0062748B">
      <w:r>
        <w:t xml:space="preserve">     </w:t>
      </w:r>
    </w:p>
    <w:p w:rsidR="0062748B" w:rsidRDefault="0062748B" w:rsidP="0062748B"/>
    <w:p w:rsidR="0062748B" w:rsidRDefault="0062748B" w:rsidP="0062748B">
      <w:r>
        <w:t>---- Optconst1  =L=  Constraint for the optimality problem</w:t>
      </w:r>
    </w:p>
    <w:p w:rsidR="0062748B" w:rsidRDefault="0062748B" w:rsidP="0062748B"/>
    <w:p w:rsidR="0062748B" w:rsidRDefault="0062748B" w:rsidP="0062748B">
      <w:r>
        <w:t>Optconst1(1,1,1)..  pi(1,1,1)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Optconst1(1,1,2)..  pi(1,1,2)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Optconst1(1,1,3)..  pi(1,1,3) =L= 1 ; (LHS = 0)</w:t>
      </w:r>
    </w:p>
    <w:p w:rsidR="0062748B" w:rsidRDefault="0062748B" w:rsidP="0062748B">
      <w:r>
        <w:t xml:space="preserve">     </w:t>
      </w:r>
    </w:p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85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Column Listing 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pi  simplex variable (one in number)</w:t>
      </w:r>
    </w:p>
    <w:p w:rsidR="0062748B" w:rsidRDefault="0062748B" w:rsidP="0062748B"/>
    <w:p w:rsidR="0062748B" w:rsidRDefault="0062748B" w:rsidP="0062748B">
      <w:r>
        <w:t>pi(1,1,1)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Optconst1(1,1,1)</w:t>
      </w:r>
    </w:p>
    <w:p w:rsidR="0062748B" w:rsidRDefault="0062748B" w:rsidP="0062748B"/>
    <w:p w:rsidR="0062748B" w:rsidRDefault="0062748B" w:rsidP="0062748B">
      <w:r>
        <w:t>pi(1,1,2)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Optconst1(1,1,2)</w:t>
      </w:r>
    </w:p>
    <w:p w:rsidR="0062748B" w:rsidRDefault="0062748B" w:rsidP="0062748B"/>
    <w:p w:rsidR="0062748B" w:rsidRDefault="0062748B" w:rsidP="0062748B">
      <w:r>
        <w:t>pi(1,1,3)</w:t>
      </w:r>
    </w:p>
    <w:p w:rsidR="0062748B" w:rsidRDefault="0062748B" w:rsidP="0062748B">
      <w:r>
        <w:t xml:space="preserve">                (.LO, .L, .UP, .M = 0, 0, +INF, EPS)</w:t>
      </w:r>
    </w:p>
    <w:p w:rsidR="0062748B" w:rsidRDefault="0062748B" w:rsidP="0062748B">
      <w:r>
        <w:t xml:space="preserve">        1       Optconst1(1,1,3)</w:t>
      </w:r>
    </w:p>
    <w:p w:rsidR="0062748B" w:rsidRDefault="0062748B" w:rsidP="0062748B"/>
    <w:p w:rsidR="0062748B" w:rsidRDefault="0062748B" w:rsidP="0062748B">
      <w:r>
        <w:t>REMAINING 838 ENTRIES SKIPPED</w:t>
      </w:r>
    </w:p>
    <w:p w:rsidR="0062748B" w:rsidRDefault="0062748B" w:rsidP="0062748B"/>
    <w:p w:rsidR="0062748B" w:rsidRDefault="0062748B" w:rsidP="0062748B">
      <w:r>
        <w:t>---- OptObjective  Objective function for the Optimality problem</w:t>
      </w:r>
    </w:p>
    <w:p w:rsidR="0062748B" w:rsidRDefault="0062748B" w:rsidP="0062748B"/>
    <w:p w:rsidR="0062748B" w:rsidRDefault="0062748B" w:rsidP="0062748B">
      <w:r>
        <w:t>OptObjective</w:t>
      </w:r>
    </w:p>
    <w:p w:rsidR="0062748B" w:rsidRDefault="0062748B" w:rsidP="0062748B">
      <w:r>
        <w:t xml:space="preserve">                (.LO, .L, .UP, .M = -INF, 0, +INF, 0)</w:t>
      </w:r>
    </w:p>
    <w:p w:rsidR="0062748B" w:rsidRDefault="0062748B" w:rsidP="0062748B">
      <w:r>
        <w:lastRenderedPageBreak/>
        <w:t xml:space="preserve">        1       OptObj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86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Model Statistics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LOOPS                            FOR/WHILE   1</w:t>
      </w:r>
    </w:p>
    <w:p w:rsidR="0062748B" w:rsidRDefault="0062748B" w:rsidP="0062748B">
      <w:r>
        <w:t xml:space="preserve">                                 FOR/WHILE   10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MODEL STATISTICS</w:t>
      </w:r>
    </w:p>
    <w:p w:rsidR="0062748B" w:rsidRDefault="0062748B" w:rsidP="0062748B"/>
    <w:p w:rsidR="0062748B" w:rsidRDefault="0062748B" w:rsidP="0062748B">
      <w:r>
        <w:t>BLOCKS OF EQUATIONS           2     SINGLE EQUATIONS          842</w:t>
      </w:r>
    </w:p>
    <w:p w:rsidR="0062748B" w:rsidRDefault="0062748B" w:rsidP="0062748B">
      <w:r>
        <w:t>BLOCKS OF VARIABLES           2     SINGLE VARIABLES          842</w:t>
      </w:r>
    </w:p>
    <w:p w:rsidR="0062748B" w:rsidRDefault="0062748B" w:rsidP="0062748B">
      <w:r>
        <w:t>NON ZERO ELEMENTS           842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GENERATION TIME      =        0.015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0.015 SECONDS      3 MB  24.1.3 r41464 WEX-WEI</w:t>
      </w:r>
    </w:p>
    <w:p w:rsidR="0062748B" w:rsidRDefault="0062748B" w:rsidP="0062748B">
      <w:r>
        <w:t xml:space="preserve">               L O O P S          FOR/WHILE 1</w:t>
      </w:r>
    </w:p>
    <w:p w:rsidR="0062748B" w:rsidRDefault="0062748B" w:rsidP="0062748B">
      <w:r>
        <w:t xml:space="preserve">                                  FOR/WHILE 10</w:t>
      </w:r>
    </w:p>
    <w:p w:rsidR="0062748B" w:rsidRDefault="0062748B" w:rsidP="0062748B"/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87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Solution Report     SOLVE Optimality Using LP From line 936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S O L V E      S U M M A R Y</w:t>
      </w:r>
    </w:p>
    <w:p w:rsidR="0062748B" w:rsidRDefault="0062748B" w:rsidP="0062748B"/>
    <w:p w:rsidR="0062748B" w:rsidRDefault="0062748B" w:rsidP="0062748B">
      <w:r>
        <w:t xml:space="preserve">     MODEL   Optimality          OBJECTIVE  OptObjective</w:t>
      </w:r>
    </w:p>
    <w:p w:rsidR="0062748B" w:rsidRDefault="0062748B" w:rsidP="0062748B">
      <w:r>
        <w:t xml:space="preserve">     TYPE    LP                  DIRECTION  MAXIMIZE</w:t>
      </w:r>
    </w:p>
    <w:p w:rsidR="0062748B" w:rsidRDefault="0062748B" w:rsidP="0062748B">
      <w:r>
        <w:t xml:space="preserve">     SOLVER  CPLEX               FROM LINE  936</w:t>
      </w:r>
    </w:p>
    <w:p w:rsidR="0062748B" w:rsidRDefault="0062748B" w:rsidP="0062748B"/>
    <w:p w:rsidR="0062748B" w:rsidRDefault="0062748B" w:rsidP="0062748B">
      <w:r>
        <w:t xml:space="preserve">**** SOLVER STATUS     1 Normal Completion         </w:t>
      </w:r>
    </w:p>
    <w:p w:rsidR="0062748B" w:rsidRDefault="0062748B" w:rsidP="0062748B">
      <w:r>
        <w:t xml:space="preserve">**** MODEL STATUS      1 Optimal                   </w:t>
      </w:r>
    </w:p>
    <w:p w:rsidR="0062748B" w:rsidRDefault="0062748B" w:rsidP="0062748B">
      <w:r>
        <w:t>**** OBJECTIVE VALUE                0.0000</w:t>
      </w:r>
    </w:p>
    <w:p w:rsidR="0062748B" w:rsidRDefault="0062748B" w:rsidP="0062748B"/>
    <w:p w:rsidR="0062748B" w:rsidRDefault="0062748B" w:rsidP="0062748B">
      <w:r>
        <w:t xml:space="preserve"> RESOURCE USAGE, LIMIT          0.016      1000.000</w:t>
      </w:r>
    </w:p>
    <w:p w:rsidR="0062748B" w:rsidRDefault="0062748B" w:rsidP="0062748B">
      <w:r>
        <w:t xml:space="preserve"> ITERATION COUNT, LIMIT         0    2000000000</w:t>
      </w:r>
    </w:p>
    <w:p w:rsidR="0062748B" w:rsidRDefault="0062748B" w:rsidP="0062748B"/>
    <w:p w:rsidR="0062748B" w:rsidRDefault="0062748B" w:rsidP="0062748B">
      <w:r>
        <w:t xml:space="preserve">IBM ILOG CPLEX   24.1.3 r41464 Released Jul 26, 2013 WEI x86_64/MS Windows    </w:t>
      </w:r>
    </w:p>
    <w:p w:rsidR="0062748B" w:rsidRDefault="0062748B" w:rsidP="0062748B">
      <w:r>
        <w:t>--- GAMS/Cplex licensed for continuous and discrete problems.</w:t>
      </w:r>
    </w:p>
    <w:p w:rsidR="0062748B" w:rsidRDefault="0062748B" w:rsidP="0062748B">
      <w:r>
        <w:t>Cplex 12.5.1.0</w:t>
      </w:r>
    </w:p>
    <w:p w:rsidR="0062748B" w:rsidRDefault="0062748B" w:rsidP="0062748B"/>
    <w:p w:rsidR="0062748B" w:rsidRDefault="0062748B" w:rsidP="0062748B">
      <w:r>
        <w:t>LP status(1): optimal</w:t>
      </w:r>
    </w:p>
    <w:p w:rsidR="0062748B" w:rsidRDefault="0062748B" w:rsidP="0062748B">
      <w:r>
        <w:t>Cplex Time: 0.00sec (det. 0.46 ticks)</w:t>
      </w:r>
    </w:p>
    <w:p w:rsidR="0062748B" w:rsidRDefault="0062748B" w:rsidP="0062748B">
      <w:r>
        <w:t>Optimal solution found.</w:t>
      </w:r>
    </w:p>
    <w:p w:rsidR="0062748B" w:rsidRDefault="0062748B" w:rsidP="0062748B">
      <w:r>
        <w:lastRenderedPageBreak/>
        <w:t>Objective :           0.000000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EQU OptObj          .         .         .        1.000      </w:t>
      </w:r>
    </w:p>
    <w:p w:rsidR="0062748B" w:rsidRDefault="0062748B" w:rsidP="0062748B"/>
    <w:p w:rsidR="0062748B" w:rsidRDefault="0062748B" w:rsidP="0062748B">
      <w:r>
        <w:t xml:space="preserve">  OptObj  Objective function for the optimality problem</w:t>
      </w:r>
    </w:p>
    <w:p w:rsidR="0062748B" w:rsidRDefault="0062748B" w:rsidP="0062748B"/>
    <w:p w:rsidR="0062748B" w:rsidRDefault="0062748B" w:rsidP="0062748B">
      <w:r>
        <w:t>---- EQU Optconst1  Constraint for the optimality problem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-INF       .        1.000      .         </w:t>
      </w:r>
    </w:p>
    <w:p w:rsidR="0062748B" w:rsidRDefault="0062748B" w:rsidP="0062748B">
      <w:r>
        <w:t xml:space="preserve">1 .1.2      -INF       .        1.000      .         </w:t>
      </w:r>
    </w:p>
    <w:p w:rsidR="0062748B" w:rsidRDefault="0062748B" w:rsidP="0062748B">
      <w:r>
        <w:t xml:space="preserve">1 .1.3      -INF       .        1.000      .         </w:t>
      </w:r>
    </w:p>
    <w:p w:rsidR="0062748B" w:rsidRDefault="0062748B" w:rsidP="0062748B">
      <w:r>
        <w:t xml:space="preserve">1 .1.4      -INF       .        1.000      .         </w:t>
      </w:r>
    </w:p>
    <w:p w:rsidR="0062748B" w:rsidRDefault="0062748B" w:rsidP="0062748B">
      <w:r>
        <w:t xml:space="preserve">1 .1.5      -INF       .        1.000      .         </w:t>
      </w:r>
    </w:p>
    <w:p w:rsidR="0062748B" w:rsidRDefault="0062748B" w:rsidP="0062748B">
      <w:r>
        <w:t xml:space="preserve">1 .1.6      -INF       .        1.000      .         </w:t>
      </w:r>
    </w:p>
    <w:p w:rsidR="0062748B" w:rsidRDefault="0062748B" w:rsidP="0062748B">
      <w:r>
        <w:t xml:space="preserve">1 .1.7      -INF       .        1.000      .         </w:t>
      </w:r>
    </w:p>
    <w:p w:rsidR="0062748B" w:rsidRDefault="0062748B" w:rsidP="0062748B">
      <w:r>
        <w:t xml:space="preserve">1 .1.8      -INF       .        1.000      .         </w:t>
      </w:r>
    </w:p>
    <w:p w:rsidR="0062748B" w:rsidRDefault="0062748B" w:rsidP="0062748B">
      <w:r>
        <w:t xml:space="preserve">1 .1.9      -INF       .        1.000      .         </w:t>
      </w:r>
    </w:p>
    <w:p w:rsidR="0062748B" w:rsidRDefault="0062748B" w:rsidP="0062748B">
      <w:r>
        <w:t xml:space="preserve">1 .1.10     -INF       .        1.000      .         </w:t>
      </w:r>
    </w:p>
    <w:p w:rsidR="0062748B" w:rsidRDefault="0062748B" w:rsidP="0062748B">
      <w:r>
        <w:t xml:space="preserve">1 .1.11     -INF       .        1.000      .         </w:t>
      </w:r>
    </w:p>
    <w:p w:rsidR="0062748B" w:rsidRDefault="0062748B" w:rsidP="0062748B">
      <w:r>
        <w:t xml:space="preserve">1 .1.12     -INF       .        1.000      .         </w:t>
      </w:r>
    </w:p>
    <w:p w:rsidR="0062748B" w:rsidRDefault="0062748B" w:rsidP="0062748B">
      <w:r>
        <w:lastRenderedPageBreak/>
        <w:t xml:space="preserve">1 .1.13     -INF       .        1.000      .         </w:t>
      </w:r>
    </w:p>
    <w:p w:rsidR="0062748B" w:rsidRDefault="0062748B" w:rsidP="0062748B">
      <w:r>
        <w:t xml:space="preserve">1 .1.14     -INF       .        1.000      .         </w:t>
      </w:r>
    </w:p>
    <w:p w:rsidR="0062748B" w:rsidRDefault="0062748B" w:rsidP="0062748B">
      <w:r>
        <w:t xml:space="preserve">1 .1.15     -INF       .        1.000      .         </w:t>
      </w:r>
    </w:p>
    <w:p w:rsidR="0062748B" w:rsidRDefault="0062748B" w:rsidP="0062748B">
      <w:r>
        <w:t xml:space="preserve">1 .1.16     -INF       .        1.000      .         </w:t>
      </w:r>
    </w:p>
    <w:p w:rsidR="0062748B" w:rsidRDefault="0062748B" w:rsidP="0062748B">
      <w:r>
        <w:t xml:space="preserve">1 .1.17     -INF       .        1.000      .         </w:t>
      </w:r>
    </w:p>
    <w:p w:rsidR="0062748B" w:rsidRDefault="0062748B" w:rsidP="0062748B">
      <w:r>
        <w:t xml:space="preserve">1 .1.18     -INF       .        1.000      .         </w:t>
      </w:r>
    </w:p>
    <w:p w:rsidR="0062748B" w:rsidRDefault="0062748B" w:rsidP="0062748B">
      <w:r>
        <w:t xml:space="preserve">1 .1.19     -INF       .        1.000      .         </w:t>
      </w:r>
    </w:p>
    <w:p w:rsidR="0062748B" w:rsidRDefault="0062748B" w:rsidP="0062748B">
      <w:r>
        <w:t xml:space="preserve">1 .1.20     -INF       .        1.000      .         </w:t>
      </w:r>
    </w:p>
    <w:p w:rsidR="0062748B" w:rsidRDefault="0062748B" w:rsidP="0062748B">
      <w:r>
        <w:t xml:space="preserve">1 .1.21     -INF       .        1.000      .         </w:t>
      </w:r>
    </w:p>
    <w:p w:rsidR="0062748B" w:rsidRDefault="0062748B" w:rsidP="0062748B">
      <w:r>
        <w:t xml:space="preserve">1 .1.22     -INF       .        1.000      .         </w:t>
      </w:r>
    </w:p>
    <w:p w:rsidR="0062748B" w:rsidRDefault="0062748B" w:rsidP="0062748B">
      <w:r>
        <w:t xml:space="preserve">1 .1.23     -INF       .        1.000      .         </w:t>
      </w:r>
    </w:p>
    <w:p w:rsidR="0062748B" w:rsidRDefault="0062748B" w:rsidP="0062748B">
      <w:r>
        <w:t xml:space="preserve">1 .1.24     -INF       .        1.000      .         </w:t>
      </w:r>
    </w:p>
    <w:p w:rsidR="0062748B" w:rsidRDefault="0062748B" w:rsidP="0062748B">
      <w:r>
        <w:t xml:space="preserve">1 .1.25     -INF       .        1.000      .         </w:t>
      </w:r>
    </w:p>
    <w:p w:rsidR="0062748B" w:rsidRDefault="0062748B" w:rsidP="0062748B">
      <w:r>
        <w:t xml:space="preserve">1 .1.26     -INF       .        1.000      .         </w:t>
      </w:r>
    </w:p>
    <w:p w:rsidR="0062748B" w:rsidRDefault="0062748B" w:rsidP="0062748B">
      <w:r>
        <w:t xml:space="preserve">1 .1.27     -INF       .        1.000      .         </w:t>
      </w:r>
    </w:p>
    <w:p w:rsidR="0062748B" w:rsidRDefault="0062748B" w:rsidP="0062748B">
      <w:r>
        <w:t xml:space="preserve">1 .1.28     -INF       .        1.000      .         </w:t>
      </w:r>
    </w:p>
    <w:p w:rsidR="0062748B" w:rsidRDefault="0062748B" w:rsidP="0062748B">
      <w:r>
        <w:t xml:space="preserve">1 .1.29     -INF       .        1.000      .         </w:t>
      </w:r>
    </w:p>
    <w:p w:rsidR="0062748B" w:rsidRDefault="0062748B" w:rsidP="0062748B">
      <w:r>
        <w:t xml:space="preserve">2 .1.1      -INF       .        1.000      .         </w:t>
      </w:r>
    </w:p>
    <w:p w:rsidR="0062748B" w:rsidRDefault="0062748B" w:rsidP="0062748B">
      <w:r>
        <w:t xml:space="preserve">2 .1.2      -INF       .        1.000      .         </w:t>
      </w:r>
    </w:p>
    <w:p w:rsidR="0062748B" w:rsidRDefault="0062748B" w:rsidP="0062748B">
      <w:r>
        <w:t xml:space="preserve">2 .1.3      -INF       .        1.000      .         </w:t>
      </w:r>
    </w:p>
    <w:p w:rsidR="0062748B" w:rsidRDefault="0062748B" w:rsidP="0062748B">
      <w:r>
        <w:t xml:space="preserve">2 .1.4      -INF       .        1.000      .         </w:t>
      </w:r>
    </w:p>
    <w:p w:rsidR="0062748B" w:rsidRDefault="0062748B" w:rsidP="0062748B">
      <w:r>
        <w:t xml:space="preserve">2 .1.5      -INF       .        1.000      .         </w:t>
      </w:r>
    </w:p>
    <w:p w:rsidR="0062748B" w:rsidRDefault="0062748B" w:rsidP="0062748B">
      <w:r>
        <w:t xml:space="preserve">2 .1.6      -INF       .        1.000      .         </w:t>
      </w:r>
    </w:p>
    <w:p w:rsidR="0062748B" w:rsidRDefault="0062748B" w:rsidP="0062748B">
      <w:r>
        <w:t xml:space="preserve">2 .1.7      -INF       .        1.000      .         </w:t>
      </w:r>
    </w:p>
    <w:p w:rsidR="0062748B" w:rsidRDefault="0062748B" w:rsidP="0062748B">
      <w:r>
        <w:t xml:space="preserve">2 .1.8      -INF       .        1.000      .         </w:t>
      </w:r>
    </w:p>
    <w:p w:rsidR="0062748B" w:rsidRDefault="0062748B" w:rsidP="0062748B">
      <w:r>
        <w:lastRenderedPageBreak/>
        <w:t xml:space="preserve">2 .1.9      -INF       .        1.000      .         </w:t>
      </w:r>
    </w:p>
    <w:p w:rsidR="0062748B" w:rsidRDefault="0062748B" w:rsidP="0062748B">
      <w:r>
        <w:t xml:space="preserve">2 .1.10     -INF       .        1.000      .         </w:t>
      </w:r>
    </w:p>
    <w:p w:rsidR="0062748B" w:rsidRDefault="0062748B" w:rsidP="0062748B">
      <w:r>
        <w:t xml:space="preserve">2 .1.11     -INF       .        1.000      .         </w:t>
      </w:r>
    </w:p>
    <w:p w:rsidR="0062748B" w:rsidRDefault="0062748B" w:rsidP="0062748B">
      <w:r>
        <w:t xml:space="preserve">2 .1.12     -INF       .        1.000      .         </w:t>
      </w:r>
    </w:p>
    <w:p w:rsidR="0062748B" w:rsidRDefault="0062748B" w:rsidP="0062748B">
      <w:r>
        <w:t xml:space="preserve">2 .1.13     -INF       .        1.000      .         </w:t>
      </w:r>
    </w:p>
    <w:p w:rsidR="0062748B" w:rsidRDefault="0062748B" w:rsidP="0062748B">
      <w:r>
        <w:t xml:space="preserve">2 .1.14     -INF       .        1.000      .         </w:t>
      </w:r>
    </w:p>
    <w:p w:rsidR="0062748B" w:rsidRDefault="0062748B" w:rsidP="0062748B">
      <w:r>
        <w:t xml:space="preserve">2 .1.15     -INF       .        1.000      .         </w:t>
      </w:r>
    </w:p>
    <w:p w:rsidR="0062748B" w:rsidRDefault="0062748B" w:rsidP="0062748B">
      <w:r>
        <w:t xml:space="preserve">2 .1.16     -INF       .        1.000      .         </w:t>
      </w:r>
    </w:p>
    <w:p w:rsidR="0062748B" w:rsidRDefault="0062748B" w:rsidP="0062748B">
      <w:r>
        <w:t xml:space="preserve">2 .1.17     -INF       .        1.000      .         </w:t>
      </w:r>
    </w:p>
    <w:p w:rsidR="0062748B" w:rsidRDefault="0062748B" w:rsidP="0062748B">
      <w:r>
        <w:t xml:space="preserve">2 .1.18     -INF       .        1.000      .         </w:t>
      </w:r>
    </w:p>
    <w:p w:rsidR="0062748B" w:rsidRDefault="0062748B" w:rsidP="0062748B">
      <w:r>
        <w:t xml:space="preserve">2 .1.19     -INF       .        1.000      .         </w:t>
      </w:r>
    </w:p>
    <w:p w:rsidR="0062748B" w:rsidRDefault="0062748B" w:rsidP="0062748B">
      <w:r>
        <w:t xml:space="preserve">2 .1.20     -INF       .        1.000      .         </w:t>
      </w:r>
    </w:p>
    <w:p w:rsidR="0062748B" w:rsidRDefault="0062748B" w:rsidP="0062748B">
      <w:r>
        <w:t xml:space="preserve">2 .1.21     -INF       .        1.000      .         </w:t>
      </w:r>
    </w:p>
    <w:p w:rsidR="0062748B" w:rsidRDefault="0062748B" w:rsidP="0062748B">
      <w:r>
        <w:t xml:space="preserve">2 .1.22     -INF       .        1.000      .         </w:t>
      </w:r>
    </w:p>
    <w:p w:rsidR="0062748B" w:rsidRDefault="0062748B" w:rsidP="0062748B">
      <w:r>
        <w:t xml:space="preserve">2 .1.23     -INF       .        1.000      .         </w:t>
      </w:r>
    </w:p>
    <w:p w:rsidR="0062748B" w:rsidRDefault="0062748B" w:rsidP="0062748B">
      <w:r>
        <w:t xml:space="preserve">2 .1.24     -INF       .        1.000      .         </w:t>
      </w:r>
    </w:p>
    <w:p w:rsidR="0062748B" w:rsidRDefault="0062748B" w:rsidP="0062748B">
      <w:r>
        <w:t xml:space="preserve">2 .1.25     -INF       .        1.000      .         </w:t>
      </w:r>
    </w:p>
    <w:p w:rsidR="0062748B" w:rsidRDefault="0062748B" w:rsidP="0062748B">
      <w:r>
        <w:t xml:space="preserve">2 .1.26     -INF       .        1.000      .         </w:t>
      </w:r>
    </w:p>
    <w:p w:rsidR="0062748B" w:rsidRDefault="0062748B" w:rsidP="0062748B">
      <w:r>
        <w:t xml:space="preserve">2 .1.27     -INF       .        1.000      .         </w:t>
      </w:r>
    </w:p>
    <w:p w:rsidR="0062748B" w:rsidRDefault="0062748B" w:rsidP="0062748B">
      <w:r>
        <w:t xml:space="preserve">2 .1.28     -INF       .        1.000      .         </w:t>
      </w:r>
    </w:p>
    <w:p w:rsidR="0062748B" w:rsidRDefault="0062748B" w:rsidP="0062748B">
      <w:r>
        <w:t xml:space="preserve">2 .1.29     -INF       .        1.000      .         </w:t>
      </w:r>
    </w:p>
    <w:p w:rsidR="0062748B" w:rsidRDefault="0062748B" w:rsidP="0062748B">
      <w:r>
        <w:t xml:space="preserve">3 .1.1      -INF       .        1.000      .         </w:t>
      </w:r>
    </w:p>
    <w:p w:rsidR="0062748B" w:rsidRDefault="0062748B" w:rsidP="0062748B">
      <w:r>
        <w:t xml:space="preserve">3 .1.2      -INF       .        1.000      .         </w:t>
      </w:r>
    </w:p>
    <w:p w:rsidR="0062748B" w:rsidRDefault="0062748B" w:rsidP="0062748B">
      <w:r>
        <w:t xml:space="preserve">3 .1.3      -INF       .        1.000      .         </w:t>
      </w:r>
    </w:p>
    <w:p w:rsidR="0062748B" w:rsidRDefault="0062748B" w:rsidP="0062748B">
      <w:r>
        <w:t xml:space="preserve">3 .1.4      -INF       .        1.000      .         </w:t>
      </w:r>
    </w:p>
    <w:p w:rsidR="0062748B" w:rsidRDefault="0062748B" w:rsidP="0062748B">
      <w:r>
        <w:lastRenderedPageBreak/>
        <w:t xml:space="preserve">3 .1.5      -INF       .        1.000      .         </w:t>
      </w:r>
    </w:p>
    <w:p w:rsidR="0062748B" w:rsidRDefault="0062748B" w:rsidP="0062748B">
      <w:r>
        <w:t xml:space="preserve">3 .1.6      -INF       .        1.000      .         </w:t>
      </w:r>
    </w:p>
    <w:p w:rsidR="0062748B" w:rsidRDefault="0062748B" w:rsidP="0062748B">
      <w:r>
        <w:t xml:space="preserve">3 .1.7      -INF       .        1.000      .         </w:t>
      </w:r>
    </w:p>
    <w:p w:rsidR="0062748B" w:rsidRDefault="0062748B" w:rsidP="0062748B">
      <w:r>
        <w:t xml:space="preserve">3 .1.8      -INF       .        1.000      .         </w:t>
      </w:r>
    </w:p>
    <w:p w:rsidR="0062748B" w:rsidRDefault="0062748B" w:rsidP="0062748B">
      <w:r>
        <w:t xml:space="preserve">3 .1.9      -INF       .        1.000      .         </w:t>
      </w:r>
    </w:p>
    <w:p w:rsidR="0062748B" w:rsidRDefault="0062748B" w:rsidP="0062748B">
      <w:r>
        <w:t xml:space="preserve">3 .1.10     -INF       .        1.000      .         </w:t>
      </w:r>
    </w:p>
    <w:p w:rsidR="0062748B" w:rsidRDefault="0062748B" w:rsidP="0062748B">
      <w:r>
        <w:t xml:space="preserve">3 .1.11     -INF       .        1.000      .         </w:t>
      </w:r>
    </w:p>
    <w:p w:rsidR="0062748B" w:rsidRDefault="0062748B" w:rsidP="0062748B">
      <w:r>
        <w:t xml:space="preserve">3 .1.12     -INF       .        1.000      .         </w:t>
      </w:r>
    </w:p>
    <w:p w:rsidR="0062748B" w:rsidRDefault="0062748B" w:rsidP="0062748B">
      <w:r>
        <w:t xml:space="preserve">3 .1.13     -INF       .        1.000      .         </w:t>
      </w:r>
    </w:p>
    <w:p w:rsidR="0062748B" w:rsidRDefault="0062748B" w:rsidP="0062748B">
      <w:r>
        <w:t xml:space="preserve">3 .1.14     -INF       .        1.000      .         </w:t>
      </w:r>
    </w:p>
    <w:p w:rsidR="0062748B" w:rsidRDefault="0062748B" w:rsidP="0062748B">
      <w:r>
        <w:t xml:space="preserve">3 .1.15     -INF       .        1.000      .         </w:t>
      </w:r>
    </w:p>
    <w:p w:rsidR="0062748B" w:rsidRDefault="0062748B" w:rsidP="0062748B">
      <w:r>
        <w:t xml:space="preserve">3 .1.16     -INF       .        1.000      .         </w:t>
      </w:r>
    </w:p>
    <w:p w:rsidR="0062748B" w:rsidRDefault="0062748B" w:rsidP="0062748B">
      <w:r>
        <w:t xml:space="preserve">3 .1.17     -INF       .        1.000      .         </w:t>
      </w:r>
    </w:p>
    <w:p w:rsidR="0062748B" w:rsidRDefault="0062748B" w:rsidP="0062748B">
      <w:r>
        <w:t xml:space="preserve">3 .1.18     -INF       .        1.000      .         </w:t>
      </w:r>
    </w:p>
    <w:p w:rsidR="0062748B" w:rsidRDefault="0062748B" w:rsidP="0062748B">
      <w:r>
        <w:t xml:space="preserve">3 .1.19     -INF       .        1.000      .         </w:t>
      </w:r>
    </w:p>
    <w:p w:rsidR="0062748B" w:rsidRDefault="0062748B" w:rsidP="0062748B">
      <w:r>
        <w:t xml:space="preserve">3 .1.20     -INF       .        1.000      .         </w:t>
      </w:r>
    </w:p>
    <w:p w:rsidR="0062748B" w:rsidRDefault="0062748B" w:rsidP="0062748B">
      <w:r>
        <w:t xml:space="preserve">3 .1.21     -INF       .        1.000      .         </w:t>
      </w:r>
    </w:p>
    <w:p w:rsidR="0062748B" w:rsidRDefault="0062748B" w:rsidP="0062748B">
      <w:r>
        <w:t xml:space="preserve">3 .1.22     -INF       .        1.000      .         </w:t>
      </w:r>
    </w:p>
    <w:p w:rsidR="0062748B" w:rsidRDefault="0062748B" w:rsidP="0062748B">
      <w:r>
        <w:t xml:space="preserve">3 .1.23     -INF       .        1.000      .         </w:t>
      </w:r>
    </w:p>
    <w:p w:rsidR="0062748B" w:rsidRDefault="0062748B" w:rsidP="0062748B">
      <w:r>
        <w:t xml:space="preserve">3 .1.24     -INF       .        1.000      .         </w:t>
      </w:r>
    </w:p>
    <w:p w:rsidR="0062748B" w:rsidRDefault="0062748B" w:rsidP="0062748B">
      <w:r>
        <w:t xml:space="preserve">3 .1.25     -INF       .        1.000      .         </w:t>
      </w:r>
    </w:p>
    <w:p w:rsidR="0062748B" w:rsidRDefault="0062748B" w:rsidP="0062748B">
      <w:r>
        <w:t xml:space="preserve">3 .1.26     -INF       .        1.000      .         </w:t>
      </w:r>
    </w:p>
    <w:p w:rsidR="0062748B" w:rsidRDefault="0062748B" w:rsidP="0062748B">
      <w:r>
        <w:t xml:space="preserve">3 .1.27     -INF       .        1.000      .         </w:t>
      </w:r>
    </w:p>
    <w:p w:rsidR="0062748B" w:rsidRDefault="0062748B" w:rsidP="0062748B">
      <w:r>
        <w:t xml:space="preserve">3 .1.28     -INF       .        1.000      .         </w:t>
      </w:r>
    </w:p>
    <w:p w:rsidR="0062748B" w:rsidRDefault="0062748B" w:rsidP="0062748B">
      <w:r>
        <w:t xml:space="preserve">3 .1.29     -INF       .        1.000      .         </w:t>
      </w:r>
    </w:p>
    <w:p w:rsidR="0062748B" w:rsidRDefault="0062748B" w:rsidP="0062748B">
      <w:r>
        <w:lastRenderedPageBreak/>
        <w:t xml:space="preserve">4 .1.1      -INF       .        1.000      .         </w:t>
      </w:r>
    </w:p>
    <w:p w:rsidR="0062748B" w:rsidRDefault="0062748B" w:rsidP="0062748B">
      <w:r>
        <w:t xml:space="preserve">4 .1.2      -INF       .        1.000      .         </w:t>
      </w:r>
    </w:p>
    <w:p w:rsidR="0062748B" w:rsidRDefault="0062748B" w:rsidP="0062748B">
      <w:r>
        <w:t xml:space="preserve">4 .1.3      -INF       .        1.000      .         </w:t>
      </w:r>
    </w:p>
    <w:p w:rsidR="0062748B" w:rsidRDefault="0062748B" w:rsidP="0062748B">
      <w:r>
        <w:t xml:space="preserve">4 .1.4      -INF       .        1.000      .         </w:t>
      </w:r>
    </w:p>
    <w:p w:rsidR="0062748B" w:rsidRDefault="0062748B" w:rsidP="0062748B">
      <w:r>
        <w:t xml:space="preserve">4 .1.5      -INF       .        1.000      .         </w:t>
      </w:r>
    </w:p>
    <w:p w:rsidR="0062748B" w:rsidRDefault="0062748B" w:rsidP="0062748B">
      <w:r>
        <w:t xml:space="preserve">4 .1.6      -INF       .        1.000      .         </w:t>
      </w:r>
    </w:p>
    <w:p w:rsidR="0062748B" w:rsidRDefault="0062748B" w:rsidP="0062748B">
      <w:r>
        <w:t xml:space="preserve">4 .1.7      -INF       .        1.000      .         </w:t>
      </w:r>
    </w:p>
    <w:p w:rsidR="0062748B" w:rsidRDefault="0062748B" w:rsidP="0062748B">
      <w:r>
        <w:t xml:space="preserve">4 .1.8      -INF       .        1.000      .         </w:t>
      </w:r>
    </w:p>
    <w:p w:rsidR="0062748B" w:rsidRDefault="0062748B" w:rsidP="0062748B">
      <w:r>
        <w:t xml:space="preserve">4 .1.9      -INF       .        1.000      .         </w:t>
      </w:r>
    </w:p>
    <w:p w:rsidR="0062748B" w:rsidRDefault="0062748B" w:rsidP="0062748B">
      <w:r>
        <w:t xml:space="preserve">4 .1.10     -INF       .        1.000      .         </w:t>
      </w:r>
    </w:p>
    <w:p w:rsidR="0062748B" w:rsidRDefault="0062748B" w:rsidP="0062748B">
      <w:r>
        <w:t xml:space="preserve">4 .1.11     -INF       .        1.000      .         </w:t>
      </w:r>
    </w:p>
    <w:p w:rsidR="0062748B" w:rsidRDefault="0062748B" w:rsidP="0062748B">
      <w:r>
        <w:t xml:space="preserve">4 .1.12     -INF       .        1.000      .         </w:t>
      </w:r>
    </w:p>
    <w:p w:rsidR="0062748B" w:rsidRDefault="0062748B" w:rsidP="0062748B">
      <w:r>
        <w:t xml:space="preserve">4 .1.13     -INF       .        1.000      .         </w:t>
      </w:r>
    </w:p>
    <w:p w:rsidR="0062748B" w:rsidRDefault="0062748B" w:rsidP="0062748B">
      <w:r>
        <w:t xml:space="preserve">4 .1.14     -INF       .        1.000      .         </w:t>
      </w:r>
    </w:p>
    <w:p w:rsidR="0062748B" w:rsidRDefault="0062748B" w:rsidP="0062748B">
      <w:r>
        <w:t xml:space="preserve">4 .1.15     -INF       .        1.000      .         </w:t>
      </w:r>
    </w:p>
    <w:p w:rsidR="0062748B" w:rsidRDefault="0062748B" w:rsidP="0062748B">
      <w:r>
        <w:t xml:space="preserve">4 .1.16     -INF       .        1.000      .         </w:t>
      </w:r>
    </w:p>
    <w:p w:rsidR="0062748B" w:rsidRDefault="0062748B" w:rsidP="0062748B">
      <w:r>
        <w:t xml:space="preserve">4 .1.17     -INF       .        1.000      .         </w:t>
      </w:r>
    </w:p>
    <w:p w:rsidR="0062748B" w:rsidRDefault="0062748B" w:rsidP="0062748B">
      <w:r>
        <w:t xml:space="preserve">4 .1.18     -INF       .        1.000      .         </w:t>
      </w:r>
    </w:p>
    <w:p w:rsidR="0062748B" w:rsidRDefault="0062748B" w:rsidP="0062748B">
      <w:r>
        <w:t xml:space="preserve">4 .1.19     -INF       .        1.000      .         </w:t>
      </w:r>
    </w:p>
    <w:p w:rsidR="0062748B" w:rsidRDefault="0062748B" w:rsidP="0062748B">
      <w:r>
        <w:t xml:space="preserve">4 .1.20     -INF       .        1.000      .         </w:t>
      </w:r>
    </w:p>
    <w:p w:rsidR="0062748B" w:rsidRDefault="0062748B" w:rsidP="0062748B">
      <w:r>
        <w:t xml:space="preserve">4 .1.21     -INF       .        1.000      .         </w:t>
      </w:r>
    </w:p>
    <w:p w:rsidR="0062748B" w:rsidRDefault="0062748B" w:rsidP="0062748B">
      <w:r>
        <w:t xml:space="preserve">4 .1.22     -INF       .        1.000      .         </w:t>
      </w:r>
    </w:p>
    <w:p w:rsidR="0062748B" w:rsidRDefault="0062748B" w:rsidP="0062748B">
      <w:r>
        <w:t xml:space="preserve">4 .1.23     -INF       .        1.000      .         </w:t>
      </w:r>
    </w:p>
    <w:p w:rsidR="0062748B" w:rsidRDefault="0062748B" w:rsidP="0062748B">
      <w:r>
        <w:t xml:space="preserve">4 .1.24     -INF       .        1.000      .         </w:t>
      </w:r>
    </w:p>
    <w:p w:rsidR="0062748B" w:rsidRDefault="0062748B" w:rsidP="0062748B">
      <w:r>
        <w:t xml:space="preserve">4 .1.25     -INF       .        1.000      .         </w:t>
      </w:r>
    </w:p>
    <w:p w:rsidR="0062748B" w:rsidRDefault="0062748B" w:rsidP="0062748B">
      <w:r>
        <w:lastRenderedPageBreak/>
        <w:t xml:space="preserve">4 .1.26     -INF       .        1.000      .         </w:t>
      </w:r>
    </w:p>
    <w:p w:rsidR="0062748B" w:rsidRDefault="0062748B" w:rsidP="0062748B">
      <w:r>
        <w:t xml:space="preserve">4 .1.27     -INF       .        1.000      .         </w:t>
      </w:r>
    </w:p>
    <w:p w:rsidR="0062748B" w:rsidRDefault="0062748B" w:rsidP="0062748B">
      <w:r>
        <w:t xml:space="preserve">4 .1.28     -INF       .        1.000      .         </w:t>
      </w:r>
    </w:p>
    <w:p w:rsidR="0062748B" w:rsidRDefault="0062748B" w:rsidP="0062748B">
      <w:r>
        <w:t xml:space="preserve">4 .1.29     -INF       .        1.000      .         </w:t>
      </w:r>
    </w:p>
    <w:p w:rsidR="0062748B" w:rsidRDefault="0062748B" w:rsidP="0062748B">
      <w:r>
        <w:t xml:space="preserve">5 .1.1      -INF       .        1.000      .         </w:t>
      </w:r>
    </w:p>
    <w:p w:rsidR="0062748B" w:rsidRDefault="0062748B" w:rsidP="0062748B">
      <w:r>
        <w:t xml:space="preserve">5 .1.2      -INF       .        1.000      .         </w:t>
      </w:r>
    </w:p>
    <w:p w:rsidR="0062748B" w:rsidRDefault="0062748B" w:rsidP="0062748B">
      <w:r>
        <w:t xml:space="preserve">5 .1.3      -INF       .        1.000      .         </w:t>
      </w:r>
    </w:p>
    <w:p w:rsidR="0062748B" w:rsidRDefault="0062748B" w:rsidP="0062748B">
      <w:r>
        <w:t xml:space="preserve">5 .1.4      -INF       .        1.000      .         </w:t>
      </w:r>
    </w:p>
    <w:p w:rsidR="0062748B" w:rsidRDefault="0062748B" w:rsidP="0062748B">
      <w:r>
        <w:t xml:space="preserve">5 .1.5      -INF       .        1.000      .         </w:t>
      </w:r>
    </w:p>
    <w:p w:rsidR="0062748B" w:rsidRDefault="0062748B" w:rsidP="0062748B">
      <w:r>
        <w:t xml:space="preserve">5 .1.6      -INF       .        1.000      .         </w:t>
      </w:r>
    </w:p>
    <w:p w:rsidR="0062748B" w:rsidRDefault="0062748B" w:rsidP="0062748B">
      <w:r>
        <w:t xml:space="preserve">5 .1.7      -INF       .        1.000      .         </w:t>
      </w:r>
    </w:p>
    <w:p w:rsidR="0062748B" w:rsidRDefault="0062748B" w:rsidP="0062748B">
      <w:r>
        <w:t xml:space="preserve">5 .1.8      -INF       .        1.000      .         </w:t>
      </w:r>
    </w:p>
    <w:p w:rsidR="0062748B" w:rsidRDefault="0062748B" w:rsidP="0062748B">
      <w:r>
        <w:t xml:space="preserve">5 .1.9      -INF       .        1.000      .         </w:t>
      </w:r>
    </w:p>
    <w:p w:rsidR="0062748B" w:rsidRDefault="0062748B" w:rsidP="0062748B">
      <w:r>
        <w:t xml:space="preserve">5 .1.10     -INF       .        1.000      .         </w:t>
      </w:r>
    </w:p>
    <w:p w:rsidR="0062748B" w:rsidRDefault="0062748B" w:rsidP="0062748B">
      <w:r>
        <w:t xml:space="preserve">5 .1.11     -INF       .        1.000      .         </w:t>
      </w:r>
    </w:p>
    <w:p w:rsidR="0062748B" w:rsidRDefault="0062748B" w:rsidP="0062748B">
      <w:r>
        <w:t xml:space="preserve">5 .1.12     -INF       .        1.000      .         </w:t>
      </w:r>
    </w:p>
    <w:p w:rsidR="0062748B" w:rsidRDefault="0062748B" w:rsidP="0062748B">
      <w:r>
        <w:t xml:space="preserve">5 .1.13     -INF       .        1.000      .         </w:t>
      </w:r>
    </w:p>
    <w:p w:rsidR="0062748B" w:rsidRDefault="0062748B" w:rsidP="0062748B">
      <w:r>
        <w:t xml:space="preserve">5 .1.14     -INF       .        1.000      .         </w:t>
      </w:r>
    </w:p>
    <w:p w:rsidR="0062748B" w:rsidRDefault="0062748B" w:rsidP="0062748B">
      <w:r>
        <w:t xml:space="preserve">5 .1.15     -INF       .        1.000      .         </w:t>
      </w:r>
    </w:p>
    <w:p w:rsidR="0062748B" w:rsidRDefault="0062748B" w:rsidP="0062748B">
      <w:r>
        <w:t xml:space="preserve">5 .1.16     -INF       .        1.000      .         </w:t>
      </w:r>
    </w:p>
    <w:p w:rsidR="0062748B" w:rsidRDefault="0062748B" w:rsidP="0062748B">
      <w:r>
        <w:t xml:space="preserve">5 .1.17     -INF       .        1.000      .         </w:t>
      </w:r>
    </w:p>
    <w:p w:rsidR="0062748B" w:rsidRDefault="0062748B" w:rsidP="0062748B">
      <w:r>
        <w:t xml:space="preserve">5 .1.18     -INF       .        1.000      .         </w:t>
      </w:r>
    </w:p>
    <w:p w:rsidR="0062748B" w:rsidRDefault="0062748B" w:rsidP="0062748B">
      <w:r>
        <w:t xml:space="preserve">5 .1.19     -INF       .        1.000      .         </w:t>
      </w:r>
    </w:p>
    <w:p w:rsidR="0062748B" w:rsidRDefault="0062748B" w:rsidP="0062748B">
      <w:r>
        <w:t xml:space="preserve">5 .1.20     -INF       .        1.000      .         </w:t>
      </w:r>
    </w:p>
    <w:p w:rsidR="0062748B" w:rsidRDefault="0062748B" w:rsidP="0062748B">
      <w:r>
        <w:t xml:space="preserve">5 .1.21     -INF       .        1.000      .         </w:t>
      </w:r>
    </w:p>
    <w:p w:rsidR="0062748B" w:rsidRDefault="0062748B" w:rsidP="0062748B">
      <w:r>
        <w:lastRenderedPageBreak/>
        <w:t xml:space="preserve">5 .1.22     -INF       .        1.000      .         </w:t>
      </w:r>
    </w:p>
    <w:p w:rsidR="0062748B" w:rsidRDefault="0062748B" w:rsidP="0062748B">
      <w:r>
        <w:t xml:space="preserve">5 .1.23     -INF       .        1.000      .         </w:t>
      </w:r>
    </w:p>
    <w:p w:rsidR="0062748B" w:rsidRDefault="0062748B" w:rsidP="0062748B">
      <w:r>
        <w:t xml:space="preserve">5 .1.24     -INF       .        1.000      .         </w:t>
      </w:r>
    </w:p>
    <w:p w:rsidR="0062748B" w:rsidRDefault="0062748B" w:rsidP="0062748B">
      <w:r>
        <w:t xml:space="preserve">5 .1.25     -INF       .        1.000      .         </w:t>
      </w:r>
    </w:p>
    <w:p w:rsidR="0062748B" w:rsidRDefault="0062748B" w:rsidP="0062748B">
      <w:r>
        <w:t xml:space="preserve">5 .1.26     -INF       .        1.000      .         </w:t>
      </w:r>
    </w:p>
    <w:p w:rsidR="0062748B" w:rsidRDefault="0062748B" w:rsidP="0062748B">
      <w:r>
        <w:t xml:space="preserve">5 .1.27     -INF       .        1.000      .         </w:t>
      </w:r>
    </w:p>
    <w:p w:rsidR="0062748B" w:rsidRDefault="0062748B" w:rsidP="0062748B">
      <w:r>
        <w:t xml:space="preserve">5 .1.28     -INF       .        1.000      .         </w:t>
      </w:r>
    </w:p>
    <w:p w:rsidR="0062748B" w:rsidRDefault="0062748B" w:rsidP="0062748B">
      <w:r>
        <w:t xml:space="preserve">5 .1.29     -INF       .        1.000      .         </w:t>
      </w:r>
    </w:p>
    <w:p w:rsidR="0062748B" w:rsidRDefault="0062748B" w:rsidP="0062748B">
      <w:r>
        <w:t xml:space="preserve">6 .1.1      -INF       .        1.000      .         </w:t>
      </w:r>
    </w:p>
    <w:p w:rsidR="0062748B" w:rsidRDefault="0062748B" w:rsidP="0062748B">
      <w:r>
        <w:t xml:space="preserve">6 .1.2      -INF       .        1.000      .         </w:t>
      </w:r>
    </w:p>
    <w:p w:rsidR="0062748B" w:rsidRDefault="0062748B" w:rsidP="0062748B">
      <w:r>
        <w:t xml:space="preserve">6 .1.3      -INF       .        1.000      .         </w:t>
      </w:r>
    </w:p>
    <w:p w:rsidR="0062748B" w:rsidRDefault="0062748B" w:rsidP="0062748B">
      <w:r>
        <w:t xml:space="preserve">6 .1.4      -INF       .        1.000      .         </w:t>
      </w:r>
    </w:p>
    <w:p w:rsidR="0062748B" w:rsidRDefault="0062748B" w:rsidP="0062748B">
      <w:r>
        <w:t xml:space="preserve">6 .1.5      -INF       .        1.000      .         </w:t>
      </w:r>
    </w:p>
    <w:p w:rsidR="0062748B" w:rsidRDefault="0062748B" w:rsidP="0062748B">
      <w:r>
        <w:t xml:space="preserve">6 .1.6      -INF       .        1.000      .         </w:t>
      </w:r>
    </w:p>
    <w:p w:rsidR="0062748B" w:rsidRDefault="0062748B" w:rsidP="0062748B">
      <w:r>
        <w:t xml:space="preserve">6 .1.7      -INF       .        1.000      .         </w:t>
      </w:r>
    </w:p>
    <w:p w:rsidR="0062748B" w:rsidRDefault="0062748B" w:rsidP="0062748B">
      <w:r>
        <w:t xml:space="preserve">6 .1.8      -INF       .        1.000      .         </w:t>
      </w:r>
    </w:p>
    <w:p w:rsidR="0062748B" w:rsidRDefault="0062748B" w:rsidP="0062748B">
      <w:r>
        <w:t xml:space="preserve">6 .1.9      -INF       .        1.000      .         </w:t>
      </w:r>
    </w:p>
    <w:p w:rsidR="0062748B" w:rsidRDefault="0062748B" w:rsidP="0062748B">
      <w:r>
        <w:t xml:space="preserve">6 .1.10     -INF       .        1.000      .         </w:t>
      </w:r>
    </w:p>
    <w:p w:rsidR="0062748B" w:rsidRDefault="0062748B" w:rsidP="0062748B">
      <w:r>
        <w:t xml:space="preserve">6 .1.11     -INF       .        1.000      .         </w:t>
      </w:r>
    </w:p>
    <w:p w:rsidR="0062748B" w:rsidRDefault="0062748B" w:rsidP="0062748B">
      <w:r>
        <w:t xml:space="preserve">6 .1.12     -INF       .        1.000      .         </w:t>
      </w:r>
    </w:p>
    <w:p w:rsidR="0062748B" w:rsidRDefault="0062748B" w:rsidP="0062748B">
      <w:r>
        <w:t xml:space="preserve">6 .1.13     -INF       .        1.000      .         </w:t>
      </w:r>
    </w:p>
    <w:p w:rsidR="0062748B" w:rsidRDefault="0062748B" w:rsidP="0062748B">
      <w:r>
        <w:t xml:space="preserve">6 .1.14     -INF       .        1.000      .         </w:t>
      </w:r>
    </w:p>
    <w:p w:rsidR="0062748B" w:rsidRDefault="0062748B" w:rsidP="0062748B">
      <w:r>
        <w:t xml:space="preserve">6 .1.15     -INF       .        1.000      .         </w:t>
      </w:r>
    </w:p>
    <w:p w:rsidR="0062748B" w:rsidRDefault="0062748B" w:rsidP="0062748B">
      <w:r>
        <w:t xml:space="preserve">6 .1.16     -INF       .        1.000      .         </w:t>
      </w:r>
    </w:p>
    <w:p w:rsidR="0062748B" w:rsidRDefault="0062748B" w:rsidP="0062748B">
      <w:r>
        <w:t xml:space="preserve">6 .1.17     -INF       .        1.000      .         </w:t>
      </w:r>
    </w:p>
    <w:p w:rsidR="0062748B" w:rsidRDefault="0062748B" w:rsidP="0062748B">
      <w:r>
        <w:lastRenderedPageBreak/>
        <w:t xml:space="preserve">6 .1.18     -INF       .        1.000      .         </w:t>
      </w:r>
    </w:p>
    <w:p w:rsidR="0062748B" w:rsidRDefault="0062748B" w:rsidP="0062748B">
      <w:r>
        <w:t xml:space="preserve">6 .1.19     -INF       .        1.000      .         </w:t>
      </w:r>
    </w:p>
    <w:p w:rsidR="0062748B" w:rsidRDefault="0062748B" w:rsidP="0062748B">
      <w:r>
        <w:t xml:space="preserve">6 .1.20     -INF       .        1.000      .         </w:t>
      </w:r>
    </w:p>
    <w:p w:rsidR="0062748B" w:rsidRDefault="0062748B" w:rsidP="0062748B">
      <w:r>
        <w:t xml:space="preserve">6 .1.21     -INF       .        1.000      .         </w:t>
      </w:r>
    </w:p>
    <w:p w:rsidR="0062748B" w:rsidRDefault="0062748B" w:rsidP="0062748B">
      <w:r>
        <w:t xml:space="preserve">6 .1.22     -INF       .        1.000      .         </w:t>
      </w:r>
    </w:p>
    <w:p w:rsidR="0062748B" w:rsidRDefault="0062748B" w:rsidP="0062748B">
      <w:r>
        <w:t xml:space="preserve">6 .1.23     -INF       .        1.000      .         </w:t>
      </w:r>
    </w:p>
    <w:p w:rsidR="0062748B" w:rsidRDefault="0062748B" w:rsidP="0062748B">
      <w:r>
        <w:t xml:space="preserve">6 .1.24     -INF       .        1.000      .         </w:t>
      </w:r>
    </w:p>
    <w:p w:rsidR="0062748B" w:rsidRDefault="0062748B" w:rsidP="0062748B">
      <w:r>
        <w:t xml:space="preserve">6 .1.25     -INF       .        1.000      .         </w:t>
      </w:r>
    </w:p>
    <w:p w:rsidR="0062748B" w:rsidRDefault="0062748B" w:rsidP="0062748B">
      <w:r>
        <w:t xml:space="preserve">6 .1.26     -INF       .        1.000      .         </w:t>
      </w:r>
    </w:p>
    <w:p w:rsidR="0062748B" w:rsidRDefault="0062748B" w:rsidP="0062748B">
      <w:r>
        <w:t xml:space="preserve">6 .1.27     -INF       .        1.000      .         </w:t>
      </w:r>
    </w:p>
    <w:p w:rsidR="0062748B" w:rsidRDefault="0062748B" w:rsidP="0062748B">
      <w:r>
        <w:t xml:space="preserve">6 .1.28     -INF       .        1.000      .         </w:t>
      </w:r>
    </w:p>
    <w:p w:rsidR="0062748B" w:rsidRDefault="0062748B" w:rsidP="0062748B">
      <w:r>
        <w:t xml:space="preserve">6 .1.29     -INF       .        1.000      .         </w:t>
      </w:r>
    </w:p>
    <w:p w:rsidR="0062748B" w:rsidRDefault="0062748B" w:rsidP="0062748B">
      <w:r>
        <w:t xml:space="preserve">7 .1.1      -INF       .        1.000      .         </w:t>
      </w:r>
    </w:p>
    <w:p w:rsidR="0062748B" w:rsidRDefault="0062748B" w:rsidP="0062748B">
      <w:r>
        <w:t xml:space="preserve">7 .1.2      -INF       .        1.000      .         </w:t>
      </w:r>
    </w:p>
    <w:p w:rsidR="0062748B" w:rsidRDefault="0062748B" w:rsidP="0062748B">
      <w:r>
        <w:t xml:space="preserve">7 .1.3      -INF       .        1.000      .         </w:t>
      </w:r>
    </w:p>
    <w:p w:rsidR="0062748B" w:rsidRDefault="0062748B" w:rsidP="0062748B">
      <w:r>
        <w:t xml:space="preserve">7 .1.4      -INF       .        1.000      .         </w:t>
      </w:r>
    </w:p>
    <w:p w:rsidR="0062748B" w:rsidRDefault="0062748B" w:rsidP="0062748B">
      <w:r>
        <w:t xml:space="preserve">7 .1.5      -INF       .        1.000      .         </w:t>
      </w:r>
    </w:p>
    <w:p w:rsidR="0062748B" w:rsidRDefault="0062748B" w:rsidP="0062748B">
      <w:r>
        <w:t xml:space="preserve">7 .1.6      -INF       .        1.000      .         </w:t>
      </w:r>
    </w:p>
    <w:p w:rsidR="0062748B" w:rsidRDefault="0062748B" w:rsidP="0062748B">
      <w:r>
        <w:t xml:space="preserve">7 .1.7      -INF       .        1.000      .         </w:t>
      </w:r>
    </w:p>
    <w:p w:rsidR="0062748B" w:rsidRDefault="0062748B" w:rsidP="0062748B">
      <w:r>
        <w:t xml:space="preserve">7 .1.8      -INF       .        1.000      .         </w:t>
      </w:r>
    </w:p>
    <w:p w:rsidR="0062748B" w:rsidRDefault="0062748B" w:rsidP="0062748B">
      <w:r>
        <w:t xml:space="preserve">7 .1.9      -INF       .        1.000      .         </w:t>
      </w:r>
    </w:p>
    <w:p w:rsidR="0062748B" w:rsidRDefault="0062748B" w:rsidP="0062748B">
      <w:r>
        <w:t xml:space="preserve">7 .1.10     -INF       .        1.000      .         </w:t>
      </w:r>
    </w:p>
    <w:p w:rsidR="0062748B" w:rsidRDefault="0062748B" w:rsidP="0062748B">
      <w:r>
        <w:t xml:space="preserve">7 .1.11     -INF       .        1.000      .         </w:t>
      </w:r>
    </w:p>
    <w:p w:rsidR="0062748B" w:rsidRDefault="0062748B" w:rsidP="0062748B">
      <w:r>
        <w:t xml:space="preserve">7 .1.12     -INF       .        1.000      .         </w:t>
      </w:r>
    </w:p>
    <w:p w:rsidR="0062748B" w:rsidRDefault="0062748B" w:rsidP="0062748B">
      <w:r>
        <w:t xml:space="preserve">7 .1.13     -INF       .        1.000      .         </w:t>
      </w:r>
    </w:p>
    <w:p w:rsidR="0062748B" w:rsidRDefault="0062748B" w:rsidP="0062748B">
      <w:r>
        <w:lastRenderedPageBreak/>
        <w:t xml:space="preserve">7 .1.14     -INF       .        1.000      .         </w:t>
      </w:r>
    </w:p>
    <w:p w:rsidR="0062748B" w:rsidRDefault="0062748B" w:rsidP="0062748B">
      <w:r>
        <w:t xml:space="preserve">7 .1.15     -INF       .        1.000      .         </w:t>
      </w:r>
    </w:p>
    <w:p w:rsidR="0062748B" w:rsidRDefault="0062748B" w:rsidP="0062748B">
      <w:r>
        <w:t xml:space="preserve">7 .1.16     -INF       .        1.000      .         </w:t>
      </w:r>
    </w:p>
    <w:p w:rsidR="0062748B" w:rsidRDefault="0062748B" w:rsidP="0062748B">
      <w:r>
        <w:t xml:space="preserve">7 .1.17     -INF       .        1.000      .         </w:t>
      </w:r>
    </w:p>
    <w:p w:rsidR="0062748B" w:rsidRDefault="0062748B" w:rsidP="0062748B">
      <w:r>
        <w:t xml:space="preserve">7 .1.18     -INF       .        1.000      .         </w:t>
      </w:r>
    </w:p>
    <w:p w:rsidR="0062748B" w:rsidRDefault="0062748B" w:rsidP="0062748B">
      <w:r>
        <w:t xml:space="preserve">7 .1.19     -INF       .        1.000      .         </w:t>
      </w:r>
    </w:p>
    <w:p w:rsidR="0062748B" w:rsidRDefault="0062748B" w:rsidP="0062748B">
      <w:r>
        <w:t xml:space="preserve">7 .1.20     -INF       .        1.000      .         </w:t>
      </w:r>
    </w:p>
    <w:p w:rsidR="0062748B" w:rsidRDefault="0062748B" w:rsidP="0062748B">
      <w:r>
        <w:t xml:space="preserve">7 .1.21     -INF       .        1.000      .         </w:t>
      </w:r>
    </w:p>
    <w:p w:rsidR="0062748B" w:rsidRDefault="0062748B" w:rsidP="0062748B">
      <w:r>
        <w:t xml:space="preserve">7 .1.22     -INF       .        1.000      .         </w:t>
      </w:r>
    </w:p>
    <w:p w:rsidR="0062748B" w:rsidRDefault="0062748B" w:rsidP="0062748B">
      <w:r>
        <w:t xml:space="preserve">7 .1.23     -INF       .        1.000      .         </w:t>
      </w:r>
    </w:p>
    <w:p w:rsidR="0062748B" w:rsidRDefault="0062748B" w:rsidP="0062748B">
      <w:r>
        <w:t xml:space="preserve">7 .1.24     -INF       .        1.000      .         </w:t>
      </w:r>
    </w:p>
    <w:p w:rsidR="0062748B" w:rsidRDefault="0062748B" w:rsidP="0062748B">
      <w:r>
        <w:t xml:space="preserve">7 .1.25     -INF       .        1.000      .         </w:t>
      </w:r>
    </w:p>
    <w:p w:rsidR="0062748B" w:rsidRDefault="0062748B" w:rsidP="0062748B">
      <w:r>
        <w:t xml:space="preserve">7 .1.26     -INF       .        1.000      .         </w:t>
      </w:r>
    </w:p>
    <w:p w:rsidR="0062748B" w:rsidRDefault="0062748B" w:rsidP="0062748B">
      <w:r>
        <w:t xml:space="preserve">7 .1.27     -INF       .        1.000      .         </w:t>
      </w:r>
    </w:p>
    <w:p w:rsidR="0062748B" w:rsidRDefault="0062748B" w:rsidP="0062748B">
      <w:r>
        <w:t xml:space="preserve">7 .1.28     -INF       .        1.000      .         </w:t>
      </w:r>
    </w:p>
    <w:p w:rsidR="0062748B" w:rsidRDefault="0062748B" w:rsidP="0062748B">
      <w:r>
        <w:t xml:space="preserve">7 .1.29     -INF       .        1.000      .         </w:t>
      </w:r>
    </w:p>
    <w:p w:rsidR="0062748B" w:rsidRDefault="0062748B" w:rsidP="0062748B">
      <w:r>
        <w:t xml:space="preserve">8 .1.1      -INF       .        1.000      .         </w:t>
      </w:r>
    </w:p>
    <w:p w:rsidR="0062748B" w:rsidRDefault="0062748B" w:rsidP="0062748B">
      <w:r>
        <w:t xml:space="preserve">8 .1.2      -INF       .        1.000      .         </w:t>
      </w:r>
    </w:p>
    <w:p w:rsidR="0062748B" w:rsidRDefault="0062748B" w:rsidP="0062748B">
      <w:r>
        <w:t xml:space="preserve">8 .1.3      -INF       .        1.000      .         </w:t>
      </w:r>
    </w:p>
    <w:p w:rsidR="0062748B" w:rsidRDefault="0062748B" w:rsidP="0062748B">
      <w:r>
        <w:t xml:space="preserve">8 .1.4      -INF       .        1.000      .         </w:t>
      </w:r>
    </w:p>
    <w:p w:rsidR="0062748B" w:rsidRDefault="0062748B" w:rsidP="0062748B">
      <w:r>
        <w:t xml:space="preserve">8 .1.5      -INF       .        1.000      .         </w:t>
      </w:r>
    </w:p>
    <w:p w:rsidR="0062748B" w:rsidRDefault="0062748B" w:rsidP="0062748B">
      <w:r>
        <w:t xml:space="preserve">8 .1.6      -INF       .        1.000      .         </w:t>
      </w:r>
    </w:p>
    <w:p w:rsidR="0062748B" w:rsidRDefault="0062748B" w:rsidP="0062748B">
      <w:r>
        <w:t xml:space="preserve">8 .1.7      -INF       .        1.000      .         </w:t>
      </w:r>
    </w:p>
    <w:p w:rsidR="0062748B" w:rsidRDefault="0062748B" w:rsidP="0062748B">
      <w:r>
        <w:t xml:space="preserve">8 .1.8      -INF       .        1.000      .         </w:t>
      </w:r>
    </w:p>
    <w:p w:rsidR="0062748B" w:rsidRDefault="0062748B" w:rsidP="0062748B">
      <w:r>
        <w:t xml:space="preserve">8 .1.9      -INF       .        1.000      .         </w:t>
      </w:r>
    </w:p>
    <w:p w:rsidR="0062748B" w:rsidRDefault="0062748B" w:rsidP="0062748B">
      <w:r>
        <w:lastRenderedPageBreak/>
        <w:t xml:space="preserve">8 .1.10     -INF       .        1.000      .         </w:t>
      </w:r>
    </w:p>
    <w:p w:rsidR="0062748B" w:rsidRDefault="0062748B" w:rsidP="0062748B">
      <w:r>
        <w:t xml:space="preserve">8 .1.11     -INF       .        1.000      .         </w:t>
      </w:r>
    </w:p>
    <w:p w:rsidR="0062748B" w:rsidRDefault="0062748B" w:rsidP="0062748B">
      <w:r>
        <w:t xml:space="preserve">8 .1.12     -INF       .        1.000      .         </w:t>
      </w:r>
    </w:p>
    <w:p w:rsidR="0062748B" w:rsidRDefault="0062748B" w:rsidP="0062748B">
      <w:r>
        <w:t xml:space="preserve">8 .1.13     -INF       .        1.000      .         </w:t>
      </w:r>
    </w:p>
    <w:p w:rsidR="0062748B" w:rsidRDefault="0062748B" w:rsidP="0062748B">
      <w:r>
        <w:t xml:space="preserve">8 .1.14     -INF       .        1.000      .         </w:t>
      </w:r>
    </w:p>
    <w:p w:rsidR="0062748B" w:rsidRDefault="0062748B" w:rsidP="0062748B">
      <w:r>
        <w:t xml:space="preserve">8 .1.15     -INF       .        1.000      .         </w:t>
      </w:r>
    </w:p>
    <w:p w:rsidR="0062748B" w:rsidRDefault="0062748B" w:rsidP="0062748B">
      <w:r>
        <w:t xml:space="preserve">8 .1.16     -INF       .        1.000      .         </w:t>
      </w:r>
    </w:p>
    <w:p w:rsidR="0062748B" w:rsidRDefault="0062748B" w:rsidP="0062748B">
      <w:r>
        <w:t xml:space="preserve">8 .1.17     -INF       .        1.000      .         </w:t>
      </w:r>
    </w:p>
    <w:p w:rsidR="0062748B" w:rsidRDefault="0062748B" w:rsidP="0062748B">
      <w:r>
        <w:t xml:space="preserve">8 .1.18     -INF       .        1.000      .         </w:t>
      </w:r>
    </w:p>
    <w:p w:rsidR="0062748B" w:rsidRDefault="0062748B" w:rsidP="0062748B">
      <w:r>
        <w:t xml:space="preserve">8 .1.19     -INF       .        1.000      .         </w:t>
      </w:r>
    </w:p>
    <w:p w:rsidR="0062748B" w:rsidRDefault="0062748B" w:rsidP="0062748B">
      <w:r>
        <w:t xml:space="preserve">8 .1.20     -INF       .        1.000      .         </w:t>
      </w:r>
    </w:p>
    <w:p w:rsidR="0062748B" w:rsidRDefault="0062748B" w:rsidP="0062748B">
      <w:r>
        <w:t xml:space="preserve">8 .1.21     -INF       .        1.000      .         </w:t>
      </w:r>
    </w:p>
    <w:p w:rsidR="0062748B" w:rsidRDefault="0062748B" w:rsidP="0062748B">
      <w:r>
        <w:t xml:space="preserve">8 .1.22     -INF       .        1.000      .         </w:t>
      </w:r>
    </w:p>
    <w:p w:rsidR="0062748B" w:rsidRDefault="0062748B" w:rsidP="0062748B">
      <w:r>
        <w:t xml:space="preserve">8 .1.23     -INF       .        1.000      .         </w:t>
      </w:r>
    </w:p>
    <w:p w:rsidR="0062748B" w:rsidRDefault="0062748B" w:rsidP="0062748B">
      <w:r>
        <w:t xml:space="preserve">8 .1.24     -INF       .        1.000      .         </w:t>
      </w:r>
    </w:p>
    <w:p w:rsidR="0062748B" w:rsidRDefault="0062748B" w:rsidP="0062748B">
      <w:r>
        <w:t xml:space="preserve">8 .1.25     -INF       .        1.000      .         </w:t>
      </w:r>
    </w:p>
    <w:p w:rsidR="0062748B" w:rsidRDefault="0062748B" w:rsidP="0062748B">
      <w:r>
        <w:t xml:space="preserve">8 .1.26     -INF       .        1.000      .         </w:t>
      </w:r>
    </w:p>
    <w:p w:rsidR="0062748B" w:rsidRDefault="0062748B" w:rsidP="0062748B">
      <w:r>
        <w:t xml:space="preserve">8 .1.27     -INF       .        1.000      .         </w:t>
      </w:r>
    </w:p>
    <w:p w:rsidR="0062748B" w:rsidRDefault="0062748B" w:rsidP="0062748B">
      <w:r>
        <w:t xml:space="preserve">8 .1.28     -INF       .        1.000      .         </w:t>
      </w:r>
    </w:p>
    <w:p w:rsidR="0062748B" w:rsidRDefault="0062748B" w:rsidP="0062748B">
      <w:r>
        <w:t xml:space="preserve">8 .1.29     -INF       .        1.000      .         </w:t>
      </w:r>
    </w:p>
    <w:p w:rsidR="0062748B" w:rsidRDefault="0062748B" w:rsidP="0062748B">
      <w:r>
        <w:t xml:space="preserve">9 .1.1      -INF       .        1.000      .         </w:t>
      </w:r>
    </w:p>
    <w:p w:rsidR="0062748B" w:rsidRDefault="0062748B" w:rsidP="0062748B">
      <w:r>
        <w:t xml:space="preserve">9 .1.2      -INF       .        1.000      .         </w:t>
      </w:r>
    </w:p>
    <w:p w:rsidR="0062748B" w:rsidRDefault="0062748B" w:rsidP="0062748B">
      <w:r>
        <w:t xml:space="preserve">9 .1.3      -INF       .        1.000      .         </w:t>
      </w:r>
    </w:p>
    <w:p w:rsidR="0062748B" w:rsidRDefault="0062748B" w:rsidP="0062748B">
      <w:r>
        <w:t xml:space="preserve">9 .1.4      -INF       .        1.000      .         </w:t>
      </w:r>
    </w:p>
    <w:p w:rsidR="0062748B" w:rsidRDefault="0062748B" w:rsidP="0062748B">
      <w:r>
        <w:t xml:space="preserve">9 .1.5      -INF       .        1.000      .         </w:t>
      </w:r>
    </w:p>
    <w:p w:rsidR="0062748B" w:rsidRDefault="0062748B" w:rsidP="0062748B">
      <w:r>
        <w:lastRenderedPageBreak/>
        <w:t xml:space="preserve">9 .1.6      -INF       .        1.000      .         </w:t>
      </w:r>
    </w:p>
    <w:p w:rsidR="0062748B" w:rsidRDefault="0062748B" w:rsidP="0062748B">
      <w:r>
        <w:t xml:space="preserve">9 .1.7      -INF       .        1.000      .         </w:t>
      </w:r>
    </w:p>
    <w:p w:rsidR="0062748B" w:rsidRDefault="0062748B" w:rsidP="0062748B">
      <w:r>
        <w:t xml:space="preserve">9 .1.8      -INF       .        1.000      .         </w:t>
      </w:r>
    </w:p>
    <w:p w:rsidR="0062748B" w:rsidRDefault="0062748B" w:rsidP="0062748B">
      <w:r>
        <w:t xml:space="preserve">9 .1.9      -INF       .        1.000      .         </w:t>
      </w:r>
    </w:p>
    <w:p w:rsidR="0062748B" w:rsidRDefault="0062748B" w:rsidP="0062748B">
      <w:r>
        <w:t xml:space="preserve">9 .1.10     -INF       .        1.000      .         </w:t>
      </w:r>
    </w:p>
    <w:p w:rsidR="0062748B" w:rsidRDefault="0062748B" w:rsidP="0062748B">
      <w:r>
        <w:t xml:space="preserve">9 .1.11     -INF       .        1.000      .         </w:t>
      </w:r>
    </w:p>
    <w:p w:rsidR="0062748B" w:rsidRDefault="0062748B" w:rsidP="0062748B">
      <w:r>
        <w:t xml:space="preserve">9 .1.12     -INF       .        1.000      .         </w:t>
      </w:r>
    </w:p>
    <w:p w:rsidR="0062748B" w:rsidRDefault="0062748B" w:rsidP="0062748B">
      <w:r>
        <w:t xml:space="preserve">9 .1.13     -INF       .        1.000      .         </w:t>
      </w:r>
    </w:p>
    <w:p w:rsidR="0062748B" w:rsidRDefault="0062748B" w:rsidP="0062748B">
      <w:r>
        <w:t xml:space="preserve">9 .1.14     -INF       .        1.000      .         </w:t>
      </w:r>
    </w:p>
    <w:p w:rsidR="0062748B" w:rsidRDefault="0062748B" w:rsidP="0062748B">
      <w:r>
        <w:t xml:space="preserve">9 .1.15     -INF       .        1.000      .         </w:t>
      </w:r>
    </w:p>
    <w:p w:rsidR="0062748B" w:rsidRDefault="0062748B" w:rsidP="0062748B">
      <w:r>
        <w:t xml:space="preserve">9 .1.16     -INF       .        1.000      .         </w:t>
      </w:r>
    </w:p>
    <w:p w:rsidR="0062748B" w:rsidRDefault="0062748B" w:rsidP="0062748B">
      <w:r>
        <w:t xml:space="preserve">9 .1.17     -INF       .        1.000      .         </w:t>
      </w:r>
    </w:p>
    <w:p w:rsidR="0062748B" w:rsidRDefault="0062748B" w:rsidP="0062748B">
      <w:r>
        <w:t xml:space="preserve">9 .1.18     -INF       .        1.000      .         </w:t>
      </w:r>
    </w:p>
    <w:p w:rsidR="0062748B" w:rsidRDefault="0062748B" w:rsidP="0062748B">
      <w:r>
        <w:t xml:space="preserve">9 .1.19     -INF       .        1.000      .         </w:t>
      </w:r>
    </w:p>
    <w:p w:rsidR="0062748B" w:rsidRDefault="0062748B" w:rsidP="0062748B">
      <w:r>
        <w:t xml:space="preserve">9 .1.20     -INF       .        1.000      .         </w:t>
      </w:r>
    </w:p>
    <w:p w:rsidR="0062748B" w:rsidRDefault="0062748B" w:rsidP="0062748B">
      <w:r>
        <w:t xml:space="preserve">9 .1.21     -INF       .        1.000      .         </w:t>
      </w:r>
    </w:p>
    <w:p w:rsidR="0062748B" w:rsidRDefault="0062748B" w:rsidP="0062748B">
      <w:r>
        <w:t xml:space="preserve">9 .1.22     -INF       .        1.000      .         </w:t>
      </w:r>
    </w:p>
    <w:p w:rsidR="0062748B" w:rsidRDefault="0062748B" w:rsidP="0062748B">
      <w:r>
        <w:t xml:space="preserve">9 .1.23     -INF       .        1.000      .         </w:t>
      </w:r>
    </w:p>
    <w:p w:rsidR="0062748B" w:rsidRDefault="0062748B" w:rsidP="0062748B">
      <w:r>
        <w:t xml:space="preserve">9 .1.24     -INF       .        1.000      .         </w:t>
      </w:r>
    </w:p>
    <w:p w:rsidR="0062748B" w:rsidRDefault="0062748B" w:rsidP="0062748B">
      <w:r>
        <w:t xml:space="preserve">9 .1.25     -INF       .        1.000      .         </w:t>
      </w:r>
    </w:p>
    <w:p w:rsidR="0062748B" w:rsidRDefault="0062748B" w:rsidP="0062748B">
      <w:r>
        <w:t xml:space="preserve">9 .1.26     -INF       .        1.000      .         </w:t>
      </w:r>
    </w:p>
    <w:p w:rsidR="0062748B" w:rsidRDefault="0062748B" w:rsidP="0062748B">
      <w:r>
        <w:t xml:space="preserve">9 .1.27     -INF       .        1.000      .         </w:t>
      </w:r>
    </w:p>
    <w:p w:rsidR="0062748B" w:rsidRDefault="0062748B" w:rsidP="0062748B">
      <w:r>
        <w:t xml:space="preserve">9 .1.28     -INF       .        1.000      .         </w:t>
      </w:r>
    </w:p>
    <w:p w:rsidR="0062748B" w:rsidRDefault="0062748B" w:rsidP="0062748B">
      <w:r>
        <w:t xml:space="preserve">9 .1.29     -INF       .        1.000      .         </w:t>
      </w:r>
    </w:p>
    <w:p w:rsidR="0062748B" w:rsidRDefault="0062748B" w:rsidP="0062748B">
      <w:r>
        <w:t xml:space="preserve">10.1.1      -INF       .        1.000      .         </w:t>
      </w:r>
    </w:p>
    <w:p w:rsidR="0062748B" w:rsidRDefault="0062748B" w:rsidP="0062748B">
      <w:r>
        <w:lastRenderedPageBreak/>
        <w:t xml:space="preserve">10.1.2      -INF       .        1.000      .         </w:t>
      </w:r>
    </w:p>
    <w:p w:rsidR="0062748B" w:rsidRDefault="0062748B" w:rsidP="0062748B">
      <w:r>
        <w:t xml:space="preserve">10.1.3      -INF       .        1.000      .         </w:t>
      </w:r>
    </w:p>
    <w:p w:rsidR="0062748B" w:rsidRDefault="0062748B" w:rsidP="0062748B">
      <w:r>
        <w:t xml:space="preserve">10.1.4      -INF       .        1.000      .         </w:t>
      </w:r>
    </w:p>
    <w:p w:rsidR="0062748B" w:rsidRDefault="0062748B" w:rsidP="0062748B">
      <w:r>
        <w:t xml:space="preserve">10.1.5      -INF       .        1.000      .         </w:t>
      </w:r>
    </w:p>
    <w:p w:rsidR="0062748B" w:rsidRDefault="0062748B" w:rsidP="0062748B">
      <w:r>
        <w:t xml:space="preserve">10.1.6      -INF       .        1.000      .         </w:t>
      </w:r>
    </w:p>
    <w:p w:rsidR="0062748B" w:rsidRDefault="0062748B" w:rsidP="0062748B">
      <w:r>
        <w:t xml:space="preserve">10.1.7      -INF       .        1.000      .         </w:t>
      </w:r>
    </w:p>
    <w:p w:rsidR="0062748B" w:rsidRDefault="0062748B" w:rsidP="0062748B">
      <w:r>
        <w:t xml:space="preserve">10.1.8      -INF       .        1.000      .         </w:t>
      </w:r>
    </w:p>
    <w:p w:rsidR="0062748B" w:rsidRDefault="0062748B" w:rsidP="0062748B">
      <w:r>
        <w:t xml:space="preserve">10.1.9      -INF       .        1.000      .         </w:t>
      </w:r>
    </w:p>
    <w:p w:rsidR="0062748B" w:rsidRDefault="0062748B" w:rsidP="0062748B">
      <w:r>
        <w:t xml:space="preserve">10.1.10     -INF       .        1.000      .         </w:t>
      </w:r>
    </w:p>
    <w:p w:rsidR="0062748B" w:rsidRDefault="0062748B" w:rsidP="0062748B">
      <w:r>
        <w:t xml:space="preserve">10.1.11     -INF       .        1.000      .         </w:t>
      </w:r>
    </w:p>
    <w:p w:rsidR="0062748B" w:rsidRDefault="0062748B" w:rsidP="0062748B">
      <w:r>
        <w:t xml:space="preserve">10.1.12     -INF       .        1.000      .         </w:t>
      </w:r>
    </w:p>
    <w:p w:rsidR="0062748B" w:rsidRDefault="0062748B" w:rsidP="0062748B">
      <w:r>
        <w:t xml:space="preserve">10.1.13     -INF       .        1.000      .         </w:t>
      </w:r>
    </w:p>
    <w:p w:rsidR="0062748B" w:rsidRDefault="0062748B" w:rsidP="0062748B">
      <w:r>
        <w:t xml:space="preserve">10.1.14     -INF       .        1.000      .         </w:t>
      </w:r>
    </w:p>
    <w:p w:rsidR="0062748B" w:rsidRDefault="0062748B" w:rsidP="0062748B">
      <w:r>
        <w:t xml:space="preserve">10.1.15     -INF       .        1.000      .         </w:t>
      </w:r>
    </w:p>
    <w:p w:rsidR="0062748B" w:rsidRDefault="0062748B" w:rsidP="0062748B">
      <w:r>
        <w:t xml:space="preserve">10.1.16     -INF       .        1.000      .         </w:t>
      </w:r>
    </w:p>
    <w:p w:rsidR="0062748B" w:rsidRDefault="0062748B" w:rsidP="0062748B">
      <w:r>
        <w:t xml:space="preserve">10.1.17     -INF       .        1.000      .         </w:t>
      </w:r>
    </w:p>
    <w:p w:rsidR="0062748B" w:rsidRDefault="0062748B" w:rsidP="0062748B">
      <w:r>
        <w:t xml:space="preserve">10.1.18     -INF       .        1.000      .         </w:t>
      </w:r>
    </w:p>
    <w:p w:rsidR="0062748B" w:rsidRDefault="0062748B" w:rsidP="0062748B">
      <w:r>
        <w:t xml:space="preserve">10.1.19     -INF       .        1.000      .         </w:t>
      </w:r>
    </w:p>
    <w:p w:rsidR="0062748B" w:rsidRDefault="0062748B" w:rsidP="0062748B">
      <w:r>
        <w:t xml:space="preserve">10.1.20     -INF       .        1.000      .         </w:t>
      </w:r>
    </w:p>
    <w:p w:rsidR="0062748B" w:rsidRDefault="0062748B" w:rsidP="0062748B">
      <w:r>
        <w:t xml:space="preserve">10.1.21     -INF       .        1.000      .         </w:t>
      </w:r>
    </w:p>
    <w:p w:rsidR="0062748B" w:rsidRDefault="0062748B" w:rsidP="0062748B">
      <w:r>
        <w:t xml:space="preserve">10.1.22     -INF       .        1.000      .         </w:t>
      </w:r>
    </w:p>
    <w:p w:rsidR="0062748B" w:rsidRDefault="0062748B" w:rsidP="0062748B">
      <w:r>
        <w:t xml:space="preserve">10.1.23     -INF       .        1.000      .         </w:t>
      </w:r>
    </w:p>
    <w:p w:rsidR="0062748B" w:rsidRDefault="0062748B" w:rsidP="0062748B">
      <w:r>
        <w:t xml:space="preserve">10.1.24     -INF       .        1.000      .         </w:t>
      </w:r>
    </w:p>
    <w:p w:rsidR="0062748B" w:rsidRDefault="0062748B" w:rsidP="0062748B">
      <w:r>
        <w:t xml:space="preserve">10.1.25     -INF       .        1.000      .         </w:t>
      </w:r>
    </w:p>
    <w:p w:rsidR="0062748B" w:rsidRDefault="0062748B" w:rsidP="0062748B">
      <w:r>
        <w:t xml:space="preserve">10.1.26     -INF       .        1.000      .         </w:t>
      </w:r>
    </w:p>
    <w:p w:rsidR="0062748B" w:rsidRDefault="0062748B" w:rsidP="0062748B">
      <w:r>
        <w:lastRenderedPageBreak/>
        <w:t xml:space="preserve">10.1.27     -INF       .        1.000      .         </w:t>
      </w:r>
    </w:p>
    <w:p w:rsidR="0062748B" w:rsidRDefault="0062748B" w:rsidP="0062748B">
      <w:r>
        <w:t xml:space="preserve">10.1.28     -INF       .        1.000      .         </w:t>
      </w:r>
    </w:p>
    <w:p w:rsidR="0062748B" w:rsidRDefault="0062748B" w:rsidP="0062748B">
      <w:r>
        <w:t xml:space="preserve">10.1.29     -INF       .        1.000      .         </w:t>
      </w:r>
    </w:p>
    <w:p w:rsidR="0062748B" w:rsidRDefault="0062748B" w:rsidP="0062748B">
      <w:r>
        <w:t xml:space="preserve">11.1.1      -INF       .        1.000      .         </w:t>
      </w:r>
    </w:p>
    <w:p w:rsidR="0062748B" w:rsidRDefault="0062748B" w:rsidP="0062748B">
      <w:r>
        <w:t xml:space="preserve">11.1.2      -INF       .        1.000      .         </w:t>
      </w:r>
    </w:p>
    <w:p w:rsidR="0062748B" w:rsidRDefault="0062748B" w:rsidP="0062748B">
      <w:r>
        <w:t xml:space="preserve">11.1.3      -INF       .        1.000      .         </w:t>
      </w:r>
    </w:p>
    <w:p w:rsidR="0062748B" w:rsidRDefault="0062748B" w:rsidP="0062748B">
      <w:r>
        <w:t xml:space="preserve">11.1.4      -INF       .        1.000      .         </w:t>
      </w:r>
    </w:p>
    <w:p w:rsidR="0062748B" w:rsidRDefault="0062748B" w:rsidP="0062748B">
      <w:r>
        <w:t xml:space="preserve">11.1.5      -INF       .        1.000      .         </w:t>
      </w:r>
    </w:p>
    <w:p w:rsidR="0062748B" w:rsidRDefault="0062748B" w:rsidP="0062748B">
      <w:r>
        <w:t xml:space="preserve">11.1.6      -INF       .        1.000      .         </w:t>
      </w:r>
    </w:p>
    <w:p w:rsidR="0062748B" w:rsidRDefault="0062748B" w:rsidP="0062748B">
      <w:r>
        <w:t xml:space="preserve">11.1.7      -INF       .        1.000      .         </w:t>
      </w:r>
    </w:p>
    <w:p w:rsidR="0062748B" w:rsidRDefault="0062748B" w:rsidP="0062748B">
      <w:r>
        <w:t xml:space="preserve">11.1.8      -INF       .        1.000      .         </w:t>
      </w:r>
    </w:p>
    <w:p w:rsidR="0062748B" w:rsidRDefault="0062748B" w:rsidP="0062748B">
      <w:r>
        <w:t xml:space="preserve">11.1.9      -INF       .        1.000      .         </w:t>
      </w:r>
    </w:p>
    <w:p w:rsidR="0062748B" w:rsidRDefault="0062748B" w:rsidP="0062748B">
      <w:r>
        <w:t xml:space="preserve">11.1.10     -INF       .        1.000      .         </w:t>
      </w:r>
    </w:p>
    <w:p w:rsidR="0062748B" w:rsidRDefault="0062748B" w:rsidP="0062748B">
      <w:r>
        <w:t xml:space="preserve">11.1.11     -INF       .        1.000      .         </w:t>
      </w:r>
    </w:p>
    <w:p w:rsidR="0062748B" w:rsidRDefault="0062748B" w:rsidP="0062748B">
      <w:r>
        <w:t xml:space="preserve">11.1.12     -INF       .        1.000      .         </w:t>
      </w:r>
    </w:p>
    <w:p w:rsidR="0062748B" w:rsidRDefault="0062748B" w:rsidP="0062748B">
      <w:r>
        <w:t xml:space="preserve">11.1.13     -INF       .        1.000      .         </w:t>
      </w:r>
    </w:p>
    <w:p w:rsidR="0062748B" w:rsidRDefault="0062748B" w:rsidP="0062748B">
      <w:r>
        <w:t xml:space="preserve">11.1.14     -INF       .        1.000      .         </w:t>
      </w:r>
    </w:p>
    <w:p w:rsidR="0062748B" w:rsidRDefault="0062748B" w:rsidP="0062748B">
      <w:r>
        <w:t xml:space="preserve">11.1.15     -INF       .        1.000      .         </w:t>
      </w:r>
    </w:p>
    <w:p w:rsidR="0062748B" w:rsidRDefault="0062748B" w:rsidP="0062748B">
      <w:r>
        <w:t xml:space="preserve">11.1.16     -INF       .        1.000      .         </w:t>
      </w:r>
    </w:p>
    <w:p w:rsidR="0062748B" w:rsidRDefault="0062748B" w:rsidP="0062748B">
      <w:r>
        <w:t xml:space="preserve">11.1.17     -INF       .        1.000      .         </w:t>
      </w:r>
    </w:p>
    <w:p w:rsidR="0062748B" w:rsidRDefault="0062748B" w:rsidP="0062748B">
      <w:r>
        <w:t xml:space="preserve">11.1.18     -INF       .        1.000      .         </w:t>
      </w:r>
    </w:p>
    <w:p w:rsidR="0062748B" w:rsidRDefault="0062748B" w:rsidP="0062748B">
      <w:r>
        <w:t xml:space="preserve">11.1.19     -INF       .        1.000      .         </w:t>
      </w:r>
    </w:p>
    <w:p w:rsidR="0062748B" w:rsidRDefault="0062748B" w:rsidP="0062748B">
      <w:r>
        <w:t xml:space="preserve">11.1.20     -INF       .        1.000      .         </w:t>
      </w:r>
    </w:p>
    <w:p w:rsidR="0062748B" w:rsidRDefault="0062748B" w:rsidP="0062748B">
      <w:r>
        <w:t xml:space="preserve">11.1.21     -INF       .        1.000      .         </w:t>
      </w:r>
    </w:p>
    <w:p w:rsidR="0062748B" w:rsidRDefault="0062748B" w:rsidP="0062748B">
      <w:r>
        <w:t xml:space="preserve">11.1.22     -INF       .        1.000      .         </w:t>
      </w:r>
    </w:p>
    <w:p w:rsidR="0062748B" w:rsidRDefault="0062748B" w:rsidP="0062748B">
      <w:r>
        <w:lastRenderedPageBreak/>
        <w:t xml:space="preserve">11.1.23     -INF       .        1.000      .         </w:t>
      </w:r>
    </w:p>
    <w:p w:rsidR="0062748B" w:rsidRDefault="0062748B" w:rsidP="0062748B">
      <w:r>
        <w:t xml:space="preserve">11.1.24     -INF       .        1.000      .         </w:t>
      </w:r>
    </w:p>
    <w:p w:rsidR="0062748B" w:rsidRDefault="0062748B" w:rsidP="0062748B">
      <w:r>
        <w:t xml:space="preserve">11.1.25     -INF       .        1.000      .         </w:t>
      </w:r>
    </w:p>
    <w:p w:rsidR="0062748B" w:rsidRDefault="0062748B" w:rsidP="0062748B">
      <w:r>
        <w:t xml:space="preserve">11.1.26     -INF       .        1.000      .         </w:t>
      </w:r>
    </w:p>
    <w:p w:rsidR="0062748B" w:rsidRDefault="0062748B" w:rsidP="0062748B">
      <w:r>
        <w:t xml:space="preserve">11.1.27     -INF       .        1.000      .         </w:t>
      </w:r>
    </w:p>
    <w:p w:rsidR="0062748B" w:rsidRDefault="0062748B" w:rsidP="0062748B">
      <w:r>
        <w:t xml:space="preserve">11.1.28     -INF       .        1.000      .         </w:t>
      </w:r>
    </w:p>
    <w:p w:rsidR="0062748B" w:rsidRDefault="0062748B" w:rsidP="0062748B">
      <w:r>
        <w:t xml:space="preserve">11.1.29     -INF       .        1.000      .         </w:t>
      </w:r>
    </w:p>
    <w:p w:rsidR="0062748B" w:rsidRDefault="0062748B" w:rsidP="0062748B">
      <w:r>
        <w:t xml:space="preserve">12.1.1      -INF       .        1.000      .         </w:t>
      </w:r>
    </w:p>
    <w:p w:rsidR="0062748B" w:rsidRDefault="0062748B" w:rsidP="0062748B">
      <w:r>
        <w:t xml:space="preserve">12.1.2      -INF       .        1.000      .         </w:t>
      </w:r>
    </w:p>
    <w:p w:rsidR="0062748B" w:rsidRDefault="0062748B" w:rsidP="0062748B">
      <w:r>
        <w:t xml:space="preserve">12.1.3      -INF       .        1.000      .         </w:t>
      </w:r>
    </w:p>
    <w:p w:rsidR="0062748B" w:rsidRDefault="0062748B" w:rsidP="0062748B">
      <w:r>
        <w:t xml:space="preserve">12.1.4      -INF       .        1.000      .         </w:t>
      </w:r>
    </w:p>
    <w:p w:rsidR="0062748B" w:rsidRDefault="0062748B" w:rsidP="0062748B">
      <w:r>
        <w:t xml:space="preserve">12.1.5      -INF       .        1.000      .         </w:t>
      </w:r>
    </w:p>
    <w:p w:rsidR="0062748B" w:rsidRDefault="0062748B" w:rsidP="0062748B">
      <w:r>
        <w:t xml:space="preserve">12.1.6      -INF       .        1.000      .         </w:t>
      </w:r>
    </w:p>
    <w:p w:rsidR="0062748B" w:rsidRDefault="0062748B" w:rsidP="0062748B">
      <w:r>
        <w:t xml:space="preserve">12.1.7      -INF       .        1.000      .         </w:t>
      </w:r>
    </w:p>
    <w:p w:rsidR="0062748B" w:rsidRDefault="0062748B" w:rsidP="0062748B">
      <w:r>
        <w:t xml:space="preserve">12.1.8      -INF       .        1.000      .         </w:t>
      </w:r>
    </w:p>
    <w:p w:rsidR="0062748B" w:rsidRDefault="0062748B" w:rsidP="0062748B">
      <w:r>
        <w:t xml:space="preserve">12.1.9      -INF       .        1.000      .         </w:t>
      </w:r>
    </w:p>
    <w:p w:rsidR="0062748B" w:rsidRDefault="0062748B" w:rsidP="0062748B">
      <w:r>
        <w:t xml:space="preserve">12.1.10     -INF       .        1.000      .         </w:t>
      </w:r>
    </w:p>
    <w:p w:rsidR="0062748B" w:rsidRDefault="0062748B" w:rsidP="0062748B">
      <w:r>
        <w:t xml:space="preserve">12.1.11     -INF       .        1.000      .         </w:t>
      </w:r>
    </w:p>
    <w:p w:rsidR="0062748B" w:rsidRDefault="0062748B" w:rsidP="0062748B">
      <w:r>
        <w:t xml:space="preserve">12.1.12     -INF       .        1.000      .         </w:t>
      </w:r>
    </w:p>
    <w:p w:rsidR="0062748B" w:rsidRDefault="0062748B" w:rsidP="0062748B">
      <w:r>
        <w:t xml:space="preserve">12.1.13     -INF       .        1.000      .         </w:t>
      </w:r>
    </w:p>
    <w:p w:rsidR="0062748B" w:rsidRDefault="0062748B" w:rsidP="0062748B">
      <w:r>
        <w:t xml:space="preserve">12.1.14     -INF       .        1.000      .         </w:t>
      </w:r>
    </w:p>
    <w:p w:rsidR="0062748B" w:rsidRDefault="0062748B" w:rsidP="0062748B">
      <w:r>
        <w:t xml:space="preserve">12.1.15     -INF       .        1.000      .         </w:t>
      </w:r>
    </w:p>
    <w:p w:rsidR="0062748B" w:rsidRDefault="0062748B" w:rsidP="0062748B">
      <w:r>
        <w:t xml:space="preserve">12.1.16     -INF       .        1.000      .         </w:t>
      </w:r>
    </w:p>
    <w:p w:rsidR="0062748B" w:rsidRDefault="0062748B" w:rsidP="0062748B">
      <w:r>
        <w:t xml:space="preserve">12.1.17     -INF       .        1.000      .         </w:t>
      </w:r>
    </w:p>
    <w:p w:rsidR="0062748B" w:rsidRDefault="0062748B" w:rsidP="0062748B">
      <w:r>
        <w:t xml:space="preserve">12.1.18     -INF       .        1.000      .         </w:t>
      </w:r>
    </w:p>
    <w:p w:rsidR="0062748B" w:rsidRDefault="0062748B" w:rsidP="0062748B">
      <w:r>
        <w:lastRenderedPageBreak/>
        <w:t xml:space="preserve">12.1.19     -INF       .        1.000      .         </w:t>
      </w:r>
    </w:p>
    <w:p w:rsidR="0062748B" w:rsidRDefault="0062748B" w:rsidP="0062748B">
      <w:r>
        <w:t xml:space="preserve">12.1.20     -INF       .        1.000      .         </w:t>
      </w:r>
    </w:p>
    <w:p w:rsidR="0062748B" w:rsidRDefault="0062748B" w:rsidP="0062748B">
      <w:r>
        <w:t xml:space="preserve">12.1.21     -INF       .        1.000      .         </w:t>
      </w:r>
    </w:p>
    <w:p w:rsidR="0062748B" w:rsidRDefault="0062748B" w:rsidP="0062748B">
      <w:r>
        <w:t xml:space="preserve">12.1.22     -INF       .        1.000      .         </w:t>
      </w:r>
    </w:p>
    <w:p w:rsidR="0062748B" w:rsidRDefault="0062748B" w:rsidP="0062748B">
      <w:r>
        <w:t xml:space="preserve">12.1.23     -INF       .        1.000      .         </w:t>
      </w:r>
    </w:p>
    <w:p w:rsidR="0062748B" w:rsidRDefault="0062748B" w:rsidP="0062748B">
      <w:r>
        <w:t xml:space="preserve">12.1.24     -INF       .        1.000      .         </w:t>
      </w:r>
    </w:p>
    <w:p w:rsidR="0062748B" w:rsidRDefault="0062748B" w:rsidP="0062748B">
      <w:r>
        <w:t xml:space="preserve">12.1.25     -INF       .        1.000      .         </w:t>
      </w:r>
    </w:p>
    <w:p w:rsidR="0062748B" w:rsidRDefault="0062748B" w:rsidP="0062748B">
      <w:r>
        <w:t xml:space="preserve">12.1.26     -INF       .        1.000      .         </w:t>
      </w:r>
    </w:p>
    <w:p w:rsidR="0062748B" w:rsidRDefault="0062748B" w:rsidP="0062748B">
      <w:r>
        <w:t xml:space="preserve">12.1.27     -INF       .        1.000      .         </w:t>
      </w:r>
    </w:p>
    <w:p w:rsidR="0062748B" w:rsidRDefault="0062748B" w:rsidP="0062748B">
      <w:r>
        <w:t xml:space="preserve">12.1.28     -INF       .        1.000      .         </w:t>
      </w:r>
    </w:p>
    <w:p w:rsidR="0062748B" w:rsidRDefault="0062748B" w:rsidP="0062748B">
      <w:r>
        <w:t xml:space="preserve">12.1.29     -INF       .        1.000      .         </w:t>
      </w:r>
    </w:p>
    <w:p w:rsidR="0062748B" w:rsidRDefault="0062748B" w:rsidP="0062748B">
      <w:r>
        <w:t xml:space="preserve">13.1.1      -INF       .        1.000      .         </w:t>
      </w:r>
    </w:p>
    <w:p w:rsidR="0062748B" w:rsidRDefault="0062748B" w:rsidP="0062748B">
      <w:r>
        <w:t xml:space="preserve">13.1.2      -INF       .        1.000      .         </w:t>
      </w:r>
    </w:p>
    <w:p w:rsidR="0062748B" w:rsidRDefault="0062748B" w:rsidP="0062748B">
      <w:r>
        <w:t xml:space="preserve">13.1.3      -INF       .        1.000      .         </w:t>
      </w:r>
    </w:p>
    <w:p w:rsidR="0062748B" w:rsidRDefault="0062748B" w:rsidP="0062748B">
      <w:r>
        <w:t xml:space="preserve">13.1.4      -INF       .        1.000      .         </w:t>
      </w:r>
    </w:p>
    <w:p w:rsidR="0062748B" w:rsidRDefault="0062748B" w:rsidP="0062748B">
      <w:r>
        <w:t xml:space="preserve">13.1.5      -INF       .        1.000      .         </w:t>
      </w:r>
    </w:p>
    <w:p w:rsidR="0062748B" w:rsidRDefault="0062748B" w:rsidP="0062748B">
      <w:r>
        <w:t xml:space="preserve">13.1.6      -INF       .        1.000      .         </w:t>
      </w:r>
    </w:p>
    <w:p w:rsidR="0062748B" w:rsidRDefault="0062748B" w:rsidP="0062748B">
      <w:r>
        <w:t xml:space="preserve">13.1.7      -INF       .        1.000      .         </w:t>
      </w:r>
    </w:p>
    <w:p w:rsidR="0062748B" w:rsidRDefault="0062748B" w:rsidP="0062748B">
      <w:r>
        <w:t xml:space="preserve">13.1.8      -INF       .        1.000      .         </w:t>
      </w:r>
    </w:p>
    <w:p w:rsidR="0062748B" w:rsidRDefault="0062748B" w:rsidP="0062748B">
      <w:r>
        <w:t xml:space="preserve">13.1.9      -INF       .        1.000      .         </w:t>
      </w:r>
    </w:p>
    <w:p w:rsidR="0062748B" w:rsidRDefault="0062748B" w:rsidP="0062748B">
      <w:r>
        <w:t xml:space="preserve">13.1.10     -INF       .        1.000      .         </w:t>
      </w:r>
    </w:p>
    <w:p w:rsidR="0062748B" w:rsidRDefault="0062748B" w:rsidP="0062748B">
      <w:r>
        <w:t xml:space="preserve">13.1.11     -INF       .        1.000      .         </w:t>
      </w:r>
    </w:p>
    <w:p w:rsidR="0062748B" w:rsidRDefault="0062748B" w:rsidP="0062748B">
      <w:r>
        <w:t xml:space="preserve">13.1.12     -INF       .        1.000      .         </w:t>
      </w:r>
    </w:p>
    <w:p w:rsidR="0062748B" w:rsidRDefault="0062748B" w:rsidP="0062748B">
      <w:r>
        <w:t xml:space="preserve">13.1.13     -INF       .        1.000      .         </w:t>
      </w:r>
    </w:p>
    <w:p w:rsidR="0062748B" w:rsidRDefault="0062748B" w:rsidP="0062748B">
      <w:r>
        <w:t xml:space="preserve">13.1.14     -INF       .        1.000      .         </w:t>
      </w:r>
    </w:p>
    <w:p w:rsidR="0062748B" w:rsidRDefault="0062748B" w:rsidP="0062748B">
      <w:r>
        <w:lastRenderedPageBreak/>
        <w:t xml:space="preserve">13.1.15     -INF       .        1.000      .         </w:t>
      </w:r>
    </w:p>
    <w:p w:rsidR="0062748B" w:rsidRDefault="0062748B" w:rsidP="0062748B">
      <w:r>
        <w:t xml:space="preserve">13.1.16     -INF       .        1.000      .         </w:t>
      </w:r>
    </w:p>
    <w:p w:rsidR="0062748B" w:rsidRDefault="0062748B" w:rsidP="0062748B">
      <w:r>
        <w:t xml:space="preserve">13.1.17     -INF       .        1.000      .         </w:t>
      </w:r>
    </w:p>
    <w:p w:rsidR="0062748B" w:rsidRDefault="0062748B" w:rsidP="0062748B">
      <w:r>
        <w:t xml:space="preserve">13.1.18     -INF       .        1.000      .         </w:t>
      </w:r>
    </w:p>
    <w:p w:rsidR="0062748B" w:rsidRDefault="0062748B" w:rsidP="0062748B">
      <w:r>
        <w:t xml:space="preserve">13.1.19     -INF       .        1.000      .         </w:t>
      </w:r>
    </w:p>
    <w:p w:rsidR="0062748B" w:rsidRDefault="0062748B" w:rsidP="0062748B">
      <w:r>
        <w:t xml:space="preserve">13.1.20     -INF       .        1.000      .         </w:t>
      </w:r>
    </w:p>
    <w:p w:rsidR="0062748B" w:rsidRDefault="0062748B" w:rsidP="0062748B">
      <w:r>
        <w:t xml:space="preserve">13.1.21     -INF       .        1.000      .         </w:t>
      </w:r>
    </w:p>
    <w:p w:rsidR="0062748B" w:rsidRDefault="0062748B" w:rsidP="0062748B">
      <w:r>
        <w:t xml:space="preserve">13.1.22     -INF       .        1.000      .         </w:t>
      </w:r>
    </w:p>
    <w:p w:rsidR="0062748B" w:rsidRDefault="0062748B" w:rsidP="0062748B">
      <w:r>
        <w:t xml:space="preserve">13.1.23     -INF       .        1.000      .         </w:t>
      </w:r>
    </w:p>
    <w:p w:rsidR="0062748B" w:rsidRDefault="0062748B" w:rsidP="0062748B">
      <w:r>
        <w:t xml:space="preserve">13.1.24     -INF       .        1.000      .         </w:t>
      </w:r>
    </w:p>
    <w:p w:rsidR="0062748B" w:rsidRDefault="0062748B" w:rsidP="0062748B">
      <w:r>
        <w:t xml:space="preserve">13.1.25     -INF       .        1.000      .         </w:t>
      </w:r>
    </w:p>
    <w:p w:rsidR="0062748B" w:rsidRDefault="0062748B" w:rsidP="0062748B">
      <w:r>
        <w:t xml:space="preserve">13.1.26     -INF       .        1.000      .         </w:t>
      </w:r>
    </w:p>
    <w:p w:rsidR="0062748B" w:rsidRDefault="0062748B" w:rsidP="0062748B">
      <w:r>
        <w:t xml:space="preserve">13.1.27     -INF       .        1.000      .         </w:t>
      </w:r>
    </w:p>
    <w:p w:rsidR="0062748B" w:rsidRDefault="0062748B" w:rsidP="0062748B">
      <w:r>
        <w:t xml:space="preserve">13.1.28     -INF       .        1.000      .         </w:t>
      </w:r>
    </w:p>
    <w:p w:rsidR="0062748B" w:rsidRDefault="0062748B" w:rsidP="0062748B">
      <w:r>
        <w:t xml:space="preserve">13.1.29     -INF       .        1.000      .         </w:t>
      </w:r>
    </w:p>
    <w:p w:rsidR="0062748B" w:rsidRDefault="0062748B" w:rsidP="0062748B">
      <w:r>
        <w:t xml:space="preserve">14.1.1      -INF       .        1.000      .         </w:t>
      </w:r>
    </w:p>
    <w:p w:rsidR="0062748B" w:rsidRDefault="0062748B" w:rsidP="0062748B">
      <w:r>
        <w:t xml:space="preserve">14.1.2      -INF       .        1.000      .         </w:t>
      </w:r>
    </w:p>
    <w:p w:rsidR="0062748B" w:rsidRDefault="0062748B" w:rsidP="0062748B">
      <w:r>
        <w:t xml:space="preserve">14.1.3      -INF       .        1.000      .         </w:t>
      </w:r>
    </w:p>
    <w:p w:rsidR="0062748B" w:rsidRDefault="0062748B" w:rsidP="0062748B">
      <w:r>
        <w:t xml:space="preserve">14.1.4      -INF       .        1.000      .         </w:t>
      </w:r>
    </w:p>
    <w:p w:rsidR="0062748B" w:rsidRDefault="0062748B" w:rsidP="0062748B">
      <w:r>
        <w:t xml:space="preserve">14.1.5      -INF       .        1.000      .         </w:t>
      </w:r>
    </w:p>
    <w:p w:rsidR="0062748B" w:rsidRDefault="0062748B" w:rsidP="0062748B">
      <w:r>
        <w:t xml:space="preserve">14.1.6      -INF       .        1.000      .         </w:t>
      </w:r>
    </w:p>
    <w:p w:rsidR="0062748B" w:rsidRDefault="0062748B" w:rsidP="0062748B">
      <w:r>
        <w:t xml:space="preserve">14.1.7      -INF       .        1.000      .         </w:t>
      </w:r>
    </w:p>
    <w:p w:rsidR="0062748B" w:rsidRDefault="0062748B" w:rsidP="0062748B">
      <w:r>
        <w:t xml:space="preserve">14.1.8      -INF       .        1.000      .         </w:t>
      </w:r>
    </w:p>
    <w:p w:rsidR="0062748B" w:rsidRDefault="0062748B" w:rsidP="0062748B">
      <w:r>
        <w:t xml:space="preserve">14.1.9      -INF       .        1.000      .         </w:t>
      </w:r>
    </w:p>
    <w:p w:rsidR="0062748B" w:rsidRDefault="0062748B" w:rsidP="0062748B">
      <w:r>
        <w:t xml:space="preserve">14.1.10     -INF       .        1.000      .         </w:t>
      </w:r>
    </w:p>
    <w:p w:rsidR="0062748B" w:rsidRDefault="0062748B" w:rsidP="0062748B">
      <w:r>
        <w:lastRenderedPageBreak/>
        <w:t xml:space="preserve">14.1.11     -INF       .        1.000      .         </w:t>
      </w:r>
    </w:p>
    <w:p w:rsidR="0062748B" w:rsidRDefault="0062748B" w:rsidP="0062748B">
      <w:r>
        <w:t xml:space="preserve">14.1.12     -INF       .        1.000      .         </w:t>
      </w:r>
    </w:p>
    <w:p w:rsidR="0062748B" w:rsidRDefault="0062748B" w:rsidP="0062748B">
      <w:r>
        <w:t xml:space="preserve">14.1.13     -INF       .        1.000      .         </w:t>
      </w:r>
    </w:p>
    <w:p w:rsidR="0062748B" w:rsidRDefault="0062748B" w:rsidP="0062748B">
      <w:r>
        <w:t xml:space="preserve">14.1.14     -INF       .        1.000      .         </w:t>
      </w:r>
    </w:p>
    <w:p w:rsidR="0062748B" w:rsidRDefault="0062748B" w:rsidP="0062748B">
      <w:r>
        <w:t xml:space="preserve">14.1.15     -INF       .        1.000      .         </w:t>
      </w:r>
    </w:p>
    <w:p w:rsidR="0062748B" w:rsidRDefault="0062748B" w:rsidP="0062748B">
      <w:r>
        <w:t xml:space="preserve">14.1.16     -INF       .        1.000      .         </w:t>
      </w:r>
    </w:p>
    <w:p w:rsidR="0062748B" w:rsidRDefault="0062748B" w:rsidP="0062748B">
      <w:r>
        <w:t xml:space="preserve">14.1.17     -INF       .        1.000      .         </w:t>
      </w:r>
    </w:p>
    <w:p w:rsidR="0062748B" w:rsidRDefault="0062748B" w:rsidP="0062748B">
      <w:r>
        <w:t xml:space="preserve">14.1.18     -INF       .        1.000      .         </w:t>
      </w:r>
    </w:p>
    <w:p w:rsidR="0062748B" w:rsidRDefault="0062748B" w:rsidP="0062748B">
      <w:r>
        <w:t xml:space="preserve">14.1.19     -INF       .        1.000      .         </w:t>
      </w:r>
    </w:p>
    <w:p w:rsidR="0062748B" w:rsidRDefault="0062748B" w:rsidP="0062748B">
      <w:r>
        <w:t xml:space="preserve">14.1.20     -INF       .        1.000      .         </w:t>
      </w:r>
    </w:p>
    <w:p w:rsidR="0062748B" w:rsidRDefault="0062748B" w:rsidP="0062748B">
      <w:r>
        <w:t xml:space="preserve">14.1.21     -INF       .        1.000      .         </w:t>
      </w:r>
    </w:p>
    <w:p w:rsidR="0062748B" w:rsidRDefault="0062748B" w:rsidP="0062748B">
      <w:r>
        <w:t xml:space="preserve">14.1.22     -INF       .        1.000      .         </w:t>
      </w:r>
    </w:p>
    <w:p w:rsidR="0062748B" w:rsidRDefault="0062748B" w:rsidP="0062748B">
      <w:r>
        <w:t xml:space="preserve">14.1.23     -INF       .        1.000      .         </w:t>
      </w:r>
    </w:p>
    <w:p w:rsidR="0062748B" w:rsidRDefault="0062748B" w:rsidP="0062748B">
      <w:r>
        <w:t xml:space="preserve">14.1.24     -INF       .        1.000      .         </w:t>
      </w:r>
    </w:p>
    <w:p w:rsidR="0062748B" w:rsidRDefault="0062748B" w:rsidP="0062748B">
      <w:r>
        <w:t xml:space="preserve">14.1.25     -INF       .        1.000      .         </w:t>
      </w:r>
    </w:p>
    <w:p w:rsidR="0062748B" w:rsidRDefault="0062748B" w:rsidP="0062748B">
      <w:r>
        <w:t xml:space="preserve">14.1.26     -INF       .        1.000      .         </w:t>
      </w:r>
    </w:p>
    <w:p w:rsidR="0062748B" w:rsidRDefault="0062748B" w:rsidP="0062748B">
      <w:r>
        <w:t xml:space="preserve">14.1.27     -INF       .        1.000      .         </w:t>
      </w:r>
    </w:p>
    <w:p w:rsidR="0062748B" w:rsidRDefault="0062748B" w:rsidP="0062748B">
      <w:r>
        <w:t xml:space="preserve">14.1.28     -INF       .        1.000      .         </w:t>
      </w:r>
    </w:p>
    <w:p w:rsidR="0062748B" w:rsidRDefault="0062748B" w:rsidP="0062748B">
      <w:r>
        <w:t xml:space="preserve">14.1.29     -INF       .        1.000      .         </w:t>
      </w:r>
    </w:p>
    <w:p w:rsidR="0062748B" w:rsidRDefault="0062748B" w:rsidP="0062748B">
      <w:r>
        <w:t xml:space="preserve">15.1.1      -INF       .        1.000      .         </w:t>
      </w:r>
    </w:p>
    <w:p w:rsidR="0062748B" w:rsidRDefault="0062748B" w:rsidP="0062748B">
      <w:r>
        <w:t xml:space="preserve">15.1.2      -INF       .        1.000      .         </w:t>
      </w:r>
    </w:p>
    <w:p w:rsidR="0062748B" w:rsidRDefault="0062748B" w:rsidP="0062748B">
      <w:r>
        <w:t xml:space="preserve">15.1.3      -INF       .        1.000      .         </w:t>
      </w:r>
    </w:p>
    <w:p w:rsidR="0062748B" w:rsidRDefault="0062748B" w:rsidP="0062748B">
      <w:r>
        <w:t xml:space="preserve">15.1.4      -INF       .        1.000      .         </w:t>
      </w:r>
    </w:p>
    <w:p w:rsidR="0062748B" w:rsidRDefault="0062748B" w:rsidP="0062748B">
      <w:r>
        <w:t xml:space="preserve">15.1.5      -INF       .        1.000      .         </w:t>
      </w:r>
    </w:p>
    <w:p w:rsidR="0062748B" w:rsidRDefault="0062748B" w:rsidP="0062748B">
      <w:r>
        <w:t xml:space="preserve">15.1.6      -INF       .        1.000      .         </w:t>
      </w:r>
    </w:p>
    <w:p w:rsidR="0062748B" w:rsidRDefault="0062748B" w:rsidP="0062748B">
      <w:r>
        <w:lastRenderedPageBreak/>
        <w:t xml:space="preserve">15.1.7      -INF       .        1.000      .         </w:t>
      </w:r>
    </w:p>
    <w:p w:rsidR="0062748B" w:rsidRDefault="0062748B" w:rsidP="0062748B">
      <w:r>
        <w:t xml:space="preserve">15.1.8      -INF       .        1.000      .         </w:t>
      </w:r>
    </w:p>
    <w:p w:rsidR="0062748B" w:rsidRDefault="0062748B" w:rsidP="0062748B">
      <w:r>
        <w:t xml:space="preserve">15.1.9      -INF       .        1.000      .         </w:t>
      </w:r>
    </w:p>
    <w:p w:rsidR="0062748B" w:rsidRDefault="0062748B" w:rsidP="0062748B">
      <w:r>
        <w:t xml:space="preserve">15.1.10     -INF       .        1.000      .         </w:t>
      </w:r>
    </w:p>
    <w:p w:rsidR="0062748B" w:rsidRDefault="0062748B" w:rsidP="0062748B">
      <w:r>
        <w:t xml:space="preserve">15.1.11     -INF       .        1.000      .         </w:t>
      </w:r>
    </w:p>
    <w:p w:rsidR="0062748B" w:rsidRDefault="0062748B" w:rsidP="0062748B">
      <w:r>
        <w:t xml:space="preserve">15.1.12     -INF       .        1.000      .         </w:t>
      </w:r>
    </w:p>
    <w:p w:rsidR="0062748B" w:rsidRDefault="0062748B" w:rsidP="0062748B">
      <w:r>
        <w:t xml:space="preserve">15.1.13     -INF       .        1.000      .         </w:t>
      </w:r>
    </w:p>
    <w:p w:rsidR="0062748B" w:rsidRDefault="0062748B" w:rsidP="0062748B">
      <w:r>
        <w:t xml:space="preserve">15.1.14     -INF       .        1.000      .         </w:t>
      </w:r>
    </w:p>
    <w:p w:rsidR="0062748B" w:rsidRDefault="0062748B" w:rsidP="0062748B">
      <w:r>
        <w:t xml:space="preserve">15.1.15     -INF       .        1.000      .         </w:t>
      </w:r>
    </w:p>
    <w:p w:rsidR="0062748B" w:rsidRDefault="0062748B" w:rsidP="0062748B">
      <w:r>
        <w:t xml:space="preserve">15.1.16     -INF       .        1.000      .         </w:t>
      </w:r>
    </w:p>
    <w:p w:rsidR="0062748B" w:rsidRDefault="0062748B" w:rsidP="0062748B">
      <w:r>
        <w:t xml:space="preserve">15.1.17     -INF       .        1.000      .         </w:t>
      </w:r>
    </w:p>
    <w:p w:rsidR="0062748B" w:rsidRDefault="0062748B" w:rsidP="0062748B">
      <w:r>
        <w:t xml:space="preserve">15.1.18     -INF       .        1.000      .         </w:t>
      </w:r>
    </w:p>
    <w:p w:rsidR="0062748B" w:rsidRDefault="0062748B" w:rsidP="0062748B">
      <w:r>
        <w:t xml:space="preserve">15.1.19     -INF       .        1.000      .         </w:t>
      </w:r>
    </w:p>
    <w:p w:rsidR="0062748B" w:rsidRDefault="0062748B" w:rsidP="0062748B">
      <w:r>
        <w:t xml:space="preserve">15.1.20     -INF       .        1.000      .         </w:t>
      </w:r>
    </w:p>
    <w:p w:rsidR="0062748B" w:rsidRDefault="0062748B" w:rsidP="0062748B">
      <w:r>
        <w:t xml:space="preserve">15.1.21     -INF       .        1.000      .         </w:t>
      </w:r>
    </w:p>
    <w:p w:rsidR="0062748B" w:rsidRDefault="0062748B" w:rsidP="0062748B">
      <w:r>
        <w:t xml:space="preserve">15.1.22     -INF       .        1.000      .         </w:t>
      </w:r>
    </w:p>
    <w:p w:rsidR="0062748B" w:rsidRDefault="0062748B" w:rsidP="0062748B">
      <w:r>
        <w:t xml:space="preserve">15.1.23     -INF       .        1.000      .         </w:t>
      </w:r>
    </w:p>
    <w:p w:rsidR="0062748B" w:rsidRDefault="0062748B" w:rsidP="0062748B">
      <w:r>
        <w:t xml:space="preserve">15.1.24     -INF       .        1.000      .         </w:t>
      </w:r>
    </w:p>
    <w:p w:rsidR="0062748B" w:rsidRDefault="0062748B" w:rsidP="0062748B">
      <w:r>
        <w:t xml:space="preserve">15.1.25     -INF       .        1.000      .         </w:t>
      </w:r>
    </w:p>
    <w:p w:rsidR="0062748B" w:rsidRDefault="0062748B" w:rsidP="0062748B">
      <w:r>
        <w:t xml:space="preserve">15.1.26     -INF       .        1.000      .         </w:t>
      </w:r>
    </w:p>
    <w:p w:rsidR="0062748B" w:rsidRDefault="0062748B" w:rsidP="0062748B">
      <w:r>
        <w:t xml:space="preserve">15.1.27     -INF       .        1.000      .         </w:t>
      </w:r>
    </w:p>
    <w:p w:rsidR="0062748B" w:rsidRDefault="0062748B" w:rsidP="0062748B">
      <w:r>
        <w:t xml:space="preserve">15.1.28     -INF       .        1.000      .         </w:t>
      </w:r>
    </w:p>
    <w:p w:rsidR="0062748B" w:rsidRDefault="0062748B" w:rsidP="0062748B">
      <w:r>
        <w:t xml:space="preserve">15.1.29     -INF       .        1.000      .         </w:t>
      </w:r>
    </w:p>
    <w:p w:rsidR="0062748B" w:rsidRDefault="0062748B" w:rsidP="0062748B">
      <w:r>
        <w:t xml:space="preserve">16.1.1      -INF       .        1.000      .         </w:t>
      </w:r>
    </w:p>
    <w:p w:rsidR="0062748B" w:rsidRDefault="0062748B" w:rsidP="0062748B">
      <w:r>
        <w:t xml:space="preserve">16.1.2      -INF       .        1.000      .         </w:t>
      </w:r>
    </w:p>
    <w:p w:rsidR="0062748B" w:rsidRDefault="0062748B" w:rsidP="0062748B">
      <w:r>
        <w:lastRenderedPageBreak/>
        <w:t xml:space="preserve">16.1.3      -INF       .        1.000      .         </w:t>
      </w:r>
    </w:p>
    <w:p w:rsidR="0062748B" w:rsidRDefault="0062748B" w:rsidP="0062748B">
      <w:r>
        <w:t xml:space="preserve">16.1.4      -INF       .        1.000      .         </w:t>
      </w:r>
    </w:p>
    <w:p w:rsidR="0062748B" w:rsidRDefault="0062748B" w:rsidP="0062748B">
      <w:r>
        <w:t xml:space="preserve">16.1.5      -INF       .        1.000      .         </w:t>
      </w:r>
    </w:p>
    <w:p w:rsidR="0062748B" w:rsidRDefault="0062748B" w:rsidP="0062748B">
      <w:r>
        <w:t xml:space="preserve">16.1.6      -INF       .        1.000      .         </w:t>
      </w:r>
    </w:p>
    <w:p w:rsidR="0062748B" w:rsidRDefault="0062748B" w:rsidP="0062748B">
      <w:r>
        <w:t xml:space="preserve">16.1.7      -INF       .        1.000      .         </w:t>
      </w:r>
    </w:p>
    <w:p w:rsidR="0062748B" w:rsidRDefault="0062748B" w:rsidP="0062748B">
      <w:r>
        <w:t xml:space="preserve">16.1.8      -INF       .        1.000      .         </w:t>
      </w:r>
    </w:p>
    <w:p w:rsidR="0062748B" w:rsidRDefault="0062748B" w:rsidP="0062748B">
      <w:r>
        <w:t xml:space="preserve">16.1.9      -INF       .        1.000      .         </w:t>
      </w:r>
    </w:p>
    <w:p w:rsidR="0062748B" w:rsidRDefault="0062748B" w:rsidP="0062748B">
      <w:r>
        <w:t xml:space="preserve">16.1.10     -INF       .        1.000      .         </w:t>
      </w:r>
    </w:p>
    <w:p w:rsidR="0062748B" w:rsidRDefault="0062748B" w:rsidP="0062748B">
      <w:r>
        <w:t xml:space="preserve">16.1.11     -INF       .        1.000      .         </w:t>
      </w:r>
    </w:p>
    <w:p w:rsidR="0062748B" w:rsidRDefault="0062748B" w:rsidP="0062748B">
      <w:r>
        <w:t xml:space="preserve">16.1.12     -INF       .        1.000      .         </w:t>
      </w:r>
    </w:p>
    <w:p w:rsidR="0062748B" w:rsidRDefault="0062748B" w:rsidP="0062748B">
      <w:r>
        <w:t xml:space="preserve">16.1.13     -INF       .        1.000      .         </w:t>
      </w:r>
    </w:p>
    <w:p w:rsidR="0062748B" w:rsidRDefault="0062748B" w:rsidP="0062748B">
      <w:r>
        <w:t xml:space="preserve">16.1.14     -INF       .        1.000      .         </w:t>
      </w:r>
    </w:p>
    <w:p w:rsidR="0062748B" w:rsidRDefault="0062748B" w:rsidP="0062748B">
      <w:r>
        <w:t xml:space="preserve">16.1.15     -INF       .        1.000      .         </w:t>
      </w:r>
    </w:p>
    <w:p w:rsidR="0062748B" w:rsidRDefault="0062748B" w:rsidP="0062748B">
      <w:r>
        <w:t xml:space="preserve">16.1.16     -INF       .        1.000      .         </w:t>
      </w:r>
    </w:p>
    <w:p w:rsidR="0062748B" w:rsidRDefault="0062748B" w:rsidP="0062748B">
      <w:r>
        <w:t xml:space="preserve">16.1.17     -INF       .        1.000      .         </w:t>
      </w:r>
    </w:p>
    <w:p w:rsidR="0062748B" w:rsidRDefault="0062748B" w:rsidP="0062748B">
      <w:r>
        <w:t xml:space="preserve">16.1.18     -INF       .        1.000      .         </w:t>
      </w:r>
    </w:p>
    <w:p w:rsidR="0062748B" w:rsidRDefault="0062748B" w:rsidP="0062748B">
      <w:r>
        <w:t xml:space="preserve">16.1.19     -INF       .        1.000      .         </w:t>
      </w:r>
    </w:p>
    <w:p w:rsidR="0062748B" w:rsidRDefault="0062748B" w:rsidP="0062748B">
      <w:r>
        <w:t xml:space="preserve">16.1.20     -INF       .        1.000      .         </w:t>
      </w:r>
    </w:p>
    <w:p w:rsidR="0062748B" w:rsidRDefault="0062748B" w:rsidP="0062748B">
      <w:r>
        <w:t xml:space="preserve">16.1.21     -INF       .        1.000      .         </w:t>
      </w:r>
    </w:p>
    <w:p w:rsidR="0062748B" w:rsidRDefault="0062748B" w:rsidP="0062748B">
      <w:r>
        <w:t xml:space="preserve">16.1.22     -INF       .        1.000      .         </w:t>
      </w:r>
    </w:p>
    <w:p w:rsidR="0062748B" w:rsidRDefault="0062748B" w:rsidP="0062748B">
      <w:r>
        <w:t xml:space="preserve">16.1.23     -INF       .        1.000      .         </w:t>
      </w:r>
    </w:p>
    <w:p w:rsidR="0062748B" w:rsidRDefault="0062748B" w:rsidP="0062748B">
      <w:r>
        <w:t xml:space="preserve">16.1.24     -INF       .        1.000      .         </w:t>
      </w:r>
    </w:p>
    <w:p w:rsidR="0062748B" w:rsidRDefault="0062748B" w:rsidP="0062748B">
      <w:r>
        <w:t xml:space="preserve">16.1.25     -INF       .        1.000      .         </w:t>
      </w:r>
    </w:p>
    <w:p w:rsidR="0062748B" w:rsidRDefault="0062748B" w:rsidP="0062748B">
      <w:r>
        <w:t xml:space="preserve">16.1.26     -INF       .        1.000      .         </w:t>
      </w:r>
    </w:p>
    <w:p w:rsidR="0062748B" w:rsidRDefault="0062748B" w:rsidP="0062748B">
      <w:r>
        <w:t xml:space="preserve">16.1.27     -INF       .        1.000      .         </w:t>
      </w:r>
    </w:p>
    <w:p w:rsidR="0062748B" w:rsidRDefault="0062748B" w:rsidP="0062748B">
      <w:r>
        <w:lastRenderedPageBreak/>
        <w:t xml:space="preserve">16.1.28     -INF       .        1.000      .         </w:t>
      </w:r>
    </w:p>
    <w:p w:rsidR="0062748B" w:rsidRDefault="0062748B" w:rsidP="0062748B">
      <w:r>
        <w:t xml:space="preserve">16.1.29     -INF       .        1.000      .         </w:t>
      </w:r>
    </w:p>
    <w:p w:rsidR="0062748B" w:rsidRDefault="0062748B" w:rsidP="0062748B">
      <w:r>
        <w:t xml:space="preserve">17.1.1      -INF       .        1.000      .         </w:t>
      </w:r>
    </w:p>
    <w:p w:rsidR="0062748B" w:rsidRDefault="0062748B" w:rsidP="0062748B">
      <w:r>
        <w:t xml:space="preserve">17.1.2      -INF       .        1.000      .         </w:t>
      </w:r>
    </w:p>
    <w:p w:rsidR="0062748B" w:rsidRDefault="0062748B" w:rsidP="0062748B">
      <w:r>
        <w:t xml:space="preserve">17.1.3      -INF       .        1.000      .         </w:t>
      </w:r>
    </w:p>
    <w:p w:rsidR="0062748B" w:rsidRDefault="0062748B" w:rsidP="0062748B">
      <w:r>
        <w:t xml:space="preserve">17.1.4      -INF       .        1.000      .         </w:t>
      </w:r>
    </w:p>
    <w:p w:rsidR="0062748B" w:rsidRDefault="0062748B" w:rsidP="0062748B">
      <w:r>
        <w:t xml:space="preserve">17.1.5      -INF       .        1.000      .         </w:t>
      </w:r>
    </w:p>
    <w:p w:rsidR="0062748B" w:rsidRDefault="0062748B" w:rsidP="0062748B">
      <w:r>
        <w:t xml:space="preserve">17.1.6      -INF       .        1.000      .         </w:t>
      </w:r>
    </w:p>
    <w:p w:rsidR="0062748B" w:rsidRDefault="0062748B" w:rsidP="0062748B">
      <w:r>
        <w:t xml:space="preserve">17.1.7      -INF       .        1.000      .         </w:t>
      </w:r>
    </w:p>
    <w:p w:rsidR="0062748B" w:rsidRDefault="0062748B" w:rsidP="0062748B">
      <w:r>
        <w:t xml:space="preserve">17.1.8      -INF       .        1.000      .         </w:t>
      </w:r>
    </w:p>
    <w:p w:rsidR="0062748B" w:rsidRDefault="0062748B" w:rsidP="0062748B">
      <w:r>
        <w:t xml:space="preserve">17.1.9      -INF       .        1.000      .         </w:t>
      </w:r>
    </w:p>
    <w:p w:rsidR="0062748B" w:rsidRDefault="0062748B" w:rsidP="0062748B">
      <w:r>
        <w:t xml:space="preserve">17.1.10     -INF       .        1.000      .         </w:t>
      </w:r>
    </w:p>
    <w:p w:rsidR="0062748B" w:rsidRDefault="0062748B" w:rsidP="0062748B">
      <w:r>
        <w:t xml:space="preserve">17.1.11     -INF       .        1.000      .         </w:t>
      </w:r>
    </w:p>
    <w:p w:rsidR="0062748B" w:rsidRDefault="0062748B" w:rsidP="0062748B">
      <w:r>
        <w:t xml:space="preserve">17.1.12     -INF       .        1.000      .         </w:t>
      </w:r>
    </w:p>
    <w:p w:rsidR="0062748B" w:rsidRDefault="0062748B" w:rsidP="0062748B">
      <w:r>
        <w:t xml:space="preserve">17.1.13     -INF       .        1.000      .         </w:t>
      </w:r>
    </w:p>
    <w:p w:rsidR="0062748B" w:rsidRDefault="0062748B" w:rsidP="0062748B">
      <w:r>
        <w:t xml:space="preserve">17.1.14     -INF       .        1.000      .         </w:t>
      </w:r>
    </w:p>
    <w:p w:rsidR="0062748B" w:rsidRDefault="0062748B" w:rsidP="0062748B">
      <w:r>
        <w:t xml:space="preserve">17.1.15     -INF       .        1.000      .         </w:t>
      </w:r>
    </w:p>
    <w:p w:rsidR="0062748B" w:rsidRDefault="0062748B" w:rsidP="0062748B">
      <w:r>
        <w:t xml:space="preserve">17.1.16     -INF       .        1.000      .         </w:t>
      </w:r>
    </w:p>
    <w:p w:rsidR="0062748B" w:rsidRDefault="0062748B" w:rsidP="0062748B">
      <w:r>
        <w:t xml:space="preserve">17.1.17     -INF       .        1.000      .         </w:t>
      </w:r>
    </w:p>
    <w:p w:rsidR="0062748B" w:rsidRDefault="0062748B" w:rsidP="0062748B">
      <w:r>
        <w:t xml:space="preserve">17.1.18     -INF       .        1.000      .         </w:t>
      </w:r>
    </w:p>
    <w:p w:rsidR="0062748B" w:rsidRDefault="0062748B" w:rsidP="0062748B">
      <w:r>
        <w:t xml:space="preserve">17.1.19     -INF       .        1.000      .         </w:t>
      </w:r>
    </w:p>
    <w:p w:rsidR="0062748B" w:rsidRDefault="0062748B" w:rsidP="0062748B">
      <w:r>
        <w:t xml:space="preserve">17.1.20     -INF       .        1.000      .         </w:t>
      </w:r>
    </w:p>
    <w:p w:rsidR="0062748B" w:rsidRDefault="0062748B" w:rsidP="0062748B">
      <w:r>
        <w:t xml:space="preserve">17.1.21     -INF       .        1.000      .         </w:t>
      </w:r>
    </w:p>
    <w:p w:rsidR="0062748B" w:rsidRDefault="0062748B" w:rsidP="0062748B">
      <w:r>
        <w:t xml:space="preserve">17.1.22     -INF       .        1.000      .         </w:t>
      </w:r>
    </w:p>
    <w:p w:rsidR="0062748B" w:rsidRDefault="0062748B" w:rsidP="0062748B">
      <w:r>
        <w:t xml:space="preserve">17.1.23     -INF       .        1.000      .         </w:t>
      </w:r>
    </w:p>
    <w:p w:rsidR="0062748B" w:rsidRDefault="0062748B" w:rsidP="0062748B">
      <w:r>
        <w:lastRenderedPageBreak/>
        <w:t xml:space="preserve">17.1.24     -INF       .        1.000      .         </w:t>
      </w:r>
    </w:p>
    <w:p w:rsidR="0062748B" w:rsidRDefault="0062748B" w:rsidP="0062748B">
      <w:r>
        <w:t xml:space="preserve">17.1.25     -INF       .        1.000      .         </w:t>
      </w:r>
    </w:p>
    <w:p w:rsidR="0062748B" w:rsidRDefault="0062748B" w:rsidP="0062748B">
      <w:r>
        <w:t xml:space="preserve">17.1.26     -INF       .        1.000      .         </w:t>
      </w:r>
    </w:p>
    <w:p w:rsidR="0062748B" w:rsidRDefault="0062748B" w:rsidP="0062748B">
      <w:r>
        <w:t xml:space="preserve">17.1.27     -INF       .        1.000      .         </w:t>
      </w:r>
    </w:p>
    <w:p w:rsidR="0062748B" w:rsidRDefault="0062748B" w:rsidP="0062748B">
      <w:r>
        <w:t xml:space="preserve">17.1.28     -INF       .        1.000      .         </w:t>
      </w:r>
    </w:p>
    <w:p w:rsidR="0062748B" w:rsidRDefault="0062748B" w:rsidP="0062748B">
      <w:r>
        <w:t xml:space="preserve">17.1.29     -INF       .        1.000      .         </w:t>
      </w:r>
    </w:p>
    <w:p w:rsidR="0062748B" w:rsidRDefault="0062748B" w:rsidP="0062748B">
      <w:r>
        <w:t xml:space="preserve">18.1.1      -INF       .        1.000      .         </w:t>
      </w:r>
    </w:p>
    <w:p w:rsidR="0062748B" w:rsidRDefault="0062748B" w:rsidP="0062748B">
      <w:r>
        <w:t xml:space="preserve">18.1.2      -INF       .        1.000      .         </w:t>
      </w:r>
    </w:p>
    <w:p w:rsidR="0062748B" w:rsidRDefault="0062748B" w:rsidP="0062748B">
      <w:r>
        <w:t xml:space="preserve">18.1.3      -INF       .        1.000      .         </w:t>
      </w:r>
    </w:p>
    <w:p w:rsidR="0062748B" w:rsidRDefault="0062748B" w:rsidP="0062748B">
      <w:r>
        <w:t xml:space="preserve">18.1.4      -INF       .        1.000      .         </w:t>
      </w:r>
    </w:p>
    <w:p w:rsidR="0062748B" w:rsidRDefault="0062748B" w:rsidP="0062748B">
      <w:r>
        <w:t xml:space="preserve">18.1.5      -INF       .        1.000      .         </w:t>
      </w:r>
    </w:p>
    <w:p w:rsidR="0062748B" w:rsidRDefault="0062748B" w:rsidP="0062748B">
      <w:r>
        <w:t xml:space="preserve">18.1.6      -INF       .        1.000      .         </w:t>
      </w:r>
    </w:p>
    <w:p w:rsidR="0062748B" w:rsidRDefault="0062748B" w:rsidP="0062748B">
      <w:r>
        <w:t xml:space="preserve">18.1.7      -INF       .        1.000      .         </w:t>
      </w:r>
    </w:p>
    <w:p w:rsidR="0062748B" w:rsidRDefault="0062748B" w:rsidP="0062748B">
      <w:r>
        <w:t xml:space="preserve">18.1.8      -INF       .        1.000      .         </w:t>
      </w:r>
    </w:p>
    <w:p w:rsidR="0062748B" w:rsidRDefault="0062748B" w:rsidP="0062748B">
      <w:r>
        <w:t xml:space="preserve">18.1.9      -INF       .        1.000      .         </w:t>
      </w:r>
    </w:p>
    <w:p w:rsidR="0062748B" w:rsidRDefault="0062748B" w:rsidP="0062748B">
      <w:r>
        <w:t xml:space="preserve">18.1.10     -INF       .        1.000      .         </w:t>
      </w:r>
    </w:p>
    <w:p w:rsidR="0062748B" w:rsidRDefault="0062748B" w:rsidP="0062748B">
      <w:r>
        <w:t xml:space="preserve">18.1.11     -INF       .        1.000      .         </w:t>
      </w:r>
    </w:p>
    <w:p w:rsidR="0062748B" w:rsidRDefault="0062748B" w:rsidP="0062748B">
      <w:r>
        <w:t xml:space="preserve">18.1.12     -INF       .        1.000      .         </w:t>
      </w:r>
    </w:p>
    <w:p w:rsidR="0062748B" w:rsidRDefault="0062748B" w:rsidP="0062748B">
      <w:r>
        <w:t xml:space="preserve">18.1.13     -INF       .        1.000      .         </w:t>
      </w:r>
    </w:p>
    <w:p w:rsidR="0062748B" w:rsidRDefault="0062748B" w:rsidP="0062748B">
      <w:r>
        <w:t xml:space="preserve">18.1.14     -INF       .        1.000      .         </w:t>
      </w:r>
    </w:p>
    <w:p w:rsidR="0062748B" w:rsidRDefault="0062748B" w:rsidP="0062748B">
      <w:r>
        <w:t xml:space="preserve">18.1.15     -INF       .        1.000      .         </w:t>
      </w:r>
    </w:p>
    <w:p w:rsidR="0062748B" w:rsidRDefault="0062748B" w:rsidP="0062748B">
      <w:r>
        <w:t xml:space="preserve">18.1.16     -INF       .        1.000      .         </w:t>
      </w:r>
    </w:p>
    <w:p w:rsidR="0062748B" w:rsidRDefault="0062748B" w:rsidP="0062748B">
      <w:r>
        <w:t xml:space="preserve">18.1.17     -INF       .        1.000      .         </w:t>
      </w:r>
    </w:p>
    <w:p w:rsidR="0062748B" w:rsidRDefault="0062748B" w:rsidP="0062748B">
      <w:r>
        <w:t xml:space="preserve">18.1.18     -INF       .        1.000      .         </w:t>
      </w:r>
    </w:p>
    <w:p w:rsidR="0062748B" w:rsidRDefault="0062748B" w:rsidP="0062748B">
      <w:r>
        <w:t xml:space="preserve">18.1.19     -INF       .        1.000      .         </w:t>
      </w:r>
    </w:p>
    <w:p w:rsidR="0062748B" w:rsidRDefault="0062748B" w:rsidP="0062748B">
      <w:r>
        <w:lastRenderedPageBreak/>
        <w:t xml:space="preserve">18.1.20     -INF       .        1.000      .         </w:t>
      </w:r>
    </w:p>
    <w:p w:rsidR="0062748B" w:rsidRDefault="0062748B" w:rsidP="0062748B">
      <w:r>
        <w:t xml:space="preserve">18.1.21     -INF       .        1.000      .         </w:t>
      </w:r>
    </w:p>
    <w:p w:rsidR="0062748B" w:rsidRDefault="0062748B" w:rsidP="0062748B">
      <w:r>
        <w:t xml:space="preserve">18.1.22     -INF       .        1.000      .         </w:t>
      </w:r>
    </w:p>
    <w:p w:rsidR="0062748B" w:rsidRDefault="0062748B" w:rsidP="0062748B">
      <w:r>
        <w:t xml:space="preserve">18.1.23     -INF       .        1.000      .         </w:t>
      </w:r>
    </w:p>
    <w:p w:rsidR="0062748B" w:rsidRDefault="0062748B" w:rsidP="0062748B">
      <w:r>
        <w:t xml:space="preserve">18.1.24     -INF       .        1.000      .         </w:t>
      </w:r>
    </w:p>
    <w:p w:rsidR="0062748B" w:rsidRDefault="0062748B" w:rsidP="0062748B">
      <w:r>
        <w:t xml:space="preserve">18.1.25     -INF       .        1.000      .         </w:t>
      </w:r>
    </w:p>
    <w:p w:rsidR="0062748B" w:rsidRDefault="0062748B" w:rsidP="0062748B">
      <w:r>
        <w:t xml:space="preserve">18.1.26     -INF       .        1.000      .         </w:t>
      </w:r>
    </w:p>
    <w:p w:rsidR="0062748B" w:rsidRDefault="0062748B" w:rsidP="0062748B">
      <w:r>
        <w:t xml:space="preserve">18.1.27     -INF       .        1.000      .         </w:t>
      </w:r>
    </w:p>
    <w:p w:rsidR="0062748B" w:rsidRDefault="0062748B" w:rsidP="0062748B">
      <w:r>
        <w:t xml:space="preserve">18.1.28     -INF       .        1.000      .         </w:t>
      </w:r>
    </w:p>
    <w:p w:rsidR="0062748B" w:rsidRDefault="0062748B" w:rsidP="0062748B">
      <w:r>
        <w:t xml:space="preserve">18.1.29     -INF       .        1.000      .         </w:t>
      </w:r>
    </w:p>
    <w:p w:rsidR="0062748B" w:rsidRDefault="0062748B" w:rsidP="0062748B">
      <w:r>
        <w:t xml:space="preserve">19.1.1      -INF       .        1.000      .         </w:t>
      </w:r>
    </w:p>
    <w:p w:rsidR="0062748B" w:rsidRDefault="0062748B" w:rsidP="0062748B">
      <w:r>
        <w:t xml:space="preserve">19.1.2      -INF       .        1.000      .         </w:t>
      </w:r>
    </w:p>
    <w:p w:rsidR="0062748B" w:rsidRDefault="0062748B" w:rsidP="0062748B">
      <w:r>
        <w:t xml:space="preserve">19.1.3      -INF       .        1.000      .         </w:t>
      </w:r>
    </w:p>
    <w:p w:rsidR="0062748B" w:rsidRDefault="0062748B" w:rsidP="0062748B">
      <w:r>
        <w:t xml:space="preserve">19.1.4      -INF       .        1.000      .         </w:t>
      </w:r>
    </w:p>
    <w:p w:rsidR="0062748B" w:rsidRDefault="0062748B" w:rsidP="0062748B">
      <w:r>
        <w:t xml:space="preserve">19.1.5      -INF       .        1.000      .         </w:t>
      </w:r>
    </w:p>
    <w:p w:rsidR="0062748B" w:rsidRDefault="0062748B" w:rsidP="0062748B">
      <w:r>
        <w:t xml:space="preserve">19.1.6      -INF       .        1.000      .         </w:t>
      </w:r>
    </w:p>
    <w:p w:rsidR="0062748B" w:rsidRDefault="0062748B" w:rsidP="0062748B">
      <w:r>
        <w:t xml:space="preserve">19.1.7      -INF       .        1.000      .         </w:t>
      </w:r>
    </w:p>
    <w:p w:rsidR="0062748B" w:rsidRDefault="0062748B" w:rsidP="0062748B">
      <w:r>
        <w:t xml:space="preserve">19.1.8      -INF       .        1.000      .         </w:t>
      </w:r>
    </w:p>
    <w:p w:rsidR="0062748B" w:rsidRDefault="0062748B" w:rsidP="0062748B">
      <w:r>
        <w:t xml:space="preserve">19.1.9      -INF       .        1.000      .         </w:t>
      </w:r>
    </w:p>
    <w:p w:rsidR="0062748B" w:rsidRDefault="0062748B" w:rsidP="0062748B">
      <w:r>
        <w:t xml:space="preserve">19.1.10     -INF       .        1.000      .         </w:t>
      </w:r>
    </w:p>
    <w:p w:rsidR="0062748B" w:rsidRDefault="0062748B" w:rsidP="0062748B">
      <w:r>
        <w:t xml:space="preserve">19.1.11     -INF       .        1.000      .         </w:t>
      </w:r>
    </w:p>
    <w:p w:rsidR="0062748B" w:rsidRDefault="0062748B" w:rsidP="0062748B">
      <w:r>
        <w:t xml:space="preserve">19.1.12     -INF       .        1.000      .         </w:t>
      </w:r>
    </w:p>
    <w:p w:rsidR="0062748B" w:rsidRDefault="0062748B" w:rsidP="0062748B">
      <w:r>
        <w:t xml:space="preserve">19.1.13     -INF       .        1.000      .         </w:t>
      </w:r>
    </w:p>
    <w:p w:rsidR="0062748B" w:rsidRDefault="0062748B" w:rsidP="0062748B">
      <w:r>
        <w:t xml:space="preserve">19.1.14     -INF       .        1.000      .         </w:t>
      </w:r>
    </w:p>
    <w:p w:rsidR="0062748B" w:rsidRDefault="0062748B" w:rsidP="0062748B">
      <w:r>
        <w:t xml:space="preserve">19.1.15     -INF       .        1.000      .         </w:t>
      </w:r>
    </w:p>
    <w:p w:rsidR="0062748B" w:rsidRDefault="0062748B" w:rsidP="0062748B">
      <w:r>
        <w:lastRenderedPageBreak/>
        <w:t xml:space="preserve">19.1.16     -INF       .        1.000      .         </w:t>
      </w:r>
    </w:p>
    <w:p w:rsidR="0062748B" w:rsidRDefault="0062748B" w:rsidP="0062748B">
      <w:r>
        <w:t xml:space="preserve">19.1.17     -INF       .        1.000      .         </w:t>
      </w:r>
    </w:p>
    <w:p w:rsidR="0062748B" w:rsidRDefault="0062748B" w:rsidP="0062748B">
      <w:r>
        <w:t xml:space="preserve">19.1.18     -INF       .        1.000      .         </w:t>
      </w:r>
    </w:p>
    <w:p w:rsidR="0062748B" w:rsidRDefault="0062748B" w:rsidP="0062748B">
      <w:r>
        <w:t xml:space="preserve">19.1.19     -INF       .        1.000      .         </w:t>
      </w:r>
    </w:p>
    <w:p w:rsidR="0062748B" w:rsidRDefault="0062748B" w:rsidP="0062748B">
      <w:r>
        <w:t xml:space="preserve">19.1.20     -INF       .        1.000      .         </w:t>
      </w:r>
    </w:p>
    <w:p w:rsidR="0062748B" w:rsidRDefault="0062748B" w:rsidP="0062748B">
      <w:r>
        <w:t xml:space="preserve">19.1.21     -INF       .        1.000      .         </w:t>
      </w:r>
    </w:p>
    <w:p w:rsidR="0062748B" w:rsidRDefault="0062748B" w:rsidP="0062748B">
      <w:r>
        <w:t xml:space="preserve">19.1.22     -INF       .        1.000      .         </w:t>
      </w:r>
    </w:p>
    <w:p w:rsidR="0062748B" w:rsidRDefault="0062748B" w:rsidP="0062748B">
      <w:r>
        <w:t xml:space="preserve">19.1.23     -INF       .        1.000      .         </w:t>
      </w:r>
    </w:p>
    <w:p w:rsidR="0062748B" w:rsidRDefault="0062748B" w:rsidP="0062748B">
      <w:r>
        <w:t xml:space="preserve">19.1.24     -INF       .        1.000      .         </w:t>
      </w:r>
    </w:p>
    <w:p w:rsidR="0062748B" w:rsidRDefault="0062748B" w:rsidP="0062748B">
      <w:r>
        <w:t xml:space="preserve">19.1.25     -INF       .        1.000      .         </w:t>
      </w:r>
    </w:p>
    <w:p w:rsidR="0062748B" w:rsidRDefault="0062748B" w:rsidP="0062748B">
      <w:r>
        <w:t xml:space="preserve">19.1.26     -INF       .        1.000      .         </w:t>
      </w:r>
    </w:p>
    <w:p w:rsidR="0062748B" w:rsidRDefault="0062748B" w:rsidP="0062748B">
      <w:r>
        <w:t xml:space="preserve">19.1.27     -INF       .        1.000      .         </w:t>
      </w:r>
    </w:p>
    <w:p w:rsidR="0062748B" w:rsidRDefault="0062748B" w:rsidP="0062748B">
      <w:r>
        <w:t xml:space="preserve">19.1.28     -INF       .        1.000      .         </w:t>
      </w:r>
    </w:p>
    <w:p w:rsidR="0062748B" w:rsidRDefault="0062748B" w:rsidP="0062748B">
      <w:r>
        <w:t xml:space="preserve">19.1.29     -INF       .        1.000      .         </w:t>
      </w:r>
    </w:p>
    <w:p w:rsidR="0062748B" w:rsidRDefault="0062748B" w:rsidP="0062748B">
      <w:r>
        <w:t xml:space="preserve">20.1.1      -INF       .        1.000      .         </w:t>
      </w:r>
    </w:p>
    <w:p w:rsidR="0062748B" w:rsidRDefault="0062748B" w:rsidP="0062748B">
      <w:r>
        <w:t xml:space="preserve">20.1.2      -INF       .        1.000      .         </w:t>
      </w:r>
    </w:p>
    <w:p w:rsidR="0062748B" w:rsidRDefault="0062748B" w:rsidP="0062748B">
      <w:r>
        <w:t xml:space="preserve">20.1.3      -INF       .        1.000      .         </w:t>
      </w:r>
    </w:p>
    <w:p w:rsidR="0062748B" w:rsidRDefault="0062748B" w:rsidP="0062748B">
      <w:r>
        <w:t xml:space="preserve">20.1.4      -INF       .        1.000      .         </w:t>
      </w:r>
    </w:p>
    <w:p w:rsidR="0062748B" w:rsidRDefault="0062748B" w:rsidP="0062748B">
      <w:r>
        <w:t xml:space="preserve">20.1.5      -INF       .        1.000      .         </w:t>
      </w:r>
    </w:p>
    <w:p w:rsidR="0062748B" w:rsidRDefault="0062748B" w:rsidP="0062748B">
      <w:r>
        <w:t xml:space="preserve">20.1.6      -INF       .        1.000      .         </w:t>
      </w:r>
    </w:p>
    <w:p w:rsidR="0062748B" w:rsidRDefault="0062748B" w:rsidP="0062748B">
      <w:r>
        <w:t xml:space="preserve">20.1.7      -INF       .        1.000      .         </w:t>
      </w:r>
    </w:p>
    <w:p w:rsidR="0062748B" w:rsidRDefault="0062748B" w:rsidP="0062748B">
      <w:r>
        <w:t xml:space="preserve">20.1.8      -INF       .        1.000      .         </w:t>
      </w:r>
    </w:p>
    <w:p w:rsidR="0062748B" w:rsidRDefault="0062748B" w:rsidP="0062748B">
      <w:r>
        <w:t xml:space="preserve">20.1.9      -INF       .        1.000      .         </w:t>
      </w:r>
    </w:p>
    <w:p w:rsidR="0062748B" w:rsidRDefault="0062748B" w:rsidP="0062748B">
      <w:r>
        <w:t xml:space="preserve">20.1.10     -INF       .        1.000      .         </w:t>
      </w:r>
    </w:p>
    <w:p w:rsidR="0062748B" w:rsidRDefault="0062748B" w:rsidP="0062748B">
      <w:r>
        <w:t xml:space="preserve">20.1.11     -INF       .        1.000      .         </w:t>
      </w:r>
    </w:p>
    <w:p w:rsidR="0062748B" w:rsidRDefault="0062748B" w:rsidP="0062748B">
      <w:r>
        <w:lastRenderedPageBreak/>
        <w:t xml:space="preserve">20.1.12     -INF       .        1.000      .         </w:t>
      </w:r>
    </w:p>
    <w:p w:rsidR="0062748B" w:rsidRDefault="0062748B" w:rsidP="0062748B">
      <w:r>
        <w:t xml:space="preserve">20.1.13     -INF       .        1.000      .         </w:t>
      </w:r>
    </w:p>
    <w:p w:rsidR="0062748B" w:rsidRDefault="0062748B" w:rsidP="0062748B">
      <w:r>
        <w:t xml:space="preserve">20.1.14     -INF       .        1.000      .         </w:t>
      </w:r>
    </w:p>
    <w:p w:rsidR="0062748B" w:rsidRDefault="0062748B" w:rsidP="0062748B">
      <w:r>
        <w:t xml:space="preserve">20.1.15     -INF       .        1.000      .         </w:t>
      </w:r>
    </w:p>
    <w:p w:rsidR="0062748B" w:rsidRDefault="0062748B" w:rsidP="0062748B">
      <w:r>
        <w:t xml:space="preserve">20.1.16     -INF       .        1.000      .         </w:t>
      </w:r>
    </w:p>
    <w:p w:rsidR="0062748B" w:rsidRDefault="0062748B" w:rsidP="0062748B">
      <w:r>
        <w:t xml:space="preserve">20.1.17     -INF       .        1.000      .         </w:t>
      </w:r>
    </w:p>
    <w:p w:rsidR="0062748B" w:rsidRDefault="0062748B" w:rsidP="0062748B">
      <w:r>
        <w:t xml:space="preserve">20.1.18     -INF       .        1.000      .         </w:t>
      </w:r>
    </w:p>
    <w:p w:rsidR="0062748B" w:rsidRDefault="0062748B" w:rsidP="0062748B">
      <w:r>
        <w:t xml:space="preserve">20.1.19     -INF       .        1.000      .         </w:t>
      </w:r>
    </w:p>
    <w:p w:rsidR="0062748B" w:rsidRDefault="0062748B" w:rsidP="0062748B">
      <w:r>
        <w:t xml:space="preserve">20.1.20     -INF       .        1.000      .         </w:t>
      </w:r>
    </w:p>
    <w:p w:rsidR="0062748B" w:rsidRDefault="0062748B" w:rsidP="0062748B">
      <w:r>
        <w:t xml:space="preserve">20.1.21     -INF       .        1.000      .         </w:t>
      </w:r>
    </w:p>
    <w:p w:rsidR="0062748B" w:rsidRDefault="0062748B" w:rsidP="0062748B">
      <w:r>
        <w:t xml:space="preserve">20.1.22     -INF       .        1.000      .         </w:t>
      </w:r>
    </w:p>
    <w:p w:rsidR="0062748B" w:rsidRDefault="0062748B" w:rsidP="0062748B">
      <w:r>
        <w:t xml:space="preserve">20.1.23     -INF       .        1.000      .         </w:t>
      </w:r>
    </w:p>
    <w:p w:rsidR="0062748B" w:rsidRDefault="0062748B" w:rsidP="0062748B">
      <w:r>
        <w:t xml:space="preserve">20.1.24     -INF       .        1.000      .         </w:t>
      </w:r>
    </w:p>
    <w:p w:rsidR="0062748B" w:rsidRDefault="0062748B" w:rsidP="0062748B">
      <w:r>
        <w:t xml:space="preserve">20.1.25     -INF       .        1.000      .         </w:t>
      </w:r>
    </w:p>
    <w:p w:rsidR="0062748B" w:rsidRDefault="0062748B" w:rsidP="0062748B">
      <w:r>
        <w:t xml:space="preserve">20.1.26     -INF       .        1.000      .         </w:t>
      </w:r>
    </w:p>
    <w:p w:rsidR="0062748B" w:rsidRDefault="0062748B" w:rsidP="0062748B">
      <w:r>
        <w:t xml:space="preserve">20.1.27     -INF       .        1.000      .         </w:t>
      </w:r>
    </w:p>
    <w:p w:rsidR="0062748B" w:rsidRDefault="0062748B" w:rsidP="0062748B">
      <w:r>
        <w:t xml:space="preserve">20.1.28     -INF       .        1.000      .         </w:t>
      </w:r>
    </w:p>
    <w:p w:rsidR="0062748B" w:rsidRDefault="0062748B" w:rsidP="0062748B">
      <w:r>
        <w:t xml:space="preserve">20.1.29     -INF       .        1.000      .         </w:t>
      </w:r>
    </w:p>
    <w:p w:rsidR="0062748B" w:rsidRDefault="0062748B" w:rsidP="0062748B">
      <w:r>
        <w:t xml:space="preserve">21.1.1      -INF       .        1.000      .         </w:t>
      </w:r>
    </w:p>
    <w:p w:rsidR="0062748B" w:rsidRDefault="0062748B" w:rsidP="0062748B">
      <w:r>
        <w:t xml:space="preserve">21.1.2      -INF       .        1.000      .         </w:t>
      </w:r>
    </w:p>
    <w:p w:rsidR="0062748B" w:rsidRDefault="0062748B" w:rsidP="0062748B">
      <w:r>
        <w:t xml:space="preserve">21.1.3      -INF       .        1.000      .         </w:t>
      </w:r>
    </w:p>
    <w:p w:rsidR="0062748B" w:rsidRDefault="0062748B" w:rsidP="0062748B">
      <w:r>
        <w:t xml:space="preserve">21.1.4      -INF       .        1.000      .         </w:t>
      </w:r>
    </w:p>
    <w:p w:rsidR="0062748B" w:rsidRDefault="0062748B" w:rsidP="0062748B">
      <w:r>
        <w:t xml:space="preserve">21.1.5      -INF       .        1.000      .         </w:t>
      </w:r>
    </w:p>
    <w:p w:rsidR="0062748B" w:rsidRDefault="0062748B" w:rsidP="0062748B">
      <w:r>
        <w:t xml:space="preserve">21.1.6      -INF       .        1.000      .         </w:t>
      </w:r>
    </w:p>
    <w:p w:rsidR="0062748B" w:rsidRDefault="0062748B" w:rsidP="0062748B">
      <w:r>
        <w:t xml:space="preserve">21.1.7      -INF       .        1.000      .         </w:t>
      </w:r>
    </w:p>
    <w:p w:rsidR="0062748B" w:rsidRDefault="0062748B" w:rsidP="0062748B">
      <w:r>
        <w:lastRenderedPageBreak/>
        <w:t xml:space="preserve">21.1.8      -INF       .        1.000      .         </w:t>
      </w:r>
    </w:p>
    <w:p w:rsidR="0062748B" w:rsidRDefault="0062748B" w:rsidP="0062748B">
      <w:r>
        <w:t xml:space="preserve">21.1.9      -INF       .        1.000      .         </w:t>
      </w:r>
    </w:p>
    <w:p w:rsidR="0062748B" w:rsidRDefault="0062748B" w:rsidP="0062748B">
      <w:r>
        <w:t xml:space="preserve">21.1.10     -INF       .        1.000      .         </w:t>
      </w:r>
    </w:p>
    <w:p w:rsidR="0062748B" w:rsidRDefault="0062748B" w:rsidP="0062748B">
      <w:r>
        <w:t xml:space="preserve">21.1.11     -INF       .        1.000      .         </w:t>
      </w:r>
    </w:p>
    <w:p w:rsidR="0062748B" w:rsidRDefault="0062748B" w:rsidP="0062748B">
      <w:r>
        <w:t xml:space="preserve">21.1.12     -INF       .        1.000      .         </w:t>
      </w:r>
    </w:p>
    <w:p w:rsidR="0062748B" w:rsidRDefault="0062748B" w:rsidP="0062748B">
      <w:r>
        <w:t xml:space="preserve">21.1.13     -INF       .        1.000      .         </w:t>
      </w:r>
    </w:p>
    <w:p w:rsidR="0062748B" w:rsidRDefault="0062748B" w:rsidP="0062748B">
      <w:r>
        <w:t xml:space="preserve">21.1.14     -INF       .        1.000      .         </w:t>
      </w:r>
    </w:p>
    <w:p w:rsidR="0062748B" w:rsidRDefault="0062748B" w:rsidP="0062748B">
      <w:r>
        <w:t xml:space="preserve">21.1.15     -INF       .        1.000      .         </w:t>
      </w:r>
    </w:p>
    <w:p w:rsidR="0062748B" w:rsidRDefault="0062748B" w:rsidP="0062748B">
      <w:r>
        <w:t xml:space="preserve">21.1.16     -INF       .        1.000      .         </w:t>
      </w:r>
    </w:p>
    <w:p w:rsidR="0062748B" w:rsidRDefault="0062748B" w:rsidP="0062748B">
      <w:r>
        <w:t xml:space="preserve">21.1.17     -INF       .        1.000      .         </w:t>
      </w:r>
    </w:p>
    <w:p w:rsidR="0062748B" w:rsidRDefault="0062748B" w:rsidP="0062748B">
      <w:r>
        <w:t xml:space="preserve">21.1.18     -INF       .        1.000      .         </w:t>
      </w:r>
    </w:p>
    <w:p w:rsidR="0062748B" w:rsidRDefault="0062748B" w:rsidP="0062748B">
      <w:r>
        <w:t xml:space="preserve">21.1.19     -INF       .        1.000      .         </w:t>
      </w:r>
    </w:p>
    <w:p w:rsidR="0062748B" w:rsidRDefault="0062748B" w:rsidP="0062748B">
      <w:r>
        <w:t xml:space="preserve">21.1.20     -INF       .        1.000      .         </w:t>
      </w:r>
    </w:p>
    <w:p w:rsidR="0062748B" w:rsidRDefault="0062748B" w:rsidP="0062748B">
      <w:r>
        <w:t xml:space="preserve">21.1.21     -INF       .        1.000      .         </w:t>
      </w:r>
    </w:p>
    <w:p w:rsidR="0062748B" w:rsidRDefault="0062748B" w:rsidP="0062748B">
      <w:r>
        <w:t xml:space="preserve">21.1.22     -INF       .        1.000      .         </w:t>
      </w:r>
    </w:p>
    <w:p w:rsidR="0062748B" w:rsidRDefault="0062748B" w:rsidP="0062748B">
      <w:r>
        <w:t xml:space="preserve">21.1.23     -INF       .        1.000      .         </w:t>
      </w:r>
    </w:p>
    <w:p w:rsidR="0062748B" w:rsidRDefault="0062748B" w:rsidP="0062748B">
      <w:r>
        <w:t xml:space="preserve">21.1.24     -INF       .        1.000      .         </w:t>
      </w:r>
    </w:p>
    <w:p w:rsidR="0062748B" w:rsidRDefault="0062748B" w:rsidP="0062748B">
      <w:r>
        <w:t xml:space="preserve">21.1.25     -INF       .        1.000      .         </w:t>
      </w:r>
    </w:p>
    <w:p w:rsidR="0062748B" w:rsidRDefault="0062748B" w:rsidP="0062748B">
      <w:r>
        <w:t xml:space="preserve">21.1.26     -INF       .        1.000      .         </w:t>
      </w:r>
    </w:p>
    <w:p w:rsidR="0062748B" w:rsidRDefault="0062748B" w:rsidP="0062748B">
      <w:r>
        <w:t xml:space="preserve">21.1.27     -INF       .        1.000      .         </w:t>
      </w:r>
    </w:p>
    <w:p w:rsidR="0062748B" w:rsidRDefault="0062748B" w:rsidP="0062748B">
      <w:r>
        <w:t xml:space="preserve">21.1.28     -INF       .        1.000      .         </w:t>
      </w:r>
    </w:p>
    <w:p w:rsidR="0062748B" w:rsidRDefault="0062748B" w:rsidP="0062748B">
      <w:r>
        <w:t xml:space="preserve">21.1.29     -INF       .        1.000      .         </w:t>
      </w:r>
    </w:p>
    <w:p w:rsidR="0062748B" w:rsidRDefault="0062748B" w:rsidP="0062748B">
      <w:r>
        <w:t xml:space="preserve">22.1.1      -INF       .        1.000      .         </w:t>
      </w:r>
    </w:p>
    <w:p w:rsidR="0062748B" w:rsidRDefault="0062748B" w:rsidP="0062748B">
      <w:r>
        <w:t xml:space="preserve">22.1.2      -INF       .        1.000      .         </w:t>
      </w:r>
    </w:p>
    <w:p w:rsidR="0062748B" w:rsidRDefault="0062748B" w:rsidP="0062748B">
      <w:r>
        <w:t xml:space="preserve">22.1.3      -INF       .        1.000      .         </w:t>
      </w:r>
    </w:p>
    <w:p w:rsidR="0062748B" w:rsidRDefault="0062748B" w:rsidP="0062748B">
      <w:r>
        <w:lastRenderedPageBreak/>
        <w:t xml:space="preserve">22.1.4      -INF       .        1.000      .         </w:t>
      </w:r>
    </w:p>
    <w:p w:rsidR="0062748B" w:rsidRDefault="0062748B" w:rsidP="0062748B">
      <w:r>
        <w:t xml:space="preserve">22.1.5      -INF       .        1.000      .         </w:t>
      </w:r>
    </w:p>
    <w:p w:rsidR="0062748B" w:rsidRDefault="0062748B" w:rsidP="0062748B">
      <w:r>
        <w:t xml:space="preserve">22.1.6      -INF       .        1.000      .         </w:t>
      </w:r>
    </w:p>
    <w:p w:rsidR="0062748B" w:rsidRDefault="0062748B" w:rsidP="0062748B">
      <w:r>
        <w:t xml:space="preserve">22.1.7      -INF       .        1.000      .         </w:t>
      </w:r>
    </w:p>
    <w:p w:rsidR="0062748B" w:rsidRDefault="0062748B" w:rsidP="0062748B">
      <w:r>
        <w:t xml:space="preserve">22.1.8      -INF       .        1.000      .         </w:t>
      </w:r>
    </w:p>
    <w:p w:rsidR="0062748B" w:rsidRDefault="0062748B" w:rsidP="0062748B">
      <w:r>
        <w:t xml:space="preserve">22.1.9      -INF       .        1.000      .         </w:t>
      </w:r>
    </w:p>
    <w:p w:rsidR="0062748B" w:rsidRDefault="0062748B" w:rsidP="0062748B">
      <w:r>
        <w:t xml:space="preserve">22.1.10     -INF       .        1.000      .         </w:t>
      </w:r>
    </w:p>
    <w:p w:rsidR="0062748B" w:rsidRDefault="0062748B" w:rsidP="0062748B">
      <w:r>
        <w:t xml:space="preserve">22.1.11     -INF       .        1.000      .         </w:t>
      </w:r>
    </w:p>
    <w:p w:rsidR="0062748B" w:rsidRDefault="0062748B" w:rsidP="0062748B">
      <w:r>
        <w:t xml:space="preserve">22.1.12     -INF       .        1.000      .         </w:t>
      </w:r>
    </w:p>
    <w:p w:rsidR="0062748B" w:rsidRDefault="0062748B" w:rsidP="0062748B">
      <w:r>
        <w:t xml:space="preserve">22.1.13     -INF       .        1.000      .         </w:t>
      </w:r>
    </w:p>
    <w:p w:rsidR="0062748B" w:rsidRDefault="0062748B" w:rsidP="0062748B">
      <w:r>
        <w:t xml:space="preserve">22.1.14     -INF       .        1.000      .         </w:t>
      </w:r>
    </w:p>
    <w:p w:rsidR="0062748B" w:rsidRDefault="0062748B" w:rsidP="0062748B">
      <w:r>
        <w:t xml:space="preserve">22.1.15     -INF       .        1.000      .         </w:t>
      </w:r>
    </w:p>
    <w:p w:rsidR="0062748B" w:rsidRDefault="0062748B" w:rsidP="0062748B">
      <w:r>
        <w:t xml:space="preserve">22.1.16     -INF       .        1.000      .         </w:t>
      </w:r>
    </w:p>
    <w:p w:rsidR="0062748B" w:rsidRDefault="0062748B" w:rsidP="0062748B">
      <w:r>
        <w:t xml:space="preserve">22.1.17     -INF       .        1.000      .         </w:t>
      </w:r>
    </w:p>
    <w:p w:rsidR="0062748B" w:rsidRDefault="0062748B" w:rsidP="0062748B">
      <w:r>
        <w:t xml:space="preserve">22.1.18     -INF       .        1.000      .         </w:t>
      </w:r>
    </w:p>
    <w:p w:rsidR="0062748B" w:rsidRDefault="0062748B" w:rsidP="0062748B">
      <w:r>
        <w:t xml:space="preserve">22.1.19     -INF       .        1.000      .         </w:t>
      </w:r>
    </w:p>
    <w:p w:rsidR="0062748B" w:rsidRDefault="0062748B" w:rsidP="0062748B">
      <w:r>
        <w:t xml:space="preserve">22.1.20     -INF       .        1.000      .         </w:t>
      </w:r>
    </w:p>
    <w:p w:rsidR="0062748B" w:rsidRDefault="0062748B" w:rsidP="0062748B">
      <w:r>
        <w:t xml:space="preserve">22.1.21     -INF       .        1.000      .         </w:t>
      </w:r>
    </w:p>
    <w:p w:rsidR="0062748B" w:rsidRDefault="0062748B" w:rsidP="0062748B">
      <w:r>
        <w:t xml:space="preserve">22.1.22     -INF       .        1.000      .         </w:t>
      </w:r>
    </w:p>
    <w:p w:rsidR="0062748B" w:rsidRDefault="0062748B" w:rsidP="0062748B">
      <w:r>
        <w:t xml:space="preserve">22.1.23     -INF       .        1.000      .         </w:t>
      </w:r>
    </w:p>
    <w:p w:rsidR="0062748B" w:rsidRDefault="0062748B" w:rsidP="0062748B">
      <w:r>
        <w:t xml:space="preserve">22.1.24     -INF       .        1.000      .         </w:t>
      </w:r>
    </w:p>
    <w:p w:rsidR="0062748B" w:rsidRDefault="0062748B" w:rsidP="0062748B">
      <w:r>
        <w:t xml:space="preserve">22.1.25     -INF       .        1.000      .         </w:t>
      </w:r>
    </w:p>
    <w:p w:rsidR="0062748B" w:rsidRDefault="0062748B" w:rsidP="0062748B">
      <w:r>
        <w:t xml:space="preserve">22.1.26     -INF       .        1.000      .         </w:t>
      </w:r>
    </w:p>
    <w:p w:rsidR="0062748B" w:rsidRDefault="0062748B" w:rsidP="0062748B">
      <w:r>
        <w:t xml:space="preserve">22.1.27     -INF       .        1.000      .         </w:t>
      </w:r>
    </w:p>
    <w:p w:rsidR="0062748B" w:rsidRDefault="0062748B" w:rsidP="0062748B">
      <w:r>
        <w:t xml:space="preserve">22.1.28     -INF       .        1.000      .         </w:t>
      </w:r>
    </w:p>
    <w:p w:rsidR="0062748B" w:rsidRDefault="0062748B" w:rsidP="0062748B">
      <w:r>
        <w:lastRenderedPageBreak/>
        <w:t xml:space="preserve">22.1.29     -INF       .        1.000      .         </w:t>
      </w:r>
    </w:p>
    <w:p w:rsidR="0062748B" w:rsidRDefault="0062748B" w:rsidP="0062748B">
      <w:r>
        <w:t xml:space="preserve">23.1.1      -INF       .        1.000      .         </w:t>
      </w:r>
    </w:p>
    <w:p w:rsidR="0062748B" w:rsidRDefault="0062748B" w:rsidP="0062748B">
      <w:r>
        <w:t xml:space="preserve">23.1.2      -INF       .        1.000      .         </w:t>
      </w:r>
    </w:p>
    <w:p w:rsidR="0062748B" w:rsidRDefault="0062748B" w:rsidP="0062748B">
      <w:r>
        <w:t xml:space="preserve">23.1.3      -INF       .        1.000      .         </w:t>
      </w:r>
    </w:p>
    <w:p w:rsidR="0062748B" w:rsidRDefault="0062748B" w:rsidP="0062748B">
      <w:r>
        <w:t xml:space="preserve">23.1.4      -INF       .        1.000      .         </w:t>
      </w:r>
    </w:p>
    <w:p w:rsidR="0062748B" w:rsidRDefault="0062748B" w:rsidP="0062748B">
      <w:r>
        <w:t xml:space="preserve">23.1.5      -INF       .        1.000      .         </w:t>
      </w:r>
    </w:p>
    <w:p w:rsidR="0062748B" w:rsidRDefault="0062748B" w:rsidP="0062748B">
      <w:r>
        <w:t xml:space="preserve">23.1.6      -INF       .        1.000      .         </w:t>
      </w:r>
    </w:p>
    <w:p w:rsidR="0062748B" w:rsidRDefault="0062748B" w:rsidP="0062748B">
      <w:r>
        <w:t xml:space="preserve">23.1.7      -INF       .        1.000      .         </w:t>
      </w:r>
    </w:p>
    <w:p w:rsidR="0062748B" w:rsidRDefault="0062748B" w:rsidP="0062748B">
      <w:r>
        <w:t xml:space="preserve">23.1.8      -INF       .        1.000      .         </w:t>
      </w:r>
    </w:p>
    <w:p w:rsidR="0062748B" w:rsidRDefault="0062748B" w:rsidP="0062748B">
      <w:r>
        <w:t xml:space="preserve">23.1.9      -INF       .        1.000      .         </w:t>
      </w:r>
    </w:p>
    <w:p w:rsidR="0062748B" w:rsidRDefault="0062748B" w:rsidP="0062748B">
      <w:r>
        <w:t xml:space="preserve">23.1.10     -INF       .        1.000      .         </w:t>
      </w:r>
    </w:p>
    <w:p w:rsidR="0062748B" w:rsidRDefault="0062748B" w:rsidP="0062748B">
      <w:r>
        <w:t xml:space="preserve">23.1.11     -INF       .        1.000      .         </w:t>
      </w:r>
    </w:p>
    <w:p w:rsidR="0062748B" w:rsidRDefault="0062748B" w:rsidP="0062748B">
      <w:r>
        <w:t xml:space="preserve">23.1.12     -INF       .        1.000      .         </w:t>
      </w:r>
    </w:p>
    <w:p w:rsidR="0062748B" w:rsidRDefault="0062748B" w:rsidP="0062748B">
      <w:r>
        <w:t xml:space="preserve">23.1.13     -INF       .        1.000      .         </w:t>
      </w:r>
    </w:p>
    <w:p w:rsidR="0062748B" w:rsidRDefault="0062748B" w:rsidP="0062748B">
      <w:r>
        <w:t xml:space="preserve">23.1.14     -INF       .        1.000      .         </w:t>
      </w:r>
    </w:p>
    <w:p w:rsidR="0062748B" w:rsidRDefault="0062748B" w:rsidP="0062748B">
      <w:r>
        <w:t xml:space="preserve">23.1.15     -INF       .        1.000      .         </w:t>
      </w:r>
    </w:p>
    <w:p w:rsidR="0062748B" w:rsidRDefault="0062748B" w:rsidP="0062748B">
      <w:r>
        <w:t xml:space="preserve">23.1.16     -INF       .        1.000      .         </w:t>
      </w:r>
    </w:p>
    <w:p w:rsidR="0062748B" w:rsidRDefault="0062748B" w:rsidP="0062748B">
      <w:r>
        <w:t xml:space="preserve">23.1.17     -INF       .        1.000      .         </w:t>
      </w:r>
    </w:p>
    <w:p w:rsidR="0062748B" w:rsidRDefault="0062748B" w:rsidP="0062748B">
      <w:r>
        <w:t xml:space="preserve">23.1.18     -INF       .        1.000      .         </w:t>
      </w:r>
    </w:p>
    <w:p w:rsidR="0062748B" w:rsidRDefault="0062748B" w:rsidP="0062748B">
      <w:r>
        <w:t xml:space="preserve">23.1.19     -INF       .        1.000      .         </w:t>
      </w:r>
    </w:p>
    <w:p w:rsidR="0062748B" w:rsidRDefault="0062748B" w:rsidP="0062748B">
      <w:r>
        <w:t xml:space="preserve">23.1.20     -INF       .        1.000      .         </w:t>
      </w:r>
    </w:p>
    <w:p w:rsidR="0062748B" w:rsidRDefault="0062748B" w:rsidP="0062748B">
      <w:r>
        <w:t xml:space="preserve">23.1.21     -INF       .        1.000      .         </w:t>
      </w:r>
    </w:p>
    <w:p w:rsidR="0062748B" w:rsidRDefault="0062748B" w:rsidP="0062748B">
      <w:r>
        <w:t xml:space="preserve">23.1.22     -INF       .        1.000      .         </w:t>
      </w:r>
    </w:p>
    <w:p w:rsidR="0062748B" w:rsidRDefault="0062748B" w:rsidP="0062748B">
      <w:r>
        <w:t xml:space="preserve">23.1.23     -INF       .        1.000      .         </w:t>
      </w:r>
    </w:p>
    <w:p w:rsidR="0062748B" w:rsidRDefault="0062748B" w:rsidP="0062748B">
      <w:r>
        <w:t xml:space="preserve">23.1.24     -INF       .        1.000      .         </w:t>
      </w:r>
    </w:p>
    <w:p w:rsidR="0062748B" w:rsidRDefault="0062748B" w:rsidP="0062748B">
      <w:r>
        <w:lastRenderedPageBreak/>
        <w:t xml:space="preserve">23.1.25     -INF       .        1.000      .         </w:t>
      </w:r>
    </w:p>
    <w:p w:rsidR="0062748B" w:rsidRDefault="0062748B" w:rsidP="0062748B">
      <w:r>
        <w:t xml:space="preserve">23.1.26     -INF       .        1.000      .         </w:t>
      </w:r>
    </w:p>
    <w:p w:rsidR="0062748B" w:rsidRDefault="0062748B" w:rsidP="0062748B">
      <w:r>
        <w:t xml:space="preserve">23.1.27     -INF       .        1.000      .         </w:t>
      </w:r>
    </w:p>
    <w:p w:rsidR="0062748B" w:rsidRDefault="0062748B" w:rsidP="0062748B">
      <w:r>
        <w:t xml:space="preserve">23.1.28     -INF       .        1.000      .         </w:t>
      </w:r>
    </w:p>
    <w:p w:rsidR="0062748B" w:rsidRDefault="0062748B" w:rsidP="0062748B">
      <w:r>
        <w:t xml:space="preserve">23.1.29     -INF       .        1.000      .         </w:t>
      </w:r>
    </w:p>
    <w:p w:rsidR="0062748B" w:rsidRDefault="0062748B" w:rsidP="0062748B">
      <w:r>
        <w:t xml:space="preserve">24.1.1      -INF       .        1.000      .         </w:t>
      </w:r>
    </w:p>
    <w:p w:rsidR="0062748B" w:rsidRDefault="0062748B" w:rsidP="0062748B">
      <w:r>
        <w:t xml:space="preserve">24.1.2      -INF       .        1.000      .         </w:t>
      </w:r>
    </w:p>
    <w:p w:rsidR="0062748B" w:rsidRDefault="0062748B" w:rsidP="0062748B">
      <w:r>
        <w:t xml:space="preserve">24.1.3      -INF       .        1.000      .         </w:t>
      </w:r>
    </w:p>
    <w:p w:rsidR="0062748B" w:rsidRDefault="0062748B" w:rsidP="0062748B">
      <w:r>
        <w:t xml:space="preserve">24.1.4      -INF       .        1.000      .         </w:t>
      </w:r>
    </w:p>
    <w:p w:rsidR="0062748B" w:rsidRDefault="0062748B" w:rsidP="0062748B">
      <w:r>
        <w:t xml:space="preserve">24.1.5      -INF       .        1.000      .         </w:t>
      </w:r>
    </w:p>
    <w:p w:rsidR="0062748B" w:rsidRDefault="0062748B" w:rsidP="0062748B">
      <w:r>
        <w:t xml:space="preserve">24.1.6      -INF       .        1.000      .         </w:t>
      </w:r>
    </w:p>
    <w:p w:rsidR="0062748B" w:rsidRDefault="0062748B" w:rsidP="0062748B">
      <w:r>
        <w:t xml:space="preserve">24.1.7      -INF       .        1.000      .         </w:t>
      </w:r>
    </w:p>
    <w:p w:rsidR="0062748B" w:rsidRDefault="0062748B" w:rsidP="0062748B">
      <w:r>
        <w:t xml:space="preserve">24.1.8      -INF       .        1.000      .         </w:t>
      </w:r>
    </w:p>
    <w:p w:rsidR="0062748B" w:rsidRDefault="0062748B" w:rsidP="0062748B">
      <w:r>
        <w:t xml:space="preserve">24.1.9      -INF       .        1.000      .         </w:t>
      </w:r>
    </w:p>
    <w:p w:rsidR="0062748B" w:rsidRDefault="0062748B" w:rsidP="0062748B">
      <w:r>
        <w:t xml:space="preserve">24.1.10     -INF       .        1.000      .         </w:t>
      </w:r>
    </w:p>
    <w:p w:rsidR="0062748B" w:rsidRDefault="0062748B" w:rsidP="0062748B">
      <w:r>
        <w:t xml:space="preserve">24.1.11     -INF       .        1.000      .         </w:t>
      </w:r>
    </w:p>
    <w:p w:rsidR="0062748B" w:rsidRDefault="0062748B" w:rsidP="0062748B">
      <w:r>
        <w:t xml:space="preserve">24.1.12     -INF       .        1.000      .         </w:t>
      </w:r>
    </w:p>
    <w:p w:rsidR="0062748B" w:rsidRDefault="0062748B" w:rsidP="0062748B">
      <w:r>
        <w:t xml:space="preserve">24.1.13     -INF       .        1.000      .         </w:t>
      </w:r>
    </w:p>
    <w:p w:rsidR="0062748B" w:rsidRDefault="0062748B" w:rsidP="0062748B">
      <w:r>
        <w:t xml:space="preserve">24.1.14     -INF       .        1.000      .         </w:t>
      </w:r>
    </w:p>
    <w:p w:rsidR="0062748B" w:rsidRDefault="0062748B" w:rsidP="0062748B">
      <w:r>
        <w:t xml:space="preserve">24.1.15     -INF       .        1.000      .         </w:t>
      </w:r>
    </w:p>
    <w:p w:rsidR="0062748B" w:rsidRDefault="0062748B" w:rsidP="0062748B">
      <w:r>
        <w:t xml:space="preserve">24.1.16     -INF       .        1.000      .         </w:t>
      </w:r>
    </w:p>
    <w:p w:rsidR="0062748B" w:rsidRDefault="0062748B" w:rsidP="0062748B">
      <w:r>
        <w:t xml:space="preserve">24.1.17     -INF       .        1.000      .         </w:t>
      </w:r>
    </w:p>
    <w:p w:rsidR="0062748B" w:rsidRDefault="0062748B" w:rsidP="0062748B">
      <w:r>
        <w:t xml:space="preserve">24.1.18     -INF       .        1.000      .         </w:t>
      </w:r>
    </w:p>
    <w:p w:rsidR="0062748B" w:rsidRDefault="0062748B" w:rsidP="0062748B">
      <w:r>
        <w:t xml:space="preserve">24.1.19     -INF       .        1.000      .         </w:t>
      </w:r>
    </w:p>
    <w:p w:rsidR="0062748B" w:rsidRDefault="0062748B" w:rsidP="0062748B">
      <w:r>
        <w:t xml:space="preserve">24.1.20     -INF       .        1.000      .         </w:t>
      </w:r>
    </w:p>
    <w:p w:rsidR="0062748B" w:rsidRDefault="0062748B" w:rsidP="0062748B">
      <w:r>
        <w:lastRenderedPageBreak/>
        <w:t xml:space="preserve">24.1.21     -INF       .        1.000      .         </w:t>
      </w:r>
    </w:p>
    <w:p w:rsidR="0062748B" w:rsidRDefault="0062748B" w:rsidP="0062748B">
      <w:r>
        <w:t xml:space="preserve">24.1.22     -INF       .        1.000      .         </w:t>
      </w:r>
    </w:p>
    <w:p w:rsidR="0062748B" w:rsidRDefault="0062748B" w:rsidP="0062748B">
      <w:r>
        <w:t xml:space="preserve">24.1.23     -INF       .        1.000      .         </w:t>
      </w:r>
    </w:p>
    <w:p w:rsidR="0062748B" w:rsidRDefault="0062748B" w:rsidP="0062748B">
      <w:r>
        <w:t xml:space="preserve">24.1.24     -INF       .        1.000      .         </w:t>
      </w:r>
    </w:p>
    <w:p w:rsidR="0062748B" w:rsidRDefault="0062748B" w:rsidP="0062748B">
      <w:r>
        <w:t xml:space="preserve">24.1.25     -INF       .        1.000      .         </w:t>
      </w:r>
    </w:p>
    <w:p w:rsidR="0062748B" w:rsidRDefault="0062748B" w:rsidP="0062748B">
      <w:r>
        <w:t xml:space="preserve">24.1.26     -INF       .        1.000      .         </w:t>
      </w:r>
    </w:p>
    <w:p w:rsidR="0062748B" w:rsidRDefault="0062748B" w:rsidP="0062748B">
      <w:r>
        <w:t xml:space="preserve">24.1.27     -INF       .        1.000      .         </w:t>
      </w:r>
    </w:p>
    <w:p w:rsidR="0062748B" w:rsidRDefault="0062748B" w:rsidP="0062748B">
      <w:r>
        <w:t xml:space="preserve">24.1.28     -INF       .        1.000      .         </w:t>
      </w:r>
    </w:p>
    <w:p w:rsidR="0062748B" w:rsidRDefault="0062748B" w:rsidP="0062748B">
      <w:r>
        <w:t xml:space="preserve">24.1.29     -INF       .        1.000      .         </w:t>
      </w:r>
    </w:p>
    <w:p w:rsidR="0062748B" w:rsidRDefault="0062748B" w:rsidP="0062748B">
      <w:r>
        <w:t xml:space="preserve">25.1.1      -INF       .        1.000      .         </w:t>
      </w:r>
    </w:p>
    <w:p w:rsidR="0062748B" w:rsidRDefault="0062748B" w:rsidP="0062748B">
      <w:r>
        <w:t xml:space="preserve">25.1.2      -INF       .        1.000      .         </w:t>
      </w:r>
    </w:p>
    <w:p w:rsidR="0062748B" w:rsidRDefault="0062748B" w:rsidP="0062748B">
      <w:r>
        <w:t xml:space="preserve">25.1.3      -INF       .        1.000      .         </w:t>
      </w:r>
    </w:p>
    <w:p w:rsidR="0062748B" w:rsidRDefault="0062748B" w:rsidP="0062748B">
      <w:r>
        <w:t xml:space="preserve">25.1.4      -INF       .        1.000      .         </w:t>
      </w:r>
    </w:p>
    <w:p w:rsidR="0062748B" w:rsidRDefault="0062748B" w:rsidP="0062748B">
      <w:r>
        <w:t xml:space="preserve">25.1.5      -INF       .        1.000      .         </w:t>
      </w:r>
    </w:p>
    <w:p w:rsidR="0062748B" w:rsidRDefault="0062748B" w:rsidP="0062748B">
      <w:r>
        <w:t xml:space="preserve">25.1.6      -INF       .        1.000      .         </w:t>
      </w:r>
    </w:p>
    <w:p w:rsidR="0062748B" w:rsidRDefault="0062748B" w:rsidP="0062748B">
      <w:r>
        <w:t xml:space="preserve">25.1.7      -INF       .        1.000      .         </w:t>
      </w:r>
    </w:p>
    <w:p w:rsidR="0062748B" w:rsidRDefault="0062748B" w:rsidP="0062748B">
      <w:r>
        <w:t xml:space="preserve">25.1.8      -INF       .        1.000      .         </w:t>
      </w:r>
    </w:p>
    <w:p w:rsidR="0062748B" w:rsidRDefault="0062748B" w:rsidP="0062748B">
      <w:r>
        <w:t xml:space="preserve">25.1.9      -INF       .        1.000      .         </w:t>
      </w:r>
    </w:p>
    <w:p w:rsidR="0062748B" w:rsidRDefault="0062748B" w:rsidP="0062748B">
      <w:r>
        <w:t xml:space="preserve">25.1.10     -INF       .        1.000      .         </w:t>
      </w:r>
    </w:p>
    <w:p w:rsidR="0062748B" w:rsidRDefault="0062748B" w:rsidP="0062748B">
      <w:r>
        <w:t xml:space="preserve">25.1.11     -INF       .        1.000      .         </w:t>
      </w:r>
    </w:p>
    <w:p w:rsidR="0062748B" w:rsidRDefault="0062748B" w:rsidP="0062748B">
      <w:r>
        <w:t xml:space="preserve">25.1.12     -INF       .        1.000      .         </w:t>
      </w:r>
    </w:p>
    <w:p w:rsidR="0062748B" w:rsidRDefault="0062748B" w:rsidP="0062748B">
      <w:r>
        <w:t xml:space="preserve">25.1.13     -INF       .        1.000      .         </w:t>
      </w:r>
    </w:p>
    <w:p w:rsidR="0062748B" w:rsidRDefault="0062748B" w:rsidP="0062748B">
      <w:r>
        <w:t xml:space="preserve">25.1.14     -INF       .        1.000      .         </w:t>
      </w:r>
    </w:p>
    <w:p w:rsidR="0062748B" w:rsidRDefault="0062748B" w:rsidP="0062748B">
      <w:r>
        <w:t xml:space="preserve">25.1.15     -INF       .        1.000      .         </w:t>
      </w:r>
    </w:p>
    <w:p w:rsidR="0062748B" w:rsidRDefault="0062748B" w:rsidP="0062748B">
      <w:r>
        <w:t xml:space="preserve">25.1.16     -INF       .        1.000      .         </w:t>
      </w:r>
    </w:p>
    <w:p w:rsidR="0062748B" w:rsidRDefault="0062748B" w:rsidP="0062748B">
      <w:r>
        <w:lastRenderedPageBreak/>
        <w:t xml:space="preserve">25.1.17     -INF       .        1.000      .         </w:t>
      </w:r>
    </w:p>
    <w:p w:rsidR="0062748B" w:rsidRDefault="0062748B" w:rsidP="0062748B">
      <w:r>
        <w:t xml:space="preserve">25.1.18     -INF       .        1.000      .         </w:t>
      </w:r>
    </w:p>
    <w:p w:rsidR="0062748B" w:rsidRDefault="0062748B" w:rsidP="0062748B">
      <w:r>
        <w:t xml:space="preserve">25.1.19     -INF       .        1.000      .         </w:t>
      </w:r>
    </w:p>
    <w:p w:rsidR="0062748B" w:rsidRDefault="0062748B" w:rsidP="0062748B">
      <w:r>
        <w:t xml:space="preserve">25.1.20     -INF       .        1.000      .         </w:t>
      </w:r>
    </w:p>
    <w:p w:rsidR="0062748B" w:rsidRDefault="0062748B" w:rsidP="0062748B">
      <w:r>
        <w:t xml:space="preserve">25.1.21     -INF       .        1.000      .         </w:t>
      </w:r>
    </w:p>
    <w:p w:rsidR="0062748B" w:rsidRDefault="0062748B" w:rsidP="0062748B">
      <w:r>
        <w:t xml:space="preserve">25.1.22     -INF       .        1.000      .         </w:t>
      </w:r>
    </w:p>
    <w:p w:rsidR="0062748B" w:rsidRDefault="0062748B" w:rsidP="0062748B">
      <w:r>
        <w:t xml:space="preserve">25.1.23     -INF       .        1.000      .         </w:t>
      </w:r>
    </w:p>
    <w:p w:rsidR="0062748B" w:rsidRDefault="0062748B" w:rsidP="0062748B">
      <w:r>
        <w:t xml:space="preserve">25.1.24     -INF       .        1.000      .         </w:t>
      </w:r>
    </w:p>
    <w:p w:rsidR="0062748B" w:rsidRDefault="0062748B" w:rsidP="0062748B">
      <w:r>
        <w:t xml:space="preserve">25.1.25     -INF       .        1.000      .         </w:t>
      </w:r>
    </w:p>
    <w:p w:rsidR="0062748B" w:rsidRDefault="0062748B" w:rsidP="0062748B">
      <w:r>
        <w:t xml:space="preserve">25.1.26     -INF       .        1.000      .         </w:t>
      </w:r>
    </w:p>
    <w:p w:rsidR="0062748B" w:rsidRDefault="0062748B" w:rsidP="0062748B">
      <w:r>
        <w:t xml:space="preserve">25.1.27     -INF       .        1.000      .         </w:t>
      </w:r>
    </w:p>
    <w:p w:rsidR="0062748B" w:rsidRDefault="0062748B" w:rsidP="0062748B">
      <w:r>
        <w:t xml:space="preserve">25.1.28     -INF       .        1.000      .         </w:t>
      </w:r>
    </w:p>
    <w:p w:rsidR="0062748B" w:rsidRDefault="0062748B" w:rsidP="0062748B">
      <w:r>
        <w:t xml:space="preserve">25.1.29     -INF       .        1.000      .         </w:t>
      </w:r>
    </w:p>
    <w:p w:rsidR="0062748B" w:rsidRDefault="0062748B" w:rsidP="0062748B">
      <w:r>
        <w:t xml:space="preserve">26.1.1      -INF       .        1.000      .         </w:t>
      </w:r>
    </w:p>
    <w:p w:rsidR="0062748B" w:rsidRDefault="0062748B" w:rsidP="0062748B">
      <w:r>
        <w:t xml:space="preserve">26.1.2      -INF       .        1.000      .         </w:t>
      </w:r>
    </w:p>
    <w:p w:rsidR="0062748B" w:rsidRDefault="0062748B" w:rsidP="0062748B">
      <w:r>
        <w:t xml:space="preserve">26.1.3      -INF       .        1.000      .         </w:t>
      </w:r>
    </w:p>
    <w:p w:rsidR="0062748B" w:rsidRDefault="0062748B" w:rsidP="0062748B">
      <w:r>
        <w:t xml:space="preserve">26.1.4      -INF       .        1.000      .         </w:t>
      </w:r>
    </w:p>
    <w:p w:rsidR="0062748B" w:rsidRDefault="0062748B" w:rsidP="0062748B">
      <w:r>
        <w:t xml:space="preserve">26.1.5      -INF       .        1.000      .         </w:t>
      </w:r>
    </w:p>
    <w:p w:rsidR="0062748B" w:rsidRDefault="0062748B" w:rsidP="0062748B">
      <w:r>
        <w:t xml:space="preserve">26.1.6      -INF       .        1.000      .         </w:t>
      </w:r>
    </w:p>
    <w:p w:rsidR="0062748B" w:rsidRDefault="0062748B" w:rsidP="0062748B">
      <w:r>
        <w:t xml:space="preserve">26.1.7      -INF       .        1.000      .         </w:t>
      </w:r>
    </w:p>
    <w:p w:rsidR="0062748B" w:rsidRDefault="0062748B" w:rsidP="0062748B">
      <w:r>
        <w:t xml:space="preserve">26.1.8      -INF       .        1.000      .         </w:t>
      </w:r>
    </w:p>
    <w:p w:rsidR="0062748B" w:rsidRDefault="0062748B" w:rsidP="0062748B">
      <w:r>
        <w:t xml:space="preserve">26.1.9      -INF       .        1.000      .         </w:t>
      </w:r>
    </w:p>
    <w:p w:rsidR="0062748B" w:rsidRDefault="0062748B" w:rsidP="0062748B">
      <w:r>
        <w:t xml:space="preserve">26.1.10     -INF       .        1.000      .         </w:t>
      </w:r>
    </w:p>
    <w:p w:rsidR="0062748B" w:rsidRDefault="0062748B" w:rsidP="0062748B">
      <w:r>
        <w:t xml:space="preserve">26.1.11     -INF       .        1.000      .         </w:t>
      </w:r>
    </w:p>
    <w:p w:rsidR="0062748B" w:rsidRDefault="0062748B" w:rsidP="0062748B">
      <w:r>
        <w:t xml:space="preserve">26.1.12     -INF       .        1.000      .         </w:t>
      </w:r>
    </w:p>
    <w:p w:rsidR="0062748B" w:rsidRDefault="0062748B" w:rsidP="0062748B">
      <w:r>
        <w:lastRenderedPageBreak/>
        <w:t xml:space="preserve">26.1.13     -INF       .        1.000      .         </w:t>
      </w:r>
    </w:p>
    <w:p w:rsidR="0062748B" w:rsidRDefault="0062748B" w:rsidP="0062748B">
      <w:r>
        <w:t xml:space="preserve">26.1.14     -INF       .        1.000      .         </w:t>
      </w:r>
    </w:p>
    <w:p w:rsidR="0062748B" w:rsidRDefault="0062748B" w:rsidP="0062748B">
      <w:r>
        <w:t xml:space="preserve">26.1.15     -INF       .        1.000      .         </w:t>
      </w:r>
    </w:p>
    <w:p w:rsidR="0062748B" w:rsidRDefault="0062748B" w:rsidP="0062748B">
      <w:r>
        <w:t xml:space="preserve">26.1.16     -INF       .        1.000      .         </w:t>
      </w:r>
    </w:p>
    <w:p w:rsidR="0062748B" w:rsidRDefault="0062748B" w:rsidP="0062748B">
      <w:r>
        <w:t xml:space="preserve">26.1.17     -INF       .        1.000      .         </w:t>
      </w:r>
    </w:p>
    <w:p w:rsidR="0062748B" w:rsidRDefault="0062748B" w:rsidP="0062748B">
      <w:r>
        <w:t xml:space="preserve">26.1.18     -INF       .        1.000      .         </w:t>
      </w:r>
    </w:p>
    <w:p w:rsidR="0062748B" w:rsidRDefault="0062748B" w:rsidP="0062748B">
      <w:r>
        <w:t xml:space="preserve">26.1.19     -INF       .        1.000      .         </w:t>
      </w:r>
    </w:p>
    <w:p w:rsidR="0062748B" w:rsidRDefault="0062748B" w:rsidP="0062748B">
      <w:r>
        <w:t xml:space="preserve">26.1.20     -INF       .        1.000      .         </w:t>
      </w:r>
    </w:p>
    <w:p w:rsidR="0062748B" w:rsidRDefault="0062748B" w:rsidP="0062748B">
      <w:r>
        <w:t xml:space="preserve">26.1.21     -INF       .        1.000      .         </w:t>
      </w:r>
    </w:p>
    <w:p w:rsidR="0062748B" w:rsidRDefault="0062748B" w:rsidP="0062748B">
      <w:r>
        <w:t xml:space="preserve">26.1.22     -INF       .        1.000      .         </w:t>
      </w:r>
    </w:p>
    <w:p w:rsidR="0062748B" w:rsidRDefault="0062748B" w:rsidP="0062748B">
      <w:r>
        <w:t xml:space="preserve">26.1.23     -INF       .        1.000      .         </w:t>
      </w:r>
    </w:p>
    <w:p w:rsidR="0062748B" w:rsidRDefault="0062748B" w:rsidP="0062748B">
      <w:r>
        <w:t xml:space="preserve">26.1.24     -INF       .        1.000      .         </w:t>
      </w:r>
    </w:p>
    <w:p w:rsidR="0062748B" w:rsidRDefault="0062748B" w:rsidP="0062748B">
      <w:r>
        <w:t xml:space="preserve">26.1.25     -INF       .        1.000      .         </w:t>
      </w:r>
    </w:p>
    <w:p w:rsidR="0062748B" w:rsidRDefault="0062748B" w:rsidP="0062748B">
      <w:r>
        <w:t xml:space="preserve">26.1.26     -INF       .        1.000      .         </w:t>
      </w:r>
    </w:p>
    <w:p w:rsidR="0062748B" w:rsidRDefault="0062748B" w:rsidP="0062748B">
      <w:r>
        <w:t xml:space="preserve">26.1.27     -INF       .        1.000      .         </w:t>
      </w:r>
    </w:p>
    <w:p w:rsidR="0062748B" w:rsidRDefault="0062748B" w:rsidP="0062748B">
      <w:r>
        <w:t xml:space="preserve">26.1.28     -INF       .        1.000      .         </w:t>
      </w:r>
    </w:p>
    <w:p w:rsidR="0062748B" w:rsidRDefault="0062748B" w:rsidP="0062748B">
      <w:r>
        <w:t xml:space="preserve">26.1.29     -INF       .        1.000      .         </w:t>
      </w:r>
    </w:p>
    <w:p w:rsidR="0062748B" w:rsidRDefault="0062748B" w:rsidP="0062748B">
      <w:r>
        <w:t xml:space="preserve">27.1.1      -INF       .        1.000      .         </w:t>
      </w:r>
    </w:p>
    <w:p w:rsidR="0062748B" w:rsidRDefault="0062748B" w:rsidP="0062748B">
      <w:r>
        <w:t xml:space="preserve">27.1.2      -INF       .        1.000      .         </w:t>
      </w:r>
    </w:p>
    <w:p w:rsidR="0062748B" w:rsidRDefault="0062748B" w:rsidP="0062748B">
      <w:r>
        <w:t xml:space="preserve">27.1.3      -INF       .        1.000      .         </w:t>
      </w:r>
    </w:p>
    <w:p w:rsidR="0062748B" w:rsidRDefault="0062748B" w:rsidP="0062748B">
      <w:r>
        <w:t xml:space="preserve">27.1.4      -INF       .        1.000      .         </w:t>
      </w:r>
    </w:p>
    <w:p w:rsidR="0062748B" w:rsidRDefault="0062748B" w:rsidP="0062748B">
      <w:r>
        <w:t xml:space="preserve">27.1.5      -INF       .        1.000      .         </w:t>
      </w:r>
    </w:p>
    <w:p w:rsidR="0062748B" w:rsidRDefault="0062748B" w:rsidP="0062748B">
      <w:r>
        <w:t xml:space="preserve">27.1.6      -INF       .        1.000      .         </w:t>
      </w:r>
    </w:p>
    <w:p w:rsidR="0062748B" w:rsidRDefault="0062748B" w:rsidP="0062748B">
      <w:r>
        <w:t xml:space="preserve">27.1.7      -INF       .        1.000      .         </w:t>
      </w:r>
    </w:p>
    <w:p w:rsidR="0062748B" w:rsidRDefault="0062748B" w:rsidP="0062748B">
      <w:r>
        <w:t xml:space="preserve">27.1.8      -INF       .        1.000      .         </w:t>
      </w:r>
    </w:p>
    <w:p w:rsidR="0062748B" w:rsidRDefault="0062748B" w:rsidP="0062748B">
      <w:r>
        <w:lastRenderedPageBreak/>
        <w:t xml:space="preserve">27.1.9      -INF       .        1.000      .         </w:t>
      </w:r>
    </w:p>
    <w:p w:rsidR="0062748B" w:rsidRDefault="0062748B" w:rsidP="0062748B">
      <w:r>
        <w:t xml:space="preserve">27.1.10     -INF       .        1.000      .         </w:t>
      </w:r>
    </w:p>
    <w:p w:rsidR="0062748B" w:rsidRDefault="0062748B" w:rsidP="0062748B">
      <w:r>
        <w:t xml:space="preserve">27.1.11     -INF       .        1.000      .         </w:t>
      </w:r>
    </w:p>
    <w:p w:rsidR="0062748B" w:rsidRDefault="0062748B" w:rsidP="0062748B">
      <w:r>
        <w:t xml:space="preserve">27.1.12     -INF       .        1.000      .         </w:t>
      </w:r>
    </w:p>
    <w:p w:rsidR="0062748B" w:rsidRDefault="0062748B" w:rsidP="0062748B">
      <w:r>
        <w:t xml:space="preserve">27.1.13     -INF       .        1.000      .         </w:t>
      </w:r>
    </w:p>
    <w:p w:rsidR="0062748B" w:rsidRDefault="0062748B" w:rsidP="0062748B">
      <w:r>
        <w:t xml:space="preserve">27.1.14     -INF       .        1.000      .         </w:t>
      </w:r>
    </w:p>
    <w:p w:rsidR="0062748B" w:rsidRDefault="0062748B" w:rsidP="0062748B">
      <w:r>
        <w:t xml:space="preserve">27.1.15     -INF       .        1.000      .         </w:t>
      </w:r>
    </w:p>
    <w:p w:rsidR="0062748B" w:rsidRDefault="0062748B" w:rsidP="0062748B">
      <w:r>
        <w:t xml:space="preserve">27.1.16     -INF       .        1.000      .         </w:t>
      </w:r>
    </w:p>
    <w:p w:rsidR="0062748B" w:rsidRDefault="0062748B" w:rsidP="0062748B">
      <w:r>
        <w:t xml:space="preserve">27.1.17     -INF       .        1.000      .         </w:t>
      </w:r>
    </w:p>
    <w:p w:rsidR="0062748B" w:rsidRDefault="0062748B" w:rsidP="0062748B">
      <w:r>
        <w:t xml:space="preserve">27.1.18     -INF       .        1.000      .         </w:t>
      </w:r>
    </w:p>
    <w:p w:rsidR="0062748B" w:rsidRDefault="0062748B" w:rsidP="0062748B">
      <w:r>
        <w:t xml:space="preserve">27.1.19     -INF       .        1.000      .         </w:t>
      </w:r>
    </w:p>
    <w:p w:rsidR="0062748B" w:rsidRDefault="0062748B" w:rsidP="0062748B">
      <w:r>
        <w:t xml:space="preserve">27.1.20     -INF       .        1.000      .         </w:t>
      </w:r>
    </w:p>
    <w:p w:rsidR="0062748B" w:rsidRDefault="0062748B" w:rsidP="0062748B">
      <w:r>
        <w:t xml:space="preserve">27.1.21     -INF       .        1.000      .         </w:t>
      </w:r>
    </w:p>
    <w:p w:rsidR="0062748B" w:rsidRDefault="0062748B" w:rsidP="0062748B">
      <w:r>
        <w:t xml:space="preserve">27.1.22     -INF       .        1.000      .         </w:t>
      </w:r>
    </w:p>
    <w:p w:rsidR="0062748B" w:rsidRDefault="0062748B" w:rsidP="0062748B">
      <w:r>
        <w:t xml:space="preserve">27.1.23     -INF       .        1.000      .         </w:t>
      </w:r>
    </w:p>
    <w:p w:rsidR="0062748B" w:rsidRDefault="0062748B" w:rsidP="0062748B">
      <w:r>
        <w:t xml:space="preserve">27.1.24     -INF       .        1.000      .         </w:t>
      </w:r>
    </w:p>
    <w:p w:rsidR="0062748B" w:rsidRDefault="0062748B" w:rsidP="0062748B">
      <w:r>
        <w:t xml:space="preserve">27.1.25     -INF       .        1.000      .         </w:t>
      </w:r>
    </w:p>
    <w:p w:rsidR="0062748B" w:rsidRDefault="0062748B" w:rsidP="0062748B">
      <w:r>
        <w:t xml:space="preserve">27.1.26     -INF       .        1.000      .         </w:t>
      </w:r>
    </w:p>
    <w:p w:rsidR="0062748B" w:rsidRDefault="0062748B" w:rsidP="0062748B">
      <w:r>
        <w:t xml:space="preserve">27.1.27     -INF       .        1.000      .         </w:t>
      </w:r>
    </w:p>
    <w:p w:rsidR="0062748B" w:rsidRDefault="0062748B" w:rsidP="0062748B">
      <w:r>
        <w:t xml:space="preserve">27.1.28     -INF       .        1.000      .         </w:t>
      </w:r>
    </w:p>
    <w:p w:rsidR="0062748B" w:rsidRDefault="0062748B" w:rsidP="0062748B">
      <w:r>
        <w:t xml:space="preserve">27.1.29     -INF       .        1.000      .         </w:t>
      </w:r>
    </w:p>
    <w:p w:rsidR="0062748B" w:rsidRDefault="0062748B" w:rsidP="0062748B">
      <w:r>
        <w:t xml:space="preserve">28.1.1      -INF       .        1.000      .         </w:t>
      </w:r>
    </w:p>
    <w:p w:rsidR="0062748B" w:rsidRDefault="0062748B" w:rsidP="0062748B">
      <w:r>
        <w:t xml:space="preserve">28.1.2      -INF       .        1.000      .         </w:t>
      </w:r>
    </w:p>
    <w:p w:rsidR="0062748B" w:rsidRDefault="0062748B" w:rsidP="0062748B">
      <w:r>
        <w:t xml:space="preserve">28.1.3      -INF       .        1.000      .         </w:t>
      </w:r>
    </w:p>
    <w:p w:rsidR="0062748B" w:rsidRDefault="0062748B" w:rsidP="0062748B">
      <w:r>
        <w:t xml:space="preserve">28.1.4      -INF       .        1.000      .         </w:t>
      </w:r>
    </w:p>
    <w:p w:rsidR="0062748B" w:rsidRDefault="0062748B" w:rsidP="0062748B">
      <w:r>
        <w:lastRenderedPageBreak/>
        <w:t xml:space="preserve">28.1.5      -INF       .        1.000      .         </w:t>
      </w:r>
    </w:p>
    <w:p w:rsidR="0062748B" w:rsidRDefault="0062748B" w:rsidP="0062748B">
      <w:r>
        <w:t xml:space="preserve">28.1.6      -INF       .        1.000      .         </w:t>
      </w:r>
    </w:p>
    <w:p w:rsidR="0062748B" w:rsidRDefault="0062748B" w:rsidP="0062748B">
      <w:r>
        <w:t xml:space="preserve">28.1.7      -INF       .        1.000      .         </w:t>
      </w:r>
    </w:p>
    <w:p w:rsidR="0062748B" w:rsidRDefault="0062748B" w:rsidP="0062748B">
      <w:r>
        <w:t xml:space="preserve">28.1.8      -INF       .        1.000      .         </w:t>
      </w:r>
    </w:p>
    <w:p w:rsidR="0062748B" w:rsidRDefault="0062748B" w:rsidP="0062748B">
      <w:r>
        <w:t xml:space="preserve">28.1.9      -INF       .        1.000      .         </w:t>
      </w:r>
    </w:p>
    <w:p w:rsidR="0062748B" w:rsidRDefault="0062748B" w:rsidP="0062748B">
      <w:r>
        <w:t xml:space="preserve">28.1.10     -INF       .        1.000      .         </w:t>
      </w:r>
    </w:p>
    <w:p w:rsidR="0062748B" w:rsidRDefault="0062748B" w:rsidP="0062748B">
      <w:r>
        <w:t xml:space="preserve">28.1.11     -INF       .        1.000      .         </w:t>
      </w:r>
    </w:p>
    <w:p w:rsidR="0062748B" w:rsidRDefault="0062748B" w:rsidP="0062748B">
      <w:r>
        <w:t xml:space="preserve">28.1.12     -INF       .        1.000      .         </w:t>
      </w:r>
    </w:p>
    <w:p w:rsidR="0062748B" w:rsidRDefault="0062748B" w:rsidP="0062748B">
      <w:r>
        <w:t xml:space="preserve">28.1.13     -INF       .        1.000      .         </w:t>
      </w:r>
    </w:p>
    <w:p w:rsidR="0062748B" w:rsidRDefault="0062748B" w:rsidP="0062748B">
      <w:r>
        <w:t xml:space="preserve">28.1.14     -INF       .        1.000      .         </w:t>
      </w:r>
    </w:p>
    <w:p w:rsidR="0062748B" w:rsidRDefault="0062748B" w:rsidP="0062748B">
      <w:r>
        <w:t xml:space="preserve">28.1.15     -INF       .        1.000      .         </w:t>
      </w:r>
    </w:p>
    <w:p w:rsidR="0062748B" w:rsidRDefault="0062748B" w:rsidP="0062748B">
      <w:r>
        <w:t xml:space="preserve">28.1.16     -INF       .        1.000      .         </w:t>
      </w:r>
    </w:p>
    <w:p w:rsidR="0062748B" w:rsidRDefault="0062748B" w:rsidP="0062748B">
      <w:r>
        <w:t xml:space="preserve">28.1.17     -INF       .        1.000      .         </w:t>
      </w:r>
    </w:p>
    <w:p w:rsidR="0062748B" w:rsidRDefault="0062748B" w:rsidP="0062748B">
      <w:r>
        <w:t xml:space="preserve">28.1.18     -INF       .        1.000      .         </w:t>
      </w:r>
    </w:p>
    <w:p w:rsidR="0062748B" w:rsidRDefault="0062748B" w:rsidP="0062748B">
      <w:r>
        <w:t xml:space="preserve">28.1.19     -INF       .        1.000      .         </w:t>
      </w:r>
    </w:p>
    <w:p w:rsidR="0062748B" w:rsidRDefault="0062748B" w:rsidP="0062748B">
      <w:r>
        <w:t xml:space="preserve">28.1.20     -INF       .        1.000      .         </w:t>
      </w:r>
    </w:p>
    <w:p w:rsidR="0062748B" w:rsidRDefault="0062748B" w:rsidP="0062748B">
      <w:r>
        <w:t xml:space="preserve">28.1.21     -INF       .        1.000      .         </w:t>
      </w:r>
    </w:p>
    <w:p w:rsidR="0062748B" w:rsidRDefault="0062748B" w:rsidP="0062748B">
      <w:r>
        <w:t xml:space="preserve">28.1.22     -INF       .        1.000      .         </w:t>
      </w:r>
    </w:p>
    <w:p w:rsidR="0062748B" w:rsidRDefault="0062748B" w:rsidP="0062748B">
      <w:r>
        <w:t xml:space="preserve">28.1.23     -INF       .        1.000      .         </w:t>
      </w:r>
    </w:p>
    <w:p w:rsidR="0062748B" w:rsidRDefault="0062748B" w:rsidP="0062748B">
      <w:r>
        <w:t xml:space="preserve">28.1.24     -INF       .        1.000      .         </w:t>
      </w:r>
    </w:p>
    <w:p w:rsidR="0062748B" w:rsidRDefault="0062748B" w:rsidP="0062748B">
      <w:r>
        <w:t xml:space="preserve">28.1.25     -INF       .        1.000      .         </w:t>
      </w:r>
    </w:p>
    <w:p w:rsidR="0062748B" w:rsidRDefault="0062748B" w:rsidP="0062748B">
      <w:r>
        <w:t xml:space="preserve">28.1.26     -INF       .        1.000      .         </w:t>
      </w:r>
    </w:p>
    <w:p w:rsidR="0062748B" w:rsidRDefault="0062748B" w:rsidP="0062748B">
      <w:r>
        <w:t xml:space="preserve">28.1.27     -INF       .        1.000      .         </w:t>
      </w:r>
    </w:p>
    <w:p w:rsidR="0062748B" w:rsidRDefault="0062748B" w:rsidP="0062748B">
      <w:r>
        <w:t xml:space="preserve">28.1.28     -INF       .        1.000      .         </w:t>
      </w:r>
    </w:p>
    <w:p w:rsidR="0062748B" w:rsidRDefault="0062748B" w:rsidP="0062748B">
      <w:r>
        <w:t xml:space="preserve">28.1.29     -INF       .        1.000      .         </w:t>
      </w:r>
    </w:p>
    <w:p w:rsidR="0062748B" w:rsidRDefault="0062748B" w:rsidP="0062748B">
      <w:r>
        <w:lastRenderedPageBreak/>
        <w:t xml:space="preserve">29.1.1      -INF       .        1.000      .         </w:t>
      </w:r>
    </w:p>
    <w:p w:rsidR="0062748B" w:rsidRDefault="0062748B" w:rsidP="0062748B">
      <w:r>
        <w:t xml:space="preserve">29.1.2      -INF       .        1.000      .         </w:t>
      </w:r>
    </w:p>
    <w:p w:rsidR="0062748B" w:rsidRDefault="0062748B" w:rsidP="0062748B">
      <w:r>
        <w:t xml:space="preserve">29.1.3      -INF       .        1.000      .         </w:t>
      </w:r>
    </w:p>
    <w:p w:rsidR="0062748B" w:rsidRDefault="0062748B" w:rsidP="0062748B">
      <w:r>
        <w:t xml:space="preserve">29.1.4      -INF       .        1.000      .         </w:t>
      </w:r>
    </w:p>
    <w:p w:rsidR="0062748B" w:rsidRDefault="0062748B" w:rsidP="0062748B">
      <w:r>
        <w:t xml:space="preserve">29.1.5      -INF       .        1.000      .         </w:t>
      </w:r>
    </w:p>
    <w:p w:rsidR="0062748B" w:rsidRDefault="0062748B" w:rsidP="0062748B">
      <w:r>
        <w:t xml:space="preserve">29.1.6      -INF       .        1.000      .         </w:t>
      </w:r>
    </w:p>
    <w:p w:rsidR="0062748B" w:rsidRDefault="0062748B" w:rsidP="0062748B">
      <w:r>
        <w:t xml:space="preserve">29.1.7      -INF       .        1.000      .         </w:t>
      </w:r>
    </w:p>
    <w:p w:rsidR="0062748B" w:rsidRDefault="0062748B" w:rsidP="0062748B">
      <w:r>
        <w:t xml:space="preserve">29.1.8      -INF       .        1.000      .         </w:t>
      </w:r>
    </w:p>
    <w:p w:rsidR="0062748B" w:rsidRDefault="0062748B" w:rsidP="0062748B">
      <w:r>
        <w:t xml:space="preserve">29.1.9      -INF       .        1.000      .         </w:t>
      </w:r>
    </w:p>
    <w:p w:rsidR="0062748B" w:rsidRDefault="0062748B" w:rsidP="0062748B">
      <w:r>
        <w:t xml:space="preserve">29.1.10     -INF       .        1.000      .         </w:t>
      </w:r>
    </w:p>
    <w:p w:rsidR="0062748B" w:rsidRDefault="0062748B" w:rsidP="0062748B">
      <w:r>
        <w:t xml:space="preserve">29.1.11     -INF       .        1.000      .         </w:t>
      </w:r>
    </w:p>
    <w:p w:rsidR="0062748B" w:rsidRDefault="0062748B" w:rsidP="0062748B">
      <w:r>
        <w:t xml:space="preserve">29.1.12     -INF       .        1.000      .         </w:t>
      </w:r>
    </w:p>
    <w:p w:rsidR="0062748B" w:rsidRDefault="0062748B" w:rsidP="0062748B">
      <w:r>
        <w:t xml:space="preserve">29.1.13     -INF       .        1.000      .         </w:t>
      </w:r>
    </w:p>
    <w:p w:rsidR="0062748B" w:rsidRDefault="0062748B" w:rsidP="0062748B">
      <w:r>
        <w:t xml:space="preserve">29.1.14     -INF       .        1.000      .         </w:t>
      </w:r>
    </w:p>
    <w:p w:rsidR="0062748B" w:rsidRDefault="0062748B" w:rsidP="0062748B">
      <w:r>
        <w:t xml:space="preserve">29.1.15     -INF       .        1.000      .         </w:t>
      </w:r>
    </w:p>
    <w:p w:rsidR="0062748B" w:rsidRDefault="0062748B" w:rsidP="0062748B">
      <w:r>
        <w:t xml:space="preserve">29.1.16     -INF       .        1.000      .         </w:t>
      </w:r>
    </w:p>
    <w:p w:rsidR="0062748B" w:rsidRDefault="0062748B" w:rsidP="0062748B">
      <w:r>
        <w:t xml:space="preserve">29.1.17     -INF       .        1.000      .         </w:t>
      </w:r>
    </w:p>
    <w:p w:rsidR="0062748B" w:rsidRDefault="0062748B" w:rsidP="0062748B">
      <w:r>
        <w:t xml:space="preserve">29.1.18     -INF       .        1.000      .         </w:t>
      </w:r>
    </w:p>
    <w:p w:rsidR="0062748B" w:rsidRDefault="0062748B" w:rsidP="0062748B">
      <w:r>
        <w:t xml:space="preserve">29.1.19     -INF       .        1.000      .         </w:t>
      </w:r>
    </w:p>
    <w:p w:rsidR="0062748B" w:rsidRDefault="0062748B" w:rsidP="0062748B">
      <w:r>
        <w:t xml:space="preserve">29.1.20     -INF       .        1.000      .         </w:t>
      </w:r>
    </w:p>
    <w:p w:rsidR="0062748B" w:rsidRDefault="0062748B" w:rsidP="0062748B">
      <w:r>
        <w:t xml:space="preserve">29.1.21     -INF       .        1.000      .         </w:t>
      </w:r>
    </w:p>
    <w:p w:rsidR="0062748B" w:rsidRDefault="0062748B" w:rsidP="0062748B">
      <w:r>
        <w:t xml:space="preserve">29.1.22     -INF       .        1.000      .         </w:t>
      </w:r>
    </w:p>
    <w:p w:rsidR="0062748B" w:rsidRDefault="0062748B" w:rsidP="0062748B">
      <w:r>
        <w:t xml:space="preserve">29.1.23     -INF       .        1.000      .         </w:t>
      </w:r>
    </w:p>
    <w:p w:rsidR="0062748B" w:rsidRDefault="0062748B" w:rsidP="0062748B">
      <w:r>
        <w:t xml:space="preserve">29.1.24     -INF       .        1.000      .         </w:t>
      </w:r>
    </w:p>
    <w:p w:rsidR="0062748B" w:rsidRDefault="0062748B" w:rsidP="0062748B">
      <w:r>
        <w:t xml:space="preserve">29.1.25     -INF       .        1.000      .         </w:t>
      </w:r>
    </w:p>
    <w:p w:rsidR="0062748B" w:rsidRDefault="0062748B" w:rsidP="0062748B">
      <w:r>
        <w:lastRenderedPageBreak/>
        <w:t xml:space="preserve">29.1.26     -INF       .        1.000      .         </w:t>
      </w:r>
    </w:p>
    <w:p w:rsidR="0062748B" w:rsidRDefault="0062748B" w:rsidP="0062748B">
      <w:r>
        <w:t xml:space="preserve">29.1.27     -INF       .        1.000      .         </w:t>
      </w:r>
    </w:p>
    <w:p w:rsidR="0062748B" w:rsidRDefault="0062748B" w:rsidP="0062748B">
      <w:r>
        <w:t xml:space="preserve">29.1.28     -INF       .        1.000      .         </w:t>
      </w:r>
    </w:p>
    <w:p w:rsidR="0062748B" w:rsidRDefault="0062748B" w:rsidP="0062748B">
      <w:r>
        <w:t xml:space="preserve">29.1.29     -INF       .        1.000      .         </w:t>
      </w:r>
    </w:p>
    <w:p w:rsidR="0062748B" w:rsidRDefault="0062748B" w:rsidP="0062748B"/>
    <w:p w:rsidR="0062748B" w:rsidRDefault="0062748B" w:rsidP="0062748B">
      <w:r>
        <w:t>---- VAR pi  simplex variable (one in number)</w:t>
      </w:r>
    </w:p>
    <w:p w:rsidR="0062748B" w:rsidRDefault="0062748B" w:rsidP="0062748B"/>
    <w:p w:rsidR="0062748B" w:rsidRDefault="0062748B" w:rsidP="0062748B">
      <w:r>
        <w:t xml:space="preserve">           LOWER     LEVEL     UPPER    MARGINAL</w:t>
      </w:r>
    </w:p>
    <w:p w:rsidR="0062748B" w:rsidRDefault="0062748B" w:rsidP="0062748B"/>
    <w:p w:rsidR="0062748B" w:rsidRDefault="0062748B" w:rsidP="0062748B">
      <w:r>
        <w:t xml:space="preserve">1 .1.1       .         .        +INF       EPS       </w:t>
      </w:r>
    </w:p>
    <w:p w:rsidR="0062748B" w:rsidRDefault="0062748B" w:rsidP="0062748B">
      <w:r>
        <w:t xml:space="preserve">1 .1.2       .         .        +INF       EPS       </w:t>
      </w:r>
    </w:p>
    <w:p w:rsidR="0062748B" w:rsidRDefault="0062748B" w:rsidP="0062748B">
      <w:r>
        <w:t xml:space="preserve">1 .1.3       .         .        +INF       EPS       </w:t>
      </w:r>
    </w:p>
    <w:p w:rsidR="0062748B" w:rsidRDefault="0062748B" w:rsidP="0062748B">
      <w:r>
        <w:t xml:space="preserve">1 .1.4       .         .        +INF       EPS       </w:t>
      </w:r>
    </w:p>
    <w:p w:rsidR="0062748B" w:rsidRDefault="0062748B" w:rsidP="0062748B">
      <w:r>
        <w:t xml:space="preserve">1 .1.5       .         .        +INF       EPS       </w:t>
      </w:r>
    </w:p>
    <w:p w:rsidR="0062748B" w:rsidRDefault="0062748B" w:rsidP="0062748B">
      <w:r>
        <w:t xml:space="preserve">1 .1.6       .         .        +INF       EPS       </w:t>
      </w:r>
    </w:p>
    <w:p w:rsidR="0062748B" w:rsidRDefault="0062748B" w:rsidP="0062748B">
      <w:r>
        <w:t xml:space="preserve">1 .1.7       .         .        +INF       EPS       </w:t>
      </w:r>
    </w:p>
    <w:p w:rsidR="0062748B" w:rsidRDefault="0062748B" w:rsidP="0062748B">
      <w:r>
        <w:t xml:space="preserve">1 .1.8       .         .        +INF       EPS       </w:t>
      </w:r>
    </w:p>
    <w:p w:rsidR="0062748B" w:rsidRDefault="0062748B" w:rsidP="0062748B">
      <w:r>
        <w:t xml:space="preserve">1 .1.9       .         .        +INF       EPS       </w:t>
      </w:r>
    </w:p>
    <w:p w:rsidR="0062748B" w:rsidRDefault="0062748B" w:rsidP="0062748B">
      <w:r>
        <w:t xml:space="preserve">1 .1.10      .         .        +INF       EPS       </w:t>
      </w:r>
    </w:p>
    <w:p w:rsidR="0062748B" w:rsidRDefault="0062748B" w:rsidP="0062748B">
      <w:r>
        <w:t xml:space="preserve">1 .1.11      .         .        +INF       EPS       </w:t>
      </w:r>
    </w:p>
    <w:p w:rsidR="0062748B" w:rsidRDefault="0062748B" w:rsidP="0062748B">
      <w:r>
        <w:t xml:space="preserve">1 .1.12      .         .        +INF       EPS       </w:t>
      </w:r>
    </w:p>
    <w:p w:rsidR="0062748B" w:rsidRDefault="0062748B" w:rsidP="0062748B">
      <w:r>
        <w:t xml:space="preserve">1 .1.13      .         .        +INF       EPS       </w:t>
      </w:r>
    </w:p>
    <w:p w:rsidR="0062748B" w:rsidRDefault="0062748B" w:rsidP="0062748B">
      <w:r>
        <w:t xml:space="preserve">1 .1.14      .         .        +INF       EPS       </w:t>
      </w:r>
    </w:p>
    <w:p w:rsidR="0062748B" w:rsidRDefault="0062748B" w:rsidP="0062748B">
      <w:r>
        <w:t xml:space="preserve">1 .1.15      .         .        +INF       EPS       </w:t>
      </w:r>
    </w:p>
    <w:p w:rsidR="0062748B" w:rsidRDefault="0062748B" w:rsidP="0062748B">
      <w:r>
        <w:t xml:space="preserve">1 .1.16      .         .        +INF       EPS       </w:t>
      </w:r>
    </w:p>
    <w:p w:rsidR="0062748B" w:rsidRDefault="0062748B" w:rsidP="0062748B">
      <w:r>
        <w:lastRenderedPageBreak/>
        <w:t xml:space="preserve">1 .1.17      .         .        +INF       EPS       </w:t>
      </w:r>
    </w:p>
    <w:p w:rsidR="0062748B" w:rsidRDefault="0062748B" w:rsidP="0062748B">
      <w:r>
        <w:t xml:space="preserve">1 .1.18      .         .        +INF       EPS       </w:t>
      </w:r>
    </w:p>
    <w:p w:rsidR="0062748B" w:rsidRDefault="0062748B" w:rsidP="0062748B">
      <w:r>
        <w:t xml:space="preserve">1 .1.19      .         .        +INF       EPS       </w:t>
      </w:r>
    </w:p>
    <w:p w:rsidR="0062748B" w:rsidRDefault="0062748B" w:rsidP="0062748B">
      <w:r>
        <w:t xml:space="preserve">1 .1.20      .         .        +INF       EPS       </w:t>
      </w:r>
    </w:p>
    <w:p w:rsidR="0062748B" w:rsidRDefault="0062748B" w:rsidP="0062748B">
      <w:r>
        <w:t xml:space="preserve">1 .1.21      .         .        +INF       EPS       </w:t>
      </w:r>
    </w:p>
    <w:p w:rsidR="0062748B" w:rsidRDefault="0062748B" w:rsidP="0062748B">
      <w:r>
        <w:t xml:space="preserve">1 .1.22      .         .        +INF       EPS       </w:t>
      </w:r>
    </w:p>
    <w:p w:rsidR="0062748B" w:rsidRDefault="0062748B" w:rsidP="0062748B">
      <w:r>
        <w:t xml:space="preserve">1 .1.23      .         .        +INF       EPS       </w:t>
      </w:r>
    </w:p>
    <w:p w:rsidR="0062748B" w:rsidRDefault="0062748B" w:rsidP="0062748B">
      <w:r>
        <w:t xml:space="preserve">1 .1.24      .         .        +INF       EPS       </w:t>
      </w:r>
    </w:p>
    <w:p w:rsidR="0062748B" w:rsidRDefault="0062748B" w:rsidP="0062748B">
      <w:r>
        <w:t xml:space="preserve">1 .1.25      .         .        +INF       EPS       </w:t>
      </w:r>
    </w:p>
    <w:p w:rsidR="0062748B" w:rsidRDefault="0062748B" w:rsidP="0062748B">
      <w:r>
        <w:t xml:space="preserve">1 .1.26      .         .        +INF       EPS       </w:t>
      </w:r>
    </w:p>
    <w:p w:rsidR="0062748B" w:rsidRDefault="0062748B" w:rsidP="0062748B">
      <w:r>
        <w:t xml:space="preserve">1 .1.27      .         .        +INF       EPS       </w:t>
      </w:r>
    </w:p>
    <w:p w:rsidR="0062748B" w:rsidRDefault="0062748B" w:rsidP="0062748B">
      <w:r>
        <w:t xml:space="preserve">1 .1.28      .         .        +INF       EPS       </w:t>
      </w:r>
    </w:p>
    <w:p w:rsidR="0062748B" w:rsidRDefault="0062748B" w:rsidP="0062748B">
      <w:r>
        <w:t xml:space="preserve">1 .1.29      .         .        +INF       EPS       </w:t>
      </w:r>
    </w:p>
    <w:p w:rsidR="0062748B" w:rsidRDefault="0062748B" w:rsidP="0062748B">
      <w:r>
        <w:t xml:space="preserve">2 .1.1       .         .        +INF       EPS       </w:t>
      </w:r>
    </w:p>
    <w:p w:rsidR="0062748B" w:rsidRDefault="0062748B" w:rsidP="0062748B">
      <w:r>
        <w:t xml:space="preserve">2 .1.2       .         .        +INF       EPS       </w:t>
      </w:r>
    </w:p>
    <w:p w:rsidR="0062748B" w:rsidRDefault="0062748B" w:rsidP="0062748B">
      <w:r>
        <w:t xml:space="preserve">2 .1.3       .         .        +INF       EPS       </w:t>
      </w:r>
    </w:p>
    <w:p w:rsidR="0062748B" w:rsidRDefault="0062748B" w:rsidP="0062748B">
      <w:r>
        <w:t xml:space="preserve">2 .1.4       .         .        +INF       EPS       </w:t>
      </w:r>
    </w:p>
    <w:p w:rsidR="0062748B" w:rsidRDefault="0062748B" w:rsidP="0062748B">
      <w:r>
        <w:t xml:space="preserve">2 .1.5       .         .        +INF       EPS       </w:t>
      </w:r>
    </w:p>
    <w:p w:rsidR="0062748B" w:rsidRDefault="0062748B" w:rsidP="0062748B">
      <w:r>
        <w:t xml:space="preserve">2 .1.6       .         .        +INF       EPS       </w:t>
      </w:r>
    </w:p>
    <w:p w:rsidR="0062748B" w:rsidRDefault="0062748B" w:rsidP="0062748B">
      <w:r>
        <w:t xml:space="preserve">2 .1.7       .         .        +INF       EPS       </w:t>
      </w:r>
    </w:p>
    <w:p w:rsidR="0062748B" w:rsidRDefault="0062748B" w:rsidP="0062748B">
      <w:r>
        <w:t xml:space="preserve">2 .1.8       .         .        +INF       EPS       </w:t>
      </w:r>
    </w:p>
    <w:p w:rsidR="0062748B" w:rsidRDefault="0062748B" w:rsidP="0062748B">
      <w:r>
        <w:t xml:space="preserve">2 .1.9       .         .        +INF       EPS       </w:t>
      </w:r>
    </w:p>
    <w:p w:rsidR="0062748B" w:rsidRDefault="0062748B" w:rsidP="0062748B">
      <w:r>
        <w:t xml:space="preserve">2 .1.10      .         .        +INF       EPS       </w:t>
      </w:r>
    </w:p>
    <w:p w:rsidR="0062748B" w:rsidRDefault="0062748B" w:rsidP="0062748B">
      <w:r>
        <w:t xml:space="preserve">2 .1.11      .         .        +INF       EPS       </w:t>
      </w:r>
    </w:p>
    <w:p w:rsidR="0062748B" w:rsidRDefault="0062748B" w:rsidP="0062748B">
      <w:r>
        <w:t xml:space="preserve">2 .1.12      .         .        +INF       EPS       </w:t>
      </w:r>
    </w:p>
    <w:p w:rsidR="0062748B" w:rsidRDefault="0062748B" w:rsidP="0062748B">
      <w:r>
        <w:lastRenderedPageBreak/>
        <w:t xml:space="preserve">2 .1.13      .         .        +INF       EPS       </w:t>
      </w:r>
    </w:p>
    <w:p w:rsidR="0062748B" w:rsidRDefault="0062748B" w:rsidP="0062748B">
      <w:r>
        <w:t xml:space="preserve">2 .1.14      .         .        +INF       EPS       </w:t>
      </w:r>
    </w:p>
    <w:p w:rsidR="0062748B" w:rsidRDefault="0062748B" w:rsidP="0062748B">
      <w:r>
        <w:t xml:space="preserve">2 .1.15      .         .        +INF       EPS       </w:t>
      </w:r>
    </w:p>
    <w:p w:rsidR="0062748B" w:rsidRDefault="0062748B" w:rsidP="0062748B">
      <w:r>
        <w:t xml:space="preserve">2 .1.16      .         .        +INF       EPS       </w:t>
      </w:r>
    </w:p>
    <w:p w:rsidR="0062748B" w:rsidRDefault="0062748B" w:rsidP="0062748B">
      <w:r>
        <w:t xml:space="preserve">2 .1.17      .         .        +INF       EPS       </w:t>
      </w:r>
    </w:p>
    <w:p w:rsidR="0062748B" w:rsidRDefault="0062748B" w:rsidP="0062748B">
      <w:r>
        <w:t xml:space="preserve">2 .1.18      .         .        +INF       EPS       </w:t>
      </w:r>
    </w:p>
    <w:p w:rsidR="0062748B" w:rsidRDefault="0062748B" w:rsidP="0062748B">
      <w:r>
        <w:t xml:space="preserve">2 .1.19      .         .        +INF       EPS       </w:t>
      </w:r>
    </w:p>
    <w:p w:rsidR="0062748B" w:rsidRDefault="0062748B" w:rsidP="0062748B">
      <w:r>
        <w:t xml:space="preserve">2 .1.20      .         .        +INF       EPS       </w:t>
      </w:r>
    </w:p>
    <w:p w:rsidR="0062748B" w:rsidRDefault="0062748B" w:rsidP="0062748B">
      <w:r>
        <w:t xml:space="preserve">2 .1.21      .         .        +INF       EPS       </w:t>
      </w:r>
    </w:p>
    <w:p w:rsidR="0062748B" w:rsidRDefault="0062748B" w:rsidP="0062748B">
      <w:r>
        <w:t xml:space="preserve">2 .1.22      .         .        +INF       EPS       </w:t>
      </w:r>
    </w:p>
    <w:p w:rsidR="0062748B" w:rsidRDefault="0062748B" w:rsidP="0062748B">
      <w:r>
        <w:t xml:space="preserve">2 .1.23      .         .        +INF       EPS       </w:t>
      </w:r>
    </w:p>
    <w:p w:rsidR="0062748B" w:rsidRDefault="0062748B" w:rsidP="0062748B">
      <w:r>
        <w:t xml:space="preserve">2 .1.24      .         .        +INF       EPS       </w:t>
      </w:r>
    </w:p>
    <w:p w:rsidR="0062748B" w:rsidRDefault="0062748B" w:rsidP="0062748B">
      <w:r>
        <w:t xml:space="preserve">2 .1.25      .         .        +INF       EPS       </w:t>
      </w:r>
    </w:p>
    <w:p w:rsidR="0062748B" w:rsidRDefault="0062748B" w:rsidP="0062748B">
      <w:r>
        <w:t xml:space="preserve">2 .1.26      .         .        +INF       EPS       </w:t>
      </w:r>
    </w:p>
    <w:p w:rsidR="0062748B" w:rsidRDefault="0062748B" w:rsidP="0062748B">
      <w:r>
        <w:t xml:space="preserve">2 .1.27      .         .        +INF       EPS       </w:t>
      </w:r>
    </w:p>
    <w:p w:rsidR="0062748B" w:rsidRDefault="0062748B" w:rsidP="0062748B">
      <w:r>
        <w:t xml:space="preserve">2 .1.28      .         .        +INF       EPS       </w:t>
      </w:r>
    </w:p>
    <w:p w:rsidR="0062748B" w:rsidRDefault="0062748B" w:rsidP="0062748B">
      <w:r>
        <w:t xml:space="preserve">2 .1.29      .         .        +INF       EPS       </w:t>
      </w:r>
    </w:p>
    <w:p w:rsidR="0062748B" w:rsidRDefault="0062748B" w:rsidP="0062748B">
      <w:r>
        <w:t xml:space="preserve">3 .1.1       .         .        +INF       EPS       </w:t>
      </w:r>
    </w:p>
    <w:p w:rsidR="0062748B" w:rsidRDefault="0062748B" w:rsidP="0062748B">
      <w:r>
        <w:t xml:space="preserve">3 .1.2       .         .        +INF       EPS       </w:t>
      </w:r>
    </w:p>
    <w:p w:rsidR="0062748B" w:rsidRDefault="0062748B" w:rsidP="0062748B">
      <w:r>
        <w:t xml:space="preserve">3 .1.3       .         .        +INF       EPS       </w:t>
      </w:r>
    </w:p>
    <w:p w:rsidR="0062748B" w:rsidRDefault="0062748B" w:rsidP="0062748B">
      <w:r>
        <w:t xml:space="preserve">3 .1.4       .         .        +INF       EPS       </w:t>
      </w:r>
    </w:p>
    <w:p w:rsidR="0062748B" w:rsidRDefault="0062748B" w:rsidP="0062748B">
      <w:r>
        <w:t xml:space="preserve">3 .1.5       .         .        +INF       EPS       </w:t>
      </w:r>
    </w:p>
    <w:p w:rsidR="0062748B" w:rsidRDefault="0062748B" w:rsidP="0062748B">
      <w:r>
        <w:t xml:space="preserve">3 .1.6       .         .        +INF       EPS       </w:t>
      </w:r>
    </w:p>
    <w:p w:rsidR="0062748B" w:rsidRDefault="0062748B" w:rsidP="0062748B">
      <w:r>
        <w:t xml:space="preserve">3 .1.7       .         .        +INF       EPS       </w:t>
      </w:r>
    </w:p>
    <w:p w:rsidR="0062748B" w:rsidRDefault="0062748B" w:rsidP="0062748B">
      <w:r>
        <w:t xml:space="preserve">3 .1.8       .         .        +INF       EPS       </w:t>
      </w:r>
    </w:p>
    <w:p w:rsidR="0062748B" w:rsidRDefault="0062748B" w:rsidP="0062748B">
      <w:r>
        <w:lastRenderedPageBreak/>
        <w:t xml:space="preserve">3 .1.9       .         .        +INF       EPS       </w:t>
      </w:r>
    </w:p>
    <w:p w:rsidR="0062748B" w:rsidRDefault="0062748B" w:rsidP="0062748B">
      <w:r>
        <w:t xml:space="preserve">3 .1.10      .         .        +INF       EPS       </w:t>
      </w:r>
    </w:p>
    <w:p w:rsidR="0062748B" w:rsidRDefault="0062748B" w:rsidP="0062748B">
      <w:r>
        <w:t xml:space="preserve">3 .1.11      .         .        +INF       EPS       </w:t>
      </w:r>
    </w:p>
    <w:p w:rsidR="0062748B" w:rsidRDefault="0062748B" w:rsidP="0062748B">
      <w:r>
        <w:t xml:space="preserve">3 .1.12      .         .        +INF       EPS       </w:t>
      </w:r>
    </w:p>
    <w:p w:rsidR="0062748B" w:rsidRDefault="0062748B" w:rsidP="0062748B">
      <w:r>
        <w:t xml:space="preserve">3 .1.13      .         .        +INF       EPS       </w:t>
      </w:r>
    </w:p>
    <w:p w:rsidR="0062748B" w:rsidRDefault="0062748B" w:rsidP="0062748B">
      <w:r>
        <w:t xml:space="preserve">3 .1.14      .         .        +INF       EPS       </w:t>
      </w:r>
    </w:p>
    <w:p w:rsidR="0062748B" w:rsidRDefault="0062748B" w:rsidP="0062748B">
      <w:r>
        <w:t xml:space="preserve">3 .1.15      .         .        +INF       EPS       </w:t>
      </w:r>
    </w:p>
    <w:p w:rsidR="0062748B" w:rsidRDefault="0062748B" w:rsidP="0062748B">
      <w:r>
        <w:t xml:space="preserve">3 .1.16      .         .        +INF       EPS       </w:t>
      </w:r>
    </w:p>
    <w:p w:rsidR="0062748B" w:rsidRDefault="0062748B" w:rsidP="0062748B">
      <w:r>
        <w:t xml:space="preserve">3 .1.17      .         .        +INF       EPS       </w:t>
      </w:r>
    </w:p>
    <w:p w:rsidR="0062748B" w:rsidRDefault="0062748B" w:rsidP="0062748B">
      <w:r>
        <w:t xml:space="preserve">3 .1.18      .         .        +INF       EPS       </w:t>
      </w:r>
    </w:p>
    <w:p w:rsidR="0062748B" w:rsidRDefault="0062748B" w:rsidP="0062748B">
      <w:r>
        <w:t xml:space="preserve">3 .1.19      .         .        +INF       EPS       </w:t>
      </w:r>
    </w:p>
    <w:p w:rsidR="0062748B" w:rsidRDefault="0062748B" w:rsidP="0062748B">
      <w:r>
        <w:t xml:space="preserve">3 .1.20      .         .        +INF       EPS       </w:t>
      </w:r>
    </w:p>
    <w:p w:rsidR="0062748B" w:rsidRDefault="0062748B" w:rsidP="0062748B">
      <w:r>
        <w:t xml:space="preserve">3 .1.21      .         .        +INF       EPS       </w:t>
      </w:r>
    </w:p>
    <w:p w:rsidR="0062748B" w:rsidRDefault="0062748B" w:rsidP="0062748B">
      <w:r>
        <w:t xml:space="preserve">3 .1.22      .         .        +INF       EPS       </w:t>
      </w:r>
    </w:p>
    <w:p w:rsidR="0062748B" w:rsidRDefault="0062748B" w:rsidP="0062748B">
      <w:r>
        <w:t xml:space="preserve">3 .1.23      .         .        +INF       EPS       </w:t>
      </w:r>
    </w:p>
    <w:p w:rsidR="0062748B" w:rsidRDefault="0062748B" w:rsidP="0062748B">
      <w:r>
        <w:t xml:space="preserve">3 .1.24      .         .        +INF       EPS       </w:t>
      </w:r>
    </w:p>
    <w:p w:rsidR="0062748B" w:rsidRDefault="0062748B" w:rsidP="0062748B">
      <w:r>
        <w:t xml:space="preserve">3 .1.25      .         .        +INF       EPS       </w:t>
      </w:r>
    </w:p>
    <w:p w:rsidR="0062748B" w:rsidRDefault="0062748B" w:rsidP="0062748B">
      <w:r>
        <w:t xml:space="preserve">3 .1.26      .         .        +INF       EPS       </w:t>
      </w:r>
    </w:p>
    <w:p w:rsidR="0062748B" w:rsidRDefault="0062748B" w:rsidP="0062748B">
      <w:r>
        <w:t xml:space="preserve">3 .1.27      .         .        +INF       EPS       </w:t>
      </w:r>
    </w:p>
    <w:p w:rsidR="0062748B" w:rsidRDefault="0062748B" w:rsidP="0062748B">
      <w:r>
        <w:t xml:space="preserve">3 .1.28      .         .        +INF       EPS       </w:t>
      </w:r>
    </w:p>
    <w:p w:rsidR="0062748B" w:rsidRDefault="0062748B" w:rsidP="0062748B">
      <w:r>
        <w:t xml:space="preserve">3 .1.29      .         .        +INF       EPS       </w:t>
      </w:r>
    </w:p>
    <w:p w:rsidR="0062748B" w:rsidRDefault="0062748B" w:rsidP="0062748B">
      <w:r>
        <w:t xml:space="preserve">4 .1.1       .         .        +INF       EPS       </w:t>
      </w:r>
    </w:p>
    <w:p w:rsidR="0062748B" w:rsidRDefault="0062748B" w:rsidP="0062748B">
      <w:r>
        <w:t xml:space="preserve">4 .1.2       .         .        +INF       EPS       </w:t>
      </w:r>
    </w:p>
    <w:p w:rsidR="0062748B" w:rsidRDefault="0062748B" w:rsidP="0062748B">
      <w:r>
        <w:t xml:space="preserve">4 .1.3       .         .        +INF       EPS       </w:t>
      </w:r>
    </w:p>
    <w:p w:rsidR="0062748B" w:rsidRDefault="0062748B" w:rsidP="0062748B">
      <w:r>
        <w:t xml:space="preserve">4 .1.4       .         .        +INF       EPS       </w:t>
      </w:r>
    </w:p>
    <w:p w:rsidR="0062748B" w:rsidRDefault="0062748B" w:rsidP="0062748B">
      <w:r>
        <w:lastRenderedPageBreak/>
        <w:t xml:space="preserve">4 .1.5       .         .        +INF       EPS       </w:t>
      </w:r>
    </w:p>
    <w:p w:rsidR="0062748B" w:rsidRDefault="0062748B" w:rsidP="0062748B">
      <w:r>
        <w:t xml:space="preserve">4 .1.6       .         .        +INF       EPS       </w:t>
      </w:r>
    </w:p>
    <w:p w:rsidR="0062748B" w:rsidRDefault="0062748B" w:rsidP="0062748B">
      <w:r>
        <w:t xml:space="preserve">4 .1.7       .         .        +INF       EPS       </w:t>
      </w:r>
    </w:p>
    <w:p w:rsidR="0062748B" w:rsidRDefault="0062748B" w:rsidP="0062748B">
      <w:r>
        <w:t xml:space="preserve">4 .1.8       .         .        +INF       EPS       </w:t>
      </w:r>
    </w:p>
    <w:p w:rsidR="0062748B" w:rsidRDefault="0062748B" w:rsidP="0062748B">
      <w:r>
        <w:t xml:space="preserve">4 .1.9       .         .        +INF       EPS       </w:t>
      </w:r>
    </w:p>
    <w:p w:rsidR="0062748B" w:rsidRDefault="0062748B" w:rsidP="0062748B">
      <w:r>
        <w:t xml:space="preserve">4 .1.10      .         .        +INF       EPS       </w:t>
      </w:r>
    </w:p>
    <w:p w:rsidR="0062748B" w:rsidRDefault="0062748B" w:rsidP="0062748B">
      <w:r>
        <w:t xml:space="preserve">4 .1.11      .         .        +INF       EPS       </w:t>
      </w:r>
    </w:p>
    <w:p w:rsidR="0062748B" w:rsidRDefault="0062748B" w:rsidP="0062748B">
      <w:r>
        <w:t xml:space="preserve">4 .1.12      .         .        +INF       EPS       </w:t>
      </w:r>
    </w:p>
    <w:p w:rsidR="0062748B" w:rsidRDefault="0062748B" w:rsidP="0062748B">
      <w:r>
        <w:t xml:space="preserve">4 .1.13      .         .        +INF       EPS       </w:t>
      </w:r>
    </w:p>
    <w:p w:rsidR="0062748B" w:rsidRDefault="0062748B" w:rsidP="0062748B">
      <w:r>
        <w:t xml:space="preserve">4 .1.14      .         .        +INF       EPS       </w:t>
      </w:r>
    </w:p>
    <w:p w:rsidR="0062748B" w:rsidRDefault="0062748B" w:rsidP="0062748B">
      <w:r>
        <w:t xml:space="preserve">4 .1.15      .         .        +INF       EPS       </w:t>
      </w:r>
    </w:p>
    <w:p w:rsidR="0062748B" w:rsidRDefault="0062748B" w:rsidP="0062748B">
      <w:r>
        <w:t xml:space="preserve">4 .1.16      .         .        +INF       EPS       </w:t>
      </w:r>
    </w:p>
    <w:p w:rsidR="0062748B" w:rsidRDefault="0062748B" w:rsidP="0062748B">
      <w:r>
        <w:t xml:space="preserve">4 .1.17      .         .        +INF       EPS       </w:t>
      </w:r>
    </w:p>
    <w:p w:rsidR="0062748B" w:rsidRDefault="0062748B" w:rsidP="0062748B">
      <w:r>
        <w:t xml:space="preserve">4 .1.18      .         .        +INF       EPS       </w:t>
      </w:r>
    </w:p>
    <w:p w:rsidR="0062748B" w:rsidRDefault="0062748B" w:rsidP="0062748B">
      <w:r>
        <w:t xml:space="preserve">4 .1.19      .         .        +INF       EPS       </w:t>
      </w:r>
    </w:p>
    <w:p w:rsidR="0062748B" w:rsidRDefault="0062748B" w:rsidP="0062748B">
      <w:r>
        <w:t xml:space="preserve">4 .1.20      .         .        +INF       EPS       </w:t>
      </w:r>
    </w:p>
    <w:p w:rsidR="0062748B" w:rsidRDefault="0062748B" w:rsidP="0062748B">
      <w:r>
        <w:t xml:space="preserve">4 .1.21      .         .        +INF       EPS       </w:t>
      </w:r>
    </w:p>
    <w:p w:rsidR="0062748B" w:rsidRDefault="0062748B" w:rsidP="0062748B">
      <w:r>
        <w:t xml:space="preserve">4 .1.22      .         .        +INF       EPS       </w:t>
      </w:r>
    </w:p>
    <w:p w:rsidR="0062748B" w:rsidRDefault="0062748B" w:rsidP="0062748B">
      <w:r>
        <w:t xml:space="preserve">4 .1.23      .         .        +INF       EPS       </w:t>
      </w:r>
    </w:p>
    <w:p w:rsidR="0062748B" w:rsidRDefault="0062748B" w:rsidP="0062748B">
      <w:r>
        <w:t xml:space="preserve">4 .1.24      .         .        +INF       EPS       </w:t>
      </w:r>
    </w:p>
    <w:p w:rsidR="0062748B" w:rsidRDefault="0062748B" w:rsidP="0062748B">
      <w:r>
        <w:t xml:space="preserve">4 .1.25      .         .        +INF       EPS       </w:t>
      </w:r>
    </w:p>
    <w:p w:rsidR="0062748B" w:rsidRDefault="0062748B" w:rsidP="0062748B">
      <w:r>
        <w:t xml:space="preserve">4 .1.26      .         .        +INF       EPS       </w:t>
      </w:r>
    </w:p>
    <w:p w:rsidR="0062748B" w:rsidRDefault="0062748B" w:rsidP="0062748B">
      <w:r>
        <w:t xml:space="preserve">4 .1.27      .         .        +INF       EPS       </w:t>
      </w:r>
    </w:p>
    <w:p w:rsidR="0062748B" w:rsidRDefault="0062748B" w:rsidP="0062748B">
      <w:r>
        <w:t xml:space="preserve">4 .1.28      .         .        +INF       EPS       </w:t>
      </w:r>
    </w:p>
    <w:p w:rsidR="0062748B" w:rsidRDefault="0062748B" w:rsidP="0062748B">
      <w:r>
        <w:t xml:space="preserve">4 .1.29      .         .        +INF       EPS       </w:t>
      </w:r>
    </w:p>
    <w:p w:rsidR="0062748B" w:rsidRDefault="0062748B" w:rsidP="0062748B">
      <w:r>
        <w:lastRenderedPageBreak/>
        <w:t xml:space="preserve">5 .1.1       .         .        +INF       EPS       </w:t>
      </w:r>
    </w:p>
    <w:p w:rsidR="0062748B" w:rsidRDefault="0062748B" w:rsidP="0062748B">
      <w:r>
        <w:t xml:space="preserve">5 .1.2       .         .        +INF       EPS       </w:t>
      </w:r>
    </w:p>
    <w:p w:rsidR="0062748B" w:rsidRDefault="0062748B" w:rsidP="0062748B">
      <w:r>
        <w:t xml:space="preserve">5 .1.3       .         .        +INF       EPS       </w:t>
      </w:r>
    </w:p>
    <w:p w:rsidR="0062748B" w:rsidRDefault="0062748B" w:rsidP="0062748B">
      <w:r>
        <w:t xml:space="preserve">5 .1.4       .         .        +INF       EPS       </w:t>
      </w:r>
    </w:p>
    <w:p w:rsidR="0062748B" w:rsidRDefault="0062748B" w:rsidP="0062748B">
      <w:r>
        <w:t xml:space="preserve">5 .1.5       .         .        +INF       EPS       </w:t>
      </w:r>
    </w:p>
    <w:p w:rsidR="0062748B" w:rsidRDefault="0062748B" w:rsidP="0062748B">
      <w:r>
        <w:t xml:space="preserve">5 .1.6       .         .        +INF       EPS       </w:t>
      </w:r>
    </w:p>
    <w:p w:rsidR="0062748B" w:rsidRDefault="0062748B" w:rsidP="0062748B">
      <w:r>
        <w:t xml:space="preserve">5 .1.7       .         .        +INF       EPS       </w:t>
      </w:r>
    </w:p>
    <w:p w:rsidR="0062748B" w:rsidRDefault="0062748B" w:rsidP="0062748B">
      <w:r>
        <w:t xml:space="preserve">5 .1.8       .         .        +INF       EPS       </w:t>
      </w:r>
    </w:p>
    <w:p w:rsidR="0062748B" w:rsidRDefault="0062748B" w:rsidP="0062748B">
      <w:r>
        <w:t xml:space="preserve">5 .1.9       .         .        +INF       EPS       </w:t>
      </w:r>
    </w:p>
    <w:p w:rsidR="0062748B" w:rsidRDefault="0062748B" w:rsidP="0062748B">
      <w:r>
        <w:t xml:space="preserve">5 .1.10      .         .        +INF       EPS       </w:t>
      </w:r>
    </w:p>
    <w:p w:rsidR="0062748B" w:rsidRDefault="0062748B" w:rsidP="0062748B">
      <w:r>
        <w:t xml:space="preserve">5 .1.11      .         .        +INF       EPS       </w:t>
      </w:r>
    </w:p>
    <w:p w:rsidR="0062748B" w:rsidRDefault="0062748B" w:rsidP="0062748B">
      <w:r>
        <w:t xml:space="preserve">5 .1.12      .         .        +INF       EPS       </w:t>
      </w:r>
    </w:p>
    <w:p w:rsidR="0062748B" w:rsidRDefault="0062748B" w:rsidP="0062748B">
      <w:r>
        <w:t xml:space="preserve">5 .1.13      .         .        +INF       EPS       </w:t>
      </w:r>
    </w:p>
    <w:p w:rsidR="0062748B" w:rsidRDefault="0062748B" w:rsidP="0062748B">
      <w:r>
        <w:t xml:space="preserve">5 .1.14      .         .        +INF       EPS       </w:t>
      </w:r>
    </w:p>
    <w:p w:rsidR="0062748B" w:rsidRDefault="0062748B" w:rsidP="0062748B">
      <w:r>
        <w:t xml:space="preserve">5 .1.15      .         .        +INF       EPS       </w:t>
      </w:r>
    </w:p>
    <w:p w:rsidR="0062748B" w:rsidRDefault="0062748B" w:rsidP="0062748B">
      <w:r>
        <w:t xml:space="preserve">5 .1.16      .         .        +INF       EPS       </w:t>
      </w:r>
    </w:p>
    <w:p w:rsidR="0062748B" w:rsidRDefault="0062748B" w:rsidP="0062748B">
      <w:r>
        <w:t xml:space="preserve">5 .1.17      .         .        +INF       EPS       </w:t>
      </w:r>
    </w:p>
    <w:p w:rsidR="0062748B" w:rsidRDefault="0062748B" w:rsidP="0062748B">
      <w:r>
        <w:t xml:space="preserve">5 .1.18      .         .        +INF       EPS       </w:t>
      </w:r>
    </w:p>
    <w:p w:rsidR="0062748B" w:rsidRDefault="0062748B" w:rsidP="0062748B">
      <w:r>
        <w:t xml:space="preserve">5 .1.19      .         .        +INF       EPS       </w:t>
      </w:r>
    </w:p>
    <w:p w:rsidR="0062748B" w:rsidRDefault="0062748B" w:rsidP="0062748B">
      <w:r>
        <w:t xml:space="preserve">5 .1.20      .         .        +INF       EPS       </w:t>
      </w:r>
    </w:p>
    <w:p w:rsidR="0062748B" w:rsidRDefault="0062748B" w:rsidP="0062748B">
      <w:r>
        <w:t xml:space="preserve">5 .1.21      .         .        +INF       EPS       </w:t>
      </w:r>
    </w:p>
    <w:p w:rsidR="0062748B" w:rsidRDefault="0062748B" w:rsidP="0062748B">
      <w:r>
        <w:t xml:space="preserve">5 .1.22      .         .        +INF       EPS       </w:t>
      </w:r>
    </w:p>
    <w:p w:rsidR="0062748B" w:rsidRDefault="0062748B" w:rsidP="0062748B">
      <w:r>
        <w:t xml:space="preserve">5 .1.23      .         .        +INF       EPS       </w:t>
      </w:r>
    </w:p>
    <w:p w:rsidR="0062748B" w:rsidRDefault="0062748B" w:rsidP="0062748B">
      <w:r>
        <w:t xml:space="preserve">5 .1.24      .         .        +INF       EPS       </w:t>
      </w:r>
    </w:p>
    <w:p w:rsidR="0062748B" w:rsidRDefault="0062748B" w:rsidP="0062748B">
      <w:r>
        <w:t xml:space="preserve">5 .1.25      .         .        +INF       EPS       </w:t>
      </w:r>
    </w:p>
    <w:p w:rsidR="0062748B" w:rsidRDefault="0062748B" w:rsidP="0062748B">
      <w:r>
        <w:lastRenderedPageBreak/>
        <w:t xml:space="preserve">5 .1.26      .         .        +INF       EPS       </w:t>
      </w:r>
    </w:p>
    <w:p w:rsidR="0062748B" w:rsidRDefault="0062748B" w:rsidP="0062748B">
      <w:r>
        <w:t xml:space="preserve">5 .1.27      .         .        +INF       EPS       </w:t>
      </w:r>
    </w:p>
    <w:p w:rsidR="0062748B" w:rsidRDefault="0062748B" w:rsidP="0062748B">
      <w:r>
        <w:t xml:space="preserve">5 .1.28      .         .        +INF       EPS       </w:t>
      </w:r>
    </w:p>
    <w:p w:rsidR="0062748B" w:rsidRDefault="0062748B" w:rsidP="0062748B">
      <w:r>
        <w:t xml:space="preserve">5 .1.29      .         .        +INF       EPS       </w:t>
      </w:r>
    </w:p>
    <w:p w:rsidR="0062748B" w:rsidRDefault="0062748B" w:rsidP="0062748B">
      <w:r>
        <w:t xml:space="preserve">6 .1.1       .         .        +INF       EPS       </w:t>
      </w:r>
    </w:p>
    <w:p w:rsidR="0062748B" w:rsidRDefault="0062748B" w:rsidP="0062748B">
      <w:r>
        <w:t xml:space="preserve">6 .1.2       .         .        +INF       EPS       </w:t>
      </w:r>
    </w:p>
    <w:p w:rsidR="0062748B" w:rsidRDefault="0062748B" w:rsidP="0062748B">
      <w:r>
        <w:t xml:space="preserve">6 .1.3       .         .        +INF       EPS       </w:t>
      </w:r>
    </w:p>
    <w:p w:rsidR="0062748B" w:rsidRDefault="0062748B" w:rsidP="0062748B">
      <w:r>
        <w:t xml:space="preserve">6 .1.4       .         .        +INF       EPS       </w:t>
      </w:r>
    </w:p>
    <w:p w:rsidR="0062748B" w:rsidRDefault="0062748B" w:rsidP="0062748B">
      <w:r>
        <w:t xml:space="preserve">6 .1.5       .         .        +INF       EPS       </w:t>
      </w:r>
    </w:p>
    <w:p w:rsidR="0062748B" w:rsidRDefault="0062748B" w:rsidP="0062748B">
      <w:r>
        <w:t xml:space="preserve">6 .1.6       .         .        +INF       EPS       </w:t>
      </w:r>
    </w:p>
    <w:p w:rsidR="0062748B" w:rsidRDefault="0062748B" w:rsidP="0062748B">
      <w:r>
        <w:t xml:space="preserve">6 .1.7       .         .        +INF       EPS       </w:t>
      </w:r>
    </w:p>
    <w:p w:rsidR="0062748B" w:rsidRDefault="0062748B" w:rsidP="0062748B">
      <w:r>
        <w:t xml:space="preserve">6 .1.8       .         .        +INF       EPS       </w:t>
      </w:r>
    </w:p>
    <w:p w:rsidR="0062748B" w:rsidRDefault="0062748B" w:rsidP="0062748B">
      <w:r>
        <w:t xml:space="preserve">6 .1.9       .         .        +INF       EPS       </w:t>
      </w:r>
    </w:p>
    <w:p w:rsidR="0062748B" w:rsidRDefault="0062748B" w:rsidP="0062748B">
      <w:r>
        <w:t xml:space="preserve">6 .1.10      .         .        +INF       EPS       </w:t>
      </w:r>
    </w:p>
    <w:p w:rsidR="0062748B" w:rsidRDefault="0062748B" w:rsidP="0062748B">
      <w:r>
        <w:t xml:space="preserve">6 .1.11      .         .        +INF       EPS       </w:t>
      </w:r>
    </w:p>
    <w:p w:rsidR="0062748B" w:rsidRDefault="0062748B" w:rsidP="0062748B">
      <w:r>
        <w:t xml:space="preserve">6 .1.12      .         .        +INF       EPS       </w:t>
      </w:r>
    </w:p>
    <w:p w:rsidR="0062748B" w:rsidRDefault="0062748B" w:rsidP="0062748B">
      <w:r>
        <w:t xml:space="preserve">6 .1.13      .         .        +INF       EPS       </w:t>
      </w:r>
    </w:p>
    <w:p w:rsidR="0062748B" w:rsidRDefault="0062748B" w:rsidP="0062748B">
      <w:r>
        <w:t xml:space="preserve">6 .1.14      .         .        +INF       EPS       </w:t>
      </w:r>
    </w:p>
    <w:p w:rsidR="0062748B" w:rsidRDefault="0062748B" w:rsidP="0062748B">
      <w:r>
        <w:t xml:space="preserve">6 .1.15      .         .        +INF       EPS       </w:t>
      </w:r>
    </w:p>
    <w:p w:rsidR="0062748B" w:rsidRDefault="0062748B" w:rsidP="0062748B">
      <w:r>
        <w:t xml:space="preserve">6 .1.16      .         .        +INF       EPS       </w:t>
      </w:r>
    </w:p>
    <w:p w:rsidR="0062748B" w:rsidRDefault="0062748B" w:rsidP="0062748B">
      <w:r>
        <w:t xml:space="preserve">6 .1.17      .         .        +INF       EPS       </w:t>
      </w:r>
    </w:p>
    <w:p w:rsidR="0062748B" w:rsidRDefault="0062748B" w:rsidP="0062748B">
      <w:r>
        <w:t xml:space="preserve">6 .1.18      .         .        +INF       EPS       </w:t>
      </w:r>
    </w:p>
    <w:p w:rsidR="0062748B" w:rsidRDefault="0062748B" w:rsidP="0062748B">
      <w:r>
        <w:t xml:space="preserve">6 .1.19      .         .        +INF       EPS       </w:t>
      </w:r>
    </w:p>
    <w:p w:rsidR="0062748B" w:rsidRDefault="0062748B" w:rsidP="0062748B">
      <w:r>
        <w:t xml:space="preserve">6 .1.20      .         .        +INF       EPS       </w:t>
      </w:r>
    </w:p>
    <w:p w:rsidR="0062748B" w:rsidRDefault="0062748B" w:rsidP="0062748B">
      <w:r>
        <w:t xml:space="preserve">6 .1.21      .         .        +INF       EPS       </w:t>
      </w:r>
    </w:p>
    <w:p w:rsidR="0062748B" w:rsidRDefault="0062748B" w:rsidP="0062748B">
      <w:r>
        <w:lastRenderedPageBreak/>
        <w:t xml:space="preserve">6 .1.22      .         .        +INF       EPS       </w:t>
      </w:r>
    </w:p>
    <w:p w:rsidR="0062748B" w:rsidRDefault="0062748B" w:rsidP="0062748B">
      <w:r>
        <w:t xml:space="preserve">6 .1.23      .         .        +INF       EPS       </w:t>
      </w:r>
    </w:p>
    <w:p w:rsidR="0062748B" w:rsidRDefault="0062748B" w:rsidP="0062748B">
      <w:r>
        <w:t xml:space="preserve">6 .1.24      .         .        +INF       EPS       </w:t>
      </w:r>
    </w:p>
    <w:p w:rsidR="0062748B" w:rsidRDefault="0062748B" w:rsidP="0062748B">
      <w:r>
        <w:t xml:space="preserve">6 .1.25      .         .        +INF       EPS       </w:t>
      </w:r>
    </w:p>
    <w:p w:rsidR="0062748B" w:rsidRDefault="0062748B" w:rsidP="0062748B">
      <w:r>
        <w:t xml:space="preserve">6 .1.26      .         .        +INF       EPS       </w:t>
      </w:r>
    </w:p>
    <w:p w:rsidR="0062748B" w:rsidRDefault="0062748B" w:rsidP="0062748B">
      <w:r>
        <w:t xml:space="preserve">6 .1.27      .         .        +INF       EPS       </w:t>
      </w:r>
    </w:p>
    <w:p w:rsidR="0062748B" w:rsidRDefault="0062748B" w:rsidP="0062748B">
      <w:r>
        <w:t xml:space="preserve">6 .1.28      .         .        +INF       EPS       </w:t>
      </w:r>
    </w:p>
    <w:p w:rsidR="0062748B" w:rsidRDefault="0062748B" w:rsidP="0062748B">
      <w:r>
        <w:t xml:space="preserve">6 .1.29      .         .        +INF       EPS       </w:t>
      </w:r>
    </w:p>
    <w:p w:rsidR="0062748B" w:rsidRDefault="0062748B" w:rsidP="0062748B">
      <w:r>
        <w:t xml:space="preserve">7 .1.1       .         .        +INF       EPS       </w:t>
      </w:r>
    </w:p>
    <w:p w:rsidR="0062748B" w:rsidRDefault="0062748B" w:rsidP="0062748B">
      <w:r>
        <w:t xml:space="preserve">7 .1.2       .         .        +INF       EPS       </w:t>
      </w:r>
    </w:p>
    <w:p w:rsidR="0062748B" w:rsidRDefault="0062748B" w:rsidP="0062748B">
      <w:r>
        <w:t xml:space="preserve">7 .1.3       .         .        +INF       EPS       </w:t>
      </w:r>
    </w:p>
    <w:p w:rsidR="0062748B" w:rsidRDefault="0062748B" w:rsidP="0062748B">
      <w:r>
        <w:t xml:space="preserve">7 .1.4       .         .        +INF       EPS       </w:t>
      </w:r>
    </w:p>
    <w:p w:rsidR="0062748B" w:rsidRDefault="0062748B" w:rsidP="0062748B">
      <w:r>
        <w:t xml:space="preserve">7 .1.5       .         .        +INF       EPS       </w:t>
      </w:r>
    </w:p>
    <w:p w:rsidR="0062748B" w:rsidRDefault="0062748B" w:rsidP="0062748B">
      <w:r>
        <w:t xml:space="preserve">7 .1.6       .         .        +INF       EPS       </w:t>
      </w:r>
    </w:p>
    <w:p w:rsidR="0062748B" w:rsidRDefault="0062748B" w:rsidP="0062748B">
      <w:r>
        <w:t xml:space="preserve">7 .1.7       .         .        +INF       EPS       </w:t>
      </w:r>
    </w:p>
    <w:p w:rsidR="0062748B" w:rsidRDefault="0062748B" w:rsidP="0062748B">
      <w:r>
        <w:t xml:space="preserve">7 .1.8       .         .        +INF       EPS       </w:t>
      </w:r>
    </w:p>
    <w:p w:rsidR="0062748B" w:rsidRDefault="0062748B" w:rsidP="0062748B">
      <w:r>
        <w:t xml:space="preserve">7 .1.9       .         .        +INF       EPS       </w:t>
      </w:r>
    </w:p>
    <w:p w:rsidR="0062748B" w:rsidRDefault="0062748B" w:rsidP="0062748B">
      <w:r>
        <w:t xml:space="preserve">7 .1.10      .         .        +INF       EPS       </w:t>
      </w:r>
    </w:p>
    <w:p w:rsidR="0062748B" w:rsidRDefault="0062748B" w:rsidP="0062748B">
      <w:r>
        <w:t xml:space="preserve">7 .1.11      .         .        +INF       EPS       </w:t>
      </w:r>
    </w:p>
    <w:p w:rsidR="0062748B" w:rsidRDefault="0062748B" w:rsidP="0062748B">
      <w:r>
        <w:t xml:space="preserve">7 .1.12      .         .        +INF       EPS       </w:t>
      </w:r>
    </w:p>
    <w:p w:rsidR="0062748B" w:rsidRDefault="0062748B" w:rsidP="0062748B">
      <w:r>
        <w:t xml:space="preserve">7 .1.13      .         .        +INF       EPS       </w:t>
      </w:r>
    </w:p>
    <w:p w:rsidR="0062748B" w:rsidRDefault="0062748B" w:rsidP="0062748B">
      <w:r>
        <w:t xml:space="preserve">7 .1.14      .         .        +INF       EPS       </w:t>
      </w:r>
    </w:p>
    <w:p w:rsidR="0062748B" w:rsidRDefault="0062748B" w:rsidP="0062748B">
      <w:r>
        <w:t xml:space="preserve">7 .1.15      .         .        +INF       EPS       </w:t>
      </w:r>
    </w:p>
    <w:p w:rsidR="0062748B" w:rsidRDefault="0062748B" w:rsidP="0062748B">
      <w:r>
        <w:t xml:space="preserve">7 .1.16      .         .        +INF       EPS       </w:t>
      </w:r>
    </w:p>
    <w:p w:rsidR="0062748B" w:rsidRDefault="0062748B" w:rsidP="0062748B">
      <w:r>
        <w:t xml:space="preserve">7 .1.17      .         .        +INF       EPS       </w:t>
      </w:r>
    </w:p>
    <w:p w:rsidR="0062748B" w:rsidRDefault="0062748B" w:rsidP="0062748B">
      <w:r>
        <w:lastRenderedPageBreak/>
        <w:t xml:space="preserve">7 .1.18      .         .        +INF       EPS       </w:t>
      </w:r>
    </w:p>
    <w:p w:rsidR="0062748B" w:rsidRDefault="0062748B" w:rsidP="0062748B">
      <w:r>
        <w:t xml:space="preserve">7 .1.19      .         .        +INF       EPS       </w:t>
      </w:r>
    </w:p>
    <w:p w:rsidR="0062748B" w:rsidRDefault="0062748B" w:rsidP="0062748B">
      <w:r>
        <w:t xml:space="preserve">7 .1.20      .         .        +INF       EPS       </w:t>
      </w:r>
    </w:p>
    <w:p w:rsidR="0062748B" w:rsidRDefault="0062748B" w:rsidP="0062748B">
      <w:r>
        <w:t xml:space="preserve">7 .1.21      .         .        +INF       EPS       </w:t>
      </w:r>
    </w:p>
    <w:p w:rsidR="0062748B" w:rsidRDefault="0062748B" w:rsidP="0062748B">
      <w:r>
        <w:t xml:space="preserve">7 .1.22      .         .        +INF       EPS       </w:t>
      </w:r>
    </w:p>
    <w:p w:rsidR="0062748B" w:rsidRDefault="0062748B" w:rsidP="0062748B">
      <w:r>
        <w:t xml:space="preserve">7 .1.23      .         .        +INF       EPS       </w:t>
      </w:r>
    </w:p>
    <w:p w:rsidR="0062748B" w:rsidRDefault="0062748B" w:rsidP="0062748B">
      <w:r>
        <w:t xml:space="preserve">7 .1.24      .         .        +INF       EPS       </w:t>
      </w:r>
    </w:p>
    <w:p w:rsidR="0062748B" w:rsidRDefault="0062748B" w:rsidP="0062748B">
      <w:r>
        <w:t xml:space="preserve">7 .1.25      .         .        +INF       EPS       </w:t>
      </w:r>
    </w:p>
    <w:p w:rsidR="0062748B" w:rsidRDefault="0062748B" w:rsidP="0062748B">
      <w:r>
        <w:t xml:space="preserve">7 .1.26      .         .        +INF       EPS       </w:t>
      </w:r>
    </w:p>
    <w:p w:rsidR="0062748B" w:rsidRDefault="0062748B" w:rsidP="0062748B">
      <w:r>
        <w:t xml:space="preserve">7 .1.27      .         .        +INF       EPS       </w:t>
      </w:r>
    </w:p>
    <w:p w:rsidR="0062748B" w:rsidRDefault="0062748B" w:rsidP="0062748B">
      <w:r>
        <w:t xml:space="preserve">7 .1.28      .         .        +INF       EPS       </w:t>
      </w:r>
    </w:p>
    <w:p w:rsidR="0062748B" w:rsidRDefault="0062748B" w:rsidP="0062748B">
      <w:r>
        <w:t xml:space="preserve">7 .1.29      .         .        +INF       EPS       </w:t>
      </w:r>
    </w:p>
    <w:p w:rsidR="0062748B" w:rsidRDefault="0062748B" w:rsidP="0062748B">
      <w:r>
        <w:t xml:space="preserve">8 .1.1       .         .        +INF       EPS       </w:t>
      </w:r>
    </w:p>
    <w:p w:rsidR="0062748B" w:rsidRDefault="0062748B" w:rsidP="0062748B">
      <w:r>
        <w:t xml:space="preserve">8 .1.2       .         .        +INF       EPS       </w:t>
      </w:r>
    </w:p>
    <w:p w:rsidR="0062748B" w:rsidRDefault="0062748B" w:rsidP="0062748B">
      <w:r>
        <w:t xml:space="preserve">8 .1.3       .         .        +INF       EPS       </w:t>
      </w:r>
    </w:p>
    <w:p w:rsidR="0062748B" w:rsidRDefault="0062748B" w:rsidP="0062748B">
      <w:r>
        <w:t xml:space="preserve">8 .1.4       .         .        +INF       EPS       </w:t>
      </w:r>
    </w:p>
    <w:p w:rsidR="0062748B" w:rsidRDefault="0062748B" w:rsidP="0062748B">
      <w:r>
        <w:t xml:space="preserve">8 .1.5       .         .        +INF       EPS       </w:t>
      </w:r>
    </w:p>
    <w:p w:rsidR="0062748B" w:rsidRDefault="0062748B" w:rsidP="0062748B">
      <w:r>
        <w:t xml:space="preserve">8 .1.6       .         .        +INF       EPS       </w:t>
      </w:r>
    </w:p>
    <w:p w:rsidR="0062748B" w:rsidRDefault="0062748B" w:rsidP="0062748B">
      <w:r>
        <w:t xml:space="preserve">8 .1.7       .         .        +INF       EPS       </w:t>
      </w:r>
    </w:p>
    <w:p w:rsidR="0062748B" w:rsidRDefault="0062748B" w:rsidP="0062748B">
      <w:r>
        <w:t xml:space="preserve">8 .1.8       .         .        +INF       EPS       </w:t>
      </w:r>
    </w:p>
    <w:p w:rsidR="0062748B" w:rsidRDefault="0062748B" w:rsidP="0062748B">
      <w:r>
        <w:t xml:space="preserve">8 .1.9       .         .        +INF       EPS       </w:t>
      </w:r>
    </w:p>
    <w:p w:rsidR="0062748B" w:rsidRDefault="0062748B" w:rsidP="0062748B">
      <w:r>
        <w:t xml:space="preserve">8 .1.10      .         .        +INF       EPS       </w:t>
      </w:r>
    </w:p>
    <w:p w:rsidR="0062748B" w:rsidRDefault="0062748B" w:rsidP="0062748B">
      <w:r>
        <w:t xml:space="preserve">8 .1.11      .         .        +INF       EPS       </w:t>
      </w:r>
    </w:p>
    <w:p w:rsidR="0062748B" w:rsidRDefault="0062748B" w:rsidP="0062748B">
      <w:r>
        <w:t xml:space="preserve">8 .1.12      .         .        +INF       EPS       </w:t>
      </w:r>
    </w:p>
    <w:p w:rsidR="0062748B" w:rsidRDefault="0062748B" w:rsidP="0062748B">
      <w:r>
        <w:t xml:space="preserve">8 .1.13      .         .        +INF       EPS       </w:t>
      </w:r>
    </w:p>
    <w:p w:rsidR="0062748B" w:rsidRDefault="0062748B" w:rsidP="0062748B">
      <w:r>
        <w:lastRenderedPageBreak/>
        <w:t xml:space="preserve">8 .1.14      .         .        +INF       EPS       </w:t>
      </w:r>
    </w:p>
    <w:p w:rsidR="0062748B" w:rsidRDefault="0062748B" w:rsidP="0062748B">
      <w:r>
        <w:t xml:space="preserve">8 .1.15      .         .        +INF       EPS       </w:t>
      </w:r>
    </w:p>
    <w:p w:rsidR="0062748B" w:rsidRDefault="0062748B" w:rsidP="0062748B">
      <w:r>
        <w:t xml:space="preserve">8 .1.16      .         .        +INF       EPS       </w:t>
      </w:r>
    </w:p>
    <w:p w:rsidR="0062748B" w:rsidRDefault="0062748B" w:rsidP="0062748B">
      <w:r>
        <w:t xml:space="preserve">8 .1.17      .         .        +INF       EPS       </w:t>
      </w:r>
    </w:p>
    <w:p w:rsidR="0062748B" w:rsidRDefault="0062748B" w:rsidP="0062748B">
      <w:r>
        <w:t xml:space="preserve">8 .1.18      .         .        +INF       EPS       </w:t>
      </w:r>
    </w:p>
    <w:p w:rsidR="0062748B" w:rsidRDefault="0062748B" w:rsidP="0062748B">
      <w:r>
        <w:t xml:space="preserve">8 .1.19      .         .        +INF       EPS       </w:t>
      </w:r>
    </w:p>
    <w:p w:rsidR="0062748B" w:rsidRDefault="0062748B" w:rsidP="0062748B">
      <w:r>
        <w:t xml:space="preserve">8 .1.20      .         .        +INF       EPS       </w:t>
      </w:r>
    </w:p>
    <w:p w:rsidR="0062748B" w:rsidRDefault="0062748B" w:rsidP="0062748B">
      <w:r>
        <w:t xml:space="preserve">8 .1.21      .         .        +INF       EPS       </w:t>
      </w:r>
    </w:p>
    <w:p w:rsidR="0062748B" w:rsidRDefault="0062748B" w:rsidP="0062748B">
      <w:r>
        <w:t xml:space="preserve">8 .1.22      .         .        +INF       EPS       </w:t>
      </w:r>
    </w:p>
    <w:p w:rsidR="0062748B" w:rsidRDefault="0062748B" w:rsidP="0062748B">
      <w:r>
        <w:t xml:space="preserve">8 .1.23      .         .        +INF       EPS       </w:t>
      </w:r>
    </w:p>
    <w:p w:rsidR="0062748B" w:rsidRDefault="0062748B" w:rsidP="0062748B">
      <w:r>
        <w:t xml:space="preserve">8 .1.24      .         .        +INF       EPS       </w:t>
      </w:r>
    </w:p>
    <w:p w:rsidR="0062748B" w:rsidRDefault="0062748B" w:rsidP="0062748B">
      <w:r>
        <w:t xml:space="preserve">8 .1.25      .         .        +INF       EPS       </w:t>
      </w:r>
    </w:p>
    <w:p w:rsidR="0062748B" w:rsidRDefault="0062748B" w:rsidP="0062748B">
      <w:r>
        <w:t xml:space="preserve">8 .1.26      .         .        +INF       EPS       </w:t>
      </w:r>
    </w:p>
    <w:p w:rsidR="0062748B" w:rsidRDefault="0062748B" w:rsidP="0062748B">
      <w:r>
        <w:t xml:space="preserve">8 .1.27      .         .        +INF       EPS       </w:t>
      </w:r>
    </w:p>
    <w:p w:rsidR="0062748B" w:rsidRDefault="0062748B" w:rsidP="0062748B">
      <w:r>
        <w:t xml:space="preserve">8 .1.28      .         .        +INF       EPS       </w:t>
      </w:r>
    </w:p>
    <w:p w:rsidR="0062748B" w:rsidRDefault="0062748B" w:rsidP="0062748B">
      <w:r>
        <w:t xml:space="preserve">8 .1.29      .         .        +INF       EPS       </w:t>
      </w:r>
    </w:p>
    <w:p w:rsidR="0062748B" w:rsidRDefault="0062748B" w:rsidP="0062748B">
      <w:r>
        <w:t xml:space="preserve">9 .1.1       .         .        +INF       EPS       </w:t>
      </w:r>
    </w:p>
    <w:p w:rsidR="0062748B" w:rsidRDefault="0062748B" w:rsidP="0062748B">
      <w:r>
        <w:t xml:space="preserve">9 .1.2       .         .        +INF       EPS       </w:t>
      </w:r>
    </w:p>
    <w:p w:rsidR="0062748B" w:rsidRDefault="0062748B" w:rsidP="0062748B">
      <w:r>
        <w:t xml:space="preserve">9 .1.3       .         .        +INF       EPS       </w:t>
      </w:r>
    </w:p>
    <w:p w:rsidR="0062748B" w:rsidRDefault="0062748B" w:rsidP="0062748B">
      <w:r>
        <w:t xml:space="preserve">9 .1.4       .         .        +INF       EPS       </w:t>
      </w:r>
    </w:p>
    <w:p w:rsidR="0062748B" w:rsidRDefault="0062748B" w:rsidP="0062748B">
      <w:r>
        <w:t xml:space="preserve">9 .1.5       .         .        +INF       EPS       </w:t>
      </w:r>
    </w:p>
    <w:p w:rsidR="0062748B" w:rsidRDefault="0062748B" w:rsidP="0062748B">
      <w:r>
        <w:t xml:space="preserve">9 .1.6       .         .        +INF       EPS       </w:t>
      </w:r>
    </w:p>
    <w:p w:rsidR="0062748B" w:rsidRDefault="0062748B" w:rsidP="0062748B">
      <w:r>
        <w:t xml:space="preserve">9 .1.7       .         .        +INF       EPS       </w:t>
      </w:r>
    </w:p>
    <w:p w:rsidR="0062748B" w:rsidRDefault="0062748B" w:rsidP="0062748B">
      <w:r>
        <w:t xml:space="preserve">9 .1.8       .         .        +INF       EPS       </w:t>
      </w:r>
    </w:p>
    <w:p w:rsidR="0062748B" w:rsidRDefault="0062748B" w:rsidP="0062748B">
      <w:r>
        <w:t xml:space="preserve">9 .1.9       .         .        +INF       EPS       </w:t>
      </w:r>
    </w:p>
    <w:p w:rsidR="0062748B" w:rsidRDefault="0062748B" w:rsidP="0062748B">
      <w:r>
        <w:lastRenderedPageBreak/>
        <w:t xml:space="preserve">9 .1.10      .         .        +INF       EPS       </w:t>
      </w:r>
    </w:p>
    <w:p w:rsidR="0062748B" w:rsidRDefault="0062748B" w:rsidP="0062748B">
      <w:r>
        <w:t xml:space="preserve">9 .1.11      .         .        +INF       EPS       </w:t>
      </w:r>
    </w:p>
    <w:p w:rsidR="0062748B" w:rsidRDefault="0062748B" w:rsidP="0062748B">
      <w:r>
        <w:t xml:space="preserve">9 .1.12      .         .        +INF       EPS       </w:t>
      </w:r>
    </w:p>
    <w:p w:rsidR="0062748B" w:rsidRDefault="0062748B" w:rsidP="0062748B">
      <w:r>
        <w:t xml:space="preserve">9 .1.13      .         .        +INF       EPS       </w:t>
      </w:r>
    </w:p>
    <w:p w:rsidR="0062748B" w:rsidRDefault="0062748B" w:rsidP="0062748B">
      <w:r>
        <w:t xml:space="preserve">9 .1.14      .         .        +INF       EPS       </w:t>
      </w:r>
    </w:p>
    <w:p w:rsidR="0062748B" w:rsidRDefault="0062748B" w:rsidP="0062748B">
      <w:r>
        <w:t xml:space="preserve">9 .1.15      .         .        +INF       EPS       </w:t>
      </w:r>
    </w:p>
    <w:p w:rsidR="0062748B" w:rsidRDefault="0062748B" w:rsidP="0062748B">
      <w:r>
        <w:t xml:space="preserve">9 .1.16      .         .        +INF       EPS       </w:t>
      </w:r>
    </w:p>
    <w:p w:rsidR="0062748B" w:rsidRDefault="0062748B" w:rsidP="0062748B">
      <w:r>
        <w:t xml:space="preserve">9 .1.17      .         .        +INF       EPS       </w:t>
      </w:r>
    </w:p>
    <w:p w:rsidR="0062748B" w:rsidRDefault="0062748B" w:rsidP="0062748B">
      <w:r>
        <w:t xml:space="preserve">9 .1.18      .         .        +INF       EPS       </w:t>
      </w:r>
    </w:p>
    <w:p w:rsidR="0062748B" w:rsidRDefault="0062748B" w:rsidP="0062748B">
      <w:r>
        <w:t xml:space="preserve">9 .1.19      .         .        +INF       EPS       </w:t>
      </w:r>
    </w:p>
    <w:p w:rsidR="0062748B" w:rsidRDefault="0062748B" w:rsidP="0062748B">
      <w:r>
        <w:t xml:space="preserve">9 .1.20      .         .        +INF       EPS       </w:t>
      </w:r>
    </w:p>
    <w:p w:rsidR="0062748B" w:rsidRDefault="0062748B" w:rsidP="0062748B">
      <w:r>
        <w:t xml:space="preserve">9 .1.21      .         .        +INF       EPS       </w:t>
      </w:r>
    </w:p>
    <w:p w:rsidR="0062748B" w:rsidRDefault="0062748B" w:rsidP="0062748B">
      <w:r>
        <w:t xml:space="preserve">9 .1.22      .         .        +INF       EPS       </w:t>
      </w:r>
    </w:p>
    <w:p w:rsidR="0062748B" w:rsidRDefault="0062748B" w:rsidP="0062748B">
      <w:r>
        <w:t xml:space="preserve">9 .1.23      .         .        +INF       EPS       </w:t>
      </w:r>
    </w:p>
    <w:p w:rsidR="0062748B" w:rsidRDefault="0062748B" w:rsidP="0062748B">
      <w:r>
        <w:t xml:space="preserve">9 .1.24      .         .        +INF       EPS       </w:t>
      </w:r>
    </w:p>
    <w:p w:rsidR="0062748B" w:rsidRDefault="0062748B" w:rsidP="0062748B">
      <w:r>
        <w:t xml:space="preserve">9 .1.25      .         .        +INF       EPS       </w:t>
      </w:r>
    </w:p>
    <w:p w:rsidR="0062748B" w:rsidRDefault="0062748B" w:rsidP="0062748B">
      <w:r>
        <w:t xml:space="preserve">9 .1.26      .         .        +INF       EPS       </w:t>
      </w:r>
    </w:p>
    <w:p w:rsidR="0062748B" w:rsidRDefault="0062748B" w:rsidP="0062748B">
      <w:r>
        <w:t xml:space="preserve">9 .1.27      .         .        +INF       EPS       </w:t>
      </w:r>
    </w:p>
    <w:p w:rsidR="0062748B" w:rsidRDefault="0062748B" w:rsidP="0062748B">
      <w:r>
        <w:t xml:space="preserve">9 .1.28      .         .        +INF       EPS       </w:t>
      </w:r>
    </w:p>
    <w:p w:rsidR="0062748B" w:rsidRDefault="0062748B" w:rsidP="0062748B">
      <w:r>
        <w:t xml:space="preserve">9 .1.29      .         .        +INF       EPS       </w:t>
      </w:r>
    </w:p>
    <w:p w:rsidR="0062748B" w:rsidRDefault="0062748B" w:rsidP="0062748B">
      <w:r>
        <w:t xml:space="preserve">10.1.1       .         .        +INF       EPS       </w:t>
      </w:r>
    </w:p>
    <w:p w:rsidR="0062748B" w:rsidRDefault="0062748B" w:rsidP="0062748B">
      <w:r>
        <w:t xml:space="preserve">10.1.2       .         .        +INF       EPS       </w:t>
      </w:r>
    </w:p>
    <w:p w:rsidR="0062748B" w:rsidRDefault="0062748B" w:rsidP="0062748B">
      <w:r>
        <w:t xml:space="preserve">10.1.3       .         .        +INF       EPS       </w:t>
      </w:r>
    </w:p>
    <w:p w:rsidR="0062748B" w:rsidRDefault="0062748B" w:rsidP="0062748B">
      <w:r>
        <w:t xml:space="preserve">10.1.4       .         .        +INF       EPS       </w:t>
      </w:r>
    </w:p>
    <w:p w:rsidR="0062748B" w:rsidRDefault="0062748B" w:rsidP="0062748B">
      <w:r>
        <w:t xml:space="preserve">10.1.5       .         .        +INF       EPS       </w:t>
      </w:r>
    </w:p>
    <w:p w:rsidR="0062748B" w:rsidRDefault="0062748B" w:rsidP="0062748B">
      <w:r>
        <w:lastRenderedPageBreak/>
        <w:t xml:space="preserve">10.1.6       .         .        +INF       EPS       </w:t>
      </w:r>
    </w:p>
    <w:p w:rsidR="0062748B" w:rsidRDefault="0062748B" w:rsidP="0062748B">
      <w:r>
        <w:t xml:space="preserve">10.1.7       .         .        +INF       EPS       </w:t>
      </w:r>
    </w:p>
    <w:p w:rsidR="0062748B" w:rsidRDefault="0062748B" w:rsidP="0062748B">
      <w:r>
        <w:t xml:space="preserve">10.1.8       .         .        +INF       EPS       </w:t>
      </w:r>
    </w:p>
    <w:p w:rsidR="0062748B" w:rsidRDefault="0062748B" w:rsidP="0062748B">
      <w:r>
        <w:t xml:space="preserve">10.1.9       .         .        +INF       EPS       </w:t>
      </w:r>
    </w:p>
    <w:p w:rsidR="0062748B" w:rsidRDefault="0062748B" w:rsidP="0062748B">
      <w:r>
        <w:t xml:space="preserve">10.1.10      .         .        +INF       EPS       </w:t>
      </w:r>
    </w:p>
    <w:p w:rsidR="0062748B" w:rsidRDefault="0062748B" w:rsidP="0062748B">
      <w:r>
        <w:t xml:space="preserve">10.1.11      .         .        +INF       EPS       </w:t>
      </w:r>
    </w:p>
    <w:p w:rsidR="0062748B" w:rsidRDefault="0062748B" w:rsidP="0062748B">
      <w:r>
        <w:t xml:space="preserve">10.1.12      .         .        +INF       EPS       </w:t>
      </w:r>
    </w:p>
    <w:p w:rsidR="0062748B" w:rsidRDefault="0062748B" w:rsidP="0062748B">
      <w:r>
        <w:t xml:space="preserve">10.1.13      .         .        +INF       EPS       </w:t>
      </w:r>
    </w:p>
    <w:p w:rsidR="0062748B" w:rsidRDefault="0062748B" w:rsidP="0062748B">
      <w:r>
        <w:t xml:space="preserve">10.1.14      .         .        +INF       EPS       </w:t>
      </w:r>
    </w:p>
    <w:p w:rsidR="0062748B" w:rsidRDefault="0062748B" w:rsidP="0062748B">
      <w:r>
        <w:t xml:space="preserve">10.1.15      .         .        +INF       EPS       </w:t>
      </w:r>
    </w:p>
    <w:p w:rsidR="0062748B" w:rsidRDefault="0062748B" w:rsidP="0062748B">
      <w:r>
        <w:t xml:space="preserve">10.1.16      .         .        +INF       EPS       </w:t>
      </w:r>
    </w:p>
    <w:p w:rsidR="0062748B" w:rsidRDefault="0062748B" w:rsidP="0062748B">
      <w:r>
        <w:t xml:space="preserve">10.1.17      .         .        +INF       EPS       </w:t>
      </w:r>
    </w:p>
    <w:p w:rsidR="0062748B" w:rsidRDefault="0062748B" w:rsidP="0062748B">
      <w:r>
        <w:t xml:space="preserve">10.1.18      .         .        +INF       EPS       </w:t>
      </w:r>
    </w:p>
    <w:p w:rsidR="0062748B" w:rsidRDefault="0062748B" w:rsidP="0062748B">
      <w:r>
        <w:t xml:space="preserve">10.1.19      .         .        +INF       EPS       </w:t>
      </w:r>
    </w:p>
    <w:p w:rsidR="0062748B" w:rsidRDefault="0062748B" w:rsidP="0062748B">
      <w:r>
        <w:t xml:space="preserve">10.1.20      .         .        +INF       EPS       </w:t>
      </w:r>
    </w:p>
    <w:p w:rsidR="0062748B" w:rsidRDefault="0062748B" w:rsidP="0062748B">
      <w:r>
        <w:t xml:space="preserve">10.1.21      .         .        +INF       EPS       </w:t>
      </w:r>
    </w:p>
    <w:p w:rsidR="0062748B" w:rsidRDefault="0062748B" w:rsidP="0062748B">
      <w:r>
        <w:t xml:space="preserve">10.1.22      .         .        +INF       EPS       </w:t>
      </w:r>
    </w:p>
    <w:p w:rsidR="0062748B" w:rsidRDefault="0062748B" w:rsidP="0062748B">
      <w:r>
        <w:t xml:space="preserve">10.1.23      .         .        +INF       EPS       </w:t>
      </w:r>
    </w:p>
    <w:p w:rsidR="0062748B" w:rsidRDefault="0062748B" w:rsidP="0062748B">
      <w:r>
        <w:t xml:space="preserve">10.1.24      .         .        +INF       EPS       </w:t>
      </w:r>
    </w:p>
    <w:p w:rsidR="0062748B" w:rsidRDefault="0062748B" w:rsidP="0062748B">
      <w:r>
        <w:t xml:space="preserve">10.1.25      .         .        +INF       EPS       </w:t>
      </w:r>
    </w:p>
    <w:p w:rsidR="0062748B" w:rsidRDefault="0062748B" w:rsidP="0062748B">
      <w:r>
        <w:t xml:space="preserve">10.1.26      .         .        +INF       EPS       </w:t>
      </w:r>
    </w:p>
    <w:p w:rsidR="0062748B" w:rsidRDefault="0062748B" w:rsidP="0062748B">
      <w:r>
        <w:t xml:space="preserve">10.1.27      .         .        +INF       EPS       </w:t>
      </w:r>
    </w:p>
    <w:p w:rsidR="0062748B" w:rsidRDefault="0062748B" w:rsidP="0062748B">
      <w:r>
        <w:t xml:space="preserve">10.1.28      .         .        +INF       EPS       </w:t>
      </w:r>
    </w:p>
    <w:p w:rsidR="0062748B" w:rsidRDefault="0062748B" w:rsidP="0062748B">
      <w:r>
        <w:t xml:space="preserve">10.1.29      .         .        +INF       EPS       </w:t>
      </w:r>
    </w:p>
    <w:p w:rsidR="0062748B" w:rsidRDefault="0062748B" w:rsidP="0062748B">
      <w:r>
        <w:t xml:space="preserve">11.1.1       .         .        +INF       EPS       </w:t>
      </w:r>
    </w:p>
    <w:p w:rsidR="0062748B" w:rsidRDefault="0062748B" w:rsidP="0062748B">
      <w:r>
        <w:lastRenderedPageBreak/>
        <w:t xml:space="preserve">11.1.2       .         .        +INF       EPS       </w:t>
      </w:r>
    </w:p>
    <w:p w:rsidR="0062748B" w:rsidRDefault="0062748B" w:rsidP="0062748B">
      <w:r>
        <w:t xml:space="preserve">11.1.3       .         .        +INF       EPS       </w:t>
      </w:r>
    </w:p>
    <w:p w:rsidR="0062748B" w:rsidRDefault="0062748B" w:rsidP="0062748B">
      <w:r>
        <w:t xml:space="preserve">11.1.4       .         .        +INF       EPS       </w:t>
      </w:r>
    </w:p>
    <w:p w:rsidR="0062748B" w:rsidRDefault="0062748B" w:rsidP="0062748B">
      <w:r>
        <w:t xml:space="preserve">11.1.5       .         .        +INF       EPS       </w:t>
      </w:r>
    </w:p>
    <w:p w:rsidR="0062748B" w:rsidRDefault="0062748B" w:rsidP="0062748B">
      <w:r>
        <w:t xml:space="preserve">11.1.6       .         .        +INF       EPS       </w:t>
      </w:r>
    </w:p>
    <w:p w:rsidR="0062748B" w:rsidRDefault="0062748B" w:rsidP="0062748B">
      <w:r>
        <w:t xml:space="preserve">11.1.7       .         .        +INF       EPS       </w:t>
      </w:r>
    </w:p>
    <w:p w:rsidR="0062748B" w:rsidRDefault="0062748B" w:rsidP="0062748B">
      <w:r>
        <w:t xml:space="preserve">11.1.8       .         .        +INF       EPS       </w:t>
      </w:r>
    </w:p>
    <w:p w:rsidR="0062748B" w:rsidRDefault="0062748B" w:rsidP="0062748B">
      <w:r>
        <w:t xml:space="preserve">11.1.9       .         .        +INF       EPS       </w:t>
      </w:r>
    </w:p>
    <w:p w:rsidR="0062748B" w:rsidRDefault="0062748B" w:rsidP="0062748B">
      <w:r>
        <w:t xml:space="preserve">11.1.10      .         .        +INF       EPS       </w:t>
      </w:r>
    </w:p>
    <w:p w:rsidR="0062748B" w:rsidRDefault="0062748B" w:rsidP="0062748B">
      <w:r>
        <w:t xml:space="preserve">11.1.11      .         .        +INF       EPS       </w:t>
      </w:r>
    </w:p>
    <w:p w:rsidR="0062748B" w:rsidRDefault="0062748B" w:rsidP="0062748B">
      <w:r>
        <w:t xml:space="preserve">11.1.12      .         .        +INF       EPS       </w:t>
      </w:r>
    </w:p>
    <w:p w:rsidR="0062748B" w:rsidRDefault="0062748B" w:rsidP="0062748B">
      <w:r>
        <w:t xml:space="preserve">11.1.13      .         .        +INF       EPS       </w:t>
      </w:r>
    </w:p>
    <w:p w:rsidR="0062748B" w:rsidRDefault="0062748B" w:rsidP="0062748B">
      <w:r>
        <w:t xml:space="preserve">11.1.14      .         .        +INF       EPS       </w:t>
      </w:r>
    </w:p>
    <w:p w:rsidR="0062748B" w:rsidRDefault="0062748B" w:rsidP="0062748B">
      <w:r>
        <w:t xml:space="preserve">11.1.15      .         .        +INF       EPS       </w:t>
      </w:r>
    </w:p>
    <w:p w:rsidR="0062748B" w:rsidRDefault="0062748B" w:rsidP="0062748B">
      <w:r>
        <w:t xml:space="preserve">11.1.16      .         .        +INF       EPS       </w:t>
      </w:r>
    </w:p>
    <w:p w:rsidR="0062748B" w:rsidRDefault="0062748B" w:rsidP="0062748B">
      <w:r>
        <w:t xml:space="preserve">11.1.17      .         .        +INF       EPS       </w:t>
      </w:r>
    </w:p>
    <w:p w:rsidR="0062748B" w:rsidRDefault="0062748B" w:rsidP="0062748B">
      <w:r>
        <w:t xml:space="preserve">11.1.18      .         .        +INF       EPS       </w:t>
      </w:r>
    </w:p>
    <w:p w:rsidR="0062748B" w:rsidRDefault="0062748B" w:rsidP="0062748B">
      <w:r>
        <w:t xml:space="preserve">11.1.19      .         .        +INF       EPS       </w:t>
      </w:r>
    </w:p>
    <w:p w:rsidR="0062748B" w:rsidRDefault="0062748B" w:rsidP="0062748B">
      <w:r>
        <w:t xml:space="preserve">11.1.20      .         .        +INF       EPS       </w:t>
      </w:r>
    </w:p>
    <w:p w:rsidR="0062748B" w:rsidRDefault="0062748B" w:rsidP="0062748B">
      <w:r>
        <w:t xml:space="preserve">11.1.21      .         .        +INF       EPS       </w:t>
      </w:r>
    </w:p>
    <w:p w:rsidR="0062748B" w:rsidRDefault="0062748B" w:rsidP="0062748B">
      <w:r>
        <w:t xml:space="preserve">11.1.22      .         .        +INF       EPS       </w:t>
      </w:r>
    </w:p>
    <w:p w:rsidR="0062748B" w:rsidRDefault="0062748B" w:rsidP="0062748B">
      <w:r>
        <w:t xml:space="preserve">11.1.23      .         .        +INF       EPS       </w:t>
      </w:r>
    </w:p>
    <w:p w:rsidR="0062748B" w:rsidRDefault="0062748B" w:rsidP="0062748B">
      <w:r>
        <w:t xml:space="preserve">11.1.24      .         .        +INF       EPS       </w:t>
      </w:r>
    </w:p>
    <w:p w:rsidR="0062748B" w:rsidRDefault="0062748B" w:rsidP="0062748B">
      <w:r>
        <w:t xml:space="preserve">11.1.25      .         .        +INF       EPS       </w:t>
      </w:r>
    </w:p>
    <w:p w:rsidR="0062748B" w:rsidRDefault="0062748B" w:rsidP="0062748B">
      <w:r>
        <w:t xml:space="preserve">11.1.26      .         .        +INF       EPS       </w:t>
      </w:r>
    </w:p>
    <w:p w:rsidR="0062748B" w:rsidRDefault="0062748B" w:rsidP="0062748B">
      <w:r>
        <w:lastRenderedPageBreak/>
        <w:t xml:space="preserve">11.1.27      .         .        +INF       EPS       </w:t>
      </w:r>
    </w:p>
    <w:p w:rsidR="0062748B" w:rsidRDefault="0062748B" w:rsidP="0062748B">
      <w:r>
        <w:t xml:space="preserve">11.1.28      .         .        +INF       EPS       </w:t>
      </w:r>
    </w:p>
    <w:p w:rsidR="0062748B" w:rsidRDefault="0062748B" w:rsidP="0062748B">
      <w:r>
        <w:t xml:space="preserve">11.1.29      .         .        +INF       EPS       </w:t>
      </w:r>
    </w:p>
    <w:p w:rsidR="0062748B" w:rsidRDefault="0062748B" w:rsidP="0062748B">
      <w:r>
        <w:t xml:space="preserve">12.1.1       .         .        +INF       EPS       </w:t>
      </w:r>
    </w:p>
    <w:p w:rsidR="0062748B" w:rsidRDefault="0062748B" w:rsidP="0062748B">
      <w:r>
        <w:t xml:space="preserve">12.1.2       .         .        +INF       EPS       </w:t>
      </w:r>
    </w:p>
    <w:p w:rsidR="0062748B" w:rsidRDefault="0062748B" w:rsidP="0062748B">
      <w:r>
        <w:t xml:space="preserve">12.1.3       .         .        +INF       EPS       </w:t>
      </w:r>
    </w:p>
    <w:p w:rsidR="0062748B" w:rsidRDefault="0062748B" w:rsidP="0062748B">
      <w:r>
        <w:t xml:space="preserve">12.1.4       .         .        +INF       EPS       </w:t>
      </w:r>
    </w:p>
    <w:p w:rsidR="0062748B" w:rsidRDefault="0062748B" w:rsidP="0062748B">
      <w:r>
        <w:t xml:space="preserve">12.1.5       .         .        +INF       EPS       </w:t>
      </w:r>
    </w:p>
    <w:p w:rsidR="0062748B" w:rsidRDefault="0062748B" w:rsidP="0062748B">
      <w:r>
        <w:t xml:space="preserve">12.1.6       .         .        +INF       EPS       </w:t>
      </w:r>
    </w:p>
    <w:p w:rsidR="0062748B" w:rsidRDefault="0062748B" w:rsidP="0062748B">
      <w:r>
        <w:t xml:space="preserve">12.1.7       .         .        +INF       EPS       </w:t>
      </w:r>
    </w:p>
    <w:p w:rsidR="0062748B" w:rsidRDefault="0062748B" w:rsidP="0062748B">
      <w:r>
        <w:t xml:space="preserve">12.1.8       .         .        +INF       EPS       </w:t>
      </w:r>
    </w:p>
    <w:p w:rsidR="0062748B" w:rsidRDefault="0062748B" w:rsidP="0062748B">
      <w:r>
        <w:t xml:space="preserve">12.1.9       .         .        +INF       EPS       </w:t>
      </w:r>
    </w:p>
    <w:p w:rsidR="0062748B" w:rsidRDefault="0062748B" w:rsidP="0062748B">
      <w:r>
        <w:t xml:space="preserve">12.1.10      .         .        +INF       EPS       </w:t>
      </w:r>
    </w:p>
    <w:p w:rsidR="0062748B" w:rsidRDefault="0062748B" w:rsidP="0062748B">
      <w:r>
        <w:t xml:space="preserve">12.1.11      .         .        +INF       EPS       </w:t>
      </w:r>
    </w:p>
    <w:p w:rsidR="0062748B" w:rsidRDefault="0062748B" w:rsidP="0062748B">
      <w:r>
        <w:t xml:space="preserve">12.1.12      .         .        +INF       EPS       </w:t>
      </w:r>
    </w:p>
    <w:p w:rsidR="0062748B" w:rsidRDefault="0062748B" w:rsidP="0062748B">
      <w:r>
        <w:t xml:space="preserve">12.1.13      .         .        +INF       EPS       </w:t>
      </w:r>
    </w:p>
    <w:p w:rsidR="0062748B" w:rsidRDefault="0062748B" w:rsidP="0062748B">
      <w:r>
        <w:t xml:space="preserve">12.1.14      .         .        +INF       EPS       </w:t>
      </w:r>
    </w:p>
    <w:p w:rsidR="0062748B" w:rsidRDefault="0062748B" w:rsidP="0062748B">
      <w:r>
        <w:t xml:space="preserve">12.1.15      .         .        +INF       EPS       </w:t>
      </w:r>
    </w:p>
    <w:p w:rsidR="0062748B" w:rsidRDefault="0062748B" w:rsidP="0062748B">
      <w:r>
        <w:t xml:space="preserve">12.1.16      .         .        +INF       EPS       </w:t>
      </w:r>
    </w:p>
    <w:p w:rsidR="0062748B" w:rsidRDefault="0062748B" w:rsidP="0062748B">
      <w:r>
        <w:t xml:space="preserve">12.1.17      .         .        +INF       EPS       </w:t>
      </w:r>
    </w:p>
    <w:p w:rsidR="0062748B" w:rsidRDefault="0062748B" w:rsidP="0062748B">
      <w:r>
        <w:t xml:space="preserve">12.1.18      .         .        +INF       EPS       </w:t>
      </w:r>
    </w:p>
    <w:p w:rsidR="0062748B" w:rsidRDefault="0062748B" w:rsidP="0062748B">
      <w:r>
        <w:t xml:space="preserve">12.1.19      .         .        +INF       EPS       </w:t>
      </w:r>
    </w:p>
    <w:p w:rsidR="0062748B" w:rsidRDefault="0062748B" w:rsidP="0062748B">
      <w:r>
        <w:t xml:space="preserve">12.1.20      .         .        +INF       EPS       </w:t>
      </w:r>
    </w:p>
    <w:p w:rsidR="0062748B" w:rsidRDefault="0062748B" w:rsidP="0062748B">
      <w:r>
        <w:t xml:space="preserve">12.1.21      .         .        +INF       EPS       </w:t>
      </w:r>
    </w:p>
    <w:p w:rsidR="0062748B" w:rsidRDefault="0062748B" w:rsidP="0062748B">
      <w:r>
        <w:t xml:space="preserve">12.1.22      .         .        +INF       EPS       </w:t>
      </w:r>
    </w:p>
    <w:p w:rsidR="0062748B" w:rsidRDefault="0062748B" w:rsidP="0062748B">
      <w:r>
        <w:lastRenderedPageBreak/>
        <w:t xml:space="preserve">12.1.23      .         .        +INF       EPS       </w:t>
      </w:r>
    </w:p>
    <w:p w:rsidR="0062748B" w:rsidRDefault="0062748B" w:rsidP="0062748B">
      <w:r>
        <w:t xml:space="preserve">12.1.24      .         .        +INF       EPS       </w:t>
      </w:r>
    </w:p>
    <w:p w:rsidR="0062748B" w:rsidRDefault="0062748B" w:rsidP="0062748B">
      <w:r>
        <w:t xml:space="preserve">12.1.25      .         .        +INF       EPS       </w:t>
      </w:r>
    </w:p>
    <w:p w:rsidR="0062748B" w:rsidRDefault="0062748B" w:rsidP="0062748B">
      <w:r>
        <w:t xml:space="preserve">12.1.26      .         .        +INF       EPS       </w:t>
      </w:r>
    </w:p>
    <w:p w:rsidR="0062748B" w:rsidRDefault="0062748B" w:rsidP="0062748B">
      <w:r>
        <w:t xml:space="preserve">12.1.27      .         .        +INF       EPS       </w:t>
      </w:r>
    </w:p>
    <w:p w:rsidR="0062748B" w:rsidRDefault="0062748B" w:rsidP="0062748B">
      <w:r>
        <w:t xml:space="preserve">12.1.28      .         .        +INF       EPS       </w:t>
      </w:r>
    </w:p>
    <w:p w:rsidR="0062748B" w:rsidRDefault="0062748B" w:rsidP="0062748B">
      <w:r>
        <w:t xml:space="preserve">12.1.29      .         .        +INF       EPS       </w:t>
      </w:r>
    </w:p>
    <w:p w:rsidR="0062748B" w:rsidRDefault="0062748B" w:rsidP="0062748B">
      <w:r>
        <w:t xml:space="preserve">13.1.1       .         .        +INF       EPS       </w:t>
      </w:r>
    </w:p>
    <w:p w:rsidR="0062748B" w:rsidRDefault="0062748B" w:rsidP="0062748B">
      <w:r>
        <w:t xml:space="preserve">13.1.2       .         .        +INF       EPS       </w:t>
      </w:r>
    </w:p>
    <w:p w:rsidR="0062748B" w:rsidRDefault="0062748B" w:rsidP="0062748B">
      <w:r>
        <w:t xml:space="preserve">13.1.3       .         .        +INF       EPS       </w:t>
      </w:r>
    </w:p>
    <w:p w:rsidR="0062748B" w:rsidRDefault="0062748B" w:rsidP="0062748B">
      <w:r>
        <w:t xml:space="preserve">13.1.4       .         .        +INF       EPS       </w:t>
      </w:r>
    </w:p>
    <w:p w:rsidR="0062748B" w:rsidRDefault="0062748B" w:rsidP="0062748B">
      <w:r>
        <w:t xml:space="preserve">13.1.5       .         .        +INF       EPS       </w:t>
      </w:r>
    </w:p>
    <w:p w:rsidR="0062748B" w:rsidRDefault="0062748B" w:rsidP="0062748B">
      <w:r>
        <w:t xml:space="preserve">13.1.6       .         .        +INF       EPS       </w:t>
      </w:r>
    </w:p>
    <w:p w:rsidR="0062748B" w:rsidRDefault="0062748B" w:rsidP="0062748B">
      <w:r>
        <w:t xml:space="preserve">13.1.7       .         .        +INF       EPS       </w:t>
      </w:r>
    </w:p>
    <w:p w:rsidR="0062748B" w:rsidRDefault="0062748B" w:rsidP="0062748B">
      <w:r>
        <w:t xml:space="preserve">13.1.8       .         .        +INF       EPS       </w:t>
      </w:r>
    </w:p>
    <w:p w:rsidR="0062748B" w:rsidRDefault="0062748B" w:rsidP="0062748B">
      <w:r>
        <w:t xml:space="preserve">13.1.9       .         .        +INF       EPS       </w:t>
      </w:r>
    </w:p>
    <w:p w:rsidR="0062748B" w:rsidRDefault="0062748B" w:rsidP="0062748B">
      <w:r>
        <w:t xml:space="preserve">13.1.10      .         .        +INF       EPS       </w:t>
      </w:r>
    </w:p>
    <w:p w:rsidR="0062748B" w:rsidRDefault="0062748B" w:rsidP="0062748B">
      <w:r>
        <w:t xml:space="preserve">13.1.11      .         .        +INF       EPS       </w:t>
      </w:r>
    </w:p>
    <w:p w:rsidR="0062748B" w:rsidRDefault="0062748B" w:rsidP="0062748B">
      <w:r>
        <w:t xml:space="preserve">13.1.12      .         .        +INF       EPS       </w:t>
      </w:r>
    </w:p>
    <w:p w:rsidR="0062748B" w:rsidRDefault="0062748B" w:rsidP="0062748B">
      <w:r>
        <w:t xml:space="preserve">13.1.13      .         .        +INF       EPS       </w:t>
      </w:r>
    </w:p>
    <w:p w:rsidR="0062748B" w:rsidRDefault="0062748B" w:rsidP="0062748B">
      <w:r>
        <w:t xml:space="preserve">13.1.14      .         .        +INF       EPS       </w:t>
      </w:r>
    </w:p>
    <w:p w:rsidR="0062748B" w:rsidRDefault="0062748B" w:rsidP="0062748B">
      <w:r>
        <w:t xml:space="preserve">13.1.15      .         .        +INF       EPS       </w:t>
      </w:r>
    </w:p>
    <w:p w:rsidR="0062748B" w:rsidRDefault="0062748B" w:rsidP="0062748B">
      <w:r>
        <w:t xml:space="preserve">13.1.16      .         .        +INF       EPS       </w:t>
      </w:r>
    </w:p>
    <w:p w:rsidR="0062748B" w:rsidRDefault="0062748B" w:rsidP="0062748B">
      <w:r>
        <w:t xml:space="preserve">13.1.17      .         .        +INF       EPS       </w:t>
      </w:r>
    </w:p>
    <w:p w:rsidR="0062748B" w:rsidRDefault="0062748B" w:rsidP="0062748B">
      <w:r>
        <w:t xml:space="preserve">13.1.18      .         .        +INF       EPS       </w:t>
      </w:r>
    </w:p>
    <w:p w:rsidR="0062748B" w:rsidRDefault="0062748B" w:rsidP="0062748B">
      <w:r>
        <w:lastRenderedPageBreak/>
        <w:t xml:space="preserve">13.1.19      .         .        +INF       EPS       </w:t>
      </w:r>
    </w:p>
    <w:p w:rsidR="0062748B" w:rsidRDefault="0062748B" w:rsidP="0062748B">
      <w:r>
        <w:t xml:space="preserve">13.1.20      .         .        +INF       EPS       </w:t>
      </w:r>
    </w:p>
    <w:p w:rsidR="0062748B" w:rsidRDefault="0062748B" w:rsidP="0062748B">
      <w:r>
        <w:t xml:space="preserve">13.1.21      .         .        +INF       EPS       </w:t>
      </w:r>
    </w:p>
    <w:p w:rsidR="0062748B" w:rsidRDefault="0062748B" w:rsidP="0062748B">
      <w:r>
        <w:t xml:space="preserve">13.1.22      .         .        +INF       EPS       </w:t>
      </w:r>
    </w:p>
    <w:p w:rsidR="0062748B" w:rsidRDefault="0062748B" w:rsidP="0062748B">
      <w:r>
        <w:t xml:space="preserve">13.1.23      .         .        +INF       EPS       </w:t>
      </w:r>
    </w:p>
    <w:p w:rsidR="0062748B" w:rsidRDefault="0062748B" w:rsidP="0062748B">
      <w:r>
        <w:t xml:space="preserve">13.1.24      .         .        +INF       EPS       </w:t>
      </w:r>
    </w:p>
    <w:p w:rsidR="0062748B" w:rsidRDefault="0062748B" w:rsidP="0062748B">
      <w:r>
        <w:t xml:space="preserve">13.1.25      .         .        +INF       EPS       </w:t>
      </w:r>
    </w:p>
    <w:p w:rsidR="0062748B" w:rsidRDefault="0062748B" w:rsidP="0062748B">
      <w:r>
        <w:t xml:space="preserve">13.1.26      .         .        +INF       EPS       </w:t>
      </w:r>
    </w:p>
    <w:p w:rsidR="0062748B" w:rsidRDefault="0062748B" w:rsidP="0062748B">
      <w:r>
        <w:t xml:space="preserve">13.1.27      .         .        +INF       EPS       </w:t>
      </w:r>
    </w:p>
    <w:p w:rsidR="0062748B" w:rsidRDefault="0062748B" w:rsidP="0062748B">
      <w:r>
        <w:t xml:space="preserve">13.1.28      .         .        +INF       EPS       </w:t>
      </w:r>
    </w:p>
    <w:p w:rsidR="0062748B" w:rsidRDefault="0062748B" w:rsidP="0062748B">
      <w:r>
        <w:t xml:space="preserve">13.1.29      .         .        +INF       EPS       </w:t>
      </w:r>
    </w:p>
    <w:p w:rsidR="0062748B" w:rsidRDefault="0062748B" w:rsidP="0062748B">
      <w:r>
        <w:t xml:space="preserve">14.1.1       .         .        +INF       EPS       </w:t>
      </w:r>
    </w:p>
    <w:p w:rsidR="0062748B" w:rsidRDefault="0062748B" w:rsidP="0062748B">
      <w:r>
        <w:t xml:space="preserve">14.1.2       .         .        +INF       EPS       </w:t>
      </w:r>
    </w:p>
    <w:p w:rsidR="0062748B" w:rsidRDefault="0062748B" w:rsidP="0062748B">
      <w:r>
        <w:t xml:space="preserve">14.1.3       .         .        +INF       EPS       </w:t>
      </w:r>
    </w:p>
    <w:p w:rsidR="0062748B" w:rsidRDefault="0062748B" w:rsidP="0062748B">
      <w:r>
        <w:t xml:space="preserve">14.1.4       .         .        +INF       EPS       </w:t>
      </w:r>
    </w:p>
    <w:p w:rsidR="0062748B" w:rsidRDefault="0062748B" w:rsidP="0062748B">
      <w:r>
        <w:t xml:space="preserve">14.1.5       .         .        +INF       EPS       </w:t>
      </w:r>
    </w:p>
    <w:p w:rsidR="0062748B" w:rsidRDefault="0062748B" w:rsidP="0062748B">
      <w:r>
        <w:t xml:space="preserve">14.1.6       .         .        +INF       EPS       </w:t>
      </w:r>
    </w:p>
    <w:p w:rsidR="0062748B" w:rsidRDefault="0062748B" w:rsidP="0062748B">
      <w:r>
        <w:t xml:space="preserve">14.1.7       .         .        +INF       EPS       </w:t>
      </w:r>
    </w:p>
    <w:p w:rsidR="0062748B" w:rsidRDefault="0062748B" w:rsidP="0062748B">
      <w:r>
        <w:t xml:space="preserve">14.1.8       .         .        +INF       EPS       </w:t>
      </w:r>
    </w:p>
    <w:p w:rsidR="0062748B" w:rsidRDefault="0062748B" w:rsidP="0062748B">
      <w:r>
        <w:t xml:space="preserve">14.1.9       .         .        +INF       EPS       </w:t>
      </w:r>
    </w:p>
    <w:p w:rsidR="0062748B" w:rsidRDefault="0062748B" w:rsidP="0062748B">
      <w:r>
        <w:t xml:space="preserve">14.1.10      .         .        +INF       EPS       </w:t>
      </w:r>
    </w:p>
    <w:p w:rsidR="0062748B" w:rsidRDefault="0062748B" w:rsidP="0062748B">
      <w:r>
        <w:t xml:space="preserve">14.1.11      .         .        +INF       EPS       </w:t>
      </w:r>
    </w:p>
    <w:p w:rsidR="0062748B" w:rsidRDefault="0062748B" w:rsidP="0062748B">
      <w:r>
        <w:t xml:space="preserve">14.1.12      .         .        +INF       EPS       </w:t>
      </w:r>
    </w:p>
    <w:p w:rsidR="0062748B" w:rsidRDefault="0062748B" w:rsidP="0062748B">
      <w:r>
        <w:t xml:space="preserve">14.1.13      .         .        +INF       EPS       </w:t>
      </w:r>
    </w:p>
    <w:p w:rsidR="0062748B" w:rsidRDefault="0062748B" w:rsidP="0062748B">
      <w:r>
        <w:t xml:space="preserve">14.1.14      .         .        +INF       EPS       </w:t>
      </w:r>
    </w:p>
    <w:p w:rsidR="0062748B" w:rsidRDefault="0062748B" w:rsidP="0062748B">
      <w:r>
        <w:lastRenderedPageBreak/>
        <w:t xml:space="preserve">14.1.15      .         .        +INF       EPS       </w:t>
      </w:r>
    </w:p>
    <w:p w:rsidR="0062748B" w:rsidRDefault="0062748B" w:rsidP="0062748B">
      <w:r>
        <w:t xml:space="preserve">14.1.16      .         .        +INF       EPS       </w:t>
      </w:r>
    </w:p>
    <w:p w:rsidR="0062748B" w:rsidRDefault="0062748B" w:rsidP="0062748B">
      <w:r>
        <w:t xml:space="preserve">14.1.17      .         .        +INF       EPS       </w:t>
      </w:r>
    </w:p>
    <w:p w:rsidR="0062748B" w:rsidRDefault="0062748B" w:rsidP="0062748B">
      <w:r>
        <w:t xml:space="preserve">14.1.18      .         .        +INF       EPS       </w:t>
      </w:r>
    </w:p>
    <w:p w:rsidR="0062748B" w:rsidRDefault="0062748B" w:rsidP="0062748B">
      <w:r>
        <w:t xml:space="preserve">14.1.19      .         .        +INF       EPS       </w:t>
      </w:r>
    </w:p>
    <w:p w:rsidR="0062748B" w:rsidRDefault="0062748B" w:rsidP="0062748B">
      <w:r>
        <w:t xml:space="preserve">14.1.20      .         .        +INF       EPS       </w:t>
      </w:r>
    </w:p>
    <w:p w:rsidR="0062748B" w:rsidRDefault="0062748B" w:rsidP="0062748B">
      <w:r>
        <w:t xml:space="preserve">14.1.21      .         .        +INF       EPS       </w:t>
      </w:r>
    </w:p>
    <w:p w:rsidR="0062748B" w:rsidRDefault="0062748B" w:rsidP="0062748B">
      <w:r>
        <w:t xml:space="preserve">14.1.22      .         .        +INF       EPS       </w:t>
      </w:r>
    </w:p>
    <w:p w:rsidR="0062748B" w:rsidRDefault="0062748B" w:rsidP="0062748B">
      <w:r>
        <w:t xml:space="preserve">14.1.23      .         .        +INF       EPS       </w:t>
      </w:r>
    </w:p>
    <w:p w:rsidR="0062748B" w:rsidRDefault="0062748B" w:rsidP="0062748B">
      <w:r>
        <w:t xml:space="preserve">14.1.24      .         .        +INF       EPS       </w:t>
      </w:r>
    </w:p>
    <w:p w:rsidR="0062748B" w:rsidRDefault="0062748B" w:rsidP="0062748B">
      <w:r>
        <w:t xml:space="preserve">14.1.25      .         .        +INF       EPS       </w:t>
      </w:r>
    </w:p>
    <w:p w:rsidR="0062748B" w:rsidRDefault="0062748B" w:rsidP="0062748B">
      <w:r>
        <w:t xml:space="preserve">14.1.26      .         .        +INF       EPS       </w:t>
      </w:r>
    </w:p>
    <w:p w:rsidR="0062748B" w:rsidRDefault="0062748B" w:rsidP="0062748B">
      <w:r>
        <w:t xml:space="preserve">14.1.27      .         .        +INF       EPS       </w:t>
      </w:r>
    </w:p>
    <w:p w:rsidR="0062748B" w:rsidRDefault="0062748B" w:rsidP="0062748B">
      <w:r>
        <w:t xml:space="preserve">14.1.28      .         .        +INF       EPS       </w:t>
      </w:r>
    </w:p>
    <w:p w:rsidR="0062748B" w:rsidRDefault="0062748B" w:rsidP="0062748B">
      <w:r>
        <w:t xml:space="preserve">14.1.29      .         .        +INF       EPS       </w:t>
      </w:r>
    </w:p>
    <w:p w:rsidR="0062748B" w:rsidRDefault="0062748B" w:rsidP="0062748B">
      <w:r>
        <w:t xml:space="preserve">15.1.1       .         .        +INF       EPS       </w:t>
      </w:r>
    </w:p>
    <w:p w:rsidR="0062748B" w:rsidRDefault="0062748B" w:rsidP="0062748B">
      <w:r>
        <w:t xml:space="preserve">15.1.2       .         .        +INF       EPS       </w:t>
      </w:r>
    </w:p>
    <w:p w:rsidR="0062748B" w:rsidRDefault="0062748B" w:rsidP="0062748B">
      <w:r>
        <w:t xml:space="preserve">15.1.3       .         .        +INF       EPS       </w:t>
      </w:r>
    </w:p>
    <w:p w:rsidR="0062748B" w:rsidRDefault="0062748B" w:rsidP="0062748B">
      <w:r>
        <w:t xml:space="preserve">15.1.4       .         .        +INF       EPS       </w:t>
      </w:r>
    </w:p>
    <w:p w:rsidR="0062748B" w:rsidRDefault="0062748B" w:rsidP="0062748B">
      <w:r>
        <w:t xml:space="preserve">15.1.5       .         .        +INF       EPS       </w:t>
      </w:r>
    </w:p>
    <w:p w:rsidR="0062748B" w:rsidRDefault="0062748B" w:rsidP="0062748B">
      <w:r>
        <w:t xml:space="preserve">15.1.6       .         .        +INF       EPS       </w:t>
      </w:r>
    </w:p>
    <w:p w:rsidR="0062748B" w:rsidRDefault="0062748B" w:rsidP="0062748B">
      <w:r>
        <w:t xml:space="preserve">15.1.7       .         .        +INF       EPS       </w:t>
      </w:r>
    </w:p>
    <w:p w:rsidR="0062748B" w:rsidRDefault="0062748B" w:rsidP="0062748B">
      <w:r>
        <w:t xml:space="preserve">15.1.8       .         .        +INF       EPS       </w:t>
      </w:r>
    </w:p>
    <w:p w:rsidR="0062748B" w:rsidRDefault="0062748B" w:rsidP="0062748B">
      <w:r>
        <w:t xml:space="preserve">15.1.9       .         .        +INF       EPS       </w:t>
      </w:r>
    </w:p>
    <w:p w:rsidR="0062748B" w:rsidRDefault="0062748B" w:rsidP="0062748B">
      <w:r>
        <w:t xml:space="preserve">15.1.10      .         .        +INF       EPS       </w:t>
      </w:r>
    </w:p>
    <w:p w:rsidR="0062748B" w:rsidRDefault="0062748B" w:rsidP="0062748B">
      <w:r>
        <w:lastRenderedPageBreak/>
        <w:t xml:space="preserve">15.1.11      .         .        +INF       EPS       </w:t>
      </w:r>
    </w:p>
    <w:p w:rsidR="0062748B" w:rsidRDefault="0062748B" w:rsidP="0062748B">
      <w:r>
        <w:t xml:space="preserve">15.1.12      .         .        +INF       EPS       </w:t>
      </w:r>
    </w:p>
    <w:p w:rsidR="0062748B" w:rsidRDefault="0062748B" w:rsidP="0062748B">
      <w:r>
        <w:t xml:space="preserve">15.1.13      .         .        +INF       EPS       </w:t>
      </w:r>
    </w:p>
    <w:p w:rsidR="0062748B" w:rsidRDefault="0062748B" w:rsidP="0062748B">
      <w:r>
        <w:t xml:space="preserve">15.1.14      .         .        +INF       EPS       </w:t>
      </w:r>
    </w:p>
    <w:p w:rsidR="0062748B" w:rsidRDefault="0062748B" w:rsidP="0062748B">
      <w:r>
        <w:t xml:space="preserve">15.1.15      .         .        +INF       EPS       </w:t>
      </w:r>
    </w:p>
    <w:p w:rsidR="0062748B" w:rsidRDefault="0062748B" w:rsidP="0062748B">
      <w:r>
        <w:t xml:space="preserve">15.1.16      .         .        +INF       EPS       </w:t>
      </w:r>
    </w:p>
    <w:p w:rsidR="0062748B" w:rsidRDefault="0062748B" w:rsidP="0062748B">
      <w:r>
        <w:t xml:space="preserve">15.1.17      .         .        +INF       EPS       </w:t>
      </w:r>
    </w:p>
    <w:p w:rsidR="0062748B" w:rsidRDefault="0062748B" w:rsidP="0062748B">
      <w:r>
        <w:t xml:space="preserve">15.1.18      .         .        +INF       EPS       </w:t>
      </w:r>
    </w:p>
    <w:p w:rsidR="0062748B" w:rsidRDefault="0062748B" w:rsidP="0062748B">
      <w:r>
        <w:t xml:space="preserve">15.1.19      .         .        +INF       EPS       </w:t>
      </w:r>
    </w:p>
    <w:p w:rsidR="0062748B" w:rsidRDefault="0062748B" w:rsidP="0062748B">
      <w:r>
        <w:t xml:space="preserve">15.1.20      .         .        +INF       EPS       </w:t>
      </w:r>
    </w:p>
    <w:p w:rsidR="0062748B" w:rsidRDefault="0062748B" w:rsidP="0062748B">
      <w:r>
        <w:t xml:space="preserve">15.1.21      .         .        +INF       EPS       </w:t>
      </w:r>
    </w:p>
    <w:p w:rsidR="0062748B" w:rsidRDefault="0062748B" w:rsidP="0062748B">
      <w:r>
        <w:t xml:space="preserve">15.1.22      .         .        +INF       EPS       </w:t>
      </w:r>
    </w:p>
    <w:p w:rsidR="0062748B" w:rsidRDefault="0062748B" w:rsidP="0062748B">
      <w:r>
        <w:t xml:space="preserve">15.1.23      .         .        +INF       EPS       </w:t>
      </w:r>
    </w:p>
    <w:p w:rsidR="0062748B" w:rsidRDefault="0062748B" w:rsidP="0062748B">
      <w:r>
        <w:t xml:space="preserve">15.1.24      .         .        +INF       EPS       </w:t>
      </w:r>
    </w:p>
    <w:p w:rsidR="0062748B" w:rsidRDefault="0062748B" w:rsidP="0062748B">
      <w:r>
        <w:t xml:space="preserve">15.1.25      .         .        +INF       EPS       </w:t>
      </w:r>
    </w:p>
    <w:p w:rsidR="0062748B" w:rsidRDefault="0062748B" w:rsidP="0062748B">
      <w:r>
        <w:t xml:space="preserve">15.1.26      .         .        +INF       EPS       </w:t>
      </w:r>
    </w:p>
    <w:p w:rsidR="0062748B" w:rsidRDefault="0062748B" w:rsidP="0062748B">
      <w:r>
        <w:t xml:space="preserve">15.1.27      .         .        +INF       EPS       </w:t>
      </w:r>
    </w:p>
    <w:p w:rsidR="0062748B" w:rsidRDefault="0062748B" w:rsidP="0062748B">
      <w:r>
        <w:t xml:space="preserve">15.1.28      .         .        +INF       EPS       </w:t>
      </w:r>
    </w:p>
    <w:p w:rsidR="0062748B" w:rsidRDefault="0062748B" w:rsidP="0062748B">
      <w:r>
        <w:t xml:space="preserve">15.1.29      .         .        +INF       EPS       </w:t>
      </w:r>
    </w:p>
    <w:p w:rsidR="0062748B" w:rsidRDefault="0062748B" w:rsidP="0062748B">
      <w:r>
        <w:t xml:space="preserve">16.1.1       .         .        +INF       EPS       </w:t>
      </w:r>
    </w:p>
    <w:p w:rsidR="0062748B" w:rsidRDefault="0062748B" w:rsidP="0062748B">
      <w:r>
        <w:t xml:space="preserve">16.1.2       .         .        +INF       EPS       </w:t>
      </w:r>
    </w:p>
    <w:p w:rsidR="0062748B" w:rsidRDefault="0062748B" w:rsidP="0062748B">
      <w:r>
        <w:t xml:space="preserve">16.1.3       .         .        +INF       EPS       </w:t>
      </w:r>
    </w:p>
    <w:p w:rsidR="0062748B" w:rsidRDefault="0062748B" w:rsidP="0062748B">
      <w:r>
        <w:t xml:space="preserve">16.1.4       .         .        +INF       EPS       </w:t>
      </w:r>
    </w:p>
    <w:p w:rsidR="0062748B" w:rsidRDefault="0062748B" w:rsidP="0062748B">
      <w:r>
        <w:t xml:space="preserve">16.1.5       .         .        +INF       EPS       </w:t>
      </w:r>
    </w:p>
    <w:p w:rsidR="0062748B" w:rsidRDefault="0062748B" w:rsidP="0062748B">
      <w:r>
        <w:t xml:space="preserve">16.1.6       .         .        +INF       EPS       </w:t>
      </w:r>
    </w:p>
    <w:p w:rsidR="0062748B" w:rsidRDefault="0062748B" w:rsidP="0062748B">
      <w:r>
        <w:lastRenderedPageBreak/>
        <w:t xml:space="preserve">16.1.7       .         .        +INF       EPS       </w:t>
      </w:r>
    </w:p>
    <w:p w:rsidR="0062748B" w:rsidRDefault="0062748B" w:rsidP="0062748B">
      <w:r>
        <w:t xml:space="preserve">16.1.8       .         .        +INF       EPS       </w:t>
      </w:r>
    </w:p>
    <w:p w:rsidR="0062748B" w:rsidRDefault="0062748B" w:rsidP="0062748B">
      <w:r>
        <w:t xml:space="preserve">16.1.9       .         .        +INF       EPS       </w:t>
      </w:r>
    </w:p>
    <w:p w:rsidR="0062748B" w:rsidRDefault="0062748B" w:rsidP="0062748B">
      <w:r>
        <w:t xml:space="preserve">16.1.10      .         .        +INF       EPS       </w:t>
      </w:r>
    </w:p>
    <w:p w:rsidR="0062748B" w:rsidRDefault="0062748B" w:rsidP="0062748B">
      <w:r>
        <w:t xml:space="preserve">16.1.11      .         .        +INF       EPS       </w:t>
      </w:r>
    </w:p>
    <w:p w:rsidR="0062748B" w:rsidRDefault="0062748B" w:rsidP="0062748B">
      <w:r>
        <w:t xml:space="preserve">16.1.12      .         .        +INF       EPS       </w:t>
      </w:r>
    </w:p>
    <w:p w:rsidR="0062748B" w:rsidRDefault="0062748B" w:rsidP="0062748B">
      <w:r>
        <w:t xml:space="preserve">16.1.13      .         .        +INF       EPS       </w:t>
      </w:r>
    </w:p>
    <w:p w:rsidR="0062748B" w:rsidRDefault="0062748B" w:rsidP="0062748B">
      <w:r>
        <w:t xml:space="preserve">16.1.14      .         .        +INF       EPS       </w:t>
      </w:r>
    </w:p>
    <w:p w:rsidR="0062748B" w:rsidRDefault="0062748B" w:rsidP="0062748B">
      <w:r>
        <w:t xml:space="preserve">16.1.15      .         .        +INF       EPS       </w:t>
      </w:r>
    </w:p>
    <w:p w:rsidR="0062748B" w:rsidRDefault="0062748B" w:rsidP="0062748B">
      <w:r>
        <w:t xml:space="preserve">16.1.16      .         .        +INF       EPS       </w:t>
      </w:r>
    </w:p>
    <w:p w:rsidR="0062748B" w:rsidRDefault="0062748B" w:rsidP="0062748B">
      <w:r>
        <w:t xml:space="preserve">16.1.17      .         .        +INF       EPS       </w:t>
      </w:r>
    </w:p>
    <w:p w:rsidR="0062748B" w:rsidRDefault="0062748B" w:rsidP="0062748B">
      <w:r>
        <w:t xml:space="preserve">16.1.18      .         .        +INF       EPS       </w:t>
      </w:r>
    </w:p>
    <w:p w:rsidR="0062748B" w:rsidRDefault="0062748B" w:rsidP="0062748B">
      <w:r>
        <w:t xml:space="preserve">16.1.19      .         .        +INF       EPS       </w:t>
      </w:r>
    </w:p>
    <w:p w:rsidR="0062748B" w:rsidRDefault="0062748B" w:rsidP="0062748B">
      <w:r>
        <w:t xml:space="preserve">16.1.20      .         .        +INF       EPS       </w:t>
      </w:r>
    </w:p>
    <w:p w:rsidR="0062748B" w:rsidRDefault="0062748B" w:rsidP="0062748B">
      <w:r>
        <w:t xml:space="preserve">16.1.21      .         .        +INF       EPS       </w:t>
      </w:r>
    </w:p>
    <w:p w:rsidR="0062748B" w:rsidRDefault="0062748B" w:rsidP="0062748B">
      <w:r>
        <w:t xml:space="preserve">16.1.22      .         .        +INF       EPS       </w:t>
      </w:r>
    </w:p>
    <w:p w:rsidR="0062748B" w:rsidRDefault="0062748B" w:rsidP="0062748B">
      <w:r>
        <w:t xml:space="preserve">16.1.23      .         .        +INF       EPS       </w:t>
      </w:r>
    </w:p>
    <w:p w:rsidR="0062748B" w:rsidRDefault="0062748B" w:rsidP="0062748B">
      <w:r>
        <w:t xml:space="preserve">16.1.24      .         .        +INF       EPS       </w:t>
      </w:r>
    </w:p>
    <w:p w:rsidR="0062748B" w:rsidRDefault="0062748B" w:rsidP="0062748B">
      <w:r>
        <w:t xml:space="preserve">16.1.25      .         .        +INF       EPS       </w:t>
      </w:r>
    </w:p>
    <w:p w:rsidR="0062748B" w:rsidRDefault="0062748B" w:rsidP="0062748B">
      <w:r>
        <w:t xml:space="preserve">16.1.26      .         .        +INF       EPS       </w:t>
      </w:r>
    </w:p>
    <w:p w:rsidR="0062748B" w:rsidRDefault="0062748B" w:rsidP="0062748B">
      <w:r>
        <w:t xml:space="preserve">16.1.27      .         .        +INF       EPS       </w:t>
      </w:r>
    </w:p>
    <w:p w:rsidR="0062748B" w:rsidRDefault="0062748B" w:rsidP="0062748B">
      <w:r>
        <w:t xml:space="preserve">16.1.28      .         .        +INF       EPS       </w:t>
      </w:r>
    </w:p>
    <w:p w:rsidR="0062748B" w:rsidRDefault="0062748B" w:rsidP="0062748B">
      <w:r>
        <w:t xml:space="preserve">16.1.29      .         .        +INF       EPS       </w:t>
      </w:r>
    </w:p>
    <w:p w:rsidR="0062748B" w:rsidRDefault="0062748B" w:rsidP="0062748B">
      <w:r>
        <w:t xml:space="preserve">17.1.1       .         .        +INF       EPS       </w:t>
      </w:r>
    </w:p>
    <w:p w:rsidR="0062748B" w:rsidRDefault="0062748B" w:rsidP="0062748B">
      <w:r>
        <w:t xml:space="preserve">17.1.2       .         .        +INF       EPS       </w:t>
      </w:r>
    </w:p>
    <w:p w:rsidR="0062748B" w:rsidRDefault="0062748B" w:rsidP="0062748B">
      <w:r>
        <w:lastRenderedPageBreak/>
        <w:t xml:space="preserve">17.1.3       .         .        +INF       EPS       </w:t>
      </w:r>
    </w:p>
    <w:p w:rsidR="0062748B" w:rsidRDefault="0062748B" w:rsidP="0062748B">
      <w:r>
        <w:t xml:space="preserve">17.1.4       .         .        +INF       EPS       </w:t>
      </w:r>
    </w:p>
    <w:p w:rsidR="0062748B" w:rsidRDefault="0062748B" w:rsidP="0062748B">
      <w:r>
        <w:t xml:space="preserve">17.1.5       .         .        +INF       EPS       </w:t>
      </w:r>
    </w:p>
    <w:p w:rsidR="0062748B" w:rsidRDefault="0062748B" w:rsidP="0062748B">
      <w:r>
        <w:t xml:space="preserve">17.1.6       .         .        +INF       EPS       </w:t>
      </w:r>
    </w:p>
    <w:p w:rsidR="0062748B" w:rsidRDefault="0062748B" w:rsidP="0062748B">
      <w:r>
        <w:t xml:space="preserve">17.1.7       .         .        +INF       EPS       </w:t>
      </w:r>
    </w:p>
    <w:p w:rsidR="0062748B" w:rsidRDefault="0062748B" w:rsidP="0062748B">
      <w:r>
        <w:t xml:space="preserve">17.1.8       .         .        +INF       EPS       </w:t>
      </w:r>
    </w:p>
    <w:p w:rsidR="0062748B" w:rsidRDefault="0062748B" w:rsidP="0062748B">
      <w:r>
        <w:t xml:space="preserve">17.1.9       .         .        +INF       EPS       </w:t>
      </w:r>
    </w:p>
    <w:p w:rsidR="0062748B" w:rsidRDefault="0062748B" w:rsidP="0062748B">
      <w:r>
        <w:t xml:space="preserve">17.1.10      .         .        +INF       EPS       </w:t>
      </w:r>
    </w:p>
    <w:p w:rsidR="0062748B" w:rsidRDefault="0062748B" w:rsidP="0062748B">
      <w:r>
        <w:t xml:space="preserve">17.1.11      .         .        +INF       EPS       </w:t>
      </w:r>
    </w:p>
    <w:p w:rsidR="0062748B" w:rsidRDefault="0062748B" w:rsidP="0062748B">
      <w:r>
        <w:t xml:space="preserve">17.1.12      .         .        +INF       EPS       </w:t>
      </w:r>
    </w:p>
    <w:p w:rsidR="0062748B" w:rsidRDefault="0062748B" w:rsidP="0062748B">
      <w:r>
        <w:t xml:space="preserve">17.1.13      .         .        +INF       EPS       </w:t>
      </w:r>
    </w:p>
    <w:p w:rsidR="0062748B" w:rsidRDefault="0062748B" w:rsidP="0062748B">
      <w:r>
        <w:t xml:space="preserve">17.1.14      .         .        +INF       EPS       </w:t>
      </w:r>
    </w:p>
    <w:p w:rsidR="0062748B" w:rsidRDefault="0062748B" w:rsidP="0062748B">
      <w:r>
        <w:t xml:space="preserve">17.1.15      .         .        +INF       EPS       </w:t>
      </w:r>
    </w:p>
    <w:p w:rsidR="0062748B" w:rsidRDefault="0062748B" w:rsidP="0062748B">
      <w:r>
        <w:t xml:space="preserve">17.1.16      .         .        +INF       EPS       </w:t>
      </w:r>
    </w:p>
    <w:p w:rsidR="0062748B" w:rsidRDefault="0062748B" w:rsidP="0062748B">
      <w:r>
        <w:t xml:space="preserve">17.1.17      .         .        +INF       EPS       </w:t>
      </w:r>
    </w:p>
    <w:p w:rsidR="0062748B" w:rsidRDefault="0062748B" w:rsidP="0062748B">
      <w:r>
        <w:t xml:space="preserve">17.1.18      .         .        +INF       EPS       </w:t>
      </w:r>
    </w:p>
    <w:p w:rsidR="0062748B" w:rsidRDefault="0062748B" w:rsidP="0062748B">
      <w:r>
        <w:t xml:space="preserve">17.1.19      .         .        +INF       EPS       </w:t>
      </w:r>
    </w:p>
    <w:p w:rsidR="0062748B" w:rsidRDefault="0062748B" w:rsidP="0062748B">
      <w:r>
        <w:t xml:space="preserve">17.1.20      .         .        +INF       EPS       </w:t>
      </w:r>
    </w:p>
    <w:p w:rsidR="0062748B" w:rsidRDefault="0062748B" w:rsidP="0062748B">
      <w:r>
        <w:t xml:space="preserve">17.1.21      .         .        +INF       EPS       </w:t>
      </w:r>
    </w:p>
    <w:p w:rsidR="0062748B" w:rsidRDefault="0062748B" w:rsidP="0062748B">
      <w:r>
        <w:t xml:space="preserve">17.1.22      .         .        +INF       EPS       </w:t>
      </w:r>
    </w:p>
    <w:p w:rsidR="0062748B" w:rsidRDefault="0062748B" w:rsidP="0062748B">
      <w:r>
        <w:t xml:space="preserve">17.1.23      .         .        +INF       EPS       </w:t>
      </w:r>
    </w:p>
    <w:p w:rsidR="0062748B" w:rsidRDefault="0062748B" w:rsidP="0062748B">
      <w:r>
        <w:t xml:space="preserve">17.1.24      .         .        +INF       EPS       </w:t>
      </w:r>
    </w:p>
    <w:p w:rsidR="0062748B" w:rsidRDefault="0062748B" w:rsidP="0062748B">
      <w:r>
        <w:t xml:space="preserve">17.1.25      .         .        +INF       EPS       </w:t>
      </w:r>
    </w:p>
    <w:p w:rsidR="0062748B" w:rsidRDefault="0062748B" w:rsidP="0062748B">
      <w:r>
        <w:t xml:space="preserve">17.1.26      .         .        +INF       EPS       </w:t>
      </w:r>
    </w:p>
    <w:p w:rsidR="0062748B" w:rsidRDefault="0062748B" w:rsidP="0062748B">
      <w:r>
        <w:t xml:space="preserve">17.1.27      .         .        +INF       EPS       </w:t>
      </w:r>
    </w:p>
    <w:p w:rsidR="0062748B" w:rsidRDefault="0062748B" w:rsidP="0062748B">
      <w:r>
        <w:lastRenderedPageBreak/>
        <w:t xml:space="preserve">17.1.28      .         .        +INF       EPS       </w:t>
      </w:r>
    </w:p>
    <w:p w:rsidR="0062748B" w:rsidRDefault="0062748B" w:rsidP="0062748B">
      <w:r>
        <w:t xml:space="preserve">17.1.29      .         .        +INF       EPS       </w:t>
      </w:r>
    </w:p>
    <w:p w:rsidR="0062748B" w:rsidRDefault="0062748B" w:rsidP="0062748B">
      <w:r>
        <w:t xml:space="preserve">18.1.1       .         .        +INF       EPS       </w:t>
      </w:r>
    </w:p>
    <w:p w:rsidR="0062748B" w:rsidRDefault="0062748B" w:rsidP="0062748B">
      <w:r>
        <w:t xml:space="preserve">18.1.2       .         .        +INF       EPS       </w:t>
      </w:r>
    </w:p>
    <w:p w:rsidR="0062748B" w:rsidRDefault="0062748B" w:rsidP="0062748B">
      <w:r>
        <w:t xml:space="preserve">18.1.3       .         .        +INF       EPS       </w:t>
      </w:r>
    </w:p>
    <w:p w:rsidR="0062748B" w:rsidRDefault="0062748B" w:rsidP="0062748B">
      <w:r>
        <w:t xml:space="preserve">18.1.4       .         .        +INF       EPS       </w:t>
      </w:r>
    </w:p>
    <w:p w:rsidR="0062748B" w:rsidRDefault="0062748B" w:rsidP="0062748B">
      <w:r>
        <w:t xml:space="preserve">18.1.5       .         .        +INF       EPS       </w:t>
      </w:r>
    </w:p>
    <w:p w:rsidR="0062748B" w:rsidRDefault="0062748B" w:rsidP="0062748B">
      <w:r>
        <w:t xml:space="preserve">18.1.6       .         .        +INF       EPS       </w:t>
      </w:r>
    </w:p>
    <w:p w:rsidR="0062748B" w:rsidRDefault="0062748B" w:rsidP="0062748B">
      <w:r>
        <w:t xml:space="preserve">18.1.7       .         .        +INF       EPS       </w:t>
      </w:r>
    </w:p>
    <w:p w:rsidR="0062748B" w:rsidRDefault="0062748B" w:rsidP="0062748B">
      <w:r>
        <w:t xml:space="preserve">18.1.8       .         .        +INF       EPS       </w:t>
      </w:r>
    </w:p>
    <w:p w:rsidR="0062748B" w:rsidRDefault="0062748B" w:rsidP="0062748B">
      <w:r>
        <w:t xml:space="preserve">18.1.9       .         .        +INF       EPS       </w:t>
      </w:r>
    </w:p>
    <w:p w:rsidR="0062748B" w:rsidRDefault="0062748B" w:rsidP="0062748B">
      <w:r>
        <w:t xml:space="preserve">18.1.10      .         .        +INF       EPS       </w:t>
      </w:r>
    </w:p>
    <w:p w:rsidR="0062748B" w:rsidRDefault="0062748B" w:rsidP="0062748B">
      <w:r>
        <w:t xml:space="preserve">18.1.11      .         .        +INF       EPS       </w:t>
      </w:r>
    </w:p>
    <w:p w:rsidR="0062748B" w:rsidRDefault="0062748B" w:rsidP="0062748B">
      <w:r>
        <w:t xml:space="preserve">18.1.12      .         .        +INF       EPS       </w:t>
      </w:r>
    </w:p>
    <w:p w:rsidR="0062748B" w:rsidRDefault="0062748B" w:rsidP="0062748B">
      <w:r>
        <w:t xml:space="preserve">18.1.13      .         .        +INF       EPS       </w:t>
      </w:r>
    </w:p>
    <w:p w:rsidR="0062748B" w:rsidRDefault="0062748B" w:rsidP="0062748B">
      <w:r>
        <w:t xml:space="preserve">18.1.14      .         .        +INF       EPS       </w:t>
      </w:r>
    </w:p>
    <w:p w:rsidR="0062748B" w:rsidRDefault="0062748B" w:rsidP="0062748B">
      <w:r>
        <w:t xml:space="preserve">18.1.15      .         .        +INF       EPS       </w:t>
      </w:r>
    </w:p>
    <w:p w:rsidR="0062748B" w:rsidRDefault="0062748B" w:rsidP="0062748B">
      <w:r>
        <w:t xml:space="preserve">18.1.16      .         .        +INF       EPS       </w:t>
      </w:r>
    </w:p>
    <w:p w:rsidR="0062748B" w:rsidRDefault="0062748B" w:rsidP="0062748B">
      <w:r>
        <w:t xml:space="preserve">18.1.17      .         .        +INF       EPS       </w:t>
      </w:r>
    </w:p>
    <w:p w:rsidR="0062748B" w:rsidRDefault="0062748B" w:rsidP="0062748B">
      <w:r>
        <w:t xml:space="preserve">18.1.18      .         .        +INF       EPS       </w:t>
      </w:r>
    </w:p>
    <w:p w:rsidR="0062748B" w:rsidRDefault="0062748B" w:rsidP="0062748B">
      <w:r>
        <w:t xml:space="preserve">18.1.19      .         .        +INF       EPS       </w:t>
      </w:r>
    </w:p>
    <w:p w:rsidR="0062748B" w:rsidRDefault="0062748B" w:rsidP="0062748B">
      <w:r>
        <w:t xml:space="preserve">18.1.20      .         .        +INF       EPS       </w:t>
      </w:r>
    </w:p>
    <w:p w:rsidR="0062748B" w:rsidRDefault="0062748B" w:rsidP="0062748B">
      <w:r>
        <w:t xml:space="preserve">18.1.21      .         .        +INF       EPS       </w:t>
      </w:r>
    </w:p>
    <w:p w:rsidR="0062748B" w:rsidRDefault="0062748B" w:rsidP="0062748B">
      <w:r>
        <w:t xml:space="preserve">18.1.22      .         .        +INF       EPS       </w:t>
      </w:r>
    </w:p>
    <w:p w:rsidR="0062748B" w:rsidRDefault="0062748B" w:rsidP="0062748B">
      <w:r>
        <w:t xml:space="preserve">18.1.23      .         .        +INF       EPS       </w:t>
      </w:r>
    </w:p>
    <w:p w:rsidR="0062748B" w:rsidRDefault="0062748B" w:rsidP="0062748B">
      <w:r>
        <w:lastRenderedPageBreak/>
        <w:t xml:space="preserve">18.1.24      .         .        +INF       EPS       </w:t>
      </w:r>
    </w:p>
    <w:p w:rsidR="0062748B" w:rsidRDefault="0062748B" w:rsidP="0062748B">
      <w:r>
        <w:t xml:space="preserve">18.1.25      .         .        +INF       EPS       </w:t>
      </w:r>
    </w:p>
    <w:p w:rsidR="0062748B" w:rsidRDefault="0062748B" w:rsidP="0062748B">
      <w:r>
        <w:t xml:space="preserve">18.1.26      .         .        +INF       EPS       </w:t>
      </w:r>
    </w:p>
    <w:p w:rsidR="0062748B" w:rsidRDefault="0062748B" w:rsidP="0062748B">
      <w:r>
        <w:t xml:space="preserve">18.1.27      .         .        +INF       EPS       </w:t>
      </w:r>
    </w:p>
    <w:p w:rsidR="0062748B" w:rsidRDefault="0062748B" w:rsidP="0062748B">
      <w:r>
        <w:t xml:space="preserve">18.1.28      .         .        +INF       EPS       </w:t>
      </w:r>
    </w:p>
    <w:p w:rsidR="0062748B" w:rsidRDefault="0062748B" w:rsidP="0062748B">
      <w:r>
        <w:t xml:space="preserve">18.1.29      .         .        +INF       EPS       </w:t>
      </w:r>
    </w:p>
    <w:p w:rsidR="0062748B" w:rsidRDefault="0062748B" w:rsidP="0062748B">
      <w:r>
        <w:t xml:space="preserve">19.1.1       .         .        +INF       EPS       </w:t>
      </w:r>
    </w:p>
    <w:p w:rsidR="0062748B" w:rsidRDefault="0062748B" w:rsidP="0062748B">
      <w:r>
        <w:t xml:space="preserve">19.1.2       .         .        +INF       EPS       </w:t>
      </w:r>
    </w:p>
    <w:p w:rsidR="0062748B" w:rsidRDefault="0062748B" w:rsidP="0062748B">
      <w:r>
        <w:t xml:space="preserve">19.1.3       .         .        +INF       EPS       </w:t>
      </w:r>
    </w:p>
    <w:p w:rsidR="0062748B" w:rsidRDefault="0062748B" w:rsidP="0062748B">
      <w:r>
        <w:t xml:space="preserve">19.1.4       .         .        +INF       EPS       </w:t>
      </w:r>
    </w:p>
    <w:p w:rsidR="0062748B" w:rsidRDefault="0062748B" w:rsidP="0062748B">
      <w:r>
        <w:t xml:space="preserve">19.1.5       .         .        +INF       EPS       </w:t>
      </w:r>
    </w:p>
    <w:p w:rsidR="0062748B" w:rsidRDefault="0062748B" w:rsidP="0062748B">
      <w:r>
        <w:t xml:space="preserve">19.1.6       .         .        +INF       EPS       </w:t>
      </w:r>
    </w:p>
    <w:p w:rsidR="0062748B" w:rsidRDefault="0062748B" w:rsidP="0062748B">
      <w:r>
        <w:t xml:space="preserve">19.1.7       .         .        +INF       EPS       </w:t>
      </w:r>
    </w:p>
    <w:p w:rsidR="0062748B" w:rsidRDefault="0062748B" w:rsidP="0062748B">
      <w:r>
        <w:t xml:space="preserve">19.1.8       .         .        +INF       EPS       </w:t>
      </w:r>
    </w:p>
    <w:p w:rsidR="0062748B" w:rsidRDefault="0062748B" w:rsidP="0062748B">
      <w:r>
        <w:t xml:space="preserve">19.1.9       .         .        +INF       EPS       </w:t>
      </w:r>
    </w:p>
    <w:p w:rsidR="0062748B" w:rsidRDefault="0062748B" w:rsidP="0062748B">
      <w:r>
        <w:t xml:space="preserve">19.1.10      .         .        +INF       EPS       </w:t>
      </w:r>
    </w:p>
    <w:p w:rsidR="0062748B" w:rsidRDefault="0062748B" w:rsidP="0062748B">
      <w:r>
        <w:t xml:space="preserve">19.1.11      .         .        +INF       EPS       </w:t>
      </w:r>
    </w:p>
    <w:p w:rsidR="0062748B" w:rsidRDefault="0062748B" w:rsidP="0062748B">
      <w:r>
        <w:t xml:space="preserve">19.1.12      .         .        +INF       EPS       </w:t>
      </w:r>
    </w:p>
    <w:p w:rsidR="0062748B" w:rsidRDefault="0062748B" w:rsidP="0062748B">
      <w:r>
        <w:t xml:space="preserve">19.1.13      .         .        +INF       EPS       </w:t>
      </w:r>
    </w:p>
    <w:p w:rsidR="0062748B" w:rsidRDefault="0062748B" w:rsidP="0062748B">
      <w:r>
        <w:t xml:space="preserve">19.1.14      .         .        +INF       EPS       </w:t>
      </w:r>
    </w:p>
    <w:p w:rsidR="0062748B" w:rsidRDefault="0062748B" w:rsidP="0062748B">
      <w:r>
        <w:t xml:space="preserve">19.1.15      .         .        +INF       EPS       </w:t>
      </w:r>
    </w:p>
    <w:p w:rsidR="0062748B" w:rsidRDefault="0062748B" w:rsidP="0062748B">
      <w:r>
        <w:t xml:space="preserve">19.1.16      .         .        +INF       EPS       </w:t>
      </w:r>
    </w:p>
    <w:p w:rsidR="0062748B" w:rsidRDefault="0062748B" w:rsidP="0062748B">
      <w:r>
        <w:t xml:space="preserve">19.1.17      .         .        +INF       EPS       </w:t>
      </w:r>
    </w:p>
    <w:p w:rsidR="0062748B" w:rsidRDefault="0062748B" w:rsidP="0062748B">
      <w:r>
        <w:t xml:space="preserve">19.1.18      .         .        +INF       EPS       </w:t>
      </w:r>
    </w:p>
    <w:p w:rsidR="0062748B" w:rsidRDefault="0062748B" w:rsidP="0062748B">
      <w:r>
        <w:t xml:space="preserve">19.1.19      .         .        +INF       EPS       </w:t>
      </w:r>
    </w:p>
    <w:p w:rsidR="0062748B" w:rsidRDefault="0062748B" w:rsidP="0062748B">
      <w:r>
        <w:lastRenderedPageBreak/>
        <w:t xml:space="preserve">19.1.20      .         .        +INF       EPS       </w:t>
      </w:r>
    </w:p>
    <w:p w:rsidR="0062748B" w:rsidRDefault="0062748B" w:rsidP="0062748B">
      <w:r>
        <w:t xml:space="preserve">19.1.21      .         .        +INF       EPS       </w:t>
      </w:r>
    </w:p>
    <w:p w:rsidR="0062748B" w:rsidRDefault="0062748B" w:rsidP="0062748B">
      <w:r>
        <w:t xml:space="preserve">19.1.22      .         .        +INF       EPS       </w:t>
      </w:r>
    </w:p>
    <w:p w:rsidR="0062748B" w:rsidRDefault="0062748B" w:rsidP="0062748B">
      <w:r>
        <w:t xml:space="preserve">19.1.23      .         .        +INF       EPS       </w:t>
      </w:r>
    </w:p>
    <w:p w:rsidR="0062748B" w:rsidRDefault="0062748B" w:rsidP="0062748B">
      <w:r>
        <w:t xml:space="preserve">19.1.24      .         .        +INF       EPS       </w:t>
      </w:r>
    </w:p>
    <w:p w:rsidR="0062748B" w:rsidRDefault="0062748B" w:rsidP="0062748B">
      <w:r>
        <w:t xml:space="preserve">19.1.25      .         .        +INF       EPS       </w:t>
      </w:r>
    </w:p>
    <w:p w:rsidR="0062748B" w:rsidRDefault="0062748B" w:rsidP="0062748B">
      <w:r>
        <w:t xml:space="preserve">19.1.26      .         .        +INF       EPS       </w:t>
      </w:r>
    </w:p>
    <w:p w:rsidR="0062748B" w:rsidRDefault="0062748B" w:rsidP="0062748B">
      <w:r>
        <w:t xml:space="preserve">19.1.27      .         .        +INF       EPS       </w:t>
      </w:r>
    </w:p>
    <w:p w:rsidR="0062748B" w:rsidRDefault="0062748B" w:rsidP="0062748B">
      <w:r>
        <w:t xml:space="preserve">19.1.28      .         .        +INF       EPS       </w:t>
      </w:r>
    </w:p>
    <w:p w:rsidR="0062748B" w:rsidRDefault="0062748B" w:rsidP="0062748B">
      <w:r>
        <w:t xml:space="preserve">19.1.29      .         .        +INF       EPS       </w:t>
      </w:r>
    </w:p>
    <w:p w:rsidR="0062748B" w:rsidRDefault="0062748B" w:rsidP="0062748B">
      <w:r>
        <w:t xml:space="preserve">20.1.1       .         .        +INF       EPS       </w:t>
      </w:r>
    </w:p>
    <w:p w:rsidR="0062748B" w:rsidRDefault="0062748B" w:rsidP="0062748B">
      <w:r>
        <w:t xml:space="preserve">20.1.2       .         .        +INF       EPS       </w:t>
      </w:r>
    </w:p>
    <w:p w:rsidR="0062748B" w:rsidRDefault="0062748B" w:rsidP="0062748B">
      <w:r>
        <w:t xml:space="preserve">20.1.3       .         .        +INF       EPS       </w:t>
      </w:r>
    </w:p>
    <w:p w:rsidR="0062748B" w:rsidRDefault="0062748B" w:rsidP="0062748B">
      <w:r>
        <w:t xml:space="preserve">20.1.4       .         .        +INF       EPS       </w:t>
      </w:r>
    </w:p>
    <w:p w:rsidR="0062748B" w:rsidRDefault="0062748B" w:rsidP="0062748B">
      <w:r>
        <w:t xml:space="preserve">20.1.5       .         .        +INF       EPS       </w:t>
      </w:r>
    </w:p>
    <w:p w:rsidR="0062748B" w:rsidRDefault="0062748B" w:rsidP="0062748B">
      <w:r>
        <w:t xml:space="preserve">20.1.6       .         .        +INF       EPS       </w:t>
      </w:r>
    </w:p>
    <w:p w:rsidR="0062748B" w:rsidRDefault="0062748B" w:rsidP="0062748B">
      <w:r>
        <w:t xml:space="preserve">20.1.7       .         .        +INF       EPS       </w:t>
      </w:r>
    </w:p>
    <w:p w:rsidR="0062748B" w:rsidRDefault="0062748B" w:rsidP="0062748B">
      <w:r>
        <w:t xml:space="preserve">20.1.8       .         .        +INF       EPS       </w:t>
      </w:r>
    </w:p>
    <w:p w:rsidR="0062748B" w:rsidRDefault="0062748B" w:rsidP="0062748B">
      <w:r>
        <w:t xml:space="preserve">20.1.9       .         .        +INF       EPS       </w:t>
      </w:r>
    </w:p>
    <w:p w:rsidR="0062748B" w:rsidRDefault="0062748B" w:rsidP="0062748B">
      <w:r>
        <w:t xml:space="preserve">20.1.10      .         .        +INF       EPS       </w:t>
      </w:r>
    </w:p>
    <w:p w:rsidR="0062748B" w:rsidRDefault="0062748B" w:rsidP="0062748B">
      <w:r>
        <w:t xml:space="preserve">20.1.11      .         .        +INF       EPS       </w:t>
      </w:r>
    </w:p>
    <w:p w:rsidR="0062748B" w:rsidRDefault="0062748B" w:rsidP="0062748B">
      <w:r>
        <w:t xml:space="preserve">20.1.12      .         .        +INF       EPS       </w:t>
      </w:r>
    </w:p>
    <w:p w:rsidR="0062748B" w:rsidRDefault="0062748B" w:rsidP="0062748B">
      <w:r>
        <w:t xml:space="preserve">20.1.13      .         .        +INF       EPS       </w:t>
      </w:r>
    </w:p>
    <w:p w:rsidR="0062748B" w:rsidRDefault="0062748B" w:rsidP="0062748B">
      <w:r>
        <w:t xml:space="preserve">20.1.14      .         .        +INF       EPS       </w:t>
      </w:r>
    </w:p>
    <w:p w:rsidR="0062748B" w:rsidRDefault="0062748B" w:rsidP="0062748B">
      <w:r>
        <w:t xml:space="preserve">20.1.15      .         .        +INF       EPS       </w:t>
      </w:r>
    </w:p>
    <w:p w:rsidR="0062748B" w:rsidRDefault="0062748B" w:rsidP="0062748B">
      <w:r>
        <w:lastRenderedPageBreak/>
        <w:t xml:space="preserve">20.1.16      .         .        +INF       EPS       </w:t>
      </w:r>
    </w:p>
    <w:p w:rsidR="0062748B" w:rsidRDefault="0062748B" w:rsidP="0062748B">
      <w:r>
        <w:t xml:space="preserve">20.1.17      .         .        +INF       EPS       </w:t>
      </w:r>
    </w:p>
    <w:p w:rsidR="0062748B" w:rsidRDefault="0062748B" w:rsidP="0062748B">
      <w:r>
        <w:t xml:space="preserve">20.1.18      .         .        +INF       EPS       </w:t>
      </w:r>
    </w:p>
    <w:p w:rsidR="0062748B" w:rsidRDefault="0062748B" w:rsidP="0062748B">
      <w:r>
        <w:t xml:space="preserve">20.1.19      .         .        +INF       EPS       </w:t>
      </w:r>
    </w:p>
    <w:p w:rsidR="0062748B" w:rsidRDefault="0062748B" w:rsidP="0062748B">
      <w:r>
        <w:t xml:space="preserve">20.1.20      .         .        +INF       EPS       </w:t>
      </w:r>
    </w:p>
    <w:p w:rsidR="0062748B" w:rsidRDefault="0062748B" w:rsidP="0062748B">
      <w:r>
        <w:t xml:space="preserve">20.1.21      .         .        +INF       EPS       </w:t>
      </w:r>
    </w:p>
    <w:p w:rsidR="0062748B" w:rsidRDefault="0062748B" w:rsidP="0062748B">
      <w:r>
        <w:t xml:space="preserve">20.1.22      .         .        +INF       EPS       </w:t>
      </w:r>
    </w:p>
    <w:p w:rsidR="0062748B" w:rsidRDefault="0062748B" w:rsidP="0062748B">
      <w:r>
        <w:t xml:space="preserve">20.1.23      .         .        +INF       EPS       </w:t>
      </w:r>
    </w:p>
    <w:p w:rsidR="0062748B" w:rsidRDefault="0062748B" w:rsidP="0062748B">
      <w:r>
        <w:t xml:space="preserve">20.1.24      .         .        +INF       EPS       </w:t>
      </w:r>
    </w:p>
    <w:p w:rsidR="0062748B" w:rsidRDefault="0062748B" w:rsidP="0062748B">
      <w:r>
        <w:t xml:space="preserve">20.1.25      .         .        +INF       EPS       </w:t>
      </w:r>
    </w:p>
    <w:p w:rsidR="0062748B" w:rsidRDefault="0062748B" w:rsidP="0062748B">
      <w:r>
        <w:t xml:space="preserve">20.1.26      .         .        +INF       EPS       </w:t>
      </w:r>
    </w:p>
    <w:p w:rsidR="0062748B" w:rsidRDefault="0062748B" w:rsidP="0062748B">
      <w:r>
        <w:t xml:space="preserve">20.1.27      .         .        +INF       EPS       </w:t>
      </w:r>
    </w:p>
    <w:p w:rsidR="0062748B" w:rsidRDefault="0062748B" w:rsidP="0062748B">
      <w:r>
        <w:t xml:space="preserve">20.1.28      .         .        +INF       EPS       </w:t>
      </w:r>
    </w:p>
    <w:p w:rsidR="0062748B" w:rsidRDefault="0062748B" w:rsidP="0062748B">
      <w:r>
        <w:t xml:space="preserve">20.1.29      .         .        +INF       EPS       </w:t>
      </w:r>
    </w:p>
    <w:p w:rsidR="0062748B" w:rsidRDefault="0062748B" w:rsidP="0062748B">
      <w:r>
        <w:t xml:space="preserve">21.1.1       .         .        +INF       EPS       </w:t>
      </w:r>
    </w:p>
    <w:p w:rsidR="0062748B" w:rsidRDefault="0062748B" w:rsidP="0062748B">
      <w:r>
        <w:t xml:space="preserve">21.1.2       .         .        +INF       EPS       </w:t>
      </w:r>
    </w:p>
    <w:p w:rsidR="0062748B" w:rsidRDefault="0062748B" w:rsidP="0062748B">
      <w:r>
        <w:t xml:space="preserve">21.1.3       .         .        +INF       EPS       </w:t>
      </w:r>
    </w:p>
    <w:p w:rsidR="0062748B" w:rsidRDefault="0062748B" w:rsidP="0062748B">
      <w:r>
        <w:t xml:space="preserve">21.1.4       .         .        +INF       EPS       </w:t>
      </w:r>
    </w:p>
    <w:p w:rsidR="0062748B" w:rsidRDefault="0062748B" w:rsidP="0062748B">
      <w:r>
        <w:t xml:space="preserve">21.1.5       .         .        +INF       EPS       </w:t>
      </w:r>
    </w:p>
    <w:p w:rsidR="0062748B" w:rsidRDefault="0062748B" w:rsidP="0062748B">
      <w:r>
        <w:t xml:space="preserve">21.1.6       .         .        +INF       EPS       </w:t>
      </w:r>
    </w:p>
    <w:p w:rsidR="0062748B" w:rsidRDefault="0062748B" w:rsidP="0062748B">
      <w:r>
        <w:t xml:space="preserve">21.1.7       .         .        +INF       EPS       </w:t>
      </w:r>
    </w:p>
    <w:p w:rsidR="0062748B" w:rsidRDefault="0062748B" w:rsidP="0062748B">
      <w:r>
        <w:t xml:space="preserve">21.1.8       .         .        +INF       EPS       </w:t>
      </w:r>
    </w:p>
    <w:p w:rsidR="0062748B" w:rsidRDefault="0062748B" w:rsidP="0062748B">
      <w:r>
        <w:t xml:space="preserve">21.1.9       .         .        +INF       EPS       </w:t>
      </w:r>
    </w:p>
    <w:p w:rsidR="0062748B" w:rsidRDefault="0062748B" w:rsidP="0062748B">
      <w:r>
        <w:t xml:space="preserve">21.1.10      .         .        +INF       EPS       </w:t>
      </w:r>
    </w:p>
    <w:p w:rsidR="0062748B" w:rsidRDefault="0062748B" w:rsidP="0062748B">
      <w:r>
        <w:t xml:space="preserve">21.1.11      .         .        +INF       EPS       </w:t>
      </w:r>
    </w:p>
    <w:p w:rsidR="0062748B" w:rsidRDefault="0062748B" w:rsidP="0062748B">
      <w:r>
        <w:lastRenderedPageBreak/>
        <w:t xml:space="preserve">21.1.12      .         .        +INF       EPS       </w:t>
      </w:r>
    </w:p>
    <w:p w:rsidR="0062748B" w:rsidRDefault="0062748B" w:rsidP="0062748B">
      <w:r>
        <w:t xml:space="preserve">21.1.13      .         .        +INF       EPS       </w:t>
      </w:r>
    </w:p>
    <w:p w:rsidR="0062748B" w:rsidRDefault="0062748B" w:rsidP="0062748B">
      <w:r>
        <w:t xml:space="preserve">21.1.14      .         .        +INF       EPS       </w:t>
      </w:r>
    </w:p>
    <w:p w:rsidR="0062748B" w:rsidRDefault="0062748B" w:rsidP="0062748B">
      <w:r>
        <w:t xml:space="preserve">21.1.15      .         .        +INF       EPS       </w:t>
      </w:r>
    </w:p>
    <w:p w:rsidR="0062748B" w:rsidRDefault="0062748B" w:rsidP="0062748B">
      <w:r>
        <w:t xml:space="preserve">21.1.16      .         .        +INF       EPS       </w:t>
      </w:r>
    </w:p>
    <w:p w:rsidR="0062748B" w:rsidRDefault="0062748B" w:rsidP="0062748B">
      <w:r>
        <w:t xml:space="preserve">21.1.17      .         .        +INF       EPS       </w:t>
      </w:r>
    </w:p>
    <w:p w:rsidR="0062748B" w:rsidRDefault="0062748B" w:rsidP="0062748B">
      <w:r>
        <w:t xml:space="preserve">21.1.18      .         .        +INF       EPS       </w:t>
      </w:r>
    </w:p>
    <w:p w:rsidR="0062748B" w:rsidRDefault="0062748B" w:rsidP="0062748B">
      <w:r>
        <w:t xml:space="preserve">21.1.19      .         .        +INF       EPS       </w:t>
      </w:r>
    </w:p>
    <w:p w:rsidR="0062748B" w:rsidRDefault="0062748B" w:rsidP="0062748B">
      <w:r>
        <w:t xml:space="preserve">21.1.20      .         .        +INF       EPS       </w:t>
      </w:r>
    </w:p>
    <w:p w:rsidR="0062748B" w:rsidRDefault="0062748B" w:rsidP="0062748B">
      <w:r>
        <w:t xml:space="preserve">21.1.21      .         .        +INF       EPS       </w:t>
      </w:r>
    </w:p>
    <w:p w:rsidR="0062748B" w:rsidRDefault="0062748B" w:rsidP="0062748B">
      <w:r>
        <w:t xml:space="preserve">21.1.22      .         .        +INF       EPS       </w:t>
      </w:r>
    </w:p>
    <w:p w:rsidR="0062748B" w:rsidRDefault="0062748B" w:rsidP="0062748B">
      <w:r>
        <w:t xml:space="preserve">21.1.23      .         .        +INF       EPS       </w:t>
      </w:r>
    </w:p>
    <w:p w:rsidR="0062748B" w:rsidRDefault="0062748B" w:rsidP="0062748B">
      <w:r>
        <w:t xml:space="preserve">21.1.24      .         .        +INF       EPS       </w:t>
      </w:r>
    </w:p>
    <w:p w:rsidR="0062748B" w:rsidRDefault="0062748B" w:rsidP="0062748B">
      <w:r>
        <w:t xml:space="preserve">21.1.25      .         .        +INF       EPS       </w:t>
      </w:r>
    </w:p>
    <w:p w:rsidR="0062748B" w:rsidRDefault="0062748B" w:rsidP="0062748B">
      <w:r>
        <w:t xml:space="preserve">21.1.26      .         .        +INF       EPS       </w:t>
      </w:r>
    </w:p>
    <w:p w:rsidR="0062748B" w:rsidRDefault="0062748B" w:rsidP="0062748B">
      <w:r>
        <w:t xml:space="preserve">21.1.27      .         .        +INF       EPS       </w:t>
      </w:r>
    </w:p>
    <w:p w:rsidR="0062748B" w:rsidRDefault="0062748B" w:rsidP="0062748B">
      <w:r>
        <w:t xml:space="preserve">21.1.28      .         .        +INF       EPS       </w:t>
      </w:r>
    </w:p>
    <w:p w:rsidR="0062748B" w:rsidRDefault="0062748B" w:rsidP="0062748B">
      <w:r>
        <w:t xml:space="preserve">21.1.29      .         .        +INF       EPS       </w:t>
      </w:r>
    </w:p>
    <w:p w:rsidR="0062748B" w:rsidRDefault="0062748B" w:rsidP="0062748B">
      <w:r>
        <w:t xml:space="preserve">22.1.1       .         .        +INF       EPS       </w:t>
      </w:r>
    </w:p>
    <w:p w:rsidR="0062748B" w:rsidRDefault="0062748B" w:rsidP="0062748B">
      <w:r>
        <w:t xml:space="preserve">22.1.2       .         .        +INF       EPS       </w:t>
      </w:r>
    </w:p>
    <w:p w:rsidR="0062748B" w:rsidRDefault="0062748B" w:rsidP="0062748B">
      <w:r>
        <w:t xml:space="preserve">22.1.3       .         .        +INF       EPS       </w:t>
      </w:r>
    </w:p>
    <w:p w:rsidR="0062748B" w:rsidRDefault="0062748B" w:rsidP="0062748B">
      <w:r>
        <w:t xml:space="preserve">22.1.4       .         .        +INF       EPS       </w:t>
      </w:r>
    </w:p>
    <w:p w:rsidR="0062748B" w:rsidRDefault="0062748B" w:rsidP="0062748B">
      <w:r>
        <w:t xml:space="preserve">22.1.5       .         .        +INF       EPS       </w:t>
      </w:r>
    </w:p>
    <w:p w:rsidR="0062748B" w:rsidRDefault="0062748B" w:rsidP="0062748B">
      <w:r>
        <w:t xml:space="preserve">22.1.6       .         .        +INF       EPS       </w:t>
      </w:r>
    </w:p>
    <w:p w:rsidR="0062748B" w:rsidRDefault="0062748B" w:rsidP="0062748B">
      <w:r>
        <w:t xml:space="preserve">22.1.7       .         .        +INF       EPS       </w:t>
      </w:r>
    </w:p>
    <w:p w:rsidR="0062748B" w:rsidRDefault="0062748B" w:rsidP="0062748B">
      <w:r>
        <w:lastRenderedPageBreak/>
        <w:t xml:space="preserve">22.1.8       .         .        +INF       EPS       </w:t>
      </w:r>
    </w:p>
    <w:p w:rsidR="0062748B" w:rsidRDefault="0062748B" w:rsidP="0062748B">
      <w:r>
        <w:t xml:space="preserve">22.1.9       .         .        +INF       EPS       </w:t>
      </w:r>
    </w:p>
    <w:p w:rsidR="0062748B" w:rsidRDefault="0062748B" w:rsidP="0062748B">
      <w:r>
        <w:t xml:space="preserve">22.1.10      .         .        +INF       EPS       </w:t>
      </w:r>
    </w:p>
    <w:p w:rsidR="0062748B" w:rsidRDefault="0062748B" w:rsidP="0062748B">
      <w:r>
        <w:t xml:space="preserve">22.1.11      .         .        +INF       EPS       </w:t>
      </w:r>
    </w:p>
    <w:p w:rsidR="0062748B" w:rsidRDefault="0062748B" w:rsidP="0062748B">
      <w:r>
        <w:t xml:space="preserve">22.1.12      .         .        +INF       EPS       </w:t>
      </w:r>
    </w:p>
    <w:p w:rsidR="0062748B" w:rsidRDefault="0062748B" w:rsidP="0062748B">
      <w:r>
        <w:t xml:space="preserve">22.1.13      .         .        +INF       EPS       </w:t>
      </w:r>
    </w:p>
    <w:p w:rsidR="0062748B" w:rsidRDefault="0062748B" w:rsidP="0062748B">
      <w:r>
        <w:t xml:space="preserve">22.1.14      .         .        +INF       EPS       </w:t>
      </w:r>
    </w:p>
    <w:p w:rsidR="0062748B" w:rsidRDefault="0062748B" w:rsidP="0062748B">
      <w:r>
        <w:t xml:space="preserve">22.1.15      .         .        +INF       EPS       </w:t>
      </w:r>
    </w:p>
    <w:p w:rsidR="0062748B" w:rsidRDefault="0062748B" w:rsidP="0062748B">
      <w:r>
        <w:t xml:space="preserve">22.1.16      .         .        +INF       EPS       </w:t>
      </w:r>
    </w:p>
    <w:p w:rsidR="0062748B" w:rsidRDefault="0062748B" w:rsidP="0062748B">
      <w:r>
        <w:t xml:space="preserve">22.1.17      .         .        +INF       EPS       </w:t>
      </w:r>
    </w:p>
    <w:p w:rsidR="0062748B" w:rsidRDefault="0062748B" w:rsidP="0062748B">
      <w:r>
        <w:t xml:space="preserve">22.1.18      .         .        +INF       EPS       </w:t>
      </w:r>
    </w:p>
    <w:p w:rsidR="0062748B" w:rsidRDefault="0062748B" w:rsidP="0062748B">
      <w:r>
        <w:t xml:space="preserve">22.1.19      .         .        +INF       EPS       </w:t>
      </w:r>
    </w:p>
    <w:p w:rsidR="0062748B" w:rsidRDefault="0062748B" w:rsidP="0062748B">
      <w:r>
        <w:t xml:space="preserve">22.1.20      .         .        +INF       EPS       </w:t>
      </w:r>
    </w:p>
    <w:p w:rsidR="0062748B" w:rsidRDefault="0062748B" w:rsidP="0062748B">
      <w:r>
        <w:t xml:space="preserve">22.1.21      .         .        +INF       EPS       </w:t>
      </w:r>
    </w:p>
    <w:p w:rsidR="0062748B" w:rsidRDefault="0062748B" w:rsidP="0062748B">
      <w:r>
        <w:t xml:space="preserve">22.1.22      .         .        +INF       EPS       </w:t>
      </w:r>
    </w:p>
    <w:p w:rsidR="0062748B" w:rsidRDefault="0062748B" w:rsidP="0062748B">
      <w:r>
        <w:t xml:space="preserve">22.1.23      .         .        +INF       EPS       </w:t>
      </w:r>
    </w:p>
    <w:p w:rsidR="0062748B" w:rsidRDefault="0062748B" w:rsidP="0062748B">
      <w:r>
        <w:t xml:space="preserve">22.1.24      .         .        +INF       EPS       </w:t>
      </w:r>
    </w:p>
    <w:p w:rsidR="0062748B" w:rsidRDefault="0062748B" w:rsidP="0062748B">
      <w:r>
        <w:t xml:space="preserve">22.1.25      .         .        +INF       EPS       </w:t>
      </w:r>
    </w:p>
    <w:p w:rsidR="0062748B" w:rsidRDefault="0062748B" w:rsidP="0062748B">
      <w:r>
        <w:t xml:space="preserve">22.1.26      .         .        +INF       EPS       </w:t>
      </w:r>
    </w:p>
    <w:p w:rsidR="0062748B" w:rsidRDefault="0062748B" w:rsidP="0062748B">
      <w:r>
        <w:t xml:space="preserve">22.1.27      .         .        +INF       EPS       </w:t>
      </w:r>
    </w:p>
    <w:p w:rsidR="0062748B" w:rsidRDefault="0062748B" w:rsidP="0062748B">
      <w:r>
        <w:t xml:space="preserve">22.1.28      .         .        +INF       EPS       </w:t>
      </w:r>
    </w:p>
    <w:p w:rsidR="0062748B" w:rsidRDefault="0062748B" w:rsidP="0062748B">
      <w:r>
        <w:t xml:space="preserve">22.1.29      .         .        +INF       EPS       </w:t>
      </w:r>
    </w:p>
    <w:p w:rsidR="0062748B" w:rsidRDefault="0062748B" w:rsidP="0062748B">
      <w:r>
        <w:t xml:space="preserve">23.1.1       .         .        +INF       EPS       </w:t>
      </w:r>
    </w:p>
    <w:p w:rsidR="0062748B" w:rsidRDefault="0062748B" w:rsidP="0062748B">
      <w:r>
        <w:t xml:space="preserve">23.1.2       .         .        +INF       EPS       </w:t>
      </w:r>
    </w:p>
    <w:p w:rsidR="0062748B" w:rsidRDefault="0062748B" w:rsidP="0062748B">
      <w:r>
        <w:t xml:space="preserve">23.1.3       .         .        +INF       EPS       </w:t>
      </w:r>
    </w:p>
    <w:p w:rsidR="0062748B" w:rsidRDefault="0062748B" w:rsidP="0062748B">
      <w:r>
        <w:lastRenderedPageBreak/>
        <w:t xml:space="preserve">23.1.4       .         .        +INF       EPS       </w:t>
      </w:r>
    </w:p>
    <w:p w:rsidR="0062748B" w:rsidRDefault="0062748B" w:rsidP="0062748B">
      <w:r>
        <w:t xml:space="preserve">23.1.5       .         .        +INF       EPS       </w:t>
      </w:r>
    </w:p>
    <w:p w:rsidR="0062748B" w:rsidRDefault="0062748B" w:rsidP="0062748B">
      <w:r>
        <w:t xml:space="preserve">23.1.6       .         .        +INF       EPS       </w:t>
      </w:r>
    </w:p>
    <w:p w:rsidR="0062748B" w:rsidRDefault="0062748B" w:rsidP="0062748B">
      <w:r>
        <w:t xml:space="preserve">23.1.7       .         .        +INF       EPS       </w:t>
      </w:r>
    </w:p>
    <w:p w:rsidR="0062748B" w:rsidRDefault="0062748B" w:rsidP="0062748B">
      <w:r>
        <w:t xml:space="preserve">23.1.8       .         .        +INF       EPS       </w:t>
      </w:r>
    </w:p>
    <w:p w:rsidR="0062748B" w:rsidRDefault="0062748B" w:rsidP="0062748B">
      <w:r>
        <w:t xml:space="preserve">23.1.9       .         .        +INF       EPS       </w:t>
      </w:r>
    </w:p>
    <w:p w:rsidR="0062748B" w:rsidRDefault="0062748B" w:rsidP="0062748B">
      <w:r>
        <w:t xml:space="preserve">23.1.10      .         .        +INF       EPS       </w:t>
      </w:r>
    </w:p>
    <w:p w:rsidR="0062748B" w:rsidRDefault="0062748B" w:rsidP="0062748B">
      <w:r>
        <w:t xml:space="preserve">23.1.11      .         .        +INF       EPS       </w:t>
      </w:r>
    </w:p>
    <w:p w:rsidR="0062748B" w:rsidRDefault="0062748B" w:rsidP="0062748B">
      <w:r>
        <w:t xml:space="preserve">23.1.12      .         .        +INF       EPS       </w:t>
      </w:r>
    </w:p>
    <w:p w:rsidR="0062748B" w:rsidRDefault="0062748B" w:rsidP="0062748B">
      <w:r>
        <w:t xml:space="preserve">23.1.13      .         .        +INF       EPS       </w:t>
      </w:r>
    </w:p>
    <w:p w:rsidR="0062748B" w:rsidRDefault="0062748B" w:rsidP="0062748B">
      <w:r>
        <w:t xml:space="preserve">23.1.14      .         .        +INF       EPS       </w:t>
      </w:r>
    </w:p>
    <w:p w:rsidR="0062748B" w:rsidRDefault="0062748B" w:rsidP="0062748B">
      <w:r>
        <w:t xml:space="preserve">23.1.15      .         .        +INF       EPS       </w:t>
      </w:r>
    </w:p>
    <w:p w:rsidR="0062748B" w:rsidRDefault="0062748B" w:rsidP="0062748B">
      <w:r>
        <w:t xml:space="preserve">23.1.16      .         .        +INF       EPS       </w:t>
      </w:r>
    </w:p>
    <w:p w:rsidR="0062748B" w:rsidRDefault="0062748B" w:rsidP="0062748B">
      <w:r>
        <w:t xml:space="preserve">23.1.17      .         .        +INF       EPS       </w:t>
      </w:r>
    </w:p>
    <w:p w:rsidR="0062748B" w:rsidRDefault="0062748B" w:rsidP="0062748B">
      <w:r>
        <w:t xml:space="preserve">23.1.18      .         .        +INF       EPS       </w:t>
      </w:r>
    </w:p>
    <w:p w:rsidR="0062748B" w:rsidRDefault="0062748B" w:rsidP="0062748B">
      <w:r>
        <w:t xml:space="preserve">23.1.19      .         .        +INF       EPS       </w:t>
      </w:r>
    </w:p>
    <w:p w:rsidR="0062748B" w:rsidRDefault="0062748B" w:rsidP="0062748B">
      <w:r>
        <w:t xml:space="preserve">23.1.20      .         .        +INF       EPS       </w:t>
      </w:r>
    </w:p>
    <w:p w:rsidR="0062748B" w:rsidRDefault="0062748B" w:rsidP="0062748B">
      <w:r>
        <w:t xml:space="preserve">23.1.21      .         .        +INF       EPS       </w:t>
      </w:r>
    </w:p>
    <w:p w:rsidR="0062748B" w:rsidRDefault="0062748B" w:rsidP="0062748B">
      <w:r>
        <w:t xml:space="preserve">23.1.22      .         .        +INF       EPS       </w:t>
      </w:r>
    </w:p>
    <w:p w:rsidR="0062748B" w:rsidRDefault="0062748B" w:rsidP="0062748B">
      <w:r>
        <w:t xml:space="preserve">23.1.23      .         .        +INF       EPS       </w:t>
      </w:r>
    </w:p>
    <w:p w:rsidR="0062748B" w:rsidRDefault="0062748B" w:rsidP="0062748B">
      <w:r>
        <w:t xml:space="preserve">23.1.24      .         .        +INF       EPS       </w:t>
      </w:r>
    </w:p>
    <w:p w:rsidR="0062748B" w:rsidRDefault="0062748B" w:rsidP="0062748B">
      <w:r>
        <w:t xml:space="preserve">23.1.25      .         .        +INF       EPS       </w:t>
      </w:r>
    </w:p>
    <w:p w:rsidR="0062748B" w:rsidRDefault="0062748B" w:rsidP="0062748B">
      <w:r>
        <w:t xml:space="preserve">23.1.26      .         .        +INF       EPS       </w:t>
      </w:r>
    </w:p>
    <w:p w:rsidR="0062748B" w:rsidRDefault="0062748B" w:rsidP="0062748B">
      <w:r>
        <w:t xml:space="preserve">23.1.27      .         .        +INF       EPS       </w:t>
      </w:r>
    </w:p>
    <w:p w:rsidR="0062748B" w:rsidRDefault="0062748B" w:rsidP="0062748B">
      <w:r>
        <w:t xml:space="preserve">23.1.28      .         .        +INF       EPS       </w:t>
      </w:r>
    </w:p>
    <w:p w:rsidR="0062748B" w:rsidRDefault="0062748B" w:rsidP="0062748B">
      <w:r>
        <w:lastRenderedPageBreak/>
        <w:t xml:space="preserve">23.1.29      .         .        +INF       EPS       </w:t>
      </w:r>
    </w:p>
    <w:p w:rsidR="0062748B" w:rsidRDefault="0062748B" w:rsidP="0062748B">
      <w:r>
        <w:t xml:space="preserve">24.1.1       .         .        +INF       EPS       </w:t>
      </w:r>
    </w:p>
    <w:p w:rsidR="0062748B" w:rsidRDefault="0062748B" w:rsidP="0062748B">
      <w:r>
        <w:t xml:space="preserve">24.1.2       .         .        +INF       EPS       </w:t>
      </w:r>
    </w:p>
    <w:p w:rsidR="0062748B" w:rsidRDefault="0062748B" w:rsidP="0062748B">
      <w:r>
        <w:t xml:space="preserve">24.1.3       .         .        +INF       EPS       </w:t>
      </w:r>
    </w:p>
    <w:p w:rsidR="0062748B" w:rsidRDefault="0062748B" w:rsidP="0062748B">
      <w:r>
        <w:t xml:space="preserve">24.1.4       .         .        +INF       EPS       </w:t>
      </w:r>
    </w:p>
    <w:p w:rsidR="0062748B" w:rsidRDefault="0062748B" w:rsidP="0062748B">
      <w:r>
        <w:t xml:space="preserve">24.1.5       .         .        +INF       EPS       </w:t>
      </w:r>
    </w:p>
    <w:p w:rsidR="0062748B" w:rsidRDefault="0062748B" w:rsidP="0062748B">
      <w:r>
        <w:t xml:space="preserve">24.1.6       .         .        +INF       EPS       </w:t>
      </w:r>
    </w:p>
    <w:p w:rsidR="0062748B" w:rsidRDefault="0062748B" w:rsidP="0062748B">
      <w:r>
        <w:t xml:space="preserve">24.1.7       .         .        +INF       EPS       </w:t>
      </w:r>
    </w:p>
    <w:p w:rsidR="0062748B" w:rsidRDefault="0062748B" w:rsidP="0062748B">
      <w:r>
        <w:t xml:space="preserve">24.1.8       .         .        +INF       EPS       </w:t>
      </w:r>
    </w:p>
    <w:p w:rsidR="0062748B" w:rsidRDefault="0062748B" w:rsidP="0062748B">
      <w:r>
        <w:t xml:space="preserve">24.1.9       .         .        +INF       EPS       </w:t>
      </w:r>
    </w:p>
    <w:p w:rsidR="0062748B" w:rsidRDefault="0062748B" w:rsidP="0062748B">
      <w:r>
        <w:t xml:space="preserve">24.1.10      .         .        +INF       EPS       </w:t>
      </w:r>
    </w:p>
    <w:p w:rsidR="0062748B" w:rsidRDefault="0062748B" w:rsidP="0062748B">
      <w:r>
        <w:t xml:space="preserve">24.1.11      .         .        +INF       EPS       </w:t>
      </w:r>
    </w:p>
    <w:p w:rsidR="0062748B" w:rsidRDefault="0062748B" w:rsidP="0062748B">
      <w:r>
        <w:t xml:space="preserve">24.1.12      .         .        +INF       EPS       </w:t>
      </w:r>
    </w:p>
    <w:p w:rsidR="0062748B" w:rsidRDefault="0062748B" w:rsidP="0062748B">
      <w:r>
        <w:t xml:space="preserve">24.1.13      .         .        +INF       EPS       </w:t>
      </w:r>
    </w:p>
    <w:p w:rsidR="0062748B" w:rsidRDefault="0062748B" w:rsidP="0062748B">
      <w:r>
        <w:t xml:space="preserve">24.1.14      .         .        +INF       EPS       </w:t>
      </w:r>
    </w:p>
    <w:p w:rsidR="0062748B" w:rsidRDefault="0062748B" w:rsidP="0062748B">
      <w:r>
        <w:t xml:space="preserve">24.1.15      .         .        +INF       EPS       </w:t>
      </w:r>
    </w:p>
    <w:p w:rsidR="0062748B" w:rsidRDefault="0062748B" w:rsidP="0062748B">
      <w:r>
        <w:t xml:space="preserve">24.1.16      .         .        +INF       EPS       </w:t>
      </w:r>
    </w:p>
    <w:p w:rsidR="0062748B" w:rsidRDefault="0062748B" w:rsidP="0062748B">
      <w:r>
        <w:t xml:space="preserve">24.1.17      .         .        +INF       EPS       </w:t>
      </w:r>
    </w:p>
    <w:p w:rsidR="0062748B" w:rsidRDefault="0062748B" w:rsidP="0062748B">
      <w:r>
        <w:t xml:space="preserve">24.1.18      .         .        +INF       EPS       </w:t>
      </w:r>
    </w:p>
    <w:p w:rsidR="0062748B" w:rsidRDefault="0062748B" w:rsidP="0062748B">
      <w:r>
        <w:t xml:space="preserve">24.1.19      .         .        +INF       EPS       </w:t>
      </w:r>
    </w:p>
    <w:p w:rsidR="0062748B" w:rsidRDefault="0062748B" w:rsidP="0062748B">
      <w:r>
        <w:t xml:space="preserve">24.1.20      .         .        +INF       EPS       </w:t>
      </w:r>
    </w:p>
    <w:p w:rsidR="0062748B" w:rsidRDefault="0062748B" w:rsidP="0062748B">
      <w:r>
        <w:t xml:space="preserve">24.1.21      .         .        +INF       EPS       </w:t>
      </w:r>
    </w:p>
    <w:p w:rsidR="0062748B" w:rsidRDefault="0062748B" w:rsidP="0062748B">
      <w:r>
        <w:t xml:space="preserve">24.1.22      .         .        +INF       EPS       </w:t>
      </w:r>
    </w:p>
    <w:p w:rsidR="0062748B" w:rsidRDefault="0062748B" w:rsidP="0062748B">
      <w:r>
        <w:t xml:space="preserve">24.1.23      .         .        +INF       EPS       </w:t>
      </w:r>
    </w:p>
    <w:p w:rsidR="0062748B" w:rsidRDefault="0062748B" w:rsidP="0062748B">
      <w:r>
        <w:t xml:space="preserve">24.1.24      .         .        +INF       EPS       </w:t>
      </w:r>
    </w:p>
    <w:p w:rsidR="0062748B" w:rsidRDefault="0062748B" w:rsidP="0062748B">
      <w:r>
        <w:lastRenderedPageBreak/>
        <w:t xml:space="preserve">24.1.25      .         .        +INF       EPS       </w:t>
      </w:r>
    </w:p>
    <w:p w:rsidR="0062748B" w:rsidRDefault="0062748B" w:rsidP="0062748B">
      <w:r>
        <w:t xml:space="preserve">24.1.26      .         .        +INF       EPS       </w:t>
      </w:r>
    </w:p>
    <w:p w:rsidR="0062748B" w:rsidRDefault="0062748B" w:rsidP="0062748B">
      <w:r>
        <w:t xml:space="preserve">24.1.27      .         .        +INF       EPS       </w:t>
      </w:r>
    </w:p>
    <w:p w:rsidR="0062748B" w:rsidRDefault="0062748B" w:rsidP="0062748B">
      <w:r>
        <w:t xml:space="preserve">24.1.28      .         .        +INF       EPS       </w:t>
      </w:r>
    </w:p>
    <w:p w:rsidR="0062748B" w:rsidRDefault="0062748B" w:rsidP="0062748B">
      <w:r>
        <w:t xml:space="preserve">24.1.29      .         .        +INF       EPS       </w:t>
      </w:r>
    </w:p>
    <w:p w:rsidR="0062748B" w:rsidRDefault="0062748B" w:rsidP="0062748B">
      <w:r>
        <w:t xml:space="preserve">25.1.1       .         .        +INF       EPS       </w:t>
      </w:r>
    </w:p>
    <w:p w:rsidR="0062748B" w:rsidRDefault="0062748B" w:rsidP="0062748B">
      <w:r>
        <w:t xml:space="preserve">25.1.2       .         .        +INF       EPS       </w:t>
      </w:r>
    </w:p>
    <w:p w:rsidR="0062748B" w:rsidRDefault="0062748B" w:rsidP="0062748B">
      <w:r>
        <w:t xml:space="preserve">25.1.3       .         .        +INF       EPS       </w:t>
      </w:r>
    </w:p>
    <w:p w:rsidR="0062748B" w:rsidRDefault="0062748B" w:rsidP="0062748B">
      <w:r>
        <w:t xml:space="preserve">25.1.4       .         .        +INF       EPS       </w:t>
      </w:r>
    </w:p>
    <w:p w:rsidR="0062748B" w:rsidRDefault="0062748B" w:rsidP="0062748B">
      <w:r>
        <w:t xml:space="preserve">25.1.5       .         .        +INF       EPS       </w:t>
      </w:r>
    </w:p>
    <w:p w:rsidR="0062748B" w:rsidRDefault="0062748B" w:rsidP="0062748B">
      <w:r>
        <w:t xml:space="preserve">25.1.6       .         .        +INF       EPS       </w:t>
      </w:r>
    </w:p>
    <w:p w:rsidR="0062748B" w:rsidRDefault="0062748B" w:rsidP="0062748B">
      <w:r>
        <w:t xml:space="preserve">25.1.7       .         .        +INF       EPS       </w:t>
      </w:r>
    </w:p>
    <w:p w:rsidR="0062748B" w:rsidRDefault="0062748B" w:rsidP="0062748B">
      <w:r>
        <w:t xml:space="preserve">25.1.8       .         .        +INF       EPS       </w:t>
      </w:r>
    </w:p>
    <w:p w:rsidR="0062748B" w:rsidRDefault="0062748B" w:rsidP="0062748B">
      <w:r>
        <w:t xml:space="preserve">25.1.9       .         .        +INF       EPS       </w:t>
      </w:r>
    </w:p>
    <w:p w:rsidR="0062748B" w:rsidRDefault="0062748B" w:rsidP="0062748B">
      <w:r>
        <w:t xml:space="preserve">25.1.10      .         .        +INF       EPS       </w:t>
      </w:r>
    </w:p>
    <w:p w:rsidR="0062748B" w:rsidRDefault="0062748B" w:rsidP="0062748B">
      <w:r>
        <w:t xml:space="preserve">25.1.11      .         .        +INF       EPS       </w:t>
      </w:r>
    </w:p>
    <w:p w:rsidR="0062748B" w:rsidRDefault="0062748B" w:rsidP="0062748B">
      <w:r>
        <w:t xml:space="preserve">25.1.12      .         .        +INF       EPS       </w:t>
      </w:r>
    </w:p>
    <w:p w:rsidR="0062748B" w:rsidRDefault="0062748B" w:rsidP="0062748B">
      <w:r>
        <w:t xml:space="preserve">25.1.13      .         .        +INF       EPS       </w:t>
      </w:r>
    </w:p>
    <w:p w:rsidR="0062748B" w:rsidRDefault="0062748B" w:rsidP="0062748B">
      <w:r>
        <w:t xml:space="preserve">25.1.14      .         .        +INF       EPS       </w:t>
      </w:r>
    </w:p>
    <w:p w:rsidR="0062748B" w:rsidRDefault="0062748B" w:rsidP="0062748B">
      <w:r>
        <w:t xml:space="preserve">25.1.15      .         .        +INF       EPS       </w:t>
      </w:r>
    </w:p>
    <w:p w:rsidR="0062748B" w:rsidRDefault="0062748B" w:rsidP="0062748B">
      <w:r>
        <w:t xml:space="preserve">25.1.16      .         .        +INF       EPS       </w:t>
      </w:r>
    </w:p>
    <w:p w:rsidR="0062748B" w:rsidRDefault="0062748B" w:rsidP="0062748B">
      <w:r>
        <w:t xml:space="preserve">25.1.17      .         .        +INF       EPS       </w:t>
      </w:r>
    </w:p>
    <w:p w:rsidR="0062748B" w:rsidRDefault="0062748B" w:rsidP="0062748B">
      <w:r>
        <w:t xml:space="preserve">25.1.18      .         .        +INF       EPS       </w:t>
      </w:r>
    </w:p>
    <w:p w:rsidR="0062748B" w:rsidRDefault="0062748B" w:rsidP="0062748B">
      <w:r>
        <w:t xml:space="preserve">25.1.19      .         .        +INF       EPS       </w:t>
      </w:r>
    </w:p>
    <w:p w:rsidR="0062748B" w:rsidRDefault="0062748B" w:rsidP="0062748B">
      <w:r>
        <w:t xml:space="preserve">25.1.20      .         .        +INF       EPS       </w:t>
      </w:r>
    </w:p>
    <w:p w:rsidR="0062748B" w:rsidRDefault="0062748B" w:rsidP="0062748B">
      <w:r>
        <w:lastRenderedPageBreak/>
        <w:t xml:space="preserve">25.1.21      .         .        +INF       EPS       </w:t>
      </w:r>
    </w:p>
    <w:p w:rsidR="0062748B" w:rsidRDefault="0062748B" w:rsidP="0062748B">
      <w:r>
        <w:t xml:space="preserve">25.1.22      .         .        +INF       EPS       </w:t>
      </w:r>
    </w:p>
    <w:p w:rsidR="0062748B" w:rsidRDefault="0062748B" w:rsidP="0062748B">
      <w:r>
        <w:t xml:space="preserve">25.1.23      .         .        +INF       EPS       </w:t>
      </w:r>
    </w:p>
    <w:p w:rsidR="0062748B" w:rsidRDefault="0062748B" w:rsidP="0062748B">
      <w:r>
        <w:t xml:space="preserve">25.1.24      .         .        +INF       EPS       </w:t>
      </w:r>
    </w:p>
    <w:p w:rsidR="0062748B" w:rsidRDefault="0062748B" w:rsidP="0062748B">
      <w:r>
        <w:t xml:space="preserve">25.1.25      .         .        +INF       EPS       </w:t>
      </w:r>
    </w:p>
    <w:p w:rsidR="0062748B" w:rsidRDefault="0062748B" w:rsidP="0062748B">
      <w:r>
        <w:t xml:space="preserve">25.1.26      .         .        +INF       EPS       </w:t>
      </w:r>
    </w:p>
    <w:p w:rsidR="0062748B" w:rsidRDefault="0062748B" w:rsidP="0062748B">
      <w:r>
        <w:t xml:space="preserve">25.1.27      .         .        +INF       EPS       </w:t>
      </w:r>
    </w:p>
    <w:p w:rsidR="0062748B" w:rsidRDefault="0062748B" w:rsidP="0062748B">
      <w:r>
        <w:t xml:space="preserve">25.1.28      .         .        +INF       EPS       </w:t>
      </w:r>
    </w:p>
    <w:p w:rsidR="0062748B" w:rsidRDefault="0062748B" w:rsidP="0062748B">
      <w:r>
        <w:t xml:space="preserve">25.1.29      .         .        +INF       EPS       </w:t>
      </w:r>
    </w:p>
    <w:p w:rsidR="0062748B" w:rsidRDefault="0062748B" w:rsidP="0062748B">
      <w:r>
        <w:t xml:space="preserve">26.1.1       .         .        +INF       EPS       </w:t>
      </w:r>
    </w:p>
    <w:p w:rsidR="0062748B" w:rsidRDefault="0062748B" w:rsidP="0062748B">
      <w:r>
        <w:t xml:space="preserve">26.1.2       .         .        +INF       EPS       </w:t>
      </w:r>
    </w:p>
    <w:p w:rsidR="0062748B" w:rsidRDefault="0062748B" w:rsidP="0062748B">
      <w:r>
        <w:t xml:space="preserve">26.1.3       .         .        +INF       EPS       </w:t>
      </w:r>
    </w:p>
    <w:p w:rsidR="0062748B" w:rsidRDefault="0062748B" w:rsidP="0062748B">
      <w:r>
        <w:t xml:space="preserve">26.1.4       .         .        +INF       EPS       </w:t>
      </w:r>
    </w:p>
    <w:p w:rsidR="0062748B" w:rsidRDefault="0062748B" w:rsidP="0062748B">
      <w:r>
        <w:t xml:space="preserve">26.1.5       .         .        +INF       EPS       </w:t>
      </w:r>
    </w:p>
    <w:p w:rsidR="0062748B" w:rsidRDefault="0062748B" w:rsidP="0062748B">
      <w:r>
        <w:t xml:space="preserve">26.1.6       .         .        +INF       EPS       </w:t>
      </w:r>
    </w:p>
    <w:p w:rsidR="0062748B" w:rsidRDefault="0062748B" w:rsidP="0062748B">
      <w:r>
        <w:t xml:space="preserve">26.1.7       .         .        +INF       EPS       </w:t>
      </w:r>
    </w:p>
    <w:p w:rsidR="0062748B" w:rsidRDefault="0062748B" w:rsidP="0062748B">
      <w:r>
        <w:t xml:space="preserve">26.1.8       .         .        +INF       EPS       </w:t>
      </w:r>
    </w:p>
    <w:p w:rsidR="0062748B" w:rsidRDefault="0062748B" w:rsidP="0062748B">
      <w:r>
        <w:t xml:space="preserve">26.1.9       .         .        +INF       EPS       </w:t>
      </w:r>
    </w:p>
    <w:p w:rsidR="0062748B" w:rsidRDefault="0062748B" w:rsidP="0062748B">
      <w:r>
        <w:t xml:space="preserve">26.1.10      .         .        +INF       EPS       </w:t>
      </w:r>
    </w:p>
    <w:p w:rsidR="0062748B" w:rsidRDefault="0062748B" w:rsidP="0062748B">
      <w:r>
        <w:t xml:space="preserve">26.1.11      .         .        +INF       EPS       </w:t>
      </w:r>
    </w:p>
    <w:p w:rsidR="0062748B" w:rsidRDefault="0062748B" w:rsidP="0062748B">
      <w:r>
        <w:t xml:space="preserve">26.1.12      .         .        +INF       EPS       </w:t>
      </w:r>
    </w:p>
    <w:p w:rsidR="0062748B" w:rsidRDefault="0062748B" w:rsidP="0062748B">
      <w:r>
        <w:t xml:space="preserve">26.1.13      .         .        +INF       EPS       </w:t>
      </w:r>
    </w:p>
    <w:p w:rsidR="0062748B" w:rsidRDefault="0062748B" w:rsidP="0062748B">
      <w:r>
        <w:t xml:space="preserve">26.1.14      .         .        +INF       EPS       </w:t>
      </w:r>
    </w:p>
    <w:p w:rsidR="0062748B" w:rsidRDefault="0062748B" w:rsidP="0062748B">
      <w:r>
        <w:t xml:space="preserve">26.1.15      .         .        +INF       EPS       </w:t>
      </w:r>
    </w:p>
    <w:p w:rsidR="0062748B" w:rsidRDefault="0062748B" w:rsidP="0062748B">
      <w:r>
        <w:t xml:space="preserve">26.1.16      .         .        +INF       EPS       </w:t>
      </w:r>
    </w:p>
    <w:p w:rsidR="0062748B" w:rsidRDefault="0062748B" w:rsidP="0062748B">
      <w:r>
        <w:lastRenderedPageBreak/>
        <w:t xml:space="preserve">26.1.17      .         .        +INF       EPS       </w:t>
      </w:r>
    </w:p>
    <w:p w:rsidR="0062748B" w:rsidRDefault="0062748B" w:rsidP="0062748B">
      <w:r>
        <w:t xml:space="preserve">26.1.18      .         .        +INF       EPS       </w:t>
      </w:r>
    </w:p>
    <w:p w:rsidR="0062748B" w:rsidRDefault="0062748B" w:rsidP="0062748B">
      <w:r>
        <w:t xml:space="preserve">26.1.19      .         .        +INF       EPS       </w:t>
      </w:r>
    </w:p>
    <w:p w:rsidR="0062748B" w:rsidRDefault="0062748B" w:rsidP="0062748B">
      <w:r>
        <w:t xml:space="preserve">26.1.20      .         .        +INF       EPS       </w:t>
      </w:r>
    </w:p>
    <w:p w:rsidR="0062748B" w:rsidRDefault="0062748B" w:rsidP="0062748B">
      <w:r>
        <w:t xml:space="preserve">26.1.21      .         .        +INF       EPS       </w:t>
      </w:r>
    </w:p>
    <w:p w:rsidR="0062748B" w:rsidRDefault="0062748B" w:rsidP="0062748B">
      <w:r>
        <w:t xml:space="preserve">26.1.22      .         .        +INF       EPS       </w:t>
      </w:r>
    </w:p>
    <w:p w:rsidR="0062748B" w:rsidRDefault="0062748B" w:rsidP="0062748B">
      <w:r>
        <w:t xml:space="preserve">26.1.23      .         .        +INF       EPS       </w:t>
      </w:r>
    </w:p>
    <w:p w:rsidR="0062748B" w:rsidRDefault="0062748B" w:rsidP="0062748B">
      <w:r>
        <w:t xml:space="preserve">26.1.24      .         .        +INF       EPS       </w:t>
      </w:r>
    </w:p>
    <w:p w:rsidR="0062748B" w:rsidRDefault="0062748B" w:rsidP="0062748B">
      <w:r>
        <w:t xml:space="preserve">26.1.25      .         .        +INF       EPS       </w:t>
      </w:r>
    </w:p>
    <w:p w:rsidR="0062748B" w:rsidRDefault="0062748B" w:rsidP="0062748B">
      <w:r>
        <w:t xml:space="preserve">26.1.26      .         .        +INF       EPS       </w:t>
      </w:r>
    </w:p>
    <w:p w:rsidR="0062748B" w:rsidRDefault="0062748B" w:rsidP="0062748B">
      <w:r>
        <w:t xml:space="preserve">26.1.27      .         .        +INF       EPS       </w:t>
      </w:r>
    </w:p>
    <w:p w:rsidR="0062748B" w:rsidRDefault="0062748B" w:rsidP="0062748B">
      <w:r>
        <w:t xml:space="preserve">26.1.28      .         .        +INF       EPS       </w:t>
      </w:r>
    </w:p>
    <w:p w:rsidR="0062748B" w:rsidRDefault="0062748B" w:rsidP="0062748B">
      <w:r>
        <w:t xml:space="preserve">26.1.29      .         .        +INF       EPS       </w:t>
      </w:r>
    </w:p>
    <w:p w:rsidR="0062748B" w:rsidRDefault="0062748B" w:rsidP="0062748B">
      <w:r>
        <w:t xml:space="preserve">27.1.1       .         .        +INF       EPS       </w:t>
      </w:r>
    </w:p>
    <w:p w:rsidR="0062748B" w:rsidRDefault="0062748B" w:rsidP="0062748B">
      <w:r>
        <w:t xml:space="preserve">27.1.2       .         .        +INF       EPS       </w:t>
      </w:r>
    </w:p>
    <w:p w:rsidR="0062748B" w:rsidRDefault="0062748B" w:rsidP="0062748B">
      <w:r>
        <w:t xml:space="preserve">27.1.3       .         .        +INF       EPS       </w:t>
      </w:r>
    </w:p>
    <w:p w:rsidR="0062748B" w:rsidRDefault="0062748B" w:rsidP="0062748B">
      <w:r>
        <w:t xml:space="preserve">27.1.4       .         .        +INF       EPS       </w:t>
      </w:r>
    </w:p>
    <w:p w:rsidR="0062748B" w:rsidRDefault="0062748B" w:rsidP="0062748B">
      <w:r>
        <w:t xml:space="preserve">27.1.5       .         .        +INF       EPS       </w:t>
      </w:r>
    </w:p>
    <w:p w:rsidR="0062748B" w:rsidRDefault="0062748B" w:rsidP="0062748B">
      <w:r>
        <w:t xml:space="preserve">27.1.6       .         .        +INF       EPS       </w:t>
      </w:r>
    </w:p>
    <w:p w:rsidR="0062748B" w:rsidRDefault="0062748B" w:rsidP="0062748B">
      <w:r>
        <w:t xml:space="preserve">27.1.7       .         .        +INF       EPS       </w:t>
      </w:r>
    </w:p>
    <w:p w:rsidR="0062748B" w:rsidRDefault="0062748B" w:rsidP="0062748B">
      <w:r>
        <w:t xml:space="preserve">27.1.8       .         .        +INF       EPS       </w:t>
      </w:r>
    </w:p>
    <w:p w:rsidR="0062748B" w:rsidRDefault="0062748B" w:rsidP="0062748B">
      <w:r>
        <w:t xml:space="preserve">27.1.9       .         .        +INF       EPS       </w:t>
      </w:r>
    </w:p>
    <w:p w:rsidR="0062748B" w:rsidRDefault="0062748B" w:rsidP="0062748B">
      <w:r>
        <w:t xml:space="preserve">27.1.10      .         .        +INF       EPS       </w:t>
      </w:r>
    </w:p>
    <w:p w:rsidR="0062748B" w:rsidRDefault="0062748B" w:rsidP="0062748B">
      <w:r>
        <w:t xml:space="preserve">27.1.11      .         .        +INF       EPS       </w:t>
      </w:r>
    </w:p>
    <w:p w:rsidR="0062748B" w:rsidRDefault="0062748B" w:rsidP="0062748B">
      <w:r>
        <w:t xml:space="preserve">27.1.12      .         .        +INF       EPS       </w:t>
      </w:r>
    </w:p>
    <w:p w:rsidR="0062748B" w:rsidRDefault="0062748B" w:rsidP="0062748B">
      <w:r>
        <w:lastRenderedPageBreak/>
        <w:t xml:space="preserve">27.1.13      .         .        +INF       EPS       </w:t>
      </w:r>
    </w:p>
    <w:p w:rsidR="0062748B" w:rsidRDefault="0062748B" w:rsidP="0062748B">
      <w:r>
        <w:t xml:space="preserve">27.1.14      .         .        +INF       EPS       </w:t>
      </w:r>
    </w:p>
    <w:p w:rsidR="0062748B" w:rsidRDefault="0062748B" w:rsidP="0062748B">
      <w:r>
        <w:t xml:space="preserve">27.1.15      .         .        +INF       EPS       </w:t>
      </w:r>
    </w:p>
    <w:p w:rsidR="0062748B" w:rsidRDefault="0062748B" w:rsidP="0062748B">
      <w:r>
        <w:t xml:space="preserve">27.1.16      .         .        +INF       EPS       </w:t>
      </w:r>
    </w:p>
    <w:p w:rsidR="0062748B" w:rsidRDefault="0062748B" w:rsidP="0062748B">
      <w:r>
        <w:t xml:space="preserve">27.1.17      .         .        +INF       EPS       </w:t>
      </w:r>
    </w:p>
    <w:p w:rsidR="0062748B" w:rsidRDefault="0062748B" w:rsidP="0062748B">
      <w:r>
        <w:t xml:space="preserve">27.1.18      .         .        +INF       EPS       </w:t>
      </w:r>
    </w:p>
    <w:p w:rsidR="0062748B" w:rsidRDefault="0062748B" w:rsidP="0062748B">
      <w:r>
        <w:t xml:space="preserve">27.1.19      .         .        +INF       EPS       </w:t>
      </w:r>
    </w:p>
    <w:p w:rsidR="0062748B" w:rsidRDefault="0062748B" w:rsidP="0062748B">
      <w:r>
        <w:t xml:space="preserve">27.1.20      .         .        +INF       EPS       </w:t>
      </w:r>
    </w:p>
    <w:p w:rsidR="0062748B" w:rsidRDefault="0062748B" w:rsidP="0062748B">
      <w:r>
        <w:t xml:space="preserve">27.1.21      .         .        +INF       EPS       </w:t>
      </w:r>
    </w:p>
    <w:p w:rsidR="0062748B" w:rsidRDefault="0062748B" w:rsidP="0062748B">
      <w:r>
        <w:t xml:space="preserve">27.1.22      .         .        +INF       EPS       </w:t>
      </w:r>
    </w:p>
    <w:p w:rsidR="0062748B" w:rsidRDefault="0062748B" w:rsidP="0062748B">
      <w:r>
        <w:t xml:space="preserve">27.1.23      .         .        +INF       EPS       </w:t>
      </w:r>
    </w:p>
    <w:p w:rsidR="0062748B" w:rsidRDefault="0062748B" w:rsidP="0062748B">
      <w:r>
        <w:t xml:space="preserve">27.1.24      .         .        +INF       EPS       </w:t>
      </w:r>
    </w:p>
    <w:p w:rsidR="0062748B" w:rsidRDefault="0062748B" w:rsidP="0062748B">
      <w:r>
        <w:t xml:space="preserve">27.1.25      .         .        +INF       EPS       </w:t>
      </w:r>
    </w:p>
    <w:p w:rsidR="0062748B" w:rsidRDefault="0062748B" w:rsidP="0062748B">
      <w:r>
        <w:t xml:space="preserve">27.1.26      .         .        +INF       EPS       </w:t>
      </w:r>
    </w:p>
    <w:p w:rsidR="0062748B" w:rsidRDefault="0062748B" w:rsidP="0062748B">
      <w:r>
        <w:t xml:space="preserve">27.1.27      .         .        +INF       EPS       </w:t>
      </w:r>
    </w:p>
    <w:p w:rsidR="0062748B" w:rsidRDefault="0062748B" w:rsidP="0062748B">
      <w:r>
        <w:t xml:space="preserve">27.1.28      .         .        +INF       EPS       </w:t>
      </w:r>
    </w:p>
    <w:p w:rsidR="0062748B" w:rsidRDefault="0062748B" w:rsidP="0062748B">
      <w:r>
        <w:t xml:space="preserve">27.1.29      .         .        +INF       EPS       </w:t>
      </w:r>
    </w:p>
    <w:p w:rsidR="0062748B" w:rsidRDefault="0062748B" w:rsidP="0062748B">
      <w:r>
        <w:t xml:space="preserve">28.1.1       .         .        +INF       EPS       </w:t>
      </w:r>
    </w:p>
    <w:p w:rsidR="0062748B" w:rsidRDefault="0062748B" w:rsidP="0062748B">
      <w:r>
        <w:t xml:space="preserve">28.1.2       .         .        +INF       EPS       </w:t>
      </w:r>
    </w:p>
    <w:p w:rsidR="0062748B" w:rsidRDefault="0062748B" w:rsidP="0062748B">
      <w:r>
        <w:t xml:space="preserve">28.1.3       .         .        +INF       EPS       </w:t>
      </w:r>
    </w:p>
    <w:p w:rsidR="0062748B" w:rsidRDefault="0062748B" w:rsidP="0062748B">
      <w:r>
        <w:t xml:space="preserve">28.1.4       .         .        +INF       EPS       </w:t>
      </w:r>
    </w:p>
    <w:p w:rsidR="0062748B" w:rsidRDefault="0062748B" w:rsidP="0062748B">
      <w:r>
        <w:t xml:space="preserve">28.1.5       .         .        +INF       EPS       </w:t>
      </w:r>
    </w:p>
    <w:p w:rsidR="0062748B" w:rsidRDefault="0062748B" w:rsidP="0062748B">
      <w:r>
        <w:t xml:space="preserve">28.1.6       .         .        +INF       EPS       </w:t>
      </w:r>
    </w:p>
    <w:p w:rsidR="0062748B" w:rsidRDefault="0062748B" w:rsidP="0062748B">
      <w:r>
        <w:t xml:space="preserve">28.1.7       .         .        +INF       EPS       </w:t>
      </w:r>
    </w:p>
    <w:p w:rsidR="0062748B" w:rsidRDefault="0062748B" w:rsidP="0062748B">
      <w:r>
        <w:t xml:space="preserve">28.1.8       .         .        +INF       EPS       </w:t>
      </w:r>
    </w:p>
    <w:p w:rsidR="0062748B" w:rsidRDefault="0062748B" w:rsidP="0062748B">
      <w:r>
        <w:lastRenderedPageBreak/>
        <w:t xml:space="preserve">28.1.9       .         .        +INF       EPS       </w:t>
      </w:r>
    </w:p>
    <w:p w:rsidR="0062748B" w:rsidRDefault="0062748B" w:rsidP="0062748B">
      <w:r>
        <w:t xml:space="preserve">28.1.10      .         .        +INF       EPS       </w:t>
      </w:r>
    </w:p>
    <w:p w:rsidR="0062748B" w:rsidRDefault="0062748B" w:rsidP="0062748B">
      <w:r>
        <w:t xml:space="preserve">28.1.11      .         .        +INF       EPS       </w:t>
      </w:r>
    </w:p>
    <w:p w:rsidR="0062748B" w:rsidRDefault="0062748B" w:rsidP="0062748B">
      <w:r>
        <w:t xml:space="preserve">28.1.12      .         .        +INF       EPS       </w:t>
      </w:r>
    </w:p>
    <w:p w:rsidR="0062748B" w:rsidRDefault="0062748B" w:rsidP="0062748B">
      <w:r>
        <w:t xml:space="preserve">28.1.13      .         .        +INF       EPS       </w:t>
      </w:r>
    </w:p>
    <w:p w:rsidR="0062748B" w:rsidRDefault="0062748B" w:rsidP="0062748B">
      <w:r>
        <w:t xml:space="preserve">28.1.14      .         .        +INF       EPS       </w:t>
      </w:r>
    </w:p>
    <w:p w:rsidR="0062748B" w:rsidRDefault="0062748B" w:rsidP="0062748B">
      <w:r>
        <w:t xml:space="preserve">28.1.15      .         .        +INF       EPS       </w:t>
      </w:r>
    </w:p>
    <w:p w:rsidR="0062748B" w:rsidRDefault="0062748B" w:rsidP="0062748B">
      <w:r>
        <w:t xml:space="preserve">28.1.16      .         .        +INF       EPS       </w:t>
      </w:r>
    </w:p>
    <w:p w:rsidR="0062748B" w:rsidRDefault="0062748B" w:rsidP="0062748B">
      <w:r>
        <w:t xml:space="preserve">28.1.17      .         .        +INF       EPS       </w:t>
      </w:r>
    </w:p>
    <w:p w:rsidR="0062748B" w:rsidRDefault="0062748B" w:rsidP="0062748B">
      <w:r>
        <w:t xml:space="preserve">28.1.18      .         .        +INF       EPS       </w:t>
      </w:r>
    </w:p>
    <w:p w:rsidR="0062748B" w:rsidRDefault="0062748B" w:rsidP="0062748B">
      <w:r>
        <w:t xml:space="preserve">28.1.19      .         .        +INF       EPS       </w:t>
      </w:r>
    </w:p>
    <w:p w:rsidR="0062748B" w:rsidRDefault="0062748B" w:rsidP="0062748B">
      <w:r>
        <w:t xml:space="preserve">28.1.20      .         .        +INF       EPS       </w:t>
      </w:r>
    </w:p>
    <w:p w:rsidR="0062748B" w:rsidRDefault="0062748B" w:rsidP="0062748B">
      <w:r>
        <w:t xml:space="preserve">28.1.21      .         .        +INF       EPS       </w:t>
      </w:r>
    </w:p>
    <w:p w:rsidR="0062748B" w:rsidRDefault="0062748B" w:rsidP="0062748B">
      <w:r>
        <w:t xml:space="preserve">28.1.22      .         .        +INF       EPS       </w:t>
      </w:r>
    </w:p>
    <w:p w:rsidR="0062748B" w:rsidRDefault="0062748B" w:rsidP="0062748B">
      <w:r>
        <w:t xml:space="preserve">28.1.23      .         .        +INF       EPS       </w:t>
      </w:r>
    </w:p>
    <w:p w:rsidR="0062748B" w:rsidRDefault="0062748B" w:rsidP="0062748B">
      <w:r>
        <w:t xml:space="preserve">28.1.24      .         .        +INF       EPS       </w:t>
      </w:r>
    </w:p>
    <w:p w:rsidR="0062748B" w:rsidRDefault="0062748B" w:rsidP="0062748B">
      <w:r>
        <w:t xml:space="preserve">28.1.25      .         .        +INF       EPS       </w:t>
      </w:r>
    </w:p>
    <w:p w:rsidR="0062748B" w:rsidRDefault="0062748B" w:rsidP="0062748B">
      <w:r>
        <w:t xml:space="preserve">28.1.26      .         .        +INF       EPS       </w:t>
      </w:r>
    </w:p>
    <w:p w:rsidR="0062748B" w:rsidRDefault="0062748B" w:rsidP="0062748B">
      <w:r>
        <w:t xml:space="preserve">28.1.27      .         .        +INF       EPS       </w:t>
      </w:r>
    </w:p>
    <w:p w:rsidR="0062748B" w:rsidRDefault="0062748B" w:rsidP="0062748B">
      <w:r>
        <w:t xml:space="preserve">28.1.28      .         .        +INF       EPS       </w:t>
      </w:r>
    </w:p>
    <w:p w:rsidR="0062748B" w:rsidRDefault="0062748B" w:rsidP="0062748B">
      <w:r>
        <w:t xml:space="preserve">28.1.29      .         .        +INF       EPS       </w:t>
      </w:r>
    </w:p>
    <w:p w:rsidR="0062748B" w:rsidRDefault="0062748B" w:rsidP="0062748B">
      <w:r>
        <w:t xml:space="preserve">29.1.1       .         .        +INF       EPS       </w:t>
      </w:r>
    </w:p>
    <w:p w:rsidR="0062748B" w:rsidRDefault="0062748B" w:rsidP="0062748B">
      <w:r>
        <w:t xml:space="preserve">29.1.2       .         .        +INF       EPS       </w:t>
      </w:r>
    </w:p>
    <w:p w:rsidR="0062748B" w:rsidRDefault="0062748B" w:rsidP="0062748B">
      <w:r>
        <w:t xml:space="preserve">29.1.3       .         .        +INF       EPS       </w:t>
      </w:r>
    </w:p>
    <w:p w:rsidR="0062748B" w:rsidRDefault="0062748B" w:rsidP="0062748B">
      <w:r>
        <w:t xml:space="preserve">29.1.4       .         .        +INF       EPS       </w:t>
      </w:r>
    </w:p>
    <w:p w:rsidR="0062748B" w:rsidRDefault="0062748B" w:rsidP="0062748B">
      <w:r>
        <w:lastRenderedPageBreak/>
        <w:t xml:space="preserve">29.1.5       .         .        +INF       EPS       </w:t>
      </w:r>
    </w:p>
    <w:p w:rsidR="0062748B" w:rsidRDefault="0062748B" w:rsidP="0062748B">
      <w:r>
        <w:t xml:space="preserve">29.1.6       .         .        +INF       EPS       </w:t>
      </w:r>
    </w:p>
    <w:p w:rsidR="0062748B" w:rsidRDefault="0062748B" w:rsidP="0062748B">
      <w:r>
        <w:t xml:space="preserve">29.1.7       .         .        +INF       EPS       </w:t>
      </w:r>
    </w:p>
    <w:p w:rsidR="0062748B" w:rsidRDefault="0062748B" w:rsidP="0062748B">
      <w:r>
        <w:t xml:space="preserve">29.1.8       .         .        +INF       EPS       </w:t>
      </w:r>
    </w:p>
    <w:p w:rsidR="0062748B" w:rsidRDefault="0062748B" w:rsidP="0062748B">
      <w:r>
        <w:t xml:space="preserve">29.1.9       .         .        +INF       EPS       </w:t>
      </w:r>
    </w:p>
    <w:p w:rsidR="0062748B" w:rsidRDefault="0062748B" w:rsidP="0062748B">
      <w:r>
        <w:t xml:space="preserve">29.1.10      .         .        +INF       EPS       </w:t>
      </w:r>
    </w:p>
    <w:p w:rsidR="0062748B" w:rsidRDefault="0062748B" w:rsidP="0062748B">
      <w:r>
        <w:t xml:space="preserve">29.1.11      .         .        +INF       EPS       </w:t>
      </w:r>
    </w:p>
    <w:p w:rsidR="0062748B" w:rsidRDefault="0062748B" w:rsidP="0062748B">
      <w:r>
        <w:t xml:space="preserve">29.1.12      .         .        +INF       EPS       </w:t>
      </w:r>
    </w:p>
    <w:p w:rsidR="0062748B" w:rsidRDefault="0062748B" w:rsidP="0062748B">
      <w:r>
        <w:t xml:space="preserve">29.1.13      .         .        +INF       EPS       </w:t>
      </w:r>
    </w:p>
    <w:p w:rsidR="0062748B" w:rsidRDefault="0062748B" w:rsidP="0062748B">
      <w:r>
        <w:t xml:space="preserve">29.1.14      .         .        +INF       EPS       </w:t>
      </w:r>
    </w:p>
    <w:p w:rsidR="0062748B" w:rsidRDefault="0062748B" w:rsidP="0062748B">
      <w:r>
        <w:t xml:space="preserve">29.1.15      .         .        +INF       EPS       </w:t>
      </w:r>
    </w:p>
    <w:p w:rsidR="0062748B" w:rsidRDefault="0062748B" w:rsidP="0062748B">
      <w:r>
        <w:t xml:space="preserve">29.1.16      .         .        +INF       EPS       </w:t>
      </w:r>
    </w:p>
    <w:p w:rsidR="0062748B" w:rsidRDefault="0062748B" w:rsidP="0062748B">
      <w:r>
        <w:t xml:space="preserve">29.1.17      .         .        +INF       EPS       </w:t>
      </w:r>
    </w:p>
    <w:p w:rsidR="0062748B" w:rsidRDefault="0062748B" w:rsidP="0062748B">
      <w:r>
        <w:t xml:space="preserve">29.1.18      .         .        +INF       EPS       </w:t>
      </w:r>
    </w:p>
    <w:p w:rsidR="0062748B" w:rsidRDefault="0062748B" w:rsidP="0062748B">
      <w:r>
        <w:t xml:space="preserve">29.1.19      .         .        +INF       EPS       </w:t>
      </w:r>
    </w:p>
    <w:p w:rsidR="0062748B" w:rsidRDefault="0062748B" w:rsidP="0062748B">
      <w:r>
        <w:t xml:space="preserve">29.1.20      .         .        +INF       EPS       </w:t>
      </w:r>
    </w:p>
    <w:p w:rsidR="0062748B" w:rsidRDefault="0062748B" w:rsidP="0062748B">
      <w:r>
        <w:t xml:space="preserve">29.1.21      .         .        +INF       EPS       </w:t>
      </w:r>
    </w:p>
    <w:p w:rsidR="0062748B" w:rsidRDefault="0062748B" w:rsidP="0062748B">
      <w:r>
        <w:t xml:space="preserve">29.1.22      .         .        +INF       EPS       </w:t>
      </w:r>
    </w:p>
    <w:p w:rsidR="0062748B" w:rsidRDefault="0062748B" w:rsidP="0062748B">
      <w:r>
        <w:t xml:space="preserve">29.1.23      .         .        +INF       EPS       </w:t>
      </w:r>
    </w:p>
    <w:p w:rsidR="0062748B" w:rsidRDefault="0062748B" w:rsidP="0062748B">
      <w:r>
        <w:t xml:space="preserve">29.1.24      .         .        +INF       EPS       </w:t>
      </w:r>
    </w:p>
    <w:p w:rsidR="0062748B" w:rsidRDefault="0062748B" w:rsidP="0062748B">
      <w:r>
        <w:t xml:space="preserve">29.1.25      .         .        +INF       EPS       </w:t>
      </w:r>
    </w:p>
    <w:p w:rsidR="0062748B" w:rsidRDefault="0062748B" w:rsidP="0062748B">
      <w:r>
        <w:t xml:space="preserve">29.1.26      .         .        +INF       EPS       </w:t>
      </w:r>
    </w:p>
    <w:p w:rsidR="0062748B" w:rsidRDefault="0062748B" w:rsidP="0062748B">
      <w:r>
        <w:t xml:space="preserve">29.1.27      .         .        +INF       EPS       </w:t>
      </w:r>
    </w:p>
    <w:p w:rsidR="0062748B" w:rsidRDefault="0062748B" w:rsidP="0062748B">
      <w:r>
        <w:t xml:space="preserve">29.1.28      .         .        +INF       EPS       </w:t>
      </w:r>
    </w:p>
    <w:p w:rsidR="0062748B" w:rsidRDefault="0062748B" w:rsidP="0062748B">
      <w:r>
        <w:t xml:space="preserve">29.1.29      .         .        +INF       EPS       </w:t>
      </w:r>
    </w:p>
    <w:p w:rsidR="0062748B" w:rsidRDefault="0062748B" w:rsidP="0062748B"/>
    <w:p w:rsidR="0062748B" w:rsidRDefault="0062748B" w:rsidP="0062748B">
      <w:r>
        <w:t xml:space="preserve">                       LOWER     LEVEL     UPPER    MARGINAL</w:t>
      </w:r>
    </w:p>
    <w:p w:rsidR="0062748B" w:rsidRDefault="0062748B" w:rsidP="0062748B"/>
    <w:p w:rsidR="0062748B" w:rsidRDefault="0062748B" w:rsidP="0062748B">
      <w:r>
        <w:t xml:space="preserve">---- VAR OptObject~     -INF       .        +INF       .         </w:t>
      </w:r>
    </w:p>
    <w:p w:rsidR="0062748B" w:rsidRDefault="0062748B" w:rsidP="0062748B"/>
    <w:p w:rsidR="0062748B" w:rsidRDefault="0062748B" w:rsidP="0062748B">
      <w:r>
        <w:t xml:space="preserve">  OptObjective  Objective function for the Optimality problem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**** REPORT SUMMARY :        0     NONOPT</w:t>
      </w:r>
    </w:p>
    <w:p w:rsidR="0062748B" w:rsidRDefault="0062748B" w:rsidP="0062748B">
      <w:r>
        <w:t xml:space="preserve">                             0 INFEASIBLE</w:t>
      </w:r>
    </w:p>
    <w:p w:rsidR="0062748B" w:rsidRDefault="0062748B" w:rsidP="0062748B">
      <w:r>
        <w:t xml:space="preserve">                             0  UNBOUNDED</w:t>
      </w:r>
    </w:p>
    <w:p w:rsidR="0062748B" w:rsidRDefault="0062748B" w:rsidP="0062748B">
      <w:r>
        <w:br w:type="page"/>
      </w:r>
      <w:r>
        <w:lastRenderedPageBreak/>
        <w:t>GAMS 24.1.3  r41464 Released Jul 26, 2013 WEX-WEI x86_64/MS Windows 01/19/16 16:16:30 Page 88</w:t>
      </w:r>
    </w:p>
    <w:p w:rsidR="0062748B" w:rsidRDefault="0062748B" w:rsidP="0062748B">
      <w:r>
        <w:t>G e n e r a l   A l g e b r a i c   M o d e l i n g   S y s t e m</w:t>
      </w:r>
    </w:p>
    <w:p w:rsidR="0062748B" w:rsidRDefault="0062748B" w:rsidP="0062748B">
      <w:r>
        <w:t>E x e c u t i o n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   989 PARAMETER ReductionTarget  Desired reduction in grams per year for t</w:t>
      </w:r>
    </w:p>
    <w:p w:rsidR="0062748B" w:rsidRDefault="0062748B" w:rsidP="0062748B">
      <w:r>
        <w:t xml:space="preserve">                                       he individual industries</w:t>
      </w:r>
    </w:p>
    <w:p w:rsidR="0062748B" w:rsidRDefault="0062748B" w:rsidP="0062748B"/>
    <w:p w:rsidR="0062748B" w:rsidRDefault="0062748B" w:rsidP="0062748B">
      <w:r>
        <w:t>1      0.12283,    2      0.00203,    3      0.01003,    4      0.00141</w:t>
      </w:r>
    </w:p>
    <w:p w:rsidR="0062748B" w:rsidRDefault="0062748B" w:rsidP="0062748B">
      <w:r>
        <w:t>5      0.00320,    6      0.00303,    7      0.00195,    8      0.07865</w:t>
      </w:r>
    </w:p>
    <w:p w:rsidR="0062748B" w:rsidRDefault="0062748B" w:rsidP="0062748B">
      <w:r>
        <w:t>9      0.00795,    10     0.00052,    11     0.00047,    12     0.00069</w:t>
      </w:r>
    </w:p>
    <w:p w:rsidR="0062748B" w:rsidRDefault="0062748B" w:rsidP="0062748B">
      <w:r>
        <w:t>13     0.00163,    14     0.01081,    15     0.04000,    16     0.02366</w:t>
      </w:r>
    </w:p>
    <w:p w:rsidR="0062748B" w:rsidRDefault="0062748B" w:rsidP="0062748B">
      <w:r>
        <w:t>17     0.17395,    18     0.05715,    19     0.00371,    20     0.00071</w:t>
      </w:r>
    </w:p>
    <w:p w:rsidR="0062748B" w:rsidRDefault="0062748B" w:rsidP="0062748B">
      <w:r>
        <w:t>21     0.27732,    22     0.01603,    23     0.06553,    24     0.00313</w:t>
      </w:r>
    </w:p>
    <w:p w:rsidR="0062748B" w:rsidRDefault="0062748B" w:rsidP="0062748B">
      <w:r>
        <w:t>25     0.00134,    26     0.00085,    27 4.139517E-6,    28     0.00237</w:t>
      </w:r>
    </w:p>
    <w:p w:rsidR="0062748B" w:rsidRDefault="0062748B" w:rsidP="0062748B">
      <w:r>
        <w:t>29     0.00005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   989 PARAMETER ReductionFinal  Final reduction in the discharge achieved </w:t>
      </w:r>
    </w:p>
    <w:p w:rsidR="0062748B" w:rsidRDefault="0062748B" w:rsidP="0062748B">
      <w:r>
        <w:t xml:space="preserve">                                      by each industry after optimization</w:t>
      </w:r>
    </w:p>
    <w:p w:rsidR="0062748B" w:rsidRDefault="0062748B" w:rsidP="0062748B"/>
    <w:p w:rsidR="0062748B" w:rsidRDefault="0062748B" w:rsidP="0062748B">
      <w:r>
        <w:t xml:space="preserve">                      ( ALL     0.00000 )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   989 PARAMETER ReductionTargetTotal =      0.91101  The total targetted r</w:t>
      </w:r>
    </w:p>
    <w:p w:rsidR="0062748B" w:rsidRDefault="0062748B" w:rsidP="0062748B">
      <w:r>
        <w:lastRenderedPageBreak/>
        <w:t xml:space="preserve">                                                           eduction from all the</w:t>
      </w:r>
    </w:p>
    <w:p w:rsidR="0062748B" w:rsidRDefault="0062748B" w:rsidP="0062748B">
      <w:r>
        <w:t xml:space="preserve">                                                           industries</w:t>
      </w:r>
    </w:p>
    <w:p w:rsidR="0062748B" w:rsidRDefault="0062748B" w:rsidP="0062748B">
      <w:r>
        <w:t xml:space="preserve">            PARAMETER ReductionFinalTotal  =      0.00000  The final combined re</w:t>
      </w:r>
    </w:p>
    <w:p w:rsidR="0062748B" w:rsidRDefault="0062748B" w:rsidP="0062748B">
      <w:r>
        <w:t xml:space="preserve">                                                           duction achieved by a</w:t>
      </w:r>
    </w:p>
    <w:p w:rsidR="0062748B" w:rsidRDefault="0062748B" w:rsidP="0062748B">
      <w:r>
        <w:t xml:space="preserve">                                                           ll the industries</w:t>
      </w:r>
    </w:p>
    <w:p w:rsidR="0062748B" w:rsidRDefault="0062748B" w:rsidP="0062748B"/>
    <w:p w:rsidR="0062748B" w:rsidRDefault="0062748B" w:rsidP="0062748B">
      <w:r>
        <w:t xml:space="preserve">----    989 PARAMETER ReductionTechnology  The final reduction achieved by each </w:t>
      </w:r>
    </w:p>
    <w:p w:rsidR="0062748B" w:rsidRDefault="0062748B" w:rsidP="0062748B">
      <w:r>
        <w:t xml:space="preserve">                                           industry due to technology implementa</w:t>
      </w:r>
    </w:p>
    <w:p w:rsidR="0062748B" w:rsidRDefault="0062748B" w:rsidP="0062748B">
      <w:r>
        <w:t xml:space="preserve">                                           tion only</w:t>
      </w:r>
    </w:p>
    <w:p w:rsidR="0062748B" w:rsidRDefault="0062748B" w:rsidP="0062748B"/>
    <w:p w:rsidR="0062748B" w:rsidRDefault="0062748B" w:rsidP="0062748B">
      <w:r>
        <w:t xml:space="preserve">                      ( ALL     0.00000 )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   991 VARIABLE MasterObjective.L     =      0.00000  Objective function of</w:t>
      </w:r>
    </w:p>
    <w:p w:rsidR="0062748B" w:rsidRDefault="0062748B" w:rsidP="0062748B">
      <w:r>
        <w:t xml:space="preserve">                                                           the master problem</w:t>
      </w:r>
    </w:p>
    <w:p w:rsidR="0062748B" w:rsidRDefault="0062748B" w:rsidP="0062748B">
      <w:r>
        <w:t xml:space="preserve">            PARAMETER iter                 =      2.00000  iteration count</w:t>
      </w:r>
    </w:p>
    <w:p w:rsidR="0062748B" w:rsidRDefault="0062748B" w:rsidP="0062748B"/>
    <w:p w:rsidR="0062748B" w:rsidRDefault="0062748B" w:rsidP="0062748B">
      <w:r>
        <w:t>----    991 VARIABLE Volume.L  volume of waste treated by each industry using ea</w:t>
      </w:r>
    </w:p>
    <w:p w:rsidR="0062748B" w:rsidRDefault="0062748B" w:rsidP="0062748B">
      <w:r>
        <w:t xml:space="preserve">                               ch technology (defined over i and j)</w:t>
      </w:r>
    </w:p>
    <w:p w:rsidR="0062748B" w:rsidRDefault="0062748B" w:rsidP="0062748B"/>
    <w:p w:rsidR="0062748B" w:rsidRDefault="0062748B" w:rsidP="0062748B">
      <w:r>
        <w:t xml:space="preserve">                      ( ALL     0.00000 )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   991 VARIABLE t.L  Variable deciding the amount of mercury traded between</w:t>
      </w:r>
    </w:p>
    <w:p w:rsidR="0062748B" w:rsidRDefault="0062748B" w:rsidP="0062748B">
      <w:r>
        <w:t xml:space="preserve">                          various industries</w:t>
      </w:r>
    </w:p>
    <w:p w:rsidR="0062748B" w:rsidRDefault="0062748B" w:rsidP="0062748B"/>
    <w:p w:rsidR="0062748B" w:rsidRDefault="0062748B" w:rsidP="0062748B">
      <w:r>
        <w:t xml:space="preserve">                      ( ALL     0.00000 )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   991 PARAMETER Results  Summary of cost related values</w:t>
      </w:r>
    </w:p>
    <w:p w:rsidR="0062748B" w:rsidRDefault="0062748B" w:rsidP="0062748B"/>
    <w:p w:rsidR="0062748B" w:rsidRDefault="0062748B" w:rsidP="0062748B">
      <w:r>
        <w:t xml:space="preserve">                      ( ALL     0.00000 )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   991 PARAMETER CostTechSolutionMax  The maximum value for the nonlinear t</w:t>
      </w:r>
    </w:p>
    <w:p w:rsidR="0062748B" w:rsidRDefault="0062748B" w:rsidP="0062748B">
      <w:r>
        <w:t xml:space="preserve">                                           echnology implementation costs for ea</w:t>
      </w:r>
    </w:p>
    <w:p w:rsidR="0062748B" w:rsidRDefault="0062748B" w:rsidP="0062748B">
      <w:r>
        <w:t xml:space="preserve">                                           ch industry from all samples</w:t>
      </w:r>
    </w:p>
    <w:p w:rsidR="0062748B" w:rsidRDefault="0062748B" w:rsidP="0062748B"/>
    <w:p w:rsidR="0062748B" w:rsidRDefault="0062748B" w:rsidP="0062748B">
      <w:r>
        <w:t xml:space="preserve">                      ( ALL     0.00000 )</w:t>
      </w:r>
    </w:p>
    <w:p w:rsidR="0062748B" w:rsidRDefault="0062748B" w:rsidP="0062748B"/>
    <w:p w:rsidR="0062748B" w:rsidRDefault="0062748B" w:rsidP="0062748B"/>
    <w:p w:rsidR="0062748B" w:rsidRDefault="0062748B" w:rsidP="0062748B">
      <w:r>
        <w:t xml:space="preserve">----    991 VARIABLE NonlinearTechCost.L  </w:t>
      </w:r>
    </w:p>
    <w:p w:rsidR="0062748B" w:rsidRDefault="0062748B" w:rsidP="0062748B"/>
    <w:p w:rsidR="0062748B" w:rsidRDefault="0062748B" w:rsidP="0062748B">
      <w:r>
        <w:t xml:space="preserve">                      ( ALL     0.00000 )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----    991 PARAMETER b  binary parameter specifying the process selection based</w:t>
      </w:r>
    </w:p>
    <w:p w:rsidR="0062748B" w:rsidRDefault="0062748B" w:rsidP="0062748B">
      <w:r>
        <w:t xml:space="preserve">                         on first stage decision variables</w:t>
      </w:r>
    </w:p>
    <w:p w:rsidR="0062748B" w:rsidRDefault="0062748B" w:rsidP="0062748B"/>
    <w:p w:rsidR="0062748B" w:rsidRDefault="0062748B" w:rsidP="0062748B">
      <w:r>
        <w:t xml:space="preserve">                      ( ALL          0. )</w:t>
      </w:r>
    </w:p>
    <w:p w:rsidR="0062748B" w:rsidRDefault="0062748B" w:rsidP="0062748B"/>
    <w:p w:rsidR="0062748B" w:rsidRDefault="0062748B" w:rsidP="0062748B"/>
    <w:p w:rsidR="0062748B" w:rsidRDefault="0062748B" w:rsidP="0062748B"/>
    <w:p w:rsidR="0062748B" w:rsidRDefault="0062748B" w:rsidP="0062748B">
      <w:r>
        <w:t>EXECUTION TIME       =        0.000 SECONDS      3 MB  24.1.3 r41464 WEX-WEI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USER: Jeff Polasek                                   G130903:1641AS-WIN</w:t>
      </w:r>
    </w:p>
    <w:p w:rsidR="0062748B" w:rsidRDefault="0062748B" w:rsidP="0062748B">
      <w:r>
        <w:t xml:space="preserve">      Texas A&amp;M University, Artie McFerrin Department of ChemicaDC10525</w:t>
      </w:r>
    </w:p>
    <w:p w:rsidR="0062748B" w:rsidRDefault="0062748B" w:rsidP="0062748B">
      <w:r>
        <w:t xml:space="preserve">      License for teaching and research at degree granting institutions</w:t>
      </w:r>
    </w:p>
    <w:p w:rsidR="0062748B" w:rsidRDefault="0062748B" w:rsidP="0062748B"/>
    <w:p w:rsidR="0062748B" w:rsidRDefault="0062748B" w:rsidP="0062748B"/>
    <w:p w:rsidR="0062748B" w:rsidRDefault="0062748B" w:rsidP="0062748B">
      <w:r>
        <w:t>**** FILE SUMMARY</w:t>
      </w:r>
    </w:p>
    <w:p w:rsidR="0062748B" w:rsidRDefault="0062748B" w:rsidP="0062748B"/>
    <w:p w:rsidR="0062748B" w:rsidRDefault="0062748B" w:rsidP="0062748B">
      <w:r>
        <w:t>Input      C:\Users\debalinasengupta\Desktop\TwoStageLP.gms</w:t>
      </w:r>
    </w:p>
    <w:p w:rsidR="0087682A" w:rsidRDefault="0062748B" w:rsidP="0062748B">
      <w:r>
        <w:t>Output     C:\Users\debalinasengupta\Documents\gamsdir\projdir\TwoStageLP.lst</w:t>
      </w:r>
      <w:bookmarkStart w:id="0" w:name="_GoBack"/>
      <w:bookmarkEnd w:id="0"/>
    </w:p>
    <w:sectPr w:rsidR="00876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1C"/>
    <w:rsid w:val="0062748B"/>
    <w:rsid w:val="0082741C"/>
    <w:rsid w:val="0087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6F310E2D</Template>
  <TotalTime>1</TotalTime>
  <Pages>1685</Pages>
  <Words>233659</Words>
  <Characters>1331860</Characters>
  <Application>Microsoft Office Word</Application>
  <DocSecurity>0</DocSecurity>
  <Lines>11098</Lines>
  <Paragraphs>3124</Paragraphs>
  <ScaleCrop>false</ScaleCrop>
  <Company>Chemical Engineering, Texas A&amp;M University</Company>
  <LinksUpToDate>false</LinksUpToDate>
  <CharactersWithSpaces>1562395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2016-01-19T22:16:00Z</dcterms:created>
  <dcterms:modified xsi:type="dcterms:W3CDTF">2016-01-19T22:17:00Z</dcterms:modified>
</cp:coreProperties>
</file>